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25722A" w:rsidP="00E6405F">
            <w:pPr>
              <w:jc w:val="right"/>
            </w:pPr>
            <w:r w:rsidRPr="00EC7CBC">
              <w:rPr>
                <w:sz w:val="40"/>
              </w:rPr>
              <w:t>ECE</w:t>
            </w:r>
            <w:r w:rsidRPr="00EC7CBC">
              <w:t>/TRANS/WP.29/</w:t>
            </w:r>
            <w:r>
              <w:t>GRE/2017</w:t>
            </w:r>
            <w:r w:rsidRPr="008D34DA">
              <w:t>/</w:t>
            </w:r>
            <w:r w:rsidR="00E6405F">
              <w:t>16</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en-GB"/>
              </w:rPr>
              <w:drawing>
                <wp:inline distT="0" distB="0" distL="0" distR="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25722A" w:rsidRDefault="008D34DA" w:rsidP="0025722A">
            <w:pPr>
              <w:spacing w:line="240" w:lineRule="exact"/>
            </w:pPr>
            <w:r w:rsidRPr="008D34DA">
              <w:t>10 August 2017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E04EC7" w:rsidRPr="00E04EC7" w:rsidRDefault="00E04EC7" w:rsidP="00E04EC7">
      <w:pPr>
        <w:ind w:right="1134"/>
        <w:rPr>
          <w:b/>
        </w:rPr>
      </w:pPr>
      <w:r w:rsidRPr="00E04EC7">
        <w:rPr>
          <w:b/>
        </w:rPr>
        <w:t>Seventy-eighth session</w:t>
      </w:r>
    </w:p>
    <w:p w:rsidR="00E04EC7" w:rsidRPr="00E04EC7" w:rsidRDefault="00E04EC7" w:rsidP="00E04EC7">
      <w:pPr>
        <w:ind w:right="1134"/>
      </w:pPr>
      <w:r w:rsidRPr="00E04EC7">
        <w:t>Geneva, 24–27 October 2017</w:t>
      </w:r>
    </w:p>
    <w:p w:rsidR="00732AD2" w:rsidRPr="00525E6C" w:rsidRDefault="00732AD2" w:rsidP="00E04EC7">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0A556D" w:rsidRPr="00D912FF" w:rsidRDefault="000A556D" w:rsidP="000A556D">
      <w:pPr>
        <w:ind w:right="1467"/>
        <w:jc w:val="both"/>
        <w:rPr>
          <w:bCs/>
        </w:rPr>
      </w:pPr>
      <w:r w:rsidRPr="00DC35BB">
        <w:rPr>
          <w:b/>
          <w:bCs/>
        </w:rPr>
        <w:t>Regulations Nos. 37 (Filament lamps), 99 (Gas discharge light sources), 128 (Light emitting diodes light sources) and the Consolidated Resolution on the common specification of light source categories</w:t>
      </w:r>
    </w:p>
    <w:p w:rsidR="00732AD2" w:rsidRPr="00525E6C" w:rsidRDefault="00732AD2" w:rsidP="00382714">
      <w:pPr>
        <w:pStyle w:val="HChG"/>
      </w:pPr>
      <w:r w:rsidRPr="00525E6C">
        <w:tab/>
      </w:r>
      <w:r w:rsidRPr="00525E6C">
        <w:tab/>
      </w:r>
      <w:r w:rsidR="008B2727" w:rsidRPr="00525E6C">
        <w:t xml:space="preserve">Proposal for </w:t>
      </w:r>
      <w:r w:rsidR="00382714">
        <w:t>amendment</w:t>
      </w:r>
      <w:r w:rsidR="00375FAF">
        <w:t xml:space="preserve"> 1</w:t>
      </w:r>
      <w:r w:rsidR="00382714">
        <w:t xml:space="preserve"> </w:t>
      </w:r>
      <w:r w:rsidR="008B2727" w:rsidRPr="00525E6C">
        <w:t xml:space="preserve">to the original version of </w:t>
      </w:r>
      <w:r w:rsidR="00382714">
        <w:t>the Consolidated Resolution on the common specification of light source categories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p>
    <w:p w:rsidR="00856C69" w:rsidRDefault="00856C69" w:rsidP="00732AD2">
      <w:pPr>
        <w:pStyle w:val="SingleTxtG"/>
        <w:tabs>
          <w:tab w:val="left" w:pos="8505"/>
        </w:tabs>
        <w:ind w:firstLine="567"/>
      </w:pPr>
      <w:r w:rsidRPr="00856C69">
        <w:t xml:space="preserve">The text reproduced below was prepared by the expert from GTB to introduce a new </w:t>
      </w:r>
      <w:r>
        <w:t>light emitting diode (</w:t>
      </w:r>
      <w:r w:rsidRPr="00856C69">
        <w:t>LED</w:t>
      </w:r>
      <w:r>
        <w:t>)</w:t>
      </w:r>
      <w:r w:rsidRPr="00856C69">
        <w:t xml:space="preserve"> forward lighting light source category L1</w:t>
      </w:r>
      <w:r w:rsidR="00790A65">
        <w:t>/6</w:t>
      </w:r>
      <w:r w:rsidRPr="00856C69">
        <w:t xml:space="preserve">. </w:t>
      </w:r>
      <w:r w:rsidRPr="009F4F26">
        <w:t>Th</w:t>
      </w:r>
      <w:r>
        <w:t xml:space="preserve">e </w:t>
      </w:r>
      <w:r w:rsidRPr="009F4F26">
        <w:t xml:space="preserve">proposal is part of a package </w:t>
      </w:r>
      <w:r>
        <w:t xml:space="preserve">which also includes </w:t>
      </w:r>
      <w:r w:rsidRPr="009F4F26">
        <w:t>amend</w:t>
      </w:r>
      <w:r>
        <w:t>ments to</w:t>
      </w:r>
      <w:r w:rsidRPr="009F4F26">
        <w:t xml:space="preserve"> Regulation No. 128. </w:t>
      </w:r>
      <w:r>
        <w:t xml:space="preserve">It </w:t>
      </w:r>
      <w:r w:rsidRPr="009F4F26">
        <w:t xml:space="preserve">is based upon the original version of the </w:t>
      </w:r>
      <w:r w:rsidRPr="00885908">
        <w:t xml:space="preserve">Consolidated Resolution on the common specification of light source categories </w:t>
      </w:r>
      <w:r w:rsidRPr="009F4F26">
        <w:t>(</w:t>
      </w:r>
      <w:r>
        <w:t>R.E.5) (ECE/TRANS/WP.29/2016/111</w:t>
      </w:r>
      <w:r w:rsidR="008D6304">
        <w:t xml:space="preserve">). </w:t>
      </w:r>
      <w:r w:rsidRPr="009F4F26">
        <w:t xml:space="preserve">The modifications to the existing text of the </w:t>
      </w:r>
      <w:r w:rsidR="00D040A5">
        <w:t>Resolu</w:t>
      </w:r>
      <w:r>
        <w:t xml:space="preserve">tion </w:t>
      </w:r>
      <w:r w:rsidRPr="009F4F26">
        <w:t>are marked in bold for new or strikethrough for deleted characters.</w:t>
      </w: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885908" w:rsidRPr="00E760F7" w:rsidRDefault="00885908" w:rsidP="00885908">
      <w:pPr>
        <w:spacing w:after="120"/>
        <w:ind w:left="1134" w:right="1134"/>
      </w:pPr>
      <w:r w:rsidRPr="00E760F7">
        <w:rPr>
          <w:i/>
        </w:rPr>
        <w:t xml:space="preserve">The Status </w:t>
      </w:r>
      <w:r w:rsidR="0094012C">
        <w:rPr>
          <w:i/>
        </w:rPr>
        <w:t>t</w:t>
      </w:r>
      <w:r w:rsidRPr="00E760F7">
        <w:rPr>
          <w:i/>
        </w:rPr>
        <w:t>able</w:t>
      </w:r>
      <w:r w:rsidRPr="00E760F7">
        <w:t>, amend</w:t>
      </w:r>
      <w:r w:rsidRPr="00E760F7">
        <w:rPr>
          <w:i/>
        </w:rPr>
        <w:t xml:space="preserve"> </w:t>
      </w:r>
      <w:r w:rsidRPr="00E760F7">
        <w:t>to read:</w:t>
      </w:r>
    </w:p>
    <w:p w:rsidR="00885908" w:rsidRPr="00E760F7" w:rsidRDefault="0034536E" w:rsidP="00885908">
      <w:pPr>
        <w:keepNext/>
        <w:keepLines/>
        <w:tabs>
          <w:tab w:val="right" w:pos="851"/>
        </w:tabs>
        <w:spacing w:after="120"/>
        <w:ind w:left="1134" w:right="1134"/>
        <w:rPr>
          <w:b/>
        </w:rPr>
      </w:pPr>
      <w:r>
        <w:rPr>
          <w:rFonts w:eastAsia="MS Mincho"/>
        </w:rPr>
        <w:t>"</w:t>
      </w:r>
      <w:r w:rsidR="00885908" w:rsidRPr="00E04B89">
        <w:rPr>
          <w:b/>
          <w:sz w:val="24"/>
          <w:szCs w:val="24"/>
        </w:rPr>
        <w:t>Status table</w:t>
      </w:r>
    </w:p>
    <w:p w:rsidR="00885908" w:rsidRPr="00E760F7" w:rsidRDefault="00885908" w:rsidP="0094012C">
      <w:pPr>
        <w:spacing w:after="120"/>
        <w:ind w:left="1134" w:right="1134" w:firstLine="567"/>
        <w:jc w:val="both"/>
      </w:pPr>
      <w:r w:rsidRPr="00E760F7">
        <w:t>This consolidated version of this Resolution contains all provisions and amendments adopted so far by the World Forum for Harmonization of Vehicle Regulations (WP.29) and is valid from the date as indicated in the following table until the date on which the next revision of this Resolution becomes valid:</w:t>
      </w:r>
    </w:p>
    <w:tbl>
      <w:tblPr>
        <w:tblW w:w="9469"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0"/>
        <w:gridCol w:w="1270"/>
        <w:gridCol w:w="921"/>
        <w:gridCol w:w="2366"/>
        <w:gridCol w:w="3832"/>
      </w:tblGrid>
      <w:tr w:rsidR="00885908" w:rsidRPr="00E760F7" w:rsidTr="0034536E">
        <w:tc>
          <w:tcPr>
            <w:tcW w:w="1082"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Version of the Resolution</w:t>
            </w:r>
          </w:p>
        </w:tc>
        <w:tc>
          <w:tcPr>
            <w:tcW w:w="1275"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Date * as from which the version is valid</w:t>
            </w:r>
          </w:p>
        </w:tc>
        <w:tc>
          <w:tcPr>
            <w:tcW w:w="3289"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jc w:val="center"/>
              <w:rPr>
                <w:i/>
                <w:sz w:val="16"/>
                <w:szCs w:val="16"/>
                <w:lang w:val="en-US"/>
              </w:rPr>
            </w:pPr>
            <w:r w:rsidRPr="00E760F7">
              <w:rPr>
                <w:i/>
                <w:sz w:val="16"/>
                <w:szCs w:val="16"/>
                <w:lang w:val="en-US"/>
              </w:rPr>
              <w:t>Adopted by WP.29</w:t>
            </w:r>
          </w:p>
        </w:tc>
        <w:tc>
          <w:tcPr>
            <w:tcW w:w="385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jc w:val="center"/>
              <w:rPr>
                <w:i/>
                <w:sz w:val="16"/>
                <w:szCs w:val="16"/>
                <w:lang w:val="en-US"/>
              </w:rPr>
            </w:pPr>
          </w:p>
          <w:p w:rsidR="00885908" w:rsidRPr="00E760F7" w:rsidRDefault="00885908" w:rsidP="00231FC0">
            <w:pPr>
              <w:spacing w:before="80" w:after="80" w:line="200" w:lineRule="exact"/>
              <w:jc w:val="center"/>
              <w:rPr>
                <w:i/>
                <w:sz w:val="16"/>
                <w:szCs w:val="16"/>
                <w:lang w:val="en-US"/>
              </w:rPr>
            </w:pPr>
            <w:r w:rsidRPr="00E760F7">
              <w:rPr>
                <w:i/>
                <w:sz w:val="16"/>
                <w:szCs w:val="16"/>
                <w:lang w:val="en-US"/>
              </w:rPr>
              <w:t>Clarification</w:t>
            </w:r>
          </w:p>
        </w:tc>
      </w:tr>
      <w:tr w:rsidR="0094012C" w:rsidRPr="00E760F7" w:rsidTr="0034536E">
        <w:tc>
          <w:tcPr>
            <w:tcW w:w="1082"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92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rPr>
                <w:i/>
                <w:sz w:val="16"/>
                <w:szCs w:val="16"/>
                <w:lang w:val="en-US"/>
              </w:rPr>
            </w:pPr>
            <w:r w:rsidRPr="00E760F7">
              <w:rPr>
                <w:i/>
                <w:sz w:val="16"/>
                <w:szCs w:val="16"/>
                <w:lang w:val="en-US"/>
              </w:rPr>
              <w:t>Session No.</w:t>
            </w:r>
          </w:p>
        </w:tc>
        <w:tc>
          <w:tcPr>
            <w:tcW w:w="2366" w:type="dxa"/>
            <w:tcBorders>
              <w:top w:val="single" w:sz="4" w:space="0" w:color="auto"/>
              <w:left w:val="single" w:sz="4" w:space="0" w:color="auto"/>
              <w:bottom w:val="single" w:sz="12" w:space="0" w:color="auto"/>
              <w:right w:val="single" w:sz="4" w:space="0" w:color="auto"/>
            </w:tcBorders>
            <w:hideMark/>
          </w:tcPr>
          <w:p w:rsidR="00885908" w:rsidRPr="00E760F7" w:rsidRDefault="00885908" w:rsidP="00231FC0">
            <w:pPr>
              <w:spacing w:before="80" w:after="80" w:line="200" w:lineRule="exact"/>
              <w:rPr>
                <w:i/>
                <w:sz w:val="16"/>
                <w:szCs w:val="16"/>
                <w:lang w:val="en-US"/>
              </w:rPr>
            </w:pPr>
            <w:r w:rsidRPr="00E760F7">
              <w:rPr>
                <w:i/>
                <w:sz w:val="16"/>
                <w:szCs w:val="16"/>
                <w:lang w:val="en-US"/>
              </w:rPr>
              <w:t>Amendment document No.</w:t>
            </w:r>
          </w:p>
        </w:tc>
        <w:tc>
          <w:tcPr>
            <w:tcW w:w="3851"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r>
      <w:tr w:rsidR="008D3187" w:rsidRPr="00E760F7" w:rsidTr="0034536E">
        <w:tc>
          <w:tcPr>
            <w:tcW w:w="1082"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D3187" w:rsidRPr="00E760F7" w:rsidRDefault="008D3187" w:rsidP="008D3187">
            <w:pPr>
              <w:rPr>
                <w:sz w:val="18"/>
                <w:szCs w:val="18"/>
                <w:lang w:val="en-US"/>
              </w:rPr>
            </w:pPr>
            <w:r w:rsidRPr="00E760F7">
              <w:rPr>
                <w:b/>
                <w:sz w:val="18"/>
                <w:szCs w:val="18"/>
                <w:lang w:val="en-US"/>
              </w:rPr>
              <w:t>1 (</w:t>
            </w:r>
            <w:r w:rsidRPr="00E760F7">
              <w:rPr>
                <w:sz w:val="18"/>
                <w:szCs w:val="18"/>
                <w:lang w:val="en-US"/>
              </w:rPr>
              <w:t>Original</w:t>
            </w:r>
            <w:r w:rsidRPr="00E760F7">
              <w:rPr>
                <w:b/>
                <w:sz w:val="18"/>
                <w:szCs w:val="18"/>
                <w:lang w:val="en-US"/>
              </w:rPr>
              <w:t>)</w:t>
            </w:r>
          </w:p>
        </w:tc>
        <w:tc>
          <w:tcPr>
            <w:tcW w:w="1275"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D3187" w:rsidRPr="00E760F7" w:rsidRDefault="008D3187" w:rsidP="008D3187">
            <w:pPr>
              <w:rPr>
                <w:sz w:val="18"/>
                <w:szCs w:val="18"/>
                <w:lang w:val="en-US"/>
              </w:rPr>
            </w:pPr>
            <w:r w:rsidRPr="00E760F7">
              <w:rPr>
                <w:sz w:val="18"/>
                <w:szCs w:val="18"/>
                <w:lang w:val="en-US"/>
              </w:rPr>
              <w:t>[2017-xx-xx]</w:t>
            </w:r>
          </w:p>
        </w:tc>
        <w:tc>
          <w:tcPr>
            <w:tcW w:w="923"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D3187" w:rsidRPr="00E760F7" w:rsidRDefault="008D3187" w:rsidP="008D3187">
            <w:pPr>
              <w:rPr>
                <w:sz w:val="18"/>
                <w:szCs w:val="18"/>
                <w:lang w:val="en-US"/>
              </w:rPr>
            </w:pPr>
            <w:r w:rsidRPr="00E760F7">
              <w:rPr>
                <w:sz w:val="18"/>
                <w:szCs w:val="18"/>
                <w:lang w:val="en-US"/>
              </w:rPr>
              <w:t>170</w:t>
            </w:r>
          </w:p>
        </w:tc>
        <w:tc>
          <w:tcPr>
            <w:tcW w:w="2366" w:type="dxa"/>
            <w:tcBorders>
              <w:top w:val="single" w:sz="12" w:space="0" w:color="auto"/>
              <w:left w:val="single" w:sz="4" w:space="0" w:color="auto"/>
              <w:bottom w:val="single" w:sz="6" w:space="0" w:color="auto"/>
              <w:right w:val="single" w:sz="4" w:space="0" w:color="auto"/>
            </w:tcBorders>
            <w:hideMark/>
          </w:tcPr>
          <w:p w:rsidR="008D3187" w:rsidRPr="00E760F7" w:rsidRDefault="008D3187" w:rsidP="008D3187">
            <w:pPr>
              <w:rPr>
                <w:sz w:val="18"/>
                <w:szCs w:val="18"/>
                <w:lang w:val="en-US"/>
              </w:rPr>
            </w:pPr>
            <w:r>
              <w:rPr>
                <w:sz w:val="18"/>
                <w:szCs w:val="18"/>
                <w:lang w:val="en-US"/>
              </w:rPr>
              <w:t>ECE/TRANS/</w:t>
            </w:r>
            <w:r w:rsidRPr="00E760F7">
              <w:rPr>
                <w:sz w:val="18"/>
                <w:szCs w:val="18"/>
                <w:lang w:val="en-US"/>
              </w:rPr>
              <w:t>WP.29/2016/111</w:t>
            </w:r>
          </w:p>
        </w:tc>
        <w:tc>
          <w:tcPr>
            <w:tcW w:w="3851" w:type="dxa"/>
            <w:tcBorders>
              <w:top w:val="single" w:sz="12" w:space="0" w:color="auto"/>
              <w:bottom w:val="single" w:sz="12" w:space="0" w:color="auto"/>
            </w:tcBorders>
            <w:shd w:val="clear" w:color="auto" w:fill="auto"/>
            <w:tcMar>
              <w:top w:w="0" w:type="dxa"/>
              <w:left w:w="57" w:type="dxa"/>
              <w:bottom w:w="0" w:type="dxa"/>
              <w:right w:w="57" w:type="dxa"/>
            </w:tcMar>
            <w:hideMark/>
          </w:tcPr>
          <w:p w:rsidR="008D3187" w:rsidRPr="001829FC" w:rsidRDefault="008D3187" w:rsidP="008D3187">
            <w:pPr>
              <w:rPr>
                <w:sz w:val="18"/>
                <w:szCs w:val="18"/>
              </w:rPr>
            </w:pPr>
            <w:r w:rsidRPr="001829FC">
              <w:rPr>
                <w:sz w:val="18"/>
                <w:szCs w:val="18"/>
              </w:rPr>
              <w:t>Based upon Annexes 1 of Regulations:</w:t>
            </w:r>
          </w:p>
          <w:p w:rsidR="008D3187" w:rsidRPr="001829FC" w:rsidRDefault="008D3187" w:rsidP="008D3187">
            <w:pPr>
              <w:pStyle w:val="ListParagraph"/>
              <w:numPr>
                <w:ilvl w:val="0"/>
                <w:numId w:val="37"/>
              </w:numPr>
              <w:ind w:left="376" w:hanging="283"/>
              <w:rPr>
                <w:sz w:val="18"/>
                <w:szCs w:val="18"/>
              </w:rPr>
            </w:pPr>
            <w:r w:rsidRPr="001829FC">
              <w:rPr>
                <w:sz w:val="18"/>
                <w:szCs w:val="18"/>
              </w:rPr>
              <w:t>No. 37, up to and including Supplement 44</w:t>
            </w:r>
          </w:p>
          <w:p w:rsidR="008D3187" w:rsidRPr="001829FC" w:rsidRDefault="008D3187" w:rsidP="008D3187">
            <w:pPr>
              <w:pStyle w:val="ListParagraph"/>
              <w:numPr>
                <w:ilvl w:val="0"/>
                <w:numId w:val="37"/>
              </w:numPr>
              <w:ind w:left="376" w:hanging="283"/>
              <w:rPr>
                <w:sz w:val="18"/>
                <w:szCs w:val="18"/>
              </w:rPr>
            </w:pPr>
            <w:r w:rsidRPr="001829FC">
              <w:rPr>
                <w:sz w:val="18"/>
                <w:szCs w:val="18"/>
              </w:rPr>
              <w:t>No. 99, up to and including Supplement 11</w:t>
            </w:r>
          </w:p>
          <w:p w:rsidR="008D3187" w:rsidRPr="00E25015" w:rsidRDefault="008D3187" w:rsidP="0034536E">
            <w:pPr>
              <w:pStyle w:val="ListParagraph"/>
              <w:numPr>
                <w:ilvl w:val="0"/>
                <w:numId w:val="37"/>
              </w:numPr>
              <w:spacing w:after="120"/>
              <w:ind w:left="375" w:hanging="284"/>
              <w:rPr>
                <w:sz w:val="18"/>
                <w:szCs w:val="18"/>
                <w:lang w:val="en-US"/>
              </w:rPr>
            </w:pPr>
            <w:r w:rsidRPr="00E25015">
              <w:rPr>
                <w:sz w:val="18"/>
                <w:szCs w:val="18"/>
              </w:rPr>
              <w:t>No. 128, up to and including Supplement 5</w:t>
            </w:r>
          </w:p>
        </w:tc>
      </w:tr>
      <w:tr w:rsidR="008D3187" w:rsidRPr="00E760F7" w:rsidTr="0034536E">
        <w:tc>
          <w:tcPr>
            <w:tcW w:w="1082"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D3187" w:rsidRPr="0094012C" w:rsidRDefault="008D3187" w:rsidP="008D3187">
            <w:pPr>
              <w:rPr>
                <w:b/>
                <w:sz w:val="18"/>
                <w:szCs w:val="18"/>
                <w:lang w:val="en-US"/>
              </w:rPr>
            </w:pPr>
            <w:r w:rsidRPr="0094012C">
              <w:rPr>
                <w:b/>
                <w:sz w:val="18"/>
                <w:szCs w:val="18"/>
                <w:lang w:val="en-US"/>
              </w:rPr>
              <w:t>[2]</w:t>
            </w:r>
          </w:p>
        </w:tc>
        <w:tc>
          <w:tcPr>
            <w:tcW w:w="1275"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D3187" w:rsidRPr="0094012C" w:rsidRDefault="008D3187" w:rsidP="008D3187">
            <w:pPr>
              <w:rPr>
                <w:b/>
                <w:sz w:val="18"/>
                <w:szCs w:val="18"/>
                <w:lang w:val="en-US"/>
              </w:rPr>
            </w:pPr>
            <w:r w:rsidRPr="0094012C">
              <w:rPr>
                <w:b/>
                <w:sz w:val="18"/>
                <w:szCs w:val="18"/>
                <w:lang w:val="en-US"/>
              </w:rPr>
              <w:t>[2018-xx-xx]</w:t>
            </w:r>
          </w:p>
        </w:tc>
        <w:tc>
          <w:tcPr>
            <w:tcW w:w="923"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D3187" w:rsidRPr="0094012C" w:rsidRDefault="008D3187" w:rsidP="008D3187">
            <w:pPr>
              <w:rPr>
                <w:b/>
                <w:sz w:val="18"/>
                <w:szCs w:val="18"/>
                <w:lang w:val="en-US"/>
              </w:rPr>
            </w:pPr>
            <w:r w:rsidRPr="0094012C">
              <w:rPr>
                <w:b/>
                <w:sz w:val="18"/>
                <w:szCs w:val="18"/>
                <w:lang w:val="en-US"/>
              </w:rPr>
              <w:t>[173]</w:t>
            </w:r>
          </w:p>
        </w:tc>
        <w:tc>
          <w:tcPr>
            <w:tcW w:w="2366" w:type="dxa"/>
            <w:tcBorders>
              <w:top w:val="single" w:sz="6" w:space="0" w:color="auto"/>
              <w:left w:val="single" w:sz="4" w:space="0" w:color="auto"/>
              <w:bottom w:val="single" w:sz="12" w:space="0" w:color="auto"/>
              <w:right w:val="single" w:sz="4" w:space="0" w:color="auto"/>
            </w:tcBorders>
          </w:tcPr>
          <w:p w:rsidR="008D3187" w:rsidRPr="0094012C" w:rsidRDefault="008D3187" w:rsidP="008D3187">
            <w:pPr>
              <w:rPr>
                <w:b/>
                <w:sz w:val="18"/>
                <w:szCs w:val="18"/>
                <w:lang w:val="en-US"/>
              </w:rPr>
            </w:pPr>
            <w:r w:rsidRPr="0094012C">
              <w:rPr>
                <w:b/>
                <w:sz w:val="18"/>
                <w:szCs w:val="18"/>
              </w:rPr>
              <w:t>[</w:t>
            </w:r>
            <w:r>
              <w:rPr>
                <w:b/>
                <w:sz w:val="18"/>
                <w:szCs w:val="18"/>
              </w:rPr>
              <w:t>ECE/TRANS/</w:t>
            </w:r>
            <w:r w:rsidRPr="0094012C">
              <w:rPr>
                <w:b/>
                <w:sz w:val="18"/>
                <w:szCs w:val="18"/>
              </w:rPr>
              <w:t>WP.29/2017/xx]</w:t>
            </w:r>
          </w:p>
        </w:tc>
        <w:tc>
          <w:tcPr>
            <w:tcW w:w="3851"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D3187" w:rsidRPr="00E760F7" w:rsidRDefault="008D3187" w:rsidP="0034536E">
            <w:pPr>
              <w:spacing w:after="120"/>
              <w:rPr>
                <w:b/>
                <w:sz w:val="18"/>
                <w:szCs w:val="18"/>
                <w:lang w:val="en-US"/>
              </w:rPr>
            </w:pPr>
            <w:r>
              <w:rPr>
                <w:b/>
                <w:sz w:val="18"/>
                <w:szCs w:val="18"/>
                <w:lang w:val="en-US"/>
              </w:rPr>
              <w:t>I</w:t>
            </w:r>
            <w:r w:rsidRPr="000960D4">
              <w:rPr>
                <w:b/>
                <w:sz w:val="18"/>
                <w:szCs w:val="18"/>
              </w:rPr>
              <w:t>ntroduc</w:t>
            </w:r>
            <w:r>
              <w:rPr>
                <w:b/>
                <w:sz w:val="18"/>
                <w:szCs w:val="18"/>
              </w:rPr>
              <w:t xml:space="preserve">tion of </w:t>
            </w:r>
            <w:r w:rsidRPr="000960D4">
              <w:rPr>
                <w:b/>
                <w:sz w:val="18"/>
                <w:szCs w:val="18"/>
              </w:rPr>
              <w:t>new light emitting diode (LED) forward lighting light source categor</w:t>
            </w:r>
            <w:r>
              <w:rPr>
                <w:b/>
                <w:sz w:val="18"/>
                <w:szCs w:val="18"/>
              </w:rPr>
              <w:t>ies</w:t>
            </w:r>
            <w:r w:rsidRPr="000960D4">
              <w:rPr>
                <w:b/>
                <w:sz w:val="18"/>
                <w:szCs w:val="18"/>
              </w:rPr>
              <w:t xml:space="preserve"> L1</w:t>
            </w:r>
            <w:r>
              <w:rPr>
                <w:b/>
                <w:sz w:val="18"/>
                <w:szCs w:val="18"/>
              </w:rPr>
              <w:t xml:space="preserve">A/6 and L1B/6 </w:t>
            </w:r>
            <w:r w:rsidRPr="0094012C">
              <w:rPr>
                <w:b/>
                <w:sz w:val="18"/>
                <w:szCs w:val="18"/>
              </w:rPr>
              <w:t>as a package with Supplement [7] to Regulation No.128</w:t>
            </w:r>
          </w:p>
        </w:tc>
      </w:tr>
    </w:tbl>
    <w:p w:rsidR="00885908" w:rsidRPr="00E760F7" w:rsidRDefault="00885908" w:rsidP="00885908">
      <w:pPr>
        <w:ind w:left="1701" w:right="1134" w:hanging="567"/>
        <w:jc w:val="both"/>
        <w:rPr>
          <w:sz w:val="18"/>
        </w:rPr>
      </w:pPr>
      <w:r w:rsidRPr="00E760F7">
        <w:rPr>
          <w:sz w:val="18"/>
        </w:rPr>
        <w:t>*</w:t>
      </w:r>
      <w:r w:rsidRPr="00E760F7">
        <w:rPr>
          <w:sz w:val="18"/>
        </w:rPr>
        <w:tab/>
        <w:t>This date is the date of adoption of the amendment to the Resolution by WP.29 or the date of entering into force of an amendment to Regulation No. 37, 99 or 128 adopted by AC.1 as a package with the amendment to the Resolution in the same session of WP.29.</w:t>
      </w:r>
    </w:p>
    <w:p w:rsidR="00885908" w:rsidRPr="00E760F7" w:rsidRDefault="0034536E" w:rsidP="00885908">
      <w:pPr>
        <w:ind w:left="8181" w:right="1134" w:firstLine="459"/>
        <w:jc w:val="both"/>
        <w:rPr>
          <w:sz w:val="18"/>
        </w:rPr>
      </w:pPr>
      <w:r>
        <w:rPr>
          <w:rFonts w:eastAsia="MS Mincho"/>
        </w:rPr>
        <w:t>"</w:t>
      </w:r>
    </w:p>
    <w:p w:rsidR="000960D4" w:rsidRPr="00A63548" w:rsidRDefault="000960D4" w:rsidP="000960D4">
      <w:pPr>
        <w:spacing w:after="120"/>
        <w:ind w:left="1134" w:right="1134"/>
        <w:jc w:val="both"/>
      </w:pPr>
      <w:r w:rsidRPr="00A63548">
        <w:rPr>
          <w:i/>
        </w:rPr>
        <w:t xml:space="preserve">Insert a new paragraph 2.5., </w:t>
      </w:r>
      <w:r w:rsidRPr="00A63548">
        <w:t>to read:</w:t>
      </w:r>
    </w:p>
    <w:p w:rsidR="000960D4" w:rsidRPr="00A63548" w:rsidRDefault="0034536E" w:rsidP="000960D4">
      <w:pPr>
        <w:spacing w:after="120"/>
        <w:ind w:left="2268" w:right="1134" w:hanging="1134"/>
        <w:jc w:val="both"/>
        <w:rPr>
          <w:b/>
          <w:bCs/>
        </w:rPr>
      </w:pPr>
      <w:r>
        <w:rPr>
          <w:rFonts w:eastAsia="MS Mincho"/>
        </w:rPr>
        <w:t>"</w:t>
      </w:r>
      <w:r w:rsidR="000960D4" w:rsidRPr="00A63548">
        <w:rPr>
          <w:b/>
          <w:bCs/>
        </w:rPr>
        <w:t>2.5.</w:t>
      </w:r>
      <w:r w:rsidR="000960D4" w:rsidRPr="00A63548">
        <w:rPr>
          <w:b/>
          <w:bCs/>
        </w:rPr>
        <w:tab/>
        <w:t>Thermal characteristics</w:t>
      </w:r>
    </w:p>
    <w:p w:rsidR="000960D4" w:rsidRPr="00A63548" w:rsidRDefault="000960D4" w:rsidP="000960D4">
      <w:pPr>
        <w:spacing w:after="120"/>
        <w:ind w:left="2268" w:right="1134" w:hanging="1134"/>
        <w:jc w:val="both"/>
        <w:rPr>
          <w:b/>
          <w:lang w:val="en-US"/>
        </w:rPr>
      </w:pPr>
      <w:r w:rsidRPr="00A63548">
        <w:rPr>
          <w:b/>
          <w:bCs/>
        </w:rPr>
        <w:t>2.5.1.</w:t>
      </w:r>
      <w:r w:rsidRPr="00A63548">
        <w:rPr>
          <w:b/>
          <w:bCs/>
        </w:rPr>
        <w:tab/>
        <w:t>Thermal point T</w:t>
      </w:r>
      <w:r w:rsidRPr="00A63548">
        <w:rPr>
          <w:b/>
          <w:bCs/>
          <w:vertAlign w:val="subscript"/>
        </w:rPr>
        <w:t>b</w:t>
      </w:r>
      <w:r w:rsidRPr="00A63548">
        <w:rPr>
          <w:b/>
          <w:bCs/>
        </w:rPr>
        <w:t xml:space="preserve"> means an optional point on the base of an LED light source of which the temperature is stabilised d</w:t>
      </w:r>
      <w:r w:rsidR="0034536E">
        <w:rPr>
          <w:b/>
          <w:bCs/>
        </w:rPr>
        <w:t>uring photometric measurements.</w:t>
      </w:r>
      <w:r w:rsidR="0034536E">
        <w:rPr>
          <w:rFonts w:eastAsia="MS Mincho"/>
        </w:rPr>
        <w:t>"</w:t>
      </w:r>
    </w:p>
    <w:p w:rsidR="000960D4" w:rsidRPr="00A63548" w:rsidRDefault="000960D4" w:rsidP="000960D4">
      <w:pPr>
        <w:spacing w:after="120"/>
        <w:ind w:left="1134" w:right="1134"/>
      </w:pPr>
      <w:r w:rsidRPr="00A63548">
        <w:rPr>
          <w:i/>
        </w:rPr>
        <w:t>Paragraph 3.3</w:t>
      </w:r>
      <w:r w:rsidR="003F5427">
        <w:rPr>
          <w:i/>
        </w:rPr>
        <w:t>.</w:t>
      </w:r>
      <w:r w:rsidRPr="00A63548">
        <w:rPr>
          <w:i/>
        </w:rPr>
        <w:t xml:space="preserve">, group 1, </w:t>
      </w:r>
      <w:r w:rsidRPr="00A63548">
        <w:t>amend to read:</w:t>
      </w:r>
    </w:p>
    <w:p w:rsidR="000960D4" w:rsidRPr="00A63548" w:rsidRDefault="0034536E" w:rsidP="000960D4">
      <w:pPr>
        <w:spacing w:after="120"/>
        <w:ind w:left="2268" w:hanging="1134"/>
      </w:pPr>
      <w:r>
        <w:rPr>
          <w:rFonts w:eastAsia="MS Mincho"/>
        </w:rPr>
        <w:t>"</w:t>
      </w:r>
    </w:p>
    <w:tbl>
      <w:tblPr>
        <w:tblW w:w="6912" w:type="dxa"/>
        <w:tblInd w:w="170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8"/>
        <w:gridCol w:w="1559"/>
        <w:gridCol w:w="567"/>
        <w:gridCol w:w="1984"/>
        <w:gridCol w:w="2364"/>
      </w:tblGrid>
      <w:tr w:rsidR="000960D4" w:rsidRPr="00A63548" w:rsidTr="00403CAC">
        <w:tc>
          <w:tcPr>
            <w:tcW w:w="6912" w:type="dxa"/>
            <w:gridSpan w:val="5"/>
            <w:tcBorders>
              <w:top w:val="single" w:sz="4" w:space="0" w:color="auto"/>
              <w:bottom w:val="single" w:sz="4" w:space="0" w:color="auto"/>
            </w:tcBorders>
          </w:tcPr>
          <w:p w:rsidR="000960D4" w:rsidRPr="00A63548" w:rsidRDefault="000960D4" w:rsidP="00403CAC">
            <w:pPr>
              <w:spacing w:before="80" w:after="80" w:line="200" w:lineRule="exact"/>
              <w:ind w:right="113"/>
              <w:rPr>
                <w:i/>
                <w:strike/>
                <w:sz w:val="16"/>
                <w:szCs w:val="16"/>
              </w:rPr>
            </w:pPr>
            <w:r w:rsidRPr="00A63548">
              <w:rPr>
                <w:i/>
                <w:strike/>
                <w:sz w:val="16"/>
                <w:szCs w:val="16"/>
              </w:rPr>
              <w:t>“RESERVED”</w:t>
            </w:r>
          </w:p>
          <w:p w:rsidR="000960D4" w:rsidRPr="00A63548" w:rsidRDefault="000960D4" w:rsidP="00403CAC">
            <w:pPr>
              <w:spacing w:before="80" w:after="80" w:line="200" w:lineRule="exact"/>
              <w:ind w:right="113"/>
              <w:rPr>
                <w:i/>
                <w:sz w:val="16"/>
                <w:szCs w:val="16"/>
              </w:rPr>
            </w:pPr>
            <w:r w:rsidRPr="00A63548">
              <w:rPr>
                <w:i/>
                <w:sz w:val="16"/>
                <w:szCs w:val="16"/>
              </w:rPr>
              <w:t>Group 1</w:t>
            </w:r>
          </w:p>
        </w:tc>
      </w:tr>
      <w:tr w:rsidR="000960D4" w:rsidRPr="00A63548" w:rsidTr="00403CAC">
        <w:tc>
          <w:tcPr>
            <w:tcW w:w="6912" w:type="dxa"/>
            <w:gridSpan w:val="5"/>
            <w:tcBorders>
              <w:top w:val="single" w:sz="4" w:space="0" w:color="auto"/>
              <w:bottom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LED light source categories without general restrictions:</w:t>
            </w:r>
          </w:p>
        </w:tc>
      </w:tr>
      <w:tr w:rsidR="000960D4" w:rsidRPr="00A63548" w:rsidTr="00403CAC">
        <w:trPr>
          <w:tblHeader/>
        </w:trPr>
        <w:tc>
          <w:tcPr>
            <w:tcW w:w="438" w:type="dxa"/>
            <w:tcBorders>
              <w:top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559"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Category</w:t>
            </w:r>
          </w:p>
        </w:tc>
        <w:tc>
          <w:tcPr>
            <w:tcW w:w="567"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Sheet number(s)</w:t>
            </w:r>
          </w:p>
        </w:tc>
        <w:tc>
          <w:tcPr>
            <w:tcW w:w="2364" w:type="dxa"/>
            <w:tcBorders>
              <w:top w:val="single" w:sz="4" w:space="0" w:color="auto"/>
              <w:left w:val="single" w:sz="4" w:space="0" w:color="auto"/>
              <w:bottom w:val="single" w:sz="12" w:space="0" w:color="auto"/>
            </w:tcBorders>
          </w:tcPr>
          <w:p w:rsidR="000960D4" w:rsidRPr="00A63548" w:rsidRDefault="000960D4" w:rsidP="00403CAC">
            <w:pPr>
              <w:spacing w:before="80" w:after="80" w:line="200" w:lineRule="exact"/>
              <w:ind w:right="113"/>
              <w:rPr>
                <w:b/>
                <w:i/>
                <w:sz w:val="16"/>
                <w:szCs w:val="16"/>
              </w:rPr>
            </w:pPr>
          </w:p>
        </w:tc>
      </w:tr>
      <w:tr w:rsidR="000960D4" w:rsidRPr="000960D4" w:rsidTr="00403CAC">
        <w:tc>
          <w:tcPr>
            <w:tcW w:w="438" w:type="dxa"/>
            <w:tcBorders>
              <w:top w:val="single" w:sz="12" w:space="0" w:color="auto"/>
            </w:tcBorders>
          </w:tcPr>
          <w:p w:rsidR="000960D4" w:rsidRPr="000960D4" w:rsidRDefault="000960D4" w:rsidP="00403CAC">
            <w:pPr>
              <w:spacing w:before="40" w:after="40" w:line="240" w:lineRule="exact"/>
              <w:ind w:right="113"/>
              <w:rPr>
                <w:b/>
                <w:color w:val="FF0000"/>
                <w:sz w:val="18"/>
                <w:szCs w:val="18"/>
              </w:rPr>
            </w:pPr>
          </w:p>
        </w:tc>
        <w:tc>
          <w:tcPr>
            <w:tcW w:w="1559" w:type="dxa"/>
            <w:tcBorders>
              <w:top w:val="single" w:sz="12" w:space="0" w:color="auto"/>
            </w:tcBorders>
          </w:tcPr>
          <w:p w:rsidR="000960D4" w:rsidRPr="000960D4" w:rsidRDefault="000960D4" w:rsidP="00403CAC">
            <w:pPr>
              <w:spacing w:before="40" w:after="40" w:line="240" w:lineRule="exact"/>
              <w:ind w:right="113"/>
              <w:rPr>
                <w:b/>
                <w:sz w:val="18"/>
                <w:szCs w:val="18"/>
              </w:rPr>
            </w:pPr>
            <w:r w:rsidRPr="000960D4">
              <w:rPr>
                <w:b/>
                <w:sz w:val="18"/>
                <w:szCs w:val="18"/>
              </w:rPr>
              <w:t>L1</w:t>
            </w:r>
            <w:r w:rsidR="0041729A">
              <w:rPr>
                <w:b/>
                <w:sz w:val="18"/>
                <w:szCs w:val="18"/>
              </w:rPr>
              <w:t>A/6</w:t>
            </w:r>
            <w:r w:rsidRPr="000960D4">
              <w:rPr>
                <w:b/>
                <w:sz w:val="18"/>
                <w:szCs w:val="18"/>
              </w:rPr>
              <w:t xml:space="preserve"> </w:t>
            </w:r>
          </w:p>
        </w:tc>
        <w:tc>
          <w:tcPr>
            <w:tcW w:w="567" w:type="dxa"/>
            <w:tcBorders>
              <w:top w:val="single" w:sz="12" w:space="0" w:color="auto"/>
            </w:tcBorders>
          </w:tcPr>
          <w:p w:rsidR="000960D4" w:rsidRPr="000960D4" w:rsidRDefault="000960D4" w:rsidP="00403CAC">
            <w:pPr>
              <w:spacing w:before="40" w:after="40" w:line="240" w:lineRule="exact"/>
              <w:ind w:right="113"/>
              <w:rPr>
                <w:b/>
                <w:sz w:val="18"/>
                <w:szCs w:val="18"/>
              </w:rPr>
            </w:pPr>
          </w:p>
        </w:tc>
        <w:tc>
          <w:tcPr>
            <w:tcW w:w="1984" w:type="dxa"/>
            <w:tcBorders>
              <w:top w:val="single" w:sz="12" w:space="0" w:color="auto"/>
            </w:tcBorders>
          </w:tcPr>
          <w:p w:rsidR="000960D4" w:rsidRPr="000960D4" w:rsidRDefault="000960D4" w:rsidP="00403CAC">
            <w:pPr>
              <w:spacing w:before="40" w:after="40" w:line="240" w:lineRule="exact"/>
              <w:ind w:right="113"/>
              <w:rPr>
                <w:b/>
                <w:sz w:val="18"/>
                <w:szCs w:val="18"/>
              </w:rPr>
            </w:pPr>
            <w:r w:rsidRPr="000960D4">
              <w:rPr>
                <w:b/>
                <w:sz w:val="18"/>
                <w:szCs w:val="18"/>
              </w:rPr>
              <w:t>L1/1 to 5</w:t>
            </w:r>
          </w:p>
        </w:tc>
        <w:tc>
          <w:tcPr>
            <w:tcW w:w="2364" w:type="dxa"/>
            <w:tcBorders>
              <w:top w:val="single" w:sz="12" w:space="0" w:color="auto"/>
            </w:tcBorders>
          </w:tcPr>
          <w:p w:rsidR="000960D4" w:rsidRPr="000960D4" w:rsidRDefault="000960D4" w:rsidP="00403CAC">
            <w:pPr>
              <w:spacing w:before="40" w:after="40" w:line="240" w:lineRule="exact"/>
              <w:ind w:right="113"/>
              <w:rPr>
                <w:b/>
                <w:color w:val="FF0000"/>
                <w:sz w:val="18"/>
                <w:szCs w:val="18"/>
              </w:rPr>
            </w:pPr>
          </w:p>
        </w:tc>
      </w:tr>
      <w:tr w:rsidR="000960D4" w:rsidRPr="00A63548" w:rsidTr="00403CAC">
        <w:tc>
          <w:tcPr>
            <w:tcW w:w="438" w:type="dxa"/>
            <w:tcBorders>
              <w:bottom w:val="nil"/>
            </w:tcBorders>
          </w:tcPr>
          <w:p w:rsidR="000960D4" w:rsidRPr="00A63548" w:rsidRDefault="000960D4" w:rsidP="00403CAC">
            <w:pPr>
              <w:spacing w:before="40" w:after="40" w:line="240" w:lineRule="exact"/>
              <w:ind w:right="113"/>
            </w:pPr>
          </w:p>
        </w:tc>
        <w:tc>
          <w:tcPr>
            <w:tcW w:w="1559" w:type="dxa"/>
            <w:tcBorders>
              <w:bottom w:val="nil"/>
            </w:tcBorders>
          </w:tcPr>
          <w:p w:rsidR="000960D4" w:rsidRPr="00DF4499" w:rsidRDefault="0041729A" w:rsidP="00403CAC">
            <w:pPr>
              <w:spacing w:before="40" w:after="40" w:line="240" w:lineRule="exact"/>
              <w:ind w:right="113"/>
              <w:rPr>
                <w:b/>
              </w:rPr>
            </w:pPr>
            <w:r w:rsidRPr="00DF4499">
              <w:rPr>
                <w:b/>
                <w:sz w:val="18"/>
              </w:rPr>
              <w:t>L1B/6</w:t>
            </w:r>
          </w:p>
        </w:tc>
        <w:tc>
          <w:tcPr>
            <w:tcW w:w="567" w:type="dxa"/>
            <w:tcBorders>
              <w:bottom w:val="nil"/>
            </w:tcBorders>
          </w:tcPr>
          <w:p w:rsidR="000960D4" w:rsidRPr="00A63548" w:rsidRDefault="000960D4" w:rsidP="00403CAC">
            <w:pPr>
              <w:spacing w:before="40" w:after="40" w:line="240" w:lineRule="exact"/>
              <w:ind w:right="113"/>
            </w:pPr>
          </w:p>
        </w:tc>
        <w:tc>
          <w:tcPr>
            <w:tcW w:w="1984" w:type="dxa"/>
            <w:tcBorders>
              <w:bottom w:val="nil"/>
            </w:tcBorders>
          </w:tcPr>
          <w:p w:rsidR="000960D4" w:rsidRPr="00A63548" w:rsidRDefault="0041729A" w:rsidP="00403CAC">
            <w:pPr>
              <w:spacing w:before="40" w:after="40" w:line="240" w:lineRule="exact"/>
              <w:ind w:right="113"/>
            </w:pPr>
            <w:r w:rsidRPr="000960D4">
              <w:rPr>
                <w:b/>
                <w:sz w:val="18"/>
                <w:szCs w:val="18"/>
              </w:rPr>
              <w:t>L1/1 to 5</w:t>
            </w:r>
          </w:p>
        </w:tc>
        <w:tc>
          <w:tcPr>
            <w:tcW w:w="2364" w:type="dxa"/>
            <w:tcBorders>
              <w:bottom w:val="nil"/>
            </w:tcBorders>
          </w:tcPr>
          <w:p w:rsidR="000960D4" w:rsidRPr="00A63548" w:rsidRDefault="000960D4" w:rsidP="00403CAC">
            <w:pPr>
              <w:spacing w:before="40" w:after="40" w:line="240" w:lineRule="exact"/>
              <w:ind w:right="113"/>
              <w:rPr>
                <w:b/>
              </w:rPr>
            </w:pPr>
          </w:p>
        </w:tc>
      </w:tr>
      <w:tr w:rsidR="000960D4" w:rsidRPr="00A63548" w:rsidTr="00403CAC">
        <w:tc>
          <w:tcPr>
            <w:tcW w:w="438"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1559"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567"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1984"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2364" w:type="dxa"/>
            <w:tcBorders>
              <w:top w:val="nil"/>
              <w:bottom w:val="single" w:sz="12" w:space="0" w:color="auto"/>
            </w:tcBorders>
          </w:tcPr>
          <w:p w:rsidR="000960D4" w:rsidRPr="00A63548" w:rsidRDefault="000960D4" w:rsidP="00403CAC">
            <w:pPr>
              <w:spacing w:before="40" w:after="40" w:line="240" w:lineRule="exact"/>
              <w:ind w:right="113"/>
              <w:rPr>
                <w:b/>
              </w:rPr>
            </w:pPr>
          </w:p>
        </w:tc>
      </w:tr>
    </w:tbl>
    <w:p w:rsidR="000960D4" w:rsidRPr="00A63548" w:rsidRDefault="000960D4" w:rsidP="000960D4">
      <w:pPr>
        <w:spacing w:after="200" w:line="276" w:lineRule="auto"/>
        <w:ind w:left="2268" w:right="900" w:hanging="1134"/>
        <w:jc w:val="right"/>
        <w:rPr>
          <w:i/>
        </w:rPr>
      </w:pPr>
      <w:r w:rsidRPr="00A63548">
        <w:rPr>
          <w:i/>
        </w:rPr>
        <w:t>”</w:t>
      </w:r>
    </w:p>
    <w:p w:rsidR="000960D4" w:rsidRPr="00A63548" w:rsidRDefault="000960D4" w:rsidP="0034536E">
      <w:pPr>
        <w:keepNext/>
        <w:keepLines/>
        <w:spacing w:after="120" w:line="240" w:lineRule="auto"/>
        <w:ind w:left="1134" w:right="1134"/>
      </w:pPr>
      <w:r w:rsidRPr="00A63548">
        <w:rPr>
          <w:i/>
        </w:rPr>
        <w:lastRenderedPageBreak/>
        <w:t>Paragraph 3.3</w:t>
      </w:r>
      <w:r w:rsidR="003F5427">
        <w:rPr>
          <w:i/>
        </w:rPr>
        <w:t>.</w:t>
      </w:r>
      <w:r w:rsidRPr="00A63548">
        <w:rPr>
          <w:i/>
        </w:rPr>
        <w:t xml:space="preserve">, group 2, </w:t>
      </w:r>
      <w:r w:rsidRPr="00A63548">
        <w:t>amend to read:</w:t>
      </w:r>
    </w:p>
    <w:p w:rsidR="000960D4" w:rsidRPr="00A63548" w:rsidRDefault="0034536E" w:rsidP="0034536E">
      <w:pPr>
        <w:keepNext/>
        <w:keepLines/>
        <w:ind w:left="2268" w:hanging="1134"/>
      </w:pPr>
      <w:r>
        <w:rPr>
          <w:rFonts w:eastAsia="MS Mincho"/>
        </w:rPr>
        <w:t>"</w:t>
      </w:r>
    </w:p>
    <w:tbl>
      <w:tblPr>
        <w:tblW w:w="6912" w:type="dxa"/>
        <w:tblInd w:w="1701" w:type="dxa"/>
        <w:tblLook w:val="0000" w:firstRow="0" w:lastRow="0" w:firstColumn="0" w:lastColumn="0" w:noHBand="0" w:noVBand="0"/>
      </w:tblPr>
      <w:tblGrid>
        <w:gridCol w:w="438"/>
        <w:gridCol w:w="1559"/>
        <w:gridCol w:w="567"/>
        <w:gridCol w:w="1984"/>
        <w:gridCol w:w="2364"/>
      </w:tblGrid>
      <w:tr w:rsidR="000960D4" w:rsidRPr="00A63548" w:rsidTr="00403CAC">
        <w:trPr>
          <w:tblHeader/>
        </w:trPr>
        <w:tc>
          <w:tcPr>
            <w:tcW w:w="6912" w:type="dxa"/>
            <w:gridSpan w:val="5"/>
            <w:tcBorders>
              <w:top w:val="single" w:sz="4" w:space="0" w:color="auto"/>
              <w:left w:val="single" w:sz="4" w:space="0" w:color="auto"/>
              <w:bottom w:val="single" w:sz="4" w:space="0" w:color="auto"/>
              <w:right w:val="single" w:sz="4" w:space="0" w:color="auto"/>
            </w:tcBorders>
          </w:tcPr>
          <w:p w:rsidR="000960D4" w:rsidRPr="00A63548" w:rsidRDefault="000960D4" w:rsidP="0034536E">
            <w:pPr>
              <w:keepNext/>
              <w:keepLines/>
              <w:spacing w:before="80" w:after="80" w:line="200" w:lineRule="exact"/>
              <w:ind w:right="113"/>
              <w:rPr>
                <w:i/>
                <w:sz w:val="16"/>
              </w:rPr>
            </w:pPr>
            <w:r w:rsidRPr="00A63548">
              <w:rPr>
                <w:i/>
                <w:sz w:val="16"/>
              </w:rPr>
              <w:t>Group 2</w:t>
            </w:r>
          </w:p>
        </w:tc>
      </w:tr>
      <w:tr w:rsidR="000960D4" w:rsidRPr="00A63548" w:rsidTr="00403CAC">
        <w:trPr>
          <w:tblHeader/>
        </w:trPr>
        <w:tc>
          <w:tcPr>
            <w:tcW w:w="6912" w:type="dxa"/>
            <w:gridSpan w:val="5"/>
            <w:tcBorders>
              <w:top w:val="single" w:sz="4" w:space="0" w:color="auto"/>
              <w:left w:val="single" w:sz="4" w:space="0" w:color="auto"/>
              <w:bottom w:val="single" w:sz="4" w:space="0" w:color="auto"/>
              <w:right w:val="single" w:sz="4" w:space="0" w:color="auto"/>
            </w:tcBorders>
          </w:tcPr>
          <w:p w:rsidR="000960D4" w:rsidRPr="00A63548" w:rsidRDefault="000960D4" w:rsidP="00403CAC">
            <w:pPr>
              <w:spacing w:before="80" w:after="80" w:line="200" w:lineRule="exact"/>
              <w:ind w:right="113"/>
              <w:rPr>
                <w:i/>
                <w:sz w:val="16"/>
              </w:rPr>
            </w:pPr>
            <w:r w:rsidRPr="00A63548">
              <w:rPr>
                <w:i/>
                <w:sz w:val="16"/>
                <w:szCs w:val="16"/>
              </w:rPr>
              <w:t xml:space="preserve">LED light source categories </w:t>
            </w:r>
            <w:r w:rsidRPr="00A63548">
              <w:rPr>
                <w:i/>
                <w:sz w:val="16"/>
              </w:rPr>
              <w:t>only for use in signalling lamps, cornering lamps, reversing lamps and rear registration plate lamps:</w:t>
            </w:r>
          </w:p>
        </w:tc>
      </w:tr>
      <w:tr w:rsidR="000960D4" w:rsidRPr="00A63548" w:rsidTr="00403CAC">
        <w:trPr>
          <w:tblHeader/>
        </w:trPr>
        <w:tc>
          <w:tcPr>
            <w:tcW w:w="438"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559"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Category</w:t>
            </w:r>
          </w:p>
        </w:tc>
        <w:tc>
          <w:tcPr>
            <w:tcW w:w="567"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Sheet number(s)</w:t>
            </w:r>
          </w:p>
        </w:tc>
        <w:tc>
          <w:tcPr>
            <w:tcW w:w="2364"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r>
      <w:tr w:rsidR="000960D4" w:rsidRPr="000960D4" w:rsidTr="00403CAC">
        <w:tc>
          <w:tcPr>
            <w:tcW w:w="438" w:type="dxa"/>
            <w:tcBorders>
              <w:top w:val="single" w:sz="12" w:space="0" w:color="auto"/>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Borders>
              <w:top w:val="single" w:sz="12" w:space="0" w:color="auto"/>
            </w:tcBorders>
          </w:tcPr>
          <w:p w:rsidR="000960D4" w:rsidRPr="000960D4" w:rsidRDefault="000960D4" w:rsidP="00403CAC">
            <w:pPr>
              <w:spacing w:before="40" w:after="40" w:line="240" w:lineRule="exact"/>
              <w:ind w:right="113"/>
              <w:rPr>
                <w:sz w:val="18"/>
                <w:szCs w:val="18"/>
              </w:rPr>
            </w:pPr>
            <w:r w:rsidRPr="000960D4">
              <w:rPr>
                <w:sz w:val="18"/>
                <w:szCs w:val="18"/>
              </w:rPr>
              <w:t>LR1</w:t>
            </w:r>
          </w:p>
        </w:tc>
        <w:tc>
          <w:tcPr>
            <w:tcW w:w="567" w:type="dxa"/>
            <w:tcBorders>
              <w:top w:val="single" w:sz="12" w:space="0" w:color="auto"/>
            </w:tcBorders>
          </w:tcPr>
          <w:p w:rsidR="000960D4" w:rsidRPr="000960D4" w:rsidRDefault="000960D4" w:rsidP="00403CAC">
            <w:pPr>
              <w:spacing w:before="40" w:after="40" w:line="240" w:lineRule="exact"/>
              <w:ind w:right="113"/>
              <w:rPr>
                <w:sz w:val="18"/>
                <w:szCs w:val="18"/>
              </w:rPr>
            </w:pPr>
          </w:p>
        </w:tc>
        <w:tc>
          <w:tcPr>
            <w:tcW w:w="1984" w:type="dxa"/>
            <w:tcBorders>
              <w:top w:val="single" w:sz="12" w:space="0" w:color="auto"/>
            </w:tcBorders>
          </w:tcPr>
          <w:p w:rsidR="000960D4" w:rsidRPr="000960D4" w:rsidRDefault="000960D4" w:rsidP="00403CAC">
            <w:pPr>
              <w:spacing w:before="40" w:after="40" w:line="240" w:lineRule="exact"/>
              <w:ind w:right="113"/>
              <w:rPr>
                <w:sz w:val="18"/>
                <w:szCs w:val="18"/>
              </w:rPr>
            </w:pPr>
            <w:r w:rsidRPr="000960D4">
              <w:rPr>
                <w:sz w:val="18"/>
                <w:szCs w:val="18"/>
              </w:rPr>
              <w:t>LR1/1 to 5</w:t>
            </w:r>
          </w:p>
        </w:tc>
        <w:tc>
          <w:tcPr>
            <w:tcW w:w="2364" w:type="dxa"/>
            <w:tcBorders>
              <w:top w:val="single" w:sz="12" w:space="0" w:color="auto"/>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LW2</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sz w:val="18"/>
                <w:szCs w:val="18"/>
              </w:rPr>
              <w:t>LW2/1 to 5</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LR3A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LR3B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LW3A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LW3B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LY3A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LY3B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LR4A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sz w:val="18"/>
                <w:szCs w:val="18"/>
              </w:rPr>
              <w:t>LR4/1 to 5</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LR4B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sz w:val="18"/>
                <w:szCs w:val="18"/>
              </w:rPr>
              <w:t>LR4/1 to 5</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LR5A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LR5B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LW5A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LW5B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LY5A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bottom w:val="single" w:sz="12" w:space="0" w:color="auto"/>
            </w:tcBorders>
          </w:tcPr>
          <w:p w:rsidR="000960D4" w:rsidRPr="000960D4" w:rsidRDefault="000960D4" w:rsidP="00403CAC">
            <w:pPr>
              <w:spacing w:before="40" w:after="40" w:line="240" w:lineRule="exact"/>
              <w:ind w:right="113"/>
              <w:rPr>
                <w:sz w:val="18"/>
                <w:szCs w:val="18"/>
              </w:rPr>
            </w:pPr>
          </w:p>
        </w:tc>
        <w:tc>
          <w:tcPr>
            <w:tcW w:w="1559" w:type="dxa"/>
            <w:tcBorders>
              <w:bottom w:val="single" w:sz="12" w:space="0" w:color="auto"/>
            </w:tcBorders>
          </w:tcPr>
          <w:p w:rsidR="000960D4" w:rsidRPr="000960D4" w:rsidRDefault="000960D4" w:rsidP="00403CAC">
            <w:pPr>
              <w:spacing w:before="40" w:after="40" w:line="240" w:lineRule="exact"/>
              <w:ind w:right="113"/>
              <w:rPr>
                <w:sz w:val="18"/>
                <w:szCs w:val="18"/>
              </w:rPr>
            </w:pPr>
            <w:r w:rsidRPr="000960D4">
              <w:rPr>
                <w:bCs/>
                <w:snapToGrid w:val="0"/>
                <w:sz w:val="18"/>
                <w:szCs w:val="18"/>
              </w:rPr>
              <w:t>LY5B</w:t>
            </w:r>
          </w:p>
        </w:tc>
        <w:tc>
          <w:tcPr>
            <w:tcW w:w="567" w:type="dxa"/>
            <w:tcBorders>
              <w:bottom w:val="single" w:sz="12" w:space="0" w:color="auto"/>
            </w:tcBorders>
          </w:tcPr>
          <w:p w:rsidR="000960D4" w:rsidRPr="000960D4" w:rsidRDefault="000960D4" w:rsidP="00403CAC">
            <w:pPr>
              <w:spacing w:before="40" w:after="40" w:line="240" w:lineRule="exact"/>
              <w:ind w:right="113"/>
              <w:rPr>
                <w:sz w:val="18"/>
                <w:szCs w:val="18"/>
              </w:rPr>
            </w:pPr>
          </w:p>
        </w:tc>
        <w:tc>
          <w:tcPr>
            <w:tcW w:w="1984" w:type="dxa"/>
            <w:tcBorders>
              <w:bottom w:val="single" w:sz="12" w:space="0" w:color="auto"/>
            </w:tcBorders>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bottom w:val="single" w:sz="12" w:space="0" w:color="auto"/>
              <w:right w:val="single" w:sz="4" w:space="0" w:color="auto"/>
            </w:tcBorders>
          </w:tcPr>
          <w:p w:rsidR="000960D4" w:rsidRPr="000960D4" w:rsidRDefault="000960D4" w:rsidP="00403CAC">
            <w:pPr>
              <w:spacing w:before="40" w:after="40" w:line="240" w:lineRule="exact"/>
              <w:ind w:right="113"/>
              <w:rPr>
                <w:sz w:val="18"/>
                <w:szCs w:val="18"/>
              </w:rPr>
            </w:pPr>
          </w:p>
        </w:tc>
      </w:tr>
    </w:tbl>
    <w:p w:rsidR="000960D4" w:rsidRPr="00A63548" w:rsidRDefault="0034536E" w:rsidP="000960D4">
      <w:pPr>
        <w:spacing w:before="120" w:after="120"/>
        <w:ind w:left="2268" w:right="1134" w:hanging="1134"/>
        <w:jc w:val="right"/>
      </w:pPr>
      <w:r>
        <w:rPr>
          <w:rFonts w:eastAsia="MS Mincho"/>
        </w:rPr>
        <w:t>"</w:t>
      </w:r>
    </w:p>
    <w:p w:rsidR="000960D4" w:rsidRPr="00A63548" w:rsidRDefault="000960D4" w:rsidP="0034536E">
      <w:pPr>
        <w:spacing w:after="120" w:line="276" w:lineRule="auto"/>
        <w:ind w:left="2268" w:hanging="1134"/>
      </w:pPr>
      <w:r w:rsidRPr="00A63548">
        <w:rPr>
          <w:i/>
        </w:rPr>
        <w:t xml:space="preserve">Annex 3, List of sheets for LED light sources and their sequence, </w:t>
      </w:r>
      <w:r w:rsidRPr="00A63548">
        <w:t>amend to read:</w:t>
      </w:r>
    </w:p>
    <w:p w:rsidR="000960D4" w:rsidRPr="00A63548" w:rsidRDefault="0034536E" w:rsidP="0034536E">
      <w:pPr>
        <w:spacing w:after="120" w:line="240" w:lineRule="auto"/>
        <w:ind w:left="2268" w:hanging="1134"/>
      </w:pPr>
      <w:r>
        <w:rPr>
          <w:rFonts w:eastAsia="MS Mincho"/>
        </w:rPr>
        <w:t>"</w:t>
      </w:r>
    </w:p>
    <w:tbl>
      <w:tblPr>
        <w:tblW w:w="0" w:type="auto"/>
        <w:tblInd w:w="1242" w:type="dxa"/>
        <w:tblLook w:val="0000" w:firstRow="0" w:lastRow="0" w:firstColumn="0" w:lastColumn="0" w:noHBand="0" w:noVBand="0"/>
      </w:tblPr>
      <w:tblGrid>
        <w:gridCol w:w="1843"/>
        <w:gridCol w:w="2410"/>
      </w:tblGrid>
      <w:tr w:rsidR="000960D4" w:rsidRPr="00A63548" w:rsidTr="00403CAC">
        <w:trPr>
          <w:tblHeader/>
        </w:trPr>
        <w:tc>
          <w:tcPr>
            <w:tcW w:w="1843" w:type="dxa"/>
            <w:tcBorders>
              <w:top w:val="nil"/>
              <w:left w:val="nil"/>
              <w:bottom w:val="single" w:sz="4" w:space="0" w:color="auto"/>
              <w:right w:val="nil"/>
            </w:tcBorders>
          </w:tcPr>
          <w:p w:rsidR="000960D4" w:rsidRPr="00A63548" w:rsidRDefault="000960D4" w:rsidP="00403CAC">
            <w:pPr>
              <w:ind w:right="142"/>
              <w:rPr>
                <w:bCs/>
                <w:i/>
                <w:snapToGrid w:val="0"/>
                <w:sz w:val="16"/>
                <w:szCs w:val="16"/>
              </w:rPr>
            </w:pPr>
            <w:r w:rsidRPr="00A63548">
              <w:rPr>
                <w:bCs/>
                <w:i/>
                <w:snapToGrid w:val="0"/>
                <w:sz w:val="16"/>
                <w:szCs w:val="16"/>
              </w:rPr>
              <w:t>Sheet number(s)</w:t>
            </w:r>
          </w:p>
        </w:tc>
        <w:tc>
          <w:tcPr>
            <w:tcW w:w="2410" w:type="dxa"/>
            <w:tcBorders>
              <w:top w:val="nil"/>
              <w:left w:val="nil"/>
              <w:right w:val="nil"/>
            </w:tcBorders>
          </w:tcPr>
          <w:p w:rsidR="000960D4" w:rsidRPr="00A63548" w:rsidRDefault="000960D4" w:rsidP="00403CAC">
            <w:pPr>
              <w:ind w:right="142"/>
              <w:rPr>
                <w:bCs/>
                <w:i/>
                <w:snapToGrid w:val="0"/>
                <w:sz w:val="16"/>
                <w:szCs w:val="16"/>
              </w:rPr>
            </w:pPr>
          </w:p>
        </w:tc>
      </w:tr>
      <w:tr w:rsidR="000960D4" w:rsidRPr="00A63548" w:rsidTr="00403CAC">
        <w:tc>
          <w:tcPr>
            <w:tcW w:w="1843" w:type="dxa"/>
            <w:tcBorders>
              <w:top w:val="single" w:sz="4" w:space="0" w:color="auto"/>
              <w:left w:val="nil"/>
              <w:bottom w:val="nil"/>
              <w:right w:val="nil"/>
            </w:tcBorders>
          </w:tcPr>
          <w:p w:rsidR="000960D4" w:rsidRPr="000960D4" w:rsidRDefault="000960D4" w:rsidP="00403CAC">
            <w:pPr>
              <w:ind w:right="142"/>
              <w:rPr>
                <w:b/>
                <w:bCs/>
                <w:snapToGrid w:val="0"/>
                <w:sz w:val="18"/>
                <w:szCs w:val="18"/>
              </w:rPr>
            </w:pPr>
            <w:r w:rsidRPr="000960D4">
              <w:rPr>
                <w:b/>
                <w:bCs/>
                <w:snapToGrid w:val="0"/>
                <w:sz w:val="18"/>
                <w:szCs w:val="18"/>
              </w:rPr>
              <w:t>L1/1 to 5</w:t>
            </w:r>
          </w:p>
          <w:p w:rsidR="000960D4" w:rsidRPr="00A63548" w:rsidRDefault="000960D4" w:rsidP="00403CAC">
            <w:pPr>
              <w:ind w:right="142"/>
              <w:rPr>
                <w:bCs/>
                <w:snapToGrid w:val="0"/>
                <w:sz w:val="18"/>
              </w:rPr>
            </w:pPr>
            <w:r w:rsidRPr="00A63548">
              <w:rPr>
                <w:bCs/>
                <w:snapToGrid w:val="0"/>
                <w:sz w:val="18"/>
              </w:rPr>
              <w:t>LR1/1 to 5</w:t>
            </w:r>
          </w:p>
        </w:tc>
        <w:tc>
          <w:tcPr>
            <w:tcW w:w="2410" w:type="dxa"/>
            <w:tcBorders>
              <w:left w:val="nil"/>
              <w:bottom w:val="nil"/>
              <w:right w:val="nil"/>
            </w:tcBorders>
          </w:tcPr>
          <w:p w:rsidR="000960D4" w:rsidRPr="00A63548" w:rsidRDefault="000960D4" w:rsidP="00403CAC">
            <w:pPr>
              <w:ind w:right="142"/>
              <w:rPr>
                <w:bCs/>
                <w:snapToGrid w:val="0"/>
              </w:rPr>
            </w:pPr>
          </w:p>
        </w:tc>
      </w:tr>
      <w:tr w:rsidR="000960D4" w:rsidRPr="00A63548" w:rsidTr="00403CAC">
        <w:tc>
          <w:tcPr>
            <w:tcW w:w="1843" w:type="dxa"/>
          </w:tcPr>
          <w:p w:rsidR="000960D4" w:rsidRPr="00A63548" w:rsidRDefault="000960D4" w:rsidP="00403CAC">
            <w:pPr>
              <w:ind w:right="142"/>
              <w:rPr>
                <w:bCs/>
                <w:snapToGrid w:val="0"/>
                <w:sz w:val="18"/>
              </w:rPr>
            </w:pPr>
            <w:r w:rsidRPr="00A63548">
              <w:rPr>
                <w:bCs/>
                <w:snapToGrid w:val="0"/>
                <w:sz w:val="18"/>
              </w:rPr>
              <w:t>LW2/1 to 5</w:t>
            </w:r>
          </w:p>
        </w:tc>
        <w:tc>
          <w:tcPr>
            <w:tcW w:w="2410" w:type="dxa"/>
          </w:tcPr>
          <w:p w:rsidR="000960D4" w:rsidRPr="00A63548" w:rsidRDefault="000960D4" w:rsidP="00403CAC">
            <w:pPr>
              <w:ind w:right="142"/>
              <w:rPr>
                <w:bCs/>
                <w:snapToGrid w:val="0"/>
              </w:rPr>
            </w:pPr>
          </w:p>
        </w:tc>
      </w:tr>
      <w:tr w:rsidR="000960D4" w:rsidRPr="00A63548" w:rsidTr="00403CAC">
        <w:tc>
          <w:tcPr>
            <w:tcW w:w="1843" w:type="dxa"/>
          </w:tcPr>
          <w:p w:rsidR="000960D4" w:rsidRPr="00A63548" w:rsidRDefault="000960D4" w:rsidP="00403CAC">
            <w:pPr>
              <w:ind w:right="142"/>
              <w:rPr>
                <w:bCs/>
                <w:snapToGrid w:val="0"/>
                <w:sz w:val="18"/>
              </w:rPr>
            </w:pPr>
            <w:r w:rsidRPr="00A63548">
              <w:rPr>
                <w:bCs/>
                <w:snapToGrid w:val="0"/>
                <w:sz w:val="18"/>
              </w:rPr>
              <w:t>L</w:t>
            </w:r>
            <w:r w:rsidRPr="00A63548">
              <w:rPr>
                <w:b/>
                <w:bCs/>
                <w:snapToGrid w:val="0"/>
                <w:sz w:val="18"/>
              </w:rPr>
              <w:t>x</w:t>
            </w:r>
            <w:r w:rsidRPr="00A63548">
              <w:rPr>
                <w:bCs/>
                <w:snapToGrid w:val="0"/>
                <w:sz w:val="18"/>
              </w:rPr>
              <w:t>3/1 to 6</w:t>
            </w:r>
          </w:p>
        </w:tc>
        <w:tc>
          <w:tcPr>
            <w:tcW w:w="2410" w:type="dxa"/>
          </w:tcPr>
          <w:p w:rsidR="000960D4" w:rsidRPr="00A63548" w:rsidRDefault="000960D4" w:rsidP="00403CAC">
            <w:pPr>
              <w:ind w:right="142"/>
              <w:rPr>
                <w:bCs/>
                <w:snapToGrid w:val="0"/>
              </w:rPr>
            </w:pPr>
          </w:p>
        </w:tc>
      </w:tr>
      <w:tr w:rsidR="000960D4" w:rsidRPr="00A63548" w:rsidTr="00403CAC">
        <w:tc>
          <w:tcPr>
            <w:tcW w:w="1843" w:type="dxa"/>
          </w:tcPr>
          <w:p w:rsidR="000960D4" w:rsidRPr="00A63548" w:rsidRDefault="000960D4" w:rsidP="00403CAC">
            <w:pPr>
              <w:ind w:right="142"/>
              <w:rPr>
                <w:bCs/>
                <w:snapToGrid w:val="0"/>
                <w:sz w:val="18"/>
              </w:rPr>
            </w:pPr>
            <w:r w:rsidRPr="00A63548">
              <w:rPr>
                <w:bCs/>
                <w:snapToGrid w:val="0"/>
                <w:sz w:val="18"/>
              </w:rPr>
              <w:t>LR4/1 to 5</w:t>
            </w:r>
          </w:p>
        </w:tc>
        <w:tc>
          <w:tcPr>
            <w:tcW w:w="2410" w:type="dxa"/>
          </w:tcPr>
          <w:p w:rsidR="000960D4" w:rsidRPr="00A63548" w:rsidRDefault="000960D4" w:rsidP="00403CAC">
            <w:pPr>
              <w:ind w:right="142"/>
              <w:rPr>
                <w:bCs/>
                <w:snapToGrid w:val="0"/>
              </w:rPr>
            </w:pPr>
          </w:p>
        </w:tc>
      </w:tr>
      <w:tr w:rsidR="000960D4" w:rsidRPr="000960D4" w:rsidTr="00403CAC">
        <w:tc>
          <w:tcPr>
            <w:tcW w:w="1843" w:type="dxa"/>
          </w:tcPr>
          <w:p w:rsidR="000960D4" w:rsidRPr="000960D4" w:rsidRDefault="000960D4" w:rsidP="00403CAC">
            <w:pPr>
              <w:ind w:right="142"/>
              <w:rPr>
                <w:bCs/>
                <w:snapToGrid w:val="0"/>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410" w:type="dxa"/>
          </w:tcPr>
          <w:p w:rsidR="000960D4" w:rsidRPr="000960D4" w:rsidRDefault="000960D4" w:rsidP="00403CAC">
            <w:pPr>
              <w:ind w:right="142"/>
              <w:rPr>
                <w:bCs/>
                <w:snapToGrid w:val="0"/>
                <w:sz w:val="18"/>
                <w:szCs w:val="18"/>
              </w:rPr>
            </w:pPr>
          </w:p>
        </w:tc>
      </w:tr>
      <w:tr w:rsidR="000960D4" w:rsidRPr="00A63548" w:rsidTr="00403CAC">
        <w:tc>
          <w:tcPr>
            <w:tcW w:w="1843" w:type="dxa"/>
          </w:tcPr>
          <w:p w:rsidR="000960D4" w:rsidRPr="00A63548" w:rsidRDefault="000960D4" w:rsidP="00403CAC">
            <w:pPr>
              <w:ind w:right="142"/>
              <w:rPr>
                <w:b/>
                <w:bCs/>
                <w:snapToGrid w:val="0"/>
                <w:color w:val="FF0000"/>
              </w:rPr>
            </w:pPr>
          </w:p>
        </w:tc>
        <w:tc>
          <w:tcPr>
            <w:tcW w:w="2410" w:type="dxa"/>
          </w:tcPr>
          <w:p w:rsidR="000960D4" w:rsidRPr="00A63548" w:rsidRDefault="000960D4" w:rsidP="00403CAC">
            <w:pPr>
              <w:ind w:right="142"/>
              <w:rPr>
                <w:b/>
                <w:bCs/>
                <w:snapToGrid w:val="0"/>
                <w:color w:val="FF0000"/>
              </w:rPr>
            </w:pPr>
          </w:p>
        </w:tc>
      </w:tr>
    </w:tbl>
    <w:p w:rsidR="000960D4" w:rsidRPr="00A63548" w:rsidRDefault="0034536E" w:rsidP="0034536E">
      <w:pPr>
        <w:spacing w:after="120"/>
        <w:ind w:left="2268" w:right="1469" w:hanging="1134"/>
        <w:jc w:val="right"/>
      </w:pPr>
      <w:r>
        <w:rPr>
          <w:rFonts w:eastAsia="MS Mincho"/>
        </w:rPr>
        <w:t>"</w:t>
      </w:r>
    </w:p>
    <w:p w:rsidR="000960D4" w:rsidRDefault="000960D4" w:rsidP="000960D4">
      <w:pPr>
        <w:spacing w:after="120"/>
        <w:ind w:left="2268" w:hanging="1134"/>
        <w:rPr>
          <w:i/>
        </w:rPr>
      </w:pPr>
      <w:r w:rsidRPr="00A63548">
        <w:rPr>
          <w:i/>
        </w:rPr>
        <w:t xml:space="preserve">Annex 3, </w:t>
      </w:r>
    </w:p>
    <w:p w:rsidR="000960D4" w:rsidRPr="00A63548" w:rsidRDefault="000960D4" w:rsidP="000960D4">
      <w:pPr>
        <w:spacing w:after="120"/>
        <w:ind w:left="2268" w:hanging="1134"/>
      </w:pPr>
      <w:r w:rsidRPr="00A63548">
        <w:rPr>
          <w:i/>
        </w:rPr>
        <w:t xml:space="preserve">Sheets L3/1 to 6, </w:t>
      </w:r>
      <w:r w:rsidRPr="00A63548">
        <w:t xml:space="preserve">renumber </w:t>
      </w:r>
      <w:r>
        <w:t xml:space="preserve">as </w:t>
      </w:r>
      <w:r w:rsidRPr="00A63548">
        <w:t>sheets Lx3/1 to 6</w:t>
      </w:r>
      <w:r w:rsidR="00403CAC">
        <w:t>.</w:t>
      </w:r>
    </w:p>
    <w:p w:rsidR="000960D4" w:rsidRPr="00A63548" w:rsidRDefault="000960D4" w:rsidP="000960D4">
      <w:pPr>
        <w:spacing w:after="120"/>
        <w:ind w:left="2268" w:hanging="1134"/>
      </w:pPr>
      <w:r>
        <w:rPr>
          <w:i/>
        </w:rPr>
        <w:t>S</w:t>
      </w:r>
      <w:r w:rsidRPr="00A63548">
        <w:rPr>
          <w:i/>
        </w:rPr>
        <w:t>heet L3/1, bottom left,</w:t>
      </w:r>
      <w:r w:rsidRPr="00A63548">
        <w:t xml:space="preserve"> amend to read:</w:t>
      </w:r>
    </w:p>
    <w:p w:rsidR="000960D4" w:rsidRPr="00A63548" w:rsidRDefault="0034536E" w:rsidP="000960D4">
      <w:pPr>
        <w:spacing w:after="120"/>
        <w:ind w:left="2268" w:hanging="1134"/>
      </w:pPr>
      <w:r>
        <w:rPr>
          <w:rFonts w:eastAsia="MS Mincho"/>
        </w:rPr>
        <w:t>"</w:t>
      </w:r>
      <w:r w:rsidR="000960D4" w:rsidRPr="00A63548">
        <w:rPr>
          <w:bCs/>
        </w:rPr>
        <w:t xml:space="preserve">For the notes see sheet </w:t>
      </w:r>
      <w:r w:rsidR="000960D4" w:rsidRPr="00A63548">
        <w:t>L</w:t>
      </w:r>
      <w:r w:rsidR="000960D4" w:rsidRPr="00A63548">
        <w:rPr>
          <w:b/>
        </w:rPr>
        <w:t>x</w:t>
      </w:r>
      <w:r>
        <w:t>3/2.</w:t>
      </w:r>
      <w:r>
        <w:rPr>
          <w:rFonts w:eastAsia="MS Mincho"/>
        </w:rPr>
        <w:t>"</w:t>
      </w:r>
    </w:p>
    <w:p w:rsidR="000960D4" w:rsidRPr="00A63548" w:rsidRDefault="000960D4" w:rsidP="000960D4">
      <w:pPr>
        <w:spacing w:after="120"/>
        <w:ind w:left="2268" w:hanging="1134"/>
        <w:rPr>
          <w:i/>
        </w:rPr>
      </w:pPr>
      <w:r w:rsidRPr="00A63548">
        <w:rPr>
          <w:i/>
        </w:rPr>
        <w:t xml:space="preserve">Sheets L5/1 to 6, </w:t>
      </w:r>
      <w:r w:rsidRPr="00A63548">
        <w:t xml:space="preserve">renumber </w:t>
      </w:r>
      <w:r w:rsidR="00403CAC">
        <w:t>as</w:t>
      </w:r>
      <w:r w:rsidRPr="00A63548">
        <w:t xml:space="preserve"> sheets Lx5/1 to 6</w:t>
      </w:r>
      <w:r w:rsidR="00403CAC">
        <w:t>.</w:t>
      </w:r>
    </w:p>
    <w:p w:rsidR="008523C4" w:rsidRDefault="000960D4" w:rsidP="0034536E">
      <w:pPr>
        <w:spacing w:after="120"/>
        <w:ind w:left="1134" w:right="1134"/>
      </w:pPr>
      <w:r w:rsidRPr="00A63548">
        <w:rPr>
          <w:i/>
        </w:rPr>
        <w:t xml:space="preserve">Before sheet LR1/1, </w:t>
      </w:r>
      <w:r w:rsidRPr="00A63548">
        <w:t>insert new sheets L1/1 to 5, to read</w:t>
      </w:r>
      <w:r w:rsidR="00403CAC">
        <w:t xml:space="preserve"> </w:t>
      </w:r>
      <w:r w:rsidRPr="00A63548">
        <w:t xml:space="preserve">(see </w:t>
      </w:r>
      <w:r w:rsidR="00403CAC">
        <w:t xml:space="preserve">the </w:t>
      </w:r>
      <w:r w:rsidRPr="00A63548">
        <w:t>following pages; one page per sheet):</w:t>
      </w:r>
      <w:r w:rsidR="008523C4">
        <w:br w:type="page"/>
      </w:r>
    </w:p>
    <w:p w:rsidR="000960D4" w:rsidRPr="00A63548" w:rsidRDefault="0034536E" w:rsidP="000960D4">
      <w:pPr>
        <w:pBdr>
          <w:bottom w:val="single" w:sz="12" w:space="1" w:color="auto"/>
        </w:pBdr>
        <w:tabs>
          <w:tab w:val="center" w:pos="4820"/>
          <w:tab w:val="right" w:pos="9356"/>
        </w:tabs>
        <w:ind w:right="-1"/>
        <w:rPr>
          <w:b/>
          <w:bCs/>
          <w:snapToGrid w:val="0"/>
        </w:rPr>
      </w:pPr>
      <w:r>
        <w:rPr>
          <w:rFonts w:eastAsia="MS Mincho"/>
        </w:rPr>
        <w:lastRenderedPageBreak/>
        <w:t>"</w:t>
      </w:r>
      <w:r w:rsidR="000960D4" w:rsidRPr="00A63548">
        <w:rPr>
          <w:rFonts w:ascii="Arial" w:hAnsi="Arial" w:cs="Arial"/>
          <w:bCs/>
          <w:snapToGrid w:val="0"/>
        </w:rPr>
        <w:tab/>
      </w:r>
      <w:r w:rsidR="000960D4" w:rsidRPr="00A63548">
        <w:rPr>
          <w:b/>
          <w:bCs/>
          <w:snapToGrid w:val="0"/>
        </w:rPr>
        <w:t>Category L1</w:t>
      </w:r>
      <w:r w:rsidR="0041729A">
        <w:rPr>
          <w:b/>
          <w:bCs/>
          <w:snapToGrid w:val="0"/>
        </w:rPr>
        <w:t>A/6, L1B/6</w:t>
      </w:r>
      <w:r w:rsidR="000960D4" w:rsidRPr="00A63548">
        <w:rPr>
          <w:b/>
          <w:bCs/>
          <w:snapToGrid w:val="0"/>
        </w:rPr>
        <w:t xml:space="preserve"> </w:t>
      </w:r>
      <w:r w:rsidR="000960D4" w:rsidRPr="00A63548">
        <w:rPr>
          <w:b/>
          <w:bCs/>
          <w:snapToGrid w:val="0"/>
        </w:rPr>
        <w:tab/>
        <w:t>Sheet L1/1</w:t>
      </w:r>
    </w:p>
    <w:p w:rsidR="000960D4" w:rsidRPr="00A63548" w:rsidRDefault="000960D4" w:rsidP="000960D4">
      <w:pPr>
        <w:widowControl w:val="0"/>
        <w:jc w:val="both"/>
        <w:rPr>
          <w:rFonts w:eastAsia="Calibri"/>
          <w:spacing w:val="-1"/>
          <w:szCs w:val="22"/>
        </w:rPr>
      </w:pPr>
      <w:r w:rsidRPr="00A63548">
        <w:rPr>
          <w:rFonts w:eastAsia="Calibri"/>
          <w:szCs w:val="22"/>
        </w:rPr>
        <w:t>The</w:t>
      </w:r>
      <w:r w:rsidRPr="00A63548">
        <w:rPr>
          <w:rFonts w:eastAsia="Calibri"/>
          <w:spacing w:val="-2"/>
          <w:szCs w:val="22"/>
        </w:rPr>
        <w:t xml:space="preserve"> </w:t>
      </w:r>
      <w:r w:rsidRPr="00A63548">
        <w:rPr>
          <w:rFonts w:eastAsia="Calibri"/>
          <w:spacing w:val="-1"/>
          <w:szCs w:val="22"/>
        </w:rPr>
        <w:t>drawings</w:t>
      </w:r>
      <w:r w:rsidRPr="00A63548">
        <w:rPr>
          <w:rFonts w:eastAsia="Calibri"/>
          <w:szCs w:val="22"/>
        </w:rPr>
        <w:t xml:space="preserve"> </w:t>
      </w:r>
      <w:r w:rsidRPr="00A63548">
        <w:rPr>
          <w:rFonts w:eastAsia="Calibri"/>
          <w:spacing w:val="-1"/>
          <w:szCs w:val="22"/>
        </w:rPr>
        <w:t>are</w:t>
      </w:r>
      <w:r w:rsidRPr="00A63548">
        <w:rPr>
          <w:rFonts w:eastAsia="Calibri"/>
          <w:szCs w:val="22"/>
        </w:rPr>
        <w:t xml:space="preserve"> </w:t>
      </w:r>
      <w:r w:rsidRPr="00A63548">
        <w:rPr>
          <w:rFonts w:eastAsia="Calibri"/>
          <w:spacing w:val="-1"/>
          <w:szCs w:val="22"/>
        </w:rPr>
        <w:t>intended</w:t>
      </w:r>
      <w:r w:rsidRPr="00A63548">
        <w:rPr>
          <w:rFonts w:eastAsia="Calibri"/>
          <w:spacing w:val="-3"/>
          <w:szCs w:val="22"/>
        </w:rPr>
        <w:t xml:space="preserve"> </w:t>
      </w:r>
      <w:r w:rsidRPr="00A63548">
        <w:rPr>
          <w:rFonts w:eastAsia="Calibri"/>
          <w:szCs w:val="22"/>
        </w:rPr>
        <w:t>only</w:t>
      </w:r>
      <w:r w:rsidRPr="00A63548">
        <w:rPr>
          <w:rFonts w:eastAsia="Calibri"/>
          <w:spacing w:val="-3"/>
          <w:szCs w:val="22"/>
        </w:rPr>
        <w:t xml:space="preserve"> </w:t>
      </w:r>
      <w:r w:rsidRPr="00A63548">
        <w:rPr>
          <w:rFonts w:eastAsia="Calibri"/>
          <w:szCs w:val="22"/>
        </w:rPr>
        <w:t xml:space="preserve">to </w:t>
      </w:r>
      <w:r w:rsidRPr="00A63548">
        <w:rPr>
          <w:rFonts w:eastAsia="Calibri"/>
          <w:spacing w:val="-1"/>
          <w:szCs w:val="22"/>
        </w:rPr>
        <w:t>illustrate</w:t>
      </w:r>
      <w:r w:rsidRPr="00A63548">
        <w:rPr>
          <w:rFonts w:eastAsia="Calibri"/>
          <w:spacing w:val="-2"/>
          <w:szCs w:val="22"/>
        </w:rPr>
        <w:t xml:space="preserve"> </w:t>
      </w:r>
      <w:r w:rsidRPr="00A63548">
        <w:rPr>
          <w:rFonts w:eastAsia="Calibri"/>
          <w:szCs w:val="22"/>
        </w:rPr>
        <w:t>the</w:t>
      </w:r>
      <w:r w:rsidRPr="00A63548">
        <w:rPr>
          <w:rFonts w:eastAsia="Calibri"/>
          <w:spacing w:val="-2"/>
          <w:szCs w:val="22"/>
        </w:rPr>
        <w:t xml:space="preserve"> </w:t>
      </w:r>
      <w:r w:rsidRPr="00A63548">
        <w:rPr>
          <w:rFonts w:eastAsia="Calibri"/>
          <w:spacing w:val="-1"/>
          <w:szCs w:val="22"/>
        </w:rPr>
        <w:t>essential</w:t>
      </w:r>
      <w:r w:rsidRPr="00A63548">
        <w:rPr>
          <w:rFonts w:eastAsia="Calibri"/>
          <w:spacing w:val="1"/>
          <w:szCs w:val="22"/>
        </w:rPr>
        <w:t xml:space="preserve"> </w:t>
      </w:r>
      <w:r w:rsidRPr="00A63548">
        <w:rPr>
          <w:rFonts w:eastAsia="Calibri"/>
          <w:spacing w:val="-1"/>
          <w:szCs w:val="22"/>
        </w:rPr>
        <w:t>dimensions</w:t>
      </w:r>
      <w:r w:rsidRPr="00A63548">
        <w:rPr>
          <w:rFonts w:eastAsia="Calibri"/>
          <w:spacing w:val="-2"/>
          <w:szCs w:val="22"/>
        </w:rPr>
        <w:t xml:space="preserve"> </w:t>
      </w:r>
      <w:r w:rsidRPr="00A63548">
        <w:rPr>
          <w:rFonts w:eastAsia="Calibri"/>
          <w:spacing w:val="-1"/>
          <w:szCs w:val="22"/>
        </w:rPr>
        <w:t>(in</w:t>
      </w:r>
      <w:r w:rsidRPr="00A63548">
        <w:rPr>
          <w:rFonts w:eastAsia="Calibri"/>
          <w:szCs w:val="22"/>
        </w:rPr>
        <w:t xml:space="preserve"> </w:t>
      </w:r>
      <w:r w:rsidRPr="00A63548">
        <w:rPr>
          <w:rFonts w:eastAsia="Calibri"/>
          <w:spacing w:val="-2"/>
          <w:szCs w:val="22"/>
        </w:rPr>
        <w:t>mm)</w:t>
      </w:r>
      <w:r w:rsidRPr="00A63548">
        <w:rPr>
          <w:rFonts w:eastAsia="Calibri"/>
          <w:spacing w:val="1"/>
          <w:szCs w:val="22"/>
        </w:rPr>
        <w:t xml:space="preserve"> </w:t>
      </w:r>
      <w:r w:rsidRPr="00A63548">
        <w:rPr>
          <w:rFonts w:eastAsia="Calibri"/>
          <w:szCs w:val="22"/>
        </w:rPr>
        <w:t>of</w:t>
      </w:r>
      <w:r w:rsidRPr="00A63548">
        <w:rPr>
          <w:rFonts w:eastAsia="Calibri"/>
          <w:spacing w:val="-1"/>
          <w:szCs w:val="22"/>
        </w:rPr>
        <w:t xml:space="preserve"> the</w:t>
      </w:r>
      <w:r w:rsidRPr="00A63548">
        <w:rPr>
          <w:rFonts w:eastAsia="Calibri"/>
          <w:szCs w:val="22"/>
        </w:rPr>
        <w:t xml:space="preserve"> </w:t>
      </w:r>
      <w:r w:rsidRPr="00A63548">
        <w:rPr>
          <w:rFonts w:eastAsia="Calibri"/>
          <w:spacing w:val="-1"/>
          <w:szCs w:val="22"/>
        </w:rPr>
        <w:t>LED light</w:t>
      </w:r>
      <w:r w:rsidRPr="00A63548">
        <w:rPr>
          <w:rFonts w:eastAsia="Calibri"/>
          <w:spacing w:val="-2"/>
          <w:szCs w:val="22"/>
        </w:rPr>
        <w:t xml:space="preserve"> </w:t>
      </w:r>
      <w:r w:rsidRPr="00A63548">
        <w:rPr>
          <w:rFonts w:eastAsia="Calibri"/>
          <w:spacing w:val="-1"/>
          <w:szCs w:val="22"/>
        </w:rPr>
        <w:t>source</w:t>
      </w:r>
    </w:p>
    <w:p w:rsidR="000960D4" w:rsidRPr="00A63548" w:rsidRDefault="000960D4" w:rsidP="000960D4">
      <w:pPr>
        <w:widowControl w:val="0"/>
        <w:jc w:val="both"/>
        <w:rPr>
          <w:szCs w:val="22"/>
        </w:rPr>
      </w:pPr>
      <w:r w:rsidRPr="00A63548">
        <w:rPr>
          <w:rFonts w:eastAsia="Calibri"/>
          <w:szCs w:val="22"/>
        </w:rPr>
        <w:t>Projection method:</w:t>
      </w:r>
      <w:r w:rsidRPr="00A63548">
        <w:rPr>
          <w:rFonts w:eastAsia="Calibri"/>
          <w:szCs w:val="22"/>
          <w:lang w:eastAsia="en-GB"/>
        </w:rPr>
        <w:t xml:space="preserve"> </w:t>
      </w:r>
      <w:r w:rsidRPr="00A63548">
        <w:rPr>
          <w:rFonts w:eastAsia="Calibri"/>
          <w:noProof/>
          <w:szCs w:val="22"/>
          <w:lang w:eastAsia="en-GB"/>
        </w:rPr>
        <w:drawing>
          <wp:inline distT="0" distB="0" distL="0" distR="0">
            <wp:extent cx="259351" cy="161608"/>
            <wp:effectExtent l="0" t="0" r="762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flipV="1">
                      <a:off x="0" y="0"/>
                      <a:ext cx="309653" cy="192953"/>
                    </a:xfrm>
                    <a:prstGeom prst="rect">
                      <a:avLst/>
                    </a:prstGeom>
                  </pic:spPr>
                </pic:pic>
              </a:graphicData>
            </a:graphic>
          </wp:inline>
        </w:drawing>
      </w:r>
    </w:p>
    <w:p w:rsidR="000960D4" w:rsidRPr="00A63548" w:rsidRDefault="000960D4" w:rsidP="000960D4">
      <w:pPr>
        <w:spacing w:after="120"/>
        <w:ind w:left="1134" w:right="1134"/>
        <w:jc w:val="both"/>
        <w:rPr>
          <w:snapToGrid w:val="0"/>
        </w:rPr>
      </w:pPr>
    </w:p>
    <w:p w:rsidR="000960D4" w:rsidRPr="00A63548" w:rsidRDefault="000960D4" w:rsidP="000960D4">
      <w:pPr>
        <w:widowControl w:val="0"/>
        <w:tabs>
          <w:tab w:val="left" w:pos="7400"/>
        </w:tabs>
        <w:rPr>
          <w:rFonts w:eastAsia="Calibri"/>
          <w:bCs/>
          <w:szCs w:val="22"/>
        </w:rPr>
      </w:pPr>
      <w:r w:rsidRPr="00A63548">
        <w:rPr>
          <w:rFonts w:eastAsia="Calibri"/>
          <w:bCs/>
          <w:szCs w:val="22"/>
        </w:rPr>
        <w:t>Figure 1***</w:t>
      </w:r>
    </w:p>
    <w:p w:rsidR="000960D4" w:rsidRPr="00A63548" w:rsidRDefault="000960D4" w:rsidP="000960D4">
      <w:pPr>
        <w:widowControl w:val="0"/>
        <w:tabs>
          <w:tab w:val="left" w:pos="7400"/>
        </w:tabs>
        <w:rPr>
          <w:rFonts w:eastAsia="Calibri"/>
          <w:b/>
          <w:spacing w:val="-1"/>
          <w:szCs w:val="22"/>
        </w:rPr>
      </w:pPr>
      <w:r w:rsidRPr="00A63548">
        <w:rPr>
          <w:rFonts w:eastAsia="Calibri"/>
          <w:b/>
          <w:bCs/>
          <w:szCs w:val="22"/>
        </w:rPr>
        <w:t xml:space="preserve">Main Drawing, </w:t>
      </w:r>
      <w:r w:rsidRPr="00A63548">
        <w:rPr>
          <w:rFonts w:eastAsia="Calibri"/>
          <w:b/>
          <w:spacing w:val="-1"/>
          <w:szCs w:val="22"/>
        </w:rPr>
        <w:t>L1A</w:t>
      </w:r>
      <w:r w:rsidR="0041729A">
        <w:rPr>
          <w:rFonts w:eastAsia="Calibri"/>
          <w:b/>
          <w:spacing w:val="-1"/>
          <w:szCs w:val="22"/>
        </w:rPr>
        <w:t>/6</w:t>
      </w:r>
    </w:p>
    <w:p w:rsidR="000960D4" w:rsidRDefault="000960D4" w:rsidP="000960D4">
      <w:pPr>
        <w:widowControl w:val="0"/>
        <w:tabs>
          <w:tab w:val="left" w:pos="8615"/>
        </w:tabs>
        <w:rPr>
          <w:rFonts w:eastAsia="Calibri"/>
          <w:color w:val="000000"/>
          <w:szCs w:val="22"/>
        </w:rPr>
      </w:pPr>
    </w:p>
    <w:p w:rsidR="00781840" w:rsidRDefault="009F2EF0" w:rsidP="000960D4">
      <w:pPr>
        <w:widowControl w:val="0"/>
        <w:tabs>
          <w:tab w:val="left" w:pos="8615"/>
        </w:tabs>
        <w:rPr>
          <w:rFonts w:eastAsia="Calibri"/>
          <w:color w:val="000000"/>
          <w:szCs w:val="22"/>
        </w:rPr>
      </w:pPr>
      <w:r>
        <w:rPr>
          <w:noProof/>
          <w:lang w:eastAsia="en-GB"/>
        </w:rPr>
        <mc:AlternateContent>
          <mc:Choice Requires="wpg">
            <w:drawing>
              <wp:inline distT="0" distB="0" distL="0" distR="0">
                <wp:extent cx="5765800" cy="2618105"/>
                <wp:effectExtent l="0" t="0" r="0" b="1270"/>
                <wp:docPr id="2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800" cy="2618105"/>
                          <a:chOff x="0" y="-56"/>
                          <a:chExt cx="57658" cy="26179"/>
                        </a:xfrm>
                      </wpg:grpSpPr>
                      <wpg:grpSp>
                        <wpg:cNvPr id="237" name="Group 25"/>
                        <wpg:cNvGrpSpPr>
                          <a:grpSpLocks/>
                        </wpg:cNvGrpSpPr>
                        <wpg:grpSpPr bwMode="auto">
                          <a:xfrm>
                            <a:off x="0" y="1968"/>
                            <a:ext cx="57658" cy="22085"/>
                            <a:chOff x="0" y="1968"/>
                            <a:chExt cx="57658" cy="22085"/>
                          </a:xfrm>
                        </wpg:grpSpPr>
                        <wpg:grpSp>
                          <wpg:cNvPr id="238" name="Group 26"/>
                          <wpg:cNvGrpSpPr>
                            <a:grpSpLocks/>
                          </wpg:cNvGrpSpPr>
                          <wpg:grpSpPr bwMode="auto">
                            <a:xfrm>
                              <a:off x="0" y="1968"/>
                              <a:ext cx="57658" cy="22085"/>
                              <a:chOff x="0" y="1968"/>
                              <a:chExt cx="57658" cy="22083"/>
                            </a:xfrm>
                          </wpg:grpSpPr>
                          <pic:pic xmlns:pic="http://schemas.openxmlformats.org/drawingml/2006/picture">
                            <pic:nvPicPr>
                              <pic:cNvPr id="239" name="Picture 27"/>
                              <pic:cNvPicPr>
                                <a:picLocks noChangeAspect="1"/>
                              </pic:cNvPicPr>
                            </pic:nvPicPr>
                            <pic:blipFill>
                              <a:blip r:embed="rId14" cstate="print">
                                <a:extLst>
                                  <a:ext uri="{28A0092B-C50C-407E-A947-70E740481C1C}">
                                    <a14:useLocalDpi xmlns:a14="http://schemas.microsoft.com/office/drawing/2010/main" val="0"/>
                                  </a:ext>
                                </a:extLst>
                              </a:blip>
                              <a:srcRect l="1643" t="16914" r="3967" b="23479"/>
                              <a:stretch>
                                <a:fillRect/>
                              </a:stretch>
                            </pic:blipFill>
                            <pic:spPr bwMode="auto">
                              <a:xfrm>
                                <a:off x="0" y="3924"/>
                                <a:ext cx="57658" cy="19926"/>
                              </a:xfrm>
                              <a:prstGeom prst="rect">
                                <a:avLst/>
                              </a:prstGeom>
                              <a:noFill/>
                              <a:extLst>
                                <a:ext uri="{909E8E84-426E-40DD-AFC4-6F175D3DCCD1}">
                                  <a14:hiddenFill xmlns:a14="http://schemas.microsoft.com/office/drawing/2010/main">
                                    <a:solidFill>
                                      <a:srgbClr val="FFFFFF"/>
                                    </a:solidFill>
                                  </a14:hiddenFill>
                                </a:ext>
                              </a:extLst>
                            </pic:spPr>
                          </pic:pic>
                          <wpg:grpSp>
                            <wpg:cNvPr id="240" name="Group 28"/>
                            <wpg:cNvGrpSpPr>
                              <a:grpSpLocks/>
                            </wpg:cNvGrpSpPr>
                            <wpg:grpSpPr bwMode="auto">
                              <a:xfrm>
                                <a:off x="12896" y="1968"/>
                                <a:ext cx="40291" cy="22083"/>
                                <a:chOff x="12896" y="1968"/>
                                <a:chExt cx="40290" cy="22083"/>
                              </a:xfrm>
                            </wpg:grpSpPr>
                            <wps:wsp>
                              <wps:cNvPr id="241" name="Straight Arrow Connector 29"/>
                              <wps:cNvCnPr>
                                <a:cxnSpLocks noChangeShapeType="1"/>
                              </wps:cNvCnPr>
                              <wps:spPr bwMode="auto">
                                <a:xfrm>
                                  <a:off x="37421" y="1968"/>
                                  <a:ext cx="11132" cy="12083"/>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g:grpSp>
                              <wpg:cNvPr id="242" name="Group 30"/>
                              <wpg:cNvGrpSpPr>
                                <a:grpSpLocks/>
                              </wpg:cNvGrpSpPr>
                              <wpg:grpSpPr bwMode="auto">
                                <a:xfrm>
                                  <a:off x="12896" y="3924"/>
                                  <a:ext cx="40291" cy="20127"/>
                                  <a:chOff x="12896" y="3924"/>
                                  <a:chExt cx="40292" cy="20133"/>
                                </a:xfrm>
                              </wpg:grpSpPr>
                              <wps:wsp>
                                <wps:cNvPr id="243" name="Straight Arrow Connector 31"/>
                                <wps:cNvCnPr>
                                  <a:cxnSpLocks noChangeShapeType="1"/>
                                </wps:cNvCnPr>
                                <wps:spPr bwMode="auto">
                                  <a:xfrm>
                                    <a:off x="26322" y="3924"/>
                                    <a:ext cx="4863" cy="4758"/>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44" name="Straight Arrow Connector 224"/>
                                <wps:cNvCnPr>
                                  <a:cxnSpLocks noChangeShapeType="1"/>
                                </wps:cNvCnPr>
                                <wps:spPr bwMode="auto">
                                  <a:xfrm>
                                    <a:off x="25215" y="5173"/>
                                    <a:ext cx="3591" cy="9007"/>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45" name="Straight Arrow Connector 225"/>
                                <wps:cNvCnPr>
                                  <a:cxnSpLocks noChangeShapeType="1"/>
                                </wps:cNvCnPr>
                                <wps:spPr bwMode="auto">
                                  <a:xfrm>
                                    <a:off x="14420" y="6507"/>
                                    <a:ext cx="9538" cy="7232"/>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46" name="Straight Arrow Connector 226"/>
                                <wps:cNvCnPr>
                                  <a:cxnSpLocks noChangeShapeType="1"/>
                                </wps:cNvCnPr>
                                <wps:spPr bwMode="auto">
                                  <a:xfrm flipV="1">
                                    <a:off x="12896" y="14508"/>
                                    <a:ext cx="11053" cy="8108"/>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47" name="Straight Arrow Connector 227"/>
                                <wps:cNvCnPr>
                                  <a:cxnSpLocks noChangeShapeType="1"/>
                                </wps:cNvCnPr>
                                <wps:spPr bwMode="auto">
                                  <a:xfrm flipV="1">
                                    <a:off x="52393" y="12612"/>
                                    <a:ext cx="795" cy="11445"/>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g:grpSp>
                          </wpg:grpSp>
                        </wpg:grpSp>
                        <wpg:grpSp>
                          <wpg:cNvPr id="248" name="Group 229"/>
                          <wpg:cNvGrpSpPr>
                            <a:grpSpLocks/>
                          </wpg:cNvGrpSpPr>
                          <wpg:grpSpPr bwMode="auto">
                            <a:xfrm>
                              <a:off x="19621" y="6221"/>
                              <a:ext cx="9652" cy="15877"/>
                              <a:chOff x="19598" y="6221"/>
                              <a:chExt cx="8469" cy="15876"/>
                            </a:xfrm>
                          </wpg:grpSpPr>
                          <wps:wsp>
                            <wps:cNvPr id="249" name="Straight Connector 230"/>
                            <wps:cNvCnPr/>
                            <wps:spPr bwMode="auto">
                              <a:xfrm flipH="1" flipV="1">
                                <a:off x="19598" y="6221"/>
                                <a:ext cx="8469" cy="6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50" name="Straight Connector 231"/>
                            <wps:cNvCnPr/>
                            <wps:spPr bwMode="auto">
                              <a:xfrm flipH="1" flipV="1">
                                <a:off x="19598" y="22034"/>
                                <a:ext cx="8246" cy="6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51" name="Straight Connector 232"/>
                            <wps:cNvCnPr/>
                            <wps:spPr bwMode="auto">
                              <a:xfrm flipH="1" flipV="1">
                                <a:off x="19598" y="6286"/>
                                <a:ext cx="21" cy="15558"/>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grpSp>
                        <wps:wsp>
                          <wps:cNvPr id="252" name="Straight Arrow Connector 233"/>
                          <wps:cNvCnPr>
                            <a:cxnSpLocks noChangeShapeType="1"/>
                          </wps:cNvCnPr>
                          <wps:spPr bwMode="auto">
                            <a:xfrm>
                              <a:off x="17335" y="7810"/>
                              <a:ext cx="2311" cy="1543"/>
                            </a:xfrm>
                            <a:prstGeom prst="straightConnector1">
                              <a:avLst/>
                            </a:prstGeom>
                            <a:noFill/>
                            <a:ln w="9525">
                              <a:solidFill>
                                <a:schemeClr val="tx1">
                                  <a:lumMod val="100000"/>
                                  <a:lumOff val="0"/>
                                </a:schemeClr>
                              </a:solidFill>
                              <a:round/>
                              <a:headEnd/>
                              <a:tailEnd type="triangle" w="sm" len="lg"/>
                            </a:ln>
                            <a:extLst>
                              <a:ext uri="{909E8E84-426E-40DD-AFC4-6F175D3DCCD1}">
                                <a14:hiddenFill xmlns:a14="http://schemas.microsoft.com/office/drawing/2010/main">
                                  <a:noFill/>
                                </a14:hiddenFill>
                              </a:ext>
                            </a:extLst>
                          </wps:spPr>
                          <wps:bodyPr/>
                        </wps:wsp>
                      </wpg:grpSp>
                      <wps:wsp>
                        <wps:cNvPr id="253" name="Text Box 2"/>
                        <wps:cNvSpPr txBox="1">
                          <a:spLocks noChangeArrowheads="1"/>
                        </wps:cNvSpPr>
                        <wps:spPr bwMode="auto">
                          <a:xfrm>
                            <a:off x="30544" y="4192"/>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m</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54" name="Text Box 2"/>
                        <wps:cNvSpPr txBox="1">
                          <a:spLocks noChangeArrowheads="1"/>
                        </wps:cNvSpPr>
                        <wps:spPr bwMode="auto">
                          <a:xfrm>
                            <a:off x="47943" y="3176"/>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b</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55" name="Text Box 2"/>
                        <wps:cNvSpPr txBox="1">
                          <a:spLocks noChangeArrowheads="1"/>
                        </wps:cNvSpPr>
                        <wps:spPr bwMode="auto">
                          <a:xfrm>
                            <a:off x="48070" y="4763"/>
                            <a:ext cx="3937"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rFonts w:eastAsia="Calibri"/>
                                  <w:color w:val="000000"/>
                                  <w:sz w:val="20"/>
                                  <w:szCs w:val="20"/>
                                  <w:lang w:val="en-GB"/>
                                </w:rPr>
                                <w:t xml:space="preserve">c**  </w:t>
                              </w:r>
                            </w:p>
                          </w:txbxContent>
                        </wps:txbx>
                        <wps:bodyPr rot="0" vert="horz" wrap="square" lIns="91440" tIns="45720" rIns="91440" bIns="45720" anchor="t" anchorCtr="0" upright="1">
                          <a:spAutoFit/>
                        </wps:bodyPr>
                      </wps:wsp>
                      <wps:wsp>
                        <wps:cNvPr id="256" name="Text Box 460"/>
                        <wps:cNvSpPr txBox="1">
                          <a:spLocks/>
                        </wps:cNvSpPr>
                        <wps:spPr bwMode="auto">
                          <a:xfrm>
                            <a:off x="55181" y="12382"/>
                            <a:ext cx="1435" cy="128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h</w:t>
                              </w:r>
                            </w:p>
                          </w:txbxContent>
                        </wps:txbx>
                        <wps:bodyPr rot="0" vert="vert270" wrap="square" lIns="0" tIns="0" rIns="0" bIns="0" anchor="ctr" anchorCtr="0" upright="1">
                          <a:noAutofit/>
                        </wps:bodyPr>
                      </wps:wsp>
                      <wps:wsp>
                        <wps:cNvPr id="257" name="Text Box 463"/>
                        <wps:cNvSpPr txBox="1">
                          <a:spLocks/>
                        </wps:cNvSpPr>
                        <wps:spPr bwMode="auto">
                          <a:xfrm>
                            <a:off x="37020" y="16256"/>
                            <a:ext cx="1549" cy="3651"/>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45°**</w:t>
                              </w:r>
                            </w:p>
                          </w:txbxContent>
                        </wps:txbx>
                        <wps:bodyPr rot="0" vert="vert270" wrap="square" lIns="0" tIns="0" rIns="0" bIns="0" anchor="ctr" anchorCtr="0" upright="1">
                          <a:noAutofit/>
                        </wps:bodyPr>
                      </wps:wsp>
                      <wps:wsp>
                        <wps:cNvPr id="258" name="Text Box 464"/>
                        <wps:cNvSpPr txBox="1">
                          <a:spLocks/>
                        </wps:cNvSpPr>
                        <wps:spPr bwMode="auto">
                          <a:xfrm>
                            <a:off x="36830" y="8128"/>
                            <a:ext cx="1422" cy="3778"/>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45°**</w:t>
                              </w:r>
                            </w:p>
                          </w:txbxContent>
                        </wps:txbx>
                        <wps:bodyPr rot="0" vert="vert270" wrap="square" lIns="0" tIns="0" rIns="0" bIns="0" anchor="ctr" anchorCtr="0" upright="1">
                          <a:noAutofit/>
                        </wps:bodyPr>
                      </wps:wsp>
                      <wps:wsp>
                        <wps:cNvPr id="259" name="Text Box 473"/>
                        <wps:cNvSpPr txBox="1">
                          <a:spLocks/>
                        </wps:cNvSpPr>
                        <wps:spPr bwMode="auto">
                          <a:xfrm>
                            <a:off x="35242" y="13462"/>
                            <a:ext cx="1435" cy="12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f*</w:t>
                              </w:r>
                            </w:p>
                          </w:txbxContent>
                        </wps:txbx>
                        <wps:bodyPr rot="0" vert="vert270" wrap="square" lIns="0" tIns="0" rIns="0" bIns="0" anchor="ctr" anchorCtr="0" upright="1">
                          <a:noAutofit/>
                        </wps:bodyPr>
                      </wps:wsp>
                      <wps:wsp>
                        <wps:cNvPr id="260" name="Text Box 477"/>
                        <wps:cNvSpPr txBox="1">
                          <a:spLocks/>
                        </wps:cNvSpPr>
                        <wps:spPr bwMode="auto">
                          <a:xfrm>
                            <a:off x="33655" y="14287"/>
                            <a:ext cx="1435" cy="128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k</w:t>
                              </w:r>
                            </w:p>
                          </w:txbxContent>
                        </wps:txbx>
                        <wps:bodyPr rot="0" vert="vert270" wrap="square" lIns="0" tIns="0" rIns="0" bIns="0" anchor="ctr" anchorCtr="0" upright="1">
                          <a:noAutofit/>
                        </wps:bodyPr>
                      </wps:wsp>
                      <wps:wsp>
                        <wps:cNvPr id="261" name="Text Box 2"/>
                        <wps:cNvSpPr txBox="1">
                          <a:spLocks noChangeArrowheads="1"/>
                        </wps:cNvSpPr>
                        <wps:spPr bwMode="auto">
                          <a:xfrm>
                            <a:off x="43942" y="21399"/>
                            <a:ext cx="9589"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rFonts w:eastAsia="Calibri"/>
                                  <w:color w:val="000000"/>
                                  <w:sz w:val="20"/>
                                  <w:szCs w:val="20"/>
                                  <w:lang w:val="en-GB"/>
                                </w:rPr>
                                <w:t xml:space="preserve">  g/2*     g/2* </w:t>
                              </w:r>
                            </w:p>
                          </w:txbxContent>
                        </wps:txbx>
                        <wps:bodyPr rot="0" vert="horz" wrap="square" lIns="91440" tIns="45720" rIns="91440" bIns="45720" anchor="t" anchorCtr="0" upright="1">
                          <a:spAutoFit/>
                        </wps:bodyPr>
                      </wps:wsp>
                      <wps:wsp>
                        <wps:cNvPr id="262" name="Text Box 2"/>
                        <wps:cNvSpPr txBox="1">
                          <a:spLocks noChangeArrowheads="1"/>
                        </wps:cNvSpPr>
                        <wps:spPr bwMode="auto">
                          <a:xfrm>
                            <a:off x="24829" y="22986"/>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d</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63" name="Text Box 2"/>
                        <wps:cNvSpPr txBox="1">
                          <a:spLocks noChangeArrowheads="1"/>
                        </wps:cNvSpPr>
                        <wps:spPr bwMode="auto">
                          <a:xfrm>
                            <a:off x="30988" y="22796"/>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a</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64" name="Text Box 2"/>
                        <wps:cNvSpPr txBox="1">
                          <a:spLocks noChangeArrowheads="1"/>
                        </wps:cNvSpPr>
                        <wps:spPr bwMode="auto">
                          <a:xfrm>
                            <a:off x="30417" y="20891"/>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sz w:val="20"/>
                                  <w:szCs w:val="20"/>
                                  <w:lang w:val="en-GB"/>
                                </w:rPr>
                                <w:t>e</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65" name="Text Box 2"/>
                        <wps:cNvSpPr txBox="1">
                          <a:spLocks noChangeArrowheads="1"/>
                        </wps:cNvSpPr>
                        <wps:spPr bwMode="auto">
                          <a:xfrm>
                            <a:off x="10033" y="22034"/>
                            <a:ext cx="3747"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rFonts w:eastAsia="Arial"/>
                                  <w:sz w:val="20"/>
                                  <w:szCs w:val="20"/>
                                  <w:lang w:val="en-GB"/>
                                </w:rPr>
                                <w:t>V+</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66" name="Text Box 2"/>
                        <wps:cNvSpPr txBox="1">
                          <a:spLocks noChangeArrowheads="1"/>
                        </wps:cNvSpPr>
                        <wps:spPr bwMode="auto">
                          <a:xfrm>
                            <a:off x="9144" y="4763"/>
                            <a:ext cx="5969"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rFonts w:eastAsia="Calibri"/>
                                  <w:color w:val="000000"/>
                                  <w:sz w:val="20"/>
                                  <w:szCs w:val="20"/>
                                  <w:lang w:val="en-GB"/>
                                </w:rPr>
                                <w:t xml:space="preserve">Ground                                                                                                             </w:t>
                              </w:r>
                            </w:p>
                          </w:txbxContent>
                        </wps:txbx>
                        <wps:bodyPr rot="0" vert="horz" wrap="square" lIns="91440" tIns="45720" rIns="91440" bIns="45720" anchor="t" anchorCtr="0" upright="1">
                          <a:spAutoFit/>
                        </wps:bodyPr>
                      </wps:wsp>
                      <wps:wsp>
                        <wps:cNvPr id="267" name="Text Box 2"/>
                        <wps:cNvSpPr txBox="1">
                          <a:spLocks noChangeArrowheads="1"/>
                        </wps:cNvSpPr>
                        <wps:spPr bwMode="auto">
                          <a:xfrm>
                            <a:off x="15748" y="6351"/>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Pr="00C341A4" w:rsidRDefault="0034536E" w:rsidP="00781840">
                              <w:pPr>
                                <w:pStyle w:val="NormalWeb"/>
                                <w:spacing w:line="240" w:lineRule="exact"/>
                              </w:pPr>
                              <w:r w:rsidRPr="00C341A4">
                                <w:rPr>
                                  <w:rFonts w:eastAsia="Calibri"/>
                                  <w:color w:val="000000"/>
                                  <w:sz w:val="20"/>
                                  <w:szCs w:val="20"/>
                                  <w:vertAlign w:val="superscript"/>
                                  <w:lang w:val="en-GB"/>
                                </w:rPr>
                                <w:t>4</w:t>
                              </w:r>
                              <w:r w:rsidRPr="00C341A4">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68" name="Text Box 2"/>
                        <wps:cNvSpPr txBox="1">
                          <a:spLocks noChangeArrowheads="1"/>
                        </wps:cNvSpPr>
                        <wps:spPr bwMode="auto">
                          <a:xfrm>
                            <a:off x="36259" y="23685"/>
                            <a:ext cx="1695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81840">
                              <w:pPr>
                                <w:pStyle w:val="NormalWeb"/>
                                <w:spacing w:line="240" w:lineRule="exact"/>
                              </w:pPr>
                              <w:r>
                                <w:rPr>
                                  <w:rFonts w:eastAsia="Calibri"/>
                                  <w:color w:val="000000"/>
                                  <w:sz w:val="20"/>
                                  <w:szCs w:val="20"/>
                                  <w:lang w:val="en-GB"/>
                                </w:rPr>
                                <w:t xml:space="preserve">Reference lug contact plane </w:t>
                              </w:r>
                              <w:r w:rsidRPr="00F80745">
                                <w:rPr>
                                  <w:rFonts w:eastAsia="Calibri"/>
                                  <w:color w:val="000000"/>
                                  <w:sz w:val="20"/>
                                  <w:szCs w:val="20"/>
                                  <w:vertAlign w:val="superscript"/>
                                  <w:lang w:val="en-GB"/>
                                </w:rPr>
                                <w:t>8</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69" name="Text Box 2"/>
                        <wps:cNvSpPr txBox="1">
                          <a:spLocks noChangeArrowheads="1"/>
                        </wps:cNvSpPr>
                        <wps:spPr bwMode="auto">
                          <a:xfrm>
                            <a:off x="15685" y="3430"/>
                            <a:ext cx="104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C341A4">
                              <w:pPr>
                                <w:pStyle w:val="NormalWeb"/>
                                <w:spacing w:line="240" w:lineRule="exact"/>
                              </w:pPr>
                              <w:r>
                                <w:rPr>
                                  <w:rFonts w:eastAsia="Calibri"/>
                                  <w:color w:val="000000"/>
                                  <w:sz w:val="20"/>
                                  <w:szCs w:val="20"/>
                                  <w:lang w:val="en-GB"/>
                                </w:rPr>
                                <w:t xml:space="preserve">Reference axis </w:t>
                              </w:r>
                              <w:r w:rsidRPr="00C341A4">
                                <w:rPr>
                                  <w:rFonts w:eastAsia="Calibri"/>
                                  <w:color w:val="000000"/>
                                  <w:sz w:val="20"/>
                                  <w:szCs w:val="20"/>
                                  <w:vertAlign w:val="superscript"/>
                                  <w:lang w:val="en-GB"/>
                                </w:rPr>
                                <w:t>2</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70" name="Text Box 2"/>
                        <wps:cNvSpPr txBox="1">
                          <a:spLocks noChangeArrowheads="1"/>
                        </wps:cNvSpPr>
                        <wps:spPr bwMode="auto">
                          <a:xfrm>
                            <a:off x="16110" y="1696"/>
                            <a:ext cx="1137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C341A4">
                              <w:pPr>
                                <w:pStyle w:val="NormalWeb"/>
                                <w:spacing w:line="240" w:lineRule="exact"/>
                              </w:pPr>
                              <w:r>
                                <w:rPr>
                                  <w:rFonts w:eastAsia="Calibri"/>
                                  <w:color w:val="000000"/>
                                  <w:sz w:val="20"/>
                                  <w:szCs w:val="20"/>
                                  <w:lang w:val="en-GB"/>
                                </w:rPr>
                                <w:t xml:space="preserve">Reference plane </w:t>
                              </w:r>
                              <w:r w:rsidRPr="00C341A4">
                                <w:rPr>
                                  <w:rFonts w:eastAsia="Calibri"/>
                                  <w:color w:val="000000"/>
                                  <w:sz w:val="20"/>
                                  <w:szCs w:val="20"/>
                                  <w:vertAlign w:val="superscript"/>
                                  <w:lang w:val="en-GB"/>
                                </w:rPr>
                                <w:t>1</w:t>
                              </w:r>
                            </w:p>
                          </w:txbxContent>
                        </wps:txbx>
                        <wps:bodyPr rot="0" vert="horz" wrap="square" lIns="91440" tIns="45720" rIns="91440" bIns="45720" anchor="t" anchorCtr="0" upright="1">
                          <a:spAutoFit/>
                        </wps:bodyPr>
                      </wps:wsp>
                      <wps:wsp>
                        <wps:cNvPr id="271" name="Text Box 2"/>
                        <wps:cNvSpPr txBox="1">
                          <a:spLocks noChangeArrowheads="1"/>
                        </wps:cNvSpPr>
                        <wps:spPr bwMode="auto">
                          <a:xfrm>
                            <a:off x="25025" y="-56"/>
                            <a:ext cx="1423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C341A4">
                              <w:pPr>
                                <w:pStyle w:val="NormalWeb"/>
                                <w:spacing w:line="240" w:lineRule="exact"/>
                              </w:pPr>
                              <w:r>
                                <w:rPr>
                                  <w:rFonts w:eastAsia="Calibri"/>
                                  <w:color w:val="000000"/>
                                  <w:sz w:val="20"/>
                                  <w:szCs w:val="20"/>
                                  <w:lang w:val="en-GB"/>
                                </w:rPr>
                                <w:t xml:space="preserve">Nominal emitter box </w:t>
                              </w:r>
                              <w:r w:rsidRPr="00C341A4">
                                <w:rPr>
                                  <w:rFonts w:eastAsia="Calibri"/>
                                  <w:color w:val="000000"/>
                                  <w:sz w:val="20"/>
                                  <w:szCs w:val="20"/>
                                  <w:vertAlign w:val="superscript"/>
                                  <w:lang w:val="en-GB"/>
                                </w:rPr>
                                <w:t>3</w:t>
                              </w:r>
                            </w:p>
                          </w:txbxContent>
                        </wps:txbx>
                        <wps:bodyPr rot="0" vert="horz" wrap="square" lIns="91440" tIns="45720" rIns="91440" bIns="45720" anchor="t" anchorCtr="0" upright="1">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24" o:spid="_x0000_s1026" style="width:454pt;height:206.15pt;mso-position-horizontal-relative:char;mso-position-vertical-relative:line" coordorigin=",-56" coordsize="57658,261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3WmEIwwAAAh6AAAOAAAAZHJzL2Uyb0RvYy54bWzsXWtzm9oV/d6Z/gdG&#10;3xVxeKOJcyeR7ds7k7aZJm0/YwlJzEVAAcXO7fS/d+194ICEJNuxJb/wjG1eB85rr/1aB97/crOK&#10;te9hXkRpcjYQ7/SBFibTdBYli7PBP79dDr2BVpRBMgviNAnPBj/CYvDLhz//6f11Ng6NdJnGszDX&#10;cJOkGF9nZ4NlWWbj0aiYLsNVULxLszDByXmar4ISu/liNMuDa9x9FY8MXXdG12k+y/J0GhYFjp7L&#10;k4MPfP/5PJyWf5/Pi7DU4rMB6lby35z/XtHf0Yf3wXiRB9kymlbVCH6iFqsgSvBQdavzoAy0dR51&#10;brWKpnlapPPy3TRdjdL5PJqG3Aa0Ruhbrfk1T9cZt2Uxvl5kqpvQtVv99NO3nf7t+5dci2ZnA8N0&#10;BloSrDBI/FzNsKh3rrPFGBf9mmdfsy+5bCI2P6fT3wucHm2fp/2FvFi7uv5rOsP9gnWZcu/czPMV&#10;3QLt1m54EH6oQQhvSm2Kg7br2J6OsZrinOEIT+i2HKbpEmPZlBvaTn38ol1WlXR9Oj8KxvKxXNWq&#10;arJdvKOaqPrB3eoHfvx2O2moH7cfhO94skEbXVE1x9C93d3QFJsud/VDXfD+/QDR3ZgP3N0vuR/M&#10;A/Mhi6Zj/FYyhq2OjN2ORShVrvNwUN1kdad7rIL893U2BBxkQRldRXFU/mBog8RQpZLvX6IpSR7t&#10;tMXVr4cH5+mxmuFS++rLZKGAGsXCqiXpZBkki/BjkQEWAdbcG5uXj2h344lXcZRdRnFMYkvbVdsA&#10;oVsQtKN7JLydp9P1KkxKidd5GKOZaVIso6wYaPk4XF2FgJ/8t5nAVIeuKIEYWR4lJUMGZOFzUdLT&#10;SSoYUv9reB913Tc+DSe2Phlaunsx/Ohb7tDVL1xLtzwxEZP/UWlhjddFiOYH8XkWVVXH0U7ld+Jn&#10;pWkkMjPCa98D1iMSVlAhhpe6ipAw6iGqa5FP/4FOJq0jHMtkxSMcX1ho8dnA9B1gDPSPYVoSpFCi&#10;zMNyuqTCc3Q3lZZPUSd4bJrhoJEqAMl3RFnTl3gu+1EBrUQX4fsGS7cCCcybvCh/DdOVRhsYH1SI&#10;ByT4jvGQVasvoUonKc0SHOcHdIbM1/0L78KzhpbhXGDIzs+HHy8n1tC5FK59bp5PJueiHrJlNJuF&#10;Cd3u4SPGg5HG0ayew0W+uJrEuRzJS/6pUKFoLhvRzGmqUY9y/Z9bx8NBA4CjNBb4PaRVLGi0DTRl&#10;rD8mmgrD86HSoUUbFUEyRGNv6YZP4kYqFgqCgTEYKwW7q2ijXahwrZ/rwmribGtZmHVFDRrXWXE3&#10;ySOjbpdB9HUZZCFmIW7UhkILTZF9+7XMg2ixLLWPeZ5ea5M0STBv01wz2Baoyk0SaclMb5LKklHg&#10;yE/49iMDBkl83ChCO3eSOdO1DFRqZ98LIUyjkrtO93XkDuLPLVJNEXeUwjjRrs8Gvm3YXKA1uwme&#10;WkKg809XCIIxzM9kxiK9DIPZRTLTSu6ZBKb8gO5erAZaHMLwjxdUPhiXQRQ316WAy83rUEBCR5w8&#10;R6RQIHYnAKhng5yPV+nsx5ecWkfHMekPogEmQBsNTPZEToMGXU3QRgNdSDNiJxo0RTfRoJrOcGHM&#10;QzZW1TEVqmPvOGgAdXsLGpgs21QdGFTHRwPDMQ10EdCg6UCFxJ6D+hIQW67NOkFB6avCgjKPYHzG&#10;O3EDLX4jeHASbQgj85b5b9S+/akEwDaEzQJgC7cyNmoBMO3aEvF1nT2YXgCkEV15O09pOj+6QjyJ&#10;AGCq3SoAVVDnRAIgLMuAyQyUd2w5yRs/zLdNRFpIA7gGDENpH9WRstrFqryw3ho8od/4Mie/iuLu&#10;94Wkr39c80ebIxTyL/KiyNCvAr4tv9Ky9a1op0CgtzKFEPN9xaZQ7xadRAuoMP4BQWB74wkEwTZM&#10;H3MdmC+Q4mDQbxSC60OBkT4QUBusp3qL6LVaRE24jAMHVe5sc5vCArtTVdZ2iqYOcx0vZ4dYYhXZ&#10;cgxscNSnNuV9x64DW7bnsmy1wwi+7aO+ZAOpkk0YwbMcJDR41qPsZjC66SSK25G4niCmqNIrCj5U&#10;CE4z6niNMh/RD1Sv/cFB1od/IX24WzPu6Jy6W5uucTglux8N4giBOdK3twfpD4YHKfseqih5eSOV&#10;eLxeIZ8rI+dCBQ3hu69XlJjdyI1wAp9ugamMeGMTWpdBjfOgWMoCM2zJWdSJNvLcqiKK0iruowTM&#10;itiZrbpnzNxW+Yid83s7QPZ48xv5BpOncaPwPMOC1Uqy30/wNxEWPwWA292kUBvA2eZqWX6PN8Ed&#10;w6uIKTWAk8KUms2+LcTbI/hTZIgf2dNv7JVTWStkd90W8pKpmdaUJ6g5XgoUgV5TxnxduPObhqJh&#10;CiUSYEdI5X7SkNdRLZyDlkyVQ+3zIdtOzkmUgsoNfiNw/pTeaG1F8JX4NOUNDteBq0IyHRU/gHkF&#10;lA1H7nKDIEBFb/MBWpEwU7ct5Glg8ljC3/L/Da/mBxgWQsMHpeMetBxpPLeg7pkm3TachQ2mwr3p&#10;OtLElKQxXxiW/snwh5eO5w6tS8se+q7uDXXhf/Id3fKt88tNBtJneFMPZyA9mIWxikpQpONodTYA&#10;LxY/EksrSgZmh6Jd8ExRzCWqPntfmOn1f8lcqj1VOV/Lm6sblKSDksOg5SkIX/APwOvGxjLN/wCL&#10;AxxpED7+sw6I4Bj/lkAAwGcjWlPJO5btUoojb5+5ap8JkiludTYoB5rcnJTYQ5E12H7g7DQi9xF8&#10;4cuISWZNrRguGCNOplRVIvWJwQIkQeIQAixMIUMjje/Ug8Vjcft6sKBQzR3AgpcLqABBjxltKqKt&#10;cs9PjRme7gJbycBwwTBiNVH7o8g9IDlCHikMjM1FEh3OUW9ggPq+lw7YY8Z9MEOZ2j1mbGCGStkr&#10;zLCcihDKCYa9bgkZfJVDf0//w7axsIrhQRimt+WACIs8d45Ywbw4vgPC6/TkqgIWqNe6euC5oIVj&#10;IvpPfsN+V4sdDZ6D2+mbU7gjbGHwxGvs/y2vhHwTgzTcLscEh6VTgg3pkGBDOiPYqB2RaZnXO3tc&#10;kSQlV2T+DFwRRWZoQYTqIJCYjwARpqtXnDXhGPVay9qEELZVpWtNB5F29jyrdZb3NiH2z8J9Dn/N&#10;F94RzKixhGMta3jOX5eza20W0RomUI5oYeksgt9pW9KX1grEenwfjSlgD/FGEC+wpIFnBzzhf0fl&#10;kleFkK/KQrNj8QQdD+JsGWxlQeWl7H2ndWV4L2zXE53ahbwnDFe8DHyolifviVq8MXxQRJAWPqgO&#10;OhI+OB5oEORheOD1bXoYwqIFD2RBmK77wBBmDw89PITJfaKZbD4ogvdOZ+ONwYMiMzXwINdhtLyH&#10;nYmPn/cwTNuwgAGAAGFaziEPg8/tJzU9RgSi1rZ1GKSrbl/H+uTew7hPPKJ6oUVvQdCLVqDKJYOg&#10;BRFtevQxPAz4DpIiAHvBq/iiysPogxAj9Vqh+9tAzz5k+TKcDCUBvRWBhQodiFAR3UMuxqOTJ5C0&#10;qEwLQ5hw3Wutzq+28G2vikz07ImePTE+WbiSvdy94co3S6KA5b9tVzwNaBiWh9Ux5I8Yht9h6LYp&#10;V31G9AFvSHouHsiDXnxzMtBQbyXaaV68XdB4PjRN35Nr1gzDxdu0NiyNnnrVU69ab5Y7GWhINn1v&#10;amy/Bg6Lx56HqWHqlkDClkwN3cPbbXrUeNWRjJdhamDFDeZhjxod1HgujE0sqcYSLemgdJbI4oWS&#10;DWXzgQlVxZo4QKPYlXLsUyQyDflG1oRImrdy1nsPpc3ZdLqcTdVTJ42F0hocBo0uzdv261dq9DTv&#10;PhJ6ukioUMTEHjM2MKNL4nwazBC2S28Ogn+CJFzvnuC7K6850fpC3BPFVuxBYwM0uszOpwENEyTw&#10;Kn9iOvW3aBRZw/FtmCHVkrLeP+kTKMdfsy79k8M0z7ebQekyPp8GNoRNYEG2hmnJt+bJDCF9hUTg&#10;Wz2IePSo0VlWsm/hy7Nndb0QY+Mw8/PNogatp9sigT4Rajh4GzSjBr6atZV2xedzwF2vUaMna/S2&#10;xqlsjcNk0LeLGs+FF2rYOr52RbaG+jaoclAsvHNOgUbvoPSgcSrQeHG8UH57JT43zOuUq08j0/eM&#10;2/vYbn/A+cP/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iKn8SNwAAAAFAQAA&#10;DwAAAGRycy9kb3ducmV2LnhtbEyPQUvDQBCF74L/YRnBm92kVWljNqUU9VSEtoL0Nk2mSWh2NmS3&#10;SfrvHb3o5cHjDe99ky5H26ieOl87NhBPIlDEuStqLg187t8e5qB8QC6wcUwGruRhmd3epJgUbuAt&#10;9btQKilhn6CBKoQ20drnFVn0E9cSS3ZyncUgtit10eEg5bbR0yh61hZrloUKW1pXlJ93F2vgfcBh&#10;NYtf+835tL4e9k8fX5uYjLm/G1cvoAKN4e8YfvAFHTJhOroLF141BuSR8KuSLaK52KOBx3g6A52l&#10;+j999g0AAP//AwBQSwMECgAAAAAAAAAhAAEHcOQdogAAHaIAABQAAABkcnMvbWVkaWEvaW1hZ2Ux&#10;LnBuZ4lQTkcNChoKAAAADUlIRFIAAAZeAAADfAgCAAAAtolA2gAAIABJREFUeJzs3U2IM9+eH/bq&#10;8bXBE5gxHmdop7EUxtOL4BcIysLEL4wjrWIcL0JIxxs7hqxCVsaSZ+B/A9eTAYlkGQz2IncRGOHg&#10;TYh3EgGPDV6Mspm8LBQMKmimMQQ8g18gWXQW5z7nnlslqaVSSfX2+SweuvtRd1dLpao63/qd33n6&#10;e3/v7/3Wb/1WBgAAAABD8if+xJ/43m/91m/94Ac/aHpLAAAAAOChvv/97/9U09sAAAAAAM0QjQEA&#10;AAAwUKIxAAAAAAZKNAYAAADAQInGAAAAABgo0RgAAAAAAyUaAwAAAGCgRGMAAAAADJRoDAAAAICB&#10;Eo0BAAAAMFCiMQAAAAAGSjQGAAAAwECJxgAAAAAYKNEYAAAAAAMlGgMAAABgoERjAAAAAAyUaAwA&#10;AACAgRKNAQAAADBQojEAAAAABko0BgAAAMBAicYAAAAAGCjRGAAAAAADJRoDAAAAYKBEYwAAAAAM&#10;lGgMAAAAgIESjQEAAAAwUKIxAAAAAAZKNAYAAADAQInGAAAAABgo0RgAAAAAAyUaAwAAAGCgRGMA&#10;AAAADJRoDAAAAICBEo0BAAAAMFCiMQAAAAAGSjQGAAAAwECJxgAAAAAYKNEYAAAAAAMlGgMAAABg&#10;oERjAAAAAAyUaAwAAACAgRKNAQAAADBQojEAAAAABko0BgAAAMBAicYAAAAAGCjRGAAAAAADJRoD&#10;AAAAYKBEYwAAAAAMlGgMAAAAgIESjQEAAAAwUKIxAAAAAAZKNAYAAADAQInGAAAAABgo0RgAAAAA&#10;AyUaAwAAAGCgRGMAAAAADJRoDAAAAICBEo0BAAAAMFCiMQAAAAAGSjQGAAAAwECJxgAAAAAYKNEY&#10;AAAAAAMlGgMAAABgoERjAAAAAAyUaAwAAACAgRKNAQAAADBQojEAAAAABko0BgAAAMBAicYAAAAA&#10;GCjRGAAAAAADJRoDAAAAYKBEYwAAAAAMlGgMAAAAgIESjQEAAAAwUKIxAAAAAAZKNAYAAADAQInG&#10;AAAAABgo0RgAAAAAAyUaAwAAAGCgRGMAAAAADJRoDAAAAICBEo0BAAAAMFCiMQAAAAAGSjQGAAAA&#10;wECJxgAAAAAYKNEYAAAAAAMlGgMAAABgoERjAAAAAAyUaAwAAACAgRKNAQAAADBQojEAAAAABko0&#10;BgAAAMBAicYAAAAAGCjRGAAAAAADJRoDAAAAYKBEYwAAAAAMlGgMAAAAgIESjQEAAAAwUKIxAAAA&#10;AAZKNAYAAADAQInGAAAAABgo0RgAAAAAAyUaAwAAAGCgRGMAAAAADJRoDAAAAICBEo0BAAAAMFCi&#10;MQAAAAAGSjQGAAAAwECJxgAAAAAYKNEYAAAAAAMlGgMAAABgoERjAAAAAAyUaAwAAACAgRKNAQAA&#10;ADBQojEAAAAABko0BgAAAMBAicYAAAAAGCjRGAAAAAADJRoDAAAAYKBEYwAAAAAMlGgMAAAAgIES&#10;jQEAAAAwUKIxAAAAAAZKNAYAAADAQInGAAAAABgo0RgAAAAAAyUaAwAAAGCgRGMAAAAADJRoDAAA&#10;AICBEo0BAAAAMFCiMQAAAAAGSjQGAAAAwECJxgAAAAAYKNEYAAAAAAMlGgMAAABgoERjAAAAAAzU&#10;92755o+PjyzLnp+fz/xvmcd7vMd7vMd7vMd7vMd7vMd7vMd7vMd7vMd7/D0ef63q0dhut/un//Sf&#10;/sIv/MLRTfn4+PiN3/iN8tc93uM93uM93uM93uM93uM93uM93uM93uM93uPv8fgKnr777rsf/OAH&#10;Fb5zt9tlWTaZTGrZDgAAAAB4pO9///t6jQEAAAAwUKIxAAAAAAZKNAYAAABAV+12u9D1qxrRGAAA&#10;AAADVX2FypeXlxq3AwAAAAAerHo0VtcamQAAAADQCBMqAQAAABgo0RgAAAAAAyUaAwAAAGCgRGMA&#10;AAAADFT1NvwAAAAA0KzJZHLLt6saAwAAAGCgqkdjHx8fHx8fNW4KAAAAADxS9QmV7+/vWZY9Pz/X&#10;tzEAAAAA8DgmVAIAAAAwUKIxAAAAAAZKNAYAAADAQInGAAAAABgo0RgAAAAAXbXb7Xa7XeVvF40B&#10;AAAAMFDfq/ydLy8vNW4HAAAAADxY9aqx5+fn5+fnGjcFAAAAem+73Ta9CcCPmVAJAAAAD7Ldbmez&#10;WZ7nTW8I8COiMQAAAHiQ2WyWZdl+v296Q4Afqd5rDAAAADgjVoft9/vpdBqmUm42m+l02uh2AT8m&#10;GgMAAICahYmTR/9LLgatIhoDAACAOq1Wq8VikWXZcrnMsmwymex2u/CVLMu22610DGo0mUxu+XbR&#10;GAAAANQm5mKHw2E0GpUfMJvNzKmE9qjehv/j4+Pj46PGTQEAAIBOi83FCrlYmFy52Ww2m02WZbvd&#10;ziKV0BLVq8be39+zLHt+fq5vYwAAAKDDxuNxlmWbzSbNxUL3/exbl7HlcrlYLN7e3hrZQqCgetUY&#10;AAAAEMVCsMJkyVgyFj4Nodh6vX7s1gHHicYAAACgBvv9PksisCCUjGkuBq0lGgMAAIDa7Ha79NNQ&#10;MpbmYmGu5Y1r6gF1EY0BAABADV5fXwtfiSVj5S8WEjSgKaIxAAAAqEEoB1ssFuHT7XZbLhmLVI1B&#10;XXa73S1Zs2gMAAAA6hEKxNK6sELJWJ7ns9lsuVyWS8yARnyv8ne+vLzUuB0AAADQdSHwCuFXKB9L&#10;S8byPB+Px1mWTSaTUGIGNK561djz8/Pz83ONmwIAAACdNhqNDodD9m1a5XK5zL9ZrVYhF7NaJbRK&#10;9aoxAAAAoGA0Gm02m9BlbLFYxNZjWZYtl8u3tzf1YtAqojEAAACoU8jFlsvlZDKJ3cHf3t6yb636&#10;gfYQjQEAADRgtVplWTafz5veEGoWevDHWZPmTg5Tnufr9XoymdgB2s8KlQAAAA0oTLWjH7bbbSgZ&#10;E4iwWCxizSBtpmoMAAAA6jGdTjebTdNbAcMymUxu+XbRGAAAANRGvRh0S/UJlR8fHx8fHzVuCgAA&#10;AAA8UvVo7P39/f39vcZNAQAAoCDP8zzPV6vV09NT09sCg5bn+dPT03a7DSst0BsmVAIAALROWN4u&#10;yzKt+qFVwjILWZYtl8vJZPL6+joajZrdJG4kGgMAAGiFPM/3+/1utxOHQful79Ow9oKYrKNEYwAA&#10;AI1ZrVbhg0visPhgoFViKVmWZcvlssEtoQLRGAAAQGOuKhBTTQbt533aOaIxAACAxhwOh/DBfr/P&#10;frL25MyDgcfb7/dn3qGhWOzt7e2SB1Ov3W6XZdlkMqn27aIxAACAxsTOROGDz8/PMx3HtDGCtlku&#10;lyEO8/bsrurR2MvLS43bAQAAQJZlo9FoNBpNp9P5fL7dbrMs05gfWsXalD1TPRp7fn6ucTsAAAAo&#10;mE6n4d8YkwENOhwO4rD+MaESAACgA0JMBjRFKNZXP9X0BgAAAABAM0RjAAAAAAyUaAwAAACAgdJr&#10;DAAAAICumkwmt3y7qjEAAAAABqp6NPbx8fHx8VHjpgAAAADAI1WPxt7f39/f32vcFAAAAOi97Xbb&#10;9CYAP2ZCJQAAADzIdrudzWZ5nje9IcCPiMYAAADgQWazWZZlo9Go6Q0BfsQKlQAAAHAXeZ6v1+u3&#10;t7f9fv/6+rrf77Ms22w2TW8X8GOiMQAAAKhZmDgZPl4sFul/TafTJrYIOM6ESgAAAKjTarUKudhy&#10;udx8E/9XG36o12632+12lb9dNAYAAAC1Wa1Wi8ViuVx+fn7O5/PpdFooE5vNZtIxaI/q0djLy8vL&#10;y0uNmwIAAACdlud5yMXm83n69VBEFsvHdrudRSqhJar3Gnt+fq5xOwAAAKDrxuNxlmWFXCzUiG02&#10;m1A+tlwuF4vF29tbI1sIFJhQCQAAADU4VQgW+/EHIRRbr9eP2CbgK6IxAAAAqE3acT8rlYxFhWUr&#10;gaaIxgAAAKAG+/0+y7J0pbw8z0PJWJqLjUajLMuWy+XDNxA4QjQGAAAANXh9fS18JYRlR+vIJpPJ&#10;wzYMOEM0BgAAADUI5WCLxSI0Hdtut+WSMaB2k8nklqxZNAYAMDh5nm+321PtogGobLPZLJfL0GI/&#10;5GLlkrHZbLZcLsslZkAjqkdjHx8fHx8fNW4KAACPsV6vC8ulAVCL19fXxWKxWCyenp7CV9KSsVhH&#10;NplMQokZ0LjvVf7O9/f3LMuen5/r2xgAAADosNFodDgcxuNx+HS5XG6329fX1/1+v9vtwqqU5dUq&#10;gQZVj8YAAACAgtFotNlsQnVYyMKi5XL59vamXgxaRTQGAAAAdQq52OFwCMVik8lkt9sJxaCdtOEH&#10;AKAZ2+326elpu902vSHA46xWq6enp34vAxIOa5vNZjQaTafT+Xwe/h1sLuZoT8uJxgAAAKAesdG+&#10;bmLQFSZUAgAAQD2m0+lms2l6K2BYdrtdlmWTyaTat4vGAAAAoDbqxaBbqk+ofHl5eXl5qXFTAAAA&#10;gPbrd7c4hqZ61djz83ON2wEAwC1Wq1WWZZPJ5PX1tX+dnvM8X6/XWZZNJhPlGDAEIXlZr9eLxeJw&#10;OPTvsNZ1+/1+PB6HqaMOy3SdCZUAAD2xWCzix8vlsusxWYzD0r9LBx/ot6NvfForLDiQfTvpZGIy&#10;ukk0BgDQQ+U4qRPDlbROpOltAR5EHNYDPbs3w9CIxgAA2uXp6aneHxjv6heMx+N6f1E1pzbv9gdH&#10;y+VyPp9X+EbgTq46/rTkYMWFRJx0TvU2/AAAAADQaaIxAIB2+axkuVye+oHL5XK5XB4Oh8PhkD44&#10;ftqUMNNzs9mETw+Hw2azOd9NLD74KkrGoG3i8Se88c8cwbIWHKwoO3+sLpx0tInk3iaTSeh2V40J&#10;lQAA/bRcLt/e3rIs60q3l9FoFDb18/Mzz/P9fr/b7UzMgX4Lb/zpdDqfz7fbbVZ13jSNC/nm29tb&#10;V046EFWPxj4+PrIse35+rm9jAAC4SW+aHxstwwCF1UI+Pz+zLPPG7wRxGP1QPRp7f3/PRGMAAO3w&#10;9vbW12mD6Wg5LGEJ9F584+d5LnZpoel0ejgcvDT0g15jAAB9MJDxyUD+TCDyrm8tLw29IRoDAAAA&#10;YKBEYwAAAAAMlGiMxuR5rl0IAAAA0KDqbfjhRuPxOPvWUhcAAACggt1ul2XZZDKp9u2qxgAAAAAY&#10;qOpVYy8vLzVuBwAAAAA8WPVo7Pn5ucbtAAAAAIAHM6ESAAAAgIESjQEAAAAwUKIxAAAAoGi73eZ5&#10;3vRWwN1V7zUGAAAA9NJ2u53NZlmWfX5+Nr0tcF+iMQAAAODHYi52OBya3hb42mQyueXbTagEAAAA&#10;fiTNxUajUdObA3dXPRr7+Pj4+PiocVMAAACAZu12u0wuxpBUj8be39/f399r3BQAAACgWfP5XC7G&#10;oJhQCQAAAPyYXIxBEY0BAAAAMFCiMQAAAAAGSjQGAAAAwEB9r+kNoIfyPI9T0/M8//LB+/2+8MXX&#10;19fM/Hbg/vI8X6/Xk8mk6Q2h/3a73WQymU6nTW8IAPxYOnaD7grLqla+qheNcasQfu33+7AvLhaL&#10;5XK5WCwu/PbxePzlY5bLZZbs5YIzoC7r9fry4xXcaLlcvr6+On8B9EkYDa3X63p/bBj73Hvgs91u&#10;Z7PZZrNx54aBqx6Nvby81LgddEI5BTv6sNrHmed/YBqcGXIAV1EvxiMtFov5fN70VgBQ0YWjoTtZ&#10;Lpf1DnlCLpZ9C+BgyKpHY8/PzzVuB22z3W7DBzce90NudVT4mfEQn7rql5YfFn+mux/AeeFok504&#10;FkFdwtgjM28FoCNiW5imgrCyM6Oe7Pq8LOZih8PBiQlMqOTHYjHwVcf9WLQVy30vvO4Pv+Xo/fMQ&#10;aYX/Sk9L4YMvT06F/9psNpmCMuCYeEGpCRT3k7bddCYCaJsbU7CjvV9ulA58Lh/1xO1JJ2Nmx049&#10;cjEoEI3xoy7U2QXngHIKdvRh9R5e40+LH6TBWZYUNmcnTh7xXn2moAyAhzPqAGihywdBUWE0lN3t&#10;CJ8OfGK5QOW8LIyA4vBHLgZlorGB+vJMECdCvr29Ze2+rA/bFv4NJ49w5jh6zjhaUJZJygAAYABq&#10;Lwt4jNFoVDkvi18Pf1H4VC4GKdHYgFwyX3K5XLY/C/tSOHOkMVl2QUHZZrMx6RKAu1qtVrd8u5m/&#10;ANWEROx8WcCDU7B0Ime1Ycj5vKw8/Ek/DY8x9oFANNZzF8Zh4TTQyyNjPGEUkrI0FAviV2RkMByx&#10;DT/cT9pr7MYuzsvlUjQGcKEvh0K3lAWEVcteX19j3VZw6tLiwuN/2rmsWk53dPhTjsnSsU9mDg3d&#10;d+OCWqKx3rrkxsjb29vQAqB4qvj8/My+ndIKMVn4tDAnH+glq1ICQM+caa6S3TAOij82u+dqlV8W&#10;NISPL0/N0sqyLMs2m83RsU8mI2PYqkdjHx8fWZY9Pz/XtzHU4EwiFk8DmdLZb8Kh//Pzs5yRpXPy&#10;ZWQAVJaecw+HQ4WfsN/vy8XOAKTONxG7tkAsrvR1vywsNne+8Od/ORs0fFoethT67h8d+6SfGv4w&#10;QNWjsff390w01ianQrF+z5esyyUZmRspANzIuRigXl/OlbkwEUuzsEuCqhhslSvQ4/qVqfMbENqE&#10;ZaXO+tkFqVn5AWHYEgaAR9ejjGOfoxV26cdazTAQJlR2nkSsXmcyMsXGADSi0MgGgO12eybDConY&#10;+XFQ7ESWXVa09ZgpOIXO+tm31Cwmd+G/zqdm5ULjU+tRpsuXHX1K01KyAXbjYThEYx12JhRz2Lpd&#10;mpEVThLOEAA80tECBIBhOjMIyr5qIhYu7LM2ZWEXChvwZWp2avb9eDz+snJiOp3GjKz8oxaLxWKx&#10;2Gw26gPoJdFY9ygTe7D0JFEuNnaGAACABzg6DrpkyuSXS1XGHxXGU+d/WtukqVlcaqxc/1WYJpmd&#10;ngTz5TQasyzpH9FYZ5w5oKtdeow0Izt6hhCQAQBA7c6EYl/Omjy/RlkXs7Avvb6+xv5iR7unpWOZ&#10;MzHZqYwsDn9OfSN0jmisGwpZTKBMrCnT6fTMGcLpATokzKqAuwo3t+LHztoAlzs6Dvrykvt8Itb7&#10;5RdHo1FYELnQSiw7NuOysDDl0aAwPF0hCxOQ0U7hqr68LMaFRGNtl+f5eDwufFGZWBucP0OILKET&#10;Kp8+oZpqpwZt+IEBqhCKnU/EBjWAKv+lsQQsy7JT3cTix8vlMi6aWf4J6UsjIKMfqkdjLy8vNW4H&#10;ZUeP7DKXtnELBYDzbj9ra8MPDEo5FDsfbIVxU3asuf7QErELxZArz/OjMy7Pt1SOc2gKw5/MHBo6&#10;q3o09vz8XON2kCqHYpd0l6RBAjIAALjFtQ3Fzvdi1nnmEudnXJ4fzpQDskyTGTrLhMp2OVUp5sjS&#10;CWqMAQDgWhVCMRMnaxeGKqFzf1a635+dGJYKyOgH0ViLrFYroVg/nKoxFpABAEB0VSi23W7LU//O&#10;fwvXCnVkWWlCTHY28BKQ0XU/1fQGkGVZtt1un56eCjMoD4eDg0inhTNEOKkEs9lsNputVqsGtwoA&#10;ABq33+9Xq9V4PC4PgubzeSHkyvN8tVrNZrNyiHY4HD4/P8vfMhBhIJkuhVyX6XRaHs5kWTabzZ6e&#10;nsLsy/K3nHq8NcFpOdFYw/I8f3p6SsP1U+cDOqp8hlgsFqdOJwBQZoVKoH8KOdf5UOxogmbQdHQR&#10;z9qdD8jKg5qjjw8vn4CM1jKhsjGneu0P+eDeY0enWFpvFIBLWKES6I08zy/vKXbtUpWDEp+cw+Hw&#10;gCckDmfSOa1hA8KiB4UJT0enWC4Wi/IjoRaTyeSWbxeNNaA8Sd4hfiCm0+lms4mvvun3AAAMR6G3&#10;slCssgfnYlGYZRkyiPgCxde0PK4504LZCIhWqR6NfXx8ZFn2/Pxc38YMQvko77gwKPF0kp4enOkB&#10;AOixPM/H43H6lVODIHNrvtRULhaFF+5M3/3CzJjpdLpcLtPXNEygMQqmPar3Gnt/f39/f69xU3ov&#10;No+MX9lsNp+fn44IAzSdTg+HQ5yBv1gsxuOx7mPweHpe8AD36I4M0CHb7baQi2XHpoqX24rpwlzW&#10;eC6WOtWGbDweF1YeC4Vmy+UyfZj+y7SHNvwPEs4HhaO8UGzIRqNRmF8Zv+L0AI93Y1cCuJaYDBiU&#10;cnHA4XBI85H0YYVe+0KxM9qQi0Wn+u6XhzaTyaTwyNlsZvhDG4jGHqFcLOYoT1A+kTg9APRMesZ3&#10;9geGo1wc8Pn5eckClGFujQPmUWH2SQufnDiuKZSGHV3CUn0AbSMau688z5+enhSLcZ7TAwAAvXG0&#10;WGw+nxcedioUM1w6r4W5WDSdTufzeXloU2hhoT6AthGN3VFhUr1iMc5wegDglP1+3/QmAFzqkmKx&#10;LMsKoZgagj4pD23S1zp9mPoAWkI0dhdH75M40PMlpwcAysrNqgFa6OiyY4VisTzPCymJXvt9VRja&#10;ZMfu/asPoC673e6W9bVEY/W78D4JHHX09FBY4QUAAFrly2XHttttmEEZvyIU670Lky/1ATSuejT2&#10;8vLy8vJS46b0w5f3SeAShdPDYrGQjgEA0EKnisXSwGu73c5ms0JbMaHYeb1Z1Hg6nRZ685eTL+Vj&#10;NKt6NPb8/Pz8/FzjpnSdjvvUK6w+E08PYf3j3pwgAWjWZDJJByoA1XxZLJaVqgcCU8XPC09sb7Kh&#10;yWSSZVkhIFutVoXRTbl8rPwYuAcTKmuQ57mO+9zDaDQqnB76dIIEoEFhETHXKkBllxSLhccUgjO5&#10;/JdCkV3WuwBxMpmkO8BisSiPbgrlY/ExAjLuSjR2qzzP1+u1jvvcT/nmiXQMAIAGXVIsVniM6oEL&#10;xVzscDj07+kajUbz+bxcGlYOyAqPGY/H0jHuRzR2kzzPddznAcLkyvipdAwAgKbE7CY4mnkVHqN6&#10;4EL9zsWicmnYJYtXrtfrh24lQyIaqy7kYvFTHfe5q9Fo9Pn5GcuPLVsJAMDjpZnXcrncbDaFzKsw&#10;0TIUlPU45anRQHKx6JKFKdMW/povcz+isYoKuZjbIDxGWn7s3AAAwCMVcrH5fG4SZV2GlosFRxem&#10;LLTeL0zANLOSoyaTSVjtoRrRWBWFpvuDOnjROI35oUa73a7pTaD/br+C3+/3tWwJwC3KudiZB2RZ&#10;Vi4o45Rh5mJRYYCzWCwKcyfLIyDpGPWqHo19fHx8fHzUuCldUTglDPPgRbM05oe63HJzCSqodikf&#10;VyiLhRi1bIlxBXC587nY0UmUcrELDTwXC0L5WDp3stA9ptB8WX0A9aoejb2/v7+/v9e4KZ1QPiUM&#10;9uBFszTmB+iK9FLhxsuGOGa43Xq9dtcduFAae5U7LJeXJjNKupxcLHW+e8xoNDIC4k5MqLzClyXE&#10;8Ega8wMAcG+r1SrtHXa0uVj81NJkV5GLlZ2fOxnSsXQEJB2jFqKxS52/VQJNKd9acXoAAKAW53Mx&#10;kyhvIRc75Xxv5dFoNJ/PpWPUSzR2kfOnBGhWufWYCTIAANwitA87NQjK8/zp6ckkysrkYud92T1G&#10;Oka9RGNfk4vRfoV0rLCkCwAAXK7QPiwdBOV5bhLljeRilyh3jymnY3EEJB3jRqKxcwo3Q+RitFma&#10;jpWXdAEAgEuEXCx+WhgErdfrOIkyyzKTKK8lF7vK+eqwdAQkHRu43W632+0qf7to7KTzpwRoobTw&#10;WDoGAPTMdrs19L23wiCokHxtt9t0EuXn56dw5ypysQrOV4cV0jEjIKqpHo29vLy8vLzUuCmtUigS&#10;djOErhiNRmrHAID+yfN8NpspDLmr8iAojW9irJN9ay726O3rOLlYZefzL7NnuF31aOz5+fn5+bnG&#10;TWmP9KCfOXLRNc4NAED/jEajUB0vHbuT84Og9H81F6tALnajwhjn6ekpXXnMCIgbmVB5RHpK2Gw2&#10;jlx0TuHc4PIRoNP2+33TmwCtIB27n0JFWGGmZCEXM5/mWnKxWhRWHhuPx2fSsUJ2BueJxorSgNk8&#10;SrpLT0qA3nh9fW16E6AtpGP3sFqtzsyUlIvdLnQHH2AuFtYzrfGtWk7H0h9+/n/hDNHYT1itVrGv&#10;5ACPXPSMdAwA6B/pWL3SEZBc7E7m8/kAR5er1Wo8Hs++qevHpiuPZaXjwPn/hVNEYz+WrrdiHuUD&#10;bDabNNTnHqRjAED/SMfqUhgBycXuZ2ijy3TXql04AiyXy/Bp4TgQjw9BKNmD80RjP+K4/3jT6dTz&#10;/ADSMQDK3t7eBljCQJ+MRqMwMHZ5U1lY9DN8vFwuC1fmxkdUVmhdd49fMRqN5vN5IR2LzcVGo5Gu&#10;/EMzmUwmk0nlbxeNZZnjPn0nHQOgYDQaycXotDANUDp2i/F4HD44P4+ynJrBGYWd5+3t7X6/az6f&#10;p8Oc9Xod/yudWWldMr5UPRr7+Pj4+PiocVOaIhdjCKbT6amSYxgyNfY8gBWyoF55nsf2WKGFU+by&#10;5nrp01UILwrRRiE1g1PCezMdXM/n8zSuuod0mFOIwNLaMYcIzqsejb2/v7+/v9e4KY04X0UMfVIu&#10;OW52e6ANbqm7hgrEZHCLMPAej8chFwuhmL5jFRSKA9IaUrnYjYZ8nN/v92nruul0mi7ycD+F2rH0&#10;JSjUBwz51eG8oU+ojFXEWZY57tN70jGAx0vHnOYwQmXb7TaGYtlPBjrSsaucmTQjF7tR2EsHuxPG&#10;Yvw0F1sul3dqN5ZKI7DxeJxGYOkI6N4lbHTXoKOxtBtfuoYF9Fh6bjCVDABov8IsraAw20M6dqF0&#10;0oxcrF7xCXx9fT3zmCHsn6+vrzEXm8/njynST+cFFyKw+F9a8nPKcKOxwkLF7uI+3mq1cmBqRDw5&#10;OTcAAC2XzqCM4uSplHTsEmnr/TQXK/SZkYtdK+Zi5xf/nc1mhZC3l9brdczFskfdj49HgOxY0zEt&#10;+TlvoNGY1vttsFgsHjDznDLLtQCwWq2enp50XaHNttvt09NT+XLxzNW7dOy8U6338zw/s1olX7ow&#10;FxuONBd7pDN997Xk57zvNb0BDZCLQTg3hDfCbDaqZ0RaAAAgAElEQVRzFgdos/1+f7+fXPsPd2VF&#10;LSp37w7p2Hg8ns1mLvVTp1rvp7lYVlqtki9Vy8XCnYm+XoE3GLBOp9N0mJMeBEI/snBgMQLqn1Cc&#10;WHn27uCisfQs62TJkKXnhvV67fYgQGudaVtzo3vM63F9RS1ODW8u2cGkY2WnigPSr2eKnq5XzsXS&#10;atx476Ewo/Dp6SnLstD/t5cX4c0GrGcisPBsGwFRVj0ae3l5qXE7HiPP85iLFWbXwwC9vb2Fd8Ri&#10;sZhMJt4RAMOhpwEtF/o/pNVM8euXfLt0LHWq9X769Uwudo08z/f7/W63i8fS8r76pfC9LsLvIY3A&#10;xuPx5+dn/K90BJT1NJqkgurR2PPzc43b8RjplAGlwhCvGrNSvTEAPZYWNSyXy1rWDkuHiFCLtP9D&#10;cLT7/plvl44FcbW+QnFAOjiyLtkl8jwPT2aNh7ve759pecojxQgsy7LVahUjsHQEpD6AaEATKk/N&#10;roch03QMYODe3t5qOfLH6UL3m/7J0BTm+mXXd7KTjmVZtt1uY0CQFgfov3yhcC8hLLl4yePDNMkg&#10;3niIB8aQyIQipsoN9Tqk0Mlut9u9vr7u9/vX19eY2NZ1Gio4E4EZAVE2oGjMoR+O0nQMYGjSMUDt&#10;44H9fm+Mwe3SFk5Zlo3H46tKxqKBp2NnigMMjs67pEBss9nEzOuW415f7yjEXCzmUIvFovx8LhaL&#10;O+2EhQjsVEv+8XgsHeOnmt6AB4mLs2oxBmXxFuJisbCSMUDvpRMq049r0dcxHg8WRrMhzQnxVuVr&#10;+PDt4WcO6jrnTF1Y+jwYHEV5nud5vlqtnp6exuNxOcdJK8LCPjn65uEb23ZpLhZyqDMPDu/N2s9H&#10;2bcFK+NvSX/FfD6PWxVL2BisQURj6VlBizEoC3dUwsdDu2oEGKC7Vo3B7cKlSJrm3LijDjAdO9V6&#10;PytFZg1sXJvEOGy1Wo3H45CIFR6zXC4Ph0PYhQJFRuft9/s0F4tfXy6XaUa22Wzip7PZ7E75VBrM&#10;jcfjNB1L6wNWq9U9fjtdMYhoTIsx+NKZOyoAAA8Tg5t6q5mGlo6dar1/JjIboDQOKxeIhUTs8/Nz&#10;Pp+PRqPYbkwu9qVY9Rl3sNB2bTKZxP5roexuPp/HMchisbjTGORUgVg8LGRmz3RfundV0P9ozFRK&#10;uFB6R0VRMQDVpGvewbVicHOPaqaBpGOhBupo6/3sdGQ2QOkCBVEsEJvP5yERC1+PT6lc7EJHg9fZ&#10;bBZ7CMan8cvplrU4VSBm9gxB9Wjs4+Pj4+Ojxk25B1Mp4SqajgEADTo6CatGQ0jH9vt9THwKk2bS&#10;MGjgKy+l1XPZt0QsFogVwq88z+ViVzn/Fi4/jXEMcr/b82cKxNJsrrAqLsNRfYXK9/f3LMuen5/r&#10;25iaFaqFHcXa5gE3B4Ysz/Mb79sPcyEnBmu32zW9CZz0+vrqJA5DEAar965m6v2alVqMXSK9Tv78&#10;/Dz/4FBY5GR0uTPrsRyNF2Mitlgs7hfaFhasXC6X8Xe9vb3F1Hi73fbvsMCXqkdj7adauOUGfqvq&#10;3vb7/e03PWazmZtjDMSZpdlpnPtb3WKFSqqJwc0Dpnr0OB07s/SkFmOpeKS68G69Z+wW8d199ISe&#10;zv/NsizP8/ud9EN75bAxi8Xi7e0t/K5CamYENEC97TWWVgubSgmVaRkDNK7rNX0WNoFLnBk530Nf&#10;Z1aeqgs7E5nBXaXlimUhFwsTWsNX7t3yOL1/k/4ubZcHrp9VY6ZSQhxJLpfLakt1uG3CENz+TuGu&#10;+tfyo9rNcHcp6L0Q3Dy4mql/tWMx/zKVkpaI+95yuSxX6MdcbD6fx9tId51Tmf1kgVhaOJYl0yoL&#10;X2cI+hmNxZS3Hyc5qCAO8ieTSbV3QTyBrddrs1/pq9vfKdxPb4qt0mvratfZpijSb3Hw/PjjcJ/S&#10;sTO1OaZS0oi4Tx4Oh/I9njQXy7JsNBrF0cdd51Rm3wrEyiOddBuMgIamhxMq06mUDv1QWbpaZW8G&#10;qABAq8TZHk1VM/VmZmWsgy6XjIUP9F/mkdJc7FR/sbQRfpbcsHzAfMb4ewurVZ76eo+tVqunp6ce&#10;DPd2u90tLTj6Fo0VplI2uzHQaeG2SfjYfHsA4B7CNUaz1Uw9SMdOFQekpWT6L19itVqtVqumt6Lz&#10;1uv1tblYlpRIP+bGfIwLCuWWp75Ov1WPxl5eXl5eXmrclNvleT4ej8PHqoXbL8/zHoTT/aZwDKBt&#10;8jqkAz+HdxoUAp02VDN1PR07Whyg//K1QmTz+Ove/t2EDkHtVblY9vDGmmnf/fS0mH69i0cDqqne&#10;a+z5+bnG7ahF+l7SlaP9Qo75+fnZ9IZwUtql0nx7gMaFMVu9P7P20XIc453qYbzdbgtTHmaz2XK5&#10;vPzx538+XRELmlpSzdTdvmOnVp9UNHCVENlkJwKde4jzB8OxPcQx4Yuvr69dP74dfRpjS/7ysOL8&#10;QpZ3cqrvfvy6FcmGo1dt+ON7ablc2n2hFvFCarFY6FMO0IhurVAZw7uQd4RgK46CTg1+wrBktVrF&#10;wUmYDXA4HHa73alAUDrWA62qZupoOna0ZOxUXsZRteRiodYs3B44fxvj6emp/MWj3xJX0O5WWHbm&#10;fX0+F3twF/xTfff14x+g/kRjR5vnAbcL14hZls1mM1V+AI+X1sLHWR63u99CYGFi2mg0CqOd8Gn2&#10;LSaLn6YlLa+vr+v1ejKZpLlYGFyFiG2xWMRvXK/XociiJdVGVNDgqpTndS4di4OgdGtj0JPpv3yB&#10;yrnY5VlYZeUfG84CLR/wlqdwheLf87lYOBfEMq7H/I1p4VhaB3CqoIy+6k80pvs+3El622S73bb/&#10;GhGgr44OKqoJfVXuUWgfiwViLhY/TcvHVqtVuGaL0/bjmCTmYuHT/X4fcrH4c7Jv13vGKt3V7KqU&#10;53UoHUvLMGMYked5mou1efvbID5Xl+RiIQvb7/dHq1lDaBUi+1M/KtSLpTeb8zyPpcFnimQLG7xY&#10;LMLbpxPVZDF8jHNIozQXK+yr97hzU5Y2kEnrADSWGZqeRGMKhuGuzLcH6KV7VF2F8fmXuVgIwsIl&#10;XBpAFHKx8z+HjoqX7q29bu9KOna0y77+yxWcub49UxoWu4Pdkk+NRqP4vdPpdD6fx7DsfFJWKA1p&#10;7V6a1jAWHM3F4i35hwl998MvXa1W8RSjscygVF+hslWUjMFdhcKx8HH/1tABoF4X5mLx8XKxoWlz&#10;yVjU/jUrTxUHWJXyKsvl8lQuFtbzHY/H4/E4roKyXC43m83hcPj8/JzP5/P5fDqd1vs8j0aj6XQa&#10;YrLPz8/D4bDZbDabzakJ9bPZbDabPT09bbfbti06HNejLL/fT9WLxXs2jxx0xF9aWJ80bvZsNmvb&#10;c0vBZDIplyVerg/RmJIxeIBTJwwASK3X68tzsXTpyatyMWei7opTYtt/3d7ydEz3/bqUg60YisU4&#10;7HA4xDis9izsy81Lk7LPz8/NN4VHzmaz8XgcMrKHbd4ZMRc731/s1I76yEHHqTqAUFBW/jr9Uz0a&#10;+/j4+Pj4qHFTKlMyBg+gcAyASxT6gp3JxdJZNlflYtvttlurdpIKl+5dmejX2nTskpKxR29TLxRC&#10;sVAgNp/P02mPjZt+E2Ky8gNCEdlqtWqwjqxyLtbU4f1UHYD6gIGoHo29v7+/v7/XuCnVuDECD+PE&#10;AMCX0jb853OxyWQSBnW73e6qXCxz1ddZsWSsPSnDl1qYjuV5rmSsXnmeb7fbp6enEIqFMrHPz88H&#10;F4hVEAOy8nTLxWIR6sgev9+GdYQr5GLpyhLZY+/Hh7774eO4gHKmPmAwOj+h0o0ReJj0hOHEAMAZ&#10;l+RiaYdjudgQxEFv517BtqVjsaymEC4YGV0uLU0KZWLh2QuhWCgTa27rrhamWx6dZZk1sd+eysVC&#10;W7Tsq1wsvN2yh9+PT6dPps+Y+oAh6HY05sYIPFg6jGnDpSHAEHRu8uBVuViWjJHkYkPQ0dSmPelY&#10;WlaTvh2MjL4Un6L0OUz763cxFEudmWUZ+/Q/ZkuO5mLRl7lYg4VaMQVL++6rDxiCbkdjbozA48Xb&#10;OGm1MwD305WuTMFsNrswF0snhWVX5mLb7baFa7FxRndLxqI2pGOnplJmRkZfWa1W4YULH6T/lTYU&#10;u/dmhHb+9/4tjQdkMWAquyQXy5or1PqyH7/6gL7qcDTmxgg0Ij1hrFarZjcGgLZJiwXO52JpM5er&#10;crEwsnWHplviLKqmN+QmjadjaQ2pkrHLxUU/ZrNZXP0jy7LNZvPghmKPbOd/JiB78DX8hf3F4ikg&#10;a7TDV5rKHZ1WmRaU0RsdjsbcGIGmnDphAEA8R3yZi8W2OCHnujwXm0wm5YbTtFm8WuhBatNsOqZk&#10;rIJ0MdzU4XDowQ75pRiQpfvGYrF42PzKQmf9U/+b5mLBZDIJHzy+cCw+V4Vplfrxt9lut9vtdpW/&#10;vavRWHwbHw2egbtKTwy3HIAAzuhcgy1Sl+Ri6SXcVbmYa7/O6UfJWNRUOnaqNEzJ2BlHc7Hlcvn5&#10;+dndnmIVhDZkh8Mhva/wgPmVlXOxwoz7B6+zmfbjT69GYlpH/1SPxl5eXl5eXmrclKsooYdmpbdx&#10;mt0SgJYb4LSLa3OxzWYjF+ux8Dr27H52s7VjSsYudDQX22w2ZzrE99toNAoLWaZfDPvwPXbjdB5l&#10;eec8n4ulM+7T7ax9I0+Jg520DiBdkWyAJ/d+qx6NPT8/Pz8/17gpl4tTo3t2ioUOSe+lODEA99Ct&#10;3vNE6/X6wlysUE1weS6W57kbMx3S11vaj0/HLEx5lXIuFtagvOuzlOd5nueh2f9qtXp6ejrV1SvP&#10;86fEarV62OoioXws/UqY1V5vA7IK/cWCmIuF4r40U3tkOnYqBTOnsq+6N6HSxRC0ROwm48QAcMag&#10;5uxkWXZVLhbHGFflYuVqAlqrlyVj0SPTsbSfTPp1JWNHlXOxUCx2vwNyiLrG4/F4PA7N/q8atC4W&#10;i5BPPea6ejQalTv019hEeL1e356LhTNC6JUWTxaPTMeOpmBpz+XHbAaP8b2mN+Bqca7vcrns5SkW&#10;OmexWLy9vQ1t7AfAeV/mYofDIVzXxRFUGPCE2StxMkv55yyXyzAm2e/3HepJN8wL1973JA3pWEhD&#10;7poAHi2+UzJWluf5er1OY4vlcvmAK9X480OeEgKU8i99enrKsix0Ovv8/Ew3+8uj2Xa7rfdVnk6n&#10;m80m3bXq2o3D8397LhaFT+Myo495Td/e3sJvXCwWcXtCz+Xw9TzPjYB6o3vRWDy/6oEHzUpPDPv9&#10;3okBgOzbTNhLcrHCiaM88g/jxsL4Jx3IdWim3jDv6W6323Cd0O+//QHp2KkITMlYqhyKZXVXLIZf&#10;capVWRp1XWs0Gp2/lk7nJ2b1vaful44d/SHxF12Vi2XJwSQIRXnlH1KvUylYjMzO7Ax0TseisXQ2&#10;Zb9PsdAJ8cSw2+26+5YMVzkP/qXq7Kgg3FIOuUP4wF5EO12ei8UqiTMD+3Q/D6PH1qYAZ9ZhHHLv&#10;vPITckmBTO3uesx8WO1Y+mQqGSu4X7FYIXRr6iouxDSFPPT2lz7MWEynoIayrFtCn/Pvggq5WHp0&#10;jc9AeVGX2h1NweLGmzrTK999991nd8STwWazaXpbuFV4KZveit562JslHkwOh8Ndf9H9pItYP0xo&#10;LErjOnRaKY8te78XxSbBPfhL46tW7dvv8VSEQ1+Nh+54LF0ul/ENFbY8fhp24/hLN5tN/K66NqNB&#10;4Y/twe5ao1Mvbl/PvPGtevk55cL9P/4V6Xs2frH9p7CC2o8/n6WzZC3PyeFwKOyroZH/LVt+4St+&#10;RnrkrPfVLzyH4Y+96ifEDSt/Y/zh5f86f44rX6oV1hDYbDZ3HYYcffelp7wz39uJ88I93o+d8913&#10;33WsDX+HyuZhIKzSAveW5/lqtSqfAS0cTjtdWC8W++5vNpvWVoFxi9iAv+kNeZw7deWPP2q5XMb6&#10;FCVjqcJyt3VVEu33+1AxFBL/w+EQGvk3WyU0nU7n8/nhcKh3ZmX2bXJl/HSxWIzH41quNNKyr8r1&#10;YvEvDW3a0sb84/H4fqt8asY/ENUnVH58fGRZ9vz8XN/GfMEJAFroaH/KjtpsNvee8LLf70X8XO5o&#10;L+EsuQ4bj8efN3Q2gXsIB9ILc7GsRxd1HVoQ4DEuOd8tl8sHtA9+5Jn3HjMrj7Za1mUsKuRiNfaf&#10;ClFRO9sXhISu9muA8uTK2yctFl6gVIVc7IxyShWPMOHEVO111Ix/IKpHY+/v79ljo7HICQDao08n&#10;hnZe+jBM53sJv729xUvJrr/v6KXLc7E+CflFD24U1SLe0j4/oI01hg/YkoepNx072mpZxUB0v1ws&#10;GObTO5/PJ5NJuuBJ5T05vkBxvBDdkovF8G6z2ex2u1OlW6e+Hm40xtTs/D7T12b88TBSWPF5sAOi&#10;Lk2ojG/OYR6hoLViRXHX51Q+4Ia/mgIuES4WC8Vih8MhnUoQPlgsFsO8fKHN9vv95blYmPzS5ObW&#10;J75nzXSO2nA/u5EFEGqcWXl0qYpYR9aGZ7hB5XmUzonBdrt9enq6Zd8rTK6stifHF+hwOBTqQ2vJ&#10;xcKl0Xw+D+2iyr3hTgkLXM5mszAZ88s/7ehgJ70Y6+Jhf7fbhWcgfDr7ZrBvos5EY+kc+2a3BCjo&#10;+okB2iaNUEMoFpqbNLhJNKtbqXpaX/BlLpb15ZZnevrr+o2iWoTh1pcvbo8X7qwrHTs6Ey3msD1+&#10;Ar9UV3+x0NBztVrVt2nNC89M2Pcq735H07HLL/XTXOz2/mJRmouVL41iKVlIykIvy+VyeT5D+PJN&#10;emqwo+dyn3QmGjs6xx5oCScGqFE85YVLRqEY3Rr9DjAXy7oWX97bABvwH3V7OnZ04uTRrvxDU1cu&#10;tt1uQ5l2z5qpf35b2DHUAdWYjl14qb9erx+ci8UfG79xNBpNp9NQVhYfFpZTiKnZJX9L0L9m/HHj&#10;U0M+bncmGivPsQfao9MnhugBg89ujW9p3NGrFmi5cKAbVC6WJYl21vFTYS3CyNYpL7s5HTs/cXKw&#10;FQN15WJx9edQZFTb9rVDaKgfA7K60rEL54icCrB2u91jcrHCj43VZNPpNKxgEFKzy2ekpYOd+AyE&#10;NmRxGy78US0x2GD9lG5EY/GdPOQUE9qs0ycGAOp1VS7Wj15j5fbSTW1J48ILOuSCpoJb0rGjxQED&#10;77+c5/ntuVie509PT2m/qjo3sU1isHVjOpZGSOPx+JJD3JkJjw/OxU792BiZZRdE+elgJy0T7nTP&#10;5XIy2On3wm63S29TXasb0dgjV1wGqun0iQGAuoR5NBfmYqvVarfbdT0dK2//kE+FYWQy2IKmo6ql&#10;Y0eLAwbefzmGIEHlXCwWLn1+fvY+ww3lYzcmgPP5PN3lvjzEnVkSoSW5WPaTVZmX7AZxsJPmL33q&#10;uTzMo0pUPRp7eXl5eXmpcVNOsTgxdEsPTgwAVLZYLC7PxSaTSVgmrKmtpV55nocRrIv2ggrp2Pn3&#10;xQDDx1pysSzLRqNR6DNVDmge4MuW8HdyewKYNnlYLBbnd+NCEVas9WtPLhZ/bHbx8ap/zfgLjTsG&#10;eFRJVY/Gnp+fn5+fa9yUL5lNCW12qswYgEGJt98vycX6EaCUI4zB3iUKFwAu2o+6Kh07VRwQd7ah&#10;tXKrKxcLQp+pOrbravP5vJFI7nYhUoyfXh7ypq9dOXxpPBcbcjP+3pdMXqUDEyoHewKAzjlaZgzA&#10;oMQ2/APJxUhpwH9ehdqxo7Mps4GNaevNxaisvGDll/cACq9dQeO52LX614w/rWEc+Nvqe01vwBcs&#10;Tgw32u12j79CXSwWk8mkc1fGDyh2U083ZHme7/f72t8XN16EhU1yhqVel+dinRtFlJ0KONbrdUdr&#10;Q27nkHJGSMfG4/FsNjtVrpJ2mj86WB1aXV5aobNcLgc+gK9RuDK56vkMLfljtHT+QJe2dZtMJoUC&#10;2wZzsfRPuOrPDylY+N79fh83LFbDde7I//b2FtdGaHpbGtb2aCzWngx84itUtlgsGinu7WLjmC5u&#10;My0Xh/3r9fpO78QzN2MvF65ZZWTUIgxiL8zFatmBmzWdTkMd0H6/n81my+Wy0L1lOMJrfVVq88gd&#10;oKkrojPihcfT09PRBxSezGFOpinU+Az2/VW7eAQ+upTkGeHwHl6UcDv8aLqU5mLz+bxwF6HZXCxm&#10;CxXyoJgl7Xa7+CviW3KxWLy9vXXxakre0uoJlbGRZzawEwAAPbDdbtfr9Xg8Ho/H1cZjp8oM8zyv&#10;9+Ze6IM+Ho+fnp62223XlwukcZfnYv0ofhmNRqPRKF6sjr5pdqseTzuFu0pLLIezdxVysQtXEozy&#10;PH96eupBdeo9xN5h4/H42qcoDSiPzg7e7/dpLlb432ZzsXR7KlyexemT6VoE3e25HJ9heUurq8bS&#10;vWo4JwCol+LYL4XT5MN+12N+Ec3K8/xomdiFe1rcJ09dpoxGo8lkUtd+W9jOtHwyXDQ3NXWlWxeX&#10;ZwxtVBbvPF+Si5kY1SfWpqxdehaIh8R+BMqXKOdiV+1dMUZJJ76RCr3Dwr2xq2rH4rzg8OlsNit8&#10;ezvXo4zbk04LXa1WladApoVj8dyXfrET0umlnXZj4Vuro7FoOCcAqJ0+x196ZEeAt7e3Hswe4rxy&#10;e9c4werCi85L9skaV9eK0xzKc4rjVxqZcdnLG5h5ng9khHZ5LuYyrx/CK35tZH/tTK7KWvvWi1Mp&#10;4zsinYZWzhqGo3wyvfasdyZGaVDh2Ni4GBKNx+PPz8/LvzEUncXdstxj62guFh/feL1YjFHCVOvN&#10;ZnP5Rc7RCKaXFy2DUj0a+/j4yLLs+fm5vo0pUpUNQIfEK7PoqiutBoXryM/Pz9CRNyuNwdI1zttz&#10;Qd8V6Q7Q/p3hdq+vr5fnYqGkzk7VG9fetH9YOU/733qhK/90Oo3VYemTmRafDuH9Us7Frs3QV6tV&#10;1sqe/eH0elUIdW+xd9i19VOx6Cw70csvvApH7Xa78mA/7e5/6r/Of+P5/z2zPYV7gaceVv7J5Qen&#10;X4wb0+ZWFXFVgaPV+p24jq1F9Wjs/f09u3M0Vm3ZCAB4sPIMylAp1rmLidggKcZku90u/bvO3JWF&#10;YL1epwXL53OxMIunyc2lJuHgoG6imi/XrBzgbMrUtQnX0Sohzojp2LWXLoUFK1Pn5+hV/t87feO1&#10;D4uOlnOeur/YZqfqUodzjm7vhMp4b0SnJABa62Gh2P1mA536ySEmm06nYcZles0Ul+HrXPbHA1yb&#10;i9mLeiBet1/7aorSgti5KT3SpmHQ0CbTpGsgZldWI8rFqpnP59WesbhiY598mUHHG4dpldnRL8Z7&#10;infc3NuEzT5VLjecc3R7o7GjtcQAndabtuJE+/3+libB54XRZrl0q3bxeuhU2fx0Ov38/EwDsrA9&#10;Bh6P0a1DRww75GLDEXbRCmM//dGjQl/zgqFNptlut5Un8oekxunpYeKuGzurHhXuI4ZGE+nX9/t9&#10;2oCs8bh8v99fMoXw9fW1/K4sfzFcyLVwYm8qJO/ud7Y3GhvavRFgCBo/31OvPM/PN5St8AOzh2Rh&#10;BeV1A44mZSEgiy1gQmMR6cYDdPHQIRcblMrX7V3ct+8n7WuezpuJXYraXHhSr1PVc5cYjUat6uQ1&#10;BKPRKEyrPLP8V6x3KRz54/dm7Vjb8doTU5rDxu8VznbRTzW9AScN7d4IMATdKv3gS7FN7I33A/M8&#10;X61WT09P4/E4TKhpdm7CYrGYzWZhNfenp6fVapV2rp3P5+nwbDwet7m5LI24PBfbbrdn+iLTFeGQ&#10;5aK9RovFIh5ah1YxkJ5ThpMGdl2oF5vNZumSEVd9b9aRnlxBSPTCx+mffPSLdEJLq8bsSQB0yC1z&#10;/+N65EeFa6zJZLLb7SaTyT0qLELT9PDx0Sas4VI1vRU8nU7TiT9xYbXat40uStvwf5mLzWaz4bT4&#10;7asQZOgOXItCV8fw3hlaxUC6VuBA/uQeiMVf6/X62oKptHDsfp1V6b1wF6HyNXlLq8YGvggL0Fdm&#10;jvRV5Vd2tVoVcrHlcrnZbA6Hw2aziSfBUEcWyrhqF2vEdrtd+KWF3x634enpKd7MDzNW4mB4Npup&#10;HSO4Nhfb7/d2nh7QHbheITKezWaxrLKv4WPh7Z9+eqZxFS0UXq/FYnFL4Visx2+/o9vcxT+EoHo0&#10;9vLy8vLyUuOmADQlz3PFqhx1v30jz/Onp6dCC/+QRu12uzCtMiRiD5tfkM6jjElZiOriYwoRWDq5&#10;Mh3CMWQhKb4wFxuNRmGva3ijuUF4+dz7uV08ui6Xy9DaPKu6SmNXrFar9LSSLvay2WxUDzWr0E7h&#10;S6FZXlYpFUq7dHXumvzodVqHJocSVJ9Q+fz8XON2FMRjohpa4N622+2DW57TFffbN2In+yAs6nRm&#10;WmV253qB81d1IbOLp+a4DHk4R0+n0/i/IcgzubJDQp1+7ePPy3Oxen8vjxcHsV7NGoUUrLBmZbfC&#10;x7BjnN8rwpKFWZKnV+u+bwre/ZzvrF82nU7D1MgKyx3GOZVdWbg23ci4Exa+2MBmUVUbe43Zh4BH&#10;kotRlud5vGS/xOWXceXOYofDYb1el3OxkIWFyvx7XyOGtiDhvn35HRGzsCy5dxWa4IQlLNN0LNN6&#10;rFN2u13tFVvhvXNhLmYqZdeFdFULlFqcb7fflbwgu/jGUnxA+Qx4+R4VDinL5dKCgLV7e3sL5eRX&#10;3ckI3zUej69dJzR8Y9aOdSovFOO8L79I+7Wx15hGYwA0aLvdhg5cFz5+uVxeeDO/0FlsuVyGioD4&#10;u2Kjsc/Pz/l8Pp/PR6PRw8ZC0+l0Op3O5/PPz8/Pz89Cu7E0IItfGY/H4YZWaMwf/2to66l1Udjr&#10;7nH5flUuZlcZOAs3p8rt9tPnpxMtHcOCyzeus3xV9/1wburlbNPGVZsgGZduvHZ37eKcyrjjpU/R&#10;0S/Sfm2sGgNoxGMa3LqP1GblG91hquOZcP7MFQAAACAASURBVOqSOSPxh6c/uVws1rZKq7AxR6dS&#10;Zkn5WFyLKp37U20yBQ+T5/n9bmtflYvN53NHxU4L4WbluX7dmiR4V+ezgPCGbX9N7n6/v/0dfXn3&#10;/bg6apufk06LEySvmlYZ6r8qFH/FE1OFZS4bcfQI5rDWVd99991ny8RtC7fN6avwKje9Fb0VKzs2&#10;m03T29J2jSz5tFwum/67+fz8yXfK4XBId4ZQ0lXj70p/cqEsuvbfVbvCBof2/Omn5UfevpPHMrQe&#10;vF/ic1Xt2+/xVMRNqmvfi7tE+IFhm+MPDztG+mn8W255Zlol/Mk92F2vUu3lK+wtQxafwKNXboWT&#10;VPkBbVPY4PID0nNH4QHhv67667q4F3XuiFftyBZezfSlCfvG+dc3LT+vuLkPd3SD0528/eeF8ovV&#10;Ub/5m7/5m7/5m9W+97vvvmvdhMr0hom7zQA8UrzXfTgcwmTG9H9vKe9PpxVMJpO0u9Nmsyn/rrYJ&#10;3cTip4XJlbPZLD458RbxYrFo/9wfsvtcbl1YL1b77+XBujLpqbvijOPQ2DEMs9s8szKe3cIGlx8Q&#10;5podvSuZtuS/RHgSLGR5b2GCZLVJjtfOKIyTMbPuHF6ObnD8ojnjjzSZTG6ZW926aEyjMQAakV5b&#10;r9frVcl6va42GimsRh8/DsViXZkGMp1OP5OKgDCGiRd/6eVvGpk9dhtphf1+f3kutlqtynWUdEW4&#10;bm+k+Lp/0lApfjHesImL37U5HbukxKHQmDKKf87lOZdTzMPM5/Nr1xS+fFZsQecadZ3fYP00O6R6&#10;r7GPj48sy56fn+vbmCyz9wDQkPSa/nyrlDCMv7ZJcPaTd32+7GLWTulilKHrTfh62ogktibJsmy1&#10;WikOGppCEHY+F7uqfw3tpAN6vc6fF2JXxxb2HbuwxOHMH3h5Sh5O2W17Bnrs2suV8PgKjUdjNLxY&#10;LDpx/XC0zjGutqmZZodUj8be39+zO0RjkfZ1ADzYhY3J06jry4vywo39+L1dzMWCNPna7XZpUhYT&#10;kPSisLt/KZXFm+exoXL8L7nYLfI8b9X0nHBLu8KN7Xik3e/3rfqLmrJarcIHy+UynjXiE5t+MX4l&#10;duV/5HaeFzf4y10i7ADpqx9PjpdXw202m3YWVcStWiwWp2oq4yte1psDY9hLr22oH+dvZlmW53n7&#10;rx/ShTU7keVxihUqAX5ks9ncO5Tf7/fq/1trNBq9vb2dmQIQruDTVzANg446NZWy671R0uQr9FMv&#10;LCmVXtp2ZZ0palSImOOncRgvF6umnSeRW8oiWvjnNCI+h0efzDPPcDufwAt3ifLGt/PPucWpp+LM&#10;U7RcLk91auuWeKlQ+RvH4/Fn0tK+tcpZXnoVRFe0LhorzKgHeKR7H3ncG2+5L6exZFn2+fmZBl7n&#10;c59TUym7ngiMRqMvp1UqHOOUQi623W67/o54mNfX16NVQrvdLtSnPHhuY2FFjsuFDc6y7PHb3Dbh&#10;OYyj6PQJueRZOnqWacrlG1PYY5vage/nloyvN8VHledUpjpROBbt9/sObS0FrYvGAKDl0n5bZy5h&#10;C9Ml0qmU997CB/hyWmUan6VN2amgi6l67LS9Xq/TO+eFXCx82sD2dVN4Z5363wcX4pXXpb1cnHEm&#10;Nw/ieyQ9ocRn6cwrG/qOhY+bjZjjRMjYauBM6h3+tPjqhzNFb3aG+NYITUUL/xter6NrEcSXsjeq&#10;VU51ruQq3gvc7XZxn69cNEdT2rVCZXocaXZLgAF6QItDXRR7IwRD4eOj64vneR4viZbLZW+mUqbi&#10;FX9htcqY46SDogrhThfzoKNuX4E+bUt88+Y8QoxHw4uYLlpazsWUjHVU4cW95YcQFEZA8f1+5uKh&#10;PWtWFtp+rVar2Wx2pqNWFI+QvTk5pkYlp77eyz8/XCd0Za3J2y0Wi7g/O7h1TruiMTsQAF0Rg6HL&#10;r/l6MJUyFerCwsfpoCj9uA1zfFrlxpisE/cOY/5bWI8y+8mVK+RitWtnS/Lz3DFKncq+L1mzMms6&#10;HYsbP51OV6tV+PSSKulaMlYeZrvdPj09XfjgOKfy2nNfhUuslojvVge3x9vtdrecB9sVjUVK64HH&#10;e0A67wZAn6RrEpVHI0fXsO/f2S1Wz4UuY+UHxEvDChcrvbmsTIe1vawLKAgvXDkXS6W52Ha7bbba&#10;pQe6GIpRlp4vrppM03g6Fn/pcrmMudiF8+hDVXVvDvi9F442l0ddnbijc6Oj+/kQTvc9Uz0ae3l5&#10;eXl5qXFTABrRv7SCh7nwgi+9l37PzWlY5yb9cT+FXKw80yrmYnmez2az/i1L92BxyYvbZ+9eLrys&#10;Eo07ufZeWuPpWLBYLK7Kxa6dTRmS9Efu5xRcO0ey2pzK9O7jVd/YlPNNNuiE6tHY8/Pz8/NzjZuS&#10;ueUFNCEs+JVO87nr77r3r6AR5Ve2PNTv643TGC6v1+vypWHnrm653Xq9TnOxWEISP01zsf61nX68&#10;pnKQ8LKqjLi3y2/gNZiOFQZxl6+7cu1sypCk2+sad/k5Pc6pvHakL2ziwVo6odLoEXiY0Wg0nU77&#10;Xc5DG/S1PvHLU7ar2wFKc7HJZHK0DX/IxTQYqtfD+vKEt3NfE//uaiQdS5edya7JxbIrCyOcRNog&#10;LB+ZmVN5gcH+4R3VrmgsHlXdCgCguwa14HJaF9bdvrlDkw5pah9txhS43Gg/1ufGXMxtidulNaoP&#10;K88MxT59TfzbIGZG11YMPD4dS+d+XpWLZd/22AuPAxr2d1S4Nrj26BQPL51o1NutreWodkVjANAD&#10;8cJoMplUHt50SEwAj14RpjMuH7dNfOX8q3aLsKufWYBSLnZXKmu6Kz1N3FIx8OB0LJ7m4uq0Fwon&#10;hcujLr13WuLa9mFhr7j2ZuEty/hABS2KxgZ1jx2AgbhTQXSe54UBcPkrj3e0E3+PM8HuSvfGe4w6&#10;CrlY+isKuZi1KW90Znnce2j8IMOFHpaOFZoJ3tVVJWbc21Wv+3K5HGDLUXW13dKiaAwA+uHePfi3&#10;2+16vR6Px0+J8Xi8Xq8bGbie78QfDfCyuBMWi0W9I+f1ep3mYunIebfbFXIxa1PW7n4VFiHWDAec&#10;8MLNZrPw6Z1+49DEzLqWioEHpGM35mLhey+8faK9XXuEXevz8/PevyV80ImLBzVubTCZTG6JI1sU&#10;jaXTT5rdEgCo7Gg4Ve+pbbfbHb1SXCwWjTS5ODqwiVuSFigpOWmn2WxW40tTyMXSNvyLxaKQix0O&#10;h7BGcF2/fWjK2eL9hpGx/XaBtKJ2dQ2L7pqOhVxsuVzGHeCuNcLa27XKYzqDW8aHR6oejX18fHx8&#10;fNS4KQzN4XAIZ2sArnJmbND47MWj22bk3H41doKLO+GZNvwxF7NG8C1ODRcfPIyUVtSuxsKTO6Vj&#10;MReLy9FWdmHIMp1OD4dD4+e42w1zBDTMo0QPdtdBqR6Nvb+/v7+/17gpDM1oNLIUKdA/jmxnWLmp&#10;bdJ6rnrzlDNt+NNcrMbfOECn3lD3W/IirkKbumX455jwALWnY4Vc7E4tNcv6MXbox1/xGJbx4ZFa&#10;NKFyCGt4AUC9OlGQNczbxZ3w+voad6Eaxx5pLpbneTrpr5CLbbdbnfgre319DdNRw4u4XC7Dp0cD&#10;rPu5ZZzvsj86ejCv6/mpMR2rsV6M4ai2J3fo+NCtzmgc9b2mN+BH8jy3G8Fw5Hke+jSX/yuk5DUO&#10;pOMPfH19dZuOL223291ud+Ee2IYzVxu2gU57e3sLe9FisXh7e7v9OJm24Q+N2+N/hYwszcV2u50B&#10;dmWF8pNTZXr1/sbCV/SJ64qQjo3H49lsFqc2V5PmYjeuGNCJuzs0brFYOFNwb22JxoBBWa/Xjx/P&#10;bzYb0RjnVV4vb7/f27volvl8Hkcam80m7Pnr9fr24UchFwvRSXxnycW6brlcSuQ7qpZ0zHuWCqpd&#10;IxWW8enchVZaSuaN035tmVCZ7uid2+kB4JHOdGjWuKeX7v2yTqfTULuxWCxun94YpsDEXKzQhl8u&#10;1nWF2ZqWUKjLYyae19537MbFNE2377QHrPjRobpC62l2naoxoEnL5bJwVbTb7cLt6PJ/VRN/IHwp&#10;7WpxySyhuHc9uB1GuZFQ6Pzy+C3hMR7wssZplbU0yD+ai0Vysd4wm7KLapxZyZCFQnu7EO1xY1se&#10;0RiNeXp6yrLs8/Oz6Q2hSWf62jygZwqcslwuL9n9zlRv3dVoNCrEClIGbjQajeJEuRunVe73+3S8&#10;VJinXMjFDK46x/SOHpCONag3I6Bwz2a32124/wxzLnb8q7s4IXRoqk+ofHl5eXl5qXFTAABoSqxG&#10;XCwWt8wHKedicZrJbDYr5GIhX67W44+mxBdUpNJddc2sjLeI7roE4Wq1enp6Mk+NNovFSlpbdFT1&#10;aOz5+fn5+bnGTQEAoCmhcCx8vF6vK/+cQi52OBzigCFd2M60yu4KL2iHegB1wuOnw3+ZjtXSjAwC&#10;feVoORMqAQAGJ9RfFOZ3xI5j4d9yV7vLxVxsNBqVG3XLxTpNT8PeODOzcrVaLRaL850H0zKu9Xp9&#10;4RFjv9/HiXUXTjELj+/BfLTf+Z3fCR/87u/+7s/8zM80uzFASjQGADA46/W6PO5NO44tFovKfWHS&#10;XOzo/8rFoCWOpmMhF1sul+fTqNFoFPPuW44Yw/E3/sbfCB8sFou//bf/drMbc6OwbywWi6sO5pf3&#10;JuuceM8g/RvTWZY9yHb77V7R2C1TwVs7jfzo3nz51t747R1y1V9a/nrvn6gH70i73a7Nd3cvnI1/&#10;4/MTtOGpSP/eynt178+sjbzfw+5R+QX6ck8OP7/2t39Ljo1H//yj77jL34aPOVT+vt9bvGn///5/&#10;v3v0B5YfWe3xp/6E8z+/vGeeevzzH/4D539R4Xvz/P+Jn4bvDXUftwxxf/Bf/49Zlv3Gb/xvv+/3&#10;/szHb//z/+P/3MVWYrGz2OFw+Pjtf55l2d//+/9L+K/waXb/lyA+RXzp1F4Ud8jbD0Ga8qTKz+fD&#10;np/NZjObzUI6Fhdffnt7Szfp6HH19fW1cnv15XJ51S7UklPeKV+ed/7m3/ybv/7rvx4+/jt/5+/8&#10;y3/5L3/1V3/1zLc/4O+tfdh1yfdW+/ntP1acv4ZswzDkvFPPcO/HHdHTd99994Mf/KD+n/v0VPvP&#10;bNzRBVzCTZVLvr28EElY2ryejWuTo3eJL3yi0i4kUc+eKDvShdInqrDA2Rnl3e/y7+2KHqxqdN7l&#10;b4fO+eEPf/hX/spfKXzxwjPmL/3SL/36r/96octn/3bv6C//5b/81/7aXwt/XTw1XL5v/PZv/3bh&#10;uSofKv/cn/6rf+ZP/SfpV37nd//Zf/93//PyTys/8qrHn3pYXT8/+pOTn/9P/7N/L3x8Zt/4L/+L&#10;/+Fnf+bn/9E/+Z/+4T/+Yfg4fP2/+uv/foyN4m755/70Xy18+z/8xz8887dkWfb2H//qL/zb/278&#10;9Nf+u79w9GG/8tf/QfqAwqdnHl9w7eP/m//2Pzz69duFfezolcy93Wmhzx4fYajglkvQtDNdX0/x&#10;8RI0Pi2Xh4bhuBEPvOGpfsAb8Oio7cLLkvDXFY54Dhr9c35WdauE22/Vutp9//vfv1fVWIXGnPHA&#10;0a2mnpPJ5JYN7tYfe4vyExVe8cIXT+3KvX+iat+RWv6GOrN5R68hwj3JG39pS56Klr80bXDj2+Eq&#10;5Zfjqhfo1IPLu3F4wC/+4i+Wf8iFf+zRw2Mtb41anPqTC/97+dYe/XvrPVT+Gz/9b/2hn/v59Cv/&#10;6l//nuUvHvn55Ude9fh/9a9/T/Z3j2/D5T8/fQ5PPf6P/tGfix+f2Tf+zT/0h3/69//cP/onWZZl&#10;kz/1h3/69/9c+THxe8d/5D8o/Ndf+I/+naM/9h/8z/9XSM3+zC+Nw+b9xv/6v//ZP//H08Fhukn5&#10;//3P/uyf/+Px0z85+fnyY1LjP3LkT67weC53Zi86ehV3OafC6OhT0cjzUziMX/irL3zY29tbHF2/&#10;vb3FQO3Cb79xf2tQus1/62/9rX/xL/5F/PRnf/Znf+VXfiV83KpT/OWXJeW09Pw2V3gdu3WsuPGq&#10;sindfX8V3LrUw3fffffZDnGTmt4QHsTLfVebzSY8w5vNpultOSIefA+HQ+G/at/yVj0VYSmoLMuW&#10;y2XT28LnZ2n3uPYFOrUnxzNaq3a/+0mft6N/crXnoU/vlxsvcu7xVIS9t3wQvvEHxp+52Wzi1pZ3&#10;gLCrxP/txxskvEyN7K7hGX7k03jjVdyZy4ChOXpwePzzk75Jw2+/654c/+oL/8BujRpOHbF/7dd+&#10;7Q/8gR9V5v7BP/gHy8/wjWeKlqt2hOzQseLo696J68Darwe66LvvvqteNfbx8ZFlWWG2AgAAA3e+&#10;0f5qtZpMJmHqX2jI0teuzPClWFaZ53lTs5biJLgwJze8H8NW3Xt28IW9yT970Uril3/5l//YH/tj&#10;f+kv/aUsy374wx/+xb/4F5veoocKraxuretpsfJazHTLT1X+zvf39/f39/+fvftncW6780S/ytf0&#10;BGeeMzCTCBeWmKELzE0cqIObDUaCmw00ZqACv4IbdWIpOobbmeSko3kFDgqGpt+AhN/AUeDMUM2A&#10;ZMoo6eQcDjeYoG6w/CyvZ+tPSVtb0v7z+WDMc6ok1da/vff67t/6rQo3BQCApnt5eclzsULrmUIu&#10;1spemdAghVws/nAymcTMbj6fX+OPtmDqVjn/7b/9t/iPduRiy+VyuVzeeyugGuWjMQAA2JXnYqvV&#10;Ks0oGY/HhVys8s7x3EAaDNd8xUA+tDcXi66djkWxbTZNtNlsxuOxd/C49PrUeXnKtq6McS7RGAAA&#10;lXl+fo7/2J1WmYbfcjG4uyO5WHSbdIyOiCFRnROibkqXOl5eXu67JXd3rRUq4UOdLaUGuIY79qmB&#10;XUfajcnFmi7VQby8vFy7F1XrpbZEJ3bdqsqHuVgU39/b9B3riNaMgFrfO+xcjSgQO2I6nXb8Oy4a&#10;4246/t0jen19TU0ro3RcqapCW6U35ZzSPuNeJegxdNj7q+fnZwEZd1fIxfKPayEX22w2r6+vMrJm&#10;Sbs+Q6mGOjEXi66RjqU8pYMfoa493yR+hM49RWn6XL+0/bU9N8ubgXb8IqtoDLinfHdc0PRjIU2U&#10;gtpzP343vtq/Wq0ObeFwOOzyaU1bFS4h1FyclJGGf/P5PH1cV6vVeDwuTKtMC97TCIXLBh0fSlVo&#10;tVrdJiM+KxeL1I5xL2kJV66hZf0i43W40pWMdek1lr8rLXuHAKBaR476DS3j57jGva15LjYcDlMb&#10;/ul0upuLvb6+WuOsubSnudCNv90lcrGo2r5jjdunses2vcMalIvVv0BsV+HCW8f35+Wrxh4fHyvc&#10;jiAShi6JTZqPh/qr1ara/gXOw/jQaDRaLBanf/ZS9ZZPFySpDX/MxUajUUq+dnOxfr8/GAxCCO/v&#10;7/faYM5SmM3dwQlxzVU6F4uuVDt2SuFh3GPMZjMftoaKtS+X9FlrUN6UpIqfpjSY6/j+vHw01uv1&#10;KtyOJn7WgdL6/f6He16tZ7iL0Wh0+mdPJzvYFecXp1xs9wZ5Lnb7zWuTQtvB8XgcB2CHXvlK7F7J&#10;NqeyES7MxaI7zqxsSrjQHbEi+Krf/cZFS42z29mmy/tzvcYAgOuSIXbK09NTnottNptCl988FzOV&#10;8hJPT0+FgU3MLNIM1srtbXtyyTqVN27UWEPp6e+t16jq9akkF4vuko71+/34Fy01Ux9nfZDKLWeZ&#10;pvtZB/MaKt+fN11deo2FL5cuvu+WcBvL5dIJMdA+OmYeYeZpF7y8vOS5WJwvGa1Wq0IudmQxFkq7&#10;3het8rN0+4QbqDAXiy7vO5bHWyd+qFpTN2QE1Ep7C9xqHu1JXQpqFI2lQ6Nryx0xHo+dEAMdUe2h&#10;7cij1fNEp4m9aSmtkIstFou8DX8hF7M85SX6/f7evOB6X7S9O5/pdOqSQLVSw77Ljx2V52JRSsfK&#10;pTwlPjDxNWlBm3AjoNOlz78M/RoO7c9vvyU1UaNoDABa4NBgtULD4XDvn5jNZnc5fcyvizqRJb71&#10;KRfLR+OpMU3KxaSllbvebMpo9ln+n1f9i91RecJ4pVwsmkwm6/W63MPmB8qz4r8uj9sbrdxylg26&#10;rlbzArFDdnfms9mss5c69BoDgGtJZ4HVLvozGo2enp4KLVdq0jl190RWG90O2puLJXKxCj0/P98y&#10;LEj7sc1mM51OrRhYiVh+tfdXlxw7rpqLRZV8hU98jjFNiyWKdh1d0NmA5mby7910Om1BI78Lc8ka&#10;VY3lTSjvuyUAcIl0bH55eUl5ULUnef1+v3AGc8cTmt25IQ3qtUHlXl9f81ys0Ia/kIstl8vZbHbt&#10;QqcW2/3iW9+5BS7fn98gF7tQmjQazjk+zmazpo/euykO8M9679LJQ3MPEOrom6V8NLbdbrfbbYWb&#10;AgDt4BxICtZl4/E4z8UGg0GKSmOTnTwXW61Wk8mknkP3prhLPWZ8B13Pvp5LLqvUPxcLX6YkJ3YQ&#10;m0wmqhSbKDakUzlOzZWPxt7e3t7e3irclHDZMQAAaiKvg04XxlvQPHivD+dLumraNYVcbL1e51Hp&#10;bi52tw1ti/zlvWV5RfzKO2m/XHoHK1lHpRG5WCQraaiHh4cSyy+ce82sWUvzOdVpgRpNqAS4i81m&#10;YyFtKpfO+Ou5ZGSFPuzB36A2ulQib8NfaCiWt+GXi1XFSKyVyuVldcjFNpvNiYFpunRkkdMGie/U&#10;WYtsxhuf+4FMJw/N3cU5/2mWekVj1V4zATjF6+trnONzg3TMzq2tjryzeSf+W23O3RzpwU+n7M3F&#10;ErlYtfIX+ZZpSDxvd1y7knTsOL12pia52GAwGAwGdv5tFb/ypxeoXj6bUq7EbdQrGgO4vWYVbFMr&#10;R9KuvZ3421ecWOiwHu3twW/iTHe8vLzkuVgarkeFXEzRbiXi9+vG37KY3TiGXq5ECrarDrlY+LyO&#10;ZAjhlHQs3Ti0t+dA+5xVL5acO5uycWtbKxBrgXpFY5UcGADKuUHBdnNrwtmVj+d3xyF73+v2Hd3y&#10;gpH07PaeAZdozN+aapR8fNiFSorpdFrIxfI2/IVcLFhRsQrx+9XE5S9a8zWvXN6z8sMb1yQXiyaT&#10;yenpWNKFwuoWSGc+p3/Mys2mbNba1ns/51043LdMvaIxAGiKdOH0+LSC/HR/Op22qUAmLxmbzWZ7&#10;BzblLi+3WBeuJ+cNxeJ6lGlsM5vN5GKtYZHKqhzKB09coKxWuVh0ejqW2o0FUUJz3HI2ZbPMZrP0&#10;MVY1f3ur1eqSi9D1isbOujwCUK0bXLt2ebw1jpeMhZ0EJJ1Hjsfj1pz9p/kvi8Uiv66bKubyV6lE&#10;yWRrqiwvj8Mat+uIy5uMx+PCCCp9TvJczJzK5rp8kcrWfM0vcUlLyhrmYtGJ6Vi+ezx9TuVms5nP&#10;5404mG52HPp5/Z9Ouh527ietROVXsxZ8TMfo6XS6e8RvROEbIYQfl77n4+NjhdsBcHcmVHKKzWYT&#10;l26I/3nk2un7+/vDw0MIYTqdLhaLVFf18vLSggbky+UyXz1qMBjEf6eKofBlYV0XqqWup1m7jrxU&#10;cG/ZYKFeLN7m/f39JlvXbIXGbQX3KtJMX/8b37eV4lGj4JRXqc4luie+y9Pp9KxwsP61FEeeUUM/&#10;+bPZ7Kygp1yUttls6v/m7nV6PR01VD4a6/V6FW5HkkYOm83GaTRwS6rG+PCa7cvLS+F07XhmsV6v&#10;4+lvXj4znU6Hw2GtLu+fK59KuVgs8vKx9LxSHVDdahm4r0IuNp/P77o5APUSJ+XVcCDc7/fPurBX&#10;uhw4P1uu4euwa2+NWzpNatbFrS4rH40BtEydr7hyA5vNZjf5OiJOFTl+0haX34qPuVqtFotF/JjF&#10;BkyNOOHbK8/CQnbpPs/FfKG6LLVWmU6n6Sswm81Wq1WeC8/nczNNzjIajWpVXrfZbAaDQd5C7kTz&#10;+Tx+Khq9J6xQfCXDl/349v4wqu08yhLS0wznfB7iR6ieTz9/43Z/m/aHh341HA7b9KUoUUiVkqam&#10;FGEdX56yTe9mu9U3Gnt9ffUxAuCWTszFZrPZ8/PziQepyWQSH7YwrXIwGDR0TJjGtGFnKmW6TV5T&#10;VsNxC1eV3vTlchmH9MPhcDweF8axMRfz8YDcdDpNKVjehTmPxtqUi4UvryGd3nDg+fl5Op2uVqva&#10;vgKHIuP4TI/8qrbP6FzxU1qiZmr3eludpeK4PO7c+0NqrnbRWLp4WOc9HQDtk6dUR05lTg/Fkr3T&#10;KkMIg8GgcQObPBf7cCplaMh5LdWKA6HlcrlarfLhn1ysfdIilS3on3hf+WHl+GS6luViBdPp9MSD&#10;bArUShyUuYHUoeLcdyfvxlDxNl3Z3iJoldENUq8VKsNlS7QAQGl5o7HhcDg5oMQpeDyDj/9erVZ5&#10;7jYej5uyNt9ms3l4eEhH5/gs9l7aPWWNAtptNxfL5blY/Rdl47jLF6kk2ntJJv0wvsJtzcWen5/T&#10;v09fpzLe6/Tbc0uxX1iJ04DGdWNI0z/3/lCjsQapXTRWuGZyxy0BoGvSIGQ8Hs/n8wpDq5QRxCyp&#10;MPfw4eGh5gHZfD7Pl9OKL9TeCEzJGC8vL3kuVmg8V8jFGrpMG1QuxUOHsp625mLhywtI0+n0xDFg&#10;vJeqnHoqN5uyiacQe68RHu8+xpUMh8NLdgi1m1AZskUqAW7pNu0A7N9qq9/v5wfUlGE9PT0dObOJ&#10;Z/CnnPqkaZV5OpYigzjXsoYngoXwIo5DVqtVPq1yb/d9JWNdludiIYS0AMVuLuZz0nRxt6lH8JWk&#10;o1Le1bGGR4oSlstlfniNvcPiv0/vOGYm7w0sl8tzP3Ip4Sq9W2jKoSHFuPkgYu8Pqb/y0dh2uw0h&#10;9Hq96jbmL9Ke8fTdIsDlhFbE1d/yfOeUwv4Tu/LnnYbD5ywsRQbpb30Yxt1GPLErLNlZiPNCCLPZ&#10;LF0T3mw2uu8TsuKXODoajUbxH3n+HMISQwAAIABJREFUm3Ixn5Omi3uA0j2CZWrJ3qb7haKb1nxl&#10;0nE2LUeTHyJ1EKuP+E6VWzXoktmUTZmHGOeNhi97iu39YZ3FhiH33or7Kz+h8u3t7e3trcJNAYA6&#10;iAHZ6ad00+k0nQYdN5lMClMpU0CW/3AwGDw8PMQZncvl8jbtBTabzWazWS6X8/n84eFhMBgMBoO8&#10;s9hisVitVnkutlgsUvO15XJpZhy5lIuln8jFWqz0taWmDIBvo9BZrKBNX5nRaBSf7GAwSE+2XMcx&#10;riclmGflYulepWvNzv2LUIk6TqjMr5m4YgBc23A4NI+bXaPRKIZBp3w2Th/d7S1MK5SPRYW/e9Wy&#10;/OPPcW+xWH6ALjSTKnd5mTYp5GJ5l+JCLraboNEsqdjn+LqKnCLVmKSpM/l1l5bFiPEJTqfTwWAQ&#10;jxoKx+omFbPf4F65psymDNmp0d7FiBzamqWO0VjQbgy4odFo9PT0dJtCYj2nm2U0Go1GoyNn5/P5&#10;vNzRKuZuhamUqZ3w3lmctz8sprZihXywULmQvwiz2UxNPi8vL6mhWPjyE7Kbi8WpOnfbVqqjEcrl&#10;CuFX4apD++ymY+U6jnENqVPkWflOuXtFjUuU9lZ3WkiwuWq3QmWUXzO575YAXeCyJEdc6eOxO21z&#10;Op2Ox+PVarX40jX++l5x1uR6vU5/N4ZiefK1Xq/TOetms5GLsauQiw2Hw/Rx2puL2QM3XT4Pjkvk&#10;U2dSLpZKhls5LJpMJvnMynJLVVK50pMiS4e5aTZlg0rGUlFnvs17f0gj1LRqrGUFwwDRiR2paJzS&#10;naQL5WNh3zzKOK8zhDAcDq9xfIw1PiGEWCB26Ly2cBG4UALZpiY4XCh9StN6lHHMM51O5WKtFN9E&#10;M+AqkabOpFlpo9EozTFs5eWHQu3YJYVj8/k8WLayCuUmRV5SMpbPu4e7qGk0pt0YAA1SenW2EMJo&#10;NFqv14W1IJM6tBeIMyvzJ1iY5iMXY1fKxdJP5GItphfKNaSvTHp529rQrZCOXdJxbDqdFvY8lBBD&#10;sXOnUpYrNAshbDabtANp0Hu3dz3Nxi2y2SbpQnK5u9d0QmW4cr9hgLtwmGyZdPSdTqfxYnU5/X5/&#10;Mpm8v7/HKZaLxeK+B8HZbBbnTq7X6/f398lkciQXy6dYQpTnYpvNJv/AFHKxuChqvjAZTRTnVLZy&#10;xt+NpcPKbDZLu9Y0ZbXFr3A+szIf2Z71lOMLNR6P7VIuFHutnnWXmEqUm0XY9EmIe9PbVqbY7VY+&#10;Gnt8fHx8fKxwUwq0GwPax4TKlknLz4cQptPpw8PD5afj8Xy0kJSFK18x2s3CJpNJXC8sv9lyuXx4&#10;eEgxR7yLk78baNauI2/DX5h4u5uLxX527e413h0lCsea9dm+tvzCQ23riK8npWOFJgOndxzr9/tp&#10;SWXp2C0tl8v44Xx6etqcaT6fN/EQkD5g+enZ3h/SFOUnVPZ6vQq3Y5faCqB97NnaJ16jTsOVvDtM&#10;JY8fH+f9/X2z2Vypf8opM3RShJF+MpvNdDy4mWbtOgq5WBqpxm9HIRebTCbtHu13ROyeHlOMs3YL&#10;zfpsX9XuepTpxUwvb2jvnMoozazMf3hWx7HUwdOs7ZvJS4MvXIe9iTuEvdP3Ss/p447qO6Eybzd2&#10;3y0BgEPiXMjCFIBrXK++3vn9oUfebDZxslusFCusUxnLyq60STRaHNukXCyPiXdzsbttJddx7mwP&#10;VWNRysUOTajvwpzKKNWOJecuVRnTsfB51cuKt48dVX0mF4tFg84r0roBeZxnMYFGq2kb/qgjl0cA&#10;aLrRaPT+/p5f80+DnKenpwYdwuIo4tCaAEHH/dYpvbjq8ccMIezmYmnYIxdrpXxhQc6S52L5V2Zv&#10;tVRb16nM7RaTnrtUZUrHGnT8bag0lTKUmkU4nU7jvRpXh56edb7ZTVxMgKTW0Vjebqz1xwAAmu5Q&#10;QLa7wmOtpDgsHK7Ujk+hWTFffeRlC3W72rdarSp/W1er1Xg8LqxHmX5byMX0A2qN+Ck6d0nBm82f&#10;qttXL9nNxfa+Jt2ZU7nZbHarkEosVVnbY24NPTw8lJt8mu/eZ7NZiQF7Q8f4e3uKKVFsulpHY02c&#10;bAx1Mx6PdYKEWxqNRuv1+vX1dW835bO+j0dGAjFfuGQ7kyNx2PFtuLZWzrSqyYB2s9nE9z0OOKt9&#10;8Ol0WsjF0pB+Nxcz/aRN0ht9ugs7E7XJbifyQ3lQi4sGdhuuJS1+1vcV19cu8fIWVh+u/FDSCHtX&#10;U23oOpvUOhpLSlwoABITHODG4tqOe0eJZ30fh8Ph3mPfZrMpNMWvUOyvH2oQ4rTmCtndX8ld+SZV&#10;vnmFXCwmxeHzpZpCLqYNf5vEOZUijArlU57TlNVWzqmMxWL53iDWMc3n8zjnbjqd1rn+uqHSy1vi&#10;E5Xn2s1qE3a5Ji6p2QUXrn5Q62js0LgCAOpvMpnEjCnlAuc+wqFsqN/vV3twrE8cRgvEz23Kxfr9&#10;fvwK7M3FQvMvsBdq3/LvZvvyi1O0Mri5l9VqlcKgFs+pLBSL5fuKdCSdTqf5TG0ud0kuFmvNoq69&#10;KXkfgPyJp51/ay7sdU35aGy73YYQer1edRuzh3ZjcKHYBfxmfy5dQbrx371Eukp5g23OJ9nRBXHo&#10;Ev8/1s6c8hk70gV/13q9vmQL4ya1aYhFHeS5WPphOqnbbcPf6GHV09NTYceejil32qK7SdnN6cFN&#10;uQ5HZ4mLpYayvZCu4VDf/d0btH5O5W6x2O5rEp/+YrEYj8e7O5Zz/1xwESj7UoRSEyHz1vtdy8Vy&#10;+U4+5WVdK6Brk/LR2NvbW7h+NJa+aeZUQmk3++IcuorSFAICrirOsrzGw97x7rArDnTT8PV4G/75&#10;fH7hDIi78yXa1Zrg5ho+zMVCCKPRKBWI7Z1T2Q55QBM+1y8f+kLFRSfH4/FgMCidjsU/1+U0J1wc&#10;Fhd26R18JdPTz5+7K98t8KN7b8DHUsfi3cVKgHrq4KVyAKJCLrZardJBYW8u1oKR1d7lNVrwvEpI&#10;c9/uvSE1dUouFqVanny6bsqDYmne1Tbz6jabzXw+LzSrmkwmxwOvmI6FEAaDQbmnH+8+Ho+7vDZu&#10;v99fr9fxBT/3voVc7MK69SbKq8N2fxi6uudvhwZEY+nA4CgLNbf3KgoAnZKmkxSCsPF43MpcLOxr&#10;/dvZtaHjnMrweeYaudNzsXA4BWtB0UBhEuVsNluv1yfuClI6Vu7pp7uPx+O8W1bX9Pv9cvvePBfr&#10;5szB49VhigMarQHRWDrEBkdZqLG9V1EA6KbdhmL55J025WJhX9Plps8SvUS8qt3c4OZKzsrFor0p&#10;WInOUDWUd6r6sFisIM02LZdtjUaj9XodH+Hh4aHL5WPn6nLr/ehQdZjigHZoQDSWc5SF2jLHHqAp&#10;8muN17juuJuLhSwtynOxzWbTgqHp7sC+KQvRXEN8NZo+469aJXKxcGDqTAvmVMYla0MIs9msXJSQ&#10;5u2WS8f6/f5kMknlYyUeoYPy1vul37jW2DubsrPFwq3RjGjMnEqoOXPsARokj3IqnxFTmDhZ6E1T&#10;yMXyZkONVhgUdXCeUS6+Gi5pR+VysXB46kzTR+B597Ry0isznU5LZ+txcmW75zpUde2hsBvv7CIb&#10;xxvwd7lYuCZWq9Ulu5dmRGPmVEJTNPoMI13GbPSfoE0MLGmifOJkoQ3/bi4Wf9WCwrF8mlujD4WV&#10;0Iw/KZ2LRelztXdOZUOPESlBuCTYmkwmcXh4SU/90WjU1gu6aaGD8Xh84fB5Pp93vPV+pAF/65WP&#10;xh4fHx8fHyvclOOafgyAdkuHzC5PIYGq5MOG+XzegtSACzUrVU/nbLtt+HdzsdFoNB6PzWlqGc34&#10;owtzsXBg+mTT51TGZmHx35cEN5WkY+2TQrGYTV/YLD+fR3n5ozWaBvytVz4a6/V6vV6vwk05runH&#10;AGixfI59Z4+XUKGnp6c0bJhOp8dP+h0Tu6CJVx12242ldCDPxe63gRXLD39NfL8qd2Iz/mbFvme5&#10;PBeL9jbjb/o6lSnVCpc9heulYw3N2pbLZR6Kvb+/X/LZK8yjbNlO+ywfNuC322+BZkyojJp+DIC2&#10;SpO6mz7H/gZHNQdOTtHv95+fn/MrkOPxOF9Iq6Gn7HRHIRfLe38UcrE2ZbvpTNVVovC5cKwOl7Tv&#10;kr5VlYuFAz2X8+LiSx78jvLnVa6bfnSNdCy+fU1cvzJ+6maz2Xq9vvCDV5hHOZvNnMSGww347fZb&#10;4Mf33oAzPD8/N3fvDy2WvphNv5Sk1xj10e/3+/3++/t7fs02nfKmmzkbo4biJcyUi83n83SY2M3F&#10;WtOGP3w+U216i/QKxfjm5eXleNPua6cPlzd9P1eFuVjIQsYQwmazifv8OCcx/nC5XDbxBKzf76/X&#10;67gHmE6nabZ1CfEDFousK3nNn56eFotFmuvdoGqpxWLx9PR04YnBZrN5eXkpzKNsyitwJXsb8Lem&#10;OICoSdFYOjBMp9Pn52eDAaiDvT0pG0qzG2ooLqEVss9nfrba2VWiqLk8FxsOh3GQuVqt8oFrzMXS&#10;2Jj2iW/08fP29h15q83FolQfkOeM6Yfj8fj9/b2SP3Rj/X4/7hxCCOPxeL1elx7fVZuOxatT6eCb&#10;rkvV/5h7+Udu94rFJe9LO+wd7Gw2m9YUBxA1aUJlzpxKqIn2ndRC3cQltHbT5xbk0dxLPset8vlu&#10;aZ5Uvh5lCGE6ne7mYh0fcbVerKHrTsX0NXKxcLgZfypRbNy8vyRvyT8YDC7ZHeUzK+fz+eV7tnTw&#10;jUfbOlQGbTab2GX/kimoR8RWZek/48RMe+m9g520W3My1hpNqhoL2eWR6XRa/9geWq8dKxanUVzr&#10;/yiNNhqN1uv16+trbPaR/gHlpNlYr6+v1xj5FHKxsNOGvzDiWi6Xh+YBbTab3Wzl9rPkTnSo+8cl&#10;88WaK566r1arwnN/fn6+fdBw7X3mlXKxKH1hW1Y4FrKCr3DC9NsTHyqq5I2Ij/D+/n7frnm7kxwr&#10;Hwvnk9+DSZSffdiAn/q49LDyzTffvDdKurAQF92gueL7eO+taK10BeOq35Tb/BW4Hp/hOluv1/Hd&#10;mc1m996WS6XzrnJ3v8ZLkbfEqvYB1+v1bDZL36m08fEn8T/X63X8bX69fb1eLxaL9Kv42/hoF53s&#10;1kMLPsblxLcvf1tb6dpHk/Q9Cl9+YdsxMsqf3eXflHyPcYOXJb71cacXd1nx6Rx6Irtv4vFfFXaA&#10;sZKr2qewu5tt9MepWnu/YvmR647bRoW++eab8lVj2+02hNDr9Uo/Qjnp8sjuBSjgxvb2pASgWapt&#10;4/3y8pIqpAptawr1YrHKJpZDhhBeX1/zs7t4rb7f76duZbPZLF4TXq1W8Www9pyuasu5hnjqfmE1&#10;UM1dtV4s2tuMP7SlcCxvOnZhS/7wZRnaDfroxwrWcxeL261BO169O5vNrtRrW3OxIz5sKGY2ZauU&#10;rhr79ttvv/3220qjupPkVxVafwGq3eKbeO+taK0b1MIot6EFfIzrTNVYcu2qsUrOqXYvrcfNTp16&#10;CtVD8Yf5f+bPLt4rf/DCw85ms2tUT3AN7T5vv9lx5NB+oB2FY+9fVuJc/lxuXAYVi17jfuz47np3&#10;PJ72jXsPE1f94hSSHTvVgkPf7guP6dTQN99807w2/HnLSc344Y7MsQc4xX071Jyo8nOqWImQF2tM&#10;p9PderH0n6vVKlUVxXqxdMe8bVl62MlkMplMlDY0Qjx1b+V5+w3qxZK9zfhD1r206SdmeUv+8Xh8&#10;4Z4zdeVPD3il1vVRv9+Pbfsnk0leyXHILBP/89De7Ep7udjOP//MxCU47VRze79TexespAWaF42F&#10;7ABQODAAN9OOBvxAnXVnVbs7Smf21Z5T7eZi8W9VlYs57jRLPHVv33n7LXOxaG99QDuWqozyRYoG&#10;g8GFT6eQjk2n04eHh5q8RJMdt/zry+Wy0NQ/Xm+45TbUnwb8XdPIaCxOR4//buUFKKi/tDSYCyYA&#10;x9X5IvzT09M1ivHzAGuz2eQDCblYB6VT9zadt98+FwuH6wNaUziWj/JCCOPxuMJ0LP7j8sdstFQs&#10;ZjHKD6VvU/6ZVBzQYo2MxkL2QWzfBSiov+VymQ6o+h8DV2L3clWTyeT9/b3f76dYajqdVjJiHI/H&#10;eS42GAzykpZKcrHlcvnw8HD5pnIz8Y1rzXn7XXKx8GWBWF5X26bCsdFo9J51CqswHZtOpykdq0/5&#10;2M3EUGwwGOShWGzjKOLZlX888rMRxQEt1tRoLGQfxzZdgIJGyK+i1LkaAoBTpHOqSkpOCrnYer2O&#10;y0qOx+OqcrH4OJdvKrcU37IWnLffKxcrKHxbW1M4FuXVXtWmY6lTfncCskOh2Hq9fn5+lovttXew&#10;k4oDZrOZq3c1tFqtUnZZQoOjMYVjcBcKiQFaJu9+fflAMQ4YUi6WX0GpMBdzYaZxYmVTVcWJ93L3&#10;XOz5+Xnvt7VNhWPRldKx+O/8ekCLA7IjoVjsuG9HulfeaP9QlzEvXfuUj8YeHx8fHx8r3JQSFI7B&#10;7e2deA/A9dxgRYK85OTyK457c7G8Db9crJvix6y5ZU13z8VCCP1+/9C3tWWFY2Enw7o8HVuv1/GN&#10;i9M2F4tFfPwUkLWm3uLDUOyO21Zz6WsevpxKmX/8LFnQSuWjsV6v1+v1KtyUEhSOwY0pGQO4vRtM&#10;3MhLTi684vj6+prnYvkwI1SXi202G+d+jZM+Zk0s0qlDLhYd+ra2r3AshDAajSpMxwqR0Gg0Go1G&#10;6/U6BWRxWcxGv3pCsQsd6hujOKD1GjyhMlI4BrfkqADQVocWvztXoaHYeDzOh+uV5GLL5XIwGAwG&#10;A+lY46TCsWa9d/XJxaLWL1WZK6Rj8/m82sfv9/upiCx87orYuFmWm80mrk8iFLvEoSKAQ1MsaZPG&#10;R2MKx+Bm0lFhNps5KgC0TL/fr+SKYz5xMuZZqQ1/VbnYarVKcRvNkiqbGnRVu265WOhY4Vj4Mh2b&#10;Tqfz+fwa4748IAsNaUMWE7FYJlbIQ4ViJewtAijUPtNWP773BlRgsVjED+vLy4t5v3Alm80mHRXi&#10;IAeA5prP59PptNC3K7/iGM7c26c6hTj9M8+zYq+02WxWVS42mUwqrxzhZp6fn6fT6XQ6fX5+rv+g&#10;vYa5WDSZTOKXbjqdpq9P+PzyhhDG4/H7+/s9N7FSMR2L70X8/FxvBkP6Q+FzVhIDx7hLvPvHYLPZ&#10;vL6+rlarvDosN5vNGvHlqptDRQBp0cO67QSoVhuisbisUtxF5gcGoEKpCbSjAkCLxXOqkEVd53p9&#10;fX19fd3tl5+CtstzsfJPjxqI9Ynj8bj+V7Vrm4tFKcHJU7C0EmgIYblc1nCzS8vTsXDbSaO7+8PZ&#10;bBb3aU9PTzcIoT6Mw9JWCcXKyUvD8stCy+UyveZt+jaxqw3RWGjv5RGoifxo4agA0GKxV1HpXCx8&#10;Hq8eacMf5GKdF9/imheO1TwXC1l9QPgyBctHRi1b0TV/yvdV2IY8KavqT5wYh4WsqO02OV0r5VMp&#10;8++7PssNcuHEppZEYy2+PAJ14KgA0BH9fn8ymQyHw9VqddZZZj5+K+RZqdCjqlwsv4xPQ9W8cKz+&#10;uVh0KAVLI6PavsKlTSaT5+fnNJvhcmnfleKtQ47Uqe3dI8U93t6wbLeFWZq1F2eLnxiH1TlcbpAP&#10;u+8HxQEdUD4a2263IYRer1fdxlxE4RhciaMCQE1UmAelYfOR26Sh2ukPGD4P2GK9Qxyux0HseDzO&#10;U4aYiz09PcV22oPBYDabxf8szMfMc7H02xJPmVpJ5T81HNs3JRcLX9YHpBSs3++niKeVDWf6/X6F&#10;n5lUw7jbfrEgjjHjXih8NKPz+O763JQtiuGd0rDKHSoCUBzQLd988817Kd9+++23335b7r5XkhZk&#10;WSwW994WPhbfrHtvRWulPfjlX4e0u/DNon0q/KZQufV6Hd+d2Wx27225VNqRlrt7O07K82/Zer1e&#10;LBbpLd61Xq/zp5/udeRmNE56Q++9IV9o3HEh/14Uvji+KadLA8lzX6u4N7veXno2m8W95ZWeOOm9&#10;K5xsNG5XwCW++eablkyojFo8rx7uRckYwN1V2Lzm2tLwMrdbBBGLPjabzd7bD4fDvetm5o8/nU5n&#10;s5mTvUZLFU/z+bwmk/4aVC+WpGUNwpfTJ/O2XO2bVlm5+PpMp9PBYHDWQDKVsL2/v4fPZ87nVrbG&#10;PVua1xl/WMOCyvY50n0//bxBh2Au0apoLLR6Xn37vJv32gQKiQHqI64+VslDvby8TKfTxWJR4Un/&#10;6+vr3pk+w+Fw70Ax9jU7/fHT7TebjV5j7RAvbNdk0l8Tc7EobW3hlUx1AzV5hWuudDqWG41GcZJ4&#10;2l0XHufh4SEcGAfFN8sY9pZO6b4voOyIVkVjrZ9XDzeWSsYad44I0FbVnqNX27PG+IFz9fv99Xo9&#10;GAzuPuejublYFF/G8OXsmbyg7O6vcCOkWKqSF8qrXXO675P70b03oGKj0SjVtozH45jZAyXkhcQA&#10;ANcQ45vw0aIQV9X0XCx8np0a/52/knFa5e7POWQymajb6gjd98m1LRoLDgBQteaeJgIA9Ze6YuXF&#10;GjfTglwsSrOtp9NpXh+Q//wurzDUkJKx9lmtVmetrF3QqgmViXn1kJTbQaxWq9TGxTeILrjkUMqV&#10;tOZNyceom82mxBSb19fXSrcIaieevd9+0l9rcrGQLWsQvmy7bFolFOSTY/LSsM1mo2Sss8pHY4+P&#10;jxVuR7UcACC5sFGxowIdoaU3t1HuhMTyWLReOnu/5VJabcrForw+IF/fMF+tcjAYWAuLLttsNuna&#10;W+G7ny5EtWafwOnKT6js9Xq9Xq/CTamWaZX1t9lsNIOrP+Mx4O7y9dSbqJ7X54bDoYW3qJUU38zn&#10;8xv8ufblYiFr3BZ2RkB54HibVxjq6fX1de/kmLyUrDX7BE7XzgmVkWmVNReX0XHZ6kqenp7KFXzl&#10;Uylns5lRE+2WLhvOZrOm5y8tJqO/BudF1FA8e7/BqXsrc7EoJYzxdC5PxNIqlgZHJSyXy2qX9OUu&#10;TKXkkDZHY6ZV0mX9fr/EB75wVHDOROulOMwgAeDu0tn7VU/dW5yLRenQVojADI5KS58ZL1qjFXKx&#10;vVMpg0tHXdXCFSpzplXCWdLXZDabOSoAADeWzt6vdOre+lwsfFlpOx6P8wYmBkflpNdtMBhoCNNQ&#10;RyoA8sgsfUHompZHY8FyxXCy5XKZplKmLw4AwC1NJpM4JbDyU/cu5GIhhH6///7+figCMzgqJ34s&#10;g3SsseJs4uhQLrZYLG62DAh10/5oLO9GWbhsAiSFo4JacQDgXmJ8U+2pe0dysSSPwPK++wZHpUnH&#10;miv/CqzX6/RvzWTaZDgcXtI4uP3RWFA5DB9xVAAA6iPFN+nUfblcXlLi1LVcLITQ7/dTBFAoEDM4&#10;Kk061kT5zJhCBYBmMiTlo7HtdrvdbivclKtSOQxHOCoAdM1yuZzP54Z21FZaaXE+n8dgK13GO1cH&#10;c7HoSIGYwVFp0rFmOdJ6XzMZcuWjsbe3t7e3two35aoKBwYHAEgcFQA6aLVapZ0/1FNs+jOdTtPI&#10;tsQ5fGdzsSgvEMujnLymzODoXJPJJA4tpWM1dzwX00yGXCcmVEb5gWG1WtmLQXBUAABqLF3bjs7t&#10;jdXxXCxKVU7hy+mTmo5dYjQaScdqLu8YU5gZcyQyo7M6FI2FLyuHzauHEIKjAgBQT/nwNTn9HF4u&#10;lhxqyf/09LS3poxTSMdqLt9X5OtOarLMXt2KxvJrI+bVQ35u5KgAANTH3lwshDCdTk+JIeRiuUOD&#10;oH6/ny/oJuI5l3SstvKOMfmSlOHLyMzOgaRb0VjI9l/BvHq67cgBA4BaeX19vfcmwK09PT0VZlMm&#10;HxaOycV2FQZBKccZjUb5eaCI51zSsRo60jHGCIhDOheNBekYaDEG0ChPT0/33gS4tX6/n5+0544X&#10;jsnFDjmlJX84Z8oqkXSsVrTe76zVarVarUrfvYvRWDh82YRbWiwWhy4GclUm2AMAjTAajd7f33fP&#10;GA/FN3Kx44605E/pWKEfGafI0zF1vnd0ZJij9T7HlY/GHh8fHx8fK9yUGzt02YSbGY1Gdkl3MRgM&#10;0r+9BQBAzcXcIZ26hwOFY3KxUxxqyS8du1BKx/b2yOM20jCnsCSlygA+VD4a6/V6vV6vwk25vfyy&#10;SR4WQIvlJzqq9gCARhiNRpPJJD91KRSOycVOdGRdssKvpGPnOjQFmNvIP7H5kpRB631O0NEJlUm6&#10;bBK+/C5BK83n89R4snAtBYAryWtbVKnDJfL5lXl2Ixc7y5HeMvmvpGMlSMfuJR/mFPrra73PKboe&#10;jakcpjvyo8JisShcS4FuuqRbJ5Sg6S9cLqUPsehJLlbCkd4y0rELWTjl9grDnMKSlFrvc4quR2Ph&#10;aFExtIbGk7DXcDi89ybQfk7EoXKj0She3h6Px3Kxcg615A/SMRplPp9rvc/lRGMh7BQVS8doGUcF&#10;AKBl8svbTm/KyVvyPzw8HKkdMz6ingrtYvKSPSMgziIa+wvp2O3N53PXoG7AUQEAaB/zKC+Xx4vh&#10;aO2Y8RF1s9ls8lwstotJZdr5kpRB6/1uGA6Hl0wHEY39VT7lvtCQkmuYTqdpX8aVyMUAgPaRi1Ul&#10;HwHtzp2UjlXI6LJCm81mMBjkuVi+H4i/Tf9pYQROUT4a22632+22wk2pg3zK/WAwsPen0eRiAED7&#10;yMWqNZlMjnQWk45VYj6fF5Y7oLTd5KvQXyz/7Xq9tpfgFOWjsbe3t7e3two3pSbSlPugdowmk4sB&#10;tMbr6+u9NwHqQi52Dcf77kvHLhfneeWRDeUcT77yEVD8rZVwOJEJlUX9fj+udxNJ92mi/Kgwm82c&#10;OAI0Wt5XGLpMLnY9hXTsSFd+6VgJ+QtIaYUxTiH5Ov5bOE40tkehIaWZlTRL4agwmUzuuz0AAJVY&#10;rVZBLnY1hfimUCIgHbtQ/gJcMArUAAAgAElEQVSqvShhd4xzJBcr/BY+JBrbbzQa5bVj9v40hVwM&#10;AGiryWSic9BVFQZB0rFqpY+umUnnOj7GMQLicqKxgwozK+39qb98lWJHBQCgfVSCXNtue5l8EJSv&#10;aDkejx8eHgyRypGOnW4+n+c9lI/kYru/hROJxo7p9/vv7+/53t+un9oq9KR0VAAAoITjJQLPz8/5&#10;vEtDpBLiCygd+9Bms5nP59PpNP7n7mTqQmqmpLTLVqtVnHRfjmjsY5PJRDpGze2uxnLHjQEAoNGO&#10;lAj0+/1CVzJDpHOlF1A6dsRmsxkMBsdzsSO/hbOUj8YeHx8fHx8r3JQ6m0wm5tVTW4XZ9YvFwlwD&#10;AAAudKREYDQavb+/50OkwqKWHCcdOy7mYuk/5WJcW/lorNfr9Xq9Cjel5gpdJ+fz+X23B6K8ijj2&#10;F3NgAACgEscn0OwuaqmG4HTSsUMKjWIKi298OMsSSjCh8gz5rn86nUrHuK/do4L+YgAAVOv4BBqT&#10;Ky+Rp2P33pa6KEyIWa/X+YSYD2dZQjmisfMU0jFlw9yLowJAU+SnCk4bgCYqTKDZTccKjcnm87nd&#10;3YkK2WLH7U6I2c3F0n8aAVEh0djZdsuG7fe5seM1xsDpLlnIBkoo1wvy9fW18i0BOMuH7WXy4rLp&#10;dGpy5eny17azQ8vNZvPw8JAu/MdcrHADIyCuRzRWhkn13NHxGmPgLMPh8N6bQPtdvpd+enqqZEsA&#10;LrHbXqaQ45hcWVpKeTpYeBG7xOSx124utlsZYAREtURjJY1Go/V6nf5TY35u43iNMQAAXE8hHdvN&#10;ceIoyeTKS3QqHYuZV14stl6vd3MxlQF8aDgcXnLNWzRWXr/fz9Ox6XTqqgjXo+k+AAB39+EEmn6/&#10;b3Jlad1ZszKOblLmFT4PcArNxVQGcBvlo7HtdrvdbivclCYqpGPj8fjh4cF+n8ppug8AQE2MRqNU&#10;FxYOlIaZXFlOvmZli9OxvcVihQHO7m2en59vvaF0Rvlo7O3t7e3trcJNaah+v//+/m6/z/Voug8A&#10;QK1MJpP1en28NGxvC5oWxz1VaXc6VqJYLN7m+flZvRjXY0JlNXavitjvc7ndEmJT6wEAqIN+v/9h&#10;aVihjMDkyhOlF7ZlKxSXKxaLtzEI4qpEY5UZjUb2+1Ros9m8vLwUFjB2SAAAoD52++7vdpjZTdB0&#10;oflQfGFbM1nklGKx8OWaY4duA9cgGquYSfVUonC1RNN9AADqqdB3P+wbBBVGSUFAdoLWREKnFItt&#10;NpuHh4fjt4HrEY1V75QrJ3BIPCoUrpY4KgAAUGcfDoIKk2zSzZbLpbFSW51eLJb3VlYsxu2Jxq7i&#10;lCsnsKtwVJjNZu/v73IxgI5rWa8ZoK1OLB/bXcTMWKmV4tAmLwTbHdooFqMqq9VqtVqVvvuPK9wU&#10;CmLZcMrIx+NxXHFW/s2uzWaTh2IhBB33AYienp7uvQkAp4rlY+nMNo6GCtMgYkC2XC7zsdLuzWio&#10;E4c2+QcgePe5q/JVY4+Pj4+PjxVuSivpzc+HYplxoYT4/f1dLgYAQBMVFqYMB+bQ7K0g04um0ZbL&#10;5d55MIWhze5ES8Vi3Ff5aKzX6/V6vQo3pcV2e/PP5/PNZnPHTaImTulJCUCj5Ud8R3+gO05cmDLe&#10;TEB2ouVy+fDwUMOjSUq7CkOb3cXEdkdAygK4O73GbiReEkltKZWPcWJPSuCqLmlJACXYyQOdsrcu&#10;bG86ZgnLswwGg/qkYzGty9OucGBos7dYbDc7g9sTjd3UZDJJ6Viwu+8wxWJQE8Ph8N6bQPuJw4CO&#10;O718zBKWH0ov5t3TsZhzPTw85FFXODC02Ww2isWoM9HYrcVFWxQMd5ZiMQAAumZv+dh8Pj/xlpaw&#10;zN09HUu9kvMysZiIvb+/7w5tlsvly8vL7gjodlsMHxGN3cGhguH5fG6P32K7hxDFYgAAdEdhEDSd&#10;TmOJwFkd+uszkfCO7pWOHQnF9l7sP9SAzAiIuvnxvTegu3ZXLI77i8Vi8fT0pIaoTTabzcvLS378&#10;CBYnBuBkr6+v994EgGqMRqP1ep2fG8fRUAx6CqfHuyOm+I/ZbDYcDjt+Lh3TsfF4PBgM1uv1tceP&#10;y+VytVoVRjSz2ez5+XnvnzYC4sYubJMiGruzQ7t7e4122HtICCHc4OgFQGs8PT3dexMAKtPv9yeT&#10;SRzH7g6Cwr6ArJCmpX/svX13pHTsen/i0HDmSCiWj20T9R/UXPlobLvdhhB6vV51G9NdArL22XsU&#10;OXIIAQCA7ojDnEODoPBl4LU3Tcv/3dmMLOaG1xhfHArFjgxRD4ViHXxfaJzy0djb21sQjVVKQNYO&#10;QjEAADjRoUFQ2BkH5WlaOJyRda06qdonGzuXnTuc2Q3FDH9oFhMqaye1VNwNyLq2l28coRgAAJSw&#10;G5CFw4UCeUZWaIB1KFbjQ3EsE7L5qtG5DcUMf2gi0VgdxZ14Yd64CrI6c1QAAIALnRWQxduPRqPJ&#10;ZLJbtaRh/yk2m83r6+tuf/1IKEZ3iMbq6/iBIXRyLn0NOSoAcFycnHIJK1QCnXJuQJbfJXw50VLD&#10;/l2Hpkwmx/NEwx9aSTRWd0cODEER2V2du4AxUEOr1erem0C3bDabEscIK1QCHVQuIAsnNCMLHcjI&#10;Yv6VH3EOzZdMYiIWjzgqxega0VgzHLoMoojs9mLV8e7aK44K0ERxrSu4qvzQ4DABcJbjAdmhXsyn&#10;ZGTh8zCqlQ2dB4NB+PwED82XDCHMZrMQwoejGDUB1F+84F363F401iR7VzgOishu4kjhsaMCAABc&#10;z5GALNU6fZiR7V7b3l1UMY6rGz2kymfx7z7lKI5fwkcXbPaWiQXDH9qofDT2+PhY4XZwFkVkt3To&#10;kBAcFQAA4Fb2BmT5WfrxOrI0gDpURbVbFRWTspqXlcUsLHbTDyfMl/zwuRj+0EHlo7Fer1fhdlCC&#10;IrKrckgAoCa04QdIUsi1m3B92FAs/iQuahnbpISGJGWpFixFYLtbuGs2m8XbrNfrDwvEwgW9+aHp&#10;TKhsg+NFZKdfHyBIxACoH234AQpGo1FMuHYHQeG0pvv9fj+e2MfHCSGcW1MW9jU2SrlVPrHx9BFE&#10;KgFLD/Vh/rUrny85HA7H4/FgMNibjh3vzX9iJzJoAdFYexwqIivUGAdzLfeRiAFwA/lI6XSqxgAO&#10;OdJxP//PU8oF8pqy8Dkp233M6HhiNZ1Oj9zg4eEhfA6eCmL7/LOkx9nbKG00Gi0Wi0I69mEidkon&#10;MmgT0VgLnVJj3I4ekxeKRdSHrsY4JABQiTwOKzHmAeAUKSNLJ/n5Gf6JLcl2HzA+Zvg8dgiHe9uf&#10;66xysDz/SqXEJ45T8nQsTbHc+ycUBNBZorHWijXGz8/Pe/fg+Q6xUzMu9x4pc8qGoVPSrAcAoB3i&#10;TMnTp1ueOA5KEzBjUpZqynaltjbpJ6enYPk8zRiBXTIqSddmjrQnk4hBEI21Xr4HP5QK7c64bFNM&#10;ljpKho+OSY4K0EG7LUKgcvmRZe/0mdP5xAKc5cTpluHzOCicPBQ6NPkmjj5ms1mclRmlf8eplKkM&#10;Lf7w9fX16ekplhXn9yohPWYc/gRNxOiMC8+RRGMdkl8/ORST5YeHpixXvOvD0rDExFIAbunCMQ8A&#10;5RzPyPb+JB8NhSt0WUkPWPqRU8/+Exv2x2c0Ho+n0+mHa1ZCp5SPxrbbbQih1+tVtzHczodlxuFA&#10;tW3KYmuSl+0uY/xhaVgIQRMxAADooOMtyXKH6q3uUj1wbgqWK0yO2e3KD5SPxt7e3oJorBXS4SF8&#10;njN/qLXk8cND+HyE2Gw2Fe5k8/ArHJ0nf0inmqkBUDflVqUE4KpSrUC8ap7WAj4+9eR49UDuyM7/&#10;w1/FKZbHJ0UekrqVHerWv3fNSug4Eyr5QqHSODr38JD7sKnKbgPLEuHX3j+qNAz4UNrh6MfP9eSf&#10;rmqvHgFwubhbTjvnOLEmZEtSlhgNTafTI3c5slrxWQsZF1Kw048v0jEoEI2xX957a/fwED46QiQf&#10;3ubyxY8LKxnbswOnS5d5S2fxcBYHKYCmSAuaXTIaqsqHtWDnko5BTjTGGdLhIdzwCJEnX+FzF8xg&#10;dAFUQbEYtzSbzVSNATTX8dFQYe7L3tkzZ/2qRDnYWVI69vr66thEx4nGuNTuESI/7z8ykT5WC6dl&#10;khPhF3AzqWpsd18E1VqtVsPh0KENoGXy4rIQwmazmU6ns9ls75LEMf8691fXMxqNlIxBEI1xDfm+&#10;9cP9bD5zE+DGYhY/m83si7g2nzEAakguRjvEss29a2Kc4keVbgwAAAAANEb5qrHHx8cKtwMAAAAA&#10;bqx8NNbr9SrcDgAAAAC4MRMqAQAAgL86spwatI9oDAAAAPiL+Xw+GAykY3SHaAwAAAD4i7jMn3SM&#10;7hCNAQAAAH8xGo0Wi0WQjtEZojEAAADgr/J07N7bAh8bDoex2rEc0RgAAADwhZiOrdfre28IXN2P&#10;S99zu92GEHq9XnUbAwAAANTCaDS69ybALZSPxt7e3oJoDAAAAIDGMqESAAAAgI4SjQEAAADQUaIx&#10;AAAAADqqfK8xuNBsNrv3JgAAAACdJhrjbiaTyb03AQAAAGi21WoVQhgOh+XubkIlAAAAAB1Vvmrs&#10;8fGxwu0AAAAAgBsrH431er0KtwMAAAAAbsyESgAAAAA6SjQGAAAAQEeJxgAAAADoKNEYAAAAAB1V&#10;vg0/AAAAANzXcDi85O6qxgAAAADoqPLR2Ha73W63FW4KAAAAANxS+QmVb29vIYRer1fdxgAAAADA&#10;7ZhQCQAAAEBHicYAAAAA6CjRGAAAAAAdJRoDAAAAoKNEYwAAbTCfzx8eHpbL5XK5vPe2lLHZbDab&#10;TXoW994cgL96eHiYz+fL5XKz2dx3S+J+MrrvlkCtrFar1WpV+u7lV6gEAKBuxuNx/MdsNhsOh09P&#10;T/1+/76bdNxms3l5eQkhTKfTe28LwEH5PmqxWIQQRqPR6XdP+7oQwnK5PGvnvNlsXl9fV6tVvg2z&#10;2ez0vw4cVz4ae3x8rHA7AACo0O4orj4xmTgMaLR0ESKcHJMNBoP87rPZbDKZHLl9LE97eXmxn4Qb&#10;ePjmm2/+8R//8d6bAQB3sNlsBoPBh6encGMPDw/33oRGWiwWZxVxADezXC7zOAkK7MC5UJxNORwO&#10;S9z3N7/5jV5jAAAAAHSUaAwAoF7eSznSd2Y2m81ms/V6Xbhx/pPribONFotF/pP4w0PyG+9ar9fx&#10;SRV+ruIAams0Gl1l/3IrR57abDZbLBZpd3poB1W41+5eLv48/WfcTx7fsV/1Kd+YHTj3pQ0/AEA7&#10;zWaz5+fnEEJNWowlcQj0/v6+t7c0QM3FxOr5+fn0vetisciXSXl6ejp++7ifHI1Gk8kkLtprRipc&#10;j2gMAKA9ahuH7dXv9/v9fj72E5MB9ZTisFBqBxvr5mIryXM7nBYuJwQxGVRNNAYA0AbPz8+NXlAi&#10;L5GIS7MB1MR6va7D9YZ4OSF8jsnuvTlQI+Ua8Cd6jQEAtEEdhm1VadNzAVqghjulGm4SNFf5aGy7&#10;3W632wo3BQAAAABuqfyEyre3txBCr9erbmMAAAAA4HZMqAQAAACgo7ThBwDgikaj0Xq9vvdWANxC&#10;v98/sscr9yvg2kRjAABcl3bRQHcc2eOV+xVwbSZUAgAAANBRojEAAAAAmmq1Wq1Wq9J3F40BAAAA&#10;0FHle409Pj5WuB0AAAAAcGPlo7Fer1fhdgAAAADAjZlQCQAAAEBHicYAAAAA6CjRGAAAAAAdJRoD&#10;AAAAoKPKt+EHAAAAgPsaDoeX3F3VGAAAAAAdVT4a22632+22wk0BAAAAgFsqP6Hy7e0thNDr9arb&#10;GAAAAAC4HRMqAQAAAOgo0RgAAAAAHSUaAwAAAKCjRGMAAAAAdJRoDAAAAICmWq1Wq9Wq9N1FYwAA&#10;AAB01I9L3/Px8bHC7QAAAACAGysfjfV6vQq3AwAAAABuzIRKAAAAADpKNAYAAABAR4nGAAAAAOgo&#10;0RgAAAAAHVW+DT8AAAAA3NdwOLzk7qrGAAAAAOio8tHYdrvdbrcVbgoAAAAA3FL5CZVvb28hhF6v&#10;V93GAAAAAMDtmFAJACfZbDbz+Xyz2dx7Q2C/+Xy+XC6Xy2W1D7vZbJbL5Xw+r/Zhd/9K3H5fMQDg&#10;xrThB4CDNpvNy8tLCGE6ncafDIfDfr9/142Cg8bjcfzHbDYbDodPT0/lPq4xn3p5eUmf/BDCZDKp&#10;ZCMPyf/WYrEIIYxGo6v+RQCAIBoDgILNZvP6+rparfKBOjTLbsz0YUyW4rDC3e8iZXxBTAYAXJlo&#10;DICuy1OADxOB8Xg8m82uvEVQxqFPbx4zpU9vvHEMwo7fPbn2nMpD8lK4u2wAANBuojEAOK9G5u4F&#10;NVBa4dPbrE/+3TcAAKin1WoVQhgOh+XuLhoDoOtms9nz83MI4fX1NXxZYrNrsVg8PT3daMvgHIXW&#10;YAWx5Cp+1NON0+f5lEnE6/W60u39wuvr6/GvXuqedsqNAQBOVz4ae3x8rHA7AOCOYg+m+P/v7++x&#10;3Vg4EJNpw0+DpOR37+c2NSDr9/uj0WgymcQFLmvyyU9xni8dAHA95aOxXq9X4XYAQH30+/1CTKYr&#10;Pw1yPA47Lna7f39/DyEcicmuRxwGANyYCZUAcEyMyVJBjdmU1NZwOFyv1xUmSikmS3WUVxUnbErE&#10;AIAbE40BwKliUgD1dL3PZ6qjvB6JGABwLz+69wYAAAAAwH2IxgAAAADoKBMqAQAAAGiq4XB4yd1F&#10;YwB02mKx0FmfDhoOh4vForkdvnxzAYCqlI/GttttCKHX61W3MQBwUzdoLg711Og1JXxzAYAKlY/G&#10;3t7egmgMAAAAgMbShh8AAACAjhKNAQAAANBRojEAAAAAOko0BgAAAEBHicYAAAAAaKrVarVarUrf&#10;XTQGAAAAQEf9uPQ9Hx8fK9wOAAAAALix8tFYr9ercDsAAAAA4MZMqAQAAACgo0RjAAAAAHSUaAwA&#10;AACAjhKNAQAAANBR5dvwAwAAAMB9DYfDS+6uagwAAACAjiofjW232+12W+GmAAAAAMAtlZ9Q+fb2&#10;FkLo9XrVbQwAAAAA3I4JlQAAAAB0lGgMAAAAgI4SjQEAAADQUaIxAAAAADpKNAYAAABAU61Wq9Vq&#10;VfruojEAAAAAOurHpe/5+PhY4XYAAAAAwI2Vj8Z6vV6F2wEAAAAAN2ZCJQAAAAAdJRoDAAAAoKNE&#10;YwAAAAB0lGgMAAAAgI4q34YfAAAAAO5rOBxecndVYwAAAAB0VPlobLvdbrfbCjcFAAAAAG6p/ITK&#10;t7e3EEKv16tuYwAAAADgdkyoBAAAAKCjRGMAAAAAdJRoDAAAAICOEo0BAAAA0FGiMQAAAACaarVa&#10;rVar0ncXjQEAAADQUT8ufc/Hx8cKtwMAAAAAbqx8NNbr9SrcDgAAAAC4MRMqAQAAAOgo0RgAAAAA&#10;HSUaAwAAAKCjRGMAAAAAdFT5NvwAAAAAcF/D4fCSu6saAwAAAKCjykdj2+12u91WuCkAAAAAcEvl&#10;J1S+vb2FEHq9XnUbAwAAAAC3Y0IlAAAAAB0lGgMAAACgo0RjAAAAAHSUaAwAAACAjhKNAQAAANBU&#10;q9VqtVqVvrtoDAAAAICO+nHpez4+Pla4HQAAAABwY+WjsV6vV+F2AAAAAMCNmVAJAAAAQEeJxgAA&#10;AADoKNEYAAAAAB0lGgMAAACgo8q34QcAAACA+xoOh5fcXdUYAAAAAB1VPhrbbrfb7bbCTQEAAACA&#10;Wyo/ofLt7S2E0Ov1qtsYAAAAALgdEyoBAAAA6CjRGAAAAAAdJRoDAAAAoKNEYwAAAAB0lGgMAAAA&#10;gKZarVar1ar03cuvUPn4+Pg//sf/+F//63/t/uq///f/vvcu//N//s+9P3d7t3d7t3d7t3d7t3d7&#10;t3d7t3d7t3d7t3d7ty93+//yX/7L3lue4uGbb775x3/8x3J33m63e3/e6/Xc3u3d3u3d3u3d3u3d&#10;3u3d3u3d3u3d3u3d3u1vcPtDt/zQb37zm4uiMQAAAABoqN/85jd6jQEAAADQUaIxAAAAADpKNAYA&#10;AABAR4nGAAAAAOgo0RgAAAAAHSUaAwAAAKCjRGMAAAAAdJRoDAAAAICOEo0BAAAA0FGiMQAAAAA6&#10;SjQGAAAAQEeJxgAAAADoKNEYAAAAAB0lGgMAAACgo0RjAAAAAHSUaAwAAACAjhKNAQAAANBRojEA&#10;AAAAOko0BgAAAEBHicYAAAAA6CjRGAAAAAAdJRoDAAAAoKNEYwAAAAB0lGgMAAAAgI4SjQEAAADQ&#10;UaIxAAAAADpKNAYAAABAR4nGAAAAAOgo0RgAAAAAHSUaAwAAAKCjRGMAAAAAdJRoDAAAAICOEo0B&#10;AAAA0FGiMQAAAAA6SjQGAAAAQEeJxgAAAADoKNEYAAAAAB0lGgMAAACgo0RjAAAAAHSUaAwAAACA&#10;jhKNAQAAANBRojEAAAAAOko0BgAAAEBHicYAAAAA6CjRGAAAAAAdJRoDAAAAoKNEYwAAAAB0lGgM&#10;AAAAgI4SjQEAAADQUaIxAAAAADpKNAYAAABAR4nGAAAAAOgo0RgAAAAAHSUaAwAAAKCjRGMAAAAA&#10;dJRoDAAAAICOEo0BAAAA0FGiMQAAAAA6SjQGAAAAQEeJxgAAAADoKNEYAAAAAB0lGgMAAACgo0Rj&#10;AAAAAHSUaAwAAACAjhKNAQAAANBRojEAAAAAOko0BgAAAEBHicYAAAAA6CjRGAAAAAAdJRoDAAAA&#10;oKNEYwAAAAB0lGgMAAAAgI4SjQEAAADQUaIxAAAAADpKNAYAAABAR4nGAAAAAOgo0RgAAAAAHSUa&#10;AwAAAKCjRGMAAAAAdJRoDAAAAICOEo0BAAAA0FGiMQAAAAA6SjQGAAAAQEeJxgAAAADoKNEYAAAA&#10;AB0lGgMAAACgo0RjAAAAAHSUaAwAAACAjhKNAQAAANBRojEAAAAAOko0BgAAAEBHicYAAAAA6CjR&#10;GAAAAAAdJRoDAAAAoKNEYwAAAAB0lGgMAAAAgI4SjQEAAADQUaIxAAAAADpKNAYAAABAR4nGAAAA&#10;AOgo0RgAAAAAHSUaAwAAAKCjRGMAAAAAdJRoDAAAAICOEo0BAAAA0FGiMQAAAAA6SjQGAAAAQEeJ&#10;xgAAAADoKNEYAAAAAB0lGgMAAACgo0RjAAAAAHSUaAwAAACAjhKNAQAAANBRojEAAAAAOko0BgAA&#10;AEBHicYAAAAA6CjRGAAAAAAdJRoDAAAAoKNEYwAAAAB0lGgMAAAAgI46Fo398KcffvjTDzfblHvp&#10;yNMEAAAAoODHe3/6w59++OPf/zH95+NvH3u/6IUQtr/ffv+H75/+4emSP7n9/fbT33766qdfFf7c&#10;z/7lZ3/+5z9/+vmn3i96q79b/exffpbf5vWfXuOv0o3z3+7efvdZRF//6uu0/a//9Prd775Lv0qP&#10;UPh54bfHH3/47fCHP/3w53/+8ymv0urvVsNvh+nfj799/P4P34cQ8vu+/tNr/pPt77dvv37LN2bv&#10;c98rvYYf3hIAAACgC/ZHY3/8+z/mcdjbr98+/cunU8KXU8Rk58IH+ePf/zGFSscdutn299uQBV7b&#10;32/zxC09/RKP/9VPv/rJL39y/F4xPjvl8X/yy5/kt3z79VsI4ft//T5uZ6x3q+qtAQAAAOiUPRMq&#10;Y9qSgqHeL3qPv338/l+/z2+w/f02Rksn/jD9PD749//6fT6HMSY7Z+U7X//q61hOVU7M+57+4Sn9&#10;0d2neYn0OPnLkmZuxhju088/5Xf5+ldff/rbT59+/qnw8xBCKmGLd//Zv/wsFpfFP/T428f02913&#10;Yfv7bfxhYdKoaaQAAAAAe6KxVEWVEpbeL3opKfvud9+lIqYUTm1/v00/XP3dKmYucb5hDHG+/8P3&#10;8dFiZvT9H74vBGGxjuzpH55OrNX6yS9/8t3vvrsk3Pn6V18XfpI/zUv88KcfUnSVXoHV363S7Mve&#10;L3rDb4eFv/WTX/7kq59+1ftF79PffhGN5dVhKQhLYVn6Q/HVju9CerV/+NMPb79+i9uQp37x/VJr&#10;BgAAAHTc/gmVP/uXn33/r9+//frtLbx9/auvCw2qUt+rt1+//fDLH7766Vdvv37767zC34bYaSvm&#10;OPGOsX3Yp3/51PtF7y287c43PDem+eqnXz3+9vGUaZWrv1sVntpXP/0qJUqHxOee/jPvUHbk8QvT&#10;MLe/36affPqXT7uNyXLpFdh9Kb7+1ddxBuX3f/j+088/ffXTr77+1dc//OmHr3761Xe/+y6+mHtf&#10;7cJWxWddScM4AAAAgBbYH4199dOvvvrpV71vez/86YeYkYXf/mWK5W6x1fb3269/9XUqMfv+D99/&#10;97vvwj+Et1+/Pf72sTDFskK9X/S+/9X3r//0mqc86c+l2qtCX7MTM7jH3z4WqrdCLAf7XHt16PFz&#10;MclKf3f3pTtRbDfW+0Xvu999l57sn//5zzEUi8+o0MEtpmlxI/O0LrYqu7zXGwAAAEAL7InGYgAU&#10;85SYkcWKp963+ycbfvrbT9//4fsUFX362095UVgeIZ1eGpbqpI7f7Ce//Mkf//6PP/zyh79u+R+K&#10;0dXeByn0to8KS2fuveOJj5/k+Vqq8Crhu999t/35NoVrcfvzRmMnipHf6YsYAAAAALTYnl5jIQuA&#10;/vKfHzWn/+5338UQ7auffvX9v/6lrVXMcdLP//zPfz6rNVhhG1J3rVyaVpn+8+kfnuL/jidWcSpi&#10;XtEW23Idf6anP35y4jKUx8WKs0INWuEFiWFi+s+9L1f+aJcsYgAAAADQDnuqxmLos/q7VaxIihMk&#10;j1QnxXzq9Z9eP/3806e//RTnUYbPJV3ht+HT336KCVGKk2KIcyRdivfd/vyvkzS//tXXe3vkx2mV&#10;R5Kg3Rmd8XEef/sYJ4rmzzH9id1mZHlB2Yme/uFp9Xer+Cw+7G72oULR2de/+jpv8VZ4tePLdSiL&#10;TNV2OvEDAAAAXfZ//Ak9XM0AAAGoSURBVNf/+l9/8YtfFH76n/6v//Sjpx+Fz92yHv+fx//48/8Y&#10;Qnj48cOn//PT3/yHv4k3+9HTj+LP//1//vf/+//73yGEf/v9v/3n//c/xx/+zX/4m/gg//b7f/vJ&#10;L3/S+7976V4hhH/3H/9depxdf/Mf/ub/b++OVRoG4jgAXzskBVuydBDFoWDHTnX0BXwDB2dnX6Ad&#10;+jb2JfoCLtIXcGyhdLBCIVkcDkLaiDioEfm+Mdz/7pfLdlzuzu7P3l7eds+7fJ1Xy4vXIr1Ku4Nu&#10;2bhz3kmv0jhoVWxZ7zzWdgfdOEQIIV/nZewQQrEv0tPjwnrgepLyeTlL5RD96/7mcdO/7Vc7aQ/b&#10;9fIP1d+xc96p9pZkSXaT5du8OttHCYt90bvsJVkSP02+zb84OgAAAMD/s1gsWpPJZDabNZ3kf4ob&#10;1uJOtNVidXCPJwAAAACNmk6nH99QybeIB97v7nYhhM9/SgUAAADg91ka+0EnFyfjp3E88Gv4MGw6&#10;DgAAAAAHLI39OEfdAwAAAPxN7aYDAAAAAEAzWvP5fLlcNh0DAAAAAH7VaDR6BwNYVCq4YuxcAAAA&#10;AElFTkSuQmCCUEsBAi0AFAAGAAgAAAAhALGCZ7YKAQAAEwIAABMAAAAAAAAAAAAAAAAAAAAAAFtD&#10;b250ZW50X1R5cGVzXS54bWxQSwECLQAUAAYACAAAACEAOP0h/9YAAACUAQAACwAAAAAAAAAAAAAA&#10;AAA7AQAAX3JlbHMvLnJlbHNQSwECLQAUAAYACAAAACEANN1phCMMAAAIegAADgAAAAAAAAAAAAAA&#10;AAA6AgAAZHJzL2Uyb0RvYy54bWxQSwECLQAUAAYACAAAACEAqiYOvrwAAAAhAQAAGQAAAAAAAAAA&#10;AAAAAACJDgAAZHJzL19yZWxzL2Uyb0RvYy54bWwucmVsc1BLAQItABQABgAIAAAAIQCIqfxI3AAA&#10;AAUBAAAPAAAAAAAAAAAAAAAAAHwPAABkcnMvZG93bnJldi54bWxQSwECLQAKAAAAAAAAACEAAQdw&#10;5B2iAAAdogAAFAAAAAAAAAAAAAAAAACFEAAAZHJzL21lZGlhL2ltYWdlMS5wbmdQSwUGAAAAAAYA&#10;BgB8AQAA1LIAAAAA&#10;">
                <v:group id="Group 25" o:spid="_x0000_s1027" style="position:absolute;top:1968;width:57658;height:22085" coordorigin=",1968" coordsize="57658,2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group id="Group 26" o:spid="_x0000_s1028" style="position:absolute;top:1968;width:57658;height:22085" coordorigin=",1968" coordsize="57658,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9" type="#_x0000_t75" style="position:absolute;top:3924;width:57658;height:19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0RdxgAAANwAAAAPAAAAZHJzL2Rvd25yZXYueG1sRI/BbsIw&#10;EETvlfgHayv1VpxCVWgag1ooEgcOhFScl3ibRMTryDYQ/r5GqsRxNDtvdrJ5b1pxJucbywpehgkI&#10;4tLqhisFP8XqeQrCB2SNrWVScCUP89ngIcNU2wvndN6FSkQI+xQV1CF0qZS+rMmgH9qOOHq/1hkM&#10;UbpKaoeXCDetHCXJmzTYcGyosaNFTeVxdzLxja/lZrmyr9tqX5y+3eHaT+Q2V+rpsf/8ABGoD/fj&#10;//RaKxiN3+E2JhJAzv4AAAD//wMAUEsBAi0AFAAGAAgAAAAhANvh9svuAAAAhQEAABMAAAAAAAAA&#10;AAAAAAAAAAAAAFtDb250ZW50X1R5cGVzXS54bWxQSwECLQAUAAYACAAAACEAWvQsW78AAAAVAQAA&#10;CwAAAAAAAAAAAAAAAAAfAQAAX3JlbHMvLnJlbHNQSwECLQAUAAYACAAAACEAK2NEXcYAAADcAAAA&#10;DwAAAAAAAAAAAAAAAAAHAgAAZHJzL2Rvd25yZXYueG1sUEsFBgAAAAADAAMAtwAAAPoCAAAAAA==&#10;">
                      <v:imagedata r:id="rId15" o:title="" croptop="11085f" cropbottom="15387f" cropleft="1077f" cropright="2600f"/>
                      <v:path arrowok="t"/>
                    </v:shape>
                    <v:group id="Group 28" o:spid="_x0000_s1030" style="position:absolute;left:12896;top:1968;width:40291;height:22083" coordorigin="12896,1968" coordsize="40290,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29" o:spid="_x0000_s1031" type="#_x0000_t32" style="position:absolute;left:37421;top:1968;width:11132;height:1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I7wxgAAANwAAAAPAAAAZHJzL2Rvd25yZXYueG1sRI9Ba8JA&#10;FITvBf/D8oReim6S1hKiqxRB6tGqULy9ZF+T0OzbkN0msb/eLRQ8DjPzDbPajKYRPXWutqwgnkcg&#10;iAuray4VnE+7WQrCeWSNjWVScCUHm/XkYYWZtgN/UH/0pQgQdhkqqLxvMyldUZFBN7ctcfC+bGfQ&#10;B9mVUnc4BLhpZBJFr9JgzWGhwpa2FRXfxx+jYJvGh9/P/pLzcH7evefRJSmeFko9Tse3JQhPo7+H&#10;/9t7rSB5ieHvTDgCcn0DAAD//wMAUEsBAi0AFAAGAAgAAAAhANvh9svuAAAAhQEAABMAAAAAAAAA&#10;AAAAAAAAAAAAAFtDb250ZW50X1R5cGVzXS54bWxQSwECLQAUAAYACAAAACEAWvQsW78AAAAVAQAA&#10;CwAAAAAAAAAAAAAAAAAfAQAAX3JlbHMvLnJlbHNQSwECLQAUAAYACAAAACEAR5SO8MYAAADcAAAA&#10;DwAAAAAAAAAAAAAAAAAHAgAAZHJzL2Rvd25yZXYueG1sUEsFBgAAAAADAAMAtwAAAPoCAAAAAA==&#10;">
                        <v:stroke startarrowwidth="narrow" startarrowlength="long" endarrow="oval" endarrowwidth="narrow" endarrowlength="short"/>
                      </v:shape>
                      <v:group id="Group 30" o:spid="_x0000_s1032" style="position:absolute;left:12896;top:3924;width:40291;height:20127" coordorigin="12896,3924" coordsize="40292,20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Straight Arrow Connector 31" o:spid="_x0000_s1033" type="#_x0000_t32" style="position:absolute;left:26322;top:3924;width:4863;height:47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TfxAAAANwAAAAPAAAAZHJzL2Rvd25yZXYueG1sRI9Bi8Iw&#10;FITvgv8hvIW9aWoVlWoUEQT3UEUtu9dH82zLNi+lidr99xtB8DjMzDfMct2ZWtypdZVlBaNhBII4&#10;t7riQkF22Q3mIJxH1lhbJgV/5GC96veWmGj74BPdz74QAcIuQQWl900ipctLMuiGtiEO3tW2Bn2Q&#10;bSF1i48AN7WMo2gqDVYcFkpsaFtS/nu+GQWzbPzzNZmn08zF38f0Njqc0j0p9fnRbRYgPHX+HX61&#10;91pBPBnD80w4AnL1DwAA//8DAFBLAQItABQABgAIAAAAIQDb4fbL7gAAAIUBAAATAAAAAAAAAAAA&#10;AAAAAAAAAABbQ29udGVudF9UeXBlc10ueG1sUEsBAi0AFAAGAAgAAAAhAFr0LFu/AAAAFQEAAAsA&#10;AAAAAAAAAAAAAAAAHwEAAF9yZWxzLy5yZWxzUEsBAi0AFAAGAAgAAAAhAN5x1N/EAAAA3AAAAA8A&#10;AAAAAAAAAAAAAAAABwIAAGRycy9kb3ducmV2LnhtbFBLBQYAAAAAAwADALcAAAD4AgAAAAA=&#10;">
                          <v:stroke startarrowwidth="narrow" startarrowlength="long" endarrow="block" endarrowwidth="narrow" endarrowlength="long"/>
                        </v:shape>
                        <v:shape id="Straight Arrow Connector 224" o:spid="_x0000_s1034" type="#_x0000_t32" style="position:absolute;left:25215;top:5173;width:3591;height:90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yrxQAAANwAAAAPAAAAZHJzL2Rvd25yZXYueG1sRI9Ba8JA&#10;FITvQv/D8gq96cYYVKKriCDYQ1q0oV4f2WcSzL4N2VXjv3cLBY/DzHzDLNe9acSNOldbVjAeRSCI&#10;C6trLhXkP7vhHITzyBoby6TgQQ7Wq7fBElNt73yg29GXIkDYpaig8r5NpXRFRQbdyLbEwTvbzqAP&#10;siul7vAe4KaRcRRNpcGaw0KFLW0rKi7Hq1Ewyyenz2SeTXMX/35n1/HXIduTUh/v/WYBwlPvX+H/&#10;9l4riJME/s6EIyBXTwAAAP//AwBQSwECLQAUAAYACAAAACEA2+H2y+4AAACFAQAAEwAAAAAAAAAA&#10;AAAAAAAAAAAAW0NvbnRlbnRfVHlwZXNdLnhtbFBLAQItABQABgAIAAAAIQBa9CxbvwAAABUBAAAL&#10;AAAAAAAAAAAAAAAAAB8BAABfcmVscy8ucmVsc1BLAQItABQABgAIAAAAIQBRmEyrxQAAANwAAAAP&#10;AAAAAAAAAAAAAAAAAAcCAABkcnMvZG93bnJldi54bWxQSwUGAAAAAAMAAwC3AAAA+QIAAAAA&#10;">
                          <v:stroke startarrowwidth="narrow" startarrowlength="long" endarrow="block" endarrowwidth="narrow" endarrowlength="long"/>
                        </v:shape>
                        <v:shape id="Straight Arrow Connector 225" o:spid="_x0000_s1035" type="#_x0000_t32" style="position:absolute;left:14420;top:6507;width:9538;height:72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4jzxgAAANwAAAAPAAAAZHJzL2Rvd25yZXYueG1sRI9Ba8JA&#10;FITvBf/D8gQvpW6MRiR1FRHEHq0VxNsz+5qEZt+G7Jqk/nq3IPQ4zMw3zHLdm0q01LjSsoLJOAJB&#10;nFldcq7g9LV7W4BwHlljZZkU/JKD9WrwssRU244/qT36XAQIuxQVFN7XqZQuK8igG9uaOHjftjHo&#10;g2xyqRvsAtxUMo6iuTRYclgosKZtQdnP8WYUbBeTw/3cXq7cnaa7/TW6xNlrotRo2G/eQXjq/X/4&#10;2f7QCuJZAn9nwhGQqwcAAAD//wMAUEsBAi0AFAAGAAgAAAAhANvh9svuAAAAhQEAABMAAAAAAAAA&#10;AAAAAAAAAAAAAFtDb250ZW50X1R5cGVzXS54bWxQSwECLQAUAAYACAAAACEAWvQsW78AAAAVAQAA&#10;CwAAAAAAAAAAAAAAAAAfAQAAX3JlbHMvLnJlbHNQSwECLQAUAAYACAAAACEAOK+I88YAAADcAAAA&#10;DwAAAAAAAAAAAAAAAAAHAgAAZHJzL2Rvd25yZXYueG1sUEsFBgAAAAADAAMAtwAAAPoCAAAAAA==&#10;">
                          <v:stroke startarrowwidth="narrow" startarrowlength="long" endarrow="oval" endarrowwidth="narrow" endarrowlength="short"/>
                        </v:shape>
                        <v:shape id="Straight Arrow Connector 226" o:spid="_x0000_s1036" type="#_x0000_t32" style="position:absolute;left:12896;top:14508;width:11053;height:81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dsxQAAANwAAAAPAAAAZHJzL2Rvd25yZXYueG1sRI9Ba8JA&#10;FITvBf/D8gQvRTdK0RBdRaSWKl7UHDw+ss8kmH0bstsk/fduoeBxmJlvmNWmN5VoqXGlZQXTSQSC&#10;OLO65FxBet2PYxDOI2usLJOCX3KwWQ/eVpho2/GZ2ovPRYCwS1BB4X2dSOmyggy6ia2Jg3e3jUEf&#10;ZJNL3WAX4KaSsyiaS4Mlh4UCa9oVlD0uP0bB++n4WX3tDkfD6TRfnIyNs9tNqdGw3y5BeOr9K/zf&#10;/tYKZh9z+DsTjoBcPwEAAP//AwBQSwECLQAUAAYACAAAACEA2+H2y+4AAACFAQAAEwAAAAAAAAAA&#10;AAAAAAAAAAAAW0NvbnRlbnRfVHlwZXNdLnhtbFBLAQItABQABgAIAAAAIQBa9CxbvwAAABUBAAAL&#10;AAAAAAAAAAAAAAAAAB8BAABfcmVscy8ucmVsc1BLAQItABQABgAIAAAAIQAh9FdsxQAAANwAAAAP&#10;AAAAAAAAAAAAAAAAAAcCAABkcnMvZG93bnJldi54bWxQSwUGAAAAAAMAAwC3AAAA+QIAAAAA&#10;">
                          <v:stroke startarrowwidth="narrow" startarrowlength="long" endarrow="oval" endarrowwidth="narrow" endarrowlength="short"/>
                        </v:shape>
                        <v:shape id="Straight Arrow Connector 227" o:spid="_x0000_s1037" type="#_x0000_t32" style="position:absolute;left:52393;top:12612;width:795;height:114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iNqxAAAANwAAAAPAAAAZHJzL2Rvd25yZXYueG1sRI9bawIx&#10;FITfC/6HcIS+FM0qxctqFFEKffRSKL4dk+PuYnKybLK6/fdNoeDjMDPfMMt156y4UxMqzwpGwwwE&#10;sfam4kLB1+ljMAMRIrJB65kU/FCA9ar3ssTc+Acf6H6MhUgQDjkqKGOscymDLslhGPqaOHlX3ziM&#10;STaFNA0+EtxZOc6yiXRYcVoosaZtSfp2bF2icNjtTtf9uf7W+3b+drGtnlqlXvvdZgEiUhef4f/2&#10;p1Ewfp/C35l0BOTqFwAA//8DAFBLAQItABQABgAIAAAAIQDb4fbL7gAAAIUBAAATAAAAAAAAAAAA&#10;AAAAAAAAAABbQ29udGVudF9UeXBlc10ueG1sUEsBAi0AFAAGAAgAAAAhAFr0LFu/AAAAFQEAAAsA&#10;AAAAAAAAAAAAAAAAHwEAAF9yZWxzLy5yZWxzUEsBAi0AFAAGAAgAAAAhAOJaI2rEAAAA3AAAAA8A&#10;AAAAAAAAAAAAAAAABwIAAGRycy9kb3ducmV2LnhtbFBLBQYAAAAAAwADALcAAAD4AgAAAAA=&#10;">
                          <v:stroke startarrowwidth="narrow" startarrowlength="long" endarrow="block" endarrowwidth="narrow" endarrowlength="long"/>
                        </v:shape>
                      </v:group>
                    </v:group>
                  </v:group>
                  <v:group id="Group 229" o:spid="_x0000_s1038" style="position:absolute;left:19621;top:6221;width:9652;height:15877" coordorigin="19598,6221" coordsize="8469,15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line id="Straight Connector 230" o:spid="_x0000_s1039" style="position:absolute;flip:x y;visibility:visible;mso-wrap-style:square" from="19598,6221" to="28067,6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bYsxAAAANwAAAAPAAAAZHJzL2Rvd25yZXYueG1sRI9Bi8Iw&#10;FITvgv8hPMGbpkpZ3GoUEQTFvagL4u3ZPNNi81KaaOu/3yws7HGYmW+YxaqzlXhR40vHCibjBARx&#10;7nTJRsH3eTuagfABWWPlmBS8ycNq2e8tMNOu5SO9TsGICGGfoYIihDqT0ucFWfRjVxNH7+4aiyHK&#10;xkjdYBvhtpLTJPmQFkuOCwXWtCkof5yeVsHlyx5uZ7O+5n5nZu3xet+nqVRqOOjWcxCBuvAf/mvv&#10;tIJp+gm/Z+IRkMsfAAAA//8DAFBLAQItABQABgAIAAAAIQDb4fbL7gAAAIUBAAATAAAAAAAAAAAA&#10;AAAAAAAAAABbQ29udGVudF9UeXBlc10ueG1sUEsBAi0AFAAGAAgAAAAhAFr0LFu/AAAAFQEAAAsA&#10;AAAAAAAAAAAAAAAAHwEAAF9yZWxzLy5yZWxzUEsBAi0AFAAGAAgAAAAhAHzhtizEAAAA3AAAAA8A&#10;AAAAAAAAAAAAAAAABwIAAGRycy9kb3ducmV2LnhtbFBLBQYAAAAAAwADALcAAAD4AgAAAAA=&#10;" strokecolor="black [3213]">
                      <v:stroke dashstyle="dash"/>
                    </v:line>
                    <v:line id="Straight Connector 231" o:spid="_x0000_s1040" style="position:absolute;flip:x y;visibility:visible;mso-wrap-style:square" from="19598,22034" to="27844,22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olswQAAANwAAAAPAAAAZHJzL2Rvd25yZXYueG1sRE/LisIw&#10;FN0L8w/hDsxO0xEVqY0iA4KDbnzA4O5Oc5sWm5vSRFv/3iwEl4fzzla9rcWdWl85VvA9SkAQ505X&#10;bBScT5vhHIQPyBprx6TgQR5Wy49Bhql2HR/ofgxGxBD2KSooQ2hSKX1ekkU/cg1x5ArXWgwRtkbq&#10;FrsYbms5TpKZtFhxbCixoZ+S8uvxZhX87e3u/2TWl9xvzbw7XIrfyUQq9fXZrxcgAvXhLX65t1rB&#10;eBrnxzPxCMjlEwAA//8DAFBLAQItABQABgAIAAAAIQDb4fbL7gAAAIUBAAATAAAAAAAAAAAAAAAA&#10;AAAAAABbQ29udGVudF9UeXBlc10ueG1sUEsBAi0AFAAGAAgAAAAhAFr0LFu/AAAAFQEAAAsAAAAA&#10;AAAAAAAAAAAAHwEAAF9yZWxzLy5yZWxzUEsBAi0AFAAGAAgAAAAhAGgCiWzBAAAA3AAAAA8AAAAA&#10;AAAAAAAAAAAABwIAAGRycy9kb3ducmV2LnhtbFBLBQYAAAAAAwADALcAAAD1AgAAAAA=&#10;" strokecolor="black [3213]">
                      <v:stroke dashstyle="dash"/>
                    </v:line>
                    <v:line id="Straight Connector 232" o:spid="_x0000_s1041" style="position:absolute;flip:x y;visibility:visible;mso-wrap-style:square" from="19598,6286" to="19619,21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iz3xAAAANwAAAAPAAAAZHJzL2Rvd25yZXYueG1sRI9Bi8Iw&#10;FITvwv6H8Bb2pqmiItUoIggu60UriLdn80yLzUtpsrb77zeC4HGYmW+YxaqzlXhQ40vHCoaDBARx&#10;7nTJRsEp2/ZnIHxA1lg5JgV/5GG1/OgtMNWu5QM9jsGICGGfooIihDqV0ucFWfQDVxNH7+YaiyHK&#10;xkjdYBvhtpKjJJlKiyXHhQJr2hSU34+/VsF5b3+umVlfcr8zs/ZwuX2Px1Kpr89uPQcRqAvv8Ku9&#10;0wpGkyE8z8QjIJf/AAAA//8DAFBLAQItABQABgAIAAAAIQDb4fbL7gAAAIUBAAATAAAAAAAAAAAA&#10;AAAAAAAAAABbQ29udGVudF9UeXBlc10ueG1sUEsBAi0AFAAGAAgAAAAhAFr0LFu/AAAAFQEAAAsA&#10;AAAAAAAAAAAAAAAAHwEAAF9yZWxzLy5yZWxzUEsBAi0AFAAGAAgAAAAhAAdOLPfEAAAA3AAAAA8A&#10;AAAAAAAAAAAAAAAABwIAAGRycy9kb3ducmV2LnhtbFBLBQYAAAAAAwADALcAAAD4AgAAAAA=&#10;" strokecolor="black [3213]">
                      <v:stroke dashstyle="dash"/>
                    </v:line>
                  </v:group>
                  <v:shape id="Straight Arrow Connector 233" o:spid="_x0000_s1042" type="#_x0000_t32" style="position:absolute;left:17335;top:7810;width:2311;height:15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EHVxgAAANwAAAAPAAAAZHJzL2Rvd25yZXYueG1sRI/dasJA&#10;FITvC77DcgRvim5MaZToKlKwVHrj3wMcs8ckmD2bZleT+vTdguDlMDPfMPNlZypxo8aVlhWMRxEI&#10;4szqknMFx8N6OAXhPLLGyjIp+CUHy0XvZY6pti3v6Lb3uQgQdikqKLyvUyldVpBBN7I1cfDOtjHo&#10;g2xyqRtsA9xUMo6iRBosOSwUWNNHQdllfzUKJu2x/dmuDknytt28ft7j77Jbn5Qa9LvVDISnzj/D&#10;j/aXVhC/x/B/JhwBufgDAAD//wMAUEsBAi0AFAAGAAgAAAAhANvh9svuAAAAhQEAABMAAAAAAAAA&#10;AAAAAAAAAAAAAFtDb250ZW50X1R5cGVzXS54bWxQSwECLQAUAAYACAAAACEAWvQsW78AAAAVAQAA&#10;CwAAAAAAAAAAAAAAAAAfAQAAX3JlbHMvLnJlbHNQSwECLQAUAAYACAAAACEAOBhB1cYAAADcAAAA&#10;DwAAAAAAAAAAAAAAAAAHAgAAZHJzL2Rvd25yZXYueG1sUEsFBgAAAAADAAMAtwAAAPoCAAAAAA==&#10;" strokecolor="black [3213]">
                    <v:stroke endarrow="block" endarrowwidth="narrow" endarrowlength="long"/>
                  </v:shape>
                </v:group>
                <v:shapetype id="_x0000_t202" coordsize="21600,21600" o:spt="202" path="m,l,21600r21600,l21600,xe">
                  <v:stroke joinstyle="miter"/>
                  <v:path gradientshapeok="t" o:connecttype="rect"/>
                </v:shapetype>
                <v:shape id="Text Box 2" o:spid="_x0000_s1043" type="#_x0000_t202" style="position:absolute;left:30544;top:4192;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LvwwAAANwAAAAPAAAAZHJzL2Rvd25yZXYueG1sRI9Pa8JA&#10;FMTvBb/D8gRvdaNiKdFVxD/goZfaeH9kX7Oh2bch+zTx27uFQo/DzPyGWW8H36g7dbEObGA2zUAR&#10;l8HWXBkovk6v76CiIFtsApOBB0XYbkYva8xt6PmT7hepVIJwzNGAE2lzrWPpyGOchpY4ed+h8yhJ&#10;dpW2HfYJ7hs9z7I37bHmtOCwpb2j8udy8wZE7G72KI4+nq/Dx6F3WbnEwpjJeNitQAkN8h/+a5+t&#10;gflyAb9n0hHQmycAAAD//wMAUEsBAi0AFAAGAAgAAAAhANvh9svuAAAAhQEAABMAAAAAAAAAAAAA&#10;AAAAAAAAAFtDb250ZW50X1R5cGVzXS54bWxQSwECLQAUAAYACAAAACEAWvQsW78AAAAVAQAACwAA&#10;AAAAAAAAAAAAAAAfAQAAX3JlbHMvLnJlbHNQSwECLQAUAAYACAAAACEAppBi78MAAADcAAAADwAA&#10;AAAAAAAAAAAAAAAHAgAAZHJzL2Rvd25yZXYueG1sUEsFBgAAAAADAAMAtwAAAPcCAAAAAA==&#10;" filled="f" stroked="f">
                  <v:textbox style="mso-fit-shape-to-text:t">
                    <w:txbxContent>
                      <w:p w:rsidR="0034536E" w:rsidRDefault="0034536E" w:rsidP="00781840">
                        <w:pPr>
                          <w:pStyle w:val="NormalWeb"/>
                          <w:spacing w:line="240" w:lineRule="exact"/>
                        </w:pPr>
                        <w:r>
                          <w:rPr>
                            <w:sz w:val="20"/>
                            <w:szCs w:val="20"/>
                            <w:lang w:val="en-GB"/>
                          </w:rPr>
                          <w:t>m</w:t>
                        </w:r>
                        <w:r>
                          <w:rPr>
                            <w:rFonts w:eastAsia="Calibri"/>
                            <w:color w:val="000000"/>
                            <w:sz w:val="20"/>
                            <w:szCs w:val="20"/>
                            <w:lang w:val="en-GB"/>
                          </w:rPr>
                          <w:t xml:space="preserve">   </w:t>
                        </w:r>
                      </w:p>
                    </w:txbxContent>
                  </v:textbox>
                </v:shape>
                <v:shape id="Text Box 2" o:spid="_x0000_s1044" type="#_x0000_t202" style="position:absolute;left:47943;top:3176;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qbwwAAANwAAAAPAAAAZHJzL2Rvd25yZXYueG1sRI9Pa8JA&#10;FMTvBb/D8gRvdaNoKdFVxD/goZfaeH9kX7Oh2bch+zTx27uFQo/DzPyGWW8H36g7dbEObGA2zUAR&#10;l8HWXBkovk6v76CiIFtsApOBB0XYbkYva8xt6PmT7hepVIJwzNGAE2lzrWPpyGOchpY4ed+h8yhJ&#10;dpW2HfYJ7hs9z7I37bHmtOCwpb2j8udy8wZE7G72KI4+nq/Dx6F3WbnEwpjJeNitQAkN8h/+a5+t&#10;gflyAb9n0hHQmycAAAD//wMAUEsBAi0AFAAGAAgAAAAhANvh9svuAAAAhQEAABMAAAAAAAAAAAAA&#10;AAAAAAAAAFtDb250ZW50X1R5cGVzXS54bWxQSwECLQAUAAYACAAAACEAWvQsW78AAAAVAQAACwAA&#10;AAAAAAAAAAAAAAAfAQAAX3JlbHMvLnJlbHNQSwECLQAUAAYACAAAACEAKXn6m8MAAADcAAAADwAA&#10;AAAAAAAAAAAAAAAHAgAAZHJzL2Rvd25yZXYueG1sUEsFBgAAAAADAAMAtwAAAPcCAAAAAA==&#10;" filled="f" stroked="f">
                  <v:textbox style="mso-fit-shape-to-text:t">
                    <w:txbxContent>
                      <w:p w:rsidR="0034536E" w:rsidRDefault="0034536E" w:rsidP="00781840">
                        <w:pPr>
                          <w:pStyle w:val="NormalWeb"/>
                          <w:spacing w:line="240" w:lineRule="exact"/>
                        </w:pPr>
                        <w:r>
                          <w:rPr>
                            <w:sz w:val="20"/>
                            <w:szCs w:val="20"/>
                            <w:lang w:val="en-GB"/>
                          </w:rPr>
                          <w:t>b</w:t>
                        </w:r>
                        <w:r>
                          <w:rPr>
                            <w:rFonts w:eastAsia="Calibri"/>
                            <w:color w:val="000000"/>
                            <w:sz w:val="20"/>
                            <w:szCs w:val="20"/>
                            <w:lang w:val="en-GB"/>
                          </w:rPr>
                          <w:t xml:space="preserve">   </w:t>
                        </w:r>
                      </w:p>
                    </w:txbxContent>
                  </v:textbox>
                </v:shape>
                <v:shape id="Text Box 2" o:spid="_x0000_s1045" type="#_x0000_t202" style="position:absolute;left:48070;top:4763;width:3937;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V8AwgAAANwAAAAPAAAAZHJzL2Rvd25yZXYueG1sRI9Ba8JA&#10;FITvhf6H5RV6qxuFFEldRayCBy/VeH9kX7PB7NuQfTXx33cFweMwM98wi9XoW3WlPjaBDUwnGSji&#10;KtiGawPlafcxBxUF2WIbmAzcKMJq+fqywMKGgX/oepRaJQjHAg04ka7QOlaOPMZJ6IiT9xt6j5Jk&#10;X2vb45DgvtWzLPvUHhtOCw472jiqLsc/b0DErqe3cuvj/jwevgeXVTmWxry/jesvUEKjPMOP9t4a&#10;mOU53M+kI6CX/wAAAP//AwBQSwECLQAUAAYACAAAACEA2+H2y+4AAACFAQAAEwAAAAAAAAAAAAAA&#10;AAAAAAAAW0NvbnRlbnRfVHlwZXNdLnhtbFBLAQItABQABgAIAAAAIQBa9CxbvwAAABUBAAALAAAA&#10;AAAAAAAAAAAAAB8BAABfcmVscy8ucmVsc1BLAQItABQABgAIAAAAIQBGNV8AwgAAANwAAAAPAAAA&#10;AAAAAAAAAAAAAAcCAABkcnMvZG93bnJldi54bWxQSwUGAAAAAAMAAwC3AAAA9gIAAAAA&#10;" filled="f" stroked="f">
                  <v:textbox style="mso-fit-shape-to-text:t">
                    <w:txbxContent>
                      <w:p w:rsidR="0034536E" w:rsidRDefault="0034536E" w:rsidP="00781840">
                        <w:pPr>
                          <w:pStyle w:val="NormalWeb"/>
                          <w:spacing w:line="240" w:lineRule="exact"/>
                        </w:pPr>
                        <w:r>
                          <w:rPr>
                            <w:rFonts w:eastAsia="Calibri"/>
                            <w:color w:val="000000"/>
                            <w:sz w:val="20"/>
                            <w:szCs w:val="20"/>
                            <w:lang w:val="en-GB"/>
                          </w:rPr>
                          <w:t xml:space="preserve">c**  </w:t>
                        </w:r>
                      </w:p>
                    </w:txbxContent>
                  </v:textbox>
                </v:shape>
                <v:shape id="Text Box 460" o:spid="_x0000_s1046" type="#_x0000_t202" style="position:absolute;left:55181;top:12382;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U1wwAAANwAAAAPAAAAZHJzL2Rvd25yZXYueG1sRI/NisJA&#10;EITvC77D0MLe1onCBomOIoKL6GX9eYAm0ybBdE/IzMbo0zvCgseiqr6i5suea9VR6ysnBsajBBRJ&#10;7mwlhYHzafM1BeUDisXaCRm4k4flYvAxx8y6mxyoO4ZCRYj4DA2UITSZ1j4vidGPXEMSvYtrGUOU&#10;baFti7cI51pPkiTVjJXEhRIbWpeUX49/bOCX949H0+32aS8Vb09jXl+mP8Z8DvvVDFSgPrzD/+2t&#10;NTD5TuF1Jh4BvXgCAAD//wMAUEsBAi0AFAAGAAgAAAAhANvh9svuAAAAhQEAABMAAAAAAAAAAAAA&#10;AAAAAAAAAFtDb250ZW50X1R5cGVzXS54bWxQSwECLQAUAAYACAAAACEAWvQsW78AAAAVAQAACwAA&#10;AAAAAAAAAAAAAAAfAQAAX3JlbHMvLnJlbHNQSwECLQAUAAYACAAAACEAUeIVNcMAAADcAAAADwAA&#10;AAAAAAAAAAAAAAAHAgAAZHJzL2Rvd25yZXYueG1sUEsFBgAAAAADAAMAtwAAAPcCAAAAAA==&#10;" filled="f" stroked="f" strokeweight=".5pt">
                  <v:path arrowok="t"/>
                  <v:textbox style="layout-flow:vertical;mso-layout-flow-alt:bottom-to-top" inset="0,0,0,0">
                    <w:txbxContent>
                      <w:p w:rsidR="0034536E" w:rsidRDefault="0034536E" w:rsidP="00781840">
                        <w:pPr>
                          <w:pStyle w:val="NormalWeb"/>
                          <w:spacing w:line="240" w:lineRule="exact"/>
                        </w:pPr>
                        <w:r>
                          <w:rPr>
                            <w:sz w:val="20"/>
                            <w:szCs w:val="20"/>
                            <w:lang w:val="en-GB"/>
                          </w:rPr>
                          <w:t>h</w:t>
                        </w:r>
                      </w:p>
                    </w:txbxContent>
                  </v:textbox>
                </v:shape>
                <v:shape id="Text Box 463" o:spid="_x0000_s1047" type="#_x0000_t202" style="position:absolute;left:37020;top:16256;width:1549;height:3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aZOxgAAANwAAAAPAAAAZHJzL2Rvd25yZXYueG1sRI9Ba8JA&#10;FITvQv/D8gRvdWOgbUhdJQjSXqSoheLtkX3NBrNv0+w2if56t1DwOMzMN8xyPdpG9NT52rGCxTwB&#10;QVw6XXOl4PO4fcxA+ICssXFMCi7kYb16mCwx127gPfWHUIkIYZ+jAhNCm0vpS0MW/dy1xNH7dp3F&#10;EGVXSd3hEOG2kWmSPEuLNccFgy1tDJXnw69V0LhrkRVv8sekH0O/y75O2/PmpNRsOhavIAKN4R7+&#10;b79rBenTC/ydiUdArm4AAAD//wMAUEsBAi0AFAAGAAgAAAAhANvh9svuAAAAhQEAABMAAAAAAAAA&#10;AAAAAAAAAAAAAFtDb250ZW50X1R5cGVzXS54bWxQSwECLQAUAAYACAAAACEAWvQsW78AAAAVAQAA&#10;CwAAAAAAAAAAAAAAAAAfAQAAX3JlbHMvLnJlbHNQSwECLQAUAAYACAAAACEATt2mTsYAAADcAAAA&#10;DwAAAAAAAAAAAAAAAAAHAgAAZHJzL2Rvd25yZXYueG1sUEsFBgAAAAADAAMAtwAAAPoCAAAAAA==&#10;" stroked="f" strokeweight=".5pt">
                  <v:shadow on="t" type="perspective" color="black" opacity="0" offset="0,4pt" matrix="655f,,,655f"/>
                  <v:path arrowok="t"/>
                  <v:textbox style="layout-flow:vertical;mso-layout-flow-alt:bottom-to-top" inset="0,0,0,0">
                    <w:txbxContent>
                      <w:p w:rsidR="0034536E" w:rsidRDefault="0034536E" w:rsidP="00781840">
                        <w:pPr>
                          <w:pStyle w:val="NormalWeb"/>
                          <w:spacing w:line="240" w:lineRule="exact"/>
                        </w:pPr>
                        <w:r>
                          <w:rPr>
                            <w:sz w:val="20"/>
                            <w:szCs w:val="20"/>
                            <w:lang w:val="en-GB"/>
                          </w:rPr>
                          <w:t>45°**</w:t>
                        </w:r>
                      </w:p>
                    </w:txbxContent>
                  </v:textbox>
                </v:shape>
                <v:shape id="Text Box 464" o:spid="_x0000_s1048" type="#_x0000_t202" style="position:absolute;left:36830;top:8128;width:1422;height:3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I8wwAAANwAAAAPAAAAZHJzL2Rvd25yZXYueG1sRE/Pa8Iw&#10;FL4L+x/CG+ym6QobpTaVIoi7jKETxNujeWuKzUttsrbbX28Ogx0/vt/FZradGGnwrWMFz6sEBHHt&#10;dMuNgtPnbpmB8AFZY+eYFPyQh035sCgw127iA43H0IgYwj5HBSaEPpfS14Ys+pXriSP35QaLIcKh&#10;kXrAKYbbTqZJ8iotthwbDPa0NVRfj99WQed+q6zay5tJP6bxPTtfdtftRamnx7lagwg0h3/xn/tN&#10;K0hf4tp4Jh4BWd4BAAD//wMAUEsBAi0AFAAGAAgAAAAhANvh9svuAAAAhQEAABMAAAAAAAAAAAAA&#10;AAAAAAAAAFtDb250ZW50X1R5cGVzXS54bWxQSwECLQAUAAYACAAAACEAWvQsW78AAAAVAQAACwAA&#10;AAAAAAAAAAAAAAAfAQAAX3JlbHMvLnJlbHNQSwECLQAUAAYACAAAACEAP0IyPMMAAADcAAAADwAA&#10;AAAAAAAAAAAAAAAHAgAAZHJzL2Rvd25yZXYueG1sUEsFBgAAAAADAAMAtwAAAPcCAAAAAA==&#10;" stroked="f" strokeweight=".5pt">
                  <v:shadow on="t" type="perspective" color="black" opacity="0" offset="0,4pt" matrix="655f,,,655f"/>
                  <v:path arrowok="t"/>
                  <v:textbox style="layout-flow:vertical;mso-layout-flow-alt:bottom-to-top" inset="0,0,0,0">
                    <w:txbxContent>
                      <w:p w:rsidR="0034536E" w:rsidRDefault="0034536E" w:rsidP="00781840">
                        <w:pPr>
                          <w:pStyle w:val="NormalWeb"/>
                          <w:spacing w:line="240" w:lineRule="exact"/>
                        </w:pPr>
                        <w:r>
                          <w:rPr>
                            <w:sz w:val="20"/>
                            <w:szCs w:val="20"/>
                            <w:lang w:val="en-GB"/>
                          </w:rPr>
                          <w:t>45°**</w:t>
                        </w:r>
                      </w:p>
                    </w:txbxContent>
                  </v:textbox>
                </v:shape>
                <v:shape id="Text Box 473" o:spid="_x0000_s1049" type="#_x0000_t202" style="position:absolute;left:35242;top:13462;width:1435;height:12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FHwwAAANwAAAAPAAAAZHJzL2Rvd25yZXYueG1sRI/BisJA&#10;EETvC/7D0IK3daKgaHQUEVxEL676AU2mTYLpnpCZjdGv31kQ9lhU1Stque64Ui01vnRiYDRMQJFk&#10;zpaSG7hedp8zUD6gWKyckIEneViveh9LTK17yDe155CrCBGfooEihDrV2mcFMfqhq0mid3MNY4iy&#10;ybVt8BHhXOlxkkw1YylxocCatgVl9/MPGzjx8fWq28Nx2knJ+8uIt7fZlzGDfrdZgArUhf/wu723&#10;BsaTOfydiUdAr34BAAD//wMAUEsBAi0AFAAGAAgAAAAhANvh9svuAAAAhQEAABMAAAAAAAAAAAAA&#10;AAAAAAAAAFtDb250ZW50X1R5cGVzXS54bWxQSwECLQAUAAYACAAAACEAWvQsW78AAAAVAQAACwAA&#10;AAAAAAAAAAAAAAAfAQAAX3JlbHMvLnJlbHNQSwECLQAUAAYACAAAACEAIH2BR8MAAADcAAAADwAA&#10;AAAAAAAAAAAAAAAHAgAAZHJzL2Rvd25yZXYueG1sUEsFBgAAAAADAAMAtwAAAPcCAAAAAA==&#10;" filled="f" stroked="f" strokeweight=".5pt">
                  <v:path arrowok="t"/>
                  <v:textbox style="layout-flow:vertical;mso-layout-flow-alt:bottom-to-top" inset="0,0,0,0">
                    <w:txbxContent>
                      <w:p w:rsidR="0034536E" w:rsidRDefault="0034536E" w:rsidP="00781840">
                        <w:pPr>
                          <w:pStyle w:val="NormalWeb"/>
                          <w:spacing w:line="240" w:lineRule="exact"/>
                        </w:pPr>
                        <w:r>
                          <w:rPr>
                            <w:sz w:val="20"/>
                            <w:szCs w:val="20"/>
                            <w:lang w:val="en-GB"/>
                          </w:rPr>
                          <w:t>f*</w:t>
                        </w:r>
                      </w:p>
                    </w:txbxContent>
                  </v:textbox>
                </v:shape>
                <v:shape id="Text Box 477" o:spid="_x0000_s1050" type="#_x0000_t202" style="position:absolute;left:33655;top:14287;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nvwAAANwAAAAPAAAAZHJzL2Rvd25yZXYueG1sRE/NisIw&#10;EL4v+A5hBG9rqoci1SgiKKIXV32AoRnbYmdSmlirT28Owh4/vv/FqudaddT6yomByTgBRZI7W0lh&#10;4HrZ/s5A+YBisXZCBl7kYbUc/Cwws+4pf9SdQ6FiiPgMDZQhNJnWPi+J0Y9dQxK5m2sZQ4RtoW2L&#10;zxjOtZ4mSaoZK4kNJTa0KSm/nx9s4MTH97vpDse0l4r3lwlvbrOdMaNhv56DCtSHf/HXvbcGpmmc&#10;H8/EI6CXHwAAAP//AwBQSwECLQAUAAYACAAAACEA2+H2y+4AAACFAQAAEwAAAAAAAAAAAAAAAAAA&#10;AAAAW0NvbnRlbnRfVHlwZXNdLnhtbFBLAQItABQABgAIAAAAIQBa9CxbvwAAABUBAAALAAAAAAAA&#10;AAAAAAAAAB8BAABfcmVscy8ucmVsc1BLAQItABQABgAIAAAAIQB/K+JnvwAAANwAAAAPAAAAAAAA&#10;AAAAAAAAAAcCAABkcnMvZG93bnJldi54bWxQSwUGAAAAAAMAAwC3AAAA8wIAAAAA&#10;" filled="f" stroked="f" strokeweight=".5pt">
                  <v:path arrowok="t"/>
                  <v:textbox style="layout-flow:vertical;mso-layout-flow-alt:bottom-to-top" inset="0,0,0,0">
                    <w:txbxContent>
                      <w:p w:rsidR="0034536E" w:rsidRDefault="0034536E" w:rsidP="00781840">
                        <w:pPr>
                          <w:pStyle w:val="NormalWeb"/>
                          <w:spacing w:line="240" w:lineRule="exact"/>
                        </w:pPr>
                        <w:r>
                          <w:rPr>
                            <w:sz w:val="20"/>
                            <w:szCs w:val="20"/>
                            <w:lang w:val="en-GB"/>
                          </w:rPr>
                          <w:t>k</w:t>
                        </w:r>
                      </w:p>
                    </w:txbxContent>
                  </v:textbox>
                </v:shape>
                <v:shape id="Text Box 2" o:spid="_x0000_s1051" type="#_x0000_t202" style="position:absolute;left:43942;top:21399;width:9589;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pO+wgAAANwAAAAPAAAAZHJzL2Rvd25yZXYueG1sRI9Ba8JA&#10;FITvgv9heUJvuolQKamriLbgoZfaeH9kX7PB7NuQfZr477uC0OMwM98w6+3oW3WjPjaBDeSLDBRx&#10;FWzDtYHy53P+BioKssU2MBm4U4TtZjpZY2HDwN90O0mtEoRjgQacSFdoHStHHuMidMTJ+w29R0my&#10;r7XtcUhw3+pllq20x4bTgsOO9o6qy+nqDYjYXX4vP3w8nsevw+Cy6hVLY15m4+4dlNAo/+Fn+2gN&#10;LFc5PM6kI6A3fwAAAP//AwBQSwECLQAUAAYACAAAACEA2+H2y+4AAACFAQAAEwAAAAAAAAAAAAAA&#10;AAAAAAAAW0NvbnRlbnRfVHlwZXNdLnhtbFBLAQItABQABgAIAAAAIQBa9CxbvwAAABUBAAALAAAA&#10;AAAAAAAAAAAAAB8BAABfcmVscy8ucmVsc1BLAQItABQABgAIAAAAIQD3YpO+wgAAANwAAAAPAAAA&#10;AAAAAAAAAAAAAAcCAABkcnMvZG93bnJldi54bWxQSwUGAAAAAAMAAwC3AAAA9gIAAAAA&#10;" filled="f" stroked="f">
                  <v:textbox style="mso-fit-shape-to-text:t">
                    <w:txbxContent>
                      <w:p w:rsidR="0034536E" w:rsidRDefault="0034536E" w:rsidP="00781840">
                        <w:pPr>
                          <w:pStyle w:val="NormalWeb"/>
                          <w:spacing w:line="240" w:lineRule="exact"/>
                        </w:pPr>
                        <w:r>
                          <w:rPr>
                            <w:rFonts w:eastAsia="Calibri"/>
                            <w:color w:val="000000"/>
                            <w:sz w:val="20"/>
                            <w:szCs w:val="20"/>
                            <w:lang w:val="en-GB"/>
                          </w:rPr>
                          <w:t xml:space="preserve">  g/2*     g/2* </w:t>
                        </w:r>
                      </w:p>
                    </w:txbxContent>
                  </v:textbox>
                </v:shape>
                <v:shape id="Text Box 2" o:spid="_x0000_s1052" type="#_x0000_t202" style="position:absolute;left:24829;top:22986;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3JwgAAANwAAAAPAAAAZHJzL2Rvd25yZXYueG1sRI9Ba8JA&#10;FITvQv/D8gredGNAKamriG3Bg5faeH9kX7PB7NuQfTXx37uC0OMwM98w6+3oW3WlPjaBDSzmGSji&#10;KtiGawPlz9fsDVQUZIttYDJwowjbzctkjYUNA3/T9SS1ShCOBRpwIl2hdawceYzz0BEn7zf0HiXJ&#10;vta2xyHBfavzLFtpjw2nBYcd7R1Vl9OfNyBid4tb+enj4TwePwaXVUssjZm+jrt3UEKj/Ief7YM1&#10;kK9yeJxJR0Bv7gAAAP//AwBQSwECLQAUAAYACAAAACEA2+H2y+4AAACFAQAAEwAAAAAAAAAAAAAA&#10;AAAAAAAAW0NvbnRlbnRfVHlwZXNdLnhtbFBLAQItABQABgAIAAAAIQBa9CxbvwAAABUBAAALAAAA&#10;AAAAAAAAAAAAAB8BAABfcmVscy8ucmVsc1BLAQItABQABgAIAAAAIQAHsA3JwgAAANwAAAAPAAAA&#10;AAAAAAAAAAAAAAcCAABkcnMvZG93bnJldi54bWxQSwUGAAAAAAMAAwC3AAAA9gIAAAAA&#10;" filled="f" stroked="f">
                  <v:textbox style="mso-fit-shape-to-text:t">
                    <w:txbxContent>
                      <w:p w:rsidR="0034536E" w:rsidRDefault="0034536E" w:rsidP="00781840">
                        <w:pPr>
                          <w:pStyle w:val="NormalWeb"/>
                          <w:spacing w:line="240" w:lineRule="exact"/>
                        </w:pPr>
                        <w:r>
                          <w:rPr>
                            <w:sz w:val="20"/>
                            <w:szCs w:val="20"/>
                            <w:lang w:val="en-GB"/>
                          </w:rPr>
                          <w:t>d</w:t>
                        </w:r>
                        <w:r>
                          <w:rPr>
                            <w:rFonts w:eastAsia="Calibri"/>
                            <w:color w:val="000000"/>
                            <w:sz w:val="20"/>
                            <w:szCs w:val="20"/>
                            <w:lang w:val="en-GB"/>
                          </w:rPr>
                          <w:t xml:space="preserve">   </w:t>
                        </w:r>
                      </w:p>
                    </w:txbxContent>
                  </v:textbox>
                </v:shape>
                <v:shape id="Text Box 2" o:spid="_x0000_s1053" type="#_x0000_t202" style="position:absolute;left:30988;top:22796;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hSwwAAANwAAAAPAAAAZHJzL2Rvd25yZXYueG1sRI9Pa8JA&#10;FMTvhX6H5RW81Y1KRaKriH/AQy/VeH9kX7Oh2bch+zTx27uFQo/DzPyGWW0G36g7dbEObGAyzkAR&#10;l8HWXBkoLsf3BagoyBabwGTgQRE269eXFeY29PxF97NUKkE45mjAibS51rF05DGOQ0ucvO/QeZQk&#10;u0rbDvsE942eZtlce6w5LThsaeeo/DnfvAERu508ioOPp+vwue9dVn5gYczobdguQQkN8h/+a5+s&#10;gel8Br9n0hHQ6ycAAAD//wMAUEsBAi0AFAAGAAgAAAAhANvh9svuAAAAhQEAABMAAAAAAAAAAAAA&#10;AAAAAAAAAFtDb250ZW50X1R5cGVzXS54bWxQSwECLQAUAAYACAAAACEAWvQsW78AAAAVAQAACwAA&#10;AAAAAAAAAAAAAAAfAQAAX3JlbHMvLnJlbHNQSwECLQAUAAYACAAAACEAaPyoUsMAAADcAAAADwAA&#10;AAAAAAAAAAAAAAAHAgAAZHJzL2Rvd25yZXYueG1sUEsFBgAAAAADAAMAtwAAAPcCAAAAAA==&#10;" filled="f" stroked="f">
                  <v:textbox style="mso-fit-shape-to-text:t">
                    <w:txbxContent>
                      <w:p w:rsidR="0034536E" w:rsidRDefault="0034536E" w:rsidP="00781840">
                        <w:pPr>
                          <w:pStyle w:val="NormalWeb"/>
                          <w:spacing w:line="240" w:lineRule="exact"/>
                        </w:pPr>
                        <w:r>
                          <w:rPr>
                            <w:sz w:val="20"/>
                            <w:szCs w:val="20"/>
                            <w:lang w:val="en-GB"/>
                          </w:rPr>
                          <w:t>a</w:t>
                        </w:r>
                        <w:r>
                          <w:rPr>
                            <w:rFonts w:eastAsia="Calibri"/>
                            <w:color w:val="000000"/>
                            <w:sz w:val="20"/>
                            <w:szCs w:val="20"/>
                            <w:lang w:val="en-GB"/>
                          </w:rPr>
                          <w:t xml:space="preserve">   </w:t>
                        </w:r>
                      </w:p>
                    </w:txbxContent>
                  </v:textbox>
                </v:shape>
                <v:shape id="Text Box 2" o:spid="_x0000_s1054" type="#_x0000_t202" style="position:absolute;left:30417;top:20891;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TAmwwAAANwAAAAPAAAAZHJzL2Rvd25yZXYueG1sRI9Pa8JA&#10;FMTvhX6H5RW81Y1iRaKriH/AQy/VeH9kX7Oh2bch+zTx27uFQo/DzPyGWW0G36g7dbEObGAyzkAR&#10;l8HWXBkoLsf3BagoyBabwGTgQRE269eXFeY29PxF97NUKkE45mjAibS51rF05DGOQ0ucvO/QeZQk&#10;u0rbDvsE942eZtlce6w5LThsaeeo/DnfvAERu508ioOPp+vwue9dVn5gYczobdguQQkN8h/+a5+s&#10;gel8Br9n0hHQ6ycAAAD//wMAUEsBAi0AFAAGAAgAAAAhANvh9svuAAAAhQEAABMAAAAAAAAAAAAA&#10;AAAAAAAAAFtDb250ZW50X1R5cGVzXS54bWxQSwECLQAUAAYACAAAACEAWvQsW78AAAAVAQAACwAA&#10;AAAAAAAAAAAAAAAfAQAAX3JlbHMvLnJlbHNQSwECLQAUAAYACAAAACEA5xUwJsMAAADcAAAADwAA&#10;AAAAAAAAAAAAAAAHAgAAZHJzL2Rvd25yZXYueG1sUEsFBgAAAAADAAMAtwAAAPcCAAAAAA==&#10;" filled="f" stroked="f">
                  <v:textbox style="mso-fit-shape-to-text:t">
                    <w:txbxContent>
                      <w:p w:rsidR="0034536E" w:rsidRDefault="0034536E" w:rsidP="00781840">
                        <w:pPr>
                          <w:pStyle w:val="NormalWeb"/>
                          <w:spacing w:line="240" w:lineRule="exact"/>
                        </w:pPr>
                        <w:r>
                          <w:rPr>
                            <w:sz w:val="20"/>
                            <w:szCs w:val="20"/>
                            <w:lang w:val="en-GB"/>
                          </w:rPr>
                          <w:t>e</w:t>
                        </w:r>
                        <w:r>
                          <w:rPr>
                            <w:rFonts w:eastAsia="Calibri"/>
                            <w:color w:val="000000"/>
                            <w:sz w:val="20"/>
                            <w:szCs w:val="20"/>
                            <w:lang w:val="en-GB"/>
                          </w:rPr>
                          <w:t xml:space="preserve">   </w:t>
                        </w:r>
                      </w:p>
                    </w:txbxContent>
                  </v:textbox>
                </v:shape>
                <v:shape id="Text Box 2" o:spid="_x0000_s1055" type="#_x0000_t202" style="position:absolute;left:10033;top:22034;width:374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ZW9wgAAANwAAAAPAAAAZHJzL2Rvd25yZXYueG1sRI9Ba8JA&#10;FITvBf/D8gRvdaOgSOoqohU8eKmm90f2mQ1m34bsq4n/3i0Uehxm5htmvR18ox7UxTqwgdk0A0Vc&#10;BltzZaC4Ht9XoKIgW2wCk4EnRdhuRm9rzG3o+YseF6lUgnDM0YATaXOtY+nIY5yGljh5t9B5lCS7&#10;StsO+wT3jZ5n2VJ7rDktOGxp76i8X368ARG7mz2LTx9P38P50LusXGBhzGQ87D5ACQ3yH/5rn6yB&#10;+XIBv2fSEdCbFwAAAP//AwBQSwECLQAUAAYACAAAACEA2+H2y+4AAACFAQAAEwAAAAAAAAAAAAAA&#10;AAAAAAAAW0NvbnRlbnRfVHlwZXNdLnhtbFBLAQItABQABgAIAAAAIQBa9CxbvwAAABUBAAALAAAA&#10;AAAAAAAAAAAAAB8BAABfcmVscy8ucmVsc1BLAQItABQABgAIAAAAIQCIWZW9wgAAANwAAAAPAAAA&#10;AAAAAAAAAAAAAAcCAABkcnMvZG93bnJldi54bWxQSwUGAAAAAAMAAwC3AAAA9gIAAAAA&#10;" filled="f" stroked="f">
                  <v:textbox style="mso-fit-shape-to-text:t">
                    <w:txbxContent>
                      <w:p w:rsidR="0034536E" w:rsidRDefault="0034536E" w:rsidP="00781840">
                        <w:pPr>
                          <w:pStyle w:val="NormalWeb"/>
                          <w:spacing w:line="240" w:lineRule="exact"/>
                        </w:pPr>
                        <w:r>
                          <w:rPr>
                            <w:rFonts w:eastAsia="Arial"/>
                            <w:sz w:val="20"/>
                            <w:szCs w:val="20"/>
                            <w:lang w:val="en-GB"/>
                          </w:rPr>
                          <w:t>V+</w:t>
                        </w:r>
                        <w:r>
                          <w:rPr>
                            <w:rFonts w:eastAsia="Calibri"/>
                            <w:color w:val="000000"/>
                            <w:sz w:val="20"/>
                            <w:szCs w:val="20"/>
                            <w:lang w:val="en-GB"/>
                          </w:rPr>
                          <w:t xml:space="preserve">  </w:t>
                        </w:r>
                      </w:p>
                    </w:txbxContent>
                  </v:textbox>
                </v:shape>
                <v:shape id="Text Box 2" o:spid="_x0000_s1056" type="#_x0000_t202" style="position:absolute;left:9144;top:4763;width:596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wvKwgAAANwAAAAPAAAAZHJzL2Rvd25yZXYueG1sRI9Ba8JA&#10;FITvQv/D8gq96UahQVJXEduCh17UeH9kX7PB7NuQfTXx33cFweMwM98wq83oW3WlPjaBDcxnGSji&#10;KtiGawPl6Xu6BBUF2WIbmAzcKMJm/TJZYWHDwAe6HqVWCcKxQANOpCu0jpUjj3EWOuLk/YbeoyTZ&#10;19r2OCS4b/Uiy3LtseG04LCjnaPqcvzzBkTsdn4rv3zcn8efz8Fl1TuWxry9jtsPUEKjPMOP9t4a&#10;WOQ53M+kI6DX/wAAAP//AwBQSwECLQAUAAYACAAAACEA2+H2y+4AAACFAQAAEwAAAAAAAAAAAAAA&#10;AAAAAAAAW0NvbnRlbnRfVHlwZXNdLnhtbFBLAQItABQABgAIAAAAIQBa9CxbvwAAABUBAAALAAAA&#10;AAAAAAAAAAAAAB8BAABfcmVscy8ucmVsc1BLAQItABQABgAIAAAAIQB4iwvKwgAAANwAAAAPAAAA&#10;AAAAAAAAAAAAAAcCAABkcnMvZG93bnJldi54bWxQSwUGAAAAAAMAAwC3AAAA9gIAAAAA&#10;" filled="f" stroked="f">
                  <v:textbox style="mso-fit-shape-to-text:t">
                    <w:txbxContent>
                      <w:p w:rsidR="0034536E" w:rsidRDefault="0034536E" w:rsidP="00781840">
                        <w:pPr>
                          <w:pStyle w:val="NormalWeb"/>
                          <w:spacing w:line="240" w:lineRule="exact"/>
                        </w:pPr>
                        <w:r>
                          <w:rPr>
                            <w:rFonts w:eastAsia="Calibri"/>
                            <w:color w:val="000000"/>
                            <w:sz w:val="20"/>
                            <w:szCs w:val="20"/>
                            <w:lang w:val="en-GB"/>
                          </w:rPr>
                          <w:t xml:space="preserve">Ground                                                                                                             </w:t>
                        </w:r>
                      </w:p>
                    </w:txbxContent>
                  </v:textbox>
                </v:shape>
                <v:shape id="Text Box 2" o:spid="_x0000_s1057" type="#_x0000_t202" style="position:absolute;left:15748;top:6351;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65RwwAAANwAAAAPAAAAZHJzL2Rvd25yZXYueG1sRI9Pa8JA&#10;FMTvBb/D8gRvdaOgLdFVxD/goZfaeH9kX7Oh2bch+zTx27uFQo/DzPyGWW8H36g7dbEObGA2zUAR&#10;l8HWXBkovk6v76CiIFtsApOBB0XYbkYva8xt6PmT7hepVIJwzNGAE2lzrWPpyGOchpY4ed+h8yhJ&#10;dpW2HfYJ7hs9z7Kl9lhzWnDY0t5R+XO5eQMidjd7FEcfz9fh49C7rFxgYcxkPOxWoIQG+Q//tc/W&#10;wHz5Br9n0hHQmycAAAD//wMAUEsBAi0AFAAGAAgAAAAhANvh9svuAAAAhQEAABMAAAAAAAAAAAAA&#10;AAAAAAAAAFtDb250ZW50X1R5cGVzXS54bWxQSwECLQAUAAYACAAAACEAWvQsW78AAAAVAQAACwAA&#10;AAAAAAAAAAAAAAAfAQAAX3JlbHMvLnJlbHNQSwECLQAUAAYACAAAACEAF8euUcMAAADcAAAADwAA&#10;AAAAAAAAAAAAAAAHAgAAZHJzL2Rvd25yZXYueG1sUEsFBgAAAAADAAMAtwAAAPcCAAAAAA==&#10;" filled="f" stroked="f">
                  <v:textbox style="mso-fit-shape-to-text:t">
                    <w:txbxContent>
                      <w:p w:rsidR="0034536E" w:rsidRPr="00C341A4" w:rsidRDefault="0034536E" w:rsidP="00781840">
                        <w:pPr>
                          <w:pStyle w:val="NormalWeb"/>
                          <w:spacing w:line="240" w:lineRule="exact"/>
                        </w:pPr>
                        <w:r w:rsidRPr="00C341A4">
                          <w:rPr>
                            <w:rFonts w:eastAsia="Calibri"/>
                            <w:color w:val="000000"/>
                            <w:sz w:val="20"/>
                            <w:szCs w:val="20"/>
                            <w:vertAlign w:val="superscript"/>
                            <w:lang w:val="en-GB"/>
                          </w:rPr>
                          <w:t>4</w:t>
                        </w:r>
                        <w:r w:rsidRPr="00C341A4">
                          <w:rPr>
                            <w:rFonts w:eastAsia="Calibri"/>
                            <w:color w:val="000000"/>
                            <w:sz w:val="20"/>
                            <w:szCs w:val="20"/>
                            <w:lang w:val="en-GB"/>
                          </w:rPr>
                          <w:t xml:space="preserve">  </w:t>
                        </w:r>
                      </w:p>
                    </w:txbxContent>
                  </v:textbox>
                </v:shape>
                <v:shape id="Text Box 2" o:spid="_x0000_s1058" type="#_x0000_t202" style="position:absolute;left:36259;top:23685;width:1695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DojvgAAANwAAAAPAAAAZHJzL2Rvd25yZXYueG1sRE9Ni8Iw&#10;EL0L+x/CCN40VVhZqlHEdcGDF916H5rZpmwzKc1o6783B8Hj432vt4Nv1J26WAc2MJ9loIjLYGuu&#10;DBS/P9MvUFGQLTaBycCDImw3H6M15jb0fKb7RSqVQjjmaMCJtLnWsXTkMc5CS5y4v9B5lAS7StsO&#10;+xTuG73IsqX2WHNqcNjS3lH5f7l5AyJ2N38UBx+P1+H03bus/MTCmMl42K1ACQ3yFr/cR2tgsUxr&#10;05l0BPTmCQAA//8DAFBLAQItABQABgAIAAAAIQDb4fbL7gAAAIUBAAATAAAAAAAAAAAAAAAAAAAA&#10;AABbQ29udGVudF9UeXBlc10ueG1sUEsBAi0AFAAGAAgAAAAhAFr0LFu/AAAAFQEAAAsAAAAAAAAA&#10;AAAAAAAAHwEAAF9yZWxzLy5yZWxzUEsBAi0AFAAGAAgAAAAhAGZYOiO+AAAA3AAAAA8AAAAAAAAA&#10;AAAAAAAABwIAAGRycy9kb3ducmV2LnhtbFBLBQYAAAAAAwADALcAAADyAgAAAAA=&#10;" filled="f" stroked="f">
                  <v:textbox style="mso-fit-shape-to-text:t">
                    <w:txbxContent>
                      <w:p w:rsidR="0034536E" w:rsidRDefault="0034536E" w:rsidP="00781840">
                        <w:pPr>
                          <w:pStyle w:val="NormalWeb"/>
                          <w:spacing w:line="240" w:lineRule="exact"/>
                        </w:pPr>
                        <w:r>
                          <w:rPr>
                            <w:rFonts w:eastAsia="Calibri"/>
                            <w:color w:val="000000"/>
                            <w:sz w:val="20"/>
                            <w:szCs w:val="20"/>
                            <w:lang w:val="en-GB"/>
                          </w:rPr>
                          <w:t xml:space="preserve">Reference lug contact plane </w:t>
                        </w:r>
                        <w:r w:rsidRPr="00F80745">
                          <w:rPr>
                            <w:rFonts w:eastAsia="Calibri"/>
                            <w:color w:val="000000"/>
                            <w:sz w:val="20"/>
                            <w:szCs w:val="20"/>
                            <w:vertAlign w:val="superscript"/>
                            <w:lang w:val="en-GB"/>
                          </w:rPr>
                          <w:t>8</w:t>
                        </w:r>
                        <w:r>
                          <w:rPr>
                            <w:rFonts w:eastAsia="Calibri"/>
                            <w:color w:val="000000"/>
                            <w:sz w:val="20"/>
                            <w:szCs w:val="20"/>
                            <w:lang w:val="en-GB"/>
                          </w:rPr>
                          <w:t xml:space="preserve">                                                                                             </w:t>
                        </w:r>
                      </w:p>
                    </w:txbxContent>
                  </v:textbox>
                </v:shape>
                <v:shape id="Text Box 2" o:spid="_x0000_s1059" type="#_x0000_t202" style="position:absolute;left:15685;top:3430;width:104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J+4wwAAANwAAAAPAAAAZHJzL2Rvd25yZXYueG1sRI9Pa8JA&#10;FMTvBb/D8gRvdaOgtNFVxD/goZfaeH9kX7Oh2bch+zTx27uFQo/DzPyGWW8H36g7dbEObGA2zUAR&#10;l8HWXBkovk6vb6CiIFtsApOBB0XYbkYva8xt6PmT7hepVIJwzNGAE2lzrWPpyGOchpY4ed+h8yhJ&#10;dpW2HfYJ7hs9z7Kl9lhzWnDY0t5R+XO5eQMidjd7FEcfz9fh49C7rFxgYcxkPOxWoIQG+Q//tc/W&#10;wHz5Dr9n0hHQmycAAAD//wMAUEsBAi0AFAAGAAgAAAAhANvh9svuAAAAhQEAABMAAAAAAAAAAAAA&#10;AAAAAAAAAFtDb250ZW50X1R5cGVzXS54bWxQSwECLQAUAAYACAAAACEAWvQsW78AAAAVAQAACwAA&#10;AAAAAAAAAAAAAAAfAQAAX3JlbHMvLnJlbHNQSwECLQAUAAYACAAAACEACRSfuMMAAADcAAAADwAA&#10;AAAAAAAAAAAAAAAHAgAAZHJzL2Rvd25yZXYueG1sUEsFBgAAAAADAAMAtwAAAPcCAAAAAA==&#10;" filled="f" stroked="f">
                  <v:textbox style="mso-fit-shape-to-text:t">
                    <w:txbxContent>
                      <w:p w:rsidR="0034536E" w:rsidRDefault="0034536E" w:rsidP="00C341A4">
                        <w:pPr>
                          <w:pStyle w:val="NormalWeb"/>
                          <w:spacing w:line="240" w:lineRule="exact"/>
                        </w:pPr>
                        <w:r>
                          <w:rPr>
                            <w:rFonts w:eastAsia="Calibri"/>
                            <w:color w:val="000000"/>
                            <w:sz w:val="20"/>
                            <w:szCs w:val="20"/>
                            <w:lang w:val="en-GB"/>
                          </w:rPr>
                          <w:t xml:space="preserve">Reference axis </w:t>
                        </w:r>
                        <w:r w:rsidRPr="00C341A4">
                          <w:rPr>
                            <w:rFonts w:eastAsia="Calibri"/>
                            <w:color w:val="000000"/>
                            <w:sz w:val="20"/>
                            <w:szCs w:val="20"/>
                            <w:vertAlign w:val="superscript"/>
                            <w:lang w:val="en-GB"/>
                          </w:rPr>
                          <w:t>2</w:t>
                        </w:r>
                        <w:r>
                          <w:rPr>
                            <w:rFonts w:eastAsia="Calibri"/>
                            <w:color w:val="000000"/>
                            <w:sz w:val="20"/>
                            <w:szCs w:val="20"/>
                            <w:lang w:val="en-GB"/>
                          </w:rPr>
                          <w:t xml:space="preserve">                                                                                                     </w:t>
                        </w:r>
                      </w:p>
                    </w:txbxContent>
                  </v:textbox>
                </v:shape>
                <v:shape id="Text Box 2" o:spid="_x0000_s1060" type="#_x0000_t202" style="position:absolute;left:16110;top:1696;width:1137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6D4vwAAANwAAAAPAAAAZHJzL2Rvd25yZXYueG1sRE9Na8JA&#10;EL0X/A/LCN7qRsG2RFcRreChF228D9kxG8zOhuzUxH/vHgoeH+97tRl8o+7UxTqwgdk0A0VcBltz&#10;ZaD4Pbx/gYqCbLEJTAYeFGGzHr2tMLeh5xPdz1KpFMIxRwNOpM21jqUjj3EaWuLEXUPnURLsKm07&#10;7FO4b/Q8yz60x5pTg8OWdo7K2/nPGxCx29mj+PbxeBl+9r3LygUWxkzGw3YJSmiQl/jffbQG5p9p&#10;fjqTjoBePwEAAP//AwBQSwECLQAUAAYACAAAACEA2+H2y+4AAACFAQAAEwAAAAAAAAAAAAAAAAAA&#10;AAAAW0NvbnRlbnRfVHlwZXNdLnhtbFBLAQItABQABgAIAAAAIQBa9CxbvwAAABUBAAALAAAAAAAA&#10;AAAAAAAAAB8BAABfcmVscy8ucmVsc1BLAQItABQABgAIAAAAIQAd96D4vwAAANwAAAAPAAAAAAAA&#10;AAAAAAAAAAcCAABkcnMvZG93bnJldi54bWxQSwUGAAAAAAMAAwC3AAAA8wIAAAAA&#10;" filled="f" stroked="f">
                  <v:textbox style="mso-fit-shape-to-text:t">
                    <w:txbxContent>
                      <w:p w:rsidR="0034536E" w:rsidRDefault="0034536E" w:rsidP="00C341A4">
                        <w:pPr>
                          <w:pStyle w:val="NormalWeb"/>
                          <w:spacing w:line="240" w:lineRule="exact"/>
                        </w:pPr>
                        <w:r>
                          <w:rPr>
                            <w:rFonts w:eastAsia="Calibri"/>
                            <w:color w:val="000000"/>
                            <w:sz w:val="20"/>
                            <w:szCs w:val="20"/>
                            <w:lang w:val="en-GB"/>
                          </w:rPr>
                          <w:t xml:space="preserve">Reference plane </w:t>
                        </w:r>
                        <w:r w:rsidRPr="00C341A4">
                          <w:rPr>
                            <w:rFonts w:eastAsia="Calibri"/>
                            <w:color w:val="000000"/>
                            <w:sz w:val="20"/>
                            <w:szCs w:val="20"/>
                            <w:vertAlign w:val="superscript"/>
                            <w:lang w:val="en-GB"/>
                          </w:rPr>
                          <w:t>1</w:t>
                        </w:r>
                      </w:p>
                    </w:txbxContent>
                  </v:textbox>
                </v:shape>
                <v:shape id="Text Box 2" o:spid="_x0000_s1061" type="#_x0000_t202" style="position:absolute;left:25025;top:-56;width:1423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VjwgAAANwAAAAPAAAAZHJzL2Rvd25yZXYueG1sRI9Pa8JA&#10;FMTvhX6H5Qm91U2E/iG6itQWPPRSTe+P7DMbzL4N2aeJ394VBI/DzPyGWaxG36oz9bEJbCCfZqCI&#10;q2Abrg2U+5/XT1BRkC22gcnAhSKsls9PCyxsGPiPzjupVYJwLNCAE+kKrWPlyGOcho44eYfQe5Qk&#10;+1rbHocE962eZdm79thwWnDY0Zej6rg7eQMidp1fym8ft//j72ZwWfWGpTEvk3E9ByU0yiN8b2+t&#10;gdlHDrcz6Qjo5RUAAP//AwBQSwECLQAUAAYACAAAACEA2+H2y+4AAACFAQAAEwAAAAAAAAAAAAAA&#10;AAAAAAAAW0NvbnRlbnRfVHlwZXNdLnhtbFBLAQItABQABgAIAAAAIQBa9CxbvwAAABUBAAALAAAA&#10;AAAAAAAAAAAAAB8BAABfcmVscy8ucmVsc1BLAQItABQABgAIAAAAIQByuwVjwgAAANwAAAAPAAAA&#10;AAAAAAAAAAAAAAcCAABkcnMvZG93bnJldi54bWxQSwUGAAAAAAMAAwC3AAAA9gIAAAAA&#10;" filled="f" stroked="f">
                  <v:textbox style="mso-fit-shape-to-text:t">
                    <w:txbxContent>
                      <w:p w:rsidR="0034536E" w:rsidRDefault="0034536E" w:rsidP="00C341A4">
                        <w:pPr>
                          <w:pStyle w:val="NormalWeb"/>
                          <w:spacing w:line="240" w:lineRule="exact"/>
                        </w:pPr>
                        <w:r>
                          <w:rPr>
                            <w:rFonts w:eastAsia="Calibri"/>
                            <w:color w:val="000000"/>
                            <w:sz w:val="20"/>
                            <w:szCs w:val="20"/>
                            <w:lang w:val="en-GB"/>
                          </w:rPr>
                          <w:t xml:space="preserve">Nominal emitter box </w:t>
                        </w:r>
                        <w:r w:rsidRPr="00C341A4">
                          <w:rPr>
                            <w:rFonts w:eastAsia="Calibri"/>
                            <w:color w:val="000000"/>
                            <w:sz w:val="20"/>
                            <w:szCs w:val="20"/>
                            <w:vertAlign w:val="superscript"/>
                            <w:lang w:val="en-GB"/>
                          </w:rPr>
                          <w:t>3</w:t>
                        </w:r>
                      </w:p>
                    </w:txbxContent>
                  </v:textbox>
                </v:shape>
                <w10:anchorlock/>
              </v:group>
            </w:pict>
          </mc:Fallback>
        </mc:AlternateContent>
      </w:r>
    </w:p>
    <w:p w:rsidR="000960D4" w:rsidRPr="00A63548" w:rsidRDefault="000960D4" w:rsidP="000960D4">
      <w:pPr>
        <w:widowControl w:val="0"/>
        <w:tabs>
          <w:tab w:val="right" w:pos="9670"/>
        </w:tabs>
        <w:rPr>
          <w:rFonts w:eastAsia="Calibri"/>
          <w:b/>
          <w:bCs/>
          <w:szCs w:val="22"/>
        </w:rPr>
      </w:pPr>
    </w:p>
    <w:p w:rsidR="000960D4" w:rsidRPr="00A63548" w:rsidRDefault="000960D4" w:rsidP="000960D4">
      <w:pPr>
        <w:widowControl w:val="0"/>
        <w:tabs>
          <w:tab w:val="right" w:pos="9670"/>
        </w:tabs>
        <w:rPr>
          <w:rFonts w:eastAsia="Calibri"/>
          <w:b/>
          <w:bCs/>
          <w:szCs w:val="22"/>
        </w:rPr>
      </w:pPr>
    </w:p>
    <w:p w:rsidR="000960D4" w:rsidRPr="00A63548" w:rsidRDefault="000960D4" w:rsidP="000960D4">
      <w:pPr>
        <w:widowControl w:val="0"/>
        <w:tabs>
          <w:tab w:val="left" w:pos="7400"/>
        </w:tabs>
        <w:rPr>
          <w:rFonts w:eastAsia="Calibri"/>
          <w:bCs/>
          <w:szCs w:val="22"/>
        </w:rPr>
      </w:pPr>
      <w:r w:rsidRPr="00A63548">
        <w:rPr>
          <w:rFonts w:eastAsia="Calibri"/>
          <w:bCs/>
          <w:szCs w:val="22"/>
        </w:rPr>
        <w:t>Figure 2***</w:t>
      </w:r>
    </w:p>
    <w:p w:rsidR="000960D4" w:rsidRPr="00A63548" w:rsidRDefault="000960D4" w:rsidP="000960D4">
      <w:pPr>
        <w:widowControl w:val="0"/>
        <w:tabs>
          <w:tab w:val="left" w:pos="8955"/>
        </w:tabs>
        <w:rPr>
          <w:rFonts w:eastAsia="Calibri"/>
          <w:b/>
          <w:bCs/>
          <w:szCs w:val="22"/>
        </w:rPr>
      </w:pPr>
      <w:r w:rsidRPr="00A63548">
        <w:rPr>
          <w:rFonts w:eastAsia="Calibri"/>
          <w:b/>
          <w:bCs/>
          <w:szCs w:val="22"/>
        </w:rPr>
        <w:t>Main Drawing, L1B</w:t>
      </w:r>
      <w:r w:rsidR="0041729A">
        <w:rPr>
          <w:rFonts w:eastAsia="Calibri"/>
          <w:b/>
          <w:bCs/>
          <w:szCs w:val="22"/>
        </w:rPr>
        <w:t>/6</w:t>
      </w:r>
    </w:p>
    <w:p w:rsidR="000960D4" w:rsidRDefault="000960D4" w:rsidP="000960D4">
      <w:pPr>
        <w:widowControl w:val="0"/>
        <w:tabs>
          <w:tab w:val="left" w:pos="7969"/>
        </w:tabs>
        <w:rPr>
          <w:rFonts w:eastAsia="Calibri"/>
          <w:color w:val="000000"/>
          <w:szCs w:val="22"/>
        </w:rPr>
      </w:pPr>
    </w:p>
    <w:p w:rsidR="00BB7B20" w:rsidRDefault="009F2EF0" w:rsidP="000960D4">
      <w:pPr>
        <w:widowControl w:val="0"/>
        <w:tabs>
          <w:tab w:val="left" w:pos="7969"/>
        </w:tabs>
        <w:rPr>
          <w:rFonts w:eastAsia="Calibri"/>
          <w:color w:val="000000"/>
          <w:szCs w:val="22"/>
        </w:rPr>
      </w:pPr>
      <w:r>
        <w:rPr>
          <w:noProof/>
          <w:lang w:eastAsia="en-GB"/>
        </w:rPr>
        <mc:AlternateContent>
          <mc:Choice Requires="wpg">
            <w:drawing>
              <wp:inline distT="0" distB="0" distL="0" distR="0">
                <wp:extent cx="5699760" cy="2730500"/>
                <wp:effectExtent l="0" t="0" r="0" b="3175"/>
                <wp:docPr id="198"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9760" cy="2730500"/>
                          <a:chOff x="0" y="0"/>
                          <a:chExt cx="56997" cy="27309"/>
                        </a:xfrm>
                      </wpg:grpSpPr>
                      <wpg:grpSp>
                        <wpg:cNvPr id="199" name="Group 293"/>
                        <wpg:cNvGrpSpPr>
                          <a:grpSpLocks/>
                        </wpg:cNvGrpSpPr>
                        <wpg:grpSpPr bwMode="auto">
                          <a:xfrm>
                            <a:off x="0" y="0"/>
                            <a:ext cx="56997" cy="27309"/>
                            <a:chOff x="0" y="0"/>
                            <a:chExt cx="56997" cy="27309"/>
                          </a:xfrm>
                        </wpg:grpSpPr>
                        <wpg:grpSp>
                          <wpg:cNvPr id="200" name="Group 294"/>
                          <wpg:cNvGrpSpPr>
                            <a:grpSpLocks/>
                          </wpg:cNvGrpSpPr>
                          <wpg:grpSpPr bwMode="auto">
                            <a:xfrm>
                              <a:off x="0" y="1536"/>
                              <a:ext cx="56997" cy="23907"/>
                              <a:chOff x="0" y="1536"/>
                              <a:chExt cx="57002" cy="23907"/>
                            </a:xfrm>
                          </wpg:grpSpPr>
                          <wpg:grpSp>
                            <wpg:cNvPr id="201" name="Group 295"/>
                            <wpg:cNvGrpSpPr>
                              <a:grpSpLocks/>
                            </wpg:cNvGrpSpPr>
                            <wpg:grpSpPr bwMode="auto">
                              <a:xfrm>
                                <a:off x="0" y="1536"/>
                                <a:ext cx="57002" cy="23907"/>
                                <a:chOff x="0" y="1536"/>
                                <a:chExt cx="57003" cy="23906"/>
                              </a:xfrm>
                            </wpg:grpSpPr>
                            <pic:pic xmlns:pic="http://schemas.openxmlformats.org/drawingml/2006/picture">
                              <pic:nvPicPr>
                                <pic:cNvPr id="202" name="Picture 296"/>
                                <pic:cNvPicPr>
                                  <a:picLocks noChangeAspect="1"/>
                                </pic:cNvPicPr>
                              </pic:nvPicPr>
                              <pic:blipFill>
                                <a:blip r:embed="rId16" cstate="print">
                                  <a:extLst>
                                    <a:ext uri="{28A0092B-C50C-407E-A947-70E740481C1C}">
                                      <a14:useLocalDpi xmlns:a14="http://schemas.microsoft.com/office/drawing/2010/main" val="0"/>
                                    </a:ext>
                                  </a:extLst>
                                </a:blip>
                                <a:srcRect l="1704" t="19778" r="3592" b="16856"/>
                                <a:stretch>
                                  <a:fillRect/>
                                </a:stretch>
                              </pic:blipFill>
                              <pic:spPr bwMode="auto">
                                <a:xfrm>
                                  <a:off x="895" y="3444"/>
                                  <a:ext cx="56108" cy="20542"/>
                                </a:xfrm>
                                <a:prstGeom prst="rect">
                                  <a:avLst/>
                                </a:prstGeom>
                                <a:noFill/>
                                <a:extLst>
                                  <a:ext uri="{909E8E84-426E-40DD-AFC4-6F175D3DCCD1}">
                                    <a14:hiddenFill xmlns:a14="http://schemas.microsoft.com/office/drawing/2010/main">
                                      <a:solidFill>
                                        <a:srgbClr val="FFFFFF"/>
                                      </a:solidFill>
                                    </a14:hiddenFill>
                                  </a:ext>
                                </a:extLst>
                              </pic:spPr>
                            </pic:pic>
                            <wpg:grpSp>
                              <wpg:cNvPr id="203" name="Group 297"/>
                              <wpg:cNvGrpSpPr>
                                <a:grpSpLocks/>
                              </wpg:cNvGrpSpPr>
                              <wpg:grpSpPr bwMode="auto">
                                <a:xfrm>
                                  <a:off x="0" y="1536"/>
                                  <a:ext cx="46586" cy="23907"/>
                                  <a:chOff x="0" y="1536"/>
                                  <a:chExt cx="46586" cy="23906"/>
                                </a:xfrm>
                              </wpg:grpSpPr>
                              <wps:wsp>
                                <wps:cNvPr id="204" name="Straight Arrow Connector 298"/>
                                <wps:cNvCnPr>
                                  <a:cxnSpLocks noChangeShapeType="1"/>
                                </wps:cNvCnPr>
                                <wps:spPr bwMode="auto">
                                  <a:xfrm flipH="1">
                                    <a:off x="26180" y="2927"/>
                                    <a:ext cx="6480" cy="4614"/>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g:grpSp>
                                <wpg:cNvPr id="206" name="Group 299"/>
                                <wpg:cNvGrpSpPr>
                                  <a:grpSpLocks/>
                                </wpg:cNvGrpSpPr>
                                <wpg:grpSpPr bwMode="auto">
                                  <a:xfrm>
                                    <a:off x="0" y="1536"/>
                                    <a:ext cx="46586" cy="23907"/>
                                    <a:chOff x="0" y="1536"/>
                                    <a:chExt cx="46586" cy="23906"/>
                                  </a:xfrm>
                                </wpg:grpSpPr>
                                <wps:wsp>
                                  <wps:cNvPr id="207" name="Straight Arrow Connector 300"/>
                                  <wps:cNvCnPr>
                                    <a:cxnSpLocks noChangeShapeType="1"/>
                                  </wps:cNvCnPr>
                                  <wps:spPr bwMode="auto">
                                    <a:xfrm flipH="1">
                                      <a:off x="11271" y="1536"/>
                                      <a:ext cx="6415" cy="12098"/>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08" name="Straight Arrow Connector 301"/>
                                  <wps:cNvCnPr>
                                    <a:cxnSpLocks noChangeShapeType="1"/>
                                  </wps:cNvCnPr>
                                  <wps:spPr bwMode="auto">
                                    <a:xfrm flipH="1">
                                      <a:off x="29440" y="4358"/>
                                      <a:ext cx="7029" cy="9430"/>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09" name="Straight Arrow Connector 303"/>
                                  <wps:cNvCnPr>
                                    <a:cxnSpLocks noChangeShapeType="1"/>
                                  </wps:cNvCnPr>
                                  <wps:spPr bwMode="auto">
                                    <a:xfrm>
                                      <a:off x="44229" y="6187"/>
                                      <a:ext cx="2357" cy="7113"/>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10" name="Text Box 469"/>
                                  <wps:cNvSpPr txBox="1">
                                    <a:spLocks noChangeArrowheads="1"/>
                                  </wps:cNvSpPr>
                                  <wps:spPr bwMode="auto">
                                    <a:xfrm>
                                      <a:off x="0" y="8970"/>
                                      <a:ext cx="1422" cy="3397"/>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45°**</w:t>
                                        </w:r>
                                      </w:p>
                                    </w:txbxContent>
                                  </wps:txbx>
                                  <wps:bodyPr rot="0" vert="vert270" wrap="square" lIns="0" tIns="0" rIns="0" bIns="0" anchor="ctr" anchorCtr="0" upright="1">
                                    <a:noAutofit/>
                                  </wps:bodyPr>
                                </wps:wsp>
                                <wps:wsp>
                                  <wps:cNvPr id="211" name="Straight Arrow Connector 305"/>
                                  <wps:cNvCnPr>
                                    <a:cxnSpLocks noChangeShapeType="1"/>
                                  </wps:cNvCnPr>
                                  <wps:spPr bwMode="auto">
                                    <a:xfrm flipH="1" flipV="1">
                                      <a:off x="15366" y="12031"/>
                                      <a:ext cx="4172" cy="13412"/>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12" name="Text Box 470"/>
                                  <wps:cNvSpPr txBox="1">
                                    <a:spLocks noChangeArrowheads="1"/>
                                  </wps:cNvSpPr>
                                  <wps:spPr bwMode="auto">
                                    <a:xfrm>
                                      <a:off x="2286" y="12906"/>
                                      <a:ext cx="1435"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f*</w:t>
                                        </w:r>
                                      </w:p>
                                    </w:txbxContent>
                                  </wps:txbx>
                                  <wps:bodyPr rot="0" vert="vert270" wrap="square" lIns="0" tIns="0" rIns="0" bIns="0" anchor="ctr" anchorCtr="0" upright="1">
                                    <a:noAutofit/>
                                  </wps:bodyPr>
                                </wps:wsp>
                                <wps:wsp>
                                  <wps:cNvPr id="213" name="Text Box 455"/>
                                  <wps:cNvSpPr txBox="1">
                                    <a:spLocks noChangeArrowheads="1"/>
                                  </wps:cNvSpPr>
                                  <wps:spPr bwMode="auto">
                                    <a:xfrm>
                                      <a:off x="20706" y="12653"/>
                                      <a:ext cx="1435"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k</w:t>
                                        </w:r>
                                      </w:p>
                                      <w:p w:rsidR="0034536E" w:rsidRDefault="0034536E" w:rsidP="00D4531A">
                                        <w:pPr>
                                          <w:pStyle w:val="NormalWeb"/>
                                          <w:spacing w:line="240" w:lineRule="exact"/>
                                        </w:pPr>
                                        <w:r>
                                          <w:rPr>
                                            <w:sz w:val="20"/>
                                            <w:szCs w:val="20"/>
                                            <w:lang w:val="en-GB"/>
                                          </w:rPr>
                                          <w:t> </w:t>
                                        </w:r>
                                      </w:p>
                                    </w:txbxContent>
                                  </wps:txbx>
                                  <wps:bodyPr rot="0" vert="vert270" wrap="square" lIns="0" tIns="0" rIns="0" bIns="0" anchor="ctr" anchorCtr="0" upright="1">
                                    <a:noAutofit/>
                                  </wps:bodyPr>
                                </wps:wsp>
                                <wps:wsp>
                                  <wps:cNvPr id="214" name="Straight Arrow Connector 308"/>
                                  <wps:cNvCnPr>
                                    <a:cxnSpLocks noChangeShapeType="1"/>
                                  </wps:cNvCnPr>
                                  <wps:spPr bwMode="auto">
                                    <a:xfrm flipV="1">
                                      <a:off x="43911" y="14139"/>
                                      <a:ext cx="2623" cy="6407"/>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15" name="Text Box 30"/>
                                  <wps:cNvSpPr txBox="1">
                                    <a:spLocks noChangeArrowheads="1"/>
                                  </wps:cNvSpPr>
                                  <wps:spPr bwMode="auto">
                                    <a:xfrm>
                                      <a:off x="100" y="14496"/>
                                      <a:ext cx="1422" cy="3398"/>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45°**</w:t>
                                        </w:r>
                                      </w:p>
                                    </w:txbxContent>
                                  </wps:txbx>
                                  <wps:bodyPr rot="0" vert="vert270" wrap="square" lIns="0" tIns="0" rIns="0" bIns="0" anchor="ctr" anchorCtr="0" upright="1">
                                    <a:noAutofit/>
                                  </wps:bodyPr>
                                </wps:wsp>
                                <wps:wsp>
                                  <wps:cNvPr id="216" name="Text Box 492"/>
                                  <wps:cNvSpPr txBox="1">
                                    <a:spLocks noChangeArrowheads="1"/>
                                  </wps:cNvSpPr>
                                  <wps:spPr bwMode="auto">
                                    <a:xfrm>
                                      <a:off x="18249" y="12031"/>
                                      <a:ext cx="1429"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h</w:t>
                                        </w:r>
                                      </w:p>
                                    </w:txbxContent>
                                  </wps:txbx>
                                  <wps:bodyPr rot="0" vert="vert270" wrap="square" lIns="0" tIns="0" rIns="0" bIns="0" anchor="ctr" anchorCtr="0" upright="1">
                                    <a:noAutofit/>
                                  </wps:bodyPr>
                                </wps:wsp>
                              </wpg:grpSp>
                            </wpg:grpSp>
                          </wpg:grpSp>
                          <wpg:grpSp>
                            <wpg:cNvPr id="217" name="Group 311"/>
                            <wpg:cNvGrpSpPr>
                              <a:grpSpLocks/>
                            </wpg:cNvGrpSpPr>
                            <wpg:grpSpPr bwMode="auto">
                              <a:xfrm rot="10800000">
                                <a:off x="27881" y="5618"/>
                                <a:ext cx="9493" cy="15742"/>
                                <a:chOff x="27881" y="5618"/>
                                <a:chExt cx="8528" cy="15741"/>
                              </a:xfrm>
                            </wpg:grpSpPr>
                            <wps:wsp>
                              <wps:cNvPr id="218" name="Straight Connector 312"/>
                              <wps:cNvCnPr/>
                              <wps:spPr bwMode="auto">
                                <a:xfrm rot="10800000">
                                  <a:off x="27982" y="5618"/>
                                  <a:ext cx="8341" cy="73"/>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19" name="Straight Connector 313"/>
                              <wps:cNvCnPr/>
                              <wps:spPr bwMode="auto">
                                <a:xfrm flipH="1">
                                  <a:off x="27982" y="21360"/>
                                  <a:ext cx="8427"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20" name="Straight Connector 314"/>
                              <wps:cNvCnPr/>
                              <wps:spPr bwMode="auto">
                                <a:xfrm rot="10800000">
                                  <a:off x="27881" y="5618"/>
                                  <a:ext cx="0" cy="1565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grpSp>
                          <wps:wsp>
                            <wps:cNvPr id="221" name="Straight Arrow Connector 315"/>
                            <wps:cNvCnPr>
                              <a:cxnSpLocks noChangeShapeType="1"/>
                            </wps:cNvCnPr>
                            <wps:spPr bwMode="auto">
                              <a:xfrm flipH="1">
                                <a:off x="37374" y="9114"/>
                                <a:ext cx="2665" cy="2344"/>
                              </a:xfrm>
                              <a:prstGeom prst="straightConnector1">
                                <a:avLst/>
                              </a:prstGeom>
                              <a:noFill/>
                              <a:ln w="9525">
                                <a:solidFill>
                                  <a:schemeClr val="tx1">
                                    <a:lumMod val="100000"/>
                                    <a:lumOff val="0"/>
                                  </a:schemeClr>
                                </a:solidFill>
                                <a:round/>
                                <a:headEnd/>
                                <a:tailEnd type="triangle" w="sm" len="lg"/>
                              </a:ln>
                              <a:extLst>
                                <a:ext uri="{909E8E84-426E-40DD-AFC4-6F175D3DCCD1}">
                                  <a14:hiddenFill xmlns:a14="http://schemas.microsoft.com/office/drawing/2010/main">
                                    <a:noFill/>
                                  </a14:hiddenFill>
                                </a:ext>
                              </a:extLst>
                            </wps:spPr>
                            <wps:bodyPr/>
                          </wps:wsp>
                        </wpg:grpSp>
                        <wps:wsp>
                          <wps:cNvPr id="222" name="Text Box 2"/>
                          <wps:cNvSpPr txBox="1">
                            <a:spLocks noChangeArrowheads="1"/>
                          </wps:cNvSpPr>
                          <wps:spPr bwMode="auto">
                            <a:xfrm>
                              <a:off x="10535" y="2718"/>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b</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23" name="Text Box 2"/>
                          <wps:cNvSpPr txBox="1">
                            <a:spLocks noChangeArrowheads="1"/>
                          </wps:cNvSpPr>
                          <wps:spPr bwMode="auto">
                            <a:xfrm>
                              <a:off x="10535" y="4465"/>
                              <a:ext cx="393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c**  </w:t>
                                </w:r>
                              </w:p>
                            </w:txbxContent>
                          </wps:txbx>
                          <wps:bodyPr rot="0" vert="horz" wrap="square" lIns="91440" tIns="45720" rIns="91440" bIns="45720" anchor="t" anchorCtr="0" upright="1">
                            <a:spAutoFit/>
                          </wps:bodyPr>
                        </wps:wsp>
                        <wps:wsp>
                          <wps:cNvPr id="224" name="Text Box 2"/>
                          <wps:cNvSpPr txBox="1">
                            <a:spLocks noChangeArrowheads="1"/>
                          </wps:cNvSpPr>
                          <wps:spPr bwMode="auto">
                            <a:xfrm>
                              <a:off x="6585" y="21434"/>
                              <a:ext cx="9588"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  g/2*     g/2* </w:t>
                                </w:r>
                              </w:p>
                            </w:txbxContent>
                          </wps:txbx>
                          <wps:bodyPr rot="0" vert="horz" wrap="square" lIns="91440" tIns="45720" rIns="91440" bIns="45720" anchor="t" anchorCtr="0" upright="1">
                            <a:spAutoFit/>
                          </wps:bodyPr>
                        </wps:wsp>
                        <wps:wsp>
                          <wps:cNvPr id="225" name="Text Box 2"/>
                          <wps:cNvSpPr txBox="1">
                            <a:spLocks noChangeArrowheads="1"/>
                          </wps:cNvSpPr>
                          <wps:spPr bwMode="auto">
                            <a:xfrm>
                              <a:off x="16973" y="0"/>
                              <a:ext cx="14224"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Nominal emitter box </w:t>
                                </w:r>
                                <w:r w:rsidRPr="00C91EF9">
                                  <w:rPr>
                                    <w:rFonts w:eastAsia="Calibri"/>
                                    <w:color w:val="000000"/>
                                    <w:sz w:val="20"/>
                                    <w:szCs w:val="20"/>
                                    <w:vertAlign w:val="superscript"/>
                                    <w:lang w:val="en-GB"/>
                                  </w:rPr>
                                  <w:t>3</w:t>
                                </w:r>
                              </w:p>
                            </w:txbxContent>
                          </wps:txbx>
                          <wps:bodyPr rot="0" vert="horz" wrap="square" lIns="91440" tIns="45720" rIns="91440" bIns="45720" anchor="t" anchorCtr="0" upright="1">
                            <a:spAutoFit/>
                          </wps:bodyPr>
                        </wps:wsp>
                        <wps:wsp>
                          <wps:cNvPr id="226" name="Text Box 2"/>
                          <wps:cNvSpPr txBox="1">
                            <a:spLocks noChangeArrowheads="1"/>
                          </wps:cNvSpPr>
                          <wps:spPr bwMode="auto">
                            <a:xfrm>
                              <a:off x="31966" y="1315"/>
                              <a:ext cx="1136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Reference plane </w:t>
                                </w:r>
                                <w:r w:rsidRPr="00C91EF9">
                                  <w:rPr>
                                    <w:rFonts w:eastAsia="Calibri"/>
                                    <w:color w:val="000000"/>
                                    <w:sz w:val="20"/>
                                    <w:szCs w:val="20"/>
                                    <w:vertAlign w:val="superscript"/>
                                    <w:lang w:val="en-GB"/>
                                  </w:rPr>
                                  <w:t>1</w:t>
                                </w:r>
                              </w:p>
                            </w:txbxContent>
                          </wps:txbx>
                          <wps:bodyPr rot="0" vert="horz" wrap="square" lIns="91440" tIns="45720" rIns="91440" bIns="45720" anchor="t" anchorCtr="0" upright="1">
                            <a:spAutoFit/>
                          </wps:bodyPr>
                        </wps:wsp>
                        <wps:wsp>
                          <wps:cNvPr id="227" name="Text Box 2"/>
                          <wps:cNvSpPr txBox="1">
                            <a:spLocks noChangeArrowheads="1"/>
                          </wps:cNvSpPr>
                          <wps:spPr bwMode="auto">
                            <a:xfrm>
                              <a:off x="35769" y="2852"/>
                              <a:ext cx="10478"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Reference axis </w:t>
                                </w:r>
                                <w:r w:rsidRPr="00C91EF9">
                                  <w:rPr>
                                    <w:rFonts w:eastAsia="Calibri"/>
                                    <w:color w:val="000000"/>
                                    <w:sz w:val="20"/>
                                    <w:szCs w:val="20"/>
                                    <w:vertAlign w:val="superscript"/>
                                    <w:lang w:val="en-GB"/>
                                  </w:rPr>
                                  <w:t>2</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28" name="Text Box 2"/>
                          <wps:cNvSpPr txBox="1">
                            <a:spLocks noChangeArrowheads="1"/>
                          </wps:cNvSpPr>
                          <wps:spPr bwMode="auto">
                            <a:xfrm>
                              <a:off x="39135" y="4712"/>
                              <a:ext cx="5969"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Ground                                                                                                             </w:t>
                                </w:r>
                              </w:p>
                            </w:txbxContent>
                          </wps:txbx>
                          <wps:bodyPr rot="0" vert="horz" wrap="square" lIns="91440" tIns="45720" rIns="91440" bIns="45720" anchor="t" anchorCtr="0" upright="1">
                            <a:spAutoFit/>
                          </wps:bodyPr>
                        </wps:wsp>
                        <wps:wsp>
                          <wps:cNvPr id="229" name="Text Box 2"/>
                          <wps:cNvSpPr txBox="1">
                            <a:spLocks noChangeArrowheads="1"/>
                          </wps:cNvSpPr>
                          <wps:spPr bwMode="auto">
                            <a:xfrm>
                              <a:off x="39065" y="7608"/>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Pr="00C91EF9" w:rsidRDefault="0034536E" w:rsidP="00D4531A">
                                <w:pPr>
                                  <w:pStyle w:val="NormalWeb"/>
                                  <w:spacing w:line="240" w:lineRule="exact"/>
                                </w:pPr>
                                <w:r w:rsidRPr="00C91EF9">
                                  <w:rPr>
                                    <w:rFonts w:eastAsia="Calibri"/>
                                    <w:color w:val="000000"/>
                                    <w:sz w:val="20"/>
                                    <w:szCs w:val="20"/>
                                    <w:vertAlign w:val="superscript"/>
                                    <w:lang w:val="en-GB"/>
                                  </w:rPr>
                                  <w:t>4</w:t>
                                </w:r>
                                <w:r w:rsidRPr="00C91EF9">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30" name="Text Box 2"/>
                          <wps:cNvSpPr txBox="1">
                            <a:spLocks noChangeArrowheads="1"/>
                          </wps:cNvSpPr>
                          <wps:spPr bwMode="auto">
                            <a:xfrm>
                              <a:off x="41256" y="20113"/>
                              <a:ext cx="3746"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Arial"/>
                                    <w:sz w:val="20"/>
                                    <w:szCs w:val="20"/>
                                    <w:lang w:val="en-GB"/>
                                  </w:rPr>
                                  <w:t>V+</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31" name="Text Box 2"/>
                          <wps:cNvSpPr txBox="1">
                            <a:spLocks noChangeArrowheads="1"/>
                          </wps:cNvSpPr>
                          <wps:spPr bwMode="auto">
                            <a:xfrm>
                              <a:off x="29483" y="22825"/>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d</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32" name="Text Box 2"/>
                          <wps:cNvSpPr txBox="1">
                            <a:spLocks noChangeArrowheads="1"/>
                          </wps:cNvSpPr>
                          <wps:spPr bwMode="auto">
                            <a:xfrm>
                              <a:off x="23698" y="22603"/>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a</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33" name="Text Box 2"/>
                          <wps:cNvSpPr txBox="1">
                            <a:spLocks noChangeArrowheads="1"/>
                          </wps:cNvSpPr>
                          <wps:spPr bwMode="auto">
                            <a:xfrm>
                              <a:off x="24288" y="20996"/>
                              <a:ext cx="283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e</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34" name="Text Box 2"/>
                          <wps:cNvSpPr txBox="1">
                            <a:spLocks noChangeArrowheads="1"/>
                          </wps:cNvSpPr>
                          <wps:spPr bwMode="auto">
                            <a:xfrm>
                              <a:off x="18656" y="24870"/>
                              <a:ext cx="16954"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rFonts w:eastAsia="Calibri"/>
                                    <w:color w:val="000000"/>
                                    <w:sz w:val="20"/>
                                    <w:szCs w:val="20"/>
                                    <w:lang w:val="en-GB"/>
                                  </w:rPr>
                                  <w:t xml:space="preserve">Reference lug contact plane </w:t>
                                </w:r>
                                <w:r w:rsidRPr="00C91EF9">
                                  <w:rPr>
                                    <w:rFonts w:eastAsia="Calibri"/>
                                    <w:color w:val="000000"/>
                                    <w:sz w:val="20"/>
                                    <w:szCs w:val="20"/>
                                    <w:vertAlign w:val="superscript"/>
                                    <w:lang w:val="en-GB"/>
                                  </w:rPr>
                                  <w:t>8</w:t>
                                </w:r>
                                <w:r w:rsidRPr="00C91EF9">
                                  <w:rPr>
                                    <w:rFonts w:eastAsia="Calibri"/>
                                    <w:color w:val="000000"/>
                                    <w:sz w:val="20"/>
                                    <w:szCs w:val="20"/>
                                    <w:lang w:val="en-GB"/>
                                  </w:rPr>
                                  <w:t xml:space="preserve"> </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g:grpSp>
                      <wps:wsp>
                        <wps:cNvPr id="235" name="Text Box 2"/>
                        <wps:cNvSpPr txBox="1">
                          <a:spLocks noChangeArrowheads="1"/>
                        </wps:cNvSpPr>
                        <wps:spPr bwMode="auto">
                          <a:xfrm>
                            <a:off x="23844" y="4242"/>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D4531A">
                              <w:pPr>
                                <w:pStyle w:val="NormalWeb"/>
                                <w:spacing w:line="240" w:lineRule="exact"/>
                              </w:pPr>
                              <w:r>
                                <w:rPr>
                                  <w:sz w:val="20"/>
                                  <w:szCs w:val="20"/>
                                  <w:lang w:val="en-GB"/>
                                </w:rPr>
                                <w:t>m</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292" o:spid="_x0000_s1062" style="width:448.8pt;height:215pt;mso-position-horizontal-relative:char;mso-position-vertical-relative:line" coordsize="56997,273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dPCDAwAAKp7AAAOAAAAZHJzL2Uyb0RvYy54bWzsXduO28gRfQ+QfyD0&#10;LouX5k3weDHWzDgLOFkjdpJnDkVJxFIkQ1LWeIP8+57qbl4ljbxrDzW228DOkqKa7FudqjpVRb38&#10;6WGbaB+jooyz9GpivNAnWpSG2TJO11eTf324m3oTrayCdBkkWRpdTT5F5eSnV3/9y8t9Po/MbJMl&#10;y6jQcJO0nO/zq8mmqvL5bFaGm2gblC+yPEpxcZUV26DCabGeLYtgj7tvk5mp685snxXLvMjCqCzx&#10;6Y24OHnF779aRWH1y2pVRpWWXE3Qt4r/Lfjfe/o7e/UymK+LIN/EoexG8Cd6sQ3iFA9tbnUTVIG2&#10;K+KDW23jsMjKbFW9CLPtLFut4jDiY8BoDH0wmjdFtsv5WNbz/TpvpglTO5inP33b8B8f3xVavMTa&#10;+ViqNNhikfhzNdM3aXr2+XqOb70p8vf5u0KMEYdvs/DXEpdnw+t0vhZf1u73f8+WuGGwqzI+PQ+r&#10;Yku3wMC1B74Kn5pViB4qLcSHtuP7roPFCnHNdC3d1uU6hRss5kG7cHPbbdm286n7s2AuHso7Kjsm&#10;RsVPmgE20+APp8G63DQMBhPMx5gCyNVwCtg4U2DYlkNPCua9zSBnwfJ1V1wdzELbrLMXXF03Bw3/&#10;6F6ASA4nwr7YRBwZz8F2ODURVjsRfH5PTEQeh3P8J3EGRwc4cx6P0araFdFE3mT7WffYBsWvu3wK&#10;SMyDKr6Pk7j6xOEdoEGdSj++i0MCHzppIcukFRaQhev0WIAWH2D9PdEqoFFxwNLSbLEJ0nV0XebQ&#10;DUA9Ws9Z/+v8tPfI+yTO7+IkoZ1Jx3Jw0CMDHD4yPwLjb7Jwt43SSiitIkowziwtN3FeTrRiHm3v&#10;I2Bw8fMSOy6EwqyAmnkRpxWHTUjD27Kq5YLrlf+Z3rWu++br6cLWF1Omu7fTa5+5U1e/dZnOPGNh&#10;LP5PrQ0235URhh8kN3ksu45PDzp/VIlIdSvUE1dz2seAK1MBrugaB9m6i9haNEPU17II/4lJJtVr&#10;uDrj2tfwXRd6BjNn2dAvGpSw4Xi2lPqyKqIq3FDjFaabWounNBf42rTLQQtXQi2d1TSeb0806BOL&#10;MY5lXYQxdPSIKxvdZlznNfKBnVOU1Zso22p0gBVCl/iSBB+xIqJz9Veo22lG+wSf8wccLJqv+7fe&#10;rcemzHRusWg3N9PruwWbOneGa99YN4vFjVEv2iZeLqOUbvfla8aXI0viZb2Ly2J9v0gKsZZ3/B+X&#10;BKxa+7UZ7Z22G/U61//no+MLQksgxQgr8oh2NXVAUd/I4JA+NCLIkPq6RkYLjbVqYY7tOS0wfr5q&#10;GTR8DFH3OczassYLnH2e0JFRe8wgfL8J8gjbj27bhUHIlpjU91URxOtNpV0XRbbXFlmaYsNmBXDR&#10;E5qLN1ykwpILH1JpyTXAyB/x4VMO/BHYKJ8lmtDJaXnTVpD8v1FD2m/SxjMdw4M9Qbacb8pJrpfA&#10;YXSJRI85BpfL05IHCOBDa8YknnJeDpNU219NfNu0ebc6+5sgqiMGOv93KAbBHHZ4uuRCvYmC5W26&#10;1Co+Qyl8mgndvdxOtCSCB5SsqX0wr4I4ab9XFTGUTnL0uxhxkj5HvGig7LNgoN4ZYnPeZ8tP7wqC&#10;R/ocEvAoJkAK+5jALXeFCZ/lJJ7CBLee1JOYYAm/qifgMClHwATDMF0YOpD7Q1h2mAFVTZhgmLpA&#10;re8TFDLYUX3wAIqQyPwwgDCKbmxYjUfkgGu6C8iB6TMmdCOzbK6gW7vU1U0wESQHPrM4AfJ9ioHS&#10;jUJljmAmNszWI6Igya6nNBM7xiFjJu1ybHJYiQPj0LRs6DASANcweLe+TwFQemAMPWA0nOYH8j5e&#10;Zw8ac6SdyTc7sdta9YALtQNTCpK7cY24T0UOALy4nm9ETYUQn/aNOpteIL7nu5LWrr0hA8IgNrxl&#10;+VwYTm/4czzEaS/nlLNfWx0ds792THgcRXIZ2a6Kiveb5V5bxkSI2LpHdPEyBqVjM+FBaSXm0Pch&#10;2CWpLzoIkjW8o7AqwP1k1X/iasPtViL/aWaO+WH0eZDkm6BPOMmvcjup6Qw/i7r9xKQesi+GyfTX&#10;pj+9czx3yu6YPcUieFPd8F/7js58dnPXZ1/exmn05ewLeYiOZcuhtvzK8XELE7C3gNsYk64l8fZq&#10;gtnGP+FkSme063Dyxg1rQ90XUzNk6fruWvVw/yCDQHRnuig8OFosHqZBiA8H9NfEttX2iJjB6/3v&#10;LiCqN/k5hUjg46o+KOqD+/ogSMNNhj3Ct4A4WVQ4R6sdiE5wFrXYpdk1wkWrmLNrbVcwDjqRvuQo&#10;kNGw/4/oSxkQeEp92dIq/Ojf9URJgoVcKHjQkDQ4TBYHptaKZIYrMcWwmHGG3CwVxTIuJdvB2kZm&#10;BUML5AeC1bIrmNa+zB6lWEYRC2woQde0mlSoMuogaMnxNKlpEoPLd76vyxhCq02thkfwzpiPSpsS&#10;66C0KVG7X1GbmlxPtyrsx9amTeSnhQ27qz1HhA3dBVoI3HBsjg2txjRAxdT8o8INbp0rK5xH/kez&#10;ws2Gj1RWuIm44LngpoUAvnRbYH48ZXBzaHszyzdkIIMZFqcTWiQxHVMm3jhIz5DUfp0BVycNyLyC&#10;b9n0VgTWKGY3tNLA7BZhgdGtboMIHzK6GRPZVu2W71FYXCgVhaUoLGLyxlOeMmtZUVjIuDGa1IrW&#10;6K7Tukf21Q3PZCLUc4SmAm7gmgj6K6NbGd1touJ4uNFEPp+10d2WMXBCXNZa9I+bEgyRddXJFDSa&#10;rCBR42HBeuWW81eu8RBMBxJrRbSiE/wyXc8TFrONkC89vLUefOZLg9mwXZGJ20lxP9ayzff3bFNm&#10;8VJbEZ47Vfoxirl2mHfSZC5qlmDipeVGDot0X07HDx+bUd8DJQuD7HBGPZD+MoZ+hgJNECoSuHM2&#10;sfnRhEoq3IqazOLqQWRpJrstKoFEIA/mYxPBwudU0tPLKOe1X3QLzn734mDkNN0E5UY0WOJIbKCD&#10;/Ey+rWQOJo5hhP4gOZajbG2o6kG6cXdrNzgqffHzW/to2rBb72rTsFANxle05vY9hkxibi7wC6d9&#10;DLWrL1Fp8E2GtUDWP7arZQVcE+c9v6t56PyPqkB0glvBtmOfyYdXW/s72Npda46sgadPAgS3PNzm&#10;w1oRCwnYcns/MZ06rBWxXMsF3QtTBrTqoE7LdBwZlzFRxEUdPA37T8OmPqlp86gJI8tNVKrs0M8Z&#10;RWIO8x0aignyMV7Y0tBtCk1COlA9MXCdTM+SeT4mYhKPS8e5bIdGfddWc/PBs7Wje15CL5nwVLrj&#10;yaIm4Y6KGlv/ggmDX1SwNh5r0thFR1kTpPz9djxb0Ef0AMaOyBhktkvml8galFdE5qC8UmcPVsgk&#10;5YmEi+O5g2VOuYN3l88dpMjfIFpzadBgqFvtu1GWj9ctcHsToPGF0ZoGIxRoKNCQudc8YZcoLZFS&#10;3GQZoxJX2pcKNLp13GaT6tBEay4DGqiMl4YGsqEGdrhve/XrEpSl0S0fV5ZGh9j9+qUJJs/vPZlM&#10;+eNaGod5IZcBDcPxXVg9cE8GbC0lhQDZiNdSzolyTkZMBeFJdwoyhu+LAZQ+D+fEMvy6dEmSjm0w&#10;GDW/dE2ihvJOvuB1TYrSIK74TD1V653wvaZQ4wA1mtyRC3sneC8AKrc5D4qsjz6lYeiM3i+nUIPy&#10;apStMaKt0bxLQHEaPU6jyYO6NGr4hoyeMFekX7W2hu0ToCgHRYHGuIVebQGHAo0eaDQZZhcHDZ2y&#10;DsBc4I3kKuSKN9Q3b7pXIdfuq3JHLHARr/hQ/snQPwGYPg9WA+9ZwQutuX+iyzeXtaYGEpxaVkMl&#10;aihWY6Q3OyE9SMVcj7w7G2j6PFAD7wJF5RtHDdMTEfIWNVR6V1sRpliN8VgNqynmUA5K10GhZMtn&#10;kd5lWg79bhOFVk0HP64AjFeoIX+LS3kol/JQVFLo0d/pAJo+E9RgJiVxEWro/vAdHrA10E9Fhioy&#10;dGQyVGWFHkeN55IVanhOzWsw7+Dl1Y6PikUFG1xmlIsyoovyzeWFjl/0SYHPZ+KueKjdJMODmfUL&#10;PuqifsVxKI6j8wuFo5WwWd9cligHEPwgNC+Blj9eTb843T3nlbLtT2y/+h0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FmPV5bdAAAABQEAAA8AAABkcnMvZG93bnJldi54bWxMj0FL&#10;w0AQhe+C/2EZwZvdjdXaxmxKKeqpCLaC9DbNTpPQ7GzIbpP037t60cvA4z3e+yZbjrYRPXW+dqwh&#10;mSgQxIUzNZcaPnevd3MQPiAbbByThgt5WObXVxmmxg38Qf02lCKWsE9RQxVCm0rpi4os+olriaN3&#10;dJ3FEGVXStPhEMttI++VmkmLNceFCltaV1Sctmer4W3AYTVNXvrN6bi+7HeP71+bhLS+vRlXzyAC&#10;jeEvDD/4ER3yyHRwZzZeNBriI+H3Rm++eJqBOGh4mCoFMs/kf/r8GwAA//8DAFBLAwQKAAAAAAAA&#10;ACEAyrX1ID2iAAA9ogAAFAAAAGRycy9tZWRpYS9pbWFnZTEucG5niVBORw0KGgoAAAANSUhEUgAA&#10;Bl4AAAN8CAIAAAC2iUDaAAAgAElEQVR4nOzdT4h7734f9jOXuy0JuBSZAYn4dqBeZFFkgnFCGpBW&#10;LRRCIZmELrLwxqReuUiLcr0w7UKibhe3kE0WhUI99ia7riQIdeKE25/ahUlsUO2LTju9IjT07rtQ&#10;F0+/T5579GekoyOdf6/X4st8Z45mzmik8+f9fJ7P8/IHf/AHf/zHf5wBAAAAQJ/85b/8l7//x3/8&#10;x7/zO79T954AAAAAwFP99m//9vfq3gcAAAAAqIdoDAAAAICeEo0BAAAA0FOiMQAAAAB6SjQGAAAA&#10;QE+JxgAAAADoKdEYAAAAAD0lGgMAAACgp0RjAAAAAPSUaAwAAACAnhKNAQAAANBTojEAAAAAeko0&#10;BgAAAEBPicYAAAAA6CnRGAAAAAA9JRoDAAAAoKdEYwAAAAD0lGgMAAAAgJ4SjQEAAADQU6IxAAAA&#10;AHpKNAYAAABAT4nGAAAAAOgp0RgAAAAAPSUaAwAAAKCnRGMAAAAA9JRoDAAAAICeEo0BAAAA0FOi&#10;MQAAAAB6SjQGAAAAQE+JxgAAAADoKdEYAAAAAD0lGgMAAACgp0RjAAAAAPSUaAwAAACAnhKNAQAA&#10;ANBTojEAAAAAeko0BgAAAEBPicYAAAAA6CnRGAAAAAA9JRoDAAAAoKdEYwAAAAD0lGgMAAAAgJ4S&#10;jQEAAADQU6IxAAAAAHpKNAYAAABAT4nGAAAAAOgp0RgAAAAAPSUaAwAAAKCnRGMAAAAA9JRoDAAA&#10;AICeEo0BAAAA0FOiMQAAAAB6SjQGAAAAQE+JxgAAAADoKdEYAAAAAD0lGgMAAACgp0RjAAAAAPSU&#10;aAwAAACAnhKNAQAAANBTojEAAAAAeko0BgAAAEBPicYAAAAA6CnRGAAAAAA9JRoDAAAAoKdEYwAA&#10;AAD0lGgMAAAAgJ4SjQEAAADQU6IxAAAAAHpKNAYAAABAT4nGAAAAAOgp0RgAAAAAPSUaAwAAAKCn&#10;RGMAAAAA9JRoDAAAAICeEo0BAAAA0FOiMQAAAAB6SjQGAAAAQE+JxgAAAADoKdEYAAAAAD0lGgMA&#10;AACgp0RjAAAAAPSUaAwAAACAnhKNAQAAANBTojEAAAAAeko0BgAAAEBPicYAAAAA6CnRGAAAAAA9&#10;JRoDAAAAoKdEYwAAAAD0lGgMAAAAgJ4SjQEAAADQU6IxAAAAAHpKNAYAAABAT4nGAAAAAOgp0RgA&#10;AAAAPSUaAwAAAKCnRGMAAAAA9JRoDAAAAICeEo0BAAAA0FOiMQAAAAB6SjQGAAAAQE+JxgAAAADo&#10;KdEYAAAAAD0lGgMAAACgp0RjAAAAAPSUaAwAAACAnhKNAQAAANBTojEAAAAAeko0BgAAAEBPicYA&#10;AAAA6CnRGAAAAAA9JRoDAAAAoKdEYwAAAAD0lGgMAAAAgJ4SjQEAAADQU6IxAAAAAHpKNAYAAABA&#10;T4nGAAAAAOgp0RgAAAAAPSUaAwAAAKCnRGMAAAAA9JRoDAAAAICeEo0BAAAA0FOiMQAAAAB6SjQG&#10;AAAAQE+JxgAAAADoKdEYAAAAAD0lGgMAAACgp0RjAAAAAPSUaAwAAACAnhKNAQAAANBTojEAAAAA&#10;eko0BgAAAEBPicYAAAAA6CnRGAAAAAA9JRoDAAAAoKe+f8+D9/t9lmWDweDCV4/Z3va2t73tbW97&#10;29ve9ra3ve1tb3vb2972j9j+VuWjsc1m8+d//ue/9Eu/dHJX9vv9H/7hHx5/3va2t73tbW9729ve&#10;9ra3ve1tb3vb2972tn/E9iW8/PCHP/yd3/mdEo/cbDZZlo3H40r2AwAAAACe6bd/+7f1GgMAAACg&#10;p0RjAAAAAPSUaAwAAACAttpsNqHrVzmiMQAAAAB6qvwKla+vrxXuBwAAAAA8WflorKo1MgEAAACg&#10;FiZUAgAAANBTojEAAAAAeko0BgAAAEBPicYAAAAA6KnybfgBAAAAoF7j8fieh6saAwAAAKCnykdj&#10;+/1+v99XuCsAAAAA8EzlJ1R+fn5mWTYYDKrbGQAAAAB4HhMqAQAAAOgp0RgAAAAAPSUaAwAAAKCn&#10;RGMAAAAA9JRoDAAAAIC22mw2m82m9MNFYwAAAAD01PdLP/L19bXC/QAAAACAJysfjQ0Ggwr3AwAA&#10;AACezIRKAAAAAHpKNAYAAABAT4nGAAAAAOgp0RgAAAAAPVW+DT8AAAAA1Gs8Ht/zcFVjAAAAAPRU&#10;+Whsv9/v9/sKdwUAAAAAnqn8hMrPz88sywaDQXU7AwAAAADPY0IlAAAAAD0lGgMAAACgp0RjAAAA&#10;APSUaAwAAACAnhKNAQAAANBWm81ms9mUfrhoDAAAAICe+n7pR76+vla4HwAAAADwZOWjscFgUOF+&#10;AAAAAMCTmVAJAAAAQE+JxgAAAADoKdEYAAAAAD0lGgMAAACgp8q34QcAAACAeo3H43sermoMmm69&#10;Xr+8vKzX67p3BAAAALqmfDS23+/3+32FuwKcNJ1O694FAAAA6KbyEyo/Pz+zLBsMBtXtDFAUisVW&#10;q9VkMql7XwAAAKBrTKiERlMyBgAAAI+jDT/UL8/zj4+PLMvm83n4zGKxiH0ElYwBAADAg4jGoE4h&#10;FIuJWJR+Ri4GAAAAD2JCJdRmvV6PRqOQgq1Wq0NitVotFouwWZ7nte4mAAAAdJZoDOqR53noIxZC&#10;sePSsBCZLRaL0Wi0XC5r2EUAAABovM1ms9lsSj9cNAb1GI1G2fk+YjE1m81mWZbN5/OwVCUAAABQ&#10;ofLR2Ovr6+vra4W7Av0Rcq5zuVhMwcJXd7tdlmX3ROAAAADASeXb8A8Ggwr3A3olFIWd668fS8bC&#10;f4fD4Wq1Cp8MRWQAAABAJUyohGcLbfVjl/2CkwVlb29vz9k3AAAA6BXRGDzbdrvNsmw8Hp/86smC&#10;suFwmH1rzA8AAABUpfyESqBysWTs+EuhyizP8xCTAQAAAPdTNQbPFhrqH8+RXK/Xl3uQqRoDAACA&#10;aonG4NnCVMqPj4/C50NkdrJkLPuWiykZAwAAgNR4PD7Xs+gaojF4tpM99dfrdQi/TpaMXe7cDwAA&#10;AJRTPhrb7/f7/b7CXYGeiD31Q+AVhKmU50rGLnfuBwAAAMopH419fn5+fn5WuCvQHyECi3MqY/f9&#10;kyVjsQfZyXIzAAAAoDQTKqEGk8lksVjM5/Plcpl9Kxk7Kc/zWFCm0RgAAABUSzQG9Xh/f8+yLKZj&#10;J0vG8jwfjUbnvgoAAADc6ft17wD01HA43O12Hx8foft+lmXr9TqdMhm/tFgs5GIAAADwCKIxqM1w&#10;OIyd9U/OqVwsFu/v7+ZRAgAAwIOIxqA2sb/+4XAInfg3m0340ng8fnt7E4oBAADAZeFWOpae3Eo0&#10;BrWJ/fWzLAtTJk2cBAAAgGcqH429vr5WuB/QN6FMLBOHAQAAQH3KR2ODwaDC/YC+SUvGAAAAgFp8&#10;r+4doKQ8z9frdZ7nde8IZYQ/3Gq1UjLGOd7jAAAATyAaa6vtdjudTrfbbd07QhnD4fBwOMjFuODj&#10;4+PkuqUAAABUSDQGAAAAQE+JxgAAAADoqfJt+AEAAACgXuPx+J6HqxrrhfybuncEei101q97LwAA&#10;APg3ykdj+/1+v99XuCtULs/z5XK5XC5Ho9FoNNKzH+oVOuu/vLwsl0urTwIAADRB+QmVn5+fWZYN&#10;BoPqdoYK5Hm+3W43m818Pq97X4DT0rfnarXKsuzt7W04HNa3RwAAAD2l11i7bTabt7e38PHHx8fl&#10;OCzdGGiI6XQaP44xWX27AwAA0C+isXabz+fXV4fdtDHwfGlMBgAAwBOIxtptsVjEj7+MvdKNgee7&#10;6U0qyAYAAHgC0Vi7jcfjyWQSPp7NZpcbjaUbA7U4+d5cLBbv7+9ZlhXajUnHAAAAHk001inD4XA4&#10;HE4mk9lstl6vM/OzoKkWi8V4PNZ9HwAA4E6bzSbLsvF4XO7horHOCgVih8Mhy7IQk9FS6/V6Op3u&#10;djsZStuNx+NQIOZPCQAA0BDlo7HX19cK94OHMo+yvUIulh1NtaONJpOJNyMAAECjlI/GBoNBhfsB&#10;XLBarereBQAAAOggEyqhKfI8jx+HGrFYMqbUCAAAAB7he3XvAPRdnufr9frl5eXj42P0zXK5jLmY&#10;kjEAAAB4EFVjUKflcjmfz+N/F4tF+CD95Nvb27N3CwAAAPpBNAa1Wa/XIQI7XrVwNpu9vLyEj0ej&#10;keUpAQAA4BFEY1CPOF/yZOy1Xq+zb1Mpp9Ppx8fHbDZ7/k4CAABAw43H43seLhqDGlzOxbIsS7vv&#10;LxaLUFwmHQMAAIBqlW/Dv9/v9/t9hbsC/RH765/MxdKSsSzL3t/fwwfpEpYAAADA/cpXjX1+fmZZ&#10;NhgMqtsZ6IWQcC0Wi1AUVhALyuJXh8PhbrcbjUaZwjEAAACoVPmqMaCc7XabnZ8LvdlssqRkDAAA&#10;AHgc0Rg0SFyzslBQFuZdhi8BAAAAVRGNwbOFurC3t7fjL8UeZMdfWiwWj94xAAAA6BvRGDRF7L5/&#10;sgeZkjEAAAConGgMni10Gfv4+Ch8PpSMnWRtSgAAADhps9mE6VnliMbg2U5OpbxcMhY69+vNDwAA&#10;ANUqH429vr6+vr5WuCvQE7GnfqwFW6/XoWTsZC6WfWtPBgAAAFSrfDQ2GAwGg0GFuwL9Eeq/RqNR&#10;OlPyXFFYWLZysVicC84AAACAckyohBpMJpOw4uTHx8flkrH41ff39yfvJAAAAHTe9+veAeip2WyW&#10;JetOHpeM5Xn+8fERNlitVmEaJgAAAFAh0RjUZjabxWhsOp2m6dhms0lTM1MpAQAA4BFEY1C/xWIx&#10;n8/TOCwQigEAAMBDicagNuv1OvuWf72/v2+321g4JhEDAACAa4zH43seLhqD2qTd94fDoW5iQB8s&#10;l8vsW79FAACoXflobL/fZ1k2GAyq2xnokVgyVveOADxVmDkuGgMAoCHKR2Ofn5+ZaAxKWa/XackY&#10;AAAAUAsTKmmTPM8/Pj7G43HbE6XJZKJe7Eqd+aNDvdbr9WazeX9/N3cbAABS36t7B+A2YSXHuvei&#10;ApPJRNZzpc780aFe8/l8u93WvRcAANAsojEAAAAAeko0BgAAAEBPicYAAAAAaKvNZnNPEx5t+Oks&#10;7dubbLlcjsfjt7c3HcGhtDzPQ++wrr6VwmE8y7LZbFb3vgAA0Fnlo7HX19cK9wMqEe+j5vN5+Mxi&#10;sRCNNVD8A2VZFhbr7Oq9PTzUdDqNH4e3UtuPeHmeZ1n28fGRHiVEYwAAPE75aGwwGFS4H1BaqJvY&#10;bDbpfRQt0r17e6hFe99KJ+MwAAB4DhMqaZ/03unL+yg3Wu0S7+0Xi0W9ewJXisWqjXLurTSdThvy&#10;5loul/HjLw/U6cbPZEo+AEAfiMZopZsCL+lYG/mr0SJNfrke71tD9rYVh3FT8gEA+kA0RvssFov3&#10;9/csy0L/6XQO0YWNaZTRaHThq4vFIjTpz7Jsu91e/hNDvYbD4W63q+VHf/nuSA+AYbriarUK76wa&#10;hbd/fNKumRFf1zMMAEAfiMZopdCvPfx7OByyLFuv19mZmExz91YIk7ze39/9vWidRr1oY7Jc2Kvx&#10;eBw+aMjext0YDoeTyWQ2mzmMAwBQC9EYHRHmvBwOB135W0QcBpXoxlspHsazi6MdAABQEIeByxGN&#10;0TXD4TCtQah96hAnhelRrb6Nhybo6lupMNpR9+4AANBl5aOx/X6fZdlgMKhuZ6Bi2ic3Vvfu5OH5&#10;+vA+CqMdde8FAABdVj4a+/z8zERjAAAAALTW9+reAQAAAACoh2gMAAAAOCvP8zzP694LeBTRGAAA&#10;AHDWdrsdjUZhCWnoHtEYAAAAAD0lGgMAAACgrTabzWazKf1w0RgAAAAAPfX90o98fX2tcD8AAAAA&#10;4MnKR2ODwaDC/QAAAACAJzOhEgAAAICeEo0BAAAA0FOiMQAAAAB6SjQGPMR6vc7zvO69AAAAgEvK&#10;t+EHOGe9Xk+n0yzLdrvdcDise3cAAADorPF4fM/DVY0BFYu52Gq1kosBAADQZOWjsf1+v9/vK9wV&#10;oAPSXGwymdS9OwAAAHBJ+QmVn5+fWZYNBoPqdgZovc1mk8nFAAAAaAkTKoEqzWaz3W4nFwMAAKAV&#10;RGNAxfQXAwAAoC1EYwAAAAD0lGgM2mG5XL68vOR5XveOAAAAQHeIxgAAAABoq81mE1aEK0c0BpSk&#10;hA0AAIC2+37pR76+vla4H9BDIVrabrfXbDyfz8PGV26fZdnb29vjOuKv1+vpdLparSxGCQAAQHuV&#10;j8YGg0GF+wGdF4OwUOcZoq5bTafTWx+yWCzG43FWaVIWcrFKvhVAvfI8j0dmeLTxeGxICWiFOEEk&#10;DMyHE2V6unx7e8usTU9XlI/GgAsqCcIqcfyj7wzLYi6mZAzogO12K+vnaRaLxUNrugGucTL2Ci7f&#10;tlz46mKxCB+EG41AfEZbiMagAuWCsHD+SE8eF2w2m/l8HlOtK7c/+aV7wjK5GACUNp/P39/f694L&#10;oPvW63X44PrY607XfPOT8Zl7CppANAa3ScdYbq0ICyeDcE186+BJ+Fnv7+9XPnAymcxms+zbXKHs&#10;jrAsfGY4HMrFgO6JR7nFYiGz4EHS4kTVE8CDxBYBlURghRjreJy+xOSYcxuHb6uolhqJxuBaeZ5/&#10;fHxkNxaFlQvCKjQcDsNPvzMsi+RiQFe5IudBvLSABykXhx1Xb6XD4RcemDZMDB+E+4vsaJJmcGV8&#10;lm4gJqMWojH4QkjEvjygVxWEhZPKTd/h1oeUC8tS6/VaOgZ0w/XL/kJp8Y4xfOx+D7jHNXFY7NwS&#10;M6/swTF9/ObpT7kcn50MzsRklHNl36FzRGNw2uUasfuDsHPNLy8nU6PR6MJXC53Irj+L3BSWxSkh&#10;q9XKiQpognuyhvSeAZ7AeRMo4fo47PoGLM9XiM9icBY6ox3/dmIynqZ8NLbf77MsGwwG1e0M1O9C&#10;IlYiDrtmYKRC1wwchf9+uVhMDMvS7yAjAxpouVzWvQvwBadIoIRuxGHXCBlZGKS/JiZbrVbZLXUA&#10;8KXy0djn52cmGqMrLp94Qm/m6+OwCvtfVuXczlw+rxT67s9ms/DbxVAsSDMyEy2BZ8rzvFEHWwC4&#10;RxhZv9zOpSEdjR/kOCYr3HoUPiMmoxImVNJrl889VyZi8ZtkN1aEpZVchRk9xz90uVzO5/Pdbnf8&#10;pdhrLM6CzK6uUEvPK3E+ZjghnVyPMlSTHQ6Hkyeq8N/wfWRkAABwjfV6fWV1WNbFOOyccENxOByy&#10;LLsmJnMbQmmiMfro/kTs+tKwk/lXteezdNJ+/Pi452VhsZjjPT/3bJw8u8QT1fFZKn4fJyfgmXa7&#10;XYlHXbPQCtxJG37gnAtLfvUzDjvnmpgsPo3msnAr0Rj9cvnccyERi1lY9lUpVjPPYYXeYensyOzi&#10;wpTz+Xw+nxcKylLXZGShztn5CXiocofc9/d30RjP1JxrA6BG5+5Kmnkr0TRfxmTHc1/gMtEY3Xdn&#10;jdiFNC39Jm1cMKWwMOWFUrjjtpc3ZWRpM7JMLwAAesZZD4guhGJt76Zfi3gPctwTOQZkmUF6viIa&#10;o+POzdu/MxHr5HhO+EXSU0h2qqCskHOVy8gWi0Wc7AlQWmeOwAB03sn7C4lYVdKeyMc3IDq9dF6Y&#10;4BWmOpUgGqOzCsfEIJx7svN3U5dnXJ6bVNgZw+Fwt9ttt9v4O14oKLspIys8NszTVOQMAEDnnRyt&#10;F4o9yGQyOR6k14aMy8pHY6+vrxXuB1ToON76csLjlz3Ist7UJhS6kqWfjIsol8jI4mNPFjk7PwHl&#10;pN3Ny0mXKAGACpk7WaN0kN4NCF8qH40NBoMK9wMqcTIUO3fiuaYHWdabROx6ac51OSM7ziLjGE7h&#10;/KQFAHA/C/8B0BDn5k6a0/d8525AMm3ISJhQSUecPP2cGw047tEYtbShfi3O1YJlX/UUOz4/xZOT&#10;Zx64SXrEKHf0eHt7q2534LS0vFGGC92moVgzxRuQdGg/HdcXkPWcaIzWuzUUu7xMsjNWCeFMczJw&#10;vNBT7EJA5swEQFe50oBOMneyFcLQfugfbZYlKdEY7XZcr3Tu9HNuACeTiFUkLgpz08LJAjIAOs9l&#10;BnSYUKx1vmxDlpll2T+iMdrq/lCs563EwhO42+0qfwZCRhZWusySAZlyAZm5TgAANJB1J9vuQhsy&#10;jeH6RjRGKy2Xy2t67Zvqf048AWy32wc9FXGly5CFFTKv7FRd2GQyObcxwEn3r1AJACVcP05Pw8WA&#10;LEvuPsItpIksLRLmyZYmGqNNQhWSUOxO8UT+nGP9TQsnh49Xq9VxzzLjNsBlupsD8ATHNxruMjog&#10;3GiEiS86vfRQ+Whsv99nWTYYDKrbGTjrZNR1cjLg8QBOZunDxJNzsdTlhZMLAdnJLc38BwruX6Ey&#10;DLoAwDWunLxCS6WdYdKATDrWed8r/cjPz8/Pz88KdwVOyvN8uVyORqP0JLRarQ6HQ3oSCpu9vLwU&#10;crGw5WQyccbKas3FohB7hZArmk6nLy8vy+UynRt1vOV0Op1Op6HaGQAAnibP85eXl/SWZLfbzWYz&#10;dxndMxwOY6eXINytuA3psPLRGDzayVAsy7LFYlGIddbrdWGzxWKx2+1CKPak3W28JuRi0cmAbD6f&#10;j0ajwinnuA1/PDPpMQTcz1ofPIETFrRduCuJ/10sFoVxerrn5Di9dKyrRGM01Mm0q5CkZN/is7RS&#10;LIRiBnDOaUIuFsXzzWKxiJ8Mp5zCXUS4/iicmUaj0XK5fN7uAsDdxGTQLoVisXivUe9e8TTKx3pC&#10;G36aqNBkKs7hL1xNHm+mU/sFk8nkZHe22k0mk8lkMh6Pv2x4ebyEpfb8ADTf/U3xgOc7bnbcqDFm&#10;nua4D7LuY92jaozGSavAQqXYcQlYGL1Jc7GwmcPTZU2+HD9Zsfzy8vLx8VHY7HjoRu0YAAAVKkxh&#10;CcVi7jX6TPlYt4nGaJBCufK5tCt0pIr/daLqkuOArNBp7uRm8/ncmQn6ydw0AKp13LDl5FA9PaT7&#10;WJNtNpvNZlP64aIxmiKMzMT/nqxQ3W636X+1FeuqwphMlmXz+fz4rHM8dOPMBABAaYrF+FK4B4m9&#10;kpWPdUP5aOz19fX19bXCXaHPCiMzx2egczMohWJddW5+ZeGsIx2D1lmtVsdrqpTmLABAJRSLcb3J&#10;ZDKbzY57vChmb6/y0dhgMBgMBhXuCv0UTkLpyExhIeSwQVpQlp3Kzkh15qAclg5IP3O8fmUI0dJx&#10;G6claLLQMbDuvQCAf0OxGCWEW5V4GxLa/hinbykTKqlT4SQURmbSDUIolp6lwr9Gby4Iz2qHD8rT&#10;6XQ0GhVa76fjNk5LwPUKU/UB6BXFYtxjOBwqH+sG0Ri1SZe/zY6aixWqycIG7+/vT93FFio8q50R&#10;ygkL7fkL6ZjJlUAJb29vde8CAPVQLEYlQvmYcfpWE41Rj3Rw5vgklOe5s1QJMRc7uYhBBxTmTh4v&#10;TFmoag6DNjXsKAAADbZerxWLUaHhcHg8Tq89f4uIxni20FA/jb0KJ6HjpSqdpa7R+VwsOi5aTk85&#10;harmEJ8paYbmeHl5eXl5qXsv4KnS05BTEtQuz/PpdGoYnsqdXEnMYb8VRGM81cnYK93gy6UqOak/&#10;uVhQaM9/PHeyMGijpBmAhjDaB/UyDM+juROpxXg8Ho/HpR8uGuN5Cm2wjidRFqrJCktVck7fcrFg&#10;OBymYzLHFctaj0EfGImlFVzPQENcvh+BqrgTaZ3y0dh+v9/v9xXuCh1WWPnlOPb6spqMc/qZi0WX&#10;zzqF3mTWiwEA6K00FwuTKMXWPM7xnYh0rMnKR2Ofn5+fn58V7gpdVeipbxJlhXqeiwVfjskUWo8p&#10;aYYucVcDwDUKuZhJlDzHbDaTjrWCCZU81nE5WGES5XK5NImyHLlYdDwmU2i9r6QZAKC3jnOxeveH&#10;XpGOtYJojEc5nkRZKAcLqdmFajIukIsdK6xcWagOO9m53+RKAIBuS3MxdxzUIr1PkY41k2iMhyhM&#10;oiwULRdSs8wkyhvJxc45WR0W86/jzv2j0Ug6BgDQVelNhytnapTep4QOyPXuDwWiMR7i4+Mjfnw8&#10;OFNIzbTAvIlc7LLjyZXpqzE7is8KXwX6Zrvd1r0LADxE2rnFlTO1S29D5vO5dKxRRGNU7/JJKD0E&#10;hNRMLna9j48Pudg1Cq33CycepyUgent7q3sXAKhYoaOxK2cawm3I42w2m81mU/rhojEqtl6vL+di&#10;ab2YU9StwrPn7H6NyycepyUAgE4qtHZx5UyjFG5DCquHUZfy0djr6+vr62uFu0IHFJpcFhajfHl5&#10;0XT/fs7u17t84il8VTtMAIC2C7lY/K8rZxqo0OBF++MmKB+NDQaDwWBQ4a7QdpdzMaeoe8RaPE/d&#10;rS6feArtMKVj0DouJWmF9IXqRQuPU7jpsNIXjTWZTHa7XfzvaDRyJ1Kv3k2odDnyINfnYk5Rt0qf&#10;Wz1xSjg+8UjHoEaLxSIulFEtp3haQYtVeJD1el246fB2o8mGw2F6k+JOpF79isZCRuMFV7mbcjGn&#10;qJukzy2lFU480jGo0Ww2q3BCfXpOcX6hsbw44dHSa+bFYuGmg1aQjjVHv6KxwAuuWnKxx8nzPK5H&#10;+aAiiybL83y9Xm+320q+23E6lh4HJpNJfIYdIgAAWqSQi81mMzcdtMVwODwcDu5EatevaCzeG3vB&#10;VaVwHkpzMSXN9wuv2B72FwuLNoxGo+l0WmHR3OVhmdlslp6TzMwCAGi+41ys3v3pqre3t9VqpbvL&#10;gxTuRIQVz9evaCyTjlUq1jRlR+chJc1VGQ6HfcvFCqFqtcIR4NyJJz0nWSkGAKDJ8jxfLpdysecI&#10;dyXu6R5nNpsVery4GbnJeDwej8elH967aCyTjlUknSx5ORdT0sz10rz1QYbD4YVhGekYPNpyuVwu&#10;l3XvBQCt9/HxEdZwz7JstVrJxWi7Qgfkj4+PevenV8pHY/v9fr/fV7grzyQdu19a1/P+/h4/NnRD&#10;aYXmdA/tsAuCoZcAACAASURBVHYhHUtfz9IxqNx8Po93MgBQznq9TnOxvk2zoKvSdGw+nwsrnqZ8&#10;NPb5+fn5+VnhrjyZdOwe6YB/OlkyPUXJxbjJcXO6R1/iFNKx+KoutCQzXAPdVtVaHwA8TaGvi1yM&#10;LinUjhmnf44+TqiM4tWwdOwmy+Uy5l+FXCydCicX43rnmtPdM138Gmk6Np/P44knTcfm87nJX9Bh&#10;OgoDtM65vi7QDZPJJO3xUu/O9ER/o7F4Kx4SWenYldJcbLVaxVysMHSTFt1wjfV6/fLy0tsxgc1m&#10;Ez54fnO69/f3k83FhsNhWswsHQMAaIJCl9ga9wQeJ31tuxN5gj5GY+lSJmFeupmVV7owpT+ddKbv&#10;/q1iUNvbeT2xOuzRZWLHQlf++N/0lWyqPwBAo6RTDeJ1Gk+wXq+Xy2VvB/Jrkc5icSfyaP2KxkIo&#10;NhqNQr4Twx19x65ROA+luVhhimUNO9dmaQHjhUYJ4/H4cT3pOTd9sjDV3/EBmsY1OkB/XLgf4Qnm&#10;83lvB/Jrkc5icSfyaD2KxkKT73RVrPRgKh277MJ5qFBKpl7sJlfmYlmWTSYT5XiPU2gulh4EpGMA&#10;3CnNcOW5UE7av0UuRk+kTce05L9ss9nELj0l9CIaS2dQRsf1t9Kxcy7nYk5RpV2fixX055h4z9Ht&#10;VheGZaRj0FgGDAB6Ina9sCQlvZKuG5b2fqFa3y/9yNfX1wr343HSuX7RuSQipGOj0Wg6nQp6ArnY&#10;gxRysTzPt9vt29tboUr5Qjb0/v7e+XvCJ7ceCxFY+LsUDgKFL1kOCYDrpefrzp+74RHSeSrv7+/1&#10;7gw82fv7e3j9h3/dhjxC+WhsMBhUuB+PkOd5iYVOpWMF6bqT6bOhpPkeaaq42WwKJY3X63Y6tv/p&#10;z57/Q0PRcjjrTKfT3W4Xn+H0S/P53DmJPsjz3PgkAPUqjMd3+OoXTgqzW8K7YD6fj8djd9+VKx+N&#10;NdyFXOzLHEc6FqUTxwrjM/HpVdJ8WZ7nw+EwTIEMd5iFMsbjqsYrhcNiVy8Ofv/3vvvBD36hlh8d&#10;Mq/wdxmNRmk6FkdssixbLpfSMTrv4+Oj9DHqsnBsfMR3BqBLzFOB7GgKS3qHQiU6G42lwWrBNcdT&#10;6Vh2cXwmXcJPSfM5sdrimhvLOIH8eArh29tb4TOPu1ltiJCL/cpf+Uvr9Z+nn485Y5h2+vb29qBT&#10;QhqBfXx8xAgsHhmyLJvP592u2oOH2m633j4AfOncFBbom3QKy2g0OhwOde9Rp3Q2GsuybDKZxJvY&#10;6Lj7/jnSsWuWpBRXH7syEQtZWAgWr3kOYzOy4XD45A5cTxZzsSwJsufz+cnn80GvwEIEliVT+tPY&#10;3TmJ/litVscxfQkx2d9sNj08sQJwk3Q8XrU+zGYzU1gepMvRWJZlhY7m2XUlY1Gf07HC8nzx43RZ&#10;A1P9U5cTsRjwZ2VLwcP9ZFhEtcP+4T/45781+7shFwvSp+7YaDQKd+yVvxQvTOlPR2yck+i2NIiv&#10;5F2WlmQCwAXpePz19Q3Qben4vaZjFfpe3TvwQHE+YJyqVuKQGtKxLMum02maFnVbYSpl+vk7853u&#10;yfN8uVy+vLyMRqPjyqbFYrHb7Xa7Xby99Lxd9uu/8atpLpb9/J15eC//9b/69+KbOsuy6XT6oDbh&#10;YUp//CknW+/N5/PQSA5oqeNRNABqp8UYnBTG78PHvcoovjQej++ZXNXlaCwcTFer1Ww2C/FWuUNq&#10;D9Oxc+ch56dovV6niVjhqyEROxwOs9lsOBxut9v4auz581ZCmMO1WCwOh8P7+/vH//i//O5/89uz&#10;2exwOMSzwuPyqVAgFj5OexcOh8P4eev3AQBUKM9z9x1wTuEOxTh9JcpHY/v9fr/fV7gr1QoZVmzW&#10;OBwO72kJ1Kt07NxUyvTzlXScaa9wtj4uECskYuHzccjLef1+/+yf/qvYhiz7+bPC4/Kp9/f3+FNO&#10;NryYz+edPyxAh/X8jAbQQLFbtNb7cNJsNjNOX63y0djn5+fn52eFu1KhGEZU2AOoJ+nYhamU51ar&#10;7KH06BMTsdlsliZiQRzykotV4j/4G/9uYbplOrHxQT90OBymPyV9+8fWb4ZrAAAqcbKFBVCQ3qGk&#10;4/eU080JlTGMqPbb9iEdM5XyS3mepw3XTiZiUZgK7kmryuAX/2LhM+nExse9KwtT+mMKZlol1E4q&#10;DdAlxuMbazKZHA4HNzXNkd6hmMVyvw5GY+E18aAwotvp2JdTKZU0F1zzbEwmE0/aQ8Vui5vN5nE/&#10;5dzkTdMqAQAqofU+3KSwaJjxwnt8v+4dqFg8nj7uSBrSsdFoNJ1Ou3TIvmYqpZLmLMsMXjVN7BM0&#10;n88rnEN97P39PRQMFlZKjisoT6fT3W7nFQLP5B1XkOd5iO/n83m6mC9Aw6Wt97Ms22w2Dx317JL3&#10;93dnw94K4/fhJmU0GrkZKa1T0Vja1+mhP6iT6Vg891yYSultRgOFWY3hfJDn+eNepaFoObwj0hQs&#10;3YGPj4+HxnOtluf5drt9e3tzJIHH2W63cdb/45owco+HnqqgvQq9KRzBrjcejx1V+mw2m8X3i5uR&#10;0jo1oTIUbjwnq+rYzMr1eh3fTqZS0hDf/fgntz5ku90+Yk+ic9Mqz/XpJ7XdbqfT6aP/RtBzFtxs&#10;PnewcCy9GQFulTYd6+20yjtLTbtTNRZuR5+Z4HSmdiytXjaVkob4/d/77gc/+IUrN45THTebzaPf&#10;iSenVZ4rKAOoy2KxcO5ulDCCC1y2Wq1E/Ff6+PiQJxKk0yoVjpVTPhp7fX2tcD/uFEOcJ18FdiMd&#10;i8Uv6a9QyMvc538ptHdxGKpEyMV+5a/8pQvb7H/6sx/97h/95m/9Wrps5Xw+f3S3hXMpmBMS0DTO&#10;3UArpOPxLb2fqkVciuo5Qi2SM0tjpeP32s+VUH5C5WAwGAwGFe7KPWKLsee/Ato+s/LcVMqYl5lK&#10;eY08z0ej0fMn03WyO+n1udjf/Fu/HHOxZ3abNq0SAKAqJ+ev0DTb7XY0GrnEbawwfh8+LnTu4xpd&#10;6DUW3p81Fm21Oh07N5Uy5mWmY3wp5GLZg1+Es9nscDgUwt/5fL5cLtffdGBi+T/8B//8+lwsbvb8&#10;TPxkCpaekCyfDCdpNgdAKr17Mh4P94jvoD53HCut9b3GYv1tvUfSls6sPNll31TKm1Sbi4VD2Ha7&#10;DeVgafuAc1VRJ1sMLBaLWGId+jW05e/467/xq7fmYkEsIX7OZMbCtMr41zetko55XGlq6Nb3oG8O&#10;QFsoGYMKxTuU0Wh0OBzq3p02aX00FqdS1r0j7UvHTnbZDw2zwset+C3qdWcudiEIO3ZTl83jjcN7&#10;pO1/0HO5WGo+nz8nkEpTsLTp2Mk+/VCt9ACeWiwW8fWf5/l2uw2vwLh94VHx2JXneRqgL5fLB3X2&#10;TZsrn/wVAOgPJWNQrfQOZb1ee1tdr93RWO1TKQvalY6dLA3bbrcnW49x0q25WMjCQvh4rtory7Lx&#10;eHxc6pXWxBZmJG02my9vYuOfOxSUtfSPeyEXGw6H8TRQuMl/nJiCFfbEapU81LlcLEs68obg/spx&#10;o3AyjS/Ux+ViWSMrWM3xBKiLkjGoXLxDmU6nCseu1+JorCFTKQvako6dnEqZOT/d7su/cizEuzDz&#10;8Zo5j+lXC1tOJpNQJxKKRLKLYVn6+bA8dgPvVM8prEdZuzQFS6dPmlbJc6THn+VyGVPvmIulJWPh&#10;NRmO7ZvNJr4sw+mg8H3ChVQsjH3Qzlf1re6sPksL2QB4GiVj8AhpxUCvCsfu7NTR4mgsaGCC0/x0&#10;7ORUysz56XaXC4LW63UhogpFYeE5f0QgNRwOw7c9DstO3joWktDmx2SXc7EntxsL0m6XaTmeaZU8&#10;Tng53ZSL7Xa7eChIJ12ezMXS7/Po3wKA3jIkDw+SFo6ZwnKl8itU7vf7/X5f4a7cpJklY1HD16w8&#10;12Xf+elWJ48yeZ4vl8uXl5fpdDqfzxeLxW632+12h8NhNpvNZrMYYD1nDyeTyWQyORwOu91utVqd&#10;bOc/nU6n02ln1mN+8pos4c2e/Xz+GIZrwsePa2RObx0Oh5tysXjMuSkXW61WzT8dWIAJoI3iNWcz&#10;Kwmg1dI7kdhJnMvKR2Ofn5+fn58V7spNmtN9/5zGpmPpzqSzSJSM3S+EYqPRKIT0IRSrKgsLcds9&#10;N4EhJpvNZofD4UJG9vLy0qhX7E3OreP5UOm5J33qYkmm5ZN5nJtysSwpNb8mF3MuAOAR8jy3Egs8&#10;lDuRW5WPxmoUbz4bftXe2HQsUDJWoQuhWN27dlqakR3/xVsakA2Hw3jb/+ThkXjuKRSOxefWcA2P&#10;cH0uVujc36VcrLGHWQDOieuftOh0A+2icOxWrYzGml8yFjUwHYt3R+l5SMnY9dLQPc6dDKFYSMTC&#10;xMm23K2F6ZZhrmXhS/UGZPuf/uy7H//k1kelnb+eOTxyrnAsFmYarqFyN+Vim80mvsevz8WM6gNQ&#10;uXS0xn0HPI7CsZu0LxoL1/QtGmFoVDqWzupPP69k7LL0UJKG7i0qE7sszLUMRWSFL9USkO1/+rMf&#10;/e4flXtsXcMjaeFYfMEYruFB1uv1TblY7C9WaNN5ORcbjUa1TFLmHrEWA6CZYg9W9x3wUO5EbtK+&#10;aCxc1rdrqfXmpGMnx/91wbws3B+u1+tQI5auOJm1PxQr+DIge8KAQ8jF/ubf+uVf+St/6fJm/8V/&#10;/j8df76u4ZFz5550f562M3ReqPfMbszFsqvXtQz/3e12dy6DzfO16wIJ6Jv1eh2viNx3wKPFi0CF&#10;Y19qWTQWS8ZaF0M0IR07F4GZL3NBuD/Msiws4JimG6vVql1zJ693ISB79CqWf/onP70yF/vR7/7R&#10;b/7Wrx1/qcbhkZOp3Lm5lnC/W3Ox1DW5WPcObgDUy1QVeLL+9D7ebDaxKLWENkVjcV56S0cYak/H&#10;lIzdKuZiBaFSrPNP14WA7HEv4H/yj3fX52KDX/yLJzdobOHYPQdriNbr9XK5XK/X1+dihTb8cjEA&#10;nk93Y3i+tBezcfoLykdjr6+vr6+vFe7KlVo9wlBjOnbyVFS4WSJ1LhdbrVadrBQ752RANp1Ol8vl&#10;I37cr//Gr96Zi2UNLhxTyUxV5vP5dDq9PhfLkrPn9bmYcwQAFVIyBrWI7zjXdReUj8YGg8FgMKhw&#10;Vy5re8lYVFc6drnhpZKxgpO5WE+KxU46XsVyPp/X1Z7/ci6WZdl3P/7J//bj/zd8/OThkXOpXGzY&#10;1PlKZp7mplwsHrim0+n1uVi6riUA3EPJGNRlMplo8PKl1kyoDLlYN67Rn5+OnWx4aeHkc07mYk8u&#10;Fsvz/EJ50fqbJ88WnEwmx+Vjzzy8XpmL/aM/+JP/9kd/Px0eeeZOniwcSyuZFY5RoZtysSwJ1K7J&#10;xc71KQOAWykZgxrFO5TpdOpm5KR2RGPxtrYzCU5dtWPxVJTnuYWTTwrte9LPPKFYLM/z0DxouVy+&#10;vLy8vLyMRqNz5UV5nk+/GY1GYfvw2MftYXQ8vzIuXvmEn/5f/df/4TW5WIjP0iDvmW+0tHAsfS1Z&#10;O5nK3ZSLpa3u5GIAPJPuxlCvGhvOtEU7orEulYxFz0zHjqvDttuthZOPHTfW2e12TygWG41G0+l0&#10;Pp/HP0o8ch0bDoerb+Jm6dKZT1B7+dgFaVlZXelYHJbJsiwOy9S1OABdFfLxK3Ox5XIZjxJysYLt&#10;dlv3LgB0WRjWrXsvoO/Sm5GG3Lg1yvfr3oGvda9kLArpWIhFHjeEko7SHH+1Y4HjPQq52GKxqPbm&#10;MM/zcxHbYrEYj8dvb29Zll0Tw8WXymQyCTt5efZleIFllb6JQvexj4+PeL8dI+wa36rHLfxDOhb2&#10;7aFvtFQYlgnPzMfHR/gbnfwkLdLAQPP6XGw8Hoc3wmazSd8Il3MxbfgBuF8sUVEyBjVKb0Y2m403&#10;Y0ELorGgqwnOE9Kxkzc28ZMhjiEtqciqzsXyPA8RUrz/LLj/Z10I1MKfOO3vUNXLbDgczmaz8Xic&#10;vsbSMpaGKKRjIYh89Mng/f09vKLm83n8+578JG1xcsnaem232+FwGCbIx1dUnC8fZ1DO5/O0wvT6&#10;XCy04e98OuY8CPBQT57cAJwTVwbr5M1I/O3KaUE01o2FKS94aDp2ci2Y+MnFYtGoCKMuhVysqmQn&#10;z/PtdrvZbOI3D/ex93/nmwyHw8PhEKs/Kq/tSoOnIL3ZboiwLEuMpcInHzp0mQ7LxILBk5+kLc5N&#10;cw5/0AuToB8hHfELIXX80nA4fH9/LwR56WTt63Ox2WzW/Hr7Blbz0T3hZfacg/YzfxY8gYUpoTnS&#10;eyI3IwXlo7H9fp9l2WAwqG5nTggH066WjEWPS8dOrgUTP3lnsNoBsZ4rfqaSTKfwbReLxfv7e72H&#10;ntA+P7yhQouiw+FQ4TcvTK68Px3b//Rn/+f/8f8cT5AsLcyuT//WaRPDR1yrxRqxdPrkyU/SCuf+&#10;XuEP+uS/5mw2uxAJxV6Wqe12Gw/+V+Zi2c8374d+Cu+ICsteXl5eLm8QonbnCDqmxhu68C6O/33C&#10;7AFoLDcj55SPxj4/P7PHR2Odn8cRPSIdu1wylvV+6CbcHMb/VhtgxUKS2kOxVPiLHw6HyussYt1K&#10;JenY/qc/+9Hv/tFv/tavfbnZ5QUrj/fw/f09DQiyU/Hx9U3fvvyJ4YP5fB5fBic/CSVcfvGc/GqY&#10;TXx9LtYK3kQ8WrW52DXSSdDQdsergT3Zyb6ZTZvfAM/XyTmV92j0CpUdbsB/0uPWrNSA/9hxLlbh&#10;SpThT/mc1S3LedBezWaz9Gp+NBqVyOBiLnY59vruxz/50e/+0Zff7bsf/+T3f++7+N/hcBgK6MIS&#10;n+mW029Go9FoNHp5eXl5eVkul8vlcv3z8jy/8vc6uUZy/LkWTuaZQjr89vZ2fS5WmGwOADdJu7g8&#10;/6fneb5cLk9WWrgGo7dCg5fwsa4UqUZHY0GvEpxq07GTozQa8GdZtl6vj3Oxan/EcDhsZih22Xq9&#10;fnl5uecoeWc69qd/8tMrc7F/9Ad/8mVZ2Xc//smf/dm//tt/51eOvzSZTGJGduE7zOfz+Xw+/Xkh&#10;O1sul1/+aukayfGT8a03n8/7cEJaLpchZ4zd7mLsWPeuVSAeqFvxp7ypXiyua1nb7kLD7Ha7w32+&#10;/A7HU6GhG57cxSWEYqPRKG1vkg6Lzufz5jfThAeJdygy4lSjo7HON+A/qap0LD42vbHRgD/LssLw&#10;0Wq1Kp2LXV891BbhmRmNRve89mazWfqquykd+yf/eHd9LvblZudysdRf+Ld+6Q//8H9dJRaLxTVj&#10;m/P5/Mtf7eSwTPrJPpyQ4tm3oGO9Drfbbd27cJWbcrG+nX+7oS0vxX7q7aUXvfX82ZTHoViWZWEm&#10;RxgWNVsZIpMDUs2NxnrSgP+kStKxk8XDsQNlx25Kr7der9NDwD1t3ULpWWEZuLaLVVR3JrNh2cr4&#10;3+vTsV//jV99Zi723Y9/kmXZX/tr//4kMZvNZrNZGMBfrVa73e79P/kv/7sf/Q8ng7Mv70JPDsuc&#10;rCbrqnO3gt0oXI0H1Va0q4/VrHKxDuvGO6uZnhA7SjbpklpmUxZCsdVqdTgc0kuR3t4EQWRO5UnN&#10;jcb6WTIW3ZmOpSVj8TnM8zyeKvr5xOZ5XqgXK/08xNKz7qW3MdWaTqfXzBn88vsEd1aiBY/IxS4v&#10;gjmZTP7ZP/1XvzX7u3//P/tP0+Ds+ou8tO/+ycKxPtTzn3y6ulE9EQ+qLUo5b8rFWhH5AdBkT0uj&#10;0muqxWKx2+36ecsDX+rknMrNZnPPhWtDo7E+l4xF96RjJ0vG4lBkb5/Y9J2/WCzKnSxDnXa4De7q&#10;GXcymex2u8Vicc2cwcvfJ32x3d9B78/+7F9/mYvtf/qza3Kx/U9/ln2Vi4XNfvCDXzje7KYc5OT0&#10;yXhC6kP0cDynshtHocLruRXDbjflYtrwA1BavWtTNnYtLGiUnvQ+vkb5aOz19fX19bXCXUn14V7x&#10;GuXSsXRLDfijdCpl6f5iYRJlWFW926s+h8XswhTCe37NQk+HO9/af/vv/MrlXCzLssEv/sUvc7Gw&#10;2Ze52LnNzr3Fzjk5fTIWjmkE2xnNH3a7NRfThh9ST7h86ucVGp10suvxo8V3kIZicFk6hYWgfDQ2&#10;GAwGg0GFuxLFCKOT9Ti3KpGOxfRBA/5ovV7HZLB0vVj2LV4MyVofnsYwhfDOb5JOP+xGDBRfS1de&#10;7X05n7/zgwHHb5ZuHN5P1uc2XAxqr8nFuvFnAuD5On9tA23XyTmV92johMqsK9NtKnFrOhYrU9Kx&#10;xz434E9zsez8ennX2O1293Qo6600Hbt/WmW9bi0ZCzTj78PAVMMr0kOzxfAKvD4Xc28DQAk9b3AM&#10;zXeyIXKfNTEa63kD/pOuT8fSl3V8uadzCfv2xBZysTunBw6Hw749gVVJE8npdNre4+/JqswvfdmM&#10;v71PyJXSF0A3Rj7am/Ben4uli7cAwJVqmU0J3KoPQ9fXa1w0pgH/OVemYyd77Ze7me+A41xMsFWJ&#10;EjnOcDhMX37tLdw9WZV5jZPN+KP4zqXVmv/Cns/n1+dio9Goth0FoLVUHEMrmFOZalw0xgVpOnbu&#10;lHPy8/0c9peLPc5oNHp5ebk1IEtb8n/ZdOy7H//kux//5Mvv+d2PfxLWmqxks9//ve8ub5bu863l&#10;hyfnMvdnncq0RK4b78STjcZacbC9PhcLC3HUtqPPIpgGqFZvZ6tAu5hTmfp+3TtQZDblZSEdC4sk&#10;ntzg8qmoP09sIRcr0Xp/uVyWW8WyD1arVWha9P7+flNCFJ7S8CqdTqfnVvn87sc/+Ud/8Ce/+Vu/&#10;dvm7fffjn/zZn/3rLxeaDBHbl0tb/v7vffeDH/zCl5uVFl+B8/n8+Hmbz+c9eb11o3I7z/M0582S&#10;3yvP8yav0RH385pcbDKZNH/e6P1Xch1eE7D5f75WiFdW2+320UFq54dJ6IPKZ1Nefyi76R1U1dut&#10;P7dXdNJisWjFyO417myq3qxoLFzgduPG6XFiOpZl2WazSQ/HJ+8Qejjbv5CLZbe33g/d2W7Nffpj&#10;MpmEdGw+n5+Lt855f3+Px9/RaHT88JiLXU6pQi72t//Or1z+cSEX+zI+C7nYl5v93//qL/z1v/r3&#10;/ud/+t9npRKQ43NPqKUKn2x4pHK/cLrqxkogw+EwRpnhz9euZPPKXKzWfSyj82+ia8TspjNXus3R&#10;xkVp4fkqeafkeb7dbjebzeMOZRV+53CT1cbzJsRbs4+Pj3ZdzVau/ITK/X6/3+8r3JXs2/VcN26c&#10;Hiq2bSrMSjvZaKxvjnOxW1vvx+/gFuuCODvy1qnpl5uO/cN/8M8bm4uFzf6j//iXw39Ho9F6vb6p&#10;YuXyfH6zuniO63Ox48NpA6UHagdtgHql10Wlo6L1ej0ajcIQbLnv8OTbyel0Op1OX15eXl5e1uu1&#10;il1axJzKqHzV2OfnZ5Zlg8Ggup35/+taOzy14RGm02m8jTlZGBxvbPrwxB7fyN06lTJ+h9DWjQvi&#10;7Mj0NvsaIVYLlzvh4fGl+3/t//e/9jdG/+Jfbv7Fv/z/N45fitcZf/onP/0n/3j367/xq5evPP70&#10;T36aZdm/98u/uF7/+Zeb/dv/zrWbpZ+ML7YQ9r29vV15Z55On4xjNYUiUKhceN+lFWFf5mJdKrPv&#10;ifRc3+dxspZ6aI0MPMGd4/R5nn98fBTeBWEs9qa068JdT5j6UGLfTjoeQIqfWSwW4/E47ImRG5os&#10;Xuz1vXDshz/84aGU77777rvvviv32HPCLlX7PbsqHNPj5NPVanX49gSmz2Ga79S3s5UJv85isTj5&#10;1ZPnuVt/RPp8Nkr4W+92u7p35OfEF1iJHTN1mtS593Xzhf2vey+ustvt0oPbYrGI/w3v5fjfcDgN&#10;28c/0O4Wq9Xq3GGh8mcsvorKPTwex9r7Ikx17NfpG38+2i4ekG+9lt7tdoUrw3CSatql77Fwyrsc&#10;tz3oHR1/6HPuXMKPa+BdEndy6jkcDj/84Q8b1GssFIAY4bzJeDwOfcfC2H74ZHpe6c8Uy5MTf279&#10;rZfLZWYty1uE2ZHXV0ulTJ2GJxsOh/Gt+mW9WOgDGCf/zufzEsUsDqcA/VF6NuVyuSycYm5tZVuj&#10;eG49HA7nWqSFc6hzIs2Uzqnsc6/tBkVjlHO8ZmWaOPRkqaOYi4Xe8PHzN51+8jwPz6GT1k1KP12x&#10;l3+WhJibzeY4MitsU/h89q1kvdxuVCXs+ZfPRsggsixbLBaxYjleERZmupVY5aDJwvvUdWETXJmL&#10;3f+DKvxWADTcrUPyJ6dPtvo6IcRkk8lkNpuFso/0xiRe0Lb3F6SrzKnMGhWNhYOFI0UJ6ZqVBfFk&#10;0+EnNs3F0s/fWjIWC6Cq3DkuSl+W4ePjF2pcuPb4S2kXpNpf4VfuQDoso90Ytbg+Fwtr9YZH3ToD&#10;Oj5wu92Kxp7Jgh6t5s9Hq926ckshF1ssFo+oWAkR1SOu8MMb9tyVW/j84XAoTG0Jc316mz7QTPFm&#10;pM+aEo2FY5beQ6WdPIvEJuUdfmILuVjaFr1ExCCVeL44I7hEaUk8iKcxU/PFRC/P8/Arn8zL4BFu&#10;ysU2m00s7bx1tY3xeBweqHDsyQzwALW4dTZlYfSlwlAs7EloCPCcu/04feFkj5HJZFIIyEqsYQUP&#10;1Y05lWHCXOm5RN+rdGfuVfuUqPZKz0bT6bSwcl9Xn9g0FyucXZxs2mI4HIboNrY0KvHY7OffAg0X&#10;34/pr9zGX4TWyfP8plzsnqA2LEQbPi7x7oZ+kmzSXvFQf828jTzP07YYs9ms9K14nufr9TrP8+Vy&#10;uVwuX15eRqNRaDXztCqY+Xw+nU6n0+loNHp5eVkul+tv4nXdZDJJF7eZTqehxzE0hMu28lVjr6+v&#10;Fe5HODi6ICgtVuCHgpTQ0Ceecjr5xBZysXQopvNrDnTMbDYLly8lBtBi4ViLJsZffj+afcbjxFbB&#10;j87FZA3kFgAAIABJREFUgrSuMx2BdIiGc0yopCfSl/o9p5vYwvWCR8+eOQ7gzs0SDWfheI8Wrn4V&#10;VtMQXS2muV75qrHBYDAYDCrclezMrECuEdvthzUrs5+f7d+9J/a4Xqx0930qt16vbx0HO37RXimt&#10;/m1LvdXJfX5/fw8f9GTpDGqRf/OEXCz71sAxfJyOQE4mE0dpOKmTY5n0xE3tX+NL/Z7car1en8zF&#10;FovFYrEIJVpPGIxZJY5/nfl8PhqN0gk9YR2q+N/CV6Eu8V3Z26Zjjeg1Fg4HhpHvUTgbpV35u/fE&#10;xl82vbWLX+3e79susUL+phKwMDUyREW3JrltXFElXUAg0G6MRwuJWHjtXZmLFToHlxAPAvqqAFCV&#10;46UtQ3HWdrt9e3sLgzFfVpNVLnQcS+9E4jk0tN6P5WNhcmXcQ+t30wTdK6a5VSOiMe4UC0/iSEVa&#10;rNuuNe8uD5ukBTXhlw03cump8fpf9uXlxXmocnG91Ft7b4e5VyXirTY24z85D/S4PT9U7qZcLMuy&#10;dG5+OfE7TKfTw+Fw7y8AT5fneZj89YSSLhMqaanjm5Hwxjn3rrnnpV4Ytok/8flZWEFh1HOxWKSr&#10;hIXpk/EUPBwOD4fDcrkMj5KO0QQ9vxlpRDQW8g7HgtLi2SXOEE57W7ZlrP54/Oeyk1teXzKmdPlx&#10;YjI7Go2uvxMOx98Sq6LEirOshcfxk7+vdmM8zmKxuD4XC20c7/yJoR9/eIcul8u25NcQbbfbOwNi&#10;6LzCzcg1LcBKOL5ZKKxQXxBSs7h2ZOX7E3/rwjh9ED4TJlqeKx+bzWbpgs5Zlmk9BnWpPxrL83w+&#10;nz+6P2K3fdmcqPkDEbfmYudc/zuG00+Tn5NWizfDN2VV4SElgqF0zce23Hgfz6mMpWTtqvSkja7M&#10;xar6cYV+/OF+qTkVZOp0uEwLSLjeZrM5mRPd6eQMyvF4XPhZMQt7e3t7QsAUf8RkMpnNZrHCNI3q&#10;YnPk7Kh8LOxkaD0WH9KiS1m6p423VBWqPxoLRxALItzjuO1lumBluA9pfjoWf4twqit8tXDmK1SH&#10;pWeda2hv9wQlJkiGh5QIhtK2kbcWndXi5B5qN8Zz3JSLVRIKpKWdla8I3pb1N+iA54zj9rb/Ma0W&#10;TxbHkwovPzAuQ3TZl8ViaSlWXeIy0IfDIcRkabHYyfKxcPJNy6vbcilLJ7V9KZg7M6X6ozHuFGe7&#10;nDz3jMfjtPdTY9OxNMs7DgXW63U4W4TTRpwQFL8aPlAy1ijxZvj6E3yJhxQeWHZnaxCP3WmVXDoz&#10;tLY9o9PCC+zKXCz2QLlfWjhWyTc8qdyU6rZfCPI07TrLwDMdvzsqvOmINwLZmWKxBt7ghJiskIVl&#10;WbZareLOp1e84UTcunWl6Kp+jtN/r/Qj9/v9fr+vcFe4U5qSFsb5QzqWZdl0Om1mj624w8dZb+y1&#10;uVqtTo4sKRlrrPF4XK5jQom6kvjaqLwm5UHi3fjJqpy2/Ba00fW5WGGlrXuEO4RKvtXln/LoHwHA&#10;ZYvFYrfbVZhVxXQp1AFMp9M0Kav2Z1VrMpkcDofCmpXj8fjk0gHxUjY0JHnmfkLQ8+uo8tHY5+fn&#10;5+fn/XsQDnbGbEs7eV8dTxjxiW14OnY8JzRIc7GTp73SJWM8wWQyufUIGy4LSozMp7MRG/gKv9KV&#10;0wqgnLBa1vW5WLU3Gw+6den5ZRxA7dIcJ0xsDJ+M1ut16Wuz9IHj8bhQLDabzZp/FgjdxOJ/QzoW&#10;/7tcLsMH6RhS7att0lvpIrP17snzlY/GqtX8g1pjnQuVgvSJbWw6dm5O6Je5WPYtGbypGCFs3Mzx&#10;pXD1kJ8SNthutye/Gh5V785XIkyNzEodjtu1mkea5V3+JFRiOBzOZrO4POWTc7EgnIOCbhyyAEgX&#10;M5nP56Mj0+l0Op0ul8tbb0DivUCWZenkxCzLmlwsdiyUj8Ur1dDxM3yc1oiFpmPh40bdrEEf1ByN&#10;hQNBu25oj73UIV3l93g3zu1bHIKYTqdP3NkvxN9iPp+f/Hzc27D/6WYhQbjp1wnftpI9r1y4eji+&#10;pBiNRvE3PfnV6XT68fHRjVvNMNhYYkZhHIJry2piJ4dl4ielYzzIyVws+zbCH4av397ewn+rLbON&#10;2XdmXUiAnpnP5+GK/foB3TQXSz9frl9H7d7f3+NJ8OPj4/K0yul02o0Le9olXaSy3j15vprb8Fue&#10;EqoSennWvReVKdH9MV2nsoedI+Ea53KxQgT2uGQ2jbBbNOAP2VOGcg2K0EZxSPLCeyR9bX85KSQo&#10;lE2lMVkbc7Esy4bDYboozW63i0/LcrkMp+bCms4uaHmyPve5skJlBQ6Hw8nPh7W9HjSskRYYZz9/&#10;drlmHmKe52GAoglLurx8K3MLz+SF/Q+7HVexDFs24VeoSnwqjq8t4hqdx4+Kp9WWXigUxGuCWxeb&#10;Szcut1Ddk51cpNJQAY9zbh5lbHTyBH2+5KLtbl09udyP0GOI1okXohdynNlsVrh5uTxAcm4qZdsv&#10;+9NlK0ej0W63i3Ni4hEmjc+ecNiBk3pYalBzNNaWeU/dE/qOhYl49Z5jCo3Grsn1og6v4XDySHTu&#10;BNm9QeZwTVBirCyOs7VCukhlfLV38vVMQ0wmk3QQJTvquhiOw2kQ36I3FIGZqo+TDmM87kc89PtD&#10;jUK/rXipfyH3SafzF6ZStjoXC0JDsVgXVkjKhsOhwjFq1OooNoRLpesMau41Ft7zbgXvlz6HMXC8&#10;/MQ2rSv/eDy+KReLWv0G7o+wVsCVG4e/aYm1q/s8PR6uV8jFYv71/v4e5mWHZb9ms9lNi5zQBK6p&#10;gGeKl2pXzjhOO82fu1orZMTnYrL2ii1QCpNC4hMS47BWL7xOS/V2kcry0djr6+vr62slO9HVaKOu&#10;wfbrp9c1IR2LZ7vNZnNTLhZ2uO1rOPREmAl7Uz/v8Je9dfy8XfeE1qOkFsfrUcYvbbfb0WgUD8KV&#10;t+GHVnvCKaZdZzHIkku16ys1CsHQsbR5WWemUqbCtMrw8bnzbLzHMcsKnqN8NDYYDAaDwT0/uxvL&#10;U54Tk6YnV6/cGu42IR0Lwtnx1tOexkytEJelu/71GS6bbr0aaF3Y1NthGWoRizfTXGw8HqfLyae5&#10;WOjtWNfeAtBJ6WrFJ+8+4lVcep3fmVwsSKvn4q+ZXr52aXEt2qW3s3DqnFBpecoKxUQgDt1cfz9T&#10;YzpW+HE35WIhNLlyfHW9Xr+8vEgfahRO8NcfYWOfhVsLx9oeNnW1ipbahagrbWwXcrH0qFvIxXa7&#10;nXM0RE9oBKbXGK1zZSOXgnS14mu278xUylT6JBxfvrZuuJfO6G39cs29xjosFseW6JdUiZvuZ+pK&#10;x9LT4a31YuE8cWWOYE5Q7Uq3Dyv9t2vFDUa6SGW9e0LfHOdi2beLoZiLCWohy7JQWblYLEyohGPl&#10;1km/8FIvrNDVYV++39s+3Evb9S2WrTMau6nqh0d7fjqW53l8vy0Wi5tysZsajcWN3ebVK4z4XV84&#10;Vq6SPD6qFa0Z0kUq690TeiXNxdJDcSYXgyOTyeT9/X02m3lTwDONx+M4PtrJG8a0LixevvZtChsN&#10;1NuTXf1VY5186gvR0qOPcWlCVK6qOXhyOpaWyZQLQa6sjAtPhWlBtQt/iOvHH+48OLR3oKPzw6TU&#10;q5CLjUaj+KXQhj/mYnHVYOi5Tl6swv1uXZ7yGicHC7v6HozP28nZA71t+UTt+lmxWGc01t4b11s9&#10;7TctDP6X8LR0rHDHdesJ76YSm3A66eRwU7s857Im/SktOprXNfOavpnP54VcbLVapW34C7lYH4Ja&#10;05kByimxPOWX4r1MvHTvw5ko/rLprZybF7jJeDy+51j07GhsvV4vl8vlchljl/U3T96ThzoeZn/o&#10;TW98BaShQOkY4gnpWCEXK3HCC6eNK+dg3tSVjIfa7Xbh1XWlchdDl4fgGqWS9yxcL85ej7lYoQ1/&#10;mou1og2/TBmgkx6RuzVNWhd2oU6nPwUlNEQ/Kxa/X/qR+/0+y7LBYHDrAwvv7RCRdGnZkZOX6dvt&#10;tkX3vSEdG41G0+n01u74XzqeoXPrCS+8hPowgtQ9z3kXpCv+tHGp7w5fAtIQJ3Ox7NsAdczFhsNh&#10;8/Pl+xmWByjnnkYuJz2hB/+5gf+3t7fn36xdft4KMyFadC9J2/Xz0qh81djn5+fn5+etjzr3LLfx&#10;9vWckzcSreux/aDasZiLLRaLO/PQK+ODPM/v/1lNEFbIqnsvgBZbLBbj8biQixVm4qe5WNaGk5db&#10;BYC6lFue8kqP6MGf5/lms5meUstQUNqJP34yrdNx8U+9elWx+OwJlX24hD15I/GcV1W1vTArT8fS&#10;XGw2m93/Da8xHA5ns1kHstfJZNLD5bHK1U+1a6DjuH6+XftPW4SD4dvbWyEXG41G8UX48fFRaDdW&#10;+cmrD2VoAH2QTpSpam77E8Zjzp3XahkKCkP412zZhHltb29vq9XKZWrf9KdzRQ1t+I/f/x2o6Emd&#10;O+A+7lX1uCNUhenYcS52Zw12B9IuvuTsCxU6rhcL61HGDebzeZqLbTabyk/Q3tQA3VP52G26eH2H&#10;B4bTX+3keHCjmmwMh8PJZNLhPwdRP//KNURjjXqHP8LhmxAC7na78N+WvsIqScdqqRcDILXdbo9z&#10;sfTclLbh32w2DtcAnNPSWxvgJv15p9cQjR2PGCv/abg707Fzudg97Qk6VmlItU42bgAmk8mFXCxL&#10;2vDLxahdnufnyu0vfKnynwVcz1upckqt4WlqiMYKF+IyjvvFp/RxixyXTsdiLrZardxocav+DFOk&#10;+vlb8zSFXKzQUKyQizW/DT+dtF6vPz4+RqPRyymj0ejcl8oZjUYfHx9u6eEe6/X6+vfmaDSqe3+B&#10;rtlsNvdcuNYQjWXW2minEulYmosVagNdgPbWer1eLpdeAFEMsrUn5wmOc7HpdJq24U9zseVyqfSy&#10;dbpxJNlsNk9+7c3n8248dVAXQylAq5WPxl5fX19fX+/fA7MpW+SmdOxCLpaSk14pz/P1et2BROnW&#10;G55yr5DjZR+Bk7lY2oY/y7I0FxuPxyq7W8fsG4ALzl1Ydr4dNnBZ+WhsMBgMBoNyj41rjohF7vfk&#10;5/DKdOzLXOz/Y+9+Wpzb7jvRr/I1duDkOYEkA3EKS6RxQbgTD+TBHVxojASXO2rSpqEGhu7RbbiZ&#10;ZGJp5APXPWhUHiQE06/Ag7o0IeNAVZ83EA08aoNMcyWnjBo6PThPnzTYg7qDlWdlPVt/Strakvaf&#10;z4fDoZ6qLdXWLmnvvb5rrd8639zPzT1pRzjy+PgYD2nTxb+4zvn9nBs5h1iGv5CL5RN409U55mL6&#10;rri6tJZRkuLap6en1yrIf6Famx/bTYVemYvp9/ux12eTfoU3taafHrb6+lV+a7oRF883UUzHBoPB&#10;eDzemnwdOF7sAuKepKYgdRDvPObz+YHvjXiWcK6AE61Wqzh3cjQabc3FErkYAG3l6lbaYrHQsKLF&#10;rlNrLHwYEyGer1aa5H/uA7tn7NiBuVjaVYUJ6Lj0afVZ4DIKuVihDH8hF/O2BACg9a4zaowKXWs0&#10;zdaxYykXiwMT9jw87fZZ6+y2plH3N3/zNz/96U9DCP/pP/2nf/Nv/s21d+cksTU+nU4PXLH02FFm&#10;UV7bvoldW03ff2ornnLzXGw+n89ms/j9x8fHPBdThh8AgC4QjVFeIR0LIaRc7M3U4+7uLjXGzt30&#10;avrgxL/5m7/5t//23/7d3/1dCOFP//RP//N//s8KUQGlFXKxyWTy8PAQf1TIxWJBlnZUOQQAgF3O&#10;FY2tVqvHx8c9G6QO6jPtQB1c5jXG2jH5b7zAL83FhKvQdkoNrYLU7opVMCvZgV2/KzTkbba1pk9s&#10;ssavf/rTn/7d3/3d6+trCOEf/uEffvrTn/7BH/zB1qfacyhq6Ki9LZ2f5h+Qmtv6Ghu0/wfa9YoU&#10;t7qM2WxWyMXyn6aOhDSt8s3FiAEA4OpOjBfOOGrskKZsF2ZqXOA1bv6K6x7YPb89n2g5Go1eX19j&#10;inrKDr/52Jq/zXZNPt212//wD/+w60c1f6UFx+5t6VfXoMOydVcbtP8H2vqK3pyFTSXSwZ9Op7PZ&#10;LCbUm90q8af5nPTKU9pzvLFP7B5o2Wet0S/nkK6+yt+TteqKOP3Pp7+BN1XYpZpPwD+qT7rwVt/6&#10;JCX2882O5/3u7+83y1mcqQc6veS0byXuBk88fW09XLtGumz+rkserprYnCD15sCgZOvhOvzNeXmn&#10;/ykPrKJzdTc/+tGPfvzjH5d45Hq9DiH0er1dG+xa2HUwGIQQrrVk7yXFxOdMiwGnOCl//q3fPLdC&#10;sDWbze7v7/dsv7Vw0oHLAOcvMJ3B9zz2rH+CCqVjcnNzE7+IoWH8+osvvvjTP/3Tr776Kv7zX/yL&#10;f/GXf/mX+cPjZyq092NV4qRxlc9COXG5n/DxZ6dB+3+4Nz+PDa2qFj+2cVxnna1Wq3SuAFrvkOoW&#10;dFy67Wyfre//VBP5TVtXcO7a4Tr8tqFrhytsu+s7/HBtXaqu3dVd63+THEL4/PPPy48ae3l5CXuj&#10;sf2NnIY2gUq4u7s7x4vNhwtuPv+ZfummtLRZbO4OBoP4z2Pvxo7d27wo+57HxkI5De01Ta/rX//r&#10;f/3LX/7yL//yL7/88st/+S//5b//9/9+10tu5ccqRoRpFtiB9n9AaivtakP3f7/0olrzihonzn/P&#10;Q9jBYPD09DSfz9MNWcouU2hb+P6JUuz7Zj/KgfL9LNc9sDWebq52vJw93QOV9xzUqiuiHX8+muL0&#10;LtW8d/aoj9Kut3r+JCee2zeNRqMDn2rrjcqZeqDzy+Lm9XH/OeGsp69YVHrz123+rksertraPFxH&#10;ub+/r9s5v/VjLzYpw095qe8lxU+xKn+5dOwcGhqKbfp3/+7fvXv3bjqd/vmf/3nTY4XYqXJ4b/Zi&#10;sTj3LkEXxAqP+Ufv4eEhnr3TGP50Ml+tVoX1VUJFmeb9/X2K4Sp5wvxJTn/Cpp9gC1rwcja7+irv&#10;OahtV0StdoZWqvA9lj/VsT30WzfOw5cz7eclH3uIN89Fm9889+lr1+n3kN/VwTNYnd9dp6jzvlXr&#10;a9f6xQdOoGOXdMG41rTkzVwsZHn5dDpt9wxzLqyqRRuaorblBk7X4pdWf6PRKM/FNmuLxCtLzK+b&#10;O+QWAACOculozFpXZ5Xig3MPtNmai0XSMfaLb85zR10pf7n67Jg3pU/r1mNS//0/XPyjtLiSQoMU&#10;crH8jyIXAwCga642auyotUuolT25WHS+dCxlB1rX3RHzlDYlRJ2VPrZGDV9XIRfLz9KLxSLPxQ6v&#10;WAwAAM116Whs/6q0HC5N+r3wkXwzF4uMHWMXUdchqi3GVAf5kGFdI1e0mYvFAmTxn7G+WJ6LnbIY&#10;PAAAXMZ8Pj+lcsuly/AXZm20ptXXEQfmYlFMx2pVlZ8miu+fY88V7YuW4HSr1WozF9tahj+e7ZfL&#10;pXUwAGiT2FeX99HGK92xqwd00Gg0en19vfZewLmUj8Zub2+PfUih0Njj46O4pFp5bf7Ky8QclYtF&#10;ladjhhq1QLmoi6bL5+VNp1Mn/6vo9/vpo7enDH/Kxfr9vmiM60qLx28y2xfqac/H9upWq9V8Pt86&#10;5+bp6cndKXRZ+QmVvV6v1+ud8rvNqTxRmudygcI9JXKx6HwzKw981avV6vn5WW2jhurCH25zxYD0&#10;qls8l60Lf9kaWq1W8cjnudhqtcovx3kudrUd5QTSTIA9drVAraANHXfRWmObZ5xWto5WH8R/LhaL&#10;/J9NVDoXiypMx/I7/gPv/heLxXg81lSoj9fX12MHY7c4IeqIzbWJlRu7vLj05OPjYyEXy7v3Hx8f&#10;81xMGf4mSiF7ozsg8xJ4lzGbzYxMh1Nc/mMLUKGLRmObd2mtbB09Pj4OBoM0i3A8Hsd/NjQdOzEX&#10;i6pKx/Lb1gNvYeNmOoIaKmaaaWXSA3Vh1BWUM51OC7nY09NT+qRMp9M8F5vP509PT9fcXU7Q6BPg&#10;aDS6v79fLpev2yyXy10/Kme5XN7f3xspCafY/7Hd/NBde38BPnK5aKyhwVCFmnjLVUkuFlWSjvX7&#10;/XSv38pcFUI2IvLYTLC2NkceTadTF4WrmM1mhVwsP7enSisxF1MSjivKS+Md/qPKfxdwOB+lypn4&#10;AhdzuWhs6we7la2j+/v7zW+eo+M9NZvTsU1Xo0qmUVSYi0XnqzsGuWbdRrR+Mc32neRbYGsuFrIy&#10;/HIxAPZzfe+aptcIopzu/NEvF411Z0ZbO9q3lediUZ6ObZYfOkQKBA+M/+Kfo9ElV7osnjfUf2m0&#10;XUmlgZ/XUsjFnp+fC2X45WIAXNfj4+MlFxy7lnwlnP2N5TrMJFgsFoPBoFwLjmZpaHWa4XB4yifl&#10;ctFYnHy+XC7j+KnZbBb/2Y4gqWDzPVRhupSkvKDy2PFMuViU0rHxeFzi3JqnJAdeKeOfo8WXVXap&#10;w20Ed3d38WwfP4lPT0/xn1sH2HIBhVxsPB7nE9XzXOwcZfibNagTgF3yRlxVt9npzm04HJ6pY3tX&#10;U/8qN41bG8L5nmyuYw4XkM9Fa2Vcs1X5aGy9Xq/X68O3738Qb8fjUe7Igb5Y2ppflkpfos6ai0Wn&#10;pGP5e+bAJpZ8pLniXdGxJ4rUmD/TG7hCWz+zLbsNSif/9ElM37nujnXTdDot5GKFWsh5LhbOUA2g&#10;8ne1bg+Aa6m8jZN3/J+jARXvRp62ucpNVz42Z2uDpfVlN6inho4aO1H5aOzl5eXl5aXCXWmTwmiI&#10;i0UzeZX6ci6Qi0WnpGPpNR44XO7u7i7VluaKVCjYYzabeYtybrPZbDMXy9946eIVT8v1D5crYSAb&#10;wIkqP5HG9ZTj19VWYBjtcJXbsHzlpdSz246eURqtfWuCHeJyEypzrZ/gdplza7VF98MFc7HoxJmV&#10;R/2ijjTwam4wGAwGg8M/+HHLY9Pe9F46x9oXldt64dFDyDn0+/3JZLInF0ualYv5mABcS+pQqaq6&#10;i1N6yA5CN0fuwLVcJxrrgvwUdskGxuaylQe6cC4WlUvH0mVYcf0GSX/fw2964nu4U50VcAGFXGyz&#10;DH/ILltdWEJH/zxAfaQ2VDo5t/iGf7OgZ96E7ObIHeqgZdVdDnSdaCx+vNs9hSGdwi4c85erzX+V&#10;XCw6cexYi8cettJRI7nie/LYM3KzTuVdyB2olc1cLK/nEietpKvAw8NDixskcDgFAWCryqewhI+7&#10;+buwSGWBFIw66OYUlutEY7HJ2u42YWqWn/UEV8kF44q5WHRsOlaiEj9XF99jh7/BSowyi5p1Kk97&#10;m84YBs9zPltzsVR3P4QwHA7zXCzWKr7OvkJtPD8/Pz4+Pj4+dqdxDiVU9QEp183fRG/e8jWruxea&#10;zoTKc0nN8gufy47tvbl6LhYdlY6tVqtjK/FzXaWXujv2Ic3NlRoR5NF0d3d3e3KxkF2wYi7WlHJj&#10;cFbz+Xw6nU6n0wv0xunwo3HK3XEd8lY/XyX+msjnS25NwZrV3UtrNLc9NZ/PTwkHrhONxY9366dp&#10;XOvNdPhQsprkYtHh6Vhcdzl+PZ1O9eLW32YlhQMfcuzbsllFGZp74aGh+v3+nlwskYvBVhfo7DQ2&#10;hOY6KthNzdfNG7Y8BkqbtbLZmN8eb6ZgGjhcS7PaUxUqH43d3t7e3t6WfnjrF6msv1rlYtHh6Vh+&#10;73hUP5JyIZeXDvixsylbHxhtvfB09mrExRRysUIZ/jwXW61WJXJtALqjxCKVq9UqXXe23hymO8DC&#10;5an8XtZP3tJJh25rDf7W3w9DTXy99CN7vV6F+9Fou0KceDZfLBYXGB7/+Pi42ZDe+s0ozg4IH862&#10;Jerfn89sNptOp+Px+PDJdAfuf3rV9a+es3n5j3vexPHk/X7/6empRE94iWwoNeNrkvZCraxWq8Vi&#10;UcjFwoezbvhw1Ui52GAwuOLeQt0sFotzT2syoZIuSO/zXTfk+R1gukJNp9P7+/t2TC1MAxRCCE9P&#10;T1t7odI39ZVyYZ0tclc+GjtRWqSyBSe4/Z3ql+ly3zrM+JCxx3Uen3zgoSvxEuo/DmLXi9r/Yler&#10;VT0/UMcGVeVmU7aD8nmcSYq6Xl9f43diLjYajfIZK7PZLP4zdZ/U+TLBJtkKcEl5meNd8/RzeSq0&#10;y93dXX71SeHRYDBIl7BGy3Ox/PtpCF7e69/N+2GuqLNF7q4WjaVFKlvwab/iEKQ0DKqwG7tOuOHj&#10;8WI174XY8yoKG+zZZtej6jlwLP+DHqs1w61L1+xPtxH1/ONu6myfDFeUThQpFytsUDgFycUax/nk&#10;fNQag/3299HG6fzpsjKbzXY1A/v9/v39fRos9vT0lJKyh4eHQwK4OitMdsnbO/Ho5dUMmnJPCy1w&#10;tWgsOrB7oeaumO6NRqP9c/UL30w1ZepTX2yP5XKZpvPsqkSw/+VvFR91d3dXwyA8ZiVbpx8+Pj7G&#10;m4NdPxoOhzV8RSWUHjbVuPFWW/tkSryl4Vi7cjFgj8Fg0JpeKKhQPit/1zabHS37e+hjOY6YEOVV&#10;Vpo+rXLXVMq8aZZPOHWl5sK6vErY1aKx5p7R6iZdjfKOmq3frGHd/f1iVf7BYBCviJv7nDqUwjFz&#10;CeOV+PHxsbax7J7YbuuPaj767yipMmuJt2izhrdsXQ4idSR28GrExRRysVTZMA4ljufbGMEvFovK&#10;p5+b7kejNetCAxd24AckXmXevG8fjUapRTOfz/NplcvlsoltyT3DwdJFOc/OGtFeo2W6vCBY+RUq&#10;T2eRymrtL9DeuFws2r9mZX5RPLw+fWzyTadT770aiqfjU2ZThobcSexfeKiDVyMuoxA9x/UoU3GT&#10;1A8Rz67j8VhKC8B+6SKy32w2Wy6Xr6+v6Spz+DPnq4eFZi5Ltbm4zdaYzFRKKG04HJ7ShrpmNEYl&#10;tl6N0nsiNr8bmotF+9OxfHXnA6Oufr+vsVdb8Y16SrGVxt1J5Gfwxs0JpXHy2i4xF0v/jFO28+Xg&#10;v5gAAAAgAElEQVQpl8tl5SmtUkoALRbzr4Knp6flcjmZTI4d6hWnVcavx+NxuiRNp9Obm5sDV6iv&#10;g+fn5zwX2zWVsnEdvbRPl0shl4/G1uv1er0+5XeneW2nPAn5ujDpm+mtPJ/PG52LRXvSsTwZPHye&#10;zv39fUNHYjfIarU69pYlbV/iT9O4wedbUzCFxriYPBeLJ8+UmqVcrBEnSeN/Aa6rUDJ1sVj0P3b4&#10;MLFNcVpl/DpOq0w/2tprXjer1erh4SGvTpBWgo7yWz5Dxri6zi5PGU6Jxl5eXl5eXk753R1MIs8k&#10;XTA2WwjT6bTpuVi0Kx3Lh4AdPuImXqcr30mS2DlWrkpRF9amzD+q6Uyo0BjnlhYmznOxvPRJaFou&#10;ViAmA7i68Xhc7ZCufFplTMfSnVLlv6ta8X44X5Qz3qmm7+Q3rnnpz0a32qChrrxCZWjLIpXXlUYX&#10;7yot3/RcLNpVlT8fXJ1PDuJaUkv72KAqPqrEX7DySuHn1u/395SqVWiMc+j3+/ECUcjF4qJ7aeWW&#10;PBfLiwE3Qrk4z8oAHOgy/RYq/dNE+arxUbx8vPmpOWS5ydgRHp8//v/p6Smfk5gWkKlPp85qtYor&#10;yKfvxLviwvCxfCpl2th9INfS5eUpw3WjsXSaO3xtQbbaHH+XX0LakYtFW9Oxwjjk19fX6+0gIXyY&#10;JX3sGy/2+JU4ETexLkM+zC2d/bo8t5+L2czFYnMiXi82c7HN1k7duH/gYmr+WYA6SIsdx38e8qk5&#10;ZJDE/f19/rTx8vT09DSfz+OvKExFvEpMFmOFeBucv/B4TNKupm+m0XB5R5QhY1xRl5enDHUYNRZ2&#10;j3XiQHm5sXgk856H+XzepjPs1nQs7zh6fn5u0+ttnPjeK31dP+VE3JTZlLt0eW4/l7FarTZzsdFo&#10;FO/mp9NpIRdbLpddGFEljGa/brYQ4Cj39/d5vdT8zrwSsRbK6+trSpG2Dh8LGzMJ0s3hOU718RIZ&#10;uzZ3hYBbB4vlY+UeHh7yGZcHLvcJVO7K0Vh+GuUU+XSYxWKRn3/bN2V1Mx2LFTpTr5GBY9eS7leO&#10;va6n8SmnzKZsUPt2c58VGuMCUpnFPBcLWRn+Qi7W7/e7EI3Bfnd3d2kcyrl/V+EWDhpqNBrFzpVd&#10;n5rSb/VC7rY5fKzgih+oeEdX2LF8UkVh0mWbJvrQUB2fwnLlaCzehU+n00PmmbNH6tJMCwPnF4n2&#10;TVndTMfymLXEwLEYTLggnSiVGDv2/RYfWKJnPk+UmvImzyuFb+6z4QmcWyEXK5Thz3Ox6+0j1Iil&#10;e+BNm1NYzvfBGY1Gu4aPpW12JWVnFbOw+/v7mAkWao0VBovFa3H6qVyMOmj6FJYY7ZVuTF1/QmX9&#10;65g0QiHZjafXlPvGRZSvsV9ntJmOlR44llqGWoMnen19LZHDxnir3D1BepM3KFFKw3AK93Dxi272&#10;0nAxm7lY/Gc8BxZyscaV4Qfg6i7TJb85fCz9KNb22nqXdQ7xFjRmYSEbppAr3OUWLq9yMaiDr5V+&#10;5O3t7e3t7el7ECdexVMJpeVXoHR6TZPazno9uKKYjoUQxuPx8/NzPonvqFWc+/1+vHxuvZhxlBK5&#10;WOmFKVerVV7Y4tiHX8vWz2PTe2lohK252HK5jIHsdDot5GLz+bzpJfygWUxhprlSRYhD3sZpm1NG&#10;SMThY5uVKOLlLDl3Oyj+lsFgMJ1Ot76c5XK5Jxcr/BSuRXWX8qPGer1ehfvRvnpYF5YnQWnUyebY&#10;5vYpjB3LB44dNQQsDTp7eHho67GqpzQHs8RjU6TerNb7ZpznUsRlPD4+pop+KRfr9/tpkm8hF5tM&#10;Jkd1MwAnMnCYFjhkBbD8rX7ivXdcvDL96s1w6lozK9NosnwSZT7LsjDFEmqiQXNxqnX9CZX9fj9G&#10;Eu2rh3Uxhc6HfMXPvDx/Ww9vno7lycKxK59OJpPY25NWcOPc8lb3sS3wq1SRON3+FKyzlyIuII6y&#10;jG+8PBcL28rwx1zsHLthUAzs4QNCc6Wyv4d0yae797j9dDotPakwL2o2Go0mk0lclCxc8F4xVRkL&#10;u4f/F9prs9lMZzy10sSVzap1/WgsOTbIIErn2a1V21JLu92HN11fT7z+pYhN0bELyG8RTqxn1MQz&#10;eJ6CKTTGJRVyscLNeiEXK6wCdvpvb2Ki3SyyFeAq0nCHcFiXfL59CCHVDq5kT+Jvj0lZ7JU8xy1W&#10;PN++uc+FwWJBcTHqJx+j0NlWcC2isXxtQY6SmjTxDLvZV9Odlnbe+xSVWPk0Fh0bj8ftThJropLy&#10;3o0bi761Q6Yjhcbu7u7MGK2DzVwsL8Of52IPDw/5A6u9UhsjeSbdue63kj8f7XDgjXScC1noKK08&#10;NjpfCLX/tm0zEQsflgiQi1FbzSpTU61aRGPxtFIiyOi4Qi4Wtk2fzMuNdeHwFobODQaDo5aqDCGM&#10;RiNDxg50yqyrvGsi3iWU24dm3Vukik4h+2x2p9BYv9+XOF/ddDot5GJxMZP4o3x+x8PDw3A4PN8q&#10;0s368ALwpqPmVIYPw7teX183ZxI0dFxVnMu5ayJnQ18UXWA2ZahJNBZ2TAZkj81cLOyYPtmRY1uY&#10;E5SUKO0pFztEOuAlItf8j9WpUgtpotPWDhmDaLiAvKBYmjyeQttCLpbfwT89PVVyt7RYLCoZMQpA&#10;3Rw7pzKJPdP5BaJBAVm8hm4OEMs14oXQWa2ZTXliY6ou0VjsZDCL7UBbc7GwI+VNHTgtPrwPDw/5&#10;1ShPA+MXbX3h15K/A489ga5Wq7xh7E+jl4bLy3OxkJXhjz/dzMWiSu6WGn3L1TgWGG2cVHoSmu7Y&#10;dkccQZYm+Efp62MneeXrQhakIv2nix/YXYlYnBUR7+5c+2iELs+mDKdEY+v1OoTQ6/Uq2Y80p1I7&#10;+U27crHw1vTJVh7eWE86/TNVnrq/v0/ft+hkhfK6CeV6wB4fH9PXXTv/pju8rcfNbROXUcjF4szo&#10;9NNCLqah3jipydeFAeNA3Rw7p7JgNBoV5ldGxw433tN3e9bBy2mpSjd1NIh++uhrpR/58vLy8vJS&#10;4a6kFeUrfM722ZOLRZvliuLY5vTwc+/hJT0/P+e52NPT02QySUXWUgGdEMJ4PD7xtXtnhg9BZCxI&#10;tFwuS+Riz8/PqbXWtbHlW9+B3Sk01j6rD7b+s57iiNrNXCyuNx82crHCgNx6yo95zY8/QOvl7Y7S&#10;5+Q4v/Lp6al0H+qF+3XijfFyuZxMJqkxAo3QmtmUp6vLhMrwYWpoiyf9ne7NXCzsKDeWzOfzdoQR&#10;hTVfti5TWFizMm8NljAYDLoW5exSujpYoQ+wswdTobF2yHP5/J/HLv1xMf1+P77NCrnYZDKJrZfp&#10;dJqf5WJMVpjbUnMdv6WL8i7fro3MPZNUUfuURWMO16BPHGxVSS2XOL8yhPD6+pqmQM7n8zc/g29+&#10;glJqVsknes/MTWgW9ww1isbizVwrJ/1V4pBcLLxVbqwdh7eQsOw5IIV0bDAYlEvHYrsx/tIur18Z&#10;j2e5l18oMZaP6euIrWOVDWBurq0rnNR89N/d3d1mLpZ+OpvNCrnYaDSq/1jj00/IVRWdqZv8D8op&#10;UkP6ApOkjHykTapqd6SY7M1z2iGfoBSHKbcC4a16L51SfkJl5dL4W7cFmw7MxcLH5cbSkaxkbHMd&#10;PD8/Pzw8FBKWNw9InsLkha4OFxeWjsdwMBjUv614PqVzsUKJsa7Fi/nEyfTa8w9j1w5IW9V89F9q&#10;XRRyscKJcVcZ/rYSTANUqDXtDmg9pV1yNYrGQgix3Em58KLFDs/FovTOzo9kKiXT3MMbhx3lkygP&#10;HMGUp2PT6fTh4aHcDkwmkzjQ9PTKZV2Tz37t5rzUNOggj07SWBVXoyZKJ9VcI0KWQi5WOCXmuVhh&#10;sCcAHKIF7Q7olJp37l5GvaKxtE6lHobk2Fws7Hhnbx1N1iz5nJe84v4hCulY6WBrNBqldKx0xNY1&#10;een90JDsoFqr1SodgfxTnEIHV6Mm2nr+qf/ov81cbDgcbi3DX1j/FwCOVf+1XKDLWjabcj6fn7IE&#10;R72isfBh9IQehqhELhZCGI1G8TAWUrCto8kaJH+jl/j05unYKcO+4qI5l6nFey2r1erh4aGSkXGb&#10;heHqnx1ULqW6eXnL/PC242rUQYXhfvUvX7o1F0tvv+l0WsjFnp6eDGkE4FjmVEL9mU1ZUD4au729&#10;vb29rXBXoth3rYchlM3FonydyvTNNC6gBYe33FW2kI6VvlT3+/3JZNLWOOP5+XkwGEyn09PXvS7k&#10;Ym8Whmur/bX265+nsMvWOZV1NhqNduViIavannKx0WjU4j4AAM7HnEpoCjd7UflorNfr9Xq9Cncl&#10;Uow/OiUXC9kglDYV489boaWvsnk6NhgMmngczicOFktvvBMXFdrMxTo4XizsKMCfH5xuxoWtVP/J&#10;wqvVKp70CrlYfkbNc7Hr7CXU1QUWM23reql00FVqufgEweE0RgpqN6EyKMZ/ci4Wta8Yf1XV9PPn&#10;qfw4NDRri6FYHCw2m81ObxXLxZKtBfgTQ8YarfCurvmbPGZej4+PhVwsP5cWcrHCBxkADnfFWVqn&#10;tBSgC1LnvcZIUsdoLA5uam61+BNVkouFj6dP5gPHNr/ZIFVV00/PU/mFczAY3NzcPD8/N24JyxSK&#10;3d/fy8Wq8mYBfr00TZfu+5tyY5EXFAsbZfg3czHlJwAo5/Jd8qngcghhOp3Ge/LL/GpoltMr57RP&#10;HaOx8GF4RRNHNp2oqlwsfDx9Mh9d3PRi/P1+PzVBT6wXlqdjlQSFq9UqrV85Ho8bdD2ORyMWUDsx&#10;xpKL5fYX4G9KmMIejSs3lgqKhW1l+Au52HK5VH6iccwnOp8LTJqu/7xsONxVuuTv7+/z+6tm3ZDD&#10;xWztvO+4mkZj8c6goSObSqswF4tSmy2PKlpQjD/vETqlXliejg0Gg9Ovmv1+fzQavb6+5uFdra7H&#10;e47V6QFWXqos6nguFj7+6O3/Jk3XuBuLPBeLYUpKzVIu1vHPb0PJVuqsU7e1EK4xpzLejS+Xy0JA&#10;FtdeX61WbsNAP/1WNY3G0oin7nR+Vp6LhR1195tejD+aTCaVDH8rrFlZVYaVArL6nG5SNbEz/dFX&#10;q9Xj42Oet2pX52+n9KHe+k2aq6Fv8jwXK7QT5GKwS6yZcIo3n2EwGFz7VUKVrlXmOAZk+X34dDod&#10;j8fpI2a1GbqsrbMph8PhKdMdahqNhQ9n0rb+2QrOkYtFWy9IjS7Gn+TD306JtArpWFWTK0MIo9Eo&#10;ZmTXvfTmJfbDeeLmWLo7z8Wenp60q9Ppq9BvuflNuKRCLjYYDFJPQyEXU4YfgFNct8xxYTJHzgBb&#10;usxsyq2+XvqR6/U6hNDr9arbmY+kYvz39/ftbmOfLxcLH1+Q0pHc+s3GiUXH4qEbj8enHL2YjsV+&#10;pOl0mhfcOau4AkDMtiu/QscWb/rnbDbLiwpVqNB4ns1mzX1TVWhrAX5Dxhpt/z19TQbh7vrorVar&#10;GIvn57e0HuXd3V089YVsvOfz8/N8Pk+n2dqqyZGn3eId6SV/nTJ/tEb6+CwWi6vcH8b5lfmAgOFw&#10;6E6VzjKbcpfy0djLy0s4ZzQWQri/v59Op4+Pj5PJ5Hy/5brOmotF6YKUH8mt32ycOFI6pWOnzADK&#10;07FwctZ2oNL32bEpuFgs5vP5/rvnOBjkTFnV5iTK2WzW3LdTtdId2NarjktRE+2f6FSTaVCFz+Dz&#10;83OqJla41qRcbDQapXSpkItNJpP6lEqEa5lMJqvV6vQr6c3NTfzi9fV1z2bx86jdTmvEBl0IYT6f&#10;X6tfsN/vu0GFqOZdnldUPhq7gHhb0OiRTftdIBcL2QUpP5IpT2n64Y0l+eMLHAwG+28399tMx849&#10;AGq5XKbpjfP5/JCkbLP5vatvOb6c8+18YVRaULXhY1v/mulS5EA10eVrCe8S313p1JcvVJ9vFidO&#10;xq/juNStuVjIyvAXcrGLvaJTNPf6RYNc8m3mLU3L5LNVzjSDATiQKSx71DoaCyHEMUGNHtm0y2Vy&#10;sZBNTQ3ZGLH8Nzb98E4mk9QgvLm5qXDs2LknV/b7/bSro9FoMpk8PDwcEpDFlnCaibmrfNj5bq83&#10;KxAp2p1LV5205F8wern56nOeHA6H4/F4c/5jPmQsLygWQnh8fNyVixU+zs3KxSrRnQV/AK4itUSu&#10;OHAMyNWnx7c+6luGP4od3Vcp3HhWF8vForxiffpmqj3fgsObXks4eW2BvCp/VOHKladbLpevr6+T&#10;yWQymcQy/xcOpJ6fnx8eHgrFxV5fX+ViuXR88gF9Ri9Tuc35j/H7hVxss+5+IRdLcW3heZThB+B0&#10;+WyVpjc6oLny+7qUD5DUPRqLpdZDw9dSLLhwLhY+DBxLv33zm00/vPlrmU6nsbz9Kc+2mY7d3Ny4&#10;lsdQrLASZadGlxwiHx22OWQsH0cGp0jrwJ6Yiy2Xy9QLVcjFYhn+y7+0C7NOGcBZxfon8eumNzqg&#10;uebzefwi3UOSq3s0Fj5M/WtNJ8Plc7EoBcPpIxE+Hk3W9MM7mUxSEy6mY6e8ojwde3p6ipfzwWBQ&#10;n+FjF/b8/Hxzc1OY7LlcLqU8BbtG2WwdRwanOz0Xy++NCrnYZDLJLxkAUE6bGh3QRM/Pz6kp19YW&#10;3Hw+P+XGtQHRWPhQmqcFnQzXysVCNq4qvyC1aeBY+LBgZfx6Op0OBoNK0rHxeDwcDuMzx8mVnQrI&#10;VqvVzc1NIe6ZzWaKi+23dchYaO+liKuoKhdLZfg3n1aYC8Dp0kyg0IpGBzROas11YUJAOeWjsdvb&#10;29vb2wp3ZY+0CmGjOxmumItFqYWTX5Ba1oeTp2MhhArTsfDhPDIej+P8ytYHZKvV6uHhobAMZQzF&#10;JpOJXGxTPmRs62fcpYgKjcfjSnKxGISlpy3EbUaNAVCJdIWaTqetv4uGWtFPf4jy0Viv1+v1ehXu&#10;yn4xwWluJ8PVc7Hw8QWprQPHQgij0SivFFZVOhaf+fX1NaUbLQ7IUiiWz6AUih0uj8DezMugnD3r&#10;UR6bi6U+ks1haIesmQsAh8jvoq+7J9AphowdohkTKsOHBKehnQx1yMWirSlYywaOhY06+ifWCOv3&#10;+6+vr+kPlwKyNIgsBmRNfGduigtQFkKxEIJQ7E2GjHFhaSDwiblYCsIKZfjj83jfAlCVvB5/O+6c&#10;of4MGTtQY6Kx8CHBaVwnQ31ysbAjBWvl5P9COhZrhFX4/KPRKB9E1vRZlnGYWKwpVgjFnp6eXl9f&#10;hWJv2tUbY8gYZ1VVLhbtGoYGAJVIjZHGtemgoQwZO1CTorE09e/h4eHa+3KoWuVi4ePpk7HucrR1&#10;rmXTxdFe6fVWno5FTZ9luXXuZDSbzfLhcuyxqzcmfd+liHOoKhcrlOHPn0etscbJL+4AdZM3RhrU&#10;poOGSo2R2WymWbdfk6Kx8KGfoSnxTd1ysSjvq8kPY/sGjkWTyaSQjp3jzbNnlmU936tpmNiuUOzp&#10;6akwnIQ9tvbGrFYrPaKcT1w89/RcrFCGv/A8ao01zt3d3bV3AWCf9tVygdpKjRFrjr+pYdFYmvpX&#10;//imnrlY2F13v5UDx6JCOjYYDG7OI06rTL83/nMwGDw8PNQhJlutVm8mYsvl8vX1dTKZ1OpNW3O7&#10;hoxtHZgJVckvLifmYqmVsvk8l39dALRb+xYBg3rK5690oTEyHA5PSQAbFo2FDy3Mmsc3tc3FovSO&#10;KRzGNOClfc2hPB27vOl0mmKym5ubmJRd5g28Wq1iZf0Yh+0ZI6bQfmlvDhkzm5KzOjEXy8vwbz5P&#10;/d+9db4ZAGArA8fg3PIlwowoP0T5aGy9Xq/X6wp35XA1HzhW81wsfLw6TGHgWIsn/9/f318xHcvF&#10;pCyPyapKylYfPDw8pDhss7J+EoeJxTFiQrFydg0ZS5+s2p4HaIeqcrGQFaHIn0etMQAqZ+AYXMzT&#10;05OG3iG+XvqRLy8vIYRer1fdzhwqJjjT6fT+/r5uf+b652LR/f19jEvyYQKF79fw8J6i3+9PJpPY&#10;SVXJ60qzjfb8rVerVZxVN5/Pt+ZTW785GAzi7UI+IjRuuVgs0jS9QpP18LJWs9msZX/ca9k1NOz5&#10;+Tn9Zet8HqDpqsrF8mZJ4XnqX5nCqQygiVrc6ICry4eMaYwcqHw0dl3xZPr4+FirSuFNycXCh6pt&#10;cW/z5lOuboe3EhVed/v9/nK5jMOydv3F+/1+/I2j0WgymcQRRrtistyuDcqVdY9BWxq77uajKimm&#10;nM1maaCyqZRcRn7mOSUXy8cIF54nfzNXPnysQSv5AlC5vDHSykYHXJHGSAlNjcbiKNzCiKfralAu&#10;FqXBdyG7IOVXqVod3no6JB3LxQ3ymOxMKxjmWZgg7Ezy3pi8t9NUSi4mP4EU8qyYi93c3KQN8sD9&#10;9fU1fvH8/DwcDu/u7uJP40jYreelypeqrM/6rfmKGQBcTL4ImIFjUJVd9V7Yr6nRWPgwcGzXiKcL&#10;a1wuFm2dVjkajd4cUEZybDqWxC1fX19Xq1W/34+1xh4fH6fTaV4TbU+ZsMI2s9ksNnH9vS6gMDQs&#10;HXNTKbmKFHWFEPr9fv7P/VKadpbdagi1aQGuxcAxqJwhY+U0OBpL45sGg8F145uG5mJh97TKrQPK&#10;2CVPx0q8FeP2+aPyfrN48FerVUzNtj7/cDgcj8eG+F1SGhqWKpdHLkVczCFXnMMzsl3bp4KJFUpX&#10;zGqfEIDGSY0Os1WgEoaMldbgaCxkJ9MrxjfNzcWiXSnYrjr9bBXTscfHxzNFtAaC1Uo+NCxVcAvZ&#10;paiQl0FzpYKJlfMZASBkjY7xeHxsjw5Q0OV++lgYt/QSUl+rdGeuIEY50+n0KgV9m56LRaltnx/G&#10;OKAsfj0ejzs+3eYQcQXMa+8FZ7dnKmVeeuw6OwcA0CixhHT82gotdXZ3d5dXdKGGDBk7Rflo7Pb2&#10;9vb2tsJdKW25XIZrxDftyMXC7hQsDiiLX6fpY9Bxu6rsb83LAADYL/Up6o+vszgOoNHN3tbr8pCx&#10;05WfUNnr9Srcj1OkglmXnFbZmlwsMq0SDrGryr6plEANaWECjRAHjqWWiNH3UMLDw0P8oh0BxeU1&#10;u9ZYkpKdy8Q3LcvFojwFS2Xgd9Xphw4qTKVM38+nUpae3A5QrVjW+tp7AXCQvCXi3AXHyvvvKafx&#10;tcaS2L1wgVG4rczFwsfTKgeDQfq+aZUQHTKVsk3nBKCJKl9RlMoZzQeb8opjwLFSe8QUltJaMmos&#10;ZOObBoPB+RY3aWsuFuXTKh8eHkyrrEScauegNd2bUymDvzJQA8ok11a6iBiAD1ulFkfkVHa4u7u7&#10;a+8C15SmUgargZ2gPdFYyJKdPNapULtzsci0ymqlKXgtfs90QT5lctdUStUu4SoMwCmwXHJtmeoC&#10;+/X7/eVymSav6I+HQ+T991YDO0V7JlRG8XZwOp1WvvRvF3KxcPC0Sk2RA6XjOR6PLUfdUIUSY6ZS&#10;AgCcQ94SsVpl3axWq+fnZ3+UWin003e8PTIcDk+p+9y2aCyEsFwuQ9Un047kYlGeguWDM1Mv9HQ6&#10;VXTscKPRSDrWaHnhHlMpoW70jgK0Sd4SGQwGgpj6WCwW4/FYRcv62NN/Twnlo7H1er1eryvclaqk&#10;3oYU35wYb3cqF4vSFOXpdJofutSNc45xeS0mHWsuUykBAC5pMplYBAzelD4dSu9Xonw09vLy8vLy&#10;UuGuVCgvOhZbsKXPqh3MxcLHa8Tkhy5FPEHKcyTpWBPl+VfhkqOLBlpDBzhA3eT99O6cYVNeYkzp&#10;/Uq0cEJlFN8f0+k0tmDLnVW7mYtF+fTJwsSxlJopAXAU6VizFIYo52WtTaUEADifQtExd86QK8xf&#10;UVyiEq2NxvLzaZTePQfqci4WxaptYeOClA9yVgLgKNKxplitVmkZisJ4MVMpoWWseQ9QQ4XZKloc&#10;ECm9fyatjcbyd0z+zWMf3uV3Wz6tsnBBygdtKgFwFOlYI+Tv6ny8mGqXAACXUSjJf92dgZrYVe+F&#10;E7UzGtuai4WDOxzkYkkeCuRhQb/fT2PKYk23S+9Zk0nHai6fup/e51Gh9N5FdwsAoGPyxogWB+Sf&#10;gvzTwenaGY2FEFIPQ8GbQ5zkYgXpSBaKjuVTVhXIPJZ0rLb2TN3PIzNTKQEALiDvj3fbTJdpjOw3&#10;n8/n83nph7czGhuNRpPJZOvbZTqd7hk4JhfblB/JQo5jwcpTSMdqaM/UfbP6AQAuT0l+CBoj51c+&#10;Gru9vb29va1wVyo3Go1eX183A7JdA8fkYrvsicAUyDyFdKxW5GIAADWUFx3T4qCD1Du+gPLRWK/X&#10;6/V6Fe7KmeTZTbR14JhcbL/96ZgFK0uTjtVEfr3ZvySl8wMAx8rvjtwpQQmTySS1OCwCRtek97zS&#10;++fTzgmVBZvDxwrnU7nYIfakY/m1yvIxx8rTsTR7nAtL79vZbJaXtJSLQc1JHAA64v7+Pn5hETA6&#10;JS8xlj4FVK4T0ViUB2R5EUe52OEKg5nzdCz/lD48PGifHCWlY7uWj+B8VqtVfneVv5PzXEwXDdRf&#10;vm4G1Er+5vRGhXIsAkYH7VkijGp1KBqLCvPX5GLHygeI5VP9+/1+vnyMcc7HGo1G6QBySYPBIF/q&#10;JV1vClMsrY4M9eQeEaA7lDm+othaubu7u/aOdIj5K5fUuWgsZBnEeDyWi5VQmD6Zp2Pp+8Y5l6CB&#10;d3n5uzQ/D6xWq11TLAEAuBZljq+o3+9rsFyS+SuX1MVoLHwc4sjFSsgnneXXpMlkko9zlo5RZw8P&#10;D2m8WH69yXOxEIJcDACgPvJ7M1NVaKu8Ka09cojhcDgcDks/vKPRWCplJxcrJ58+GT6+JuXjnKVj&#10;1Faeiz09Pe26xzLLFVpvsVhcexcAOE5eyEXRMdqn0FS57s50RPlobL1er9frCnflYtQXq0ShuFge&#10;gW2mY4Y6Ux+x7n5+scnPA/mPlsulQePQesqmADROXpJ/PB7rjKdN8iUpRRYXUz4ae3l5eU/OBBAA&#10;ACAASURBVHl5qXBXLkMuVqHD0zGFAEpbrVa6wioUJ0sekotZAgYAoLbyomPGjtEaeel9JcYuqVsT&#10;KuVilSssorwrHQvKZJY1GAziaqrX3pE2KBQRWy6X+XlA/wwAQIPc39/nY8fcMNN0Dw8P+ZKUeYFv&#10;zq1D0Zhc7EwKA8Tya1JaDDSSjpUQj+14PE6pDeVs5mL5oDBLIwMANEu/389bImZWntXz8/PNzY38&#10;8Xw2S76YwnJJHYrG5vN50Og9j8I1KT9jFgr2S8eOVRh8RzlyMQCAVrIIGC2wpxQyl9GhaGwymRTm&#10;T1Gho9IxvQ1HyY+tldRKeH5+losBALRVIR27ubnRGU9T7F8ijIvpUDQWQjAi8awOT8fUAjhWqjPq&#10;0B0rT76CXAxaJ2/8aAhRW96ccG7KHNNE+5cI4yjz+TzOFCynW9EY55avFLOZjr2+vu76KYdz6A6X&#10;V7KczWavr69yMWgxHWA0guY6nIl0jGbZv0QYF1Y+Gru9vb29va1wV2iHyWSS51+F2f6Fn4p4jmXs&#10;2OHyFSdns9lkMin81LrI0ALiMBohf6N608L5bC4C5p6Zetpf8oXLKx+N9Xq9Xq9X4a7QGnn+VViz&#10;MryVnbFfWqNaOrZHnLGfz6Pcn4sVfgoAQEMp5EL97S/5wlWYUMlZ3N/fp683L0gp3wkfKmW6Yh0u&#10;jRV3pd+qMGN/Npvlt0fh41mW4eP3KgAATaeQC3VW6KSXi9WEaIyziN01eVX+fKWYfr9fqAXginUU&#10;6dguhZHJT09Pk8kkXWwK67+4FAHByr8ALaWQCzW0OXlFY6QmRGOcy2b+VZjtX6gFYHLlUfJ07JSV&#10;ONqkUHS/UMkypmb5+i8uRUAI4e7u7tq7AMBZSMeoFUVd6kw0xnntHx0WRzubXFlOOrYp7ums1Wp1&#10;c3NTKLq/azHKYP0XAIBumEwm+UQWDQ2uJW+PxE766+4PBaIxzi6ODttTet/kytLyQ9fZsWNbJ1Hm&#10;G2yOJjNYDACgI/IbZvNUuIq8PfL09KST/hyGw+FwOCz9cNEYl9Dv9/Mem83RYdKx0kajUYwdNxcD&#10;7YJCTf3CcLDCaDKTKAEAOihva0ynU+kYl5QXO5aL1Vb5aGy9Xq/X6wp3hdbbn3+NRqN8cmWhcj97&#10;pHS8U5Hi5iTK19fXwiTKwmgy1yFoH5cJAA6xmY65gnABcrGmKB+Nvby8vLy8VLgrdMFm6f1ClLO/&#10;cj97xLFjXUjH4kKTh0+iDIqLAQB0XiEd09DgrDbnr2iP1JkJlVxaLL1fKD2Wd9psDi4z5vkQw+Ew&#10;rVnZ4sv8arXKF5oM2yZR5p0zm6PJgDbx6aYRDE6BmlDFhcswf6VxRGNcR6H0WKHTJk6uTPGZlSsP&#10;lC72bb3MF64xmzX14waF4mKX3ksA2E1MBtf15iwWOEXspzd/pXFEY1zNm502k8kkpWPhQ/Uxl679&#10;Cke1NTavMbPZrFBTP18ROeicAaA28quVoY5wdf1+v9AM0cqgEoV++tls9vT05LTfCKIxril22hQm&#10;V+YbTCaT5XJp2PNR4lFtTSqUKovl15jlcrmnuFjcoDVHAACAahVWAAtaGZxmsyM/zl/RJGkK0RhX&#10;1u/3C5MrC502/X5/c3yZjp39WtM1Ueh4CSHEUCx/gZtLVRY2ANhjsVhcexcAuI7NfnqtDErYHCym&#10;n/7y5vP5fD4v/XDRGLXw5uTKrR07Ll0ttrXjZbOg/maFS8XFgKPc3d1dexcAuJpCP33YtkoY7LJr&#10;sJh++sYpH43d3t7e3t5WuCt03NZ0rHBNih07Rj63264ZlIWOl9VqVSgupnMGAIASCsPHNlcJg00G&#10;i7VJ+Wis1+v1er0KdwUKC1OOx+PNa5L5le12yAzKuNnj42NeXGxzQBnQBXr1AajEruFjWhlsMlis&#10;fUyopHY2r0nPz8/mV1aizm3I5+fnQ2ZQputQis9MogQAoBKFVsZ0OjVJhQKDxVpJNEYdjUajNHYs&#10;hDAej7dek7bOr9S3s0s8idfw4GymXbtmUBYmWoYQnp6eXIegy3TPAlA5k1TYymCxFhONUVOTyWQz&#10;9tq8Jm3Or4x9O65eu9Sq42tX2rV1BmVhM/0zAACcydZJKvW5i+byDBZrN9EY9RVjr0MmThYKZ+7Z&#10;sstShliH6/rz8/PNzc0haVfcMu+ciZvpnwGgKfKCBnUubgAUGD5G2DZYTGOkfURjNEC8Ju2/LMXC&#10;mYUcbeuWXXb1dCwuK1mIusKHsmKFC8xqtRKKAdAyLmHQLIaPdVxhjovlv2prOBwOh8PSDxeN0Qyj&#10;0ajQaRN2jyATkO1xrXQszZ3cjLpeX193lRUrbCkUAyq3WCyuvQu0n4sXNJ3hYx0U++nzOS6xPXLF&#10;XeJ8ykdj6/V6vV5XuCvwpl2x1yFLWIbsGtbxy9iF07GtBcV2RV2bGwvFAAC4ul3Dx8ySbp+t/fQG&#10;i7Xb10s/8uXlJYTQ6/Wq2xk4SLwsPT8/p/FH8YvNxQrTlmmbfOMQwt3dXTdPcDEdG4/Hd3d3Z/oV&#10;8S7h8fExT8RCCLPZ7P7+fvOwr1arzY0tQAnsVyjhVOKUfr7TIADtk+6i4z93NUNoqM0mya7GCy1T&#10;PhqD6zoqIAsfsrDCxvH73QzI4toF53jh8YoSQhCKAZfUwTM5AJe3pxkSPjQ9aBxNko4TjdFsxwZk&#10;hY1DtzOyal/srkQs7O1sKfw59m8MUOBcAcBVjEaj2WwWslvfvFkhT2mQraHYbDYbDof+jt0hGqMN&#10;4gCoxWJxyNjmmKY9PDwUTn8uZuWsVqvFYjGfzzcTsbA3cBSKAQDQXLEie1wUb7PrXZui5rYmYkGT&#10;pKtEY7REv9/v9/tbZ01uvSxNJpP7+/u4MFkhoIn/1FGw365SYlG8ooQdAzrM4QegU1TphhbbPzfF&#10;LMsa2hWKdXAWEYlojFZJZcUO6beJaVr4cCULH2dk+QqJMrLkkERs1+Vk6/gyoRgAnVJuvQig/jYr&#10;vQSd7jWza+6k9kgLzOfz8GEUZwmiMVqoxGUp7+0JezOy0PZunxhgFV5jPCy7Zk2+mYiFHWmacebA&#10;iU5foTIOH4azyt+ZWl/QbqklErI2RboNdvd7Lc/Pz5ttGaEYSflo7Pb2tsL9gMptrSmWX5bCtpDr&#10;kIwstDomGwwG4cNw4l1l9aM3ryV7JvDrNwMq59YWgJp4c5alO+HLUFCMA5WPxnq9XoX7AWeyq6ZY&#10;XnQ/HJmRhY20KD5J06emx/Fi8evC682VTsTCWzXIAI51+snk7u6ukj0BgE17prMoQ3ZW1p3kKCZU&#10;0n77a4odm5FtnVSYP2EaUFb/pCxNdQy7h4ZFcWnq/ReSNxOxmh8NAAA4hxSQ5U2JvBkirKmQgmKU&#10;IBqjW/KcqxByHZiRjUajyWSSBlhtjq7a2jWR/nmVvCzV4on7HCsU7s/CktlsFtel3vPkxogB12Lh&#10;PwCaYjQajUaj2DTYOois/j3rdWbuJKcQjdFR8co0mUxKZGTh45FoYW+V+j0JVBqKFf+ZJvUsFosS&#10;5+75fB6foUT+le9PCrPiwO/pdLp1sJhEDAAOJMMFkv1lyIKJlsfYPwlGKMbhRGN0XZ6RFYaA5den&#10;/X04Bw4oK9iVW+15YKyRv+vZjgrCojiobeurG41GT09P4/F4PB6nYd77E7FdTwVwAeXSBytUcmHl&#10;llIF2mdrGbLwcVtATLbpzZowEjFKEI3BP4oXpxhs7c/Iwt7xUPmAsnjiTu2uEiO5qpKPUEvD0968&#10;YOTpWHyGrb0xIQSXH+Dq9nQewHXll0iXSyC3tQxZIiaLDiyRrMp+l+VVjEoQjcFHYrD1ZkZ2YK39&#10;+KO0QTxNp9Jd+YqQYcd8zMPFiCocn39tlV9+os0aakEiBgAAJ0sTWfZMQOlgTBYnrIS34jC1XDhd&#10;+WhsvV6HEHq9XnU7AzWSMrLNRS3DjsFTxy5MmcaXRfHaNp1Oty5S8/DwMJ1Ol8vl5pPHH53SQ3L4&#10;UpXBEGWgTvr9fuoYKO0qg3kBYFNhAspisejaaDJxGFdRPhp7eXkJojE6YM+ilrlKwrIoDfg60LFj&#10;R48KwqJ8NuVwOHQRAupj/yq6b1qtVqIxzk0ZfqCEGJPlo8n2x2Sp9dG4mOzAOExdY87HhEo4VBzn&#10;HDsoQrYQ5AXCslOUCMJCVpssn5g5HA4LVfkBmk4Zfi5MGX6ghENisvyf5QoNn1vqJ0gtqSAOox5E&#10;Y3CcdF6OX8TrU8gKh5ULy/INFovFZlNtz4/iRSX+v/DNowaFpSBs17Vn65qVAI127EBdKEEZfqBC&#10;x8Zkm/LgLDo9PsuHx+bJ15s7s7lv4jAuTzQG1Uh1AU4My8K2opuH/Kj0iLCjrjrSMaDFzHrjTAxO&#10;BM7kwEmXBYc0HAprfBU648vFXnt+lziM6xKNwbmUC8sqd0oQtpV0DGiTlFlMp1NFx7gAEyqBM8lj&#10;sriSWFQuxtq68YkXynzlnDRmTWuCOhCNweUUwrKUlCUxMivMsiz3o6qCsK1SOnaOJwcAAE6R503p&#10;67RwTRwlnbdETh8Fthl71afGGV0Q38PHrlCXiMbgalJSlsTP8/39/eb1Y8+PouFweMkul9FotFwu&#10;XeeApotZf6FcI1QutjZns5lLJ3B18USUn452xWfh48XH8lXF8qeCpisfjd3e3la4H0DjuBAC7RAX&#10;IL72XtBycZXn0r3ZABdWWHwsunBnPFxM+Wis1+tVuB8AAAAAcGFfu/YOAAAAAMB1iMYAAAAA6CjR&#10;GFCxfK1oAAAAqDPRGFClh4eH8XgsHQMAAKARRGNAleLaW9IxAAAALmM4HJ6yDLRoDKjSaDR6enoK&#10;0jEAAACaoHw0tl6v1+t1hbsCtEOejl17XwAAAGCf8tHYy8vLy8tLhbsCtEZMx5bL5bV3BAAAAPb5&#10;+rV3AGin0Wh07V0AAACAN6g1BgAAAEBHicYAAAAA6CjRGAAAAAAdJRoDAAAAoKnm8/l8Pi/9cNEY&#10;AAAAAB1VfoXK29vbCvcDAAAAAC6sfDTW6/Uq3A8AAAAAuDATKgEAAADoKNEYAAAAAB0lGgMAAAB2&#10;uru7m81m194LOJfytcYAAACA1uv3+5PJ5Np7AeciGgMAAACgqYbD4SkPN6ESAAAAgI4qH42t1+v1&#10;el3hrgAAAADAJZWfUPny8hJC6PV61e0MAAAAAFyOCZUAAAAAdJRoDAAAAICOEo0BAAAA0FGiMQAA&#10;AAA6SjQGAAAAQFPN5/P5fF764aIxAAAAADrq66UfeXt7W+F+AAAAAMCFlY/Ger1ehfsBAAAAABdm&#10;QiUAAAAAHSUaAwAAAKCjRGMAAAAAdJRoDAAAAICOKl+GHwAAAACuazgcnvJwo8YAAAAA6Kjy0dh6&#10;vV6v1xXuCgAAAABcUvkJlS8vLyGEXq9X3c4AAAAAwOWYUAkAAABAR4nGAAAAAOgo0RgAAAAAHSUa&#10;AwAAAKCjRGMAAAAANNV8Pp/P56UfLhoDAAAAoKO+XvqRt7e3Fe4HAAAAAFxY+Wis1+tVuB8AAAAA&#10;cGEmVMJ5rVar5+fna+/FR1ar1Wq1uvZeAOdVtzNPOc5XAACcm2gMzuvx8XE8Ht/c3Dw8PDw/P5/Y&#10;xlssFuUeuFqtHh4eHh4ebm5uBoPBKfsA1N9qtYpnnpubm+fn52bFZDEOS+crpywAAM6q/IRK4CjT&#10;6TR9/fT0FEIYjUaHPHC1Wj0+PsaHj8fj5XLZ7/cPfGAIIT0W6KbxeBy/mM1mw+Hw7u7uwHPIhcVz&#10;Xfj4bAkAAOcmGqMT6jYfJ7VUw4eY7O7uLn2nMDRssVjkDcXHx8f7+/vN55zP5+lJ3ozDSo8+O1A9&#10;G95QiZqcT/KP/Katn/HNgD4+Q9r4ki8t/a7FYjGfz/efsq54zJ3NAABa7+ZHP/rRj3/842vvBpzX&#10;8/NznkZxbocPbYNmWa1W5vd1x2w2m0wm194LWiLeijw9PR04ZhwAuIzPP//cqDE64e7ubjabXeVX&#10;HzIzKO1b3Liwq5vPsHWD/Jtv/tJrHQ1ogat/fLaeKHZttsfmSeMyL63wu446SV7YcDi8yu8FAOCS&#10;yo8aW6/XIYRer1f1LkGrPDw8bG34bS36EzcuDLkqjFLZ7HDe2hEdq27vmqZkVBc01yFjT3aNbosZ&#10;0/39/eZJ5mIjpG5ubkIIr6+v+TfjKWvX8N7CxtBERo0BQD2dNGrs5eUliMbgGFsbpW/q9/uvr68x&#10;NTv8ljpuNhqNJpPJ/jYn0Hqz2SzWKKxtJh5PWa+vr6vV6pDqYwAAUBUTKuHsKmyU7qm6vUehzXni&#10;PgCNUPP1KHfp9/v9fj+P9efz+bV3CgCANhONwXnVqoRzbHNeey+As+v3+7U6+ZSTRr9ee0cAAGiz&#10;r117BwAAAADgOkRjAAAAAHSUaAwAAACApprP56cUqBWNQY0Mh8O4iuVRP7q7u9v1I4BDxJr9194L&#10;AAC4gvJl+G9vbyvcDyCEMBqNdhWc3vOjdtTbBq7FOQQAgC4rH431er0K9wMAAAAALsyESgAAAAA6&#10;SjQGAAAAQEeJxgAAAADoKNEYAAAAAB1Vvgw/AAAAAFzXcDg85eFGjQEAAADQUeWjsfV6vV6vK9wV&#10;AAAAALik8hMqX15eQgi9Xq+6nQEAAACAyzGhEgAAAICOEo0BAAAA0FGiMQAAAAA6SjQGAAAAQEeJ&#10;xgAAAABoqvl8Pp/PSz9cNAYAAABAR3299CNvb28r3A8AAAAAuLDy0Viv16twPwAAAADgwkyoBAAA&#10;AKCjRGMAAAAAdJRoDAAAAICOEo0BAAAA0FHly/ADAAAAwHUNh8NTHm7UGAAAAAAdVT4aW6/X6/W6&#10;wl0BAAAAgEsqP6Hy5eUlhNDr9arbGQAAAAC4HBMqAQAAAOgo0RgAAAAAHSUaAwAAAKCjRGMAAAAA&#10;dJRoDAAAAICmms/n8/m89MPLr1AJANTZarV6fHwMIdzf3/f7/fP9ooeHh+FwGEIYjUZVPedqtQoh&#10;PD4+TqfT19fXqp4WKvT8/Dyfz4fD4d3d3Vk/YgDAWZWPxm5vbyvcDwDgdHmilL55f39/7t87Ho/T&#10;109PT6FsTJbivHz/obbyN2p854vJAKBxykdjvV6vwv0AAMrZGoddUYrJZrPZIQNqVqvVYrGYz+c1&#10;2X8op6qAGAC4MBMqAaB5xuPxbDaLX7+ZKMVxWOezawfy76e9jR4eHvY/duvG0BR5TFZ48wMAdSMa&#10;A4BGOnyMVR1GYxX24ahdqsP+Q2newABQc6IxAGiep6enu7u7EMJisQgfD1HZs/GZ7J/LOZvN8mJn&#10;g8EghLBcLuM/D9n/tDHUypvv/JBV+qvPlGcAoEA0BgCNFAt4xf/HNRyfn5/Dtpjp8nXB36wylr6f&#10;9n9PxTFFzamnuDBrLo/DCu/bzY0BgJoQjQFAS8Sa3ylmCm+NxqpWCgXKJVn9fr/f749Go8lkEjM+&#10;hflpijQ0UowLAFdxYheUaAwA2ibGTOFDTHbu5vr9/X3pRGyrmPHlMRnU0N3d3XK5FIcBQNOVj8bW&#10;63UIodfrVbczAEDFLtBuP+uviDEZ1JBQDADaoXw09vLyEkRjAAAAADTW1669AwAAAABwHaIxAAAA&#10;ADpKGX4AaJLRaLRcLq+9F+U1euehtKZ/cgGgxURjANAwjS7+3eidh1N48wNAPZlQCQAAAEBTzefz&#10;+Xxe+uGiMQAAAAA6qvyEytvb2wr3AwAAAAAurHw01uv1KtwPAAAAALgwEyoBAAAA6CjRGAAAAAAd&#10;JRoDAAAAoKNEYwAAAAB0VPky/AAAAABwXcPh8JSHGzUGAAAAQEeVj8bW6/V6va5wVwAAAADgkspP&#10;qHx5eQkh9Hq96nYGAAAAAC7HhEoAAAAAOko0BgAAAEBHicYAAAAA6CjRGAAAAAAdJRoDAAAAoKnm&#10;8/l8Pi/98PIrVN7e3v6H//Af/st/+S+bP/pX/+pfbX3If/yP/3Hr921ve9vb3va2t73tbW9729ve&#10;9ra3ve1tb/ty2/+zf/bPtm55iJsf/ehHP/7xj8s9eL1eb/1+r9ezve1tb3vb2972tre97W1ve9vb&#10;3va2t73tL7D9ri3f9Pnnn58UjQEAAABAQ33++edqjQEAAADQUaIxAAAAADpKNAYAAABAR4nGAAAA&#10;AOgo0RgAAAAAHSUaAwAAAKCjRGMAAAAAdJRoDAAAAICOEo0BAAAA0FGiMQAAAAA6SjQGAAAAQEeJ&#10;xgAAAADoKNEYAAAAAB0lGgMAAACgo0RjAAAAAHSUaAwAAACAjhKNAQAAANBRojEAAAAAOko0BgAA&#10;AEBHicYAAAAA6CjRGAAAAAAdJRoDAAAAoKNEYwAAAAB0lGgMAAAAgI4SjQEAAADQUaIxAAAAADpK&#10;NAYAAABAR4nGAAAAAOgo0RgAAAAAHSUaAwAAAKCjRGMAAAAAdJRoDAAAAICOEo0BAAAA0FGiMQAA&#10;AAA6SjQGAAAAQEeJxgAAAADoKNEYAAAAAB0lGgMAAACgo0RjAAAAAHSUaAwAAACAjhKNAQAAANBR&#10;ojEAAAAAOko0BgAAAEBHicYAAAAA6CjRGAAAAAAdJRoDAAAAoKNEYwAAAAB0lGgMAAAAgI4SjQEA&#10;AADQUaIxAAAAADpKNAYAAABAR4nGAAAAAOgo0RgAAAAAHSUaAwAAAKCjRGMAAAAAdJRoDAAAAICO&#10;Eo0BAAAA0FGiMQAAAAA6SjQGAAAAQEeJxgAAAADoKNEYAAAAAB0lGgMAAACgo0RjAAAAAHSUaAwA&#10;AACAjhKNAQAAANBRojEAAAAAOko0BgAAAEBHicYAAAAA6CjRGAAAAAAdJRoDAAAAoKNEYwAAAAB0&#10;lGgMAAAAgI4SjQEAAADQUaIxAAAAADpKNAYAAABAR4nGAAAAAOgo0RgAAAAAHSUaAwAAAKCjRGMA&#10;AAAAdJRoDAAAAICOEo0BAAAA0FGiMQAAAAA6SjQGAAAAQEeJxgAAAADoKNEYAAAAAB0lGgMAAACg&#10;o0RjAAAAAHSUaAwAAACAjhKNAQAAANBRojEAAAAAOko0BgAAAEBHicYAAAAA6CjRGAAAAAAdJRoD&#10;AAAAoKNEYwAAAAB0lGgMAAAAgI4SjQEAAADQUaIxAAAAADpKNAYAAABAR4nGAAAAAOgo0RgAAAAA&#10;HSUaAwAAAKCjRGMAAAAAdJRoDAAAAICOEo0BAAAA0FGiMQAAAAA6SjQGAAAAQEeJxgAAAADoKNEY&#10;AAAAAB0lGgMAAACgo0RjAAAAAHSUaAwAAACAjhKNAQAAANBRojEAAAAAOko0BgAAAEBHicYAAAAA&#10;6CjRGAAAAAAdJRoDAAAAoKNEYwAAAAB0lGgMAAAAgI7aF4199auvvvrVVxfblWvpyMsEAAAAoODr&#10;W7/71a+++sWf/CL98/Ynt73v9UII6y/W73/+/u7P7k75lesv1u++/e6Tb31S+HV//Nd//Ou/+vW7&#10;77zrfa83/+78j//6j/NtFn+xiD9KG+c/3dx+81VEn/7g07T/i79YfPmzL9OP0jMUvl/46f7nH/7t&#10;8KtfffXrv/r1nqMUN4i/Ih3b+Xfntz+5ff/z9yGE/LGLv1jk31l/sX754Uu+M1tf+1bpGL65JQAA&#10;AEAXbI/GfvEnv8jjsJcfvrz763eHhC+HiMnOiU/yiz/5xfBvh4dsuWuz9RfrkAVe6y/WeeKWXn6J&#10;5//kW5989v3P9u/87U9uY9q1+IvF/rTxs+9/9uu/+nX658sPX0II73/5Pu5nHO9W1Z8GAAAAoFO2&#10;RGMxbUnBUO97vfCTf8pi4gbvf/k+3+bNb6bvxyeP30xPGL84Kt/59AefLv5iUXr8Wsz78lRr82We&#10;Io+u0mFJ0zY//cGn6Si9+867OFLs0x98+u7b77Y+25c/+zL8WQgfjl4cXhef4f0v39/+5DZulh/b&#10;9PxxjN77X74vPLlMDQAAAGBLrbE0iiqOqwoh9L7XS1HLlz/7Mg1iinP94sbpm/PvzmPsEucbxtzn&#10;/c/fx2eLwc37nxcTqDiO7O7P7g4cq/XZ9z/78mdfnlIj7NMffFr4Tv4yT/HVr76KrzqEkI7A/Lvz&#10;OPvyk299Ukj03n3nXQjhs+9/9sm3Pul9r1fIsPLRYSkIS/M90y+KRzv+FdLR/upXX7388CXuQ8oo&#10;w4e/l1wMAAAA6LjtEyr/+K//+P0v37/88OUlvHz6g08LBapSsvPyw5evvv/VJ9/65KMRWD8JsdJW&#10;zHHiA2P5sHd//a73vd5LeNmcb3hsTPPJtz65/cntIdMq59+dF17aJ9/6JCVKu8TXnv6ZVyjb8/yF&#10;aZjrL9bpO+/++t1mYbJ88FphDF3u0x98Goehvf/5+3ffeffJtz759AeffvWrrz751idf/uzLeDC3&#10;Hu3CXsVXXUnBOAAAAIAW2B6NffKtTz751ie9v+3F+YAvP3wJP/nHOXqbg63WX6w//cGnaYjZ+5+/&#10;jxMAX374cvuT2/T9yvW+13v/g/eFaZXp16WxV4W6ZgdmcLc/ud2c3pjPD931/LmYZKXfWzh0qaD+&#10;mzsTy431vtf78mdfphf767/6dQzF4isqPFVM0+JO5mldLFV2eq03AAAAgBbYXmvs/S/fxzwlZmRx&#10;xFPvb7dPNnz37Xfvf/5PpazefftdPigsj5AOHxqWxknt3+yz73/2iz/5xVff/+qf9vznxehq65MU&#10;attHhaUztz7wwOdP8nwtjfAKH4ZuHX5MvvzZl+vvrFO4Fvc/LzR2oBj5Hb6IAQAAAECLbak1FrIA&#10;6B//+cs3ph9++bMvY4j2ybc+ef/LfyxrFXOc9P1f/9WvjyoNVtiHVF0rl6ZVpn/e/dld/G9/5BSn&#10;IuYj2mJZrv2v9PDnTzYDuJBNaTzwSeKIs8IYtMIBiWFi+ufWw5U/W6oTBwAAANBZW0aNxbxm/t15&#10;HJEUJ0juGZ0U86nFXyzefefdu2+/i/Mow4chXeEn4d2338WEKCVBhRUqN8XHrr/zT5M081Udc3Fa&#10;5Z4kaHNGZ3ye25/cxomi+WtMv2KzGFk+oOxAd392N//uPL6K9IRxHmVhqukh5f/zcIJ8+QAAAchJ&#10;REFUQWchhE9/8Gle4q1wtOPh2pVFptF2KvEDAAAAXfa//PN//s+/973vFb77B//bH3zt7mvhQ7Ws&#10;2//79ve/8/shhJuv37z7X9994/e+ETf72t3X4vd/949+97f/87chhL//4u//6P/5o/jNb/zeN+KT&#10;/P0Xf//Z9z/r/R+99KgQwjd//5vpeTZ94/e+8dn/9dn/+P/+x/ufv//Nf/1N/vDffvnbb373m7/7&#10;R7+bNv6d29/55ne/GX9pLm65+eTxsb/7R78bf0UI4Tf/9Tdpt0MIv/2fv/1mr/jAzR3e3JP0/XSU&#10;0q/4w//9D//b//vf/vD+D7/5+98s7NW7b7/bcyh2vcbfuf2dP7z/w/TAb/zeN37v//y93/z33+RH&#10;u7CHv/2fv42/K/5pfvPff7O58wAAAAAd8cUXX9z86Ec/+vGPf3ztPWmnOC4sjgjLF6MEAAAA4Oo+&#10;//zz7StUUolY8P79D96HEPZPSgUA/v927tAKYBAIouBLLDVEIlE0Rl3UEncNRUSlALiImQq+XrEA&#10;ALCfaWyhcpV+9/fwq46anQMAAADAh2lsOVf3AAAAAP90ZgcAAAAAQI5jzhkR2RkAAAAAsFVr7QGg&#10;F+wIqOBjOQAAAABJRU5ErkJgglBLAQItABQABgAIAAAAIQCxgme2CgEAABMCAAATAAAAAAAAAAAA&#10;AAAAAAAAAABbQ29udGVudF9UeXBlc10ueG1sUEsBAi0AFAAGAAgAAAAhADj9If/WAAAAlAEAAAsA&#10;AAAAAAAAAAAAAAAAOwEAAF9yZWxzLy5yZWxzUEsBAi0AFAAGAAgAAAAhAImd08IMDAAAqnsAAA4A&#10;AAAAAAAAAAAAAAAAOgIAAGRycy9lMm9Eb2MueG1sUEsBAi0AFAAGAAgAAAAhAKomDr68AAAAIQEA&#10;ABkAAAAAAAAAAAAAAAAAcg4AAGRycy9fcmVscy9lMm9Eb2MueG1sLnJlbHNQSwECLQAUAAYACAAA&#10;ACEAWY9Xlt0AAAAFAQAADwAAAAAAAAAAAAAAAABlDwAAZHJzL2Rvd25yZXYueG1sUEsBAi0ACgAA&#10;AAAAAAAhAMq19SA9ogAAPaIAABQAAAAAAAAAAAAAAAAAbxAAAGRycy9tZWRpYS9pbWFnZTEucG5n&#10;UEsFBgAAAAAGAAYAfAEAAN6yAAAAAA==&#10;">
                <v:group id="Group 293" o:spid="_x0000_s1063" style="position:absolute;width:56997;height:27309" coordsize="56997,27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294" o:spid="_x0000_s1064" style="position:absolute;top:1536;width:56997;height:23907" coordorigin=",1536" coordsize="57002,23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295" o:spid="_x0000_s1065" style="position:absolute;top:1536;width:57002;height:23907" coordorigin=",1536" coordsize="57003,2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Picture 296" o:spid="_x0000_s1066" type="#_x0000_t75" style="position:absolute;left:895;top:3444;width:56108;height:205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SRnxQAAANwAAAAPAAAAZHJzL2Rvd25yZXYueG1sRI9Bi8Iw&#10;FITvgv8hPGEvsqYWdaUaRYQFEVawLizeHs2zLTYvpYla/fVmQfA4zMw3zHzZmkpcqXGlZQXDQQSC&#10;OLO65FzB7+H7cwrCeWSNlWVScCcHy0W3M8dE2xvv6Zr6XAQIuwQVFN7XiZQuK8igG9iaOHgn2xj0&#10;QTa51A3eAtxUMo6iiTRYclgosKZ1Qdk5vRgFq2N//zgdL19jvx3ZvP7Z/bnpTqmPXruagfDU+nf4&#10;1d5oBXEUw/+ZcATk4gkAAP//AwBQSwECLQAUAAYACAAAACEA2+H2y+4AAACFAQAAEwAAAAAAAAAA&#10;AAAAAAAAAAAAW0NvbnRlbnRfVHlwZXNdLnhtbFBLAQItABQABgAIAAAAIQBa9CxbvwAAABUBAAAL&#10;AAAAAAAAAAAAAAAAAB8BAABfcmVscy8ucmVsc1BLAQItABQABgAIAAAAIQAWeSRnxQAAANwAAAAP&#10;AAAAAAAAAAAAAAAAAAcCAABkcnMvZG93bnJldi54bWxQSwUGAAAAAAMAAwC3AAAA+QIAAAAA&#10;">
                        <v:imagedata r:id="rId17" o:title="" croptop="12962f" cropbottom="11047f" cropleft="1117f" cropright="2354f"/>
                        <v:path arrowok="t"/>
                      </v:shape>
                      <v:group id="Group 297" o:spid="_x0000_s1067" style="position:absolute;top:1536;width:46586;height:23907" coordorigin=",1536" coordsize="46586,2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Straight Arrow Connector 298" o:spid="_x0000_s1068" type="#_x0000_t32" style="position:absolute;left:26180;top:2927;width:6480;height:46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gTdxAAAANwAAAAPAAAAZHJzL2Rvd25yZXYueG1sRI9PawIx&#10;FMTvQr9DeAUvUrOKaLs1SlEEj/4plN5ek+fu0uRl2WR1/fZGEDwOM/MbZr7snBVnakLlWcFomIEg&#10;1t5UXCj4Pm7e3kGEiGzQeiYFVwqwXLz05pgbf+E9nQ+xEAnCIUcFZYx1LmXQJTkMQ18TJ+/kG4cx&#10;yaaQpsFLgjsrx1k2lQ4rTgsl1rQqSf8fWpcoHNbr42n3W//oXfsx+LOtnlml+q/d1yeISF18hh/t&#10;rVEwziZwP5OOgFzcAAAA//8DAFBLAQItABQABgAIAAAAIQDb4fbL7gAAAIUBAAATAAAAAAAAAAAA&#10;AAAAAAAAAABbQ29udGVudF9UeXBlc10ueG1sUEsBAi0AFAAGAAgAAAAhAFr0LFu/AAAAFQEAAAsA&#10;AAAAAAAAAAAAAAAAHwEAAF9yZWxzLy5yZWxzUEsBAi0AFAAGAAgAAAAhAITiBN3EAAAA3AAAAA8A&#10;AAAAAAAAAAAAAAAABwIAAGRycy9kb3ducmV2LnhtbFBLBQYAAAAAAwADALcAAAD4AgAAAAA=&#10;">
                          <v:stroke startarrowwidth="narrow" startarrowlength="long" endarrow="block" endarrowwidth="narrow" endarrowlength="long"/>
                        </v:shape>
                        <v:group id="Group 299" o:spid="_x0000_s1069" style="position:absolute;top:1536;width:46586;height:23907" coordorigin=",1536" coordsize="46586,2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Straight Arrow Connector 300" o:spid="_x0000_s1070" type="#_x0000_t32" style="position:absolute;left:11271;top:1536;width:6415;height:1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ks3wQAAANwAAAAPAAAAZHJzL2Rvd25yZXYueG1sRI/NCsIw&#10;EITvgu8QVvAimupBpRpFREXFiz8Hj0uztsVmU5qo9e2NIHgcZuYbZjqvTSGeVLncsoJ+LwJBnFid&#10;c6rgcl53xyCcR9ZYWCYFb3IwnzUbU4y1ffGRniefigBhF6OCzPsyltIlGRl0PVsSB+9mK4M+yCqV&#10;usJXgJtCDqJoKA3mHBYyLGmZUXI/PYyCzmG/KjbL3d7wpZ+ODsaOk+tVqXarXkxAeKr9P/xrb7WC&#10;QTSC75lwBOTsAwAA//8DAFBLAQItABQABgAIAAAAIQDb4fbL7gAAAIUBAAATAAAAAAAAAAAAAAAA&#10;AAAAAABbQ29udGVudF9UeXBlc10ueG1sUEsBAi0AFAAGAAgAAAAhAFr0LFu/AAAAFQEAAAsAAAAA&#10;AAAAAAAAAAAAHwEAAF9yZWxzLy5yZWxzUEsBAi0AFAAGAAgAAAAhANjSSzfBAAAA3AAAAA8AAAAA&#10;AAAAAAAAAAAABwIAAGRycy9kb3ducmV2LnhtbFBLBQYAAAAAAwADALcAAAD1AgAAAAA=&#10;">
                            <v:stroke startarrowwidth="narrow" startarrowlength="long" endarrow="oval" endarrowwidth="narrow" endarrowlength="short"/>
                          </v:shape>
                          <v:shape id="Straight Arrow Connector 301" o:spid="_x0000_s1071" type="#_x0000_t32" style="position:absolute;left:29440;top:4358;width:7029;height:94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w7YxAAAANwAAAAPAAAAZHJzL2Rvd25yZXYueG1sRI/BagIx&#10;EIbvhb5DGKGXotl6qLoapVQKPVoVSm9jMu4uJpNlk9Xt23cOBY/DP/838602Q/DqSl1qIht4mRSg&#10;iG10DVcGjoeP8RxUysgOfWQy8EsJNuvHhxWWLt74i677XCmBcCrRQJ1zW2qdbE0B0yS2xJKdYxcw&#10;y9hV2nV4E3jweloUrzpgw3Khxpbea7KXfR+Ewmm7PZx3P+233fWL55Pv7cwb8zQa3pagMg35vvzf&#10;/nQGpoV8KzIiAnr9BwAA//8DAFBLAQItABQABgAIAAAAIQDb4fbL7gAAAIUBAAATAAAAAAAAAAAA&#10;AAAAAAAAAABbQ29udGVudF9UeXBlc10ueG1sUEsBAi0AFAAGAAgAAAAhAFr0LFu/AAAAFQEAAAsA&#10;AAAAAAAAAAAAAAAAHwEAAF9yZWxzLy5yZWxzUEsBAi0AFAAGAAgAAAAhAAWvDtjEAAAA3AAAAA8A&#10;AAAAAAAAAAAAAAAABwIAAGRycy9kb3ducmV2LnhtbFBLBQYAAAAAAwADALcAAAD4AgAAAAA=&#10;">
                            <v:stroke startarrowwidth="narrow" startarrowlength="long" endarrow="block" endarrowwidth="narrow" endarrowlength="long"/>
                          </v:shape>
                          <v:shape id="Straight Arrow Connector 303" o:spid="_x0000_s1072" type="#_x0000_t32" style="position:absolute;left:44229;top:6187;width:2357;height:7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s2xgAAANwAAAAPAAAAZHJzL2Rvd25yZXYueG1sRI9Ba8JA&#10;FITvhf6H5RW8lLprpGJTVxFB9GhVKN6e2dckNPs2ZNck+uvdQsHjMDPfMLNFbyvRUuNLxxpGQwWC&#10;OHOm5FzD8bB+m4LwAdlg5Zg0XMnDYv78NMPUuI6/qN2HXEQI+xQ1FCHUqZQ+K8iiH7qaOHo/rrEY&#10;omxyaRrsItxWMlFqIi2WHBcKrGlVUPa7v1gNq+lod/tuT2fujuP15qxOSfb6rvXgpV9+ggjUh0f4&#10;v701GhL1AX9n4hGQ8zsAAAD//wMAUEsBAi0AFAAGAAgAAAAhANvh9svuAAAAhQEAABMAAAAAAAAA&#10;AAAAAAAAAAAAAFtDb250ZW50X1R5cGVzXS54bWxQSwECLQAUAAYACAAAACEAWvQsW78AAAAVAQAA&#10;CwAAAAAAAAAAAAAAAAAfAQAAX3JlbHMvLnJlbHNQSwECLQAUAAYACAAAACEAL4g7NsYAAADcAAAA&#10;DwAAAAAAAAAAAAAAAAAHAgAAZHJzL2Rvd25yZXYueG1sUEsFBgAAAAADAAMAtwAAAPoCAAAAAA==&#10;">
                            <v:stroke startarrowwidth="narrow" startarrowlength="long" endarrow="oval" endarrowwidth="narrow" endarrowlength="short"/>
                          </v:shape>
                          <v:shape id="Text Box 469" o:spid="_x0000_s1073" type="#_x0000_t202" style="position:absolute;top:8970;width:1422;height:3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ZeqwgAAANwAAAAPAAAAZHJzL2Rvd25yZXYueG1sRE/basJA&#10;EH0v+A/LCH2rG6WEEl1FLIIt1PsHDNkxCcnOhuzWpP36zoPQx8O5L1aDa9SdulB5NjCdJKCIc28r&#10;LgxcL9uXN1AhIltsPJOBHwqwWo6eFphZ3/OJ7udYKAnhkKGBMsY20zrkJTkME98SC3fzncMosCu0&#10;7bCXcNfoWZKk2mHF0lBiS5uS8vr87aQ37fPda1p9beuP+vh53P9eD4d3Y57Hw3oOKtIQ/8UP984a&#10;mE1lvpyRI6CXfwAAAP//AwBQSwECLQAUAAYACAAAACEA2+H2y+4AAACFAQAAEwAAAAAAAAAAAAAA&#10;AAAAAAAAW0NvbnRlbnRfVHlwZXNdLnhtbFBLAQItABQABgAIAAAAIQBa9CxbvwAAABUBAAALAAAA&#10;AAAAAAAAAAAAAB8BAABfcmVscy8ucmVsc1BLAQItABQABgAIAAAAIQAJQZeqwgAAANwAAAAPAAAA&#10;AAAAAAAAAAAAAAcCAABkcnMvZG93bnJldi54bWxQSwUGAAAAAAMAAwC3AAAA9gIAAAAA&#10;" stroked="f" strokeweight=".5pt">
                            <v:shadow on="t" type="perspective" color="black" opacity="0" offset="0,4pt" matrix="655f,,,655f"/>
                            <v:textbox style="layout-flow:vertical;mso-layout-flow-alt:bottom-to-top" inset="0,0,0,0">
                              <w:txbxContent>
                                <w:p w:rsidR="0034536E" w:rsidRDefault="0034536E" w:rsidP="00D4531A">
                                  <w:pPr>
                                    <w:pStyle w:val="NormalWeb"/>
                                    <w:spacing w:line="240" w:lineRule="exact"/>
                                  </w:pPr>
                                  <w:r>
                                    <w:rPr>
                                      <w:sz w:val="20"/>
                                      <w:szCs w:val="20"/>
                                      <w:lang w:val="en-GB"/>
                                    </w:rPr>
                                    <w:t>45°**</w:t>
                                  </w:r>
                                </w:p>
                              </w:txbxContent>
                            </v:textbox>
                          </v:shape>
                          <v:shape id="Straight Arrow Connector 305" o:spid="_x0000_s1074" type="#_x0000_t32" style="position:absolute;left:15366;top:12031;width:4172;height:1341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ftUxAAAANwAAAAPAAAAZHJzL2Rvd25yZXYueG1sRI9RS8Mw&#10;FIXfBf9DuIJvLulAkW7Z2JThEIo4+wMuzV1T1tyEJlvrfr0RBB8P55zvcJbryfXiQkPsPGsoZgoE&#10;ceNNx62G+mv38AwiJmSDvWfS8E0R1qvbmyWWxo/8SZdDakWGcCxRg00plFLGxpLDOPOBOHtHPzhM&#10;WQ6tNAOOGe56OVfqSTrsOC9YDPRiqTkdzk7De1V/BHWVqnh8o9eTrattGCut7++mzQJEoin9h//a&#10;e6NhXhTweyYfAbn6AQAA//8DAFBLAQItABQABgAIAAAAIQDb4fbL7gAAAIUBAAATAAAAAAAAAAAA&#10;AAAAAAAAAABbQ29udGVudF9UeXBlc10ueG1sUEsBAi0AFAAGAAgAAAAhAFr0LFu/AAAAFQEAAAsA&#10;AAAAAAAAAAAAAAAAHwEAAF9yZWxzLy5yZWxzUEsBAi0AFAAGAAgAAAAhAN1R+1TEAAAA3AAAAA8A&#10;AAAAAAAAAAAAAAAABwIAAGRycy9kb3ducmV2LnhtbFBLBQYAAAAAAwADALcAAAD4AgAAAAA=&#10;">
                            <v:stroke startarrowwidth="narrow" startarrowlength="long" endarrow="block" endarrowwidth="narrow" endarrowlength="long"/>
                          </v:shape>
                          <v:shape id="Text Box 470" o:spid="_x0000_s1075" type="#_x0000_t202" style="position:absolute;left:2286;top:12906;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6xGxAAAANwAAAAPAAAAZHJzL2Rvd25yZXYueG1sRI/dasJA&#10;EIXvC77DMkLv6sYgoURXEUXQQuvvAwzZMQnJzobsaqJP3y0UvDycn48zW/SmFndqXWlZwXgUgSDO&#10;rC45V3A5bz4+QTiPrLG2TAoe5GAxH7zNMNW24yPdTz4XYYRdigoK75tUSpcVZNCNbEMcvKttDfog&#10;21zqFrswbmoZR1EiDZYcCAU2tCooq043E7hJl20nSfm9qXbV4evw87zs92ul3of9cgrCU+9f4f/2&#10;ViuIxzH8nQlHQM5/AQAA//8DAFBLAQItABQABgAIAAAAIQDb4fbL7gAAAIUBAAATAAAAAAAAAAAA&#10;AAAAAAAAAABbQ29udGVudF9UeXBlc10ueG1sUEsBAi0AFAAGAAgAAAAhAFr0LFu/AAAAFQEAAAsA&#10;AAAAAAAAAAAAAAAAHwEAAF9yZWxzLy5yZWxzUEsBAi0AFAAGAAgAAAAhAJbfrEb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34536E" w:rsidRDefault="0034536E" w:rsidP="00D4531A">
                                  <w:pPr>
                                    <w:pStyle w:val="NormalWeb"/>
                                    <w:spacing w:line="240" w:lineRule="exact"/>
                                  </w:pPr>
                                  <w:r>
                                    <w:rPr>
                                      <w:sz w:val="20"/>
                                      <w:szCs w:val="20"/>
                                      <w:lang w:val="en-GB"/>
                                    </w:rPr>
                                    <w:t>f*</w:t>
                                  </w:r>
                                </w:p>
                              </w:txbxContent>
                            </v:textbox>
                          </v:shape>
                          <v:shape id="Text Box 455" o:spid="_x0000_s1076" type="#_x0000_t202" style="position:absolute;left:20706;top:12653;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wndxAAAANwAAAAPAAAAZHJzL2Rvd25yZXYueG1sRI/dasJA&#10;EIXvBd9hGcE73agllOgqogi2YP19gCE7JiHZ2ZBdTdqn7wqFXh7Oz8dZrDpTiSc1rrCsYDKOQBCn&#10;VhecKbhdd6N3EM4ja6wsk4JvcrBa9nsLTLRt+UzPi89EGGGXoILc+zqR0qU5GXRjWxMH724bgz7I&#10;JpO6wTaMm0pOoyiWBgsOhBxr2uSUlpeHCdy4TfdvcXHYlR/l6fP09XM7HrdKDQfdeg7CU+f/w3/t&#10;vVYwnczgdSYcAbn8BQAA//8DAFBLAQItABQABgAIAAAAIQDb4fbL7gAAAIUBAAATAAAAAAAAAAAA&#10;AAAAAAAAAABbQ29udGVudF9UeXBlc10ueG1sUEsBAi0AFAAGAAgAAAAhAFr0LFu/AAAAFQEAAAsA&#10;AAAAAAAAAAAAAAAAHwEAAF9yZWxzLy5yZWxzUEsBAi0AFAAGAAgAAAAhAPmTCd3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34536E" w:rsidRDefault="0034536E" w:rsidP="00D4531A">
                                  <w:pPr>
                                    <w:pStyle w:val="NormalWeb"/>
                                    <w:spacing w:line="240" w:lineRule="exact"/>
                                  </w:pPr>
                                  <w:r>
                                    <w:rPr>
                                      <w:sz w:val="20"/>
                                      <w:szCs w:val="20"/>
                                      <w:lang w:val="en-GB"/>
                                    </w:rPr>
                                    <w:t>k</w:t>
                                  </w:r>
                                </w:p>
                                <w:p w:rsidR="0034536E" w:rsidRDefault="0034536E" w:rsidP="00D4531A">
                                  <w:pPr>
                                    <w:pStyle w:val="NormalWeb"/>
                                    <w:spacing w:line="240" w:lineRule="exact"/>
                                  </w:pPr>
                                  <w:r>
                                    <w:rPr>
                                      <w:sz w:val="20"/>
                                      <w:szCs w:val="20"/>
                                      <w:lang w:val="en-GB"/>
                                    </w:rPr>
                                    <w:t> </w:t>
                                  </w:r>
                                </w:p>
                              </w:txbxContent>
                            </v:textbox>
                          </v:shape>
                          <v:shape id="Straight Arrow Connector 308" o:spid="_x0000_s1077" type="#_x0000_t32" style="position:absolute;left:43911;top:14139;width:2623;height:64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UOdxAAAANwAAAAPAAAAZHJzL2Rvd25yZXYueG1sRI/NqsIw&#10;FIT3F3yHcAQ3F00rcpVqFBEVFTf+LFwemmNbbE5KE7W+vREuuBxm5htmMmtMKR5Uu8KygrgXgSBO&#10;rS44U3A+rbojEM4jaywtk4IXOZhNWz8TTLR98oEeR5+JAGGXoILc+yqR0qU5GXQ9WxEH72prgz7I&#10;OpO6xmeAm1L2o+hPGiw4LORY0SKn9Ha8GwW/+92yXC+2O8PnOBvujR2ll4tSnXYzH4Pw1Phv+L+9&#10;0Qr68QA+Z8IRkNM3AAAA//8DAFBLAQItABQABgAIAAAAIQDb4fbL7gAAAIUBAAATAAAAAAAAAAAA&#10;AAAAAAAAAABbQ29udGVudF9UeXBlc10ueG1sUEsBAi0AFAAGAAgAAAAhAFr0LFu/AAAAFQEAAAsA&#10;AAAAAAAAAAAAAAAAHwEAAF9yZWxzLy5yZWxzUEsBAi0AFAAGAAgAAAAhAK3ZQ53EAAAA3AAAAA8A&#10;AAAAAAAAAAAAAAAABwIAAGRycy9kb3ducmV2LnhtbFBLBQYAAAAAAwADALcAAAD4AgAAAAA=&#10;">
                            <v:stroke startarrowwidth="narrow" startarrowlength="long" endarrow="oval" endarrowwidth="narrow" endarrowlength="short"/>
                          </v:shape>
                          <v:shape id="Text Box 30" o:spid="_x0000_s1078" type="#_x0000_t202" style="position:absolute;left:100;top:14496;width:1422;height:3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jQyxAAAANwAAAAPAAAAZHJzL2Rvd25yZXYueG1sRI/dasJA&#10;EIXvBd9hGcE73Sg2lOgqogi2YP19gCE7JiHZ2ZBdTdqn7wqFXh7Oz8dZrDpTiSc1rrCsYDKOQBCn&#10;VhecKbhdd6N3EM4ja6wsk4JvcrBa9nsLTLRt+UzPi89EGGGXoILc+zqR0qU5GXRjWxMH724bgz7I&#10;JpO6wTaMm0pOoyiWBgsOhBxr2uSUlpeHCdy4TfezuDjsyo/y9Hn6+rkdj1ulhoNuPQfhqfP/4b/2&#10;XiuYTt7gdSYcAbn8BQAA//8DAFBLAQItABQABgAIAAAAIQDb4fbL7gAAAIUBAAATAAAAAAAAAAAA&#10;AAAAAAAAAABbQ29udGVudF9UeXBlc10ueG1sUEsBAi0AFAAGAAgAAAAhAFr0LFu/AAAAFQEAAAsA&#10;AAAAAAAAAAAAAAAAHwEAAF9yZWxzLy5yZWxzUEsBAi0AFAAGAAgAAAAhABk2NDL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34536E" w:rsidRDefault="0034536E" w:rsidP="00D4531A">
                                  <w:pPr>
                                    <w:pStyle w:val="NormalWeb"/>
                                    <w:spacing w:line="240" w:lineRule="exact"/>
                                  </w:pPr>
                                  <w:r>
                                    <w:rPr>
                                      <w:sz w:val="20"/>
                                      <w:szCs w:val="20"/>
                                      <w:lang w:val="en-GB"/>
                                    </w:rPr>
                                    <w:t>45°**</w:t>
                                  </w:r>
                                </w:p>
                              </w:txbxContent>
                            </v:textbox>
                          </v:shape>
                          <v:shape id="Text Box 492" o:spid="_x0000_s1079" type="#_x0000_t202" style="position:absolute;left:18249;top:12031;width:1429;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KpFxQAAANwAAAAPAAAAZHJzL2Rvd25yZXYueG1sRI/dasJA&#10;EIXvhb7DMoXe6UYpQVI3QSyCLbSx1gcYstMkJDsbstsk+vTdguDl4fx8nE02mVYM1LvasoLlIgJB&#10;XFhdc6ng/L2fr0E4j6yxtUwKLuQgSx9mG0y0HfmLhpMvRRhhl6CCyvsukdIVFRl0C9sRB+/H9gZ9&#10;kH0pdY9jGDetXEVRLA3WHAgVdrSrqGhOvyZw47E4PMf1x755a47vx8/rOc9flXp6nLYvIDxN/h6+&#10;tQ9awWoZw/+ZcARk+gcAAP//AwBQSwECLQAUAAYACAAAACEA2+H2y+4AAACFAQAAEwAAAAAAAAAA&#10;AAAAAAAAAAAAW0NvbnRlbnRfVHlwZXNdLnhtbFBLAQItABQABgAIAAAAIQBa9CxbvwAAABUBAAAL&#10;AAAAAAAAAAAAAAAAAB8BAABfcmVscy8ucmVsc1BLAQItABQABgAIAAAAIQDp5KpFxQAAANwAAAAP&#10;AAAAAAAAAAAAAAAAAAcCAABkcnMvZG93bnJldi54bWxQSwUGAAAAAAMAAwC3AAAA+QIAAAAA&#10;" stroked="f" strokeweight=".5pt">
                            <v:shadow on="t" type="perspective" color="black" opacity="0" offset="0,4pt" matrix="655f,,,655f"/>
                            <v:textbox style="layout-flow:vertical;mso-layout-flow-alt:bottom-to-top" inset="0,0,0,0">
                              <w:txbxContent>
                                <w:p w:rsidR="0034536E" w:rsidRDefault="0034536E" w:rsidP="00D4531A">
                                  <w:pPr>
                                    <w:pStyle w:val="NormalWeb"/>
                                    <w:spacing w:line="240" w:lineRule="exact"/>
                                  </w:pPr>
                                  <w:r>
                                    <w:rPr>
                                      <w:sz w:val="20"/>
                                      <w:szCs w:val="20"/>
                                      <w:lang w:val="en-GB"/>
                                    </w:rPr>
                                    <w:t>h</w:t>
                                  </w:r>
                                </w:p>
                              </w:txbxContent>
                            </v:textbox>
                          </v:shape>
                        </v:group>
                      </v:group>
                    </v:group>
                    <v:group id="Group 311" o:spid="_x0000_s1080" style="position:absolute;left:27881;top:5618;width:9493;height:15742;rotation:180" coordorigin="27881,5618" coordsize="8528,15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MDxAAAANwAAAAPAAAAZHJzL2Rvd25yZXYueG1sRI9PawIx&#10;FMTvBb9DeEJvNev6p2VrFBGkexKqQq+PzXOz7eZlSaKu394IQo/DzPyGWax624oL+dA4VjAeZSCI&#10;K6cbrhUcD9u3DxAhImtsHZOCGwVYLQcvCyy0u/I3XfaxFgnCoUAFJsaukDJUhiyGkeuIk3dy3mJM&#10;0tdSe7wmuG1lnmVzabHhtGCwo42h6m9/tgr0NEyOVJZrn+9+D7Nm9mXq049Sr8N+/QkiUh//w892&#10;qRXk43d4nElHQC7vAAAA//8DAFBLAQItABQABgAIAAAAIQDb4fbL7gAAAIUBAAATAAAAAAAAAAAA&#10;AAAAAAAAAABbQ29udGVudF9UeXBlc10ueG1sUEsBAi0AFAAGAAgAAAAhAFr0LFu/AAAAFQEAAAsA&#10;AAAAAAAAAAAAAAAAHwEAAF9yZWxzLy5yZWxzUEsBAi0AFAAGAAgAAAAhAEXSUwPEAAAA3AAAAA8A&#10;AAAAAAAAAAAAAAAABwIAAGRycy9kb3ducmV2LnhtbFBLBQYAAAAAAwADALcAAAD4AgAAAAA=&#10;">
                      <v:line id="Straight Connector 312" o:spid="_x0000_s1081" style="position:absolute;rotation:180;visibility:visible;mso-wrap-style:square" from="27982,5618" to="36323,5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l+9vgAAANwAAAAPAAAAZHJzL2Rvd25yZXYueG1sRE+7CsIw&#10;FN0F/yFcwUU01UG0GkUUqYODz/3SXNtic1ObqPXvzSA4Hs57vmxMKV5Uu8KyguEgAkGcWl1wpuBy&#10;3vYnIJxH1lhaJgUfcrBctFtzjLV985FeJ5+JEMIuRgW591UspUtzMugGtiIO3M3WBn2AdSZ1je8Q&#10;bko5iqKxNFhwaMixonVO6f30NArk/nPt3ZLkMHWP7Sppyv0m6jmlup1mNQPhqfF/8c+90wpGw7A2&#10;nAlHQC6+AAAA//8DAFBLAQItABQABgAIAAAAIQDb4fbL7gAAAIUBAAATAAAAAAAAAAAAAAAAAAAA&#10;AABbQ29udGVudF9UeXBlc10ueG1sUEsBAi0AFAAGAAgAAAAhAFr0LFu/AAAAFQEAAAsAAAAAAAAA&#10;AAAAAAAAHwEAAF9yZWxzLy5yZWxzUEsBAi0AFAAGAAgAAAAhALP2X72+AAAA3AAAAA8AAAAAAAAA&#10;AAAAAAAABwIAAGRycy9kb3ducmV2LnhtbFBLBQYAAAAAAwADALcAAADyAgAAAAA=&#10;" strokecolor="black [3213]">
                        <v:stroke dashstyle="dash"/>
                      </v:line>
                      <v:line id="Straight Connector 313" o:spid="_x0000_s1082" style="position:absolute;flip:x;visibility:visible;mso-wrap-style:square" from="27982,21360" to="36409,2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YRwgAAANwAAAAPAAAAZHJzL2Rvd25yZXYueG1sRI9RawIx&#10;EITfC/6HsIW+aaKFYq9GEUEQH1q1/oDlst4dXjZHsur57xtB6OMwM98ws0XvW3WlmJrAFsYjA4q4&#10;DK7hysLxdz2cgkqC7LANTBbulGAxH7zMsHDhxnu6HqRSGcKpQAu1SFdoncqaPKZR6IizdwrRo2QZ&#10;K+0i3jLct3pizIf22HBeqLGjVU3l+XDxFrTgMr6b1ckQ7bbyfT7+bO/G2rfXfvkFSqiX//CzvXEW&#10;JuNPeJzJR0DP/wAAAP//AwBQSwECLQAUAAYACAAAACEA2+H2y+4AAACFAQAAEwAAAAAAAAAAAAAA&#10;AAAAAAAAW0NvbnRlbnRfVHlwZXNdLnhtbFBLAQItABQABgAIAAAAIQBa9CxbvwAAABUBAAALAAAA&#10;AAAAAAAAAAAAAB8BAABfcmVscy8ucmVsc1BLAQItABQABgAIAAAAIQBpqgYRwgAAANwAAAAPAAAA&#10;AAAAAAAAAAAAAAcCAABkcnMvZG93bnJldi54bWxQSwUGAAAAAAMAAwC3AAAA9gIAAAAA&#10;" strokecolor="black [3213]">
                        <v:stroke dashstyle="dash"/>
                      </v:line>
                      <v:line id="Straight Connector 314" o:spid="_x0000_s1083" style="position:absolute;rotation:180;visibility:visible;mso-wrap-style:square" from="27881,5618" to="27881,21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JkGwQAAANwAAAAPAAAAZHJzL2Rvd25yZXYueG1sRE/LisIw&#10;FN0L/kO4ghvRdLoYtJqKKFIXLhwf+0tz+8DmpjYZrX8/WQizPJz3at2bRjypc7VlBV+zCARxbnXN&#10;pYLrZT+dg3AeWWNjmRS8ycE6HQ5WmGj74h96nn0pQgi7BBVU3reJlC6vyKCb2ZY4cIXtDPoAu1Lq&#10;Dl8h3DQyjqJvabDm0FBhS9uK8vv51yiQx/dtUmTZaeEe+03WN8ddNHFKjUf9ZgnCU+//xR/3QSuI&#10;4zA/nAlHQKZ/AAAA//8DAFBLAQItABQABgAIAAAAIQDb4fbL7gAAAIUBAAATAAAAAAAAAAAAAAAA&#10;AAAAAABbQ29udGVudF9UeXBlc10ueG1sUEsBAi0AFAAGAAgAAAAhAFr0LFu/AAAAFQEAAAsAAAAA&#10;AAAAAAAAAAAAHwEAAF9yZWxzLy5yZWxzUEsBAi0AFAAGAAgAAAAhAIPsmQbBAAAA3AAAAA8AAAAA&#10;AAAAAAAAAAAABwIAAGRycy9kb3ducmV2LnhtbFBLBQYAAAAAAwADALcAAAD1AgAAAAA=&#10;" strokecolor="black [3213]">
                        <v:stroke dashstyle="dash"/>
                      </v:line>
                    </v:group>
                    <v:shape id="Straight Arrow Connector 315" o:spid="_x0000_s1084" type="#_x0000_t32" style="position:absolute;left:37374;top:9114;width:2665;height:23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yfVxQAAANwAAAAPAAAAZHJzL2Rvd25yZXYueG1sRI9Ba8JA&#10;FITvBf/D8oTemk1ySCV1lVBbECqlSQWvj+wzCc2+jdlV47/vFgoeh5n5hlmuJ9OLC42us6wgiWIQ&#10;xLXVHTcK9t/vTwsQziNr7C2Tghs5WK9mD0vMtb1ySZfKNyJA2OWooPV+yKV0dUsGXWQH4uAd7WjQ&#10;Bzk2Uo94DXDTyzSOM2mw47DQ4kCvLdU/1dkoqD47/bXfFY7esk1ymhbP7lB+KPU4n4oXEJ4mfw//&#10;t7daQZom8HcmHAG5+gUAAP//AwBQSwECLQAUAAYACAAAACEA2+H2y+4AAACFAQAAEwAAAAAAAAAA&#10;AAAAAAAAAAAAW0NvbnRlbnRfVHlwZXNdLnhtbFBLAQItABQABgAIAAAAIQBa9CxbvwAAABUBAAAL&#10;AAAAAAAAAAAAAAAAAB8BAABfcmVscy8ucmVsc1BLAQItABQABgAIAAAAIQBm5yfVxQAAANwAAAAP&#10;AAAAAAAAAAAAAAAAAAcCAABkcnMvZG93bnJldi54bWxQSwUGAAAAAAMAAwC3AAAA+QIAAAAA&#10;" strokecolor="black [3213]">
                      <v:stroke endarrow="block" endarrowwidth="narrow" endarrowlength="long"/>
                    </v:shape>
                  </v:group>
                  <v:shape id="Text Box 2" o:spid="_x0000_s1085" type="#_x0000_t202" style="position:absolute;left:10535;top:2718;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rQJwgAAANwAAAAPAAAAZHJzL2Rvd25yZXYueG1sRI9Ba8JA&#10;FITvBf/D8gRvdWPAUlJXEa3gwUtten9kn9lg9m3Ivpr4712h0OMwM98wq83oW3WjPjaBDSzmGSji&#10;KtiGawPl9+H1HVQUZIttYDJwpwib9eRlhYUNA3/R7Sy1ShCOBRpwIl2hdawceYzz0BEn7xJ6j5Jk&#10;X2vb45DgvtV5lr1pjw2nBYcd7RxV1/OvNyBit4t7+enj8Wc87QeXVUssjZlNx+0HKKFR/sN/7aM1&#10;kOc5PM+kI6DXDwAAAP//AwBQSwECLQAUAAYACAAAACEA2+H2y+4AAACFAQAAEwAAAAAAAAAAAAAA&#10;AAAAAAAAW0NvbnRlbnRfVHlwZXNdLnhtbFBLAQItABQABgAIAAAAIQBa9CxbvwAAABUBAAALAAAA&#10;AAAAAAAAAAAAAB8BAABfcmVscy8ucmVsc1BLAQItABQABgAIAAAAIQCR2rQJ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sz w:val="20"/>
                              <w:szCs w:val="20"/>
                              <w:lang w:val="en-GB"/>
                            </w:rPr>
                            <w:t>b</w:t>
                          </w:r>
                          <w:r>
                            <w:rPr>
                              <w:rFonts w:eastAsia="Calibri"/>
                              <w:color w:val="000000"/>
                              <w:sz w:val="20"/>
                              <w:szCs w:val="20"/>
                              <w:lang w:val="en-GB"/>
                            </w:rPr>
                            <w:t xml:space="preserve">   </w:t>
                          </w:r>
                        </w:p>
                      </w:txbxContent>
                    </v:textbox>
                  </v:shape>
                  <v:shape id="Text Box 2" o:spid="_x0000_s1086" type="#_x0000_t202" style="position:absolute;left:10535;top:4465;width:393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GSwgAAANwAAAAPAAAAZHJzL2Rvd25yZXYueG1sRI9Ba8JA&#10;FITvhf6H5Qne6sZIS0ldRaqCh16q6f2Rfc0Gs29D9mniv+8WBI/DzHzDLNejb9WV+tgENjCfZaCI&#10;q2Abrg2Up/3LO6goyBbbwGTgRhHWq+enJRY2DPxN16PUKkE4FmjAiXSF1rFy5DHOQkecvN/Qe5Qk&#10;+1rbHocE963Os+xNe2w4LTjs6NNRdT5evAERu5nfyp2Ph5/xazu4rHrF0pjpZNx8gBIa5RG+tw/W&#10;QJ4v4P9MOgJ69QcAAP//AwBQSwECLQAUAAYACAAAACEA2+H2y+4AAACFAQAAEwAAAAAAAAAAAAAA&#10;AAAAAAAAW0NvbnRlbnRfVHlwZXNdLnhtbFBLAQItABQABgAIAAAAIQBa9CxbvwAAABUBAAALAAAA&#10;AAAAAAAAAAAAAB8BAABfcmVscy8ucmVsc1BLAQItABQABgAIAAAAIQD+lhGS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c**  </w:t>
                          </w:r>
                        </w:p>
                      </w:txbxContent>
                    </v:textbox>
                  </v:shape>
                  <v:shape id="Text Box 2" o:spid="_x0000_s1087" type="#_x0000_t202" style="position:absolute;left:6585;top:21434;width:9588;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4nmwgAAANwAAAAPAAAAZHJzL2Rvd25yZXYueG1sRI9Ba8JA&#10;FITvhf6H5Qne6sZgS0ldRaqCh16q6f2Rfc0Gs29D9mniv+8WBI/DzHzDLNejb9WV+tgENjCfZaCI&#10;q2Abrg2Up/3LO6goyBbbwGTgRhHWq+enJRY2DPxN16PUKkE4FmjAiXSF1rFy5DHOQkecvN/Qe5Qk&#10;+1rbHocE963Os+xNe2w4LTjs6NNRdT5evAERu5nfyp2Ph5/xazu4rHrF0pjpZNx8gBIa5RG+tw/W&#10;QJ4v4P9MOgJ69QcAAP//AwBQSwECLQAUAAYACAAAACEA2+H2y+4AAACFAQAAEwAAAAAAAAAAAAAA&#10;AAAAAAAAW0NvbnRlbnRfVHlwZXNdLnhtbFBLAQItABQABgAIAAAAIQBa9CxbvwAAABUBAAALAAAA&#10;AAAAAAAAAAAAAB8BAABfcmVscy8ucmVsc1BLAQItABQABgAIAAAAIQBxf4nm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  g/2*     g/2* </w:t>
                          </w:r>
                        </w:p>
                      </w:txbxContent>
                    </v:textbox>
                  </v:shape>
                  <v:shape id="Text Box 2" o:spid="_x0000_s1088" type="#_x0000_t202" style="position:absolute;left:16973;width:14224;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x9wgAAANwAAAAPAAAAZHJzL2Rvd25yZXYueG1sRI/BasMw&#10;EETvgf6D2EJviRxDQnEjm5C2kEMvSZ37Ym0tE2tlrG3s/H1VKPQ4zMwbZlfNvlc3GmMX2MB6lYEi&#10;boLtuDVQf74vn0FFQbbYByYDd4pQlQ+LHRY2THyi21lalSAcCzTgRIZC69g48hhXYSBO3lcYPUqS&#10;Y6vtiFOC+17nWbbVHjtOCw4HOjhqrudvb0DE7tf3+s3H42X+eJ1c1mywNubpcd6/gBKa5T/81z5a&#10;A3m+gd8z6Qjo8gcAAP//AwBQSwECLQAUAAYACAAAACEA2+H2y+4AAACFAQAAEwAAAAAAAAAAAAAA&#10;AAAAAAAAW0NvbnRlbnRfVHlwZXNdLnhtbFBLAQItABQABgAIAAAAIQBa9CxbvwAAABUBAAALAAAA&#10;AAAAAAAAAAAAAB8BAABfcmVscy8ucmVsc1BLAQItABQABgAIAAAAIQAeMyx9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Nominal emitter box </w:t>
                          </w:r>
                          <w:r w:rsidRPr="00C91EF9">
                            <w:rPr>
                              <w:rFonts w:eastAsia="Calibri"/>
                              <w:color w:val="000000"/>
                              <w:sz w:val="20"/>
                              <w:szCs w:val="20"/>
                              <w:vertAlign w:val="superscript"/>
                              <w:lang w:val="en-GB"/>
                            </w:rPr>
                            <w:t>3</w:t>
                          </w:r>
                        </w:p>
                      </w:txbxContent>
                    </v:textbox>
                  </v:shape>
                  <v:shape id="Text Box 2" o:spid="_x0000_s1089" type="#_x0000_t202" style="position:absolute;left:31966;top:1315;width:1136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bIKwgAAANwAAAAPAAAAZHJzL2Rvd25yZXYueG1sRI9Ba8JA&#10;FITvQv/D8gredGNAKamriG3Bg5faeH9kX7PB7NuQfTXx37uC0OMwM98w6+3oW3WlPjaBDSzmGSji&#10;KtiGawPlz9fsDVQUZIttYDJwowjbzctkjYUNA3/T9SS1ShCOBRpwIl2hdawceYzz0BEn7zf0HiXJ&#10;vta2xyHBfavzLFtpjw2nBYcd7R1Vl9OfNyBid4tb+enj4TwePwaXVUssjZm+jrt3UEKj/Ief7YM1&#10;kOcreJxJR0Bv7gAAAP//AwBQSwECLQAUAAYACAAAACEA2+H2y+4AAACFAQAAEwAAAAAAAAAAAAAA&#10;AAAAAAAAW0NvbnRlbnRfVHlwZXNdLnhtbFBLAQItABQABgAIAAAAIQBa9CxbvwAAABUBAAALAAAA&#10;AAAAAAAAAAAAAB8BAABfcmVscy8ucmVsc1BLAQItABQABgAIAAAAIQDu4bIK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Reference plane </w:t>
                          </w:r>
                          <w:r w:rsidRPr="00C91EF9">
                            <w:rPr>
                              <w:rFonts w:eastAsia="Calibri"/>
                              <w:color w:val="000000"/>
                              <w:sz w:val="20"/>
                              <w:szCs w:val="20"/>
                              <w:vertAlign w:val="superscript"/>
                              <w:lang w:val="en-GB"/>
                            </w:rPr>
                            <w:t>1</w:t>
                          </w:r>
                        </w:p>
                      </w:txbxContent>
                    </v:textbox>
                  </v:shape>
                  <v:shape id="Text Box 2" o:spid="_x0000_s1090" type="#_x0000_t202" style="position:absolute;left:35769;top:2852;width:1047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Reference axis </w:t>
                          </w:r>
                          <w:r w:rsidRPr="00C91EF9">
                            <w:rPr>
                              <w:rFonts w:eastAsia="Calibri"/>
                              <w:color w:val="000000"/>
                              <w:sz w:val="20"/>
                              <w:szCs w:val="20"/>
                              <w:vertAlign w:val="superscript"/>
                              <w:lang w:val="en-GB"/>
                            </w:rPr>
                            <w:t>2</w:t>
                          </w:r>
                          <w:r>
                            <w:rPr>
                              <w:rFonts w:eastAsia="Calibri"/>
                              <w:color w:val="000000"/>
                              <w:sz w:val="20"/>
                              <w:szCs w:val="20"/>
                              <w:lang w:val="en-GB"/>
                            </w:rPr>
                            <w:t xml:space="preserve">                                                                                                     </w:t>
                          </w:r>
                        </w:p>
                      </w:txbxContent>
                    </v:textbox>
                  </v:shape>
                  <v:shape id="Text Box 2" o:spid="_x0000_s1091" type="#_x0000_t202" style="position:absolute;left:39135;top:4712;width:596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oPjvwAAANwAAAAPAAAAZHJzL2Rvd25yZXYueG1sRE9Na8JA&#10;EL0X/A/LCN7qxoClRFcRbcGDl9p4H7JjNpidDdnRxH/vHgo9Pt73ejv6Vj2oj01gA4t5Boq4Crbh&#10;2kD5+/3+CSoKssU2MBl4UoTtZvK2xsKGgX/ocZZapRCOBRpwIl2hdawceYzz0BEn7hp6j5JgX2vb&#10;45DCfavzLPvQHhtODQ472juqbue7NyBid4tn+eXj8TKeDoPLqiWWxsym424FSmiUf/Gf+2gN5Hla&#10;m86kI6A3LwAAAP//AwBQSwECLQAUAAYACAAAACEA2+H2y+4AAACFAQAAEwAAAAAAAAAAAAAAAAAA&#10;AAAAW0NvbnRlbnRfVHlwZXNdLnhtbFBLAQItABQABgAIAAAAIQBa9CxbvwAAABUBAAALAAAAAAAA&#10;AAAAAAAAAB8BAABfcmVscy8ucmVsc1BLAQItABQABgAIAAAAIQDwMoPjvwAAANwAAAAPAAAAAAAA&#10;AAAAAAAAAAcCAABkcnMvZG93bnJldi54bWxQSwUGAAAAAAMAAwC3AAAA8wI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Ground                                                                                                             </w:t>
                          </w:r>
                        </w:p>
                      </w:txbxContent>
                    </v:textbox>
                  </v:shape>
                  <v:shape id="Text Box 2" o:spid="_x0000_s1092" type="#_x0000_t202" style="position:absolute;left:39065;top:7608;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iZ4wgAAANwAAAAPAAAAZHJzL2Rvd25yZXYueG1sRI9Ba8JA&#10;FITvhf6H5Qne6saApU1dRaqCh16q6f2Rfc0Gs29D9mniv+8WBI/DzHzDLNejb9WV+tgENjCfZaCI&#10;q2Abrg2Up/3LG6goyBbbwGTgRhHWq+enJRY2DPxN16PUKkE4FmjAiXSF1rFy5DHOQkecvN/Qe5Qk&#10;+1rbHocE963Os+xVe2w4LTjs6NNRdT5evAERu5nfyp2Ph5/xazu4rFpgacx0Mm4+QAmN8gjf2wdr&#10;IM/f4f9MOgJ69QcAAP//AwBQSwECLQAUAAYACAAAACEA2+H2y+4AAACFAQAAEwAAAAAAAAAAAAAA&#10;AAAAAAAAW0NvbnRlbnRfVHlwZXNdLnhtbFBLAQItABQABgAIAAAAIQBa9CxbvwAAABUBAAALAAAA&#10;AAAAAAAAAAAAAB8BAABfcmVscy8ucmVsc1BLAQItABQABgAIAAAAIQCffiZ4wgAAANwAAAAPAAAA&#10;AAAAAAAAAAAAAAcCAABkcnMvZG93bnJldi54bWxQSwUGAAAAAAMAAwC3AAAA9gIAAAAA&#10;" filled="f" stroked="f">
                    <v:textbox style="mso-fit-shape-to-text:t">
                      <w:txbxContent>
                        <w:p w:rsidR="0034536E" w:rsidRPr="00C91EF9" w:rsidRDefault="0034536E" w:rsidP="00D4531A">
                          <w:pPr>
                            <w:pStyle w:val="NormalWeb"/>
                            <w:spacing w:line="240" w:lineRule="exact"/>
                          </w:pPr>
                          <w:r w:rsidRPr="00C91EF9">
                            <w:rPr>
                              <w:rFonts w:eastAsia="Calibri"/>
                              <w:color w:val="000000"/>
                              <w:sz w:val="20"/>
                              <w:szCs w:val="20"/>
                              <w:vertAlign w:val="superscript"/>
                              <w:lang w:val="en-GB"/>
                            </w:rPr>
                            <w:t>4</w:t>
                          </w:r>
                          <w:r w:rsidRPr="00C91EF9">
                            <w:rPr>
                              <w:rFonts w:eastAsia="Calibri"/>
                              <w:color w:val="000000"/>
                              <w:sz w:val="20"/>
                              <w:szCs w:val="20"/>
                              <w:lang w:val="en-GB"/>
                            </w:rPr>
                            <w:t xml:space="preserve">  </w:t>
                          </w:r>
                        </w:p>
                      </w:txbxContent>
                    </v:textbox>
                  </v:shape>
                  <v:shape id="Text Box 2" o:spid="_x0000_s1093" type="#_x0000_t202" style="position:absolute;left:41256;top:20113;width:374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Rk4vwAAANwAAAAPAAAAZHJzL2Rvd25yZXYueG1sRE9Na8JA&#10;EL0X/A/LCN7qRqWlRFcRreChF228D9kxG8zOhuzUxH/vHgoeH+97tRl8o+7UxTqwgdk0A0VcBltz&#10;ZaD4Pbx/gYqCbLEJTAYeFGGzHr2tMLeh5xPdz1KpFMIxRwNOpM21jqUjj3EaWuLEXUPnURLsKm07&#10;7FO4b/Q8yz61x5pTg8OWdo7K2/nPGxCx29mj+PbxeBl+9r3Lyg8sjJmMh+0SlNAgL/G/+2gNzBdp&#10;fjqTjoBePwEAAP//AwBQSwECLQAUAAYACAAAACEA2+H2y+4AAACFAQAAEwAAAAAAAAAAAAAAAAAA&#10;AAAAW0NvbnRlbnRfVHlwZXNdLnhtbFBLAQItABQABgAIAAAAIQBa9CxbvwAAABUBAAALAAAAAAAA&#10;AAAAAAAAAB8BAABfcmVscy8ucmVsc1BLAQItABQABgAIAAAAIQCLnRk4vwAAANwAAAAPAAAAAAAA&#10;AAAAAAAAAAcCAABkcnMvZG93bnJldi54bWxQSwUGAAAAAAMAAwC3AAAA8wIAAAAA&#10;" filled="f" stroked="f">
                    <v:textbox style="mso-fit-shape-to-text:t">
                      <w:txbxContent>
                        <w:p w:rsidR="0034536E" w:rsidRDefault="0034536E" w:rsidP="00D4531A">
                          <w:pPr>
                            <w:pStyle w:val="NormalWeb"/>
                            <w:spacing w:line="240" w:lineRule="exact"/>
                          </w:pPr>
                          <w:r>
                            <w:rPr>
                              <w:rFonts w:eastAsia="Arial"/>
                              <w:sz w:val="20"/>
                              <w:szCs w:val="20"/>
                              <w:lang w:val="en-GB"/>
                            </w:rPr>
                            <w:t>V+</w:t>
                          </w:r>
                          <w:r>
                            <w:rPr>
                              <w:rFonts w:eastAsia="Calibri"/>
                              <w:color w:val="000000"/>
                              <w:sz w:val="20"/>
                              <w:szCs w:val="20"/>
                              <w:lang w:val="en-GB"/>
                            </w:rPr>
                            <w:t xml:space="preserve">  </w:t>
                          </w:r>
                        </w:p>
                      </w:txbxContent>
                    </v:textbox>
                  </v:shape>
                  <v:shape id="Text Box 2" o:spid="_x0000_s1094" type="#_x0000_t202" style="position:absolute;left:29483;top:22825;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sz w:val="20"/>
                              <w:szCs w:val="20"/>
                              <w:lang w:val="en-GB"/>
                            </w:rPr>
                            <w:t>d</w:t>
                          </w:r>
                          <w:r>
                            <w:rPr>
                              <w:rFonts w:eastAsia="Calibri"/>
                              <w:color w:val="000000"/>
                              <w:sz w:val="20"/>
                              <w:szCs w:val="20"/>
                              <w:lang w:val="en-GB"/>
                            </w:rPr>
                            <w:t xml:space="preserve">   </w:t>
                          </w:r>
                        </w:p>
                      </w:txbxContent>
                    </v:textbox>
                  </v:shape>
                  <v:shape id="Text Box 2" o:spid="_x0000_s1095" type="#_x0000_t202" style="position:absolute;left:23698;top:22603;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yLUwgAAANwAAAAPAAAAZHJzL2Rvd25yZXYueG1sRI9Ba8JA&#10;FITvhf6H5Qne6sZIS0ldRaqCh16q6f2Rfc0Gs29D9mniv+8WBI/DzHzDLNejb9WV+tgENjCfZaCI&#10;q2Abrg2Up/3LO6goyBbbwGTgRhHWq+enJRY2DPxN16PUKkE4FmjAiXSF1rFy5DHOQkecvN/Qe5Qk&#10;+1rbHocE963Os+xNe2w4LTjs6NNRdT5evAERu5nfyp2Ph5/xazu4rHrF0pjpZNx8gBIa5RG+tw/W&#10;QL7I4f9MOgJ69QcAAP//AwBQSwECLQAUAAYACAAAACEA2+H2y+4AAACFAQAAEwAAAAAAAAAAAAAA&#10;AAAAAAAAW0NvbnRlbnRfVHlwZXNdLnhtbFBLAQItABQABgAIAAAAIQBa9CxbvwAAABUBAAALAAAA&#10;AAAAAAAAAAAAAB8BAABfcmVscy8ucmVsc1BLAQItABQABgAIAAAAIQAUAyLUwgAAANwAAAAPAAAA&#10;AAAAAAAAAAAAAAcCAABkcnMvZG93bnJldi54bWxQSwUGAAAAAAMAAwC3AAAA9gIAAAAA&#10;" filled="f" stroked="f">
                    <v:textbox style="mso-fit-shape-to-text:t">
                      <w:txbxContent>
                        <w:p w:rsidR="0034536E" w:rsidRDefault="0034536E" w:rsidP="00D4531A">
                          <w:pPr>
                            <w:pStyle w:val="NormalWeb"/>
                            <w:spacing w:line="240" w:lineRule="exact"/>
                          </w:pPr>
                          <w:r>
                            <w:rPr>
                              <w:sz w:val="20"/>
                              <w:szCs w:val="20"/>
                              <w:lang w:val="en-GB"/>
                            </w:rPr>
                            <w:t>a</w:t>
                          </w:r>
                          <w:r>
                            <w:rPr>
                              <w:rFonts w:eastAsia="Calibri"/>
                              <w:color w:val="000000"/>
                              <w:sz w:val="20"/>
                              <w:szCs w:val="20"/>
                              <w:lang w:val="en-GB"/>
                            </w:rPr>
                            <w:t xml:space="preserve">   </w:t>
                          </w:r>
                        </w:p>
                      </w:txbxContent>
                    </v:textbox>
                  </v:shape>
                  <v:shape id="Text Box 2" o:spid="_x0000_s1096" type="#_x0000_t202" style="position:absolute;left:24288;top:20996;width:283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rsidR="0034536E" w:rsidRDefault="0034536E" w:rsidP="00D4531A">
                          <w:pPr>
                            <w:pStyle w:val="NormalWeb"/>
                            <w:spacing w:line="240" w:lineRule="exact"/>
                          </w:pPr>
                          <w:r>
                            <w:rPr>
                              <w:sz w:val="20"/>
                              <w:szCs w:val="20"/>
                              <w:lang w:val="en-GB"/>
                            </w:rPr>
                            <w:t>e</w:t>
                          </w:r>
                          <w:r>
                            <w:rPr>
                              <w:rFonts w:eastAsia="Calibri"/>
                              <w:color w:val="000000"/>
                              <w:sz w:val="20"/>
                              <w:szCs w:val="20"/>
                              <w:lang w:val="en-GB"/>
                            </w:rPr>
                            <w:t xml:space="preserve">   </w:t>
                          </w:r>
                        </w:p>
                      </w:txbxContent>
                    </v:textbox>
                  </v:shape>
                  <v:shape id="Text Box 2" o:spid="_x0000_s1097" type="#_x0000_t202" style="position:absolute;left:18656;top:24870;width:16954;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h87wwAAANwAAAAPAAAAZHJzL2Rvd25yZXYueG1sRI9Ba8JA&#10;FITvBf/D8gRvdaO2RaKriFXw0EttvD+yz2ww+zZkX038991CocdhZr5h1tvBN+pOXawDG5hNM1DE&#10;ZbA1VwaKr+PzElQUZItNYDLwoAjbzehpjbkNPX/S/SyVShCOORpwIm2udSwdeYzT0BIn7xo6j5Jk&#10;V2nbYZ/gvtHzLHvTHmtOCw5b2jsqb+dvb0DE7maP4uDj6TJ8vPcuK1+xMGYyHnYrUEKD/If/2idr&#10;YL54gd8z6QjozQ8AAAD//wMAUEsBAi0AFAAGAAgAAAAhANvh9svuAAAAhQEAABMAAAAAAAAAAAAA&#10;AAAAAAAAAFtDb250ZW50X1R5cGVzXS54bWxQSwECLQAUAAYACAAAACEAWvQsW78AAAAVAQAACwAA&#10;AAAAAAAAAAAAAAAfAQAAX3JlbHMvLnJlbHNQSwECLQAUAAYACAAAACEA9KYfO8MAAADcAAAADwAA&#10;AAAAAAAAAAAAAAAHAgAAZHJzL2Rvd25yZXYueG1sUEsFBgAAAAADAAMAtwAAAPcCAAAAAA==&#10;" filled="f" stroked="f">
                    <v:textbox style="mso-fit-shape-to-text:t">
                      <w:txbxContent>
                        <w:p w:rsidR="0034536E" w:rsidRDefault="0034536E" w:rsidP="00D4531A">
                          <w:pPr>
                            <w:pStyle w:val="NormalWeb"/>
                            <w:spacing w:line="240" w:lineRule="exact"/>
                          </w:pPr>
                          <w:r>
                            <w:rPr>
                              <w:rFonts w:eastAsia="Calibri"/>
                              <w:color w:val="000000"/>
                              <w:sz w:val="20"/>
                              <w:szCs w:val="20"/>
                              <w:lang w:val="en-GB"/>
                            </w:rPr>
                            <w:t xml:space="preserve">Reference lug contact plane </w:t>
                          </w:r>
                          <w:r w:rsidRPr="00C91EF9">
                            <w:rPr>
                              <w:rFonts w:eastAsia="Calibri"/>
                              <w:color w:val="000000"/>
                              <w:sz w:val="20"/>
                              <w:szCs w:val="20"/>
                              <w:vertAlign w:val="superscript"/>
                              <w:lang w:val="en-GB"/>
                            </w:rPr>
                            <w:t>8</w:t>
                          </w:r>
                          <w:r w:rsidRPr="00C91EF9">
                            <w:rPr>
                              <w:rFonts w:eastAsia="Calibri"/>
                              <w:color w:val="000000"/>
                              <w:sz w:val="20"/>
                              <w:szCs w:val="20"/>
                              <w:lang w:val="en-GB"/>
                            </w:rPr>
                            <w:t xml:space="preserve"> </w:t>
                          </w:r>
                          <w:r>
                            <w:rPr>
                              <w:rFonts w:eastAsia="Calibri"/>
                              <w:color w:val="000000"/>
                              <w:sz w:val="20"/>
                              <w:szCs w:val="20"/>
                              <w:lang w:val="en-GB"/>
                            </w:rPr>
                            <w:t xml:space="preserve">                                                                                            </w:t>
                          </w:r>
                        </w:p>
                      </w:txbxContent>
                    </v:textbox>
                  </v:shape>
                </v:group>
                <v:shape id="Text Box 2" o:spid="_x0000_s1098" type="#_x0000_t202" style="position:absolute;left:23844;top:4242;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rqgwwAAANwAAAAPAAAAZHJzL2Rvd25yZXYueG1sRI9Pa8JA&#10;FMTvBb/D8gRvdaNiKdFVxD/goZfaeH9kX7Oh2bch+zTx27uFQo/DzPyGWW8H36g7dbEObGA2zUAR&#10;l8HWXBkovk6v76CiIFtsApOBB0XYbkYva8xt6PmT7hepVIJwzNGAE2lzrWPpyGOchpY4ed+h8yhJ&#10;dpW2HfYJ7hs9z7I37bHmtOCwpb2j8udy8wZE7G72KI4+nq/Dx6F3WbnEwpjJeNitQAkN8h/+a5+t&#10;gfliCb9n0hHQmycAAAD//wMAUEsBAi0AFAAGAAgAAAAhANvh9svuAAAAhQEAABMAAAAAAAAAAAAA&#10;AAAAAAAAAFtDb250ZW50X1R5cGVzXS54bWxQSwECLQAUAAYACAAAACEAWvQsW78AAAAVAQAACwAA&#10;AAAAAAAAAAAAAAAfAQAAX3JlbHMvLnJlbHNQSwECLQAUAAYACAAAACEAm+q6oMMAAADcAAAADwAA&#10;AAAAAAAAAAAAAAAHAgAAZHJzL2Rvd25yZXYueG1sUEsFBgAAAAADAAMAtwAAAPcCAAAAAA==&#10;" filled="f" stroked="f">
                  <v:textbox style="mso-fit-shape-to-text:t">
                    <w:txbxContent>
                      <w:p w:rsidR="0034536E" w:rsidRDefault="0034536E" w:rsidP="00D4531A">
                        <w:pPr>
                          <w:pStyle w:val="NormalWeb"/>
                          <w:spacing w:line="240" w:lineRule="exact"/>
                        </w:pPr>
                        <w:r>
                          <w:rPr>
                            <w:sz w:val="20"/>
                            <w:szCs w:val="20"/>
                            <w:lang w:val="en-GB"/>
                          </w:rPr>
                          <w:t>m</w:t>
                        </w:r>
                        <w:r>
                          <w:rPr>
                            <w:rFonts w:eastAsia="Calibri"/>
                            <w:color w:val="000000"/>
                            <w:sz w:val="20"/>
                            <w:szCs w:val="20"/>
                            <w:lang w:val="en-GB"/>
                          </w:rPr>
                          <w:t xml:space="preserve">   </w:t>
                        </w:r>
                      </w:p>
                    </w:txbxContent>
                  </v:textbox>
                </v:shape>
                <w10:anchorlock/>
              </v:group>
            </w:pict>
          </mc:Fallback>
        </mc:AlternateContent>
      </w:r>
    </w:p>
    <w:p w:rsidR="00BB7B20" w:rsidRDefault="00BB7B20" w:rsidP="000960D4">
      <w:pPr>
        <w:widowControl w:val="0"/>
        <w:tabs>
          <w:tab w:val="left" w:pos="7969"/>
        </w:tabs>
        <w:rPr>
          <w:rFonts w:eastAsia="Calibri"/>
          <w:color w:val="000000"/>
          <w:szCs w:val="22"/>
        </w:rPr>
      </w:pPr>
    </w:p>
    <w:p w:rsidR="00BB7B20" w:rsidRDefault="00BB7B20" w:rsidP="000960D4">
      <w:pPr>
        <w:widowControl w:val="0"/>
        <w:tabs>
          <w:tab w:val="left" w:pos="7969"/>
        </w:tabs>
        <w:rPr>
          <w:rFonts w:eastAsia="Calibri"/>
          <w:color w:val="000000"/>
          <w:szCs w:val="22"/>
        </w:rPr>
      </w:pPr>
    </w:p>
    <w:p w:rsidR="000960D4" w:rsidRPr="00A63548" w:rsidRDefault="000960D4" w:rsidP="000960D4">
      <w:pPr>
        <w:tabs>
          <w:tab w:val="left" w:pos="6379"/>
        </w:tabs>
        <w:autoSpaceDE w:val="0"/>
        <w:autoSpaceDN w:val="0"/>
        <w:adjustRightInd w:val="0"/>
        <w:rPr>
          <w:rFonts w:eastAsia="Calibri"/>
          <w:color w:val="000000"/>
          <w:szCs w:val="22"/>
        </w:rPr>
      </w:pPr>
      <w:r w:rsidRPr="00A63548">
        <w:rPr>
          <w:rFonts w:eastAsia="Calibri"/>
          <w:color w:val="000000"/>
          <w:szCs w:val="22"/>
        </w:rPr>
        <w:t xml:space="preserve">*     </w:t>
      </w:r>
      <w:r w:rsidR="008D6304">
        <w:rPr>
          <w:rFonts w:eastAsia="Calibri"/>
          <w:color w:val="000000"/>
          <w:szCs w:val="22"/>
        </w:rPr>
        <w:t>Dimensions f and g see table 2.</w:t>
      </w:r>
    </w:p>
    <w:p w:rsidR="000960D4" w:rsidRPr="00A63548" w:rsidRDefault="000960D4" w:rsidP="000960D4">
      <w:pPr>
        <w:widowControl w:val="0"/>
        <w:rPr>
          <w:rFonts w:eastAsia="Calibri"/>
          <w:b/>
          <w:bCs/>
          <w:szCs w:val="22"/>
        </w:rPr>
      </w:pPr>
      <w:r w:rsidRPr="00A63548">
        <w:rPr>
          <w:rFonts w:eastAsia="Calibri"/>
          <w:szCs w:val="22"/>
          <w:lang w:eastAsia="en-GB"/>
        </w:rPr>
        <w:t>**   Reference system for the emitter box: for detailed dimensions see relevant cap data sheet.</w:t>
      </w:r>
    </w:p>
    <w:p w:rsidR="000960D4" w:rsidRDefault="000960D4" w:rsidP="000960D4">
      <w:pPr>
        <w:tabs>
          <w:tab w:val="left" w:pos="6379"/>
        </w:tabs>
        <w:autoSpaceDE w:val="0"/>
        <w:autoSpaceDN w:val="0"/>
        <w:adjustRightInd w:val="0"/>
        <w:rPr>
          <w:rFonts w:eastAsia="Calibri"/>
          <w:color w:val="000000"/>
          <w:szCs w:val="22"/>
        </w:rPr>
      </w:pPr>
      <w:r w:rsidRPr="00A63548">
        <w:rPr>
          <w:rFonts w:eastAsia="Calibri"/>
          <w:color w:val="000000"/>
          <w:szCs w:val="22"/>
        </w:rPr>
        <w:t>*** For the notes see sheet L1/2.</w:t>
      </w:r>
    </w:p>
    <w:p w:rsidR="000960D4" w:rsidRPr="00A63548" w:rsidRDefault="000960D4" w:rsidP="000960D4">
      <w:pPr>
        <w:pBdr>
          <w:bottom w:val="single" w:sz="12" w:space="1" w:color="auto"/>
        </w:pBdr>
        <w:tabs>
          <w:tab w:val="center" w:pos="4820"/>
          <w:tab w:val="right" w:pos="9356"/>
        </w:tabs>
        <w:ind w:right="-1"/>
        <w:jc w:val="both"/>
        <w:rPr>
          <w:b/>
          <w:bCs/>
          <w:snapToGrid w:val="0"/>
        </w:rPr>
      </w:pPr>
      <w:r w:rsidRPr="00A63548">
        <w:rPr>
          <w:rFonts w:ascii="Arial" w:hAnsi="Arial" w:cs="Arial"/>
          <w:bCs/>
          <w:snapToGrid w:val="0"/>
        </w:rPr>
        <w:tab/>
      </w:r>
      <w:r w:rsidRPr="00A63548">
        <w:rPr>
          <w:b/>
          <w:bCs/>
          <w:snapToGrid w:val="0"/>
        </w:rPr>
        <w:t>Category L1</w:t>
      </w:r>
      <w:r w:rsidR="0041729A">
        <w:rPr>
          <w:b/>
          <w:bCs/>
          <w:snapToGrid w:val="0"/>
        </w:rPr>
        <w:t>A/6, L1B/6</w:t>
      </w:r>
      <w:r w:rsidRPr="00A63548">
        <w:rPr>
          <w:b/>
          <w:bCs/>
          <w:snapToGrid w:val="0"/>
        </w:rPr>
        <w:t xml:space="preserve"> </w:t>
      </w:r>
      <w:r w:rsidRPr="00A63548">
        <w:rPr>
          <w:b/>
          <w:bCs/>
          <w:snapToGrid w:val="0"/>
        </w:rPr>
        <w:tab/>
        <w:t>Sheet L1/2</w:t>
      </w:r>
    </w:p>
    <w:p w:rsidR="000960D4" w:rsidRPr="00A63548" w:rsidRDefault="000960D4" w:rsidP="000960D4">
      <w:pPr>
        <w:spacing w:before="120"/>
      </w:pPr>
      <w:r w:rsidRPr="00A63548">
        <w:t>Table 1</w:t>
      </w:r>
    </w:p>
    <w:p w:rsidR="000960D4" w:rsidRPr="00A63548" w:rsidRDefault="000960D4" w:rsidP="008523C4">
      <w:pPr>
        <w:spacing w:after="120"/>
        <w:rPr>
          <w:b/>
          <w:spacing w:val="-1"/>
          <w:szCs w:val="22"/>
        </w:rPr>
      </w:pPr>
      <w:r w:rsidRPr="00A63548">
        <w:rPr>
          <w:b/>
        </w:rPr>
        <w:t>Essential electrical and photometric characteristics of the LED light source</w:t>
      </w:r>
    </w:p>
    <w:tbl>
      <w:tblPr>
        <w:tblStyle w:val="TableGrid210"/>
        <w:tblW w:w="0" w:type="auto"/>
        <w:tblInd w:w="257" w:type="dxa"/>
        <w:tblCellMar>
          <w:left w:w="115" w:type="dxa"/>
          <w:right w:w="115" w:type="dxa"/>
        </w:tblCellMar>
        <w:tblLook w:val="04A0" w:firstRow="1" w:lastRow="0" w:firstColumn="1" w:lastColumn="0" w:noHBand="0" w:noVBand="1"/>
      </w:tblPr>
      <w:tblGrid>
        <w:gridCol w:w="930"/>
        <w:gridCol w:w="3545"/>
        <w:gridCol w:w="1650"/>
        <w:gridCol w:w="1697"/>
        <w:gridCol w:w="1609"/>
      </w:tblGrid>
      <w:tr w:rsidR="000960D4" w:rsidRPr="00491139" w:rsidTr="0034536E">
        <w:trPr>
          <w:trHeight w:val="422"/>
        </w:trPr>
        <w:tc>
          <w:tcPr>
            <w:tcW w:w="6066" w:type="dxa"/>
            <w:gridSpan w:val="3"/>
            <w:tcBorders>
              <w:bottom w:val="single" w:sz="12" w:space="0" w:color="auto"/>
            </w:tcBorders>
          </w:tcPr>
          <w:p w:rsidR="000960D4" w:rsidRPr="00491139" w:rsidRDefault="000960D4" w:rsidP="008523C4">
            <w:pPr>
              <w:tabs>
                <w:tab w:val="center" w:pos="4820"/>
                <w:tab w:val="right" w:pos="9356"/>
              </w:tabs>
              <w:spacing w:before="80" w:after="80" w:line="200" w:lineRule="exact"/>
              <w:jc w:val="center"/>
              <w:rPr>
                <w:rFonts w:ascii="Times New Roman" w:eastAsia="Calibri" w:hAnsi="Times New Roman" w:cs="Times New Roman"/>
                <w:i/>
                <w:sz w:val="16"/>
                <w:szCs w:val="16"/>
              </w:rPr>
            </w:pPr>
            <w:r w:rsidRPr="00491139">
              <w:rPr>
                <w:rFonts w:ascii="Times New Roman" w:eastAsia="Calibri" w:hAnsi="Times New Roman" w:cs="Times New Roman"/>
                <w:i/>
                <w:sz w:val="16"/>
                <w:szCs w:val="16"/>
              </w:rPr>
              <w:t>Dimensions</w:t>
            </w:r>
          </w:p>
        </w:tc>
        <w:tc>
          <w:tcPr>
            <w:tcW w:w="1697" w:type="dxa"/>
            <w:tcBorders>
              <w:bottom w:val="single" w:sz="12" w:space="0" w:color="auto"/>
            </w:tcBorders>
          </w:tcPr>
          <w:p w:rsidR="000960D4" w:rsidRPr="00491139" w:rsidRDefault="000960D4" w:rsidP="008523C4">
            <w:pPr>
              <w:spacing w:before="10"/>
              <w:jc w:val="center"/>
              <w:rPr>
                <w:rFonts w:ascii="Times New Roman" w:eastAsia="Calibri" w:hAnsi="Times New Roman" w:cs="Times New Roman"/>
                <w:i/>
                <w:sz w:val="16"/>
                <w:szCs w:val="16"/>
              </w:rPr>
            </w:pPr>
            <w:r w:rsidRPr="00491139">
              <w:rPr>
                <w:rFonts w:ascii="Times New Roman" w:eastAsia="Calibri" w:hAnsi="Times New Roman" w:cs="Times New Roman"/>
                <w:i/>
                <w:sz w:val="16"/>
                <w:szCs w:val="16"/>
              </w:rPr>
              <w:t>Production</w:t>
            </w:r>
          </w:p>
          <w:p w:rsidR="000960D4" w:rsidRPr="00491139" w:rsidRDefault="000960D4" w:rsidP="008523C4">
            <w:pPr>
              <w:spacing w:before="10"/>
              <w:jc w:val="center"/>
              <w:rPr>
                <w:rFonts w:ascii="Times New Roman" w:eastAsia="Calibri" w:hAnsi="Times New Roman" w:cs="Times New Roman"/>
                <w:i/>
                <w:sz w:val="16"/>
                <w:szCs w:val="16"/>
              </w:rPr>
            </w:pPr>
            <w:r w:rsidRPr="00491139">
              <w:rPr>
                <w:rFonts w:ascii="Times New Roman" w:eastAsia="Calibri" w:hAnsi="Times New Roman" w:cs="Times New Roman"/>
                <w:i/>
                <w:sz w:val="16"/>
                <w:szCs w:val="16"/>
              </w:rPr>
              <w:t>LED light sources</w:t>
            </w:r>
          </w:p>
        </w:tc>
        <w:tc>
          <w:tcPr>
            <w:tcW w:w="1609" w:type="dxa"/>
            <w:tcBorders>
              <w:bottom w:val="single" w:sz="12" w:space="0" w:color="auto"/>
            </w:tcBorders>
          </w:tcPr>
          <w:p w:rsidR="000960D4" w:rsidRPr="00491139" w:rsidRDefault="000960D4" w:rsidP="008523C4">
            <w:pPr>
              <w:spacing w:before="10"/>
              <w:jc w:val="center"/>
              <w:rPr>
                <w:rFonts w:ascii="Times New Roman" w:eastAsia="Calibri" w:hAnsi="Times New Roman" w:cs="Times New Roman"/>
                <w:i/>
                <w:sz w:val="16"/>
                <w:szCs w:val="16"/>
              </w:rPr>
            </w:pPr>
            <w:r w:rsidRPr="00491139">
              <w:rPr>
                <w:rFonts w:ascii="Times New Roman" w:eastAsia="Calibri" w:hAnsi="Times New Roman" w:cs="Times New Roman"/>
                <w:i/>
                <w:sz w:val="16"/>
                <w:szCs w:val="16"/>
              </w:rPr>
              <w:t>Standard</w:t>
            </w:r>
          </w:p>
          <w:p w:rsidR="000960D4" w:rsidRPr="00491139" w:rsidRDefault="000960D4" w:rsidP="008523C4">
            <w:pPr>
              <w:spacing w:before="10"/>
              <w:jc w:val="center"/>
              <w:rPr>
                <w:rFonts w:ascii="Times New Roman" w:eastAsia="Calibri" w:hAnsi="Times New Roman" w:cs="Times New Roman"/>
                <w:i/>
                <w:sz w:val="16"/>
                <w:szCs w:val="16"/>
              </w:rPr>
            </w:pPr>
            <w:r w:rsidRPr="00491139">
              <w:rPr>
                <w:rFonts w:ascii="Times New Roman" w:eastAsia="Calibri" w:hAnsi="Times New Roman" w:cs="Times New Roman"/>
                <w:i/>
                <w:sz w:val="16"/>
                <w:szCs w:val="16"/>
              </w:rPr>
              <w:t>LED light sources</w:t>
            </w:r>
          </w:p>
        </w:tc>
      </w:tr>
      <w:tr w:rsidR="000960D4" w:rsidRPr="00491139" w:rsidTr="0034536E">
        <w:tc>
          <w:tcPr>
            <w:tcW w:w="4416" w:type="dxa"/>
            <w:gridSpan w:val="2"/>
            <w:tcBorders>
              <w:top w:val="single" w:sz="12" w:space="0" w:color="auto"/>
            </w:tcBorders>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a</w:t>
            </w:r>
          </w:p>
        </w:tc>
        <w:tc>
          <w:tcPr>
            <w:tcW w:w="1650" w:type="dxa"/>
            <w:tcBorders>
              <w:top w:val="single" w:sz="12" w:space="0" w:color="auto"/>
            </w:tcBorders>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Borders>
              <w:top w:val="single" w:sz="12" w:space="0" w:color="auto"/>
            </w:tcBorders>
          </w:tcPr>
          <w:p w:rsidR="000960D4" w:rsidRPr="00491139" w:rsidRDefault="000960D4" w:rsidP="00403CAC">
            <w:pPr>
              <w:spacing w:before="10"/>
              <w:jc w:val="center"/>
              <w:rPr>
                <w:rFonts w:ascii="Times New Roman" w:eastAsia="Calibri" w:hAnsi="Times New Roman" w:cs="Times New Roman"/>
                <w:color w:val="FF0000"/>
                <w:sz w:val="18"/>
                <w:szCs w:val="18"/>
              </w:rPr>
            </w:pPr>
            <w:r w:rsidRPr="00491139">
              <w:rPr>
                <w:rFonts w:ascii="Times New Roman" w:eastAsia="Calibri" w:hAnsi="Times New Roman" w:cs="Times New Roman"/>
                <w:sz w:val="18"/>
                <w:szCs w:val="18"/>
              </w:rPr>
              <w:t>6.0 max.</w:t>
            </w:r>
          </w:p>
        </w:tc>
      </w:tr>
      <w:tr w:rsidR="000960D4" w:rsidRPr="00491139" w:rsidTr="0034536E">
        <w:tc>
          <w:tcPr>
            <w:tcW w:w="441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b</w:t>
            </w:r>
          </w:p>
        </w:tc>
        <w:tc>
          <w:tcPr>
            <w:tcW w:w="1650"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 xml:space="preserve"> c + 10.0 min.</w:t>
            </w:r>
          </w:p>
          <w:p w:rsidR="000960D4" w:rsidRPr="00491139" w:rsidRDefault="000960D4" w:rsidP="00403CAC">
            <w:pPr>
              <w:spacing w:before="10"/>
              <w:jc w:val="center"/>
              <w:rPr>
                <w:rFonts w:ascii="Times New Roman" w:eastAsia="Calibri" w:hAnsi="Times New Roman" w:cs="Times New Roman"/>
                <w:color w:val="FF0000"/>
                <w:sz w:val="18"/>
                <w:szCs w:val="18"/>
              </w:rPr>
            </w:pPr>
            <w:r w:rsidRPr="00491139">
              <w:rPr>
                <w:rFonts w:ascii="Times New Roman" w:eastAsia="Calibri" w:hAnsi="Times New Roman" w:cs="Times New Roman"/>
                <w:sz w:val="18"/>
                <w:szCs w:val="18"/>
              </w:rPr>
              <w:t>38.0 max.</w:t>
            </w:r>
          </w:p>
        </w:tc>
      </w:tr>
      <w:tr w:rsidR="000960D4" w:rsidRPr="00491139" w:rsidTr="0034536E">
        <w:tc>
          <w:tcPr>
            <w:tcW w:w="441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 xml:space="preserve">c </w:t>
            </w:r>
          </w:p>
        </w:tc>
        <w:tc>
          <w:tcPr>
            <w:tcW w:w="1650"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18.60</w:t>
            </w:r>
          </w:p>
        </w:tc>
      </w:tr>
      <w:tr w:rsidR="000960D4" w:rsidRPr="00491139" w:rsidTr="0034536E">
        <w:tc>
          <w:tcPr>
            <w:tcW w:w="441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d</w:t>
            </w:r>
          </w:p>
        </w:tc>
        <w:tc>
          <w:tcPr>
            <w:tcW w:w="1650"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28.0 max.</w:t>
            </w:r>
          </w:p>
        </w:tc>
      </w:tr>
      <w:tr w:rsidR="000960D4" w:rsidRPr="00491139" w:rsidTr="0034536E">
        <w:tc>
          <w:tcPr>
            <w:tcW w:w="4416" w:type="dxa"/>
            <w:gridSpan w:val="2"/>
          </w:tcPr>
          <w:p w:rsidR="000960D4" w:rsidRPr="00491139" w:rsidRDefault="000960D4" w:rsidP="00403CAC">
            <w:pPr>
              <w:spacing w:before="10"/>
              <w:jc w:val="center"/>
              <w:rPr>
                <w:rFonts w:ascii="Times New Roman" w:eastAsia="Calibri" w:hAnsi="Times New Roman" w:cs="Times New Roman"/>
                <w:sz w:val="18"/>
                <w:szCs w:val="18"/>
                <w:vertAlign w:val="superscript"/>
              </w:rPr>
            </w:pPr>
            <w:r w:rsidRPr="00491139">
              <w:rPr>
                <w:rFonts w:ascii="Times New Roman" w:eastAsia="Calibri" w:hAnsi="Times New Roman" w:cs="Times New Roman"/>
                <w:sz w:val="18"/>
                <w:szCs w:val="18"/>
              </w:rPr>
              <w:t>e</w:t>
            </w:r>
          </w:p>
        </w:tc>
        <w:tc>
          <w:tcPr>
            <w:tcW w:w="1650"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1697" w:type="dxa"/>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3.00 ± 0.30</w:t>
            </w:r>
          </w:p>
        </w:tc>
        <w:tc>
          <w:tcPr>
            <w:tcW w:w="1609" w:type="dxa"/>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3.00 ± 0.10</w:t>
            </w:r>
          </w:p>
        </w:tc>
      </w:tr>
      <w:tr w:rsidR="000960D4" w:rsidRPr="00491139" w:rsidTr="0034536E">
        <w:tc>
          <w:tcPr>
            <w:tcW w:w="4416" w:type="dxa"/>
            <w:gridSpan w:val="2"/>
          </w:tcPr>
          <w:p w:rsidR="000960D4" w:rsidRPr="00491139" w:rsidRDefault="000960D4" w:rsidP="00403CAC">
            <w:pPr>
              <w:spacing w:before="10"/>
              <w:jc w:val="center"/>
              <w:rPr>
                <w:rFonts w:ascii="Times New Roman" w:eastAsia="Calibri" w:hAnsi="Times New Roman" w:cs="Times New Roman"/>
                <w:sz w:val="18"/>
                <w:szCs w:val="18"/>
                <w:vertAlign w:val="superscript"/>
              </w:rPr>
            </w:pPr>
            <w:r w:rsidRPr="00491139">
              <w:rPr>
                <w:rFonts w:ascii="Times New Roman" w:eastAsia="Calibri" w:hAnsi="Times New Roman" w:cs="Times New Roman"/>
                <w:sz w:val="18"/>
                <w:szCs w:val="18"/>
              </w:rPr>
              <w:t>h</w:t>
            </w:r>
            <w:r w:rsidRPr="00491139">
              <w:rPr>
                <w:rFonts w:ascii="Times New Roman" w:eastAsia="Calibri" w:hAnsi="Times New Roman" w:cs="Times New Roman"/>
                <w:sz w:val="18"/>
                <w:szCs w:val="18"/>
                <w:vertAlign w:val="superscript"/>
              </w:rPr>
              <w:t>8</w:t>
            </w:r>
          </w:p>
        </w:tc>
        <w:tc>
          <w:tcPr>
            <w:tcW w:w="1650"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4.88</w:t>
            </w:r>
          </w:p>
        </w:tc>
      </w:tr>
      <w:tr w:rsidR="000960D4" w:rsidRPr="00491139" w:rsidTr="0034536E">
        <w:tc>
          <w:tcPr>
            <w:tcW w:w="441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k</w:t>
            </w:r>
            <w:r w:rsidRPr="00491139">
              <w:rPr>
                <w:rFonts w:ascii="Times New Roman" w:eastAsia="Calibri" w:hAnsi="Times New Roman" w:cs="Times New Roman"/>
                <w:sz w:val="18"/>
                <w:szCs w:val="18"/>
                <w:vertAlign w:val="superscript"/>
              </w:rPr>
              <w:t>9</w:t>
            </w:r>
          </w:p>
        </w:tc>
        <w:tc>
          <w:tcPr>
            <w:tcW w:w="1650"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7 min.</w:t>
            </w:r>
          </w:p>
        </w:tc>
      </w:tr>
      <w:tr w:rsidR="000960D4" w:rsidRPr="00491139" w:rsidTr="0034536E">
        <w:tc>
          <w:tcPr>
            <w:tcW w:w="4416" w:type="dxa"/>
            <w:gridSpan w:val="2"/>
            <w:tcBorders>
              <w:bottom w:val="single" w:sz="4" w:space="0" w:color="auto"/>
            </w:tcBorders>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m</w:t>
            </w:r>
            <w:r w:rsidRPr="00491139">
              <w:rPr>
                <w:rFonts w:ascii="Times New Roman" w:eastAsia="Calibri" w:hAnsi="Times New Roman" w:cs="Times New Roman"/>
                <w:sz w:val="18"/>
                <w:szCs w:val="18"/>
                <w:vertAlign w:val="superscript"/>
              </w:rPr>
              <w:t>9</w:t>
            </w:r>
            <w:r w:rsidRPr="00491139">
              <w:rPr>
                <w:rFonts w:ascii="Times New Roman" w:eastAsia="Calibri" w:hAnsi="Times New Roman" w:cs="Times New Roman"/>
                <w:sz w:val="18"/>
                <w:szCs w:val="18"/>
              </w:rPr>
              <w:t xml:space="preserve"> </w:t>
            </w:r>
          </w:p>
        </w:tc>
        <w:tc>
          <w:tcPr>
            <w:tcW w:w="1650" w:type="dxa"/>
            <w:tcBorders>
              <w:bottom w:val="single" w:sz="4" w:space="0" w:color="auto"/>
            </w:tcBorders>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mm</w:t>
            </w:r>
          </w:p>
        </w:tc>
        <w:tc>
          <w:tcPr>
            <w:tcW w:w="3306" w:type="dxa"/>
            <w:gridSpan w:val="2"/>
            <w:tcBorders>
              <w:bottom w:val="single" w:sz="4" w:space="0" w:color="auto"/>
            </w:tcBorders>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4.5 max.</w:t>
            </w:r>
          </w:p>
        </w:tc>
      </w:tr>
      <w:tr w:rsidR="000960D4" w:rsidRPr="00491139" w:rsidTr="0034536E">
        <w:trPr>
          <w:trHeight w:val="269"/>
        </w:trPr>
        <w:tc>
          <w:tcPr>
            <w:tcW w:w="9372" w:type="dxa"/>
            <w:gridSpan w:val="5"/>
            <w:tcBorders>
              <w:bottom w:val="single" w:sz="12" w:space="0" w:color="auto"/>
            </w:tcBorders>
          </w:tcPr>
          <w:p w:rsidR="000960D4" w:rsidRPr="00491139" w:rsidRDefault="000960D4" w:rsidP="00403CAC">
            <w:pPr>
              <w:tabs>
                <w:tab w:val="left" w:pos="454"/>
                <w:tab w:val="left" w:pos="2155"/>
              </w:tabs>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Cap PGJ18.5d-29 in accordance with IEC Publication 60061 (sheet 7004-185-[2])</w:t>
            </w:r>
            <w:r w:rsidR="000E3B18" w:rsidRPr="00491139">
              <w:rPr>
                <w:rFonts w:ascii="Times New Roman" w:eastAsia="Calibri" w:hAnsi="Times New Roman" w:cs="Times New Roman"/>
                <w:sz w:val="18"/>
                <w:szCs w:val="18"/>
                <w:vertAlign w:val="superscript"/>
              </w:rPr>
              <w:t xml:space="preserve"> 10</w:t>
            </w:r>
          </w:p>
        </w:tc>
      </w:tr>
      <w:tr w:rsidR="000960D4" w:rsidRPr="00491139" w:rsidTr="0034536E">
        <w:trPr>
          <w:trHeight w:val="240"/>
        </w:trPr>
        <w:tc>
          <w:tcPr>
            <w:tcW w:w="9372" w:type="dxa"/>
            <w:gridSpan w:val="5"/>
            <w:tcBorders>
              <w:top w:val="single" w:sz="12" w:space="0" w:color="auto"/>
              <w:bottom w:val="single" w:sz="12" w:space="0" w:color="auto"/>
            </w:tcBorders>
          </w:tcPr>
          <w:p w:rsidR="000960D4" w:rsidRPr="00491139" w:rsidRDefault="000960D4" w:rsidP="008523C4">
            <w:pPr>
              <w:jc w:val="center"/>
              <w:rPr>
                <w:rFonts w:ascii="Times New Roman" w:eastAsia="Calibri" w:hAnsi="Times New Roman" w:cs="Times New Roman"/>
                <w:i/>
                <w:sz w:val="16"/>
                <w:szCs w:val="16"/>
                <w:lang w:eastAsia="de-DE"/>
              </w:rPr>
            </w:pPr>
            <w:r w:rsidRPr="00491139">
              <w:rPr>
                <w:rFonts w:ascii="Times New Roman" w:eastAsia="Calibri" w:hAnsi="Times New Roman" w:cs="Times New Roman"/>
                <w:i/>
                <w:sz w:val="16"/>
                <w:szCs w:val="16"/>
                <w:lang w:eastAsia="de-DE"/>
              </w:rPr>
              <w:t>Electrical and photometric characteristics</w:t>
            </w:r>
            <w:r w:rsidRPr="00491139">
              <w:rPr>
                <w:rFonts w:ascii="Times New Roman" w:eastAsia="Calibri" w:hAnsi="Times New Roman" w:cs="Times New Roman"/>
                <w:i/>
                <w:sz w:val="16"/>
                <w:szCs w:val="16"/>
                <w:vertAlign w:val="superscript"/>
                <w:lang w:eastAsia="de-DE"/>
              </w:rPr>
              <w:t>5</w:t>
            </w:r>
          </w:p>
        </w:tc>
      </w:tr>
      <w:tr w:rsidR="000960D4" w:rsidRPr="00491139" w:rsidTr="0034536E">
        <w:tc>
          <w:tcPr>
            <w:tcW w:w="871" w:type="dxa"/>
            <w:vMerge w:val="restart"/>
            <w:tcBorders>
              <w:top w:val="single" w:sz="12" w:space="0" w:color="auto"/>
            </w:tcBorders>
            <w:vAlign w:val="center"/>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Rated Values</w:t>
            </w:r>
          </w:p>
        </w:tc>
        <w:tc>
          <w:tcPr>
            <w:tcW w:w="5195" w:type="dxa"/>
            <w:gridSpan w:val="2"/>
            <w:tcBorders>
              <w:top w:val="single" w:sz="12" w:space="0" w:color="auto"/>
            </w:tcBorders>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Voltage (in Volts)</w:t>
            </w:r>
          </w:p>
        </w:tc>
        <w:tc>
          <w:tcPr>
            <w:tcW w:w="3306" w:type="dxa"/>
            <w:gridSpan w:val="2"/>
            <w:tcBorders>
              <w:top w:val="single" w:sz="12" w:space="0" w:color="auto"/>
            </w:tcBorders>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12</w:t>
            </w:r>
          </w:p>
        </w:tc>
      </w:tr>
      <w:tr w:rsidR="000960D4" w:rsidRPr="00491139" w:rsidTr="0034536E">
        <w:tc>
          <w:tcPr>
            <w:tcW w:w="871" w:type="dxa"/>
            <w:vMerge/>
            <w:vAlign w:val="center"/>
          </w:tcPr>
          <w:p w:rsidR="000960D4" w:rsidRPr="00491139" w:rsidRDefault="000960D4" w:rsidP="00403CAC">
            <w:pPr>
              <w:spacing w:before="10"/>
              <w:rPr>
                <w:rFonts w:ascii="Times New Roman" w:eastAsia="Calibri" w:hAnsi="Times New Roman" w:cs="Times New Roman"/>
                <w:sz w:val="18"/>
                <w:szCs w:val="18"/>
              </w:rPr>
            </w:pPr>
          </w:p>
        </w:tc>
        <w:tc>
          <w:tcPr>
            <w:tcW w:w="3545" w:type="dxa"/>
          </w:tcPr>
          <w:p w:rsidR="000960D4" w:rsidRPr="00491139" w:rsidRDefault="000960D4" w:rsidP="00403CAC">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Power (in Watts)</w:t>
            </w:r>
          </w:p>
        </w:tc>
        <w:tc>
          <w:tcPr>
            <w:tcW w:w="1650" w:type="dxa"/>
          </w:tcPr>
          <w:p w:rsidR="000960D4" w:rsidRPr="00491139" w:rsidRDefault="000960D4" w:rsidP="00403CAC">
            <w:pPr>
              <w:spacing w:before="10"/>
              <w:rPr>
                <w:rFonts w:ascii="Times New Roman" w:eastAsia="Calibri" w:hAnsi="Times New Roman" w:cs="Times New Roman"/>
                <w:sz w:val="18"/>
                <w:szCs w:val="18"/>
              </w:rPr>
            </w:pP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 xml:space="preserve">4.0 </w:t>
            </w:r>
          </w:p>
        </w:tc>
      </w:tr>
      <w:tr w:rsidR="000960D4" w:rsidRPr="00491139" w:rsidTr="0034536E">
        <w:tc>
          <w:tcPr>
            <w:tcW w:w="871" w:type="dxa"/>
            <w:vMerge w:val="restart"/>
            <w:vAlign w:val="center"/>
          </w:tcPr>
          <w:p w:rsidR="000960D4" w:rsidRPr="00491139" w:rsidRDefault="000960D4" w:rsidP="00403CAC">
            <w:pPr>
              <w:spacing w:before="10"/>
              <w:rPr>
                <w:rFonts w:ascii="Times New Roman" w:eastAsia="Calibri" w:hAnsi="Times New Roman" w:cs="Times New Roman"/>
                <w:i/>
                <w:sz w:val="18"/>
                <w:szCs w:val="18"/>
                <w:vertAlign w:val="superscript"/>
              </w:rPr>
            </w:pPr>
            <w:r w:rsidRPr="00491139">
              <w:rPr>
                <w:rFonts w:ascii="Times New Roman" w:eastAsia="Calibri" w:hAnsi="Times New Roman" w:cs="Times New Roman"/>
                <w:sz w:val="18"/>
                <w:szCs w:val="18"/>
              </w:rPr>
              <w:t xml:space="preserve">Objective values </w:t>
            </w:r>
            <w:r w:rsidRPr="00491139">
              <w:rPr>
                <w:rFonts w:ascii="Times New Roman" w:eastAsia="Calibri" w:hAnsi="Times New Roman" w:cs="Times New Roman"/>
                <w:sz w:val="18"/>
                <w:szCs w:val="18"/>
                <w:vertAlign w:val="superscript"/>
              </w:rPr>
              <w:t>6</w:t>
            </w:r>
          </w:p>
        </w:tc>
        <w:tc>
          <w:tcPr>
            <w:tcW w:w="3545" w:type="dxa"/>
          </w:tcPr>
          <w:p w:rsidR="000960D4" w:rsidRPr="00491139" w:rsidRDefault="000960D4" w:rsidP="0033713D">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Power (in Watts)</w:t>
            </w:r>
            <w:r w:rsidR="0033713D" w:rsidRPr="00491139">
              <w:rPr>
                <w:rFonts w:ascii="Times New Roman" w:eastAsia="Calibri" w:hAnsi="Times New Roman" w:cs="Times New Roman"/>
                <w:sz w:val="18"/>
                <w:szCs w:val="18"/>
              </w:rPr>
              <w:t xml:space="preserve"> </w:t>
            </w:r>
            <w:r w:rsidR="0041729A" w:rsidRPr="00491139">
              <w:rPr>
                <w:rFonts w:ascii="Times New Roman" w:eastAsia="Calibri" w:hAnsi="Times New Roman" w:cs="Times New Roman"/>
                <w:sz w:val="18"/>
                <w:szCs w:val="18"/>
              </w:rPr>
              <w:t xml:space="preserve">                        </w:t>
            </w:r>
            <w:r w:rsidRPr="00491139">
              <w:rPr>
                <w:rFonts w:ascii="Times New Roman" w:eastAsia="Calibri" w:hAnsi="Times New Roman" w:cs="Times New Roman"/>
                <w:sz w:val="18"/>
                <w:szCs w:val="18"/>
              </w:rPr>
              <w:t>at 13.2V DC</w:t>
            </w:r>
          </w:p>
          <w:p w:rsidR="0041729A" w:rsidRPr="00491139" w:rsidRDefault="0041729A" w:rsidP="0033713D">
            <w:pPr>
              <w:spacing w:before="10"/>
              <w:rPr>
                <w:rFonts w:ascii="Times New Roman" w:eastAsia="Calibri" w:hAnsi="Times New Roman" w:cs="Times New Roman"/>
                <w:sz w:val="18"/>
                <w:szCs w:val="18"/>
                <w:vertAlign w:val="superscript"/>
              </w:rPr>
            </w:pPr>
            <w:r w:rsidRPr="00491139">
              <w:rPr>
                <w:rFonts w:ascii="Times New Roman" w:eastAsia="Calibri" w:hAnsi="Times New Roman" w:cs="Times New Roman"/>
                <w:sz w:val="18"/>
                <w:szCs w:val="18"/>
              </w:rPr>
              <w:t xml:space="preserve">                                                    at 13.5V DC</w:t>
            </w:r>
          </w:p>
        </w:tc>
        <w:tc>
          <w:tcPr>
            <w:tcW w:w="1650" w:type="dxa"/>
          </w:tcPr>
          <w:p w:rsidR="000960D4" w:rsidRPr="00491139" w:rsidRDefault="000960D4" w:rsidP="00403CAC">
            <w:pPr>
              <w:spacing w:before="10"/>
              <w:rPr>
                <w:rFonts w:ascii="Times New Roman" w:eastAsia="Calibri" w:hAnsi="Times New Roman" w:cs="Times New Roman"/>
                <w:sz w:val="18"/>
                <w:szCs w:val="18"/>
              </w:rPr>
            </w:pP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6.0 max</w:t>
            </w:r>
          </w:p>
          <w:p w:rsidR="0041729A" w:rsidRPr="00491139" w:rsidRDefault="0041729A"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6.0 max</w:t>
            </w:r>
          </w:p>
        </w:tc>
      </w:tr>
      <w:tr w:rsidR="000960D4" w:rsidRPr="00491139" w:rsidTr="0034536E">
        <w:tc>
          <w:tcPr>
            <w:tcW w:w="871" w:type="dxa"/>
            <w:vMerge/>
          </w:tcPr>
          <w:p w:rsidR="000960D4" w:rsidRPr="00491139" w:rsidRDefault="000960D4" w:rsidP="00403CAC">
            <w:pPr>
              <w:spacing w:before="10"/>
              <w:rPr>
                <w:rFonts w:ascii="Times New Roman" w:eastAsia="Calibri" w:hAnsi="Times New Roman" w:cs="Times New Roman"/>
                <w:sz w:val="18"/>
                <w:szCs w:val="18"/>
              </w:rPr>
            </w:pPr>
          </w:p>
        </w:tc>
        <w:tc>
          <w:tcPr>
            <w:tcW w:w="3545" w:type="dxa"/>
          </w:tcPr>
          <w:p w:rsidR="000960D4" w:rsidRPr="00491139" w:rsidRDefault="000960D4" w:rsidP="0041729A">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Luminous Flux</w:t>
            </w:r>
            <w:r w:rsidR="0041729A" w:rsidRPr="00491139">
              <w:rPr>
                <w:rFonts w:ascii="Times New Roman" w:eastAsia="Calibri" w:hAnsi="Times New Roman" w:cs="Times New Roman"/>
                <w:sz w:val="18"/>
                <w:szCs w:val="18"/>
              </w:rPr>
              <w:t xml:space="preserve"> </w:t>
            </w:r>
            <w:r w:rsidRPr="00491139">
              <w:rPr>
                <w:rFonts w:ascii="Times New Roman" w:eastAsia="Calibri" w:hAnsi="Times New Roman" w:cs="Times New Roman"/>
                <w:sz w:val="18"/>
                <w:szCs w:val="18"/>
              </w:rPr>
              <w:t xml:space="preserve">(in lumen) </w:t>
            </w:r>
            <w:r w:rsidR="0041729A" w:rsidRPr="00491139">
              <w:rPr>
                <w:rFonts w:ascii="Times New Roman" w:eastAsia="Calibri" w:hAnsi="Times New Roman" w:cs="Times New Roman"/>
                <w:sz w:val="18"/>
                <w:szCs w:val="18"/>
              </w:rPr>
              <w:t xml:space="preserve">         </w:t>
            </w:r>
            <w:r w:rsidRPr="00491139">
              <w:rPr>
                <w:rFonts w:ascii="Times New Roman" w:eastAsia="Calibri" w:hAnsi="Times New Roman" w:cs="Times New Roman"/>
                <w:sz w:val="18"/>
                <w:szCs w:val="18"/>
              </w:rPr>
              <w:t>at 13.2V DC</w:t>
            </w:r>
          </w:p>
          <w:p w:rsidR="0041729A" w:rsidRPr="00491139" w:rsidRDefault="0041729A" w:rsidP="0041729A">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 xml:space="preserve">                                                    at 13.5V DC</w:t>
            </w:r>
          </w:p>
        </w:tc>
        <w:tc>
          <w:tcPr>
            <w:tcW w:w="1650" w:type="dxa"/>
          </w:tcPr>
          <w:p w:rsidR="000960D4" w:rsidRPr="00491139" w:rsidRDefault="000960D4" w:rsidP="00403CAC">
            <w:pPr>
              <w:spacing w:before="10"/>
              <w:rPr>
                <w:rFonts w:ascii="Times New Roman" w:eastAsia="Calibri" w:hAnsi="Times New Roman" w:cs="Times New Roman"/>
                <w:sz w:val="18"/>
                <w:szCs w:val="18"/>
              </w:rPr>
            </w:pPr>
          </w:p>
        </w:tc>
        <w:tc>
          <w:tcPr>
            <w:tcW w:w="1697" w:type="dxa"/>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350 ± 20%</w:t>
            </w:r>
          </w:p>
          <w:p w:rsidR="0041729A" w:rsidRPr="00491139" w:rsidRDefault="0041729A" w:rsidP="0041729A">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355 ± 20%</w:t>
            </w:r>
          </w:p>
        </w:tc>
        <w:tc>
          <w:tcPr>
            <w:tcW w:w="1609" w:type="dxa"/>
          </w:tcPr>
          <w:p w:rsidR="000960D4" w:rsidRPr="00491139" w:rsidRDefault="000960D4" w:rsidP="00403CAC">
            <w:pPr>
              <w:spacing w:before="10"/>
              <w:jc w:val="center"/>
              <w:rPr>
                <w:rFonts w:ascii="Times New Roman" w:eastAsia="Calibri" w:hAnsi="Times New Roman" w:cs="Times New Roman"/>
                <w:sz w:val="18"/>
                <w:szCs w:val="18"/>
                <w:vertAlign w:val="superscript"/>
              </w:rPr>
            </w:pPr>
            <w:r w:rsidRPr="00491139">
              <w:rPr>
                <w:rFonts w:ascii="Times New Roman" w:eastAsia="Calibri" w:hAnsi="Times New Roman" w:cs="Times New Roman"/>
                <w:sz w:val="18"/>
                <w:szCs w:val="18"/>
              </w:rPr>
              <w:t>350 ± 10%</w:t>
            </w:r>
            <w:r w:rsidRPr="00491139">
              <w:rPr>
                <w:rFonts w:ascii="Times New Roman" w:eastAsia="Calibri" w:hAnsi="Times New Roman" w:cs="Times New Roman"/>
                <w:sz w:val="18"/>
                <w:szCs w:val="18"/>
                <w:vertAlign w:val="superscript"/>
              </w:rPr>
              <w:t>7</w:t>
            </w:r>
          </w:p>
          <w:p w:rsidR="0041729A" w:rsidRPr="00491139" w:rsidRDefault="0041729A" w:rsidP="0041729A">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355 ± 10%</w:t>
            </w:r>
          </w:p>
        </w:tc>
      </w:tr>
      <w:tr w:rsidR="000960D4" w:rsidRPr="00491139" w:rsidTr="0034536E">
        <w:tc>
          <w:tcPr>
            <w:tcW w:w="871" w:type="dxa"/>
            <w:vMerge/>
          </w:tcPr>
          <w:p w:rsidR="000960D4" w:rsidRPr="00491139" w:rsidRDefault="000960D4" w:rsidP="00403CAC">
            <w:pPr>
              <w:spacing w:before="10"/>
              <w:rPr>
                <w:rFonts w:ascii="Times New Roman" w:eastAsia="Calibri" w:hAnsi="Times New Roman" w:cs="Times New Roman"/>
                <w:sz w:val="18"/>
                <w:szCs w:val="18"/>
              </w:rPr>
            </w:pPr>
          </w:p>
        </w:tc>
        <w:tc>
          <w:tcPr>
            <w:tcW w:w="3545" w:type="dxa"/>
          </w:tcPr>
          <w:p w:rsidR="000960D4" w:rsidRPr="00491139" w:rsidRDefault="000960D4" w:rsidP="0041729A">
            <w:pPr>
              <w:spacing w:before="10"/>
              <w:rPr>
                <w:rFonts w:ascii="Times New Roman" w:eastAsia="Calibri" w:hAnsi="Times New Roman" w:cs="Times New Roman"/>
                <w:sz w:val="18"/>
                <w:szCs w:val="18"/>
              </w:rPr>
            </w:pPr>
            <w:r w:rsidRPr="00491139">
              <w:rPr>
                <w:rFonts w:ascii="Times New Roman" w:eastAsia="Calibri" w:hAnsi="Times New Roman" w:cs="Times New Roman"/>
                <w:sz w:val="18"/>
                <w:szCs w:val="18"/>
              </w:rPr>
              <w:t>Luminous Flux</w:t>
            </w:r>
            <w:r w:rsidR="0041729A" w:rsidRPr="00491139">
              <w:rPr>
                <w:rFonts w:ascii="Times New Roman" w:eastAsia="Calibri" w:hAnsi="Times New Roman" w:cs="Times New Roman"/>
                <w:sz w:val="18"/>
                <w:szCs w:val="18"/>
              </w:rPr>
              <w:t xml:space="preserve"> </w:t>
            </w:r>
            <w:r w:rsidRPr="00491139">
              <w:rPr>
                <w:rFonts w:ascii="Times New Roman" w:eastAsia="Calibri" w:hAnsi="Times New Roman" w:cs="Times New Roman"/>
                <w:sz w:val="18"/>
                <w:szCs w:val="18"/>
              </w:rPr>
              <w:t xml:space="preserve">(in lumen) </w:t>
            </w:r>
            <w:r w:rsidR="0041729A" w:rsidRPr="00491139">
              <w:rPr>
                <w:rFonts w:ascii="Times New Roman" w:eastAsia="Calibri" w:hAnsi="Times New Roman" w:cs="Times New Roman"/>
                <w:sz w:val="18"/>
                <w:szCs w:val="18"/>
              </w:rPr>
              <w:t xml:space="preserve">             </w:t>
            </w:r>
            <w:r w:rsidRPr="00491139">
              <w:rPr>
                <w:rFonts w:ascii="Times New Roman" w:eastAsia="Calibri" w:hAnsi="Times New Roman" w:cs="Times New Roman"/>
                <w:sz w:val="18"/>
                <w:szCs w:val="18"/>
              </w:rPr>
              <w:t>at 9V DC</w:t>
            </w:r>
          </w:p>
        </w:tc>
        <w:tc>
          <w:tcPr>
            <w:tcW w:w="1650" w:type="dxa"/>
          </w:tcPr>
          <w:p w:rsidR="000960D4" w:rsidRPr="00491139" w:rsidRDefault="000960D4" w:rsidP="00403CAC">
            <w:pPr>
              <w:spacing w:before="10"/>
              <w:rPr>
                <w:rFonts w:ascii="Times New Roman" w:eastAsia="Calibri" w:hAnsi="Times New Roman" w:cs="Times New Roman"/>
                <w:sz w:val="18"/>
                <w:szCs w:val="18"/>
              </w:rPr>
            </w:pPr>
          </w:p>
        </w:tc>
        <w:tc>
          <w:tcPr>
            <w:tcW w:w="3306" w:type="dxa"/>
            <w:gridSpan w:val="2"/>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70 min.</w:t>
            </w:r>
          </w:p>
        </w:tc>
      </w:tr>
      <w:tr w:rsidR="000960D4" w:rsidRPr="00491139" w:rsidTr="0034536E">
        <w:trPr>
          <w:trHeight w:val="213"/>
        </w:trPr>
        <w:tc>
          <w:tcPr>
            <w:tcW w:w="9372" w:type="dxa"/>
            <w:gridSpan w:val="5"/>
            <w:tcBorders>
              <w:top w:val="single" w:sz="12" w:space="0" w:color="auto"/>
              <w:bottom w:val="single" w:sz="12" w:space="0" w:color="auto"/>
            </w:tcBorders>
          </w:tcPr>
          <w:p w:rsidR="000960D4" w:rsidRPr="00491139" w:rsidRDefault="000960D4" w:rsidP="00A8787A">
            <w:pPr>
              <w:jc w:val="center"/>
              <w:rPr>
                <w:rFonts w:ascii="Times New Roman" w:eastAsia="Calibri" w:hAnsi="Times New Roman" w:cs="Times New Roman"/>
                <w:spacing w:val="-1"/>
                <w:sz w:val="16"/>
                <w:szCs w:val="16"/>
              </w:rPr>
            </w:pPr>
            <w:r w:rsidRPr="00491139">
              <w:rPr>
                <w:rFonts w:ascii="Times New Roman" w:eastAsia="Calibri" w:hAnsi="Times New Roman" w:cs="Times New Roman"/>
                <w:i/>
                <w:sz w:val="16"/>
                <w:szCs w:val="16"/>
                <w:lang w:eastAsia="de-DE"/>
              </w:rPr>
              <w:t>Characteristics of the light-emitting</w:t>
            </w:r>
            <w:r w:rsidR="008523C4" w:rsidRPr="00491139">
              <w:rPr>
                <w:rFonts w:ascii="Times New Roman" w:eastAsia="Calibri" w:hAnsi="Times New Roman" w:cs="Times New Roman"/>
                <w:i/>
                <w:sz w:val="16"/>
                <w:szCs w:val="16"/>
                <w:lang w:eastAsia="de-DE"/>
              </w:rPr>
              <w:t xml:space="preserve"> </w:t>
            </w:r>
            <w:r w:rsidRPr="00491139">
              <w:rPr>
                <w:rFonts w:ascii="Times New Roman" w:eastAsia="Calibri" w:hAnsi="Times New Roman" w:cs="Times New Roman"/>
                <w:i/>
                <w:sz w:val="16"/>
                <w:szCs w:val="16"/>
                <w:lang w:eastAsia="de-DE"/>
              </w:rPr>
              <w:t>area</w:t>
            </w:r>
          </w:p>
        </w:tc>
      </w:tr>
      <w:tr w:rsidR="000960D4" w:rsidRPr="00491139" w:rsidTr="0034536E">
        <w:trPr>
          <w:trHeight w:val="384"/>
        </w:trPr>
        <w:tc>
          <w:tcPr>
            <w:tcW w:w="6066" w:type="dxa"/>
            <w:gridSpan w:val="3"/>
            <w:tcBorders>
              <w:top w:val="single" w:sz="12" w:space="0" w:color="auto"/>
            </w:tcBorders>
          </w:tcPr>
          <w:p w:rsidR="000960D4" w:rsidRPr="00491139" w:rsidRDefault="000960D4" w:rsidP="00403CAC">
            <w:pPr>
              <w:spacing w:before="10"/>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Contrast</w:t>
            </w:r>
          </w:p>
        </w:tc>
        <w:tc>
          <w:tcPr>
            <w:tcW w:w="1697" w:type="dxa"/>
            <w:tcBorders>
              <w:top w:val="single" w:sz="12" w:space="0" w:color="auto"/>
            </w:tcBorders>
          </w:tcPr>
          <w:p w:rsidR="000960D4" w:rsidRPr="00491139" w:rsidRDefault="00A40BDD"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pacing w:val="-1"/>
                <w:sz w:val="18"/>
                <w:szCs w:val="18"/>
              </w:rPr>
              <w:t>200</w:t>
            </w:r>
            <w:r w:rsidR="000960D4" w:rsidRPr="00491139">
              <w:rPr>
                <w:rFonts w:ascii="Times New Roman" w:eastAsia="Calibri" w:hAnsi="Times New Roman" w:cs="Times New Roman"/>
                <w:spacing w:val="-1"/>
                <w:sz w:val="18"/>
                <w:szCs w:val="18"/>
              </w:rPr>
              <w:t xml:space="preserve"> min.</w:t>
            </w:r>
          </w:p>
        </w:tc>
        <w:tc>
          <w:tcPr>
            <w:tcW w:w="1609" w:type="dxa"/>
            <w:tcBorders>
              <w:top w:val="single" w:sz="12" w:space="0" w:color="auto"/>
            </w:tcBorders>
          </w:tcPr>
          <w:p w:rsidR="000960D4" w:rsidRPr="00491139" w:rsidRDefault="00A40BDD"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200</w:t>
            </w:r>
            <w:r w:rsidR="000960D4" w:rsidRPr="00491139">
              <w:rPr>
                <w:rFonts w:ascii="Times New Roman" w:eastAsia="Calibri" w:hAnsi="Times New Roman" w:cs="Times New Roman"/>
                <w:sz w:val="18"/>
                <w:szCs w:val="18"/>
              </w:rPr>
              <w:t xml:space="preserve"> min.</w:t>
            </w:r>
          </w:p>
          <w:p w:rsidR="0041729A" w:rsidRPr="00491139" w:rsidRDefault="00A40BDD"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400</w:t>
            </w:r>
            <w:r w:rsidR="0041729A" w:rsidRPr="00491139">
              <w:rPr>
                <w:rFonts w:ascii="Times New Roman" w:eastAsia="Calibri" w:hAnsi="Times New Roman" w:cs="Times New Roman"/>
                <w:sz w:val="18"/>
                <w:szCs w:val="18"/>
              </w:rPr>
              <w:t xml:space="preserve"> max.</w:t>
            </w:r>
          </w:p>
        </w:tc>
      </w:tr>
      <w:tr w:rsidR="000960D4" w:rsidRPr="00491139" w:rsidTr="0034536E">
        <w:tc>
          <w:tcPr>
            <w:tcW w:w="6066" w:type="dxa"/>
            <w:gridSpan w:val="3"/>
          </w:tcPr>
          <w:p w:rsidR="000960D4" w:rsidRPr="00491139" w:rsidRDefault="000960D4" w:rsidP="00403CAC">
            <w:pPr>
              <w:autoSpaceDE w:val="0"/>
              <w:autoSpaceDN w:val="0"/>
              <w:spacing w:before="40" w:after="40"/>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 xml:space="preserve">Size of light emitting area in relation to size of nominal emitter box </w:t>
            </w:r>
            <w:r w:rsidRPr="00491139">
              <w:rPr>
                <w:rFonts w:ascii="Times New Roman" w:eastAsia="Calibri" w:hAnsi="Times New Roman" w:cs="Times New Roman"/>
                <w:spacing w:val="-1"/>
                <w:sz w:val="18"/>
                <w:szCs w:val="18"/>
                <w:vertAlign w:val="superscript"/>
              </w:rPr>
              <w:t>3</w:t>
            </w:r>
          </w:p>
        </w:tc>
        <w:tc>
          <w:tcPr>
            <w:tcW w:w="1697" w:type="dxa"/>
          </w:tcPr>
          <w:p w:rsidR="000960D4" w:rsidRPr="00491139" w:rsidRDefault="000960D4" w:rsidP="00403CAC">
            <w:pPr>
              <w:spacing w:before="10"/>
              <w:jc w:val="center"/>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75% min.</w:t>
            </w:r>
          </w:p>
        </w:tc>
        <w:tc>
          <w:tcPr>
            <w:tcW w:w="1609" w:type="dxa"/>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pacing w:val="-1"/>
                <w:sz w:val="18"/>
                <w:szCs w:val="18"/>
              </w:rPr>
              <w:t>75% min.</w:t>
            </w:r>
          </w:p>
        </w:tc>
      </w:tr>
      <w:tr w:rsidR="000960D4" w:rsidRPr="00491139" w:rsidTr="0034536E">
        <w:tc>
          <w:tcPr>
            <w:tcW w:w="6066" w:type="dxa"/>
            <w:gridSpan w:val="3"/>
            <w:tcBorders>
              <w:bottom w:val="single" w:sz="4" w:space="0" w:color="auto"/>
            </w:tcBorders>
          </w:tcPr>
          <w:p w:rsidR="000960D4" w:rsidRPr="00A8787A" w:rsidRDefault="000960D4" w:rsidP="00403CAC">
            <w:pPr>
              <w:spacing w:before="10"/>
              <w:rPr>
                <w:rFonts w:ascii="Times New Roman" w:eastAsia="Calibri" w:hAnsi="Times New Roman" w:cs="Times New Roman"/>
                <w:spacing w:val="-6"/>
                <w:sz w:val="18"/>
                <w:szCs w:val="18"/>
              </w:rPr>
            </w:pPr>
            <w:r w:rsidRPr="00A8787A">
              <w:rPr>
                <w:rFonts w:ascii="Times New Roman" w:eastAsia="Calibri" w:hAnsi="Times New Roman" w:cs="Times New Roman"/>
                <w:spacing w:val="-6"/>
                <w:sz w:val="18"/>
                <w:szCs w:val="18"/>
              </w:rPr>
              <w:t>Uniformity R</w:t>
            </w:r>
            <w:r w:rsidRPr="00A8787A">
              <w:rPr>
                <w:rFonts w:ascii="Times New Roman" w:eastAsia="Calibri" w:hAnsi="Times New Roman" w:cs="Times New Roman"/>
                <w:spacing w:val="-6"/>
                <w:sz w:val="18"/>
                <w:szCs w:val="18"/>
                <w:vertAlign w:val="subscript"/>
              </w:rPr>
              <w:t>0.1</w:t>
            </w:r>
            <w:r w:rsidRPr="00A8787A">
              <w:rPr>
                <w:rFonts w:ascii="Times New Roman" w:eastAsia="Calibri" w:hAnsi="Times New Roman" w:cs="Times New Roman"/>
                <w:spacing w:val="-6"/>
                <w:sz w:val="18"/>
                <w:szCs w:val="18"/>
              </w:rPr>
              <w:t xml:space="preserve"> – surface ratio with luminance exceeding 10% of average luminance</w:t>
            </w:r>
          </w:p>
        </w:tc>
        <w:tc>
          <w:tcPr>
            <w:tcW w:w="1697" w:type="dxa"/>
            <w:tcBorders>
              <w:bottom w:val="single" w:sz="4" w:space="0" w:color="auto"/>
            </w:tcBorders>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pacing w:val="-1"/>
                <w:sz w:val="18"/>
                <w:szCs w:val="18"/>
              </w:rPr>
              <w:t>75% min.</w:t>
            </w:r>
          </w:p>
        </w:tc>
        <w:tc>
          <w:tcPr>
            <w:tcW w:w="1609" w:type="dxa"/>
            <w:tcBorders>
              <w:bottom w:val="single" w:sz="4" w:space="0" w:color="auto"/>
            </w:tcBorders>
          </w:tcPr>
          <w:p w:rsidR="000960D4" w:rsidRPr="00491139" w:rsidRDefault="000960D4" w:rsidP="00403CAC">
            <w:pPr>
              <w:spacing w:before="10"/>
              <w:jc w:val="center"/>
              <w:rPr>
                <w:rFonts w:ascii="Times New Roman" w:eastAsia="Calibri" w:hAnsi="Times New Roman" w:cs="Times New Roman"/>
                <w:sz w:val="18"/>
                <w:szCs w:val="18"/>
              </w:rPr>
            </w:pPr>
            <w:r w:rsidRPr="00491139">
              <w:rPr>
                <w:rFonts w:ascii="Times New Roman" w:eastAsia="Calibri" w:hAnsi="Times New Roman" w:cs="Times New Roman"/>
                <w:sz w:val="18"/>
                <w:szCs w:val="18"/>
              </w:rPr>
              <w:t>85</w:t>
            </w:r>
            <w:r w:rsidRPr="00491139">
              <w:rPr>
                <w:rFonts w:ascii="Times New Roman" w:eastAsia="Calibri" w:hAnsi="Times New Roman" w:cs="Times New Roman"/>
                <w:spacing w:val="-1"/>
                <w:sz w:val="18"/>
                <w:szCs w:val="18"/>
              </w:rPr>
              <w:t>% min.</w:t>
            </w:r>
          </w:p>
        </w:tc>
      </w:tr>
      <w:tr w:rsidR="000960D4" w:rsidRPr="00491139" w:rsidTr="0034536E">
        <w:tc>
          <w:tcPr>
            <w:tcW w:w="6066" w:type="dxa"/>
            <w:gridSpan w:val="3"/>
            <w:tcBorders>
              <w:bottom w:val="single" w:sz="12" w:space="0" w:color="auto"/>
            </w:tcBorders>
          </w:tcPr>
          <w:p w:rsidR="000960D4" w:rsidRPr="00A8787A" w:rsidRDefault="000960D4" w:rsidP="00403CAC">
            <w:pPr>
              <w:spacing w:before="10"/>
              <w:rPr>
                <w:rFonts w:ascii="Times New Roman" w:eastAsia="Calibri" w:hAnsi="Times New Roman" w:cs="Times New Roman"/>
                <w:spacing w:val="-6"/>
                <w:sz w:val="18"/>
                <w:szCs w:val="18"/>
              </w:rPr>
            </w:pPr>
            <w:r w:rsidRPr="00A8787A">
              <w:rPr>
                <w:rFonts w:ascii="Times New Roman" w:eastAsia="Calibri" w:hAnsi="Times New Roman" w:cs="Times New Roman"/>
                <w:spacing w:val="-6"/>
                <w:sz w:val="18"/>
                <w:szCs w:val="18"/>
              </w:rPr>
              <w:t>Uniformity R</w:t>
            </w:r>
            <w:r w:rsidRPr="00A8787A">
              <w:rPr>
                <w:rFonts w:ascii="Times New Roman" w:eastAsia="Calibri" w:hAnsi="Times New Roman" w:cs="Times New Roman"/>
                <w:spacing w:val="-6"/>
                <w:sz w:val="18"/>
                <w:szCs w:val="18"/>
                <w:vertAlign w:val="subscript"/>
              </w:rPr>
              <w:t>0.7</w:t>
            </w:r>
            <w:r w:rsidRPr="00A8787A">
              <w:rPr>
                <w:rFonts w:ascii="Times New Roman" w:eastAsia="Calibri" w:hAnsi="Times New Roman" w:cs="Times New Roman"/>
                <w:spacing w:val="-6"/>
                <w:sz w:val="18"/>
                <w:szCs w:val="18"/>
              </w:rPr>
              <w:t xml:space="preserve"> – surface ratio with luminance exceeding 70% of average luminance</w:t>
            </w:r>
          </w:p>
        </w:tc>
        <w:tc>
          <w:tcPr>
            <w:tcW w:w="1697" w:type="dxa"/>
            <w:tcBorders>
              <w:bottom w:val="single" w:sz="12" w:space="0" w:color="auto"/>
            </w:tcBorders>
          </w:tcPr>
          <w:p w:rsidR="000960D4" w:rsidRPr="00491139" w:rsidRDefault="000960D4" w:rsidP="00403CAC">
            <w:pPr>
              <w:spacing w:before="10"/>
              <w:jc w:val="center"/>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55% min.</w:t>
            </w:r>
          </w:p>
        </w:tc>
        <w:tc>
          <w:tcPr>
            <w:tcW w:w="1609" w:type="dxa"/>
            <w:tcBorders>
              <w:bottom w:val="single" w:sz="12" w:space="0" w:color="auto"/>
            </w:tcBorders>
          </w:tcPr>
          <w:p w:rsidR="000960D4" w:rsidRPr="00491139" w:rsidRDefault="000960D4" w:rsidP="00403CAC">
            <w:pPr>
              <w:spacing w:before="10"/>
              <w:jc w:val="center"/>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65% min.</w:t>
            </w:r>
          </w:p>
        </w:tc>
      </w:tr>
      <w:tr w:rsidR="0041729A" w:rsidRPr="00491139" w:rsidTr="00A8787A">
        <w:trPr>
          <w:trHeight w:val="249"/>
        </w:trPr>
        <w:tc>
          <w:tcPr>
            <w:tcW w:w="9372" w:type="dxa"/>
            <w:gridSpan w:val="5"/>
            <w:tcBorders>
              <w:top w:val="single" w:sz="12" w:space="0" w:color="auto"/>
              <w:bottom w:val="single" w:sz="12" w:space="0" w:color="auto"/>
            </w:tcBorders>
          </w:tcPr>
          <w:p w:rsidR="0041729A" w:rsidRPr="00491139" w:rsidRDefault="0041729A" w:rsidP="00A8787A">
            <w:pPr>
              <w:jc w:val="center"/>
              <w:rPr>
                <w:rFonts w:ascii="Times New Roman" w:eastAsia="Calibri" w:hAnsi="Times New Roman" w:cs="Times New Roman"/>
                <w:spacing w:val="-1"/>
                <w:sz w:val="18"/>
                <w:szCs w:val="18"/>
              </w:rPr>
            </w:pPr>
            <w:r w:rsidRPr="00491139">
              <w:rPr>
                <w:rFonts w:ascii="Times New Roman" w:eastAsia="Calibri" w:hAnsi="Times New Roman" w:cs="Times New Roman"/>
                <w:i/>
                <w:sz w:val="16"/>
                <w:szCs w:val="16"/>
                <w:lang w:eastAsia="de-DE"/>
              </w:rPr>
              <w:t>Specific thermal test conditions</w:t>
            </w:r>
          </w:p>
        </w:tc>
      </w:tr>
      <w:tr w:rsidR="0041729A" w:rsidRPr="00491139" w:rsidTr="0034536E">
        <w:tc>
          <w:tcPr>
            <w:tcW w:w="6066" w:type="dxa"/>
            <w:gridSpan w:val="3"/>
            <w:tcBorders>
              <w:top w:val="single" w:sz="12" w:space="0" w:color="auto"/>
              <w:bottom w:val="single" w:sz="12" w:space="0" w:color="auto"/>
            </w:tcBorders>
          </w:tcPr>
          <w:p w:rsidR="0041729A" w:rsidRPr="00491139" w:rsidRDefault="0041729A" w:rsidP="00403CAC">
            <w:pPr>
              <w:spacing w:before="10"/>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Maximum test temperature</w:t>
            </w:r>
          </w:p>
        </w:tc>
        <w:tc>
          <w:tcPr>
            <w:tcW w:w="1697" w:type="dxa"/>
            <w:tcBorders>
              <w:top w:val="single" w:sz="12" w:space="0" w:color="auto"/>
              <w:bottom w:val="single" w:sz="12" w:space="0" w:color="auto"/>
            </w:tcBorders>
          </w:tcPr>
          <w:p w:rsidR="0041729A" w:rsidRPr="00491139" w:rsidRDefault="007E1680" w:rsidP="00403CAC">
            <w:pPr>
              <w:spacing w:before="10"/>
              <w:jc w:val="center"/>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65</w:t>
            </w:r>
            <w:r w:rsidR="00DA1BD5">
              <w:rPr>
                <w:rFonts w:ascii="Times New Roman" w:eastAsia="Calibri" w:hAnsi="Times New Roman" w:cs="Times New Roman"/>
                <w:spacing w:val="-1"/>
                <w:sz w:val="18"/>
                <w:szCs w:val="18"/>
              </w:rPr>
              <w:t xml:space="preserve"> </w:t>
            </w:r>
            <w:r w:rsidRPr="00491139">
              <w:rPr>
                <w:rFonts w:ascii="Times New Roman" w:eastAsia="Calibri" w:hAnsi="Times New Roman" w:cs="Times New Roman"/>
                <w:spacing w:val="-1"/>
                <w:sz w:val="18"/>
                <w:szCs w:val="18"/>
              </w:rPr>
              <w:t>°C</w:t>
            </w:r>
          </w:p>
        </w:tc>
        <w:tc>
          <w:tcPr>
            <w:tcW w:w="1609" w:type="dxa"/>
            <w:tcBorders>
              <w:top w:val="single" w:sz="12" w:space="0" w:color="auto"/>
              <w:bottom w:val="single" w:sz="12" w:space="0" w:color="auto"/>
            </w:tcBorders>
          </w:tcPr>
          <w:p w:rsidR="0041729A" w:rsidRPr="00491139" w:rsidRDefault="0041729A" w:rsidP="00403CAC">
            <w:pPr>
              <w:spacing w:before="10"/>
              <w:jc w:val="center"/>
              <w:rPr>
                <w:rFonts w:ascii="Times New Roman" w:eastAsia="Calibri" w:hAnsi="Times New Roman" w:cs="Times New Roman"/>
                <w:spacing w:val="-1"/>
                <w:sz w:val="18"/>
                <w:szCs w:val="18"/>
              </w:rPr>
            </w:pPr>
            <w:r w:rsidRPr="00491139">
              <w:rPr>
                <w:rFonts w:ascii="Times New Roman" w:eastAsia="Calibri" w:hAnsi="Times New Roman" w:cs="Times New Roman"/>
                <w:spacing w:val="-1"/>
                <w:sz w:val="18"/>
                <w:szCs w:val="18"/>
              </w:rPr>
              <w:t>65</w:t>
            </w:r>
            <w:r w:rsidR="00DA1BD5">
              <w:rPr>
                <w:rFonts w:ascii="Times New Roman" w:eastAsia="Calibri" w:hAnsi="Times New Roman" w:cs="Times New Roman"/>
                <w:spacing w:val="-1"/>
                <w:sz w:val="18"/>
                <w:szCs w:val="18"/>
              </w:rPr>
              <w:t xml:space="preserve"> </w:t>
            </w:r>
            <w:r w:rsidRPr="00491139">
              <w:rPr>
                <w:rFonts w:ascii="Times New Roman" w:eastAsia="Calibri" w:hAnsi="Times New Roman" w:cs="Times New Roman"/>
                <w:spacing w:val="-1"/>
                <w:sz w:val="18"/>
                <w:szCs w:val="18"/>
              </w:rPr>
              <w:t>°C</w:t>
            </w:r>
          </w:p>
        </w:tc>
      </w:tr>
    </w:tbl>
    <w:p w:rsidR="000960D4" w:rsidRPr="00491139" w:rsidRDefault="000960D4" w:rsidP="0034536E">
      <w:pPr>
        <w:widowControl w:val="0"/>
        <w:spacing w:before="60"/>
        <w:ind w:right="1134"/>
        <w:rPr>
          <w:b/>
          <w:sz w:val="18"/>
          <w:szCs w:val="18"/>
        </w:rPr>
      </w:pPr>
      <w:bookmarkStart w:id="1" w:name="Failure_condition_behaviour:"/>
      <w:bookmarkEnd w:id="1"/>
      <w:r w:rsidRPr="00491139">
        <w:rPr>
          <w:b/>
          <w:sz w:val="18"/>
          <w:szCs w:val="18"/>
        </w:rPr>
        <w:t>Notes</w:t>
      </w:r>
      <w:r w:rsidR="00E15E3D" w:rsidRPr="00491139">
        <w:rPr>
          <w:b/>
          <w:sz w:val="18"/>
          <w:szCs w:val="18"/>
        </w:rPr>
        <w:t>:</w:t>
      </w:r>
    </w:p>
    <w:p w:rsidR="000960D4" w:rsidRPr="00491139" w:rsidRDefault="000960D4" w:rsidP="0033713D">
      <w:pPr>
        <w:widowControl w:val="0"/>
        <w:ind w:left="284" w:right="141" w:hanging="142"/>
        <w:jc w:val="both"/>
        <w:rPr>
          <w:spacing w:val="-1"/>
          <w:sz w:val="18"/>
          <w:szCs w:val="18"/>
        </w:rPr>
      </w:pPr>
      <w:r w:rsidRPr="00491139">
        <w:rPr>
          <w:spacing w:val="-1"/>
          <w:sz w:val="18"/>
          <w:szCs w:val="18"/>
          <w:vertAlign w:val="superscript"/>
        </w:rPr>
        <w:t xml:space="preserve">1 </w:t>
      </w:r>
      <w:r w:rsidRPr="00491139">
        <w:rPr>
          <w:spacing w:val="-1"/>
          <w:sz w:val="18"/>
          <w:szCs w:val="18"/>
        </w:rPr>
        <w:t>The</w:t>
      </w:r>
      <w:r w:rsidRPr="00491139">
        <w:rPr>
          <w:sz w:val="18"/>
          <w:szCs w:val="18"/>
        </w:rPr>
        <w:t xml:space="preserve"> </w:t>
      </w:r>
      <w:r w:rsidRPr="00491139">
        <w:rPr>
          <w:spacing w:val="-1"/>
          <w:sz w:val="18"/>
          <w:szCs w:val="18"/>
        </w:rPr>
        <w:t>reference plane</w:t>
      </w:r>
      <w:r w:rsidRPr="00491139">
        <w:rPr>
          <w:sz w:val="18"/>
          <w:szCs w:val="18"/>
        </w:rPr>
        <w:t xml:space="preserve"> is defined on</w:t>
      </w:r>
      <w:r w:rsidRPr="00491139">
        <w:rPr>
          <w:spacing w:val="-1"/>
          <w:sz w:val="18"/>
          <w:szCs w:val="18"/>
        </w:rPr>
        <w:t xml:space="preserve"> </w:t>
      </w:r>
      <w:r w:rsidRPr="00491139">
        <w:rPr>
          <w:sz w:val="18"/>
          <w:szCs w:val="18"/>
        </w:rPr>
        <w:t>the</w:t>
      </w:r>
      <w:r w:rsidRPr="00491139">
        <w:rPr>
          <w:spacing w:val="-1"/>
          <w:sz w:val="18"/>
          <w:szCs w:val="18"/>
        </w:rPr>
        <w:t xml:space="preserve"> cap and holder fit system according the IEC Publication 60061.</w:t>
      </w:r>
    </w:p>
    <w:p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 xml:space="preserve">2 </w:t>
      </w:r>
      <w:r w:rsidRPr="00491139">
        <w:rPr>
          <w:spacing w:val="-1"/>
          <w:sz w:val="18"/>
          <w:szCs w:val="18"/>
        </w:rPr>
        <w:t>The</w:t>
      </w:r>
      <w:r w:rsidRPr="00491139">
        <w:rPr>
          <w:sz w:val="18"/>
          <w:szCs w:val="18"/>
        </w:rPr>
        <w:t xml:space="preserve"> </w:t>
      </w:r>
      <w:r w:rsidRPr="00491139">
        <w:rPr>
          <w:spacing w:val="-1"/>
          <w:sz w:val="18"/>
          <w:szCs w:val="18"/>
        </w:rPr>
        <w:t xml:space="preserve">reference </w:t>
      </w:r>
      <w:r w:rsidRPr="00491139">
        <w:rPr>
          <w:sz w:val="18"/>
          <w:szCs w:val="18"/>
        </w:rPr>
        <w:t>axis is perpendicular</w:t>
      </w:r>
      <w:r w:rsidRPr="00491139">
        <w:rPr>
          <w:spacing w:val="-1"/>
          <w:sz w:val="18"/>
          <w:szCs w:val="18"/>
        </w:rPr>
        <w:t xml:space="preserve"> to the reference plane and concentric with the reference diameter c of the cap, intended passing through the centre of the nominal emitter box in figure 3.</w:t>
      </w:r>
    </w:p>
    <w:p w:rsidR="000960D4" w:rsidRPr="00491139" w:rsidRDefault="000960D4" w:rsidP="0033713D">
      <w:pPr>
        <w:widowControl w:val="0"/>
        <w:ind w:left="284" w:right="141" w:hanging="142"/>
        <w:jc w:val="both"/>
        <w:rPr>
          <w:sz w:val="18"/>
          <w:szCs w:val="18"/>
        </w:rPr>
      </w:pPr>
      <w:r w:rsidRPr="00491139">
        <w:rPr>
          <w:sz w:val="18"/>
          <w:szCs w:val="18"/>
          <w:vertAlign w:val="superscript"/>
        </w:rPr>
        <w:t xml:space="preserve">3 </w:t>
      </w:r>
      <w:r w:rsidRPr="00491139">
        <w:rPr>
          <w:sz w:val="18"/>
          <w:szCs w:val="18"/>
        </w:rPr>
        <w:t>To be</w:t>
      </w:r>
      <w:r w:rsidRPr="00491139">
        <w:rPr>
          <w:spacing w:val="-1"/>
          <w:sz w:val="18"/>
          <w:szCs w:val="18"/>
        </w:rPr>
        <w:t xml:space="preserve"> checked</w:t>
      </w:r>
      <w:r w:rsidRPr="00491139">
        <w:rPr>
          <w:sz w:val="18"/>
          <w:szCs w:val="18"/>
        </w:rPr>
        <w:t xml:space="preserve"> </w:t>
      </w:r>
      <w:r w:rsidRPr="00491139">
        <w:rPr>
          <w:spacing w:val="2"/>
          <w:sz w:val="18"/>
          <w:szCs w:val="18"/>
        </w:rPr>
        <w:t>by</w:t>
      </w:r>
      <w:r w:rsidRPr="00491139">
        <w:rPr>
          <w:spacing w:val="-5"/>
          <w:sz w:val="18"/>
          <w:szCs w:val="18"/>
        </w:rPr>
        <w:t xml:space="preserve"> </w:t>
      </w:r>
      <w:r w:rsidRPr="00491139">
        <w:rPr>
          <w:sz w:val="18"/>
          <w:szCs w:val="18"/>
        </w:rPr>
        <w:t>means of</w:t>
      </w:r>
      <w:r w:rsidRPr="00491139">
        <w:rPr>
          <w:spacing w:val="-1"/>
          <w:sz w:val="18"/>
          <w:szCs w:val="18"/>
        </w:rPr>
        <w:t xml:space="preserve"> </w:t>
      </w:r>
      <w:r w:rsidRPr="00491139">
        <w:rPr>
          <w:sz w:val="18"/>
          <w:szCs w:val="18"/>
        </w:rPr>
        <w:t>the</w:t>
      </w:r>
      <w:r w:rsidRPr="00491139">
        <w:rPr>
          <w:spacing w:val="-1"/>
          <w:sz w:val="18"/>
          <w:szCs w:val="18"/>
        </w:rPr>
        <w:t xml:space="preserve"> </w:t>
      </w:r>
      <w:r w:rsidRPr="00491139">
        <w:rPr>
          <w:sz w:val="18"/>
          <w:szCs w:val="18"/>
        </w:rPr>
        <w:t>box</w:t>
      </w:r>
      <w:r w:rsidRPr="00491139">
        <w:rPr>
          <w:spacing w:val="2"/>
          <w:sz w:val="18"/>
          <w:szCs w:val="18"/>
        </w:rPr>
        <w:t xml:space="preserve"> </w:t>
      </w:r>
      <w:r w:rsidRPr="00491139">
        <w:rPr>
          <w:spacing w:val="-2"/>
          <w:sz w:val="18"/>
          <w:szCs w:val="18"/>
        </w:rPr>
        <w:t>system</w:t>
      </w:r>
      <w:r w:rsidRPr="00491139">
        <w:rPr>
          <w:sz w:val="18"/>
          <w:szCs w:val="18"/>
        </w:rPr>
        <w:t xml:space="preserve"> in</w:t>
      </w:r>
      <w:r w:rsidRPr="00491139">
        <w:rPr>
          <w:spacing w:val="2"/>
          <w:sz w:val="18"/>
          <w:szCs w:val="18"/>
        </w:rPr>
        <w:t xml:space="preserve"> </w:t>
      </w:r>
      <w:r w:rsidRPr="00491139">
        <w:rPr>
          <w:spacing w:val="-1"/>
          <w:sz w:val="18"/>
          <w:szCs w:val="18"/>
        </w:rPr>
        <w:t>Figure</w:t>
      </w:r>
      <w:r w:rsidRPr="00491139">
        <w:rPr>
          <w:spacing w:val="1"/>
          <w:sz w:val="18"/>
          <w:szCs w:val="18"/>
        </w:rPr>
        <w:t xml:space="preserve"> </w:t>
      </w:r>
      <w:r w:rsidRPr="00491139">
        <w:rPr>
          <w:sz w:val="18"/>
          <w:szCs w:val="18"/>
        </w:rPr>
        <w:t>3.</w:t>
      </w:r>
    </w:p>
    <w:p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4</w:t>
      </w:r>
      <w:r w:rsidRPr="00491139">
        <w:rPr>
          <w:sz w:val="18"/>
          <w:szCs w:val="18"/>
        </w:rPr>
        <w:t xml:space="preserve"> </w:t>
      </w:r>
      <w:r w:rsidRPr="00491139">
        <w:rPr>
          <w:spacing w:val="-1"/>
          <w:sz w:val="18"/>
          <w:szCs w:val="18"/>
        </w:rPr>
        <w:t xml:space="preserve">A minimum free air space of </w:t>
      </w:r>
      <w:r w:rsidR="0041729A" w:rsidRPr="00491139">
        <w:rPr>
          <w:spacing w:val="-1"/>
          <w:sz w:val="18"/>
          <w:szCs w:val="18"/>
        </w:rPr>
        <w:t>5</w:t>
      </w:r>
      <w:r w:rsidRPr="00491139">
        <w:rPr>
          <w:spacing w:val="-1"/>
          <w:sz w:val="18"/>
          <w:szCs w:val="18"/>
        </w:rPr>
        <w:t xml:space="preserve"> mm around the light source shall be respected for convection; the connector interface can be neglected.</w:t>
      </w:r>
    </w:p>
    <w:p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 xml:space="preserve">5 </w:t>
      </w:r>
      <w:r w:rsidRPr="00491139">
        <w:rPr>
          <w:spacing w:val="-1"/>
          <w:sz w:val="18"/>
          <w:szCs w:val="18"/>
        </w:rPr>
        <w:t>The</w:t>
      </w:r>
      <w:r w:rsidRPr="00491139">
        <w:rPr>
          <w:spacing w:val="-2"/>
          <w:sz w:val="18"/>
          <w:szCs w:val="18"/>
        </w:rPr>
        <w:t xml:space="preserve"> </w:t>
      </w:r>
      <w:r w:rsidRPr="00491139">
        <w:rPr>
          <w:spacing w:val="-1"/>
          <w:sz w:val="18"/>
          <w:szCs w:val="18"/>
        </w:rPr>
        <w:t>emitted</w:t>
      </w:r>
      <w:r w:rsidRPr="00491139">
        <w:rPr>
          <w:sz w:val="18"/>
          <w:szCs w:val="18"/>
        </w:rPr>
        <w:t xml:space="preserve"> </w:t>
      </w:r>
      <w:r w:rsidRPr="00491139">
        <w:rPr>
          <w:spacing w:val="-1"/>
          <w:sz w:val="18"/>
          <w:szCs w:val="18"/>
        </w:rPr>
        <w:t>light</w:t>
      </w:r>
      <w:r w:rsidRPr="00491139">
        <w:rPr>
          <w:sz w:val="18"/>
          <w:szCs w:val="18"/>
        </w:rPr>
        <w:t xml:space="preserve"> </w:t>
      </w:r>
      <w:r w:rsidRPr="00491139">
        <w:rPr>
          <w:spacing w:val="-1"/>
          <w:sz w:val="18"/>
          <w:szCs w:val="18"/>
        </w:rPr>
        <w:t>shall</w:t>
      </w:r>
      <w:r w:rsidRPr="00491139">
        <w:rPr>
          <w:sz w:val="18"/>
          <w:szCs w:val="18"/>
        </w:rPr>
        <w:t xml:space="preserve"> be</w:t>
      </w:r>
      <w:r w:rsidRPr="00491139">
        <w:rPr>
          <w:spacing w:val="-2"/>
          <w:sz w:val="18"/>
          <w:szCs w:val="18"/>
        </w:rPr>
        <w:t xml:space="preserve"> </w:t>
      </w:r>
      <w:r w:rsidRPr="00491139">
        <w:rPr>
          <w:spacing w:val="-1"/>
          <w:sz w:val="18"/>
          <w:szCs w:val="18"/>
        </w:rPr>
        <w:t>white.</w:t>
      </w:r>
    </w:p>
    <w:p w:rsidR="000960D4" w:rsidRPr="00491139" w:rsidRDefault="000960D4" w:rsidP="0033713D">
      <w:pPr>
        <w:widowControl w:val="0"/>
        <w:ind w:left="284" w:right="141" w:hanging="142"/>
        <w:jc w:val="both"/>
        <w:rPr>
          <w:spacing w:val="-1"/>
          <w:sz w:val="18"/>
          <w:szCs w:val="18"/>
        </w:rPr>
      </w:pPr>
      <w:r w:rsidRPr="00491139">
        <w:rPr>
          <w:sz w:val="18"/>
          <w:szCs w:val="18"/>
          <w:vertAlign w:val="superscript"/>
        </w:rPr>
        <w:t>6</w:t>
      </w:r>
      <w:r w:rsidRPr="00491139">
        <w:rPr>
          <w:spacing w:val="-1"/>
          <w:sz w:val="18"/>
          <w:szCs w:val="18"/>
        </w:rPr>
        <w:t xml:space="preserve"> After continuous</w:t>
      </w:r>
      <w:r w:rsidRPr="00491139">
        <w:rPr>
          <w:sz w:val="18"/>
          <w:szCs w:val="18"/>
        </w:rPr>
        <w:t xml:space="preserve"> </w:t>
      </w:r>
      <w:r w:rsidRPr="00491139">
        <w:rPr>
          <w:spacing w:val="-1"/>
          <w:sz w:val="18"/>
          <w:szCs w:val="18"/>
        </w:rPr>
        <w:t>operation</w:t>
      </w:r>
      <w:r w:rsidRPr="00491139">
        <w:rPr>
          <w:sz w:val="18"/>
          <w:szCs w:val="18"/>
        </w:rPr>
        <w:t xml:space="preserve"> </w:t>
      </w:r>
      <w:r w:rsidRPr="00491139">
        <w:rPr>
          <w:spacing w:val="-1"/>
          <w:sz w:val="18"/>
          <w:szCs w:val="18"/>
        </w:rPr>
        <w:t xml:space="preserve">for </w:t>
      </w:r>
      <w:r w:rsidRPr="00491139">
        <w:rPr>
          <w:sz w:val="18"/>
          <w:szCs w:val="18"/>
        </w:rPr>
        <w:t xml:space="preserve">30 </w:t>
      </w:r>
      <w:r w:rsidRPr="00491139">
        <w:rPr>
          <w:spacing w:val="-1"/>
          <w:sz w:val="18"/>
          <w:szCs w:val="18"/>
        </w:rPr>
        <w:t>minutes</w:t>
      </w:r>
      <w:r w:rsidRPr="00491139">
        <w:rPr>
          <w:sz w:val="18"/>
          <w:szCs w:val="18"/>
        </w:rPr>
        <w:t xml:space="preserve"> </w:t>
      </w:r>
      <w:r w:rsidRPr="00491139">
        <w:rPr>
          <w:spacing w:val="-1"/>
          <w:sz w:val="18"/>
          <w:szCs w:val="18"/>
        </w:rPr>
        <w:t>at</w:t>
      </w:r>
      <w:r w:rsidRPr="00491139">
        <w:rPr>
          <w:sz w:val="18"/>
          <w:szCs w:val="18"/>
        </w:rPr>
        <w:t xml:space="preserve"> 23 ± 2.5</w:t>
      </w:r>
      <w:r w:rsidR="00683445" w:rsidRPr="00491139">
        <w:rPr>
          <w:sz w:val="18"/>
          <w:szCs w:val="18"/>
        </w:rPr>
        <w:t xml:space="preserve"> </w:t>
      </w:r>
      <w:r w:rsidRPr="00491139">
        <w:rPr>
          <w:sz w:val="18"/>
          <w:szCs w:val="18"/>
        </w:rPr>
        <w:t>°C.</w:t>
      </w:r>
    </w:p>
    <w:p w:rsidR="000960D4" w:rsidRPr="00491139" w:rsidRDefault="000960D4" w:rsidP="0033713D">
      <w:pPr>
        <w:widowControl w:val="0"/>
        <w:ind w:left="284" w:right="141" w:hanging="142"/>
        <w:jc w:val="both"/>
        <w:rPr>
          <w:sz w:val="18"/>
          <w:szCs w:val="18"/>
        </w:rPr>
      </w:pPr>
      <w:r w:rsidRPr="00491139">
        <w:rPr>
          <w:sz w:val="18"/>
          <w:szCs w:val="18"/>
          <w:vertAlign w:val="superscript"/>
        </w:rPr>
        <w:t>7</w:t>
      </w:r>
      <w:r w:rsidRPr="00491139">
        <w:rPr>
          <w:spacing w:val="-1"/>
          <w:sz w:val="18"/>
          <w:szCs w:val="18"/>
        </w:rPr>
        <w:t xml:space="preserve"> </w:t>
      </w:r>
      <w:r w:rsidRPr="00491139">
        <w:rPr>
          <w:sz w:val="18"/>
          <w:szCs w:val="18"/>
        </w:rPr>
        <w:t>The measured value shall be in between 100 per cent and 90 per cent of the value measured after 1 minute.</w:t>
      </w:r>
    </w:p>
    <w:p w:rsidR="000960D4" w:rsidRPr="00491139" w:rsidRDefault="000960D4" w:rsidP="0033713D">
      <w:pPr>
        <w:widowControl w:val="0"/>
        <w:ind w:left="284" w:right="141" w:hanging="142"/>
        <w:jc w:val="both"/>
        <w:rPr>
          <w:sz w:val="18"/>
          <w:szCs w:val="18"/>
        </w:rPr>
      </w:pPr>
      <w:r w:rsidRPr="00491139">
        <w:rPr>
          <w:sz w:val="18"/>
          <w:szCs w:val="18"/>
          <w:vertAlign w:val="superscript"/>
        </w:rPr>
        <w:t xml:space="preserve">8 </w:t>
      </w:r>
      <w:r w:rsidRPr="00491139">
        <w:rPr>
          <w:sz w:val="18"/>
          <w:szCs w:val="18"/>
        </w:rPr>
        <w:t>The Light source shall be rotated in the (measuring) holder until the reference lug contacts the plane as defined with dimension h from the (measuring) holder.</w:t>
      </w:r>
    </w:p>
    <w:p w:rsidR="000960D4" w:rsidRPr="00491139" w:rsidRDefault="000960D4" w:rsidP="0033713D">
      <w:pPr>
        <w:widowControl w:val="0"/>
        <w:tabs>
          <w:tab w:val="left" w:pos="1005"/>
        </w:tabs>
        <w:ind w:left="284" w:right="141" w:hanging="142"/>
        <w:jc w:val="both"/>
        <w:rPr>
          <w:sz w:val="18"/>
          <w:szCs w:val="18"/>
        </w:rPr>
      </w:pPr>
      <w:r w:rsidRPr="00491139">
        <w:rPr>
          <w:sz w:val="18"/>
          <w:szCs w:val="18"/>
          <w:vertAlign w:val="superscript"/>
        </w:rPr>
        <w:t xml:space="preserve">9 </w:t>
      </w:r>
      <w:r w:rsidRPr="00491139">
        <w:rPr>
          <w:sz w:val="18"/>
          <w:szCs w:val="18"/>
        </w:rPr>
        <w:t>The bounded area defined with the dimensions c, k and m defines the maximum outline in relation to the reference system.</w:t>
      </w:r>
    </w:p>
    <w:p w:rsidR="00EE2D28" w:rsidRPr="00491139" w:rsidRDefault="008F7B12" w:rsidP="0033713D">
      <w:pPr>
        <w:widowControl w:val="0"/>
        <w:tabs>
          <w:tab w:val="left" w:pos="1005"/>
        </w:tabs>
        <w:ind w:left="284" w:right="141" w:hanging="142"/>
        <w:jc w:val="both"/>
        <w:rPr>
          <w:sz w:val="18"/>
          <w:szCs w:val="18"/>
        </w:rPr>
      </w:pPr>
      <w:r>
        <w:rPr>
          <w:sz w:val="18"/>
          <w:szCs w:val="18"/>
          <w:vertAlign w:val="superscript"/>
        </w:rPr>
        <w:t>10</w:t>
      </w:r>
      <w:r w:rsidR="00EE2D28" w:rsidRPr="00491139">
        <w:rPr>
          <w:sz w:val="18"/>
          <w:szCs w:val="18"/>
        </w:rPr>
        <w:t xml:space="preserve"> LED light source L1A/6 shall be equipped with the right-angle cap and LED light source L1B/6 with the straight cap.</w:t>
      </w:r>
    </w:p>
    <w:p w:rsidR="0041729A" w:rsidRPr="00491139" w:rsidRDefault="0041729A" w:rsidP="0033713D">
      <w:pPr>
        <w:widowControl w:val="0"/>
        <w:outlineLvl w:val="1"/>
        <w:rPr>
          <w:b/>
          <w:bCs/>
          <w:spacing w:val="-1"/>
          <w:sz w:val="18"/>
          <w:szCs w:val="18"/>
        </w:rPr>
      </w:pPr>
    </w:p>
    <w:p w:rsidR="0033713D" w:rsidRPr="00491139" w:rsidRDefault="000960D4" w:rsidP="0033713D">
      <w:pPr>
        <w:widowControl w:val="0"/>
        <w:outlineLvl w:val="1"/>
        <w:rPr>
          <w:b/>
          <w:bCs/>
          <w:spacing w:val="-1"/>
          <w:sz w:val="18"/>
          <w:szCs w:val="18"/>
        </w:rPr>
      </w:pPr>
      <w:r w:rsidRPr="00491139">
        <w:rPr>
          <w:b/>
          <w:bCs/>
          <w:spacing w:val="-1"/>
          <w:sz w:val="18"/>
          <w:szCs w:val="18"/>
        </w:rPr>
        <w:t xml:space="preserve">Electrical characteristics, </w:t>
      </w:r>
      <w:r w:rsidR="00E15E3D" w:rsidRPr="00491139">
        <w:rPr>
          <w:b/>
          <w:bCs/>
          <w:spacing w:val="-1"/>
          <w:sz w:val="18"/>
          <w:szCs w:val="18"/>
        </w:rPr>
        <w:t>f</w:t>
      </w:r>
      <w:r w:rsidRPr="00491139">
        <w:rPr>
          <w:b/>
          <w:bCs/>
          <w:spacing w:val="-1"/>
          <w:sz w:val="18"/>
          <w:szCs w:val="18"/>
        </w:rPr>
        <w:t>ailure condition</w:t>
      </w:r>
      <w:r w:rsidRPr="00491139">
        <w:rPr>
          <w:b/>
          <w:bCs/>
          <w:sz w:val="18"/>
          <w:szCs w:val="18"/>
        </w:rPr>
        <w:t xml:space="preserve"> </w:t>
      </w:r>
      <w:r w:rsidRPr="00491139">
        <w:rPr>
          <w:b/>
          <w:bCs/>
          <w:spacing w:val="-1"/>
          <w:sz w:val="18"/>
          <w:szCs w:val="18"/>
        </w:rPr>
        <w:t>behaviour:</w:t>
      </w:r>
    </w:p>
    <w:p w:rsidR="000960D4" w:rsidRPr="0033713D" w:rsidRDefault="000960D4" w:rsidP="00F76865">
      <w:pPr>
        <w:widowControl w:val="0"/>
        <w:ind w:left="284"/>
        <w:outlineLvl w:val="1"/>
        <w:rPr>
          <w:snapToGrid w:val="0"/>
          <w:sz w:val="18"/>
          <w:szCs w:val="18"/>
        </w:rPr>
      </w:pPr>
      <w:r w:rsidRPr="00491139">
        <w:rPr>
          <w:spacing w:val="-1"/>
          <w:sz w:val="18"/>
          <w:szCs w:val="18"/>
        </w:rPr>
        <w:t>In case of LED light source failure (no light emitted) the maximum electrical current draw, when operated between 12 V and 14 V,</w:t>
      </w:r>
      <w:r w:rsidRPr="0033713D">
        <w:rPr>
          <w:spacing w:val="-1"/>
          <w:sz w:val="18"/>
          <w:szCs w:val="18"/>
        </w:rPr>
        <w:t xml:space="preserve"> shall be less than 20 mA (open circuit condition).</w:t>
      </w:r>
    </w:p>
    <w:p w:rsidR="000960D4" w:rsidRPr="00A63548" w:rsidRDefault="000960D4" w:rsidP="000960D4">
      <w:pPr>
        <w:pBdr>
          <w:bottom w:val="single" w:sz="12" w:space="1" w:color="auto"/>
        </w:pBdr>
        <w:tabs>
          <w:tab w:val="center" w:pos="4820"/>
          <w:tab w:val="right" w:pos="9639"/>
        </w:tabs>
        <w:ind w:right="-1"/>
        <w:jc w:val="both"/>
        <w:rPr>
          <w:b/>
          <w:bCs/>
          <w:snapToGrid w:val="0"/>
        </w:rPr>
      </w:pPr>
      <w:r w:rsidRPr="00A63548">
        <w:rPr>
          <w:snapToGrid w:val="0"/>
        </w:rPr>
        <w:br w:type="page"/>
      </w:r>
      <w:r w:rsidRPr="00A63548">
        <w:rPr>
          <w:rFonts w:ascii="Arial" w:hAnsi="Arial" w:cs="Arial"/>
          <w:bCs/>
          <w:snapToGrid w:val="0"/>
        </w:rPr>
        <w:tab/>
      </w:r>
      <w:r w:rsidRPr="00A63548">
        <w:rPr>
          <w:b/>
          <w:bCs/>
          <w:snapToGrid w:val="0"/>
        </w:rPr>
        <w:t>Category L1</w:t>
      </w:r>
      <w:r w:rsidR="0041729A">
        <w:rPr>
          <w:b/>
          <w:bCs/>
          <w:snapToGrid w:val="0"/>
        </w:rPr>
        <w:t>A/6, L1B/6</w:t>
      </w:r>
      <w:r w:rsidRPr="00A63548">
        <w:rPr>
          <w:b/>
          <w:bCs/>
          <w:snapToGrid w:val="0"/>
        </w:rPr>
        <w:tab/>
        <w:t>Sheet L1/3</w:t>
      </w:r>
    </w:p>
    <w:p w:rsidR="000960D4" w:rsidRPr="00A63548" w:rsidRDefault="000960D4" w:rsidP="000960D4">
      <w:pPr>
        <w:widowControl w:val="0"/>
        <w:spacing w:before="69"/>
        <w:outlineLvl w:val="1"/>
      </w:pPr>
      <w:r w:rsidRPr="00A63548">
        <w:rPr>
          <w:b/>
          <w:bCs/>
          <w:spacing w:val="-1"/>
        </w:rPr>
        <w:t>Screen</w:t>
      </w:r>
      <w:r w:rsidRPr="00A63548">
        <w:rPr>
          <w:b/>
          <w:bCs/>
        </w:rPr>
        <w:t xml:space="preserve"> </w:t>
      </w:r>
      <w:r w:rsidRPr="00A63548">
        <w:rPr>
          <w:b/>
          <w:bCs/>
          <w:spacing w:val="-1"/>
        </w:rPr>
        <w:t>projection</w:t>
      </w:r>
      <w:r w:rsidRPr="00A63548">
        <w:rPr>
          <w:b/>
          <w:bCs/>
          <w:spacing w:val="1"/>
        </w:rPr>
        <w:t xml:space="preserve"> </w:t>
      </w:r>
      <w:r w:rsidRPr="00A63548">
        <w:rPr>
          <w:b/>
          <w:bCs/>
          <w:spacing w:val="-1"/>
        </w:rPr>
        <w:t>requirements:</w:t>
      </w:r>
    </w:p>
    <w:p w:rsidR="000960D4" w:rsidRPr="00A63548" w:rsidRDefault="000960D4" w:rsidP="000960D4">
      <w:pPr>
        <w:widowControl w:val="0"/>
        <w:ind w:right="289"/>
        <w:rPr>
          <w:spacing w:val="-1"/>
        </w:rPr>
      </w:pPr>
    </w:p>
    <w:p w:rsidR="000960D4" w:rsidRPr="00A63548" w:rsidRDefault="000960D4" w:rsidP="0034536E">
      <w:pPr>
        <w:widowControl w:val="0"/>
        <w:spacing w:after="120"/>
        <w:ind w:right="289"/>
        <w:rPr>
          <w:spacing w:val="-1"/>
        </w:rPr>
      </w:pPr>
      <w:r w:rsidRPr="00A63548">
        <w:rPr>
          <w:spacing w:val="-1"/>
        </w:rPr>
        <w:t>The</w:t>
      </w:r>
      <w:r w:rsidRPr="00A63548">
        <w:rPr>
          <w:spacing w:val="-2"/>
        </w:rPr>
        <w:t xml:space="preserve"> </w:t>
      </w:r>
      <w:r w:rsidRPr="00A63548">
        <w:rPr>
          <w:spacing w:val="-1"/>
        </w:rPr>
        <w:t>following</w:t>
      </w:r>
      <w:r w:rsidRPr="00A63548">
        <w:rPr>
          <w:spacing w:val="-3"/>
        </w:rPr>
        <w:t xml:space="preserve"> </w:t>
      </w:r>
      <w:r w:rsidRPr="00A63548">
        <w:t xml:space="preserve">test is </w:t>
      </w:r>
      <w:r w:rsidRPr="00A63548">
        <w:rPr>
          <w:spacing w:val="-1"/>
        </w:rPr>
        <w:t>intended</w:t>
      </w:r>
      <w:r w:rsidRPr="00A63548">
        <w:t xml:space="preserve"> to </w:t>
      </w:r>
      <w:r w:rsidRPr="00A63548">
        <w:rPr>
          <w:spacing w:val="-1"/>
        </w:rPr>
        <w:t>define</w:t>
      </w:r>
      <w:r w:rsidRPr="00A63548">
        <w:rPr>
          <w:spacing w:val="-2"/>
        </w:rPr>
        <w:t xml:space="preserve"> </w:t>
      </w:r>
      <w:r w:rsidRPr="00A63548">
        <w:t xml:space="preserve">the </w:t>
      </w:r>
      <w:r w:rsidRPr="00A63548">
        <w:rPr>
          <w:spacing w:val="-1"/>
        </w:rPr>
        <w:t>requirements</w:t>
      </w:r>
      <w:r w:rsidRPr="00A63548">
        <w:t xml:space="preserve"> </w:t>
      </w:r>
      <w:r w:rsidRPr="00A63548">
        <w:rPr>
          <w:spacing w:val="-1"/>
        </w:rPr>
        <w:t>for</w:t>
      </w:r>
      <w:r w:rsidRPr="00A63548">
        <w:rPr>
          <w:spacing w:val="-2"/>
        </w:rPr>
        <w:t xml:space="preserve"> </w:t>
      </w:r>
      <w:r w:rsidRPr="00A63548">
        <w:t>the</w:t>
      </w:r>
      <w:r w:rsidRPr="00A63548">
        <w:rPr>
          <w:spacing w:val="-2"/>
        </w:rPr>
        <w:t xml:space="preserve"> </w:t>
      </w:r>
      <w:r w:rsidRPr="00A63548">
        <w:rPr>
          <w:spacing w:val="-1"/>
        </w:rPr>
        <w:t>light</w:t>
      </w:r>
      <w:r w:rsidRPr="00A63548">
        <w:t xml:space="preserve"> </w:t>
      </w:r>
      <w:r w:rsidRPr="00A63548">
        <w:rPr>
          <w:spacing w:val="-1"/>
        </w:rPr>
        <w:t>emitting area of</w:t>
      </w:r>
      <w:r w:rsidRPr="00A63548">
        <w:rPr>
          <w:spacing w:val="94"/>
        </w:rPr>
        <w:t xml:space="preserve"> </w:t>
      </w:r>
      <w:r w:rsidRPr="00A63548">
        <w:t xml:space="preserve">the </w:t>
      </w:r>
      <w:r w:rsidRPr="00A63548">
        <w:rPr>
          <w:spacing w:val="-2"/>
        </w:rPr>
        <w:t>LED</w:t>
      </w:r>
      <w:r w:rsidRPr="00A63548">
        <w:rPr>
          <w:spacing w:val="-1"/>
        </w:rPr>
        <w:t xml:space="preserve"> light</w:t>
      </w:r>
      <w:r w:rsidRPr="00A63548">
        <w:t xml:space="preserve"> </w:t>
      </w:r>
      <w:r w:rsidRPr="00A63548">
        <w:rPr>
          <w:spacing w:val="-1"/>
        </w:rPr>
        <w:t>source and</w:t>
      </w:r>
      <w:r w:rsidRPr="00A63548">
        <w:rPr>
          <w:spacing w:val="1"/>
        </w:rPr>
        <w:t xml:space="preserve"> </w:t>
      </w:r>
      <w:r w:rsidRPr="00A63548">
        <w:t xml:space="preserve">to </w:t>
      </w:r>
      <w:r w:rsidRPr="00A63548">
        <w:rPr>
          <w:spacing w:val="-1"/>
        </w:rPr>
        <w:t>determine</w:t>
      </w:r>
      <w:r w:rsidRPr="00A63548">
        <w:rPr>
          <w:spacing w:val="-2"/>
        </w:rPr>
        <w:t xml:space="preserve"> </w:t>
      </w:r>
      <w:r w:rsidRPr="00A63548">
        <w:rPr>
          <w:spacing w:val="-1"/>
        </w:rPr>
        <w:t xml:space="preserve">whether </w:t>
      </w:r>
      <w:r w:rsidRPr="00A63548">
        <w:t xml:space="preserve">the </w:t>
      </w:r>
      <w:r w:rsidRPr="00A63548">
        <w:rPr>
          <w:spacing w:val="-1"/>
        </w:rPr>
        <w:t>light</w:t>
      </w:r>
      <w:r w:rsidRPr="00A63548">
        <w:t xml:space="preserve"> </w:t>
      </w:r>
      <w:r w:rsidRPr="00A63548">
        <w:rPr>
          <w:spacing w:val="-1"/>
        </w:rPr>
        <w:t>emitting</w:t>
      </w:r>
      <w:r w:rsidRPr="00A63548">
        <w:rPr>
          <w:spacing w:val="-3"/>
        </w:rPr>
        <w:t xml:space="preserve"> </w:t>
      </w:r>
      <w:r w:rsidRPr="00A63548">
        <w:rPr>
          <w:spacing w:val="-1"/>
        </w:rPr>
        <w:t xml:space="preserve">area </w:t>
      </w:r>
      <w:r w:rsidRPr="00A63548">
        <w:t>is correctly</w:t>
      </w:r>
      <w:r w:rsidRPr="00A63548">
        <w:rPr>
          <w:spacing w:val="-5"/>
        </w:rPr>
        <w:t xml:space="preserve"> </w:t>
      </w:r>
      <w:r w:rsidRPr="00A63548">
        <w:rPr>
          <w:spacing w:val="-1"/>
        </w:rPr>
        <w:t>positioned</w:t>
      </w:r>
      <w:r w:rsidRPr="00A63548">
        <w:rPr>
          <w:spacing w:val="87"/>
        </w:rPr>
        <w:t xml:space="preserve"> </w:t>
      </w:r>
      <w:r w:rsidRPr="00A63548">
        <w:rPr>
          <w:spacing w:val="-1"/>
        </w:rPr>
        <w:t>relative</w:t>
      </w:r>
      <w:r w:rsidRPr="00A63548">
        <w:t xml:space="preserve"> to</w:t>
      </w:r>
      <w:r w:rsidRPr="00A63548">
        <w:rPr>
          <w:spacing w:val="-1"/>
        </w:rPr>
        <w:t xml:space="preserve"> </w:t>
      </w:r>
      <w:r w:rsidRPr="00A63548">
        <w:t xml:space="preserve">the </w:t>
      </w:r>
      <w:r w:rsidRPr="00A63548">
        <w:rPr>
          <w:spacing w:val="-1"/>
        </w:rPr>
        <w:t xml:space="preserve">reference </w:t>
      </w:r>
      <w:r w:rsidRPr="00A63548">
        <w:t xml:space="preserve">axis </w:t>
      </w:r>
      <w:r w:rsidRPr="00A63548">
        <w:rPr>
          <w:spacing w:val="-1"/>
        </w:rPr>
        <w:t xml:space="preserve">and reference </w:t>
      </w:r>
      <w:r w:rsidRPr="00A63548">
        <w:t>plane</w:t>
      </w:r>
      <w:r w:rsidRPr="00A63548">
        <w:rPr>
          <w:spacing w:val="-1"/>
        </w:rPr>
        <w:t xml:space="preserve"> </w:t>
      </w:r>
      <w:r w:rsidRPr="00A63548">
        <w:t>in</w:t>
      </w:r>
      <w:r w:rsidRPr="00A63548">
        <w:rPr>
          <w:spacing w:val="-1"/>
        </w:rPr>
        <w:t xml:space="preserve"> order </w:t>
      </w:r>
      <w:r w:rsidRPr="00A63548">
        <w:t>to</w:t>
      </w:r>
      <w:r w:rsidRPr="00A63548">
        <w:rPr>
          <w:spacing w:val="-1"/>
        </w:rPr>
        <w:t xml:space="preserve"> </w:t>
      </w:r>
      <w:r w:rsidRPr="00A63548">
        <w:t>check</w:t>
      </w:r>
      <w:r w:rsidRPr="00A63548">
        <w:rPr>
          <w:spacing w:val="-1"/>
        </w:rPr>
        <w:t xml:space="preserve"> </w:t>
      </w:r>
      <w:r w:rsidRPr="00A63548">
        <w:t>compliance</w:t>
      </w:r>
      <w:r w:rsidRPr="00A63548">
        <w:rPr>
          <w:spacing w:val="-1"/>
        </w:rPr>
        <w:t xml:space="preserve"> with the</w:t>
      </w:r>
      <w:r w:rsidRPr="00A63548">
        <w:rPr>
          <w:spacing w:val="64"/>
        </w:rPr>
        <w:t xml:space="preserve"> </w:t>
      </w:r>
      <w:r w:rsidRPr="00A63548">
        <w:rPr>
          <w:spacing w:val="-1"/>
        </w:rPr>
        <w:t>requirements.</w:t>
      </w:r>
    </w:p>
    <w:p w:rsidR="000960D4" w:rsidRPr="00A63548" w:rsidRDefault="000960D4" w:rsidP="0034536E">
      <w:pPr>
        <w:widowControl w:val="0"/>
        <w:spacing w:after="120" w:line="240" w:lineRule="auto"/>
        <w:ind w:right="289"/>
      </w:pPr>
      <w:r w:rsidRPr="00A63548">
        <w:rPr>
          <w:spacing w:val="-1"/>
        </w:rPr>
        <w:t>The</w:t>
      </w:r>
      <w:r w:rsidRPr="00A63548">
        <w:rPr>
          <w:spacing w:val="-2"/>
        </w:rPr>
        <w:t xml:space="preserve"> </w:t>
      </w:r>
      <w:r w:rsidRPr="00A63548">
        <w:rPr>
          <w:spacing w:val="-1"/>
        </w:rPr>
        <w:t>position, the contrast and the uniformity</w:t>
      </w:r>
      <w:r w:rsidRPr="00A63548">
        <w:t xml:space="preserve"> of</w:t>
      </w:r>
      <w:r w:rsidRPr="00A63548">
        <w:rPr>
          <w:spacing w:val="-3"/>
        </w:rPr>
        <w:t xml:space="preserve"> </w:t>
      </w:r>
      <w:r w:rsidRPr="00A63548">
        <w:t>the</w:t>
      </w:r>
      <w:r w:rsidRPr="00A63548">
        <w:rPr>
          <w:spacing w:val="-2"/>
        </w:rPr>
        <w:t xml:space="preserve"> </w:t>
      </w:r>
      <w:r w:rsidRPr="00A63548">
        <w:rPr>
          <w:spacing w:val="-1"/>
        </w:rPr>
        <w:t>light</w:t>
      </w:r>
      <w:r w:rsidRPr="00A63548">
        <w:rPr>
          <w:spacing w:val="2"/>
        </w:rPr>
        <w:t xml:space="preserve"> </w:t>
      </w:r>
      <w:r w:rsidRPr="00A63548">
        <w:rPr>
          <w:spacing w:val="-1"/>
        </w:rPr>
        <w:t>emitting</w:t>
      </w:r>
      <w:r w:rsidRPr="00A63548">
        <w:rPr>
          <w:spacing w:val="-3"/>
        </w:rPr>
        <w:t xml:space="preserve"> </w:t>
      </w:r>
      <w:r w:rsidRPr="00A63548">
        <w:rPr>
          <w:spacing w:val="-1"/>
        </w:rPr>
        <w:t xml:space="preserve">area </w:t>
      </w:r>
      <w:r w:rsidRPr="00A63548">
        <w:t xml:space="preserve">are </w:t>
      </w:r>
      <w:r w:rsidRPr="00A63548">
        <w:rPr>
          <w:spacing w:val="-1"/>
        </w:rPr>
        <w:t>checked</w:t>
      </w:r>
      <w:r w:rsidRPr="00A63548">
        <w:rPr>
          <w:spacing w:val="2"/>
        </w:rPr>
        <w:t xml:space="preserve"> </w:t>
      </w:r>
      <w:r w:rsidRPr="00A63548">
        <w:rPr>
          <w:spacing w:val="1"/>
        </w:rPr>
        <w:t>by</w:t>
      </w:r>
      <w:r w:rsidRPr="00A63548">
        <w:rPr>
          <w:spacing w:val="-5"/>
        </w:rPr>
        <w:t xml:space="preserve"> </w:t>
      </w:r>
      <w:r w:rsidRPr="00A63548">
        <w:t>the</w:t>
      </w:r>
      <w:r w:rsidRPr="00A63548">
        <w:rPr>
          <w:spacing w:val="-1"/>
        </w:rPr>
        <w:t xml:space="preserve"> nominal emitter </w:t>
      </w:r>
      <w:r w:rsidRPr="00A63548">
        <w:t>box</w:t>
      </w:r>
      <w:r w:rsidRPr="00A63548">
        <w:rPr>
          <w:spacing w:val="2"/>
        </w:rPr>
        <w:t xml:space="preserve"> </w:t>
      </w:r>
      <w:r w:rsidRPr="00A63548">
        <w:rPr>
          <w:spacing w:val="-1"/>
        </w:rPr>
        <w:t>system</w:t>
      </w:r>
      <w:r w:rsidRPr="00A63548">
        <w:t xml:space="preserve"> defined in </w:t>
      </w:r>
      <w:r w:rsidRPr="00A63548">
        <w:rPr>
          <w:spacing w:val="-1"/>
        </w:rPr>
        <w:t xml:space="preserve">figure </w:t>
      </w:r>
      <w:r w:rsidRPr="00A63548">
        <w:t xml:space="preserve">3, </w:t>
      </w:r>
      <w:r w:rsidRPr="00A63548">
        <w:rPr>
          <w:spacing w:val="-1"/>
        </w:rPr>
        <w:t>which</w:t>
      </w:r>
      <w:r w:rsidRPr="00A63548">
        <w:rPr>
          <w:spacing w:val="67"/>
        </w:rPr>
        <w:t xml:space="preserve"> </w:t>
      </w:r>
      <w:r w:rsidRPr="00A63548">
        <w:rPr>
          <w:spacing w:val="-1"/>
        </w:rPr>
        <w:t>shows</w:t>
      </w:r>
      <w:r w:rsidRPr="00A63548">
        <w:t xml:space="preserve"> the</w:t>
      </w:r>
      <w:r w:rsidRPr="00A63548">
        <w:rPr>
          <w:spacing w:val="-1"/>
        </w:rPr>
        <w:t xml:space="preserve"> projection</w:t>
      </w:r>
      <w:r w:rsidRPr="00A63548">
        <w:t xml:space="preserve"> when </w:t>
      </w:r>
      <w:r w:rsidRPr="00A63548">
        <w:rPr>
          <w:spacing w:val="-1"/>
        </w:rPr>
        <w:t>viewing</w:t>
      </w:r>
      <w:r w:rsidRPr="00A63548">
        <w:t xml:space="preserve"> </w:t>
      </w:r>
      <w:r w:rsidRPr="00A63548">
        <w:rPr>
          <w:spacing w:val="-1"/>
        </w:rPr>
        <w:t>along</w:t>
      </w:r>
      <w:r w:rsidRPr="00A63548">
        <w:rPr>
          <w:spacing w:val="-3"/>
        </w:rPr>
        <w:t xml:space="preserve"> </w:t>
      </w:r>
      <w:r w:rsidRPr="00A63548">
        <w:t xml:space="preserve">direction of the reference axis  (Gamma = 0°) </w:t>
      </w:r>
      <w:r w:rsidRPr="00A63548">
        <w:rPr>
          <w:spacing w:val="-1"/>
        </w:rPr>
        <w:t>as</w:t>
      </w:r>
      <w:r w:rsidRPr="00A63548">
        <w:t xml:space="preserve"> </w:t>
      </w:r>
      <w:r w:rsidRPr="00A63548">
        <w:rPr>
          <w:spacing w:val="-1"/>
        </w:rPr>
        <w:t>defined</w:t>
      </w:r>
      <w:r w:rsidRPr="00A63548">
        <w:t xml:space="preserve"> in </w:t>
      </w:r>
      <w:r w:rsidRPr="00A63548">
        <w:rPr>
          <w:spacing w:val="-1"/>
        </w:rPr>
        <w:t xml:space="preserve">Figure </w:t>
      </w:r>
      <w:r w:rsidRPr="00A63548">
        <w:t xml:space="preserve">4. </w:t>
      </w:r>
    </w:p>
    <w:p w:rsidR="000960D4" w:rsidRPr="00A63548" w:rsidRDefault="000960D4" w:rsidP="000960D4">
      <w:pPr>
        <w:widowControl w:val="0"/>
        <w:spacing w:before="69"/>
        <w:ind w:right="48"/>
      </w:pPr>
      <w:r w:rsidRPr="00A63548">
        <w:rPr>
          <w:spacing w:val="-1"/>
        </w:rPr>
        <w:t xml:space="preserve">Figure </w:t>
      </w:r>
      <w:r w:rsidRPr="00A63548">
        <w:t>3</w:t>
      </w:r>
    </w:p>
    <w:p w:rsidR="000960D4" w:rsidRPr="00A63548" w:rsidRDefault="000960D4" w:rsidP="000960D4">
      <w:pPr>
        <w:widowControl w:val="0"/>
        <w:spacing w:before="5"/>
        <w:rPr>
          <w:rFonts w:eastAsia="Calibri"/>
          <w:b/>
          <w:spacing w:val="-1"/>
        </w:rPr>
      </w:pPr>
      <w:r w:rsidRPr="00A63548">
        <w:rPr>
          <w:rFonts w:eastAsia="Calibri"/>
          <w:b/>
          <w:spacing w:val="-1"/>
        </w:rPr>
        <w:t>Definiti</w:t>
      </w:r>
      <w:bookmarkStart w:id="2" w:name="Figure_3_–_Box_definition"/>
      <w:bookmarkEnd w:id="2"/>
      <w:r w:rsidRPr="00A63548">
        <w:rPr>
          <w:rFonts w:eastAsia="Calibri"/>
          <w:b/>
          <w:spacing w:val="-1"/>
        </w:rPr>
        <w:t>on of the nominal emitter box with dimensions as specified in table 2</w:t>
      </w:r>
    </w:p>
    <w:p w:rsidR="007F1CDA" w:rsidRDefault="009F2EF0" w:rsidP="000960D4">
      <w:pPr>
        <w:widowControl w:val="0"/>
        <w:spacing w:before="74"/>
        <w:rPr>
          <w:rFonts w:eastAsia="Calibri"/>
          <w:szCs w:val="22"/>
        </w:rPr>
      </w:pPr>
      <w:r>
        <w:rPr>
          <w:noProof/>
          <w:lang w:eastAsia="en-GB"/>
        </w:rPr>
        <mc:AlternateContent>
          <mc:Choice Requires="wpg">
            <w:drawing>
              <wp:inline distT="0" distB="0" distL="0" distR="0">
                <wp:extent cx="5638800" cy="4367530"/>
                <wp:effectExtent l="0" t="0" r="0" b="0"/>
                <wp:docPr id="45"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8800" cy="4367530"/>
                          <a:chOff x="0" y="0"/>
                          <a:chExt cx="56388" cy="43681"/>
                        </a:xfrm>
                      </wpg:grpSpPr>
                      <wpg:grpSp>
                        <wpg:cNvPr id="46" name="Group 54"/>
                        <wpg:cNvGrpSpPr>
                          <a:grpSpLocks/>
                        </wpg:cNvGrpSpPr>
                        <wpg:grpSpPr bwMode="auto">
                          <a:xfrm>
                            <a:off x="9239" y="1238"/>
                            <a:ext cx="41872" cy="41084"/>
                            <a:chOff x="9239" y="1238"/>
                            <a:chExt cx="41871" cy="41084"/>
                          </a:xfrm>
                        </wpg:grpSpPr>
                        <pic:pic xmlns:pic="http://schemas.openxmlformats.org/drawingml/2006/picture">
                          <pic:nvPicPr>
                            <pic:cNvPr id="47" name="Picture 55" descr="UN-Box-DefinitionPGJ18"/>
                            <pic:cNvPicPr>
                              <a:picLocks noChangeAspect="1"/>
                            </pic:cNvPicPr>
                          </pic:nvPicPr>
                          <pic:blipFill>
                            <a:blip r:embed="rId18">
                              <a:extLst>
                                <a:ext uri="{28A0092B-C50C-407E-A947-70E740481C1C}">
                                  <a14:useLocalDpi xmlns:a14="http://schemas.microsoft.com/office/drawing/2010/main" val="0"/>
                                </a:ext>
                              </a:extLst>
                            </a:blip>
                            <a:srcRect l="23888" t="4974" r="26309" b="8328"/>
                            <a:stretch>
                              <a:fillRect/>
                            </a:stretch>
                          </pic:blipFill>
                          <pic:spPr bwMode="auto">
                            <a:xfrm>
                              <a:off x="9239" y="1238"/>
                              <a:ext cx="41872" cy="41084"/>
                            </a:xfrm>
                            <a:prstGeom prst="rect">
                              <a:avLst/>
                            </a:prstGeom>
                            <a:noFill/>
                            <a:extLst>
                              <a:ext uri="{909E8E84-426E-40DD-AFC4-6F175D3DCCD1}">
                                <a14:hiddenFill xmlns:a14="http://schemas.microsoft.com/office/drawing/2010/main">
                                  <a:solidFill>
                                    <a:srgbClr val="FFFFFF"/>
                                  </a:solidFill>
                                </a14:hiddenFill>
                              </a:ext>
                            </a:extLst>
                          </pic:spPr>
                        </pic:pic>
                        <wps:wsp>
                          <wps:cNvPr id="48" name="Straight Arrow Connector 56"/>
                          <wps:cNvCnPr>
                            <a:cxnSpLocks/>
                          </wps:cNvCnPr>
                          <wps:spPr bwMode="auto">
                            <a:xfrm flipH="1" flipV="1">
                              <a:off x="15144" y="2095"/>
                              <a:ext cx="6033" cy="3239"/>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49" name="Straight Arrow Connector 57"/>
                          <wps:cNvCnPr>
                            <a:cxnSpLocks/>
                          </wps:cNvCnPr>
                          <wps:spPr bwMode="auto">
                            <a:xfrm flipH="1" flipV="1">
                              <a:off x="14382" y="6096"/>
                              <a:ext cx="14701" cy="11874"/>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50" name="Straight Arrow Connector 58"/>
                          <wps:cNvCnPr>
                            <a:cxnSpLocks/>
                          </wps:cNvCnPr>
                          <wps:spPr bwMode="auto">
                            <a:xfrm flipH="1" flipV="1">
                              <a:off x="10953" y="8477"/>
                              <a:ext cx="19095" cy="13144"/>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51" name="Straight Arrow Connector 59"/>
                          <wps:cNvCnPr>
                            <a:cxnSpLocks/>
                          </wps:cNvCnPr>
                          <wps:spPr bwMode="auto">
                            <a:xfrm flipV="1">
                              <a:off x="34956" y="8001"/>
                              <a:ext cx="7525" cy="9486"/>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52" name="Straight Arrow Connector 60"/>
                          <wps:cNvCnPr>
                            <a:cxnSpLocks/>
                          </wps:cNvCnPr>
                          <wps:spPr bwMode="auto">
                            <a:xfrm flipH="1" flipV="1">
                              <a:off x="11525" y="11811"/>
                              <a:ext cx="6070" cy="3454"/>
                            </a:xfrm>
                            <a:prstGeom prst="straightConnector1">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53" name="Straight Arrow Connector 61"/>
                          <wps:cNvCnPr>
                            <a:cxnSpLocks/>
                          </wps:cNvCnPr>
                          <wps:spPr bwMode="auto">
                            <a:xfrm flipV="1">
                              <a:off x="42481" y="11334"/>
                              <a:ext cx="4667" cy="4020"/>
                            </a:xfrm>
                            <a:prstGeom prst="straightConnector1">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54" name="Striped Right Arrow 62"/>
                          <wps:cNvSpPr>
                            <a:spLocks/>
                          </wps:cNvSpPr>
                          <wps:spPr bwMode="auto">
                            <a:xfrm rot="10800000">
                              <a:off x="16287" y="15240"/>
                              <a:ext cx="2953" cy="533"/>
                            </a:xfrm>
                            <a:prstGeom prst="stripedRightArrow">
                              <a:avLst>
                                <a:gd name="adj1" fmla="val 50000"/>
                                <a:gd name="adj2" fmla="val 50043"/>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s:wsp>
                          <wps:cNvPr id="55" name="Striped Right Arrow 63"/>
                          <wps:cNvSpPr>
                            <a:spLocks/>
                          </wps:cNvSpPr>
                          <wps:spPr bwMode="auto">
                            <a:xfrm>
                              <a:off x="40767" y="15144"/>
                              <a:ext cx="2952" cy="534"/>
                            </a:xfrm>
                            <a:prstGeom prst="stripedRightArrow">
                              <a:avLst>
                                <a:gd name="adj1" fmla="val 50000"/>
                                <a:gd name="adj2" fmla="val 49932"/>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g:grpSp>
                      <wps:wsp>
                        <wps:cNvPr id="56" name="Text Box 251"/>
                        <wps:cNvSpPr txBox="1">
                          <a:spLocks/>
                        </wps:cNvSpPr>
                        <wps:spPr bwMode="auto">
                          <a:xfrm rot="-5400000">
                            <a:off x="41917" y="19040"/>
                            <a:ext cx="1524" cy="16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F1CDA">
                              <w:pPr>
                                <w:pStyle w:val="NormalWeb"/>
                                <w:spacing w:line="240" w:lineRule="exact"/>
                              </w:pPr>
                              <w:r>
                                <w:rPr>
                                  <w:sz w:val="20"/>
                                  <w:szCs w:val="20"/>
                                  <w:lang w:val="en-GB"/>
                                </w:rPr>
                                <w:t>g/2</w:t>
                              </w:r>
                            </w:p>
                          </w:txbxContent>
                        </wps:txbx>
                        <wps:bodyPr rot="0" vert="horz" wrap="none" lIns="0" tIns="0" rIns="0" bIns="0" anchor="t" anchorCtr="0" upright="1">
                          <a:spAutoFit/>
                        </wps:bodyPr>
                      </wps:wsp>
                      <wps:wsp>
                        <wps:cNvPr id="57" name="Text Box 252"/>
                        <wps:cNvSpPr txBox="1">
                          <a:spLocks/>
                        </wps:cNvSpPr>
                        <wps:spPr bwMode="auto">
                          <a:xfrm rot="-5400000">
                            <a:off x="42011" y="22368"/>
                            <a:ext cx="1525" cy="16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4536E" w:rsidRDefault="0034536E" w:rsidP="007F1CDA">
                              <w:pPr>
                                <w:pStyle w:val="NormalWeb"/>
                                <w:spacing w:line="240" w:lineRule="exact"/>
                              </w:pPr>
                              <w:r>
                                <w:rPr>
                                  <w:sz w:val="20"/>
                                  <w:szCs w:val="20"/>
                                  <w:lang w:val="en-GB"/>
                                </w:rPr>
                                <w:t>g/2</w:t>
                              </w:r>
                            </w:p>
                          </w:txbxContent>
                        </wps:txbx>
                        <wps:bodyPr rot="0" vert="horz" wrap="none" lIns="0" tIns="0" rIns="0" bIns="0" anchor="t" anchorCtr="0" upright="1">
                          <a:spAutoFit/>
                        </wps:bodyPr>
                      </wps:wsp>
                      <wps:wsp>
                        <wps:cNvPr id="58" name="Text Box 2"/>
                        <wps:cNvSpPr txBox="1">
                          <a:spLocks noChangeArrowheads="1"/>
                        </wps:cNvSpPr>
                        <wps:spPr bwMode="auto">
                          <a:xfrm>
                            <a:off x="2572" y="4287"/>
                            <a:ext cx="1276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rFonts w:eastAsia="Calibri"/>
                                  <w:color w:val="000000"/>
                                  <w:sz w:val="20"/>
                                  <w:szCs w:val="20"/>
                                  <w:lang w:val="en-GB"/>
                                </w:rPr>
                                <w:t>Nominal emitter box</w:t>
                              </w:r>
                            </w:p>
                          </w:txbxContent>
                        </wps:txbx>
                        <wps:bodyPr rot="0" vert="horz" wrap="square" lIns="91440" tIns="45720" rIns="91440" bIns="45720" anchor="t" anchorCtr="0" upright="1">
                          <a:spAutoFit/>
                        </wps:bodyPr>
                      </wps:wsp>
                      <wps:wsp>
                        <wps:cNvPr id="59" name="Text Box 2"/>
                        <wps:cNvSpPr txBox="1">
                          <a:spLocks noChangeArrowheads="1"/>
                        </wps:cNvSpPr>
                        <wps:spPr bwMode="auto">
                          <a:xfrm>
                            <a:off x="2096" y="6668"/>
                            <a:ext cx="9620"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rFonts w:eastAsia="Calibri"/>
                                  <w:color w:val="000000"/>
                                  <w:sz w:val="20"/>
                                  <w:szCs w:val="20"/>
                                  <w:lang w:val="en-GB"/>
                                </w:rPr>
                                <w:t>Reference axis</w:t>
                              </w:r>
                            </w:p>
                          </w:txbxContent>
                        </wps:txbx>
                        <wps:bodyPr rot="0" vert="horz" wrap="square" lIns="91440" tIns="45720" rIns="91440" bIns="45720" anchor="t" anchorCtr="0" upright="1">
                          <a:spAutoFit/>
                        </wps:bodyPr>
                      </wps:wsp>
                      <wps:wsp>
                        <wps:cNvPr id="60" name="Text Box 2"/>
                        <wps:cNvSpPr txBox="1">
                          <a:spLocks noChangeArrowheads="1"/>
                        </wps:cNvSpPr>
                        <wps:spPr bwMode="auto">
                          <a:xfrm>
                            <a:off x="0" y="0"/>
                            <a:ext cx="17621" cy="4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rFonts w:eastAsia="Calibri"/>
                                  <w:sz w:val="20"/>
                                  <w:szCs w:val="20"/>
                                  <w:lang w:val="en-GB"/>
                                </w:rPr>
                                <w:t xml:space="preserve">Reference lug contact plane </w:t>
                              </w:r>
                              <w:r w:rsidRPr="00ED50A2">
                                <w:rPr>
                                  <w:rFonts w:eastAsia="Calibri"/>
                                  <w:sz w:val="20"/>
                                  <w:szCs w:val="20"/>
                                  <w:vertAlign w:val="superscript"/>
                                  <w:lang w:val="en-GB"/>
                                </w:rPr>
                                <w:t>9</w:t>
                              </w:r>
                              <w:r w:rsidRPr="00ED50A2">
                                <w:rPr>
                                  <w:rFonts w:eastAsia="Calibri"/>
                                  <w:sz w:val="20"/>
                                  <w:szCs w:val="20"/>
                                  <w:lang w:val="en-GB"/>
                                </w:rPr>
                                <w:t xml:space="preserve"> </w:t>
                              </w:r>
                            </w:p>
                            <w:p w:rsidR="0034536E" w:rsidRDefault="0034536E" w:rsidP="007F1CDA">
                              <w:pPr>
                                <w:pStyle w:val="NormalWeb"/>
                                <w:spacing w:line="240" w:lineRule="exact"/>
                              </w:pPr>
                              <w:r>
                                <w:rPr>
                                  <w:rFonts w:eastAsia="Calibri"/>
                                  <w:sz w:val="20"/>
                                  <w:szCs w:val="20"/>
                                  <w:lang w:val="en-GB"/>
                                </w:rPr>
                                <w:t>(dimension h see table 1)</w:t>
                              </w:r>
                            </w:p>
                          </w:txbxContent>
                        </wps:txbx>
                        <wps:bodyPr rot="0" vert="horz" wrap="square" lIns="91440" tIns="45720" rIns="91440" bIns="45720" anchor="t" anchorCtr="0" upright="1">
                          <a:noAutofit/>
                        </wps:bodyPr>
                      </wps:wsp>
                      <wps:wsp>
                        <wps:cNvPr id="61" name="Text Box 2"/>
                        <wps:cNvSpPr txBox="1">
                          <a:spLocks noChangeArrowheads="1"/>
                        </wps:cNvSpPr>
                        <wps:spPr bwMode="auto">
                          <a:xfrm>
                            <a:off x="24670" y="1334"/>
                            <a:ext cx="2286" cy="3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sz w:val="20"/>
                                  <w:szCs w:val="20"/>
                                  <w:lang w:val="en-GB"/>
                                </w:rPr>
                                <w:t>h</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62" name="Text Box 2"/>
                        <wps:cNvSpPr txBox="1">
                          <a:spLocks noChangeArrowheads="1"/>
                        </wps:cNvSpPr>
                        <wps:spPr bwMode="auto">
                          <a:xfrm>
                            <a:off x="28766" y="41242"/>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sz w:val="20"/>
                                  <w:szCs w:val="20"/>
                                  <w:lang w:val="en-GB"/>
                                </w:rPr>
                                <w:t>c</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63" name="Text Box 2"/>
                        <wps:cNvSpPr txBox="1">
                          <a:spLocks noChangeArrowheads="1"/>
                        </wps:cNvSpPr>
                        <wps:spPr bwMode="auto">
                          <a:xfrm>
                            <a:off x="23432" y="29906"/>
                            <a:ext cx="3810"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sz w:val="20"/>
                                  <w:szCs w:val="20"/>
                                  <w:lang w:val="en-GB"/>
                                </w:rPr>
                                <w:t>f/2</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192" name="Text Box 2"/>
                        <wps:cNvSpPr txBox="1">
                          <a:spLocks noChangeArrowheads="1"/>
                        </wps:cNvSpPr>
                        <wps:spPr bwMode="auto">
                          <a:xfrm>
                            <a:off x="33719" y="29811"/>
                            <a:ext cx="3810"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sz w:val="20"/>
                                  <w:szCs w:val="20"/>
                                  <w:lang w:val="en-GB"/>
                                </w:rPr>
                                <w:t>f/2</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193" name="Text Box 2"/>
                        <wps:cNvSpPr txBox="1">
                          <a:spLocks noChangeArrowheads="1"/>
                        </wps:cNvSpPr>
                        <wps:spPr bwMode="auto">
                          <a:xfrm>
                            <a:off x="0" y="10098"/>
                            <a:ext cx="13145" cy="4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8D6304" w:rsidP="008D6304">
                              <w:pPr>
                                <w:pStyle w:val="NormalWeb"/>
                                <w:spacing w:line="480" w:lineRule="auto"/>
                              </w:pPr>
                              <w:r>
                                <w:rPr>
                                  <w:rFonts w:eastAsia="MS Mincho"/>
                                </w:rPr>
                                <w:t>"</w:t>
                              </w:r>
                              <w:r w:rsidR="0034536E">
                                <w:rPr>
                                  <w:rFonts w:eastAsia="Arial"/>
                                  <w:sz w:val="20"/>
                                  <w:szCs w:val="20"/>
                                  <w:lang w:val="en-GB"/>
                                </w:rPr>
                                <w:t>Low scatter zone</w:t>
                              </w:r>
                              <w:r>
                                <w:rPr>
                                  <w:rFonts w:eastAsia="MS Mincho"/>
                                </w:rPr>
                                <w:t>"</w:t>
                              </w:r>
                              <w:r w:rsidR="0034536E">
                                <w:rPr>
                                  <w:rFonts w:eastAsia="Arial"/>
                                  <w:sz w:val="20"/>
                                  <w:szCs w:val="20"/>
                                  <w:lang w:val="en-GB"/>
                                </w:rPr>
                                <w:t>**</w:t>
                              </w:r>
                            </w:p>
                          </w:txbxContent>
                        </wps:txbx>
                        <wps:bodyPr rot="0" vert="horz" wrap="square" lIns="91440" tIns="45720" rIns="91440" bIns="45720" anchor="t" anchorCtr="0" upright="1">
                          <a:spAutoFit/>
                        </wps:bodyPr>
                      </wps:wsp>
                      <wps:wsp>
                        <wps:cNvPr id="194" name="Text Box 2"/>
                        <wps:cNvSpPr txBox="1">
                          <a:spLocks noChangeArrowheads="1"/>
                        </wps:cNvSpPr>
                        <wps:spPr bwMode="auto">
                          <a:xfrm>
                            <a:off x="41434" y="5716"/>
                            <a:ext cx="1495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8D6304" w:rsidP="007F1CDA">
                              <w:pPr>
                                <w:pStyle w:val="NormalWeb"/>
                                <w:spacing w:line="240" w:lineRule="exact"/>
                              </w:pPr>
                              <w:r>
                                <w:rPr>
                                  <w:rFonts w:eastAsia="MS Mincho"/>
                                </w:rPr>
                                <w:t>"</w:t>
                              </w:r>
                              <w:r>
                                <w:rPr>
                                  <w:rFonts w:eastAsia="Arial"/>
                                  <w:sz w:val="20"/>
                                  <w:szCs w:val="20"/>
                                  <w:lang w:val="en-GB"/>
                                </w:rPr>
                                <w:t>Cut-off</w:t>
                              </w:r>
                              <w:r>
                                <w:rPr>
                                  <w:rFonts w:eastAsia="MS Mincho"/>
                                </w:rPr>
                                <w:t>"</w:t>
                              </w:r>
                              <w:r w:rsidR="0034536E">
                                <w:rPr>
                                  <w:rFonts w:eastAsia="Arial"/>
                                  <w:sz w:val="20"/>
                                  <w:szCs w:val="20"/>
                                  <w:lang w:val="en-GB"/>
                                </w:rPr>
                                <w:t xml:space="preserve"> generating side</w:t>
                              </w:r>
                            </w:p>
                          </w:txbxContent>
                        </wps:txbx>
                        <wps:bodyPr rot="0" vert="horz" wrap="square" lIns="91440" tIns="45720" rIns="91440" bIns="45720" anchor="t" anchorCtr="0" upright="1">
                          <a:spAutoFit/>
                        </wps:bodyPr>
                      </wps:wsp>
                      <wps:wsp>
                        <wps:cNvPr id="195" name="Text Box 2"/>
                        <wps:cNvSpPr txBox="1">
                          <a:spLocks noChangeArrowheads="1"/>
                        </wps:cNvSpPr>
                        <wps:spPr bwMode="auto">
                          <a:xfrm>
                            <a:off x="42577" y="8859"/>
                            <a:ext cx="13144"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8D6304" w:rsidP="007F1CDA">
                              <w:pPr>
                                <w:pStyle w:val="NormalWeb"/>
                                <w:spacing w:line="240" w:lineRule="exact"/>
                              </w:pPr>
                              <w:r>
                                <w:rPr>
                                  <w:rFonts w:eastAsia="MS Mincho"/>
                                </w:rPr>
                                <w:t>"</w:t>
                              </w:r>
                              <w:r>
                                <w:rPr>
                                  <w:rFonts w:eastAsia="Arial"/>
                                  <w:sz w:val="20"/>
                                  <w:szCs w:val="20"/>
                                  <w:lang w:val="en-GB"/>
                                </w:rPr>
                                <w:t>Low scatter zone</w:t>
                              </w:r>
                              <w:r>
                                <w:rPr>
                                  <w:rFonts w:eastAsia="MS Mincho"/>
                                </w:rPr>
                                <w:t>"</w:t>
                              </w:r>
                              <w:r w:rsidR="0034536E">
                                <w:rPr>
                                  <w:rFonts w:eastAsia="Arial"/>
                                  <w:sz w:val="20"/>
                                  <w:szCs w:val="20"/>
                                  <w:lang w:val="en-GB"/>
                                </w:rPr>
                                <w:t>**</w:t>
                              </w:r>
                            </w:p>
                          </w:txbxContent>
                        </wps:txbx>
                        <wps:bodyPr rot="0" vert="horz" wrap="square" lIns="91440" tIns="45720" rIns="91440" bIns="45720" anchor="t" anchorCtr="0" upright="1">
                          <a:spAutoFit/>
                        </wps:bodyPr>
                      </wps:wsp>
                      <wps:wsp>
                        <wps:cNvPr id="196" name="Text Box 2"/>
                        <wps:cNvSpPr txBox="1">
                          <a:spLocks noChangeArrowheads="1"/>
                        </wps:cNvSpPr>
                        <wps:spPr bwMode="auto">
                          <a:xfrm>
                            <a:off x="24670" y="33717"/>
                            <a:ext cx="3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rFonts w:eastAsia="Calibri"/>
                                  <w:spacing w:val="-1"/>
                                  <w:sz w:val="20"/>
                                  <w:szCs w:val="20"/>
                                  <w:lang w:val="en-GB"/>
                                </w:rPr>
                                <w:t>45°</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197" name="Text Box 2"/>
                        <wps:cNvSpPr txBox="1">
                          <a:spLocks noChangeArrowheads="1"/>
                        </wps:cNvSpPr>
                        <wps:spPr bwMode="auto">
                          <a:xfrm>
                            <a:off x="32766" y="33907"/>
                            <a:ext cx="3715"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7F1CDA">
                              <w:pPr>
                                <w:pStyle w:val="NormalWeb"/>
                                <w:spacing w:line="240" w:lineRule="exact"/>
                              </w:pPr>
                              <w:r>
                                <w:rPr>
                                  <w:rFonts w:eastAsia="Calibri"/>
                                  <w:spacing w:val="-1"/>
                                  <w:sz w:val="20"/>
                                  <w:szCs w:val="20"/>
                                  <w:lang w:val="en-GB"/>
                                </w:rPr>
                                <w:t>45°</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53" o:spid="_x0000_s1099" style="width:444pt;height:343.9pt;mso-position-horizontal-relative:char;mso-position-vertical-relative:line" coordsize="56388,436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fB8mvQkAAP1YAAAOAAAAZHJzL2Uyb0RvYy54bWzsXNtyo0gSfZ+I/QdC&#10;72pxKW6Kdk+4JbtnJnpnHdMz+44BSewgYAHfZmP/fU9mAUJIsnyV5W0cYRsEFFWVJ09mZWbp44+3&#10;y1i5DvMiSpOTgfZBHShh4qdBlMxPBn/8fj50BkpRekngxWkSngzuwmLw46e//fDxJhuHerpI4yDM&#10;FTSSFOOb7GSwKMtsPBoV/iJcesWHNAsTXJyl+dIrcZrPR0Hu3aD1ZTzSVdUa3aR5kOWpHxYFPp3K&#10;i4NP3P5sFvrlP2azIiyV+GSAvpX8N+e/l/R39OmjN57nXraI/Kob3hN6sfSiBC9tmpp6padc5dFG&#10;U8vIz9MinZUf/HQ5SmezyA95DBiNpnZG8yVPrzIey3x8M8+aacLUdubpyc36v15f5EoUnAyEOVAS&#10;bwkZ8WsV06DJucnmY9zzJc++ZRe5HCEOv6b+nwUuj7rX6Xwub1Yub/6eBmjPuypTnpzbWb6kJjBs&#10;5ZZlcNfIILwtFR8fmpbhOCpE5eOaMCzbNCop+QuIcuM5f3HWfrJ5ztGo+yNvLF/KHa06JkfFJ80A&#10;60mwOpMgXnsSXN1wBwrGqumGI+FYT4XQHFuvBqSpDnfFGzfTsOXJ1WTQs1rn2R2TkUX+GL8VunC0&#10;ga79Woinyqs8HFSNLB/UxtLL/7zKhlCEzCujyyiOyjtWaoCFOpVcX0Q+gY5OWkC1axnhMr1VMQHd&#10;ICx86PUfvw4/p7fDaTiLkqgEKV18+UXjea0bkU16NGRGsZKkk4WXzMPTIgNdQBAMnPXbR3S61p/L&#10;OMrOozgmPNNxNXJ0oaOaWyZPqv009a+WYVJKHsvDGJOQJsUiyoqBko/D5WUItcx/DjRWHqDia1HS&#10;6wgfzC3/0Z1TVXX1z8OJqU6GQrXPhqeusIe2emYLVTjaRJv8l57WxPiqCDFeL55mUdVXfLrR261E&#10;UlGupCimOuXaY0KVKoYOsarVXQTQaEqor0Xu/4ZZJfoFvh1YA8ywcG2BIeIjy1CBfjCxY+gV+osy&#10;D0t/QQ/PML/0tHxLc4GFsZp/Ek0BctrLN1sUhqaSWGebqjXqAqzkRfklTJcKHUAm6BPLxLuGSGTv&#10;6luo30lKyMDnLKsNqbmqe+acOWIodOsMUptOh6fnEzG0zjXbnBrTyWSq1VJbREEQJtTc84XG8kjj&#10;KKhxW+Tzy0mcS2Ge809FmsXqthGBZ9WNWtD1fx4dS4RkgE9JHPglZoVJL2rFwNnDwEYGfZsx/Lbw&#10;shCzTs22yACIklbrW5l70XxRKqd5nt4okzRJIKY0V0xLcjg/NkmkFfNvkzUr1rpIL9iNJ2UGZP9E&#10;LMFH/6QjmtjKpmmmJoBt8LmuuuY6n1uqYUhKNoj0JW5qm1jjp4IYwM6jaYYh37IfcHGi3JwMXFM3&#10;uVstQZIytuSt8s+mvL0xvI4kYPQuQi84SwKlvMtgx8s8Ak/GYHm8oVgOlDiEzxfP5ShLL4pxrxxV&#10;nBwj+Bu9fBCmaxxIyF2mwd1FTqOjz4HrQwEc/LgP4DZJoNKLVwe4MBw4JQC4pbqsWdIgEYtqwlYr&#10;p0OD/8EOy24W7SG+Rqwvw+/vEeImvP19EGfn4FAQB3ODqAFxR9isWy2Iw3jD26TFiWYQ1Uu+61n8&#10;cC7Mu4Q4aHEfxNkjeFGId50TQ7hwhhjYKoga0F0B2yaPgXHtCod5vWfug3rm7xLW8AT2wNri6M2L&#10;wvoe71tjFBM5a47WQbil2lVYyRDmOyTuFGvuddcbPjjrcO96v8rakpyAfehmjL0ourukLXTEcZi0&#10;Nc0wqiBgE7ewLETDOFSq6qxp74u1e0wfeDkJ4lthOsrCQPmtFTSx9NZKsg74F+1oP8dJ5BVC/T1x&#10;kjxFpAxhaxlmaIdILN0BaImkTV1Uwf0a0Dq73gRoE8GSfc41DYD7zzEfDnhwhITeNg+qgXrBvyhY&#10;s4yR2AGFKib1SBJn+x6YsrV7RP36qkUoVh2joeafEliRsRndFHj/U9tYRiUSZnG0xOqkieB44ypS&#10;s90cMMZIVO1QhsICgkVE9g6SWqT5X7AuyIQhtvPvK4+C+fHPCYjVxTIHt5V8IkwbPKPk7SuX7Ste&#10;4qOpk4Ff5gNFnkxKnOOhqywnrEHuPPokPUViaBZxAJXAJEMsB4+wUPagoflNlajSYC3gQ/hPUomW&#10;DiBUT8TNOlCtIleuOHQAYJQ6sN9PeTUdEK5rMB8A+b0OvJkOrDKXB4o40hJR6sPvxMpIpym62fZz&#10;iP6V8hYXalV+mj5IBhoSHRIjt9VDc7VKPVy1ayLIalQRGAtr1nttxL5MzW4W35UO8cYytt1arlWf&#10;YLI2Uz0aLNxn3R2eW449FOfCHLq26gxVzf3sWqpwxfR8PdXzNUrC54cCKUJvGQisHcjMNJFM6n6d&#10;Gqr/yxRR7S5IFJe3l7dcdiCT3iv6v8csJaggqY1SY5AaY4QDaYhwUBuhsj7cYYKKjEzQ+dubIIB9&#10;Q+W6vtgrqxzqT+QyQ9cNq1OJIJfVHPTsVY5LdrakxN+PyjWRRulxfZ8q1ySOV1aus/jZqnCrchFK&#10;M5PbDReZrSN72chMP2R11LJ1Ojxq9gQFLYvYga8XQ5puW1XGWBf7Msb7TF1jsB5pwf4/ihWkdy2r&#10;Ztw3NMrPSsw/cu33dKMsXa4HGeWXWCu+GzPd5OLfmjMo9U6rR8vqmmrXovU5meqeMtbqXXY59Dtr&#10;QXrKoPJZ2KIH+fGiWSHudSq+J8pA+mvDs38TNwP9ACd0oq2abelw+oktkBquA547ihl6BwPFvj1b&#10;tMr8nuFgNIvbo2CLYwlFW1DGbhzgTdhCFxYly8ELmzlHXUd9SO9hcOV/72GMD7coaTIxR8EZxxI7&#10;RM72SDjDsS25KhFYYDPBt3Ja2ODRk4bcLtSTxgFJgxOofSSj3h5Q7XOksOJxOBqGIGKgcIXrqp39&#10;BIaj9bGMao9hTxoHJA3OKvek0SENzT0WV8MwbE3umtbdjTrfnjVeaodnHwF9VAS02Wfar09aO3Q1&#10;91h8jSqggR3z3fIG7OSqNr8IgfTJs0qK+jxr/e0EfZ61LgnrFOA2xU+i2bnbU8YaZTRV6m+caBWa&#10;wJYLWp6YttZZnWhImeBalWplStm9+aJPnvTJE2/c3qj1jORJsxm6Z4011mgK+d+aNVDTJcuXHcfk&#10;YrtVIFTuGq9ZY8+3gPSs0bPGi7HGw6s+v6cCDY0qqY4jFNrkXCm80SkFxSfVCgVlXb2v8YyvreqD&#10;Go8JamALCVbDfSh0IxS6ZcdGPVNVDfhhyscN1IjLrKthuOp9rNH7Gj1rPGrv8NNXKKvtgu9lhcK7&#10;LPEdu1zrWn0fMH2Jb/scx+1vLf70P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NXaGvcAAAABQEAAA8AAABkcnMvZG93bnJldi54bWxMj0FLw0AQhe+C/2GZgje7iWJd0mxKKeqp&#10;CLaCeNtmp0lodjZkt0n67x292MuDxxve+yZfTa4VA/ah8aQhnScgkEpvG6o0fO5f7xWIEA1Z03pC&#10;DRcMsCpub3KTWT/SBw67WAkuoZAZDXWMXSZlKGt0Jsx9h8TZ0ffORLZ9JW1vRi53rXxIkoV0piFe&#10;qE2HmxrL0+7sNLyNZlw/pi/D9nTcXL73T+9f2xS1vptN6yWIiFP8P4ZffEaHgpkO/kw2iFYDPxL/&#10;lDOlFNuDhoV6ViCLXF7TFz8AAAD//wMAUEsDBAoAAAAAAAAAIQBy6XQH6WkAAOlpAAAUAAAAZHJz&#10;L21lZGlhL2ltYWdlMS5wbmeJUE5HDQoaCgAAAA1JSERSAAAGCQAAA2cIAgAAAIRQL7MAACAASURB&#10;VHic7N29dSLbtjbgxTd2EFiFhXktQqhKYY9BDARAWRsDDyJhHFKoCgELE4tKhM9Yd3M56pZaPxSr&#10;fp7HUqsRTElIgpe55pz85z//OZ/PAQAAAICR+Z//+Z+/zufzdrtNXQkAAAAAr7bZbP5f6hoAAAAA&#10;SEY2BAAAADBesiEAAACA8ZINAQAAAIyXbAgAAABgvGRDAAAAAOMlGwIAAAAYL9kQAAAAwHj9lbqA&#10;sTgej+fz+df3r1ar6XTq8i7v8i7v8i7v8i7v8i7v8i7v8i7v8p+5PE83+eeff7bbbeoyAAAAAHi1&#10;zWbjTBkAAADAeMmGAAAAAMZLNgQAAAAwXrIhAAAAgPGSDQEAAAAddTweU5cwfLKh1m02m9QlAAAA&#10;QC/9dr09zyUbAgAAABgv2RAAAADAeMmGAAAAAMZLNgQAAAAwXrIhAAAAgPGSDQEAAACMl2wIAAAA&#10;6KjVapW6hOGTDbVuu92mLgEAAAB6aTqdpi5h+GRDAAAAAOMlGwIAAAAYL9kQAAAAwHjJhgAAAADG&#10;SzYEAAAAMF6yIQAAAIDxkg0BAAAAHXU8HlOXMHyyodZtNpvUJQAAAEAvnc/n1CUMn2wIAAAAYLxk&#10;QwAAAADjJRsCAAAAGC/ZEAAAAMB4yYYAAAAAxks2BAAAADBesiEAAACgo1arVeoShk821Lrtdpu6&#10;BAAAAOil6XSauoThkw0BAAAAjJdsCAAAAGC8ZEMAAAAA4yUbAgAAABgv2RAAAADAeMmGAAAAAMZL&#10;NgQAAAB01PF4TF3C8MmGWrfZbFKXAAAAAL10Pp9TlzB8siEAAACA8ZINAQAAAIyXbAiArmiapmma&#10;1FUAAMC4yIYASK+u6/1+P5vNLpdL6loAAGBc/kpdAABj1zRNURQhhN1u9+b9IYQsy9KUBQAA4yAb&#10;AiCxLMuqqprP529ioNlsFkKoqirP80SlAQDA8DlTBkB6eZ4/BkN1XTdNU1VVCKEoirqu05UGAEBK&#10;q9UqdQnDJxtq3Xa7TV0CQJ/EJCjLsjzP7/HQfr9PXRcAAAlMp9PUJQyfbAiAZOq6ftMTFP95P0SW&#10;5/n1et3tdmVZTiYTW8wAAODpZEMApFHXdVEUp9Pp8T3hIRiKsixbr9dxTPVsNhMPAQDAc8mGAEhp&#10;sVjEN34bDN2JhwAAoCWyIQDSiB1D8/k8/CkYitbrdRw/JB4CAIAnkg0BkMZyuayqKsuyzwRD0X06&#10;9eFwaL0+AAAYh79SFwDASGVZ9qVgKIrx0OcvDwAAfEzfEADJxM303wh63mw3AwBgqI7HY+oShk82&#10;1LrNZpO6BICOWq/XXw2G4nazOKUohGDwEADAsJ3P59QlDJ9sCIAE6rre7/dfTXZiMHS9XrMsi/+c&#10;zWZ6iAAA4CdkQwCkUZbl5XL5/OXfBEPh3x1nRVGIhwAA4NtkQwAk8LjA/jN+DYZCCFmWXa/XEEJR&#10;FA6XAQDA98iGAOi63wZDUZZlVVX99r8AAIDPsMMegATKsvzkJT8IhiL77AEA4Cf0DQGQzB+bff4Y&#10;DL3hZBkAAHyVbAiAjvpqMGRtGQDA8KxWq9QlDJ9sqHXb7TZ1CQD989VgKFhbBgAwRNPpNHUJwycb&#10;AuDV4smv3W733gW+EQyFhxNq1pYBAMDnmUUNQLd8LxgKIez3+6qqQgjz+dzaMgAA+CTZEAAd8pNg&#10;aLFY2FkGAABf5UwZAF0hGAIAgNfTNwTAq2VZdr1e37zz6cFQ0zSHw2G5XDpfBgAAH9A3BEACWZY9&#10;RjZtdAxdLpeyLGezmbnUAADwAdkQAIm1dJQsz/O4Cu1wODyhSgAAUjgej6lLGD7ZUOs2m03qEgC6&#10;q9UZQ+v1erfblWVZ1/XPygQAII3z+Zy6hOGTDQHwanVd7/f7pmleMHx6uVyGEIqiEA8BAMBvyYYA&#10;eLXT6VSW5eFweMFWsizLqqqKN/qdWgEAYOhkQwCkUZbla9bVxwuXZfm1+gAAYBxkQwC8WoxpXhMM&#10;hRCcJgMAgA/8lboAAEbner2GEF4WDBVF8aUPAQCAUZENAfBqX02Fws+Coev1OpvNvnqLj5qmuVwu&#10;p9NpvV7/5Hr4VfzahhDm8/k37hgAAPycbAiArvthMPS9xKFpmhDC4XB4HFQkG2rDY2NXHBz+1e81&#10;ADBgq9UqdQnDJxtq3Xa7TV0CQI+9OBhqmuZwOASzqxO550S73W6xWAQ5EQCM3nQ6TV3C8MmGAHip&#10;GL58Mu55TTAkD+qgx+9FzIneO3QWv91VVUmRAAC+RzYEwEtdLpeyLOPRoY+1Ggz99sgY3fT4PXLo&#10;DADg6WRDAHRRG8HQfr+Pb3w7D7pfA6k8Difa7XYJKwEAGAzZEAAvdTqdQgjz+fyDy7TUMfTzFiFN&#10;Rp3i2wEA8BSyIQBear1eL5fLDw58tXeU7Hq9xjfi0vTHDpRPul8Dz3K5XL76jYjtQsvlMv7TwUAA&#10;gB+SDQHwaq8PhuKQmvv/xjdut1vTNJfL5XQ6fTJc+OrWM55ot9vFPOjNdyGuMwMA4NtkQwB0RXsd&#10;Q+9dZ5ZlWZbleb5er+u6DiF8PifiBT7eUAYAjMHxePz7779TVzFwsqHWbTab7XabugqArnvNuvoP&#10;xJt+zIm+ceiMn7sfGZMHAQAhhPP5LBtqm2wIgNep6/p0Ov36tD95MPRGrOR+6CzIidr33pExAADa&#10;JhsC4KXKslwsFo/P/18QDMU+oK/eRPj30Fn4Nyf66ofzR1mWtZHuAQDwebIhAF7n1wX2r+kYil0/&#10;t9vtS7fyhvyiJb6wAABp/b/UBQAwInHM8z0L6NpRMgAAGCHZEAAvEs9kxUnDQTAEAADdIBsC4EXi&#10;UOfFYhFSBEP3TAoAAHhk3hAAr/biYGi/31dV9Y1B1AAAJLdarVKXMHz6hlq33W5TlwDQCXEg9Ol0&#10;enEw9I2bAwCgI6bTaeoShk82BMArxC3yIQTBEAAAdIpsCIDX+cbZrqcEQ3Vd38MpAADgkXlDALxC&#10;PFA2n8+/9FHP6hiKt3673b50JQAAMAb6hgBoXdM0VVWFEL4U8ThKBgAAL6BvCIDWZVmWZdmX2nYE&#10;QwAA8BqyIQA65+nBUOxaYpDyPHdaEADgJ2RDAHRLGx1D2oh6qmma+9uXy+Xxv+bz+f0e8nixr95t&#10;AICOOx6Pf//9d+oqBk421LrNZrPdblNXAZDMZDL5/HoyR8lGJWY6MfR5zHr2+31Zlh9/bFVV98tf&#10;Lpc4bjz89y68eHf67ftPp9Nvr3axWLwpBgBI63w+y4baJhsCoEVf2hwvGBqGmPg8fhMfs5jH79Sb&#10;TOf+ITGgCSHsdrv7ldzfGT3uvJvP54+X/IzPZE/3Opum+TXAAgAYDNkQAG1pmiY+8/9MatNqMBQj&#10;KuFRG2JuEqOfx8DlTbPY/b8eZz/FTOfeqnN//1dHCGVZtl6vf33/e9eT5/n1ev3tVcUM6HQ6Pdbz&#10;Xl9S/NzjJWVGAEB/yYYAaNdn5kC33TEUn9ibWPwsTdMcDofwTvfNry08j1nM47f4vUznBd67p8X3&#10;vzfO/E1mdDgc7l+Bx3vvPTMSGAEAvSAbAqAtWZZ9Ju5xlKzL4gGxw+Hw5kt9z0RiErRcLsOHvTO9&#10;Tknun/ibO9tisaiq6nQ6vcnIHjOj8O+XyCQjAKCzZEMAtEgw1DtN0zz2v8xms/j2brd7/GrHPqCR&#10;xxzxC5Ln+ZvupzeZ0a/dVbvdbrlcjvyrBwB0h2wIgCer6/qTzRGCoe7Y7/chhLIsd7vdPenIsuze&#10;8/J4lkqo8bE3mdF9lHUIIQZGZVk+xkm/Tu8GAHgl2RAAz3TfGv7HxEcwlMR9bfzpdHqMJ97b25Vq&#10;HtDnxTvSm9HXnZJl2f1OHgOj+F24e2zO6v4XHABebLVapS5h+GRDrdtut6lLAHiRezD0uI/8g0sK&#10;hl7jPjPoTQD0GEM4I/ZKj1/npml+O7Qo2K8HACGEEKbTaeoShk82BMCT/bGD48XBUHyCPUL37fK/&#10;nYv8eEYsSIXSiV1Fv/YT3ZPW8ImfKQCAn5ANAQxTjFFOp1MIodWpt4+ji+Oq8k51DD0+wR6VN5+4&#10;4ce98PgNyvP8t/1E96xTWgQAPItsCGBo6rp+83xysVjcn3PeI4MfhgWPx5Qeg54OBkPX6/U+z2Wo&#10;7v0mj1/Y+3Z5kVBP5Xn+2/lEj6lfVVVBTgQA/IxsCGBoHqOfX//3fpIoLku6n1WJiVL497TR4xbz&#10;+8fGA0rhl7nFl8ulg1vJvn1z/dI0zX2Q0OMk4xgrJC2Np3m8D8/n85gHxZ90OREA8HOyIYBBiedN&#10;PphOkmXZ7XYLIez3+7IsH4fO3BOfN5Okf9t089WeFMHQEz2e4wv/fuPeSwMZmPvWs9vtFkdKhV9y&#10;oqHe8wGAlsiGAMaorus3Z8HiqKAQwuVyeQxiLpdLjIFCCIvFIi4Lf2ws+uTNpQ2GYj9F391bhB77&#10;g7IsEwSM1q85UYyH3B8AgC+RDQGMzntJTfznm3c+Hk3a7/ff2JeUPBgKQzll897UJEEA4d+cKIZE&#10;j++fTCbOmgHQa8fj8e+//05dxcD9v9QFDN9ms0ldAjAi8YxYnAr0W11Iajp4c13TNM1+v9/v94/P&#10;86uqul6v1+v13jRECCHP89vtJvi4e7zzx/tPURRFUez3+3RFAcD3nc/n1CUMn74hgAEqy/K38UFf&#10;kprRBkOPg6WjxxFC4g++KnYS3dfe38XMqL8/KQDAc8mGAAYly7I4D+jX/+pLUtPGzcXnxl3OVt6k&#10;Qrvd7s3COPi2X+/598lE3zglCgAMj2wIYGh++0yvU0nN628uPg2OC9o65ddIKDYKiYR4jb632gEA&#10;TyEbAhi+riU1Hbm55JqmuY+XjqlQ7z4FeioOaarr+k1vWvc77ACANsiGAAaraZosy/qS1IwtGAoh&#10;ZFm22+1CCFIhknjz4xZ/muLbVpsBwKjYUwYwTPv9fjab9SWpafvmqqqKz3UTiqvHJpPJ4+qx9Xq9&#10;Xq8FQ3RBnudVVcW8Mq42m0wmdV0/3mMBgEGSDQEMWTeTmtffXJ7naTsg6rqezWZxrtDlcklYCXwg&#10;z/P1en273e5ZalEUs9kshkRpawNgtFarVeoShk821Lrtdpu6BGCMHneff8nwgqEuiJvjqqq6Xq/O&#10;6dB9cSDR9Xp9DInedL0BwGtMp9PUJQyfeUMAw3SfZfMlgqGniNvHQgjr9Tq+J8uyDm5JG4Z4f7CL&#10;vQ1ZlsW77n0UUWd/6ACAn5ANAQzWPZj4pAEHQ6/cvrTf7+876Q2ZZhhiG9GbpqG6ruVxADAMzpQB&#10;EMKgg6Hw72DdL33IT+x2u6qqbrebYIghebPt/j6sOmFJAMBTyIYAGHgwtN/vv3T5L4nbx35dPaaf&#10;gsGLo4iKohAPAUDfOVMGMHzxlNN7824GHwwtFosvfcjnSzqdTvfjY189wQe9Fn+EYzwkCQWAvpMN&#10;AYzFb4eDjCEYyvP8vmvpKe5zeUMIu93OUCFG69ef5clkYi44APSOM2UAwxf32RdF8WaU7EiCoRBC&#10;nudPebLaNM1kMonB0G63u16v6/VaMARR/A1jDhEAz3U8HlOXMHyyodZtNpvUJQBjl2VZVVVVVT2m&#10;GOMJhp4izhWazWZBKgTviAvvn9umBwDn8zl1CcPnTBnAKLxJSXqR1HQqGLqnQk6QwcfiwvvH9zRN&#10;46cGALpMNgQwOr1Iap57c/F4y7fToliDKSrwPTFaNbgaADpLNgQwLnEgyKiCoRBCnBD03qa292p4&#10;vJ4vfSzwqKqqoijij6GECAA6SDYEMC7xBfwv5TV9D4a+6r6GTKMQPEU8ZRZ/siREANBBZlEDjMv1&#10;eg2/21n2nrEFQ03T3NeQzefzH14bcBcTopgKxZCormvrzACgC2RDAOMSd5aFEA6Hwx8vPLZgKPz7&#10;9bGGDFry24QodVEAMHayIYDRyfN8t9uVZfnxU7KRBENxOf3je/I8lwpBqx4TIgD42Gq1Sl3C8MmG&#10;WrfdblOXAPDWcrkMH54sG0kwVNf1bDYry/JNPAS8QEyIHN4E4GPT6TR1CcMnGwIYo3hyarfb/fZk&#10;2UiCocfRQjEsA17v8QffBCIASMKeMoCRyvP8dDqVZfkmXhlJMBT+Dcjm87kTZNAFj3HtsyaIAQCf&#10;oW8IYLx+PVk27GAojhZ6PEZntBB0x31SflmWqWsBgHHRNwQwXvGZWFEUs9nsvjYovvHrHKLHDOXx&#10;f7Msuyc1b97/28vfXS6Xx5v74PrfvD+eg3sMht6bmvTGbDYLISwWC3kQdFOcQFTXtaYhAHgl2RDA&#10;qMWdZSGEeJTj8Y03brfb/e0YskTX6/XewvP4/vcu/8b95t67/HvvX6/Xn7n+N6qq8pwTOu7ND6mo&#10;CADaJhsCGLv1ev3Jvpu7GCdFWZbd23Ae3//e5b96/T95/+PJlN1u9xgnMRix0yR1FbQlnjwNgl0A&#10;aNPkn3/+sWQdgOG5P6WMa8icI4OeEg8BjNzxePz7779TVzFkm83GLOrWbTab1CUAjEucOX1/Mrle&#10;rwVD0F95nsfBZIIhgHE6n8+pSxg+Z8oAGJSmaeL4Ie1CMBi/nhw0hAgAnkg2BMCg3Ndge94IQxVP&#10;mTliBgDP4kwZAEOT57lnjDB4RVFMJpO6rlMXAgC9JxsCoPfqut7v96mrAF4kHjGLHYJFUez3ewkR&#10;APyEbAiAHruPnS7Lsmma1OUAr3OfUV2WZVEU4iEA+DbZEAA9drlcyrLc7XbX69XYaRibNw1EjpgB&#10;wPfIhgDosTzPr9erLfVjVte1RGDk3iRE7gwAA7NarVKXMHyyodZtt9vUJQAMypuzY1IhIDwcMSuK&#10;InUtADzTdDpNXcLwyYYA6JP9fj+bzUyeBn4VGwmv12vqQgCgZ/5KXQAAfNZkMolvLJfLtJUA3fSm&#10;kbBpGq2FAPBH+oYA6I3dbrfb7W63myd7wB/VdT2bzYwfAoA/kg0B0Bvr9Xq9XqeuAuiToiicQgWA&#10;j8mGAOiuuq49qQO+J44f2u12ZVm+mWEPADySDQHQRU3T7Pf7oig8qQO+Lcuy9Xp9vV4dRAWAD8iG&#10;AOicOCWkLMvdbudJHfBDj79DZM0AvXM8HlOXMHyyodZtNpvUJQD0SV3XRVGEEHa73Xq9FgzxsTzP&#10;b7dbnuepC6EfZrPZZDKREAH0yPl8Tl3C8MmGAOiQeI4shHC9Xo2dBp5ut9uFEOwvA4BHsiEAOiEO&#10;GHKODGjVer2uqip1FQDQLX+lLgAAQtM0s9ks/HuOLHU5wJDF/WUCaAC40zcEQGKCIeDF3gRDxg8B&#10;MHKyIQASy7KsqqqqqgRDwOvt93vjhwAYOdkQAOnleW7PFJDEYrEIIRRFIR4CYLRkQwCkUde1cxxA&#10;cnmex+nURVHs93u/lwC6ZrVapS5h+GRDrdtut6lLAOicuKs+jhkCSCtOp97tdmVZOl8G0DXT6TR1&#10;CcMnGwLg1R531aeuhd6r63oymXgyzw9lWXZfb+98GQBjIxsC4NUWi0VcSWaHNNApj+fLHC4DYDxk&#10;QwC8Wp7nVpIB3XSPh2az2X6/T10OALzCX6kLAGAUmqbRJQT0Qhw/dDgcUhcCAC+ibwiA1tV17RV4&#10;oEfi+CEdjgCMhGwIgHbVdV0URQhhsVikrgUAAHhLNgRAu06nUwjher3meZ66FoDvqOta5yNAKsfj&#10;MXUJwycbat1ms0ldAkBK6/X6er0aNgT01+l0KstSPASQxPl8Tl3C8MmGAHi+N7ufBUNAr63X691u&#10;V5blZDJJXQsAPJ89ZQA8WRwwVFWVQ2TAYMS51OamATBIsiEAnuk+eRpgYKwtA2ConCkD4GnuwZCm&#10;IWDYmqZ5c3gWAPpLNgTAcwiGgPGYzWaz2Uw8BMAwyIYAeIJ7MGRXPTAGVVWFEMRDAAyDbAiAn3oM&#10;hqwkA8Ygz/MYD10ul9S1AAzcarVKXcLwmUXduu12m7oEgBYJhoBxyvPc7z2AF5hOp6lLGD59QwB8&#10;3+OMIU+QgLHxew+AYZANAfBThk8D7Pf7uq5TVwEA3+FMGQDf50gFQAihaZqyLIOsHIB+0jcEwI8I&#10;hgCyLIujqYui0D0EQO/IhgD4mqZp9vt96ioAuuW+uUw8BEDvyIYA+IKmaWazWVmWnvnQEXme3243&#10;p3joAvEQAD0lGwLgC2azWTBQA+Ad4iGApzsej6lLGD7ZUOs2m03qEgCepqqq3W4nGAJ4j3gI4LnO&#10;53PqEoZPNgTAF+R5vl6vU1cB0Gn3eOh0OomHAOg+O+wBAODJYjxUFEUI4Xq9WukIQJfpGwLgD+q6&#10;9ro3wFfFeEgwBED36RsC4CN1XcfXvW+3W+paAHrGdDYAekHfEADvugdD1+s1dS0A/dY0TeoSAOD3&#10;ZEMAvCvP891uV1WVAxEAP9E0zWw2cz4XgG6SDQHwkfV67UwEXVbX9WQy8ZSbXrDVHuAbVqtV6hKG&#10;TzbUuu12m7oEgK9x8AHgubIsi1vti6LwOxbgS6bTaeoShk82BMB/cfABoA1xbZlTugB0kD1lAPyf&#10;GAylrgJgmBzRBaCb9A0B8L/uwVBVVZ7AAADASMiGAPhfgiGAl9nv907vAtARsiEAQghhv9+HEHa7&#10;nWAIoG1N05RlaW0ZAB0hGwIg1HVdluVut1uv16lrARg+a8sA6BTZEMDY1XVdFEUIYblcpq4FYCzi&#10;2rLdbmdtGcDHjsdj6hKGTzbUus1mk7oEgHc1TRODIWuV6ak8z2+3m7OQ9FGe57o1Af7ofD6nLmH4&#10;ZEMAo3Y4HIL50wAAMGKyIYBRWywW5k8DJFfXtbnUAKTyV+oCAEgpz/P5fJ66CoBRezzeK6wH4PX0&#10;DQGMnTFDAGlZWwZAWrIhgDFycgGgU+LashDCbDZLXQsAoyMbAhiduLR+v9+nLgSA/5Pn+W63CyH4&#10;/QzAi5k3BDAuMRgKISyXy9S1APBf4kr7siwXi4XBQwDRarVKXcLw6Rtq3Xa7TV0CwP85nU4hhKqq&#10;jBkC6KAY3BdF4fAvQDSdTlOXMHyyIYBxWa/X1+vVy9EMRl3Xk8nEs2gGI8uy6/UaxEMAvJBsCGB0&#10;dAwBdJm1ZQC8mGwIYBQ8uwDokftc6svlkroWAIZPNgQwCrPZzNkEgB5xBBiAl5ENAQyfdcgAfeQI&#10;MACvIRsCGLi6rsuyDCF48Rmgp5wLBqBVsiGAgYtDK+LWGwB6p65r54KBMTsej6lLGD7ZUOs2m03q&#10;EoCxW6/XDiYA9NR8Pg92lgEjdj6fU5cwfLIhAADorizL4s6yw+GQuhYAhkk2BDBMdV07gAAwDOv1&#10;OoSwWCxSFwLAMP2VugAAnq+u66IoQgjX69VpMoABuN1uqUsAYLD0DQEMUAyGqqoSDAEAAB+TDQEM&#10;TTxKVlWVpfUAw9M0jSPDADyXM2UAg3I/TSYYAhiepmlms1lwZBiAp9I3BDAc92CoqqrUtQDwfHaW&#10;ASO0Wq1SlzB8sqHWbbfb1CUA4+I0GcCAxZ1lZVk2TZO6FoBXmE6nqUsYPmfKAAbCaTKAkbheryEE&#10;Z8oAeBbZEMBAOE0GMBJSIQCey5kygCGwmwwAAPge2RDAcMzn89QlAPA6TdPs9/vUVQDQe86UAQxB&#10;nue32y11FQC81OFwKMsy/DugGgC+R98QANBjMRh1mpJxWi6Xwc4yAH5MNgTQb54PAIxWlmVxBcFs&#10;NktdC0Bbjsdj6hKGTzbUus1mk7oEYLDqup7NZuIhgNHK83y324UQDB4Chup8PqcuYfhkQwA9FvfW&#10;Xy6X1IUAkIyTZQD8kGwIoK/srQcgOFkGwI/JhgD6TTAEgJNlAPyEbAigr+ytB+DOyTIAvk02BAAA&#10;vXc/WXY4HFLXAkDPyIYA+idOGgKAR/eTZQDwJbIhgJ6p67ooCkcGIKrrejKZCEwhWq/X6/U6dRUA&#10;z7RarVKXMHyyodZtt9vUJQDDEYOhEEKWZalrAQCA1k2n09QlDJ9sCKBPTqdTCCFOlADgiZqm2e/3&#10;etAAGCHZEECfLBaLqqrsrQdoQ1mWMYLvOzkXAF/yV+oCAPgCqRAAn1GWZQjhdrulLgSAHtA3BAAA&#10;g5JlWVxYtt/vU9cCQA/IhgB6oGkaRwMA+LzlchlCWCwWqQsBoAecKQPogcvlUhTF9Xq1ngyAz8iy&#10;zF8NAD5J3xBA19lbD8A3+KsBDMPxeExdwvDJhlq32WxSlwD0WwyG7K2H38rz/Ha7GdMOAEN1Pp9T&#10;lzB8siGATotjhuytB+B76rqeTCZN06QuBIDukg0BdFpsGprP56kLAaDHDodD6hIA6C7ZEEB33ZuG&#10;zIwA4Hti22lZllqHAHiPbAigu2LTkNNkAPxEnFh3uVxSFwJAR9lhD9BR96ah1IUA0G9xZHvqKgDo&#10;Ln1DAB2laQgAAHgB2RBAF2kaAgCAEMJqtUpdwvDJhlq33W5TlwD0T57ngiEAnquu6/1+n7oKgK+Z&#10;TqepSxg+2RBAR+V5PuADZU3T1HVtaQ4/V9f1ZDKJrXbAx06nk4VlAPxKNgRAApfLpSgKS3MAXmm5&#10;XIYQDodD6kIA6BbZEEC3eDkXgJZkWbbb7bQOAfCGbAigWy6Xy2Qy8agdgDZoHQLgV7IhgA6p6zqu&#10;rs+yLHUtAAyQ1iEAfiUbAugcG8oAaE9sHZrNZqkLAaArZEMAnTPg9WQAJBdbh0IIFvwBvXA8HlOX&#10;MHyyodZtNpvUJQC9kef57XZLXQUAAxdbh+IpZoCOO5/PqUsYPtkQAACMi9YhAB7JhgAAYHS0DgFw&#10;JxsC6ITJZOLFWwBeJsuy6/XqIDMAQTYE0AVSIQBeL8uy1CUA0AmyIYD0tPQDAACpyIYAEmuaJr5h&#10;dT0Ar9c0jfZVgJGTDQEklmXZ7Xa7Xq+pCwFgdJqmmc1mp9MpdSEA71qtVqlLGD7ZUOu2223qEoAe&#10;MPQBgNeLy+zLsrw3sQJ0zXQ6TV3C8MmGAABgvBaLRQjhcDikLgSAZGRDACkZ8QBAWvP5fLfbLZfL&#10;1IUAkIxsCCCZuq6LohAPAZBQlmXr9drRZoAxkw0BJBNX11tPBgAAJCQba52IxQAAIABJREFUAkgj&#10;tgtVVZW6EAAAYNT+Sl0AwEjFpiHgh/I8v91uqauA3muaJo6jXq/XqWsB4NX0DQEkcG8acqAMgI4o&#10;y7Isy9RVALx1PB5TlzB8sqHWbTab1CUAAMBHsizb7XYhhKZpUtcC8F/O53PqEoZPNgTwak3TmEIN&#10;QNfENfaXyyV1IQC8mnlDAK8WH3abQg1Ap2RZdr1eLbMHGCF9QwCvFpuG5vN56kIA4L8IhgDGSTYE&#10;8FL3OQ4efwMAAF3gTBnAqzlNBkCXxZcxvIYBMB76hgBeKsuyPM9NoQagm5qmmc1mh8MhdSEAvI5s&#10;CADosbquJ5NJXdepC4GBiO1CZVlaZg90xGq1Sl3C8MmGWrfdblOXAAAAn7Xb7UIIWoeAjphOp6lL&#10;GD7ZEMDr1HWtuwGAjlsulyGEsixTFwLAi8iGAF6kaZqiKOICewDorCzLYuuQY2UAIyEbAniRy+US&#10;LCkDoA9i65BjZQAjIRsCeBEdQwD0hYnUAKMiGwJ4kdvtVlWV7fUA9EI8VhabXgEYNtkQwOsIhgDo&#10;i3is7HQ6pS4EgNbJhgAAgLfiRGrHyoDkjsdj6hKGTzbUus1mk7oEABisPM9vt5umPGiPY2VAWufz&#10;OXUJwycbAmhdXdeTycTrrgD0y3q9lr0CjIFsCKB1cUOZ110BAIAOkg0BtOveLuR1VwAAoINkQwCv&#10;UFVV6hIA4DuapnEsGmDY/kpdAMDAZVl2u908qgagj5qmmc1mIYTb7Za6FgDaom8I4BWyLEtdAgB8&#10;WdxkHx6OSAMwPLIhAADgD2xUAFJZrVapSxg+Z8pat91uU5cAJBNfZdU0BEB/LZfLEMJ8Pk9dCDBS&#10;0+k0dQnDp28IoEWz2SyOaQBaUtf1ZDKp6zp1ITBYWZat12uvcwAMmGwIoC3xyaoNZQAAQJfJhgDa&#10;cjqdUpcAAADwB7IhgLaUZRlCyPM8dSEA8FNN0zi8CTBUZlEDtMKBMgCGJI7Pu16vBg8BDI++IYBW&#10;OFAGwJDsdrvUJQDQFtkQQCscKANgSOIm+8PhkLoQYHSOx2PqEoZPNtS6zWaTugTg1RwoA2B4rtdr&#10;TIgAXul8PqcuYfjMGwIAAP7AmCGAAdM3BPB8cdjQfD5PXQgAAMAfyIYAni8OG/ISKwAA0H2yIYDn&#10;u91u1+s1dRUA8GT7/X4ymaSuAoAnkw0BtELTEABD1TRN6hIAeCbZEAAA8Ck22QMMkmwIAAAA6KjV&#10;apW6hOGTDbVuu92mLgF4qclkst/vU1cBAM8XT0yXZelYGfAy0+k0dQnDJxsCeKa6rlOXAAAt2u12&#10;qUsA4MlkQwDPt1gsUpcAAK0wcghgeGRDAM90Op1SlwAArSvLMnUJADzNX6kLABiU9Xq9Xq9TV9Eb&#10;ojR+Lt6L3Jf4OfeiT8qybLfbxZFDcfwQAH0nGwIgGS878yzuSzzLCO9Li8Uiz/NvfODlcpENAQyD&#10;bAiAV2uapiiK1FUA/N7Y4qHdbvfVbGi5XJZleTqdvhcqAdA1siGAp9Fd/w1VVaUuYdRiSNfr78Lp&#10;dCrLcrfb9XoG/AC+EQMQ70shhKqq5vN56nJ+6nK5FEWx2+3i6Ojn8scOeKXj8fj333+nrmLgZEOt&#10;22w22+02dRXAKxwOh7Isr9erB82f9I0Xq2nDAL4L3z4U0ykD+BR67T5vaD6fD+nXeEufy+12a+Nq&#10;AX51Pp9lQ22zpwzgaeILzkN6RgEAAAyebAjgOZqmCSHsdrvUhQBAuFwuqUsAoDdkQwDP1OuJJwAM&#10;RjwiFzfNt3QTTdO0d+UAvJJsCOA5siy73W7GhQDQBW1vW2uaZjabHQ6HVm8FgNeQDQEAwKDUdX1/&#10;u6X4Jg7XazuBAuA1ZEMAAMCXxRF7jpUBDIBsCOAJzFwAoDvisKGovZFDi8Vit9vZzgm0bbVapS5h&#10;+GRDrdtut6lLAFp3uVxms9ljDz8ApPKao155nq/X6xfcEDBy0+k0dQnDJxsCeIL4Cu18Pk9dCABj&#10;9+sLFSZGA/Ax2RDAE8RXaPXVA9BBJkYD8DHZEMBPmTQEQHcURfHrO1v6U2XcHsAwyIYAfupyuYQQ&#10;qqpKXQgAY/deUhP/VD3dbDabzWbiIYC+kw0BAMBAvJcBPW4ue6K4xh6AvpMNAfyUQdQAdJyRQwB8&#10;4K/UBQD0nkHUAHTEb4cNRU3TPP1P1XK5fO4VAvzqeDz+/fffqasYOH1DrdtsNqlLAABg+D6e+9PG&#10;Jvssy9brtVdHgFadz+fUJQyfbAjgR+IDcQMXAEiupYHTAAyebAgAAIbg44HTZVlaKAbAb5k3BPBT&#10;ttfTX7fbLXUJP5Xn+QA+iwF8CnRBkoHTTdNcLpf5fO5kGUB/6RsC+JEsy/I8z/M8dSEAjFpd13+8&#10;TBsjhw6HwwcDsAHoBdkQAAD0Xuyhu7teryGE3W73+M71ev30210sFsGoI4Cekw0BAADfNJ/Pw59G&#10;HQHQcbIhgB9pmuYzbfwAAMA3rFar1CUMn2yoddvtNnUJQItms5k5CwCMVhxBnWQMNjAS0+k0dQnD&#10;JxsCAAC+b7fbhRCapkldCADfJBsC+L74ODg+JgYAAOijv1IXANBvVVXFMZwAME73VWXxfBkAvaNv&#10;COD7sizL89xDYfprMplMJpPUVfxIXdeTyaTvI+EH8I1gzKwqA+g72RAAAADAeMmGAACA77OqDKDv&#10;ZEMA39c0TV3XNrMAMHJVVd1ut9RVAMN0PB5TlzB8sqHWbTab1CUAbTkcDkVRpK4CABLL8zx1CcBg&#10;nc/n1CUMn2wI4Pti/7xZ1AAAQH/JhgAAAADG66/UBQD0VdM0VVWlrgIA0mua5nA4LJdLvbQAfSQb&#10;AvimLMs8AgaAEMLhcCjLcrlcpi4EgO+QDQHAeA1gr1Ce5wP4LAbwKTByi8UihHC5XLxqAtBH5g0B&#10;AAAAjJdsCOCbmqap67ppmtSFAEBi8/m8qqr5fJ66EGCAVqtV6hKGz5my1m2329QlAK2IsxWu12vq&#10;QgAgvHmt4nK5/Pb9LZ35MoMPaM90Ok1dwvDJhgAAYAhms9mb95RlWZbl/Z9VVUlwAPiVM2UA3xQf&#10;bXuQDUAX+HsEwLfJhgAAYAh2u93HF8jzvL1br+u6ruv2rh+A9siGAABgCJbL5Qf/+8fk6CeapimK&#10;4nQ6tXcTALRHNgTwHXG0Z6uPswHgiRaLReoSAOgo2RAAjNdkMplMJqmr+JG6rieTSd9PsgzgG0EX&#10;ZFn2wYsWrS6Yj9OOHudeA9AjsiGA74i7gb0GC0BftD2suqqq6/Xa6k0A43Q8HlOXMHyyodZtNpvU&#10;JQAAMArvjRyqqqrtm87z3K40oA3n8zl1CcMnGwIAgIGQzgDwDbIhAAAYjt+OHGp12BAAfScbAviO&#10;+XxeVZWH2gD0wgv6iZqm2e/3cY8nAP0iGwL4jizLDFYAoIN+HTn0gmFDIYTD4WBPGUBPyYYAAGA4&#10;vG4BwFfJhgAAYFDejBzK8zxVJQD0gmwI4Duapqnr2lQFADposVjc3/7taOr2bvRyubzm5oDxWK1W&#10;qUsYPtlQ67bbbeoSgOe7XC5FUXgEDEAHPa5KeMyJAPpoOp2mLmH4ZEMAADAoRg4B8CWyIQAAGJr7&#10;UTLDhgD4I9kQwHfM5/Oqqh6b9gGgO+Im+5cNGwr/HmQ7nU4vu0UAnuWv1AUA9FKWZTr2AQCAAdA3&#10;BAAAADBe+oaAUajr+r0u9+Vy+V4H0Acf9Rnfu+bx1BNCKMuym7WNrZ79ft+per6hKIpvn53pzqcT&#10;vxHdqecn19zHeu6/kQ6Hw/dqWywW7w33aZrmvav93kf9UHv13L+Mz7rmb9fzwTcdgLf++eefG9Bn&#10;VVWFEK7Xa+pCOu2DJ40ffOl+OKbhe9c8nnoeVVX13q3Ee/gTP0o9w6vnh7r26ainX/U82u12793K&#10;9Xp97kf9sKQk9bz46/PBNx3ol//85z+pSxi4f/75Z/LPP/9st9uf/JbnY5vNxleYVtV1XRRFCOF6&#10;vXp97D1N07z3Xx980T74qMPhUJblx+Oov3fN3/uoz+hOPZfLJd5pd7tdnJbaqfJGVc9sNgshfOP5&#10;Xne+Pp/5Yfyj5J/Om29E8nqecs29qyfel0IIP7k7dedrFX/T7na79Xr9snr++CvlxV+fwT8uaprm&#10;crlYRcfgeU7dts1m40wZ9F6e51VVFUUxm83EQ+/53pflg49aLBYtXfPTP6q9a35KPZ+5El+uNq75&#10;8aOeW9uLvz4//GH8o679jA/v7vdcT6lnPp+3UeEgv1YvvuZnfdQwNE1zD+PG/HUAnsIsahiCGA+F&#10;EGaz2Q9fjAUAoOPuwVBVVYIh4OdkQzAQ4iEA4O5yubz4Fuu6fvEtjln8/lZV5UAZ8BSyIRgO8RAA&#10;8OiDrWH0Wp7n1+tVMAQ8i2wIBkU8BACEEOLI//Djyd90lqNkwBPJhmBoxEMAMHKPDwAOh0PCSnii&#10;pmkmk4lHd0AbZEMwQPd46PWzBgCA5DwAGJ778GnfXEZotVqlLmH4ZEOt2263qUtgjJxCB4DROp1O&#10;97dfNnLo8UZ5uvtWMo/uGKHpdJq6hOH7K3UBQFucQgeAcXqTBzVN41FB38WWcMEQ0BJ9QzAK+/3e&#10;6XQAGINf/+IbOTQAeZ4LhoD2yIZg+JqmKcvSaGoAGAPzaAbDIzfgZWRDMHxZltlcBgAj8evcn7Is&#10;X/AA4GWDjUYiDp+u6zp1IcAomDcEo3DfXGbcAAAMm4xmAO5byQBeQ98QjIVj6gAweO+1mRg51CP3&#10;YMhWMuBlZEMA32dfLwC98IJmouv12vZNjIFgCH51PB5TlzB8sqHWbTab1CXAW3VdTyYTs4cAYGCK&#10;onjvv9r+u+/c+s8JhuC3zudz6hKGTzYE42U0NQCMh/1lHScYAhKSDcEY3UdTmz7wQ+Z9AtAdH++0&#10;cg66ywRDQFqyIRipGA+t1+vUhfRbjNgAoPtafT2jaZr9ft/e9Q+bYAhIzg57GC8PPoABzI7N83wA&#10;n8UAPgW64INhQ1HTNO1NBdJL+23xuJ9gCEhI3xAQQgh1XZs9BCOUZdkAxscO4LMYwKdAcp/5O97e&#10;WXLDjH4iZtyCISAhfUNAaJomvtJ4vV49OQGAnnpz0jn+cX9853w+f3VNfI4HYEBasiEgZFlWVVVR&#10;FLPZTDz0JUVR+IoB0AVvus9iG9Fut3tNN0rsfIlDc/iMOGPIowj4jNVqlbqE4XOmrHXb7TZ1CfBn&#10;981lFtt/lS56AAg6X77iPnzaowj4jOl0mrqE4ZMNAf9LPPQ9VgIDAF9iKxnQNbIh4P+IhwAA2lZV&#10;lWAI6BTzhoD/EuMhs4c+qaoqcz0BoK5rjbSfJxUCukbfEPCW7qEvEZ8BwOl0KssydRWd5jEV0GWy&#10;IeA3xEMwEvv9fr/fp67iR+q63u/3ff9NNYBvBPCBOHzajznQWc6UAb93j4f0xcCAxdf51+t16kJ+&#10;pCzLxWLR619Ww/hGAL9130q2WCxS1wLwe/qGgHflee48/MdOp9MAGhYA4IeWy+X1ek1dRUcdDodg&#10;Kxn8wPF4TF3C8MmGWrfZbFKXALSlLMuyLC+XS+pCACClLMt63bvXqvV6fb1eBUPwbefzOXUJwycb&#10;Aj6lruvJZKJBBgDgqwRnQMfJhoAvMJr6jd1uF0KwtRcAeNQ0TV3XqasA+CzZEPAp99HU8cw8d9fr&#10;dblcpq4CAJIZxrrAJ4rDp4ui8DUB+sKeMuCzYjzktPyjvq9GAoCfO51OcV1g6kI64b6VrKoqDxKA&#10;vtA3BHyBYAgAeKMsyxDCfD5PXUh6j8GQR01Aj+gbAr6pruv5fO4FMei1AeyczvN8AJ/FAD4F8JBA&#10;MAT0l2wI+I6maYqiCCFcr9eRPxas6/p0Oi2Xy5F/HeipYdxvB/BZDOBTYLTiSJ24nGHMBEPQntVq&#10;lbqE4XOmrHXb7TZ1CfB8WZbF0dQ2l8UhC6mrAIA0LpdLCGHkw4YEQ9Cq6XSauoThkw0B33TfXBYf&#10;FAIAjJBgCBgA2RDwfXHMx8gfBsVXSgVkAKTVNM3kQUwryrJ8fGdd16nLHCDBEDAA5g0BP2JGRlzL&#10;cjqdPCIEIKFUf5FPp1MY95Ky2EbtYQDQa/qGgOeIL1eOfPYQACT0x4HQbeQXcejemF8ryvNcMAT0&#10;nWwIeI54qMpoagAYj9H+0R/tJw4MlWwIeI77aOqxxUPxlVKrygBIbrlcfvC/8c90G8a2wD4On97v&#10;96kLAXga2RDwNKONh6C/9vt935/e1HW93+/7/jtnAN8IuuD1B7uyLLvdbuv1+sW3m9B9K1lcRgG8&#10;wPF4TF3C8MmGWrfZbFKXAK8zzngovl46ns+XISnLcgBdb2VZ9n1X4DC+EXTBBy08ZuI8xeFwCLaS&#10;wWudz+fUJQyfbAh4snHGQ8EaewA64L1jZWM79tWe9Xp9vV4FQ8DAyIaA5xtbPBQfiMclvgDQQQ5A&#10;PdGYl7IBQyUbAloxqngoy7Lr9TqqaQsAdNN7scV8Pm/j5iaTyWQyaeOaO6VpmrquU1cB0CLZENCW&#10;ezwUT+YPm5cQAeiI3x4fa+PvVHztZ/Cn1eLw6aIoBv9aFzBmsiGgRTEe0lADAC/z68ihluKbOGhv&#10;2KfV7lvJqqryOhAwYLIhoF2jGtboFUUAOqil+Kalc2odZCsZMHiyIeB16roeanrSNM1+vx/D6TkA&#10;Oi7LsjeNQi2FOFmW3W63YYcmY/gcoftWq1XqEobvr9QFDN92u01dAnRC0zRFUYQQrtfr8Lqysywr&#10;yzKE4AAdAF0zvD+7wKhMp9PUJQyfviHgRbIsG/bmsvgi7SA/NQD65XHkUPzjy+c1TTOZTPxBB0ZF&#10;NgS8zn1zGQDQntc0Cg0yPbkPn46TtgFGQjYEvFSe54M8UxZCWK/Xt9ttkJ8aAL1zHznU0qycuq5n&#10;s1ld121ceSqPW8nMGAJGRTYEvJr0BADaNuzV8m0QDAFjJhsCknGeHwBaEneTvVlY9kSn0ykMaI29&#10;YAgYOdkQkEw8yT+w0dRD+lwA4GPD6AUWDAHYYQ8kE0dTF0Uxm82GMYSoruuiKDyy/LyyLFOXQAgh&#10;7Pf71CX8VFEU7fVHvMwAvhG95jfSl6zX6/V6nbqKJxAMQfcdj8e///47dRUDJxtq3Waz2W63qauA&#10;jrpvLhtAMBT+ba0/nU4eXH6eJ2NdMIzvwgA+iwF8CsMQk4JhKMvyj/er3W43jJTnGwRD0Avn81k2&#10;1DZnyoDE8jwf2KMxz+7+KMuymAkCQEKHwyEIhgD0DQFd0zRNf3uIsiwbwKmWV6qqajBzTEnlcDiU&#10;Zem+xM9dLpd4OHG0TTSfV9f1fD7v79/ru/V6vVwuB/CJAPyQbAjokP1+X5Zlr2cPeUbxVf39XtMR&#10;90Xd7kvwGk3TFEURQrjdbqlreQK/OgCCM2VAp8TneAPbXAYAQxLXjPb3aHDTNHVdp64CoFtkQ0CH&#10;3EdTi4cAgKeLw6eLovAwA+CRbAjolgHEQ03T9LRyAPijeKCsj8ObH7eSOUoG8Eg2BHRO3+Ohw+HQ&#10;08oB4GPxNFavFy/YSga9s1qtUpcwfLKh1m2329QlQP/0PR4K/45jAIDhuc+A75csy263m2AIemc6&#10;naYuYfhkQ0BH9TceWi6XIYTT6ZS6EAB4svjXbT6fpy4EgGeSDQHd1d94CAAGqSzL0Ku9703TTCYT&#10;jyIAPiYbAjrtHg/1SHzEXJalR6IADEkcNtSjv8v34dMOegN8TDYEdF2e59frtUcvUYaeD+kEgGG4&#10;byUzYwjgY7IhoAf6FQyFf4d0Hg6H1IUAwNPE7fU9GjZUVZVgCOAz/kpdAMAXxObw7rcR9ehxMwB8&#10;0u12q+u643+CH0mFAD5J3xDQJ3FeQPdHU99HDqUuBACeqftpS8cfIQDfcDweU5cwfLKh1m02m9Ql&#10;wHD0aHNZHDnU8SIBYEhif/F+v09dCPBM5/M5dQnDJxsCeibGQ1VVdbynfblcBiOHAOBV7lvJ4tQ/&#10;AD7PvCGgf7rf0B5CyLLser2mrgIAnqCu66IoujzX+R4MdblIgM7SNwT0XmfPbWVZ1vHmJgAYAMEQ&#10;wA/JhoB+2+/33Z89BAC9djqdQle3cAqGAH5ONgT0W5wpIB6C0ZrP53H0O9CeuHmzg82wgiGAp5AN&#10;Af1231zWzanPdV1PJhO5FbQny7L1eu05IbTqdrvdbrfUVbwlGAJ4FtkQ0HsxHlqv16kL+Y3Yft/N&#10;3AoA+kswBOOxWq1SlzB8sqHWbbfb1CXA8HX2QWFsv4+t+ADAcwmGYAym02nqEoZPNgQMTV3XnTrD&#10;FSehdKokAPi8bv4Jy7LsdrsJhgCeQjYEDErTNEVRdGo09Xq9vt1uHZzfCQB/VNf1bDar6zp1If+r&#10;O3/fAYZENgQMSpZlcTR1p+IhAOipuL2+I+KMoe4EVQCDIRsChua+uUw8BAA/FEfmdeHo1n34NABP&#10;JxsCBqiD8VDTNF7nBKBfmqapqioOzkvOVjKA9vyVugCAVsR4KM4eul6vacf93F/qvN1uCcuAQYr5&#10;r5Fe0IYsy7Is60gWE1/16UgxAAOjbwgYrO50D2VZZlsZtORyuZg/AmOQ57lgCMbpeDymLmH4ZEOt&#10;22w2qUuA8epOPLRcLkMIh8MhYQ0A0C9eUwFCCOfzOXUJwycbAgauO/HQbreLCREAdF9d12k78uKJ&#10;7P1+n7AGgJEwbwgYvns8lHAiSZZl6/U61a0DwFcVRRHSTcq7j+pbLBZJCgAYFdkQMAomFADA58WO&#10;ofjKShKXyyXYSgbwKrIhYIyaprHVCADeE5uG5vN5qgLyPE++ZhRgPMwbAkZnv9+nmj3UNM1+vzdZ&#10;E4Aui01Du90ubTQjGAJ4GdkQMDpxckGqeKgsS9vKAOi+1w/6aZom7fRrgNGSDQGjcx9NHWcZvF5Z&#10;lkluFwZpPp/vdrvUVcCgxANlLx70E4dPF0WhuxZ4Y7VapS5h+GRDrdtut6lLAN6KUwxeP94yy7L4&#10;JNYDX3iWuATQtFp4liRTqO9byaqqcpQMeGM6naYuYfhkQ8BIpXrouVwuQwiOlQHQTbFp6JUegyE5&#10;L0ASsiGAUNf1ixt5HCsDoIPu435eltEIhgC6QDYEjF3TNEVRvGw0tWNlAHTcyw6UCYYAOkI2BIxd&#10;lmXxQfDL4iHHygDostfENIIhgO6QDQH83+ayl9ntdo6VAdA1eZ7fbrcX3JBgCKBTZEMAIfy7uew1&#10;A6rvt3If6wAAoyIYAugU2RDA/3rl5rJ4rOx0Or3sFgGgO6qqEgwBn3Q8HlOXMHyyodZtNpvUJQBf&#10;U9f1ZDJpdfZQnEi9WCzauwkYiaZpTHaHn6vr+pVbO/M8FwwBn3Q+n1OXMHx/pS4AoKNms1mrp8zW&#10;63VL1wyjcrlciqLQgAA/VBRFCKHVYUMxeHplly4An6RvCOCt+2jql20uA4CE4vy7VtcyxOHT/rAC&#10;dJNsCOA3xEMAjEfb8+8et5LpGwLoINkQwO+9Jh56wWwjAPjYer1u9WDm5XIJtpIBdJhsCOBdL4iH&#10;4ku1h8OhjSsHgE9qNbXJ8/x6vQqGADpLNgTwkbbjobjMvixLrUMADJijZABdJhsC+INW46G4zD78&#10;228PAK/UNE0cRN2jawbGZrVapS5h+GRDrdtut6lLAH7qHg+1keCs1+vb7abTHoDXu1wuRVE8PcSJ&#10;w6eLotAVC/zcdDpNXcLw/ZW6AIB+iLMStMQDMCRFUYRnDxuylQygd2RDAJ/lAS4AQxLbhWJj7BPF&#10;49KLxUJLLPD/27t/7NSxLm/A4ls1CEdSRNgRPQORv1Gt5TF4ABAVgTsSI/FqR52jGTSRQyKdifAF&#10;p0uvCtsY8+9I4nmCWr4Ulvc1utx7fj57H4ZCNgTQCyGEt7e35+dnCRQAd7PZbKbT6dUvu1gsrn5N&#10;AG5HNgTwayGEuAn/upbLZebf0wDcy9Vbya54NQDuySxqgF9rDxe74pTNeE2H2QMwRO2MIQCGSDYE&#10;cI7ZbJZlWVVVV2wBi9d0mD0At3bdn0MIhgCGTjYEcL6Y5lxLPArN5E4Abq0oivV6fZWEqHsq2eVX&#10;A/js/f09dQnjJxu6udVqlboEYDAMogbg1uLxZLPZ7PK/dLrBkJ9tADfy8fGRuoTxkw0BXEFd15PJ&#10;xKggAPrvWscpCIYARkM2BHA1RVFca39+/KEuAFxX/Pvl8jRHMAQwJrIhgCsoyzLOWbg8Hor/2r7W&#10;D3UBoOsqf78IhgBGRjYEcB0xHtpsNheOb4iH2Wd//2gXAK7lKpuGBEMA4yMbAriasiyv8q/k5+fn&#10;LMu22+3ll4LRm06nMU4FfnSVTUO73S4TDAGMyx+pCwAYp9hZdt4eorh1aLlcPj8/O7kMjsvzfLFY&#10;pK4CBuBak4bKsmyaxl9PAGNi3xDATRRFccnsobh16O3t7apFAfC44qahq2z2EQwB9/Ty8pK6hPGT&#10;Dd3c6+tr6hKABC4cTd1uHbrKwWcAPLh209B5nx5CWK/XV60I4FRPT0+pSxg/2RDATVx+ctlsNsts&#10;HQLges7bNBSHTy+XS4ckAIyVbAjgVi6Mh+K/4G0dAuByZVnu9/szPtGpZACPQDYEcEMXxkPxc20d&#10;AiCV2OMsGAIYN9kQwG1dEg/ZOgRAcovFQjAEMG6yIYCbuyQeapqmqqrb1AXAyNV1PZlMzpgT5GcS&#10;AA9FNgRwD2fHQ3meLxYLpwXDd0IIFrFwXXHGkMnTAI9DNgRwJzEeqqpK0ANXtNvtLGLhS3Vdz+fz&#10;7JfHk7XDpwF64v39PXUJ4ycburnVapW6BKAvyrJcLBZnf7rNEQCcbjqdZn8fa3A6p5IBffPx8ZG6&#10;hPGTDQEMw3q9Pu+wMwAeU57n+/3+txFP0zSCIYBHIxsCSCPOBz0965nNZpnz7AG4sTzPBUMAj0Y2&#10;BJDS6VuByrKsqmq5XJqrAsB1mekO8OBkQwBpdE8uO/FTnp+fq6qK8yMA4Du/Orc+Dp/WtgzwyP5I&#10;XQDA44rx0OlZTzzP/qYlATB0MRWaz+f7/f7HJ7enkm02G8doAjxqN5QQAAAgAElEQVQs+4YAUirL&#10;0r/FAbiieG79KceT1XXtVDIAMtkQQH+EEH7VAnDTYmAoptNpVVWpq4C+aP92+DHrqeu6TZEEQ0Cf&#10;vby8pC5h/GRDN/f6+pq6BGAYiqKYz+enxEPxJ72GUhueOg4X3smx1/LCla17aRzquvY6xnPrm6Y5&#10;/jTBEDAgT09PqUsYP9kQQF/E/f+nxENxRFH8Z/2jCSGs1+v1ej2ZTE4f401vhRDm8/lkMomjc++Z&#10;eMadeu29tNvt7valuZH5fF4Uxf3vpR463q0sGALggFnUAH0RR1OfkvjkeR7Ps1+v148wnTqEsNvt&#10;ttvtcrlMXQs31N78VVXNZrPpdHr1aVxxU8nb25t7ady6b6Qxdn+EBCSEcMofGcEQAJ/JhgB6pCzL&#10;pmlO+cf98/Nz+99RsoZ/ZN0XPS7sL8yJQghvb28HV+ZB3CFz7ImiKH6MewRDAHxJNgTQLycuWsZ6&#10;nr01PAfO3gDiXuLA1TPHXok9dNvt9vgfkLIsY0YmGAKgSzYE0F/r9Xrc/4LfbrfdD85Yw+92O2Ni&#10;Bq29B07xOSf67ppn3Eu/qoSh+/JeGu490O4GOmUz6Sh/rgDAhWRDAD0VQojr21N6BAaaH12+oeMx&#10;B3KT3eClt73oYY3gbaRtE/tuG9SJo4gAeFiyIYCeyvM8jqaez+dH4qH44+KBTo6IrQ3x4/OWZ90r&#10;MFBXf+nP2zfkXhqBy++lIeZEsZusqqpR/jUBkGXZ+/v7n3/+mbqKkZMN3dxqtXp9fU1dBTBI7cll&#10;R/5Z355nf+IQ617pdszt9/vs70XO6cuz5+fnwf2u6YpDx09UVVVsmem+6PEK3UfKslwsFr+9l8bd&#10;v8mBL+dS/+pu7Ikfu8naJwAM18fHh2zo1mRDAL32YzzUbi96e3sbwRSJ+Bvc7/fOrSeqqio7GgLu&#10;drsv/3Qc3EvZMLeEcEU/3ktDdLybLITgVDIATiEbAui7H+Oh+MhyuRzTmifP8zzPuxtA5ESP47pr&#10;+HgvZTLHR/XldrNx+LGbLM/zpml2u51gCIDjZEMAA/BjPDSmrUOfxd/veY1CDMgd1vCfM0f30iiN&#10;OA9qnXg2WZuNAsARsiGAYTgeD5VlWVXVcrkc/cyUg0Yha54R2Gw2B2Nf7qO9l7Isq+s6ju5i0GIk&#10;9CBvC0e6yeL9/CDfBwCu4v+lLgCAU8V4KPtmp0P80fF8Ph/iONUzxN0fqavgUvF1TL6I7UMNXG6x&#10;WDzO69g0zZfbSON+oqIoHuTvAgCuQjYEMCQxHmqa5vP/yvM8Tml5e3u7e10A3NWX+XjbaPbddGoA&#10;+JKeMoCBObJZJg4beoTOMgC+41QyYGReXl5SlzB+9g3d3Ovra+oSgNEKIcR5uq3YWbbdbhNVBMAN&#10;1XV98LbfVZZl0zSCIWBknp6eUpcwfvYNAQxYURTZP39EHE8s1koAMD4hhNgyFmeof8n7PwBnsG8I&#10;YMDa0dTdHyNbGACMUhwnF9/5W3Vdr9frRBUBMBL2DQEMWHuw/XdPCCH0MyqaTqfx5PLUhQD8W5/f&#10;l0IIy+Wyqqpuy1g7fNqYOQAuIRsCGLY4XeLLACiuGfrZYpbneQ+rAh5Zz9+X8jzf7/fdk+m7p5IJ&#10;hgC4hJ4ygME7vphxpD3AaLRv+IIhAK5INgQwKuv1up09VJZlVVXL5dIoCoAxEQwBcF2yIYDxiNMo&#10;uqOpn5+fq6qKB9sDMDghhMlk0j1wQDAEPJr39/fUJYyfbOjmVqtV6hKAR5HneXtyWZxJkef5YrHo&#10;8wQNAI446AsWDAEP6OPjI3UJ42cWNcCoxJPLttutPAhg6Oq6Xi6XWZbFGEgwBMCNyIYAxqYsyy/X&#10;DLElwXICYFjihtAQgmAIgBuRDQGMXAghz3OLCoDBKctyv9/Hj/M8b5pmt9t5Dwfg6swbAhizuq6L&#10;oqjr+vMoIgCGJc9zwRAAtyAbAhi/eHJZHEWUZdlut0tdEVzNdDqtqip1FXBNdV23IX5d191DygDg&#10;FvSUAYxZzIPm8/l8Po/dZE3TGFPNmMTD+FJXAVfTDpyOHWTtx966Abgd+4YARq7dLhR3D1ldAPRW&#10;dzZcGwxtNhtv3cAje3l5SV3C+MmGbu719TV1CcCjO4iH4oMhBIOHAHqlKIrsn4cGOEAA4OnpKXUJ&#10;4ycbAngIB/FQCKEoire3t9R1AfB/1ut11gmDYhewYAiAO5ANATyKbjy02+2qqloul0acAvRBXdfL&#10;5TLLsm4YpJUMgPuQDQE8kG48FB9xpD1Acu386aqq4u4hALgn2RDAY2njodlsFj8oikI8BJBKGwxl&#10;WbZcLu3oBOD+ZEMAD6edYVGWZVVVWZYZPASQRHswWXw3zgyfBiCFP1IXAEAC7QyLxWKRZdlyuZzN&#10;ZlYjDFHc9WYsCwMVo/mYB81ms+yf84YA4D7sGwIgywweYrB2u11RFHpwGKjFYtE9mEwwBPDZ+/t7&#10;6hLGTzZ0c6vVKnUJAN8KIcSTcTKDhwDuLoQgDwI47uPjI3UJ4ycbAnhoeZ7HidSReAjgDuI7bV3X&#10;dr0B0AfmDQE8uvbksu12O5vNzG0BuKl4MFlVVe22TQBISzYEQNaOukhdCMDItQeTxWDIqWQA9IGe&#10;MgAOaSsDuJGiKNqPBUMA9IRsCIB/iPMv1uv1er1OXQvA2LQj3gRDAPSHnjIAvhCbHWazmaULwLXE&#10;SUOZYAiAnrFvCIB/aEdTZ1k2n8/1l9Fz0+m0qqrUVcAPQgiCIYDzvLy8pC5h/OwburnX19fUJQD8&#10;TvfkMseW0XN5ni8Wi9RVwDFtKpQJhgB+7+npKXUJ4ycbAuALTi4DuIr2YLJMMARAX8mGAPhBXddZ&#10;lk2nU3uIAH4rHky22Wy8iwLQW7IhAI7xE2+AS2w2m+12680TgD4zixqAY/I8N5oa4Ax1XU8mk+l0&#10;aiQWAD0nGwLgB92Ty4qiEA8B/KidP73b7VLXAgA/kA0B8LNuPGSdA3Cc4+oBGBbZEAAnaeOh+Xwe&#10;p1MD8JlgCOC63t/fU5cwfrKhm1utVqlLALgO8RA9FELQ50h/rNfrGAw1TSMYAriKj4+P1CWMn2wI&#10;gF/oxkPr9Tp1OZDtdruiKISV9MF6vV4ul1mWNU3juHoABkQ2BMDvtPHQcrkUDwFEgiEAhks2BMCv&#10;deMh+zUA2mBos9kIhgAYHNkQAOcoy7JpmszsIeDhdYMhM4YAGCLZEABnyvNcPAQ8uBgMVVVl+DQA&#10;wyUbAuB84iGAqqoWi4VWMgCG64/UBQAwbHmebzab+Xw+n8/1UwCPIwbii8UidSEAI/fy8pK6hPGz&#10;b+jmXl9fU5cAcFvdg+3tHgJGL4RQ13XMxEMIqcsBGLmnp6fUJYyfbAiAK2jjoe12m7oWgBsKIRRF&#10;MZ/PM6eSATAWesoAuI4YD+kpA0YsBkPxY+94AIyGfUMAXE27TKrrWnMZMD6CIQBGyb4hAK4shBC7&#10;LbIsa5pGwwUwDm3kLRgCYGTsGwLgyuLJZfHjoigMagVGIA6fzgRDAIyRbAiA62tHU2edFgyAIQoh&#10;rNdrwRAAI6anDICbKMuyaZrdbjedTlPXAnAmw6cBknt/f//zzz9TVzFy9g3d3Gq1Sl0CQBp5npdl&#10;GecN6SwDBqcNhqqqEgwBpPLx8ZG6hPGzbwiAm4vrq6qqZrOZxRUwFLvdLrNdCIAHYN8QADcX11fL&#10;5XI+n6/X69TlAPwshBB7YwVDAIyebAiAm+uOpl4ul5PJRIsZ0Gd1XRdFsV6vY1csAIybbAiAe+jG&#10;Q1VVWW4B/bReryeTSTyVbDabpS4HAO5BNgTAnbTx0HK5rOs6dTmMxHQ6raoqdRWMQTyrfrlcxl8a&#10;MwTA45ANAXA/bTw0n89jPCQk4kJ5ni8WC2t4LhSbyJbLZVVV+/3emCEAHopsCIC76sZD6/W6DYkA&#10;UqnrOjaRbTabxWKRZZm+V4D+eHl5SV3C+MmGbu719TV1CQD90m0uyzp7iADuLPaRxWCoqip7hQB6&#10;6OnpKXUJ4ycbAiCBNh6Kk2KcbQ/cXwgh9pHFXy6XS0coAvCYZEMApBHjocVisd/vq6pytj1wT3HA&#10;UPeRzWajlQyAxyQbAiCZtn1jsVjEDURFUegvA+5gu91mWbbZbJqmyZxKBsBj+yN1AQCQZVk2m83i&#10;B/P53CINuLXn5+fn5+e4UWi/36cuBwBSsm8IgPRCCHEWbGQ6NXAL3a7VPM91kAFAJBsCIL08z+No&#10;6lY3KoIjQgjGVHGKOGAo5s51XRtwBgAt2RAAvdCeXNb8LXVFDMNutzOmih+1B9VnWVbXdfx4t9sl&#10;LQqAk7y/v6cuYfxkQze3Wq1SlwAwDGVZNk2T/6193M/2gUuEEOJB9TF0jsGQuWYAQ/Hx8ZG6hPGT&#10;DQHQI58jodgGMplMbAwBzhO7Vvf7/W63EwwBwGeyIQD6KIQQG4XaXrP5fG4DEXC67jtGWZZtK5lg&#10;CAAOyIYA6KM4ByQeWNbGQwCnCCGs1+uiKNp4SDAEAEf8kboAAPhCzIPm8/l8Pm+apizL/X6fuihg&#10;AOKuwyzLqqqKjwiGAOA42RAAPdVuF+oOIYriSi8Ork5RGlcTx0hNp1MvJdcSdx1WVbVYLDLBEACc&#10;QDYEQH99t5DbbrdZlhVFYbE3dNPpNG7xyLKsqqrZbJZ9/7rfQuw5ent7m81m7qVxaE88jL+Mbxfe&#10;KwDgCPOGABiM9qiyxWJhQPX4LJfL2EU4mUziyXR1Xf/4+k6n07Z16EQhhDiPZjKZFEVRFMVyuYwJ&#10;AgN1cKt0t6EtFovYl5qiLgCu4OXlJXUJ42ff0M29vr6mLgFgDNbr9XK5bH/4f6TjjHGIfUBRfK2/&#10;bD3L8zy2Dh0XQtjtdtvtdrlcXrdO0gohvL29LZfLtonsM+8SAIP29PSUuoTxkw0BMAyx22g+n3fj&#10;oe4TQghWgGPVzYm6rWftVpHPL33bLJZlmTxorNpZQlVVPT8/dx/P7tucCACDJhsCYBi6J5d9OTok&#10;jq0xVWT0Pgc9bVqUZdl0Oj0vD2qvwCC024WyT3/q28DIuHoAOJFsCIDBOB4PHU+O6JXupp5LtJOG&#10;uhuLGL3YYZr9vV2oGwB1TyUTDAHAiWRDAAzJkXio+78+rxhJ61odXjEMOnhxQwhx10+cJ33e9bfb&#10;bbypsm8GG9EHbfSTfbNJcDqdfve/AIDvTP766y/DkgF+K65PLD9S6W4N+Dx16LtOE+7peBjURjy7&#10;3e6ULT/tNJkTI5trTZ7uzja65DpcxZHtQvTEZDLJsmy/36cuBIBfWK1WsiGAc8iGkjsSD/34f7mF&#10;E8Og7FO+ExeTX7pKBFDX9SkhUbxV4gzj754vKkorvpRSoT6TDQEMkWwI4EyyoT44MR767glc6Oww&#10;6MBBNvRl19hVxNznu21K391Fmaio9+IfdpOn+0A2BNzC+/v7n3/+mbqKMVutVuYN3dxqtZK+AdxC&#10;O2AoThj5/H/3+31cNAryrih27WWf8qDTw6Av/bZrrFvPiZ8Vb4D9fh87zk7pZYufUpblYrHIPkVF&#10;n78DZ//2+dJ6vc6yLH7zv9OmwLvdznceYJQ+Pj5kQ7cmGwJgwMqyPL5ZIOZHmZ0dF/scCV0YBrWa&#10;prnkCjHl+VX2l+d5nudtSHT6WKIfo6L2OpvNxkDrS3T3/R3ZRBZC0D0KAJeTDQEwbAfnVX1eQx6s&#10;GON63jLyREcioWsFHwkDlBgStVnPb30ZFcWootvPKCQ6248Dp/I8F/4CwOVkQwCMRAihKIoftw8Y&#10;QnSKO0RC4/Nlz5r77Tw/bgnsPvMO9QDAuMmGABiJ3W6XZdmP7UXdIUSG1x4QCV1F27P2eSdRHF8t&#10;zvgs3nvdDVxHbrkvdwgCAGeTDQEwEu1o6h9Dn7glITMz+G/tiWPdsTtXOT/+wbU7idqQqBu6CYla&#10;6/U6fmdO+Z7EbLeqqvM6AQGAz2RDAIxHO3n6x0Tj4Alx6Z49WH+KSOhuhERH1HUdvxuntN21M6pn&#10;s9k9igOAxyAbAmBUzltjP9pQmNi/IxK6PyHRZzHSPWVidxsMPcifUwCil5eX1CWMn2zo5l5fX1OX&#10;APC46ro+ZQ3ZHUK03+/vUFgqB6mQSCiVIyHR6IOPeBN2b7xTfr+CIYCH9fT0lLqE8ZMNATBacYjJ&#10;iSvJsizjCVN3KCyJbiokEuqPzyHRiBOQg2jy9IFBgiEAuKn/l7oAALiVOJFkPp+344R+1I1L6rqe&#10;TCanf25vhRDW63VRFMvlsqqqpmkWi4VgqG/KsowBZZyZNZ/Px3H7Rd2bMMuyzWYjGAKA/pANATBa&#10;7Wjq7XZ7xqfHz5rP5+v1eqBLdKnQEI0sIfqcCu33+9MjHsEQANyBnjIAxizGQ+ctKReLxWw2awfB&#10;DGtpqoNs6GJC1I7ByrIspkUPdRMKhgDgPmRDAIzcJUvKL9fnPV+jSoXGZLgJURvrXHITTqfTbAh/&#10;6ABg6GRDADyQ2Jvz23XmUBIiqdBYDTEhmk6nl9+EeZ6P+9xAAOgJ84YAeBQhhLi0Pm96y+cpMP05&#10;1MxcoUdwcAfGO7k/o4jqul6v1+0v8zw/+ybsz58sAPrg/f09dQnjJxu6udVqlboEALIsy/I8b9fV&#10;Z6+o4wCjeJ0+hC/xMDWp0OPoYUIUb8I4mevyWKeu66Io+pN5AZDcx8dH6hLGTzYEwANpTy67MB4q&#10;y7Jpmu6D9z9Mql2QZ1kmFXo0vUqI4ol+8Sa88A5spxQBAPckGwLgsVwlHsr+uWkoXudux43HDjKp&#10;EF8mRPdvyHp+fr7KTRi7PrO+zvMCgBGTDQHwcK4VDx1cMF7z1mLHjQ4yWgcJ0U0bsmIuOZlMDkYL&#10;XeUmjF2fgiEAuD/nlAHwiGKaE7daXGUtGq9wcKbSeceifad7DJn1MwcOzjK7xR0SQiiK4rrXPOCu&#10;BoAk7BsC4EFdfffQZ3GVHhvNLuz0OdguZAndimelp66iL7p39dU7HPM8r6qq3bB2rcs6lQwAkpMN&#10;AfC4ugvpWyxQ20az+Xx+dtNNd7rQZrPRRHYgnpUuLGsdtJidHQ+FEOK91/2jsVgsrnsHxtCz26EG&#10;ANyfnjIAHlobD90icGkbzbqr6181mrXHNlVV9fz8LBXiRN2uyeyXTYjd7sUsy2az2Y1uvPb2ns1m&#10;t7g+AOPw8vKSuoTxkw3d3Ovra+oSADjmDltODpbW7XL9yFc3XYgL/XYC0UEklN0rkXR7A3Dc09NT&#10;6hLGT08ZAPzDHQ6h7x46/uVQGNOFuJYfJxC1R4/FWy7LsnjX7ff7WzcwlmXp9gaAPpANAcC/xck+&#10;N42HptNpdyJM9s9Fu+lCXN3xCUTtXqG7RUJdbm8A6APZEAD8W5x7ctN4qCiKduRQXLF3t3XYLsSN&#10;fLeBaDabtUePxaQmhHC7+7+u6ztszQMAfsW8IQD4t3aC742uH1fF3eEv8b9N0xRFEZ9j/Aq3EELY&#10;brftL9ubMOo+Ld6KTdNcfVNPO3z6FhcHAM5m3xAA/MPtZqC0C+Psn1uT4nShLMuqqtpsNtPptPsp&#10;cYuHrRZcru0dOzKBqM0o397ervvV2/t/s9kIhgCgV+wbAoBDN1q4HmxHihs3ttvtkcPI4kaPM44h&#10;fxwhhMzYmk/ioWNZli0Wi/hInufd3TpfHmG2Xq/bKyyXyyseUtYNhtzGANA3siEAOKadDXSV6xyI&#10;q+UjJ4UvFovn5+fdbrfdbrs1xKtNp1OZyG63O+WA9oeyXq/bo+i7t9bB3dJ2UM7n86qqsr83FrWK&#10;otjv95fXIxgC4BLv7+9//vln6ipGTk/Zza1Wq9QlAHCmEEJcOV/e0nVkhtHx3Rl5npdl2e7+aK82&#10;n8+LophMJhcWxgjEzVMH4oTp4+lhOxB9uVweBEPR5Xe+YAiAC318fKQuYfxkQwDwrTzPvzv5+1eO&#10;f25RFF+u7Y9oTzeL2z1O/EKMSQghhLBer+Pxdt1baLFYXOso+vl8/tubs0swBACDIBsCgGPak7+7&#10;I6J/pTuC+ju/jYfi2VL7/f75+fngC00mk/V6LSQapXi6fJsHFUXRjpfe7XbnXfPH+/PsodSCIQAY&#10;CvOGAOAH8eSys7dg/BgMRbvd7owv0f2U6XQax8d0m4PiwWfGEg1dd4RQFLeMxXDw7Nf3lOByuVzO&#10;ZrPfhjuxHzMTDAHAEMiGAOBn3bV3COH0pfgp+3eOzKL+lTzP8zyP509lf2dS7co/7n6ySh+EEMJu&#10;t2tfrBBCuz8o+2lA1S3M5/PfxqNtP6ZbDgD6T08ZAPxCXddFUZzYsfXjpow4Lfgqc2G62o6zpmni&#10;+jz7e3x1t/I4sOaKX5cLdecHbbfb9vF4/HwcIXTdu6WdRf3jM8/oLIv34Vl1AQB3JRsCgF87cTR1&#10;d3n/2WazuXoqdCCecbbf7+P6v6qq7lr97e0tnnS2Xq+FREnEMKj9ZZ7n7f6g2WzWfeZN75NTEqLl&#10;cnnKTVLXtXsJAAZHNgQAv9COpv4xHqrr+stDwbMs22w2+/3+zlsqyrJcLBbdR2azWexRWi6X3ehh&#10;MpnUf7tnheeZTqcHh7UNQrs/6CBzafcH3X/HzY8J0Y9bh+JGuTPO3QOAI15eXlKXMH6Tv/766/X1&#10;NXUZAAMTl0BmrD6sUw5gmkwmnx/s5z1zMEGpW/l+v28/ruvaWOtfiRHJbreLO8i6c4LibOm4P6iH&#10;t8R37ZBHbmCnkpH9/e7Rfd8AoP9Wq5VZ1ADwa3H3UJzg8+VK+POOm2sNnL6Fg6qapvnyQPQ2LGg7&#10;nkRFrYMY6MstY/FMsShODrpbeb/V3R/XffzHodSCIQAYItkQAJzjSDx0sOeiz6nQl+J5ZwcPhhDi&#10;7zf7KviIOcIjREXdDKj7sr69vX3+tsRmt9lsNp1O71zn5eIt3b7orbe3ty9TrbIsf3uWGQDQE7Ih&#10;ADjTd/FQd3/NsFKhI2JgFFtF4gnrWZZtt9sYiMTfclVVbWoQQiiKog1HutlZjFd6/m1pJ+bsdrtu&#10;5rXb7drXdzabtY/HPUFtDNTz393p4hCibty5XC6/64Mbze8aAB6NbAgAzncQD02n03Ze74j3ULQb&#10;i+J86zYq6u6OiY/E5Kg73ribMhxkSd1GtvZS530PP8dP3enIX3bMZf/c99TNgDabTft4HH39eStQ&#10;nud97hG70EFC1HaWxd5JTWQAMHSyIQC4SBsPbbfbz9tnHsGXPWgxTfh8XlV7rFjcftI+3s1ivnSw&#10;CaubMXU3bX33+I/Xz77KgLJPHWHjzoCO6yZEcVNYzP5GHIMCwIOQDQHApeKklSzL4slTD5sdfPY5&#10;MmizlYPvUjv8OIoTnbPObKP4QftZ3bxmu922GVB8/POp9t2j7ruZ1MFzPtfJgTYMbTeFCYYAYOhk&#10;QwBwBXF57OTmS3Rbk9qPu01n3QyiHX504Mjjsp5raeMhp5IBcAfv7+9//vln6ipG7v+lLmD8VqtV&#10;6hIAuKu6rj+fYc+FvtucEkL43LnGrcX+MsEQAHfw8fGRuoTxkw0BwDWFEOJoavHQfex2u6IofLfv&#10;QwwHAKMkGwKAa8rzPM7Nmc/nFtKMSV3XYjgAGCXzhgDgyuI0lu12a0Yvo9E9AA4AGBnZEABcX1mW&#10;RrEwGm0wZPg0AIySnjIAuDnNZQyXYAgARk82BAC3ZUoLwyUYAoBHIBsCgHtwchmDIxgCoA9eXl5S&#10;lzB+sqGbe319TV0CACnF0dSZk8sYFMEQAD3x9PSUuoTxM4saAG6ujYecXMYgCIYA4KHIhgDgHiyw&#10;GRzBEAA8CD1lAHBvIQSzh+izsiybphEMAcCDsG8IAO6tKIrMpowriSlG6ipGSP8jADwO+4YA4N7a&#10;0dR2D11FnueCjMvVdb1er1NXAQAkIBsCgHvrnlwmHqIP4vDp5XLphgSAByQbAoAExEP0h1PJAOiz&#10;9/f31CWMn2zo5larVeoSAOgj8RA9UZZlVVWCIQD66ePjI3UJ4ycbAoBkxEP0xGKxEAwBwMOSDQFA&#10;SuIhUgkhpC4BAOgF2RAAJNaNhyzXuY+6rouiEEcCAFmW/ZG6AADg/+Kh7XbrLHbuoB0+DQCQyYYA&#10;oCfKsjTwhTsIITiVDADokg0BQB+FEOwh4hbyPG+aZrfbCYYAgMi8IQDoHbNguKk8zwVDAAzFy8tL&#10;6hLGTzZ0c6+vr6lLAGCQnFzGFdV1bdI5AEP09PSUuoTxkw0BQO90Ty5LXQtjEIdPF0UhHgIAPjNv&#10;CAD6qI2H4ELtqWSbzcYQKwDgM9kQAPSUiTBcrhsMuaMAgC/pKQOAAQghmD3EbwmGAIBTyIYAYACK&#10;ojCaml8RDAEAJ5INAcAAtKOpxUOcQjAEAJxONgQAA2A0NacTDAEwJu/v76lLGD/Z0M2tVqvUJQAw&#10;BmVZNk1jqc9xgiEARubj4yN1CePnnDIAGAwHkPOjsiyrqprNZoIhAOBEsiEAGKT1em39z5cWi0Xq&#10;EgCAIdFTBgDDE0JYLpdGU9MKIaQuAQAYKtkQAAxPnudOLqNV13VRFO4EAOA8siEAGKT25DLx0INr&#10;h08DAJxHNgQAQyUeIoTgVDIA4EKyIQAYMPHQg8vzvGkawRAAI/by8pK6hPGTDd3c6+tr6hIAGDPx&#10;0IPL81wwBMCIPT09pS5h/GRDADB44qFHU9e1g8kAgGuRDQHAGHTjodS1cFtx+HRRFOIhAOAqZEMA&#10;MBIxHmqaJnUh3FB7Ktlms8nzPHU5AMAY/JG6AADgasydeRCGTwMAV2TfEACMUwjB7KHxKcuyaRrB&#10;EABwRbIhABinoiiMph4lrWQAwHXJhgBgnJxcNhp1Xa/X69RVAEAa7+/vqUsYP9nQza1Wq9QlAPCI&#10;2pPLGLQ4fHq5XMr4AHhMHx8fqUsYP7OoAWC04mwaLUjD1T2VzIwhAOBG7BsCgDETDA2XYAgAuA/Z&#10;EAA8ivV6rS9pKARDAMDdyIYA4CGEEJbLpdHUgyAYAgDuSTYEAA8hz/P25LIQQupy+JZgCAC4M7Oo&#10;AeBRxJPLttutIUS9JRgCAO5PNgQAD6QsS4lDb4UQBEMAcJpzD2IAAAmMSURBVODl5SV1CeMnG7q5&#10;19fX1CUAwNdCCPYQ9Uee503T7HY7wRAAtJ6enlKXMH7mDQHAg6rruigKo6l7Jc9zwRAAcGeyIQB4&#10;aE4uS66ua9PBAYCEZEMA8KDiaOpMPJRUHD5dFIV4CABIRTYEAI9LPJRW91Qyg58AgFRkQwDw0MRD&#10;yTmVDABISzYEAI9OPJRKWZZN0wiGAIC0ZEMACYQQ1uv1er02YYSeEA+lopWM/phMJnVdewcA+ub9&#10;/T11CeMnG7q51WqVugSgF0IIdV2v1+vJZFIUxXK5XC6XqYuCfxMP3Ud8H0hdBXxtPp/P5/PJZCIn&#10;Avrj4+MjdQnj90fqAgDGLG4Lent7EwMxCDEeitORuYV2+PRsNtNKRs+1bwVVVc1ms+l0apsbwFjJ&#10;hgCuL4Tw9vaWZZlIiMGJE3CsAG8hhNCeSiYYYkC6f5fF3YVyIoCRkQ0BXIc8iNGw5LuRPM/julow&#10;xHB19xW6nwFGQzYEcL7LW2+KorhKJQBwZ/pPAUbDLGoAAACAx2XfEMD52qEhIYTdbrfdbn/bUGaw&#10;Cz3Xzk52r54nfgMNGGIQJpPJr55fVVWWZc/Pz+2bw2+vAEBPyIYAriDP8zzPy7JcLBZn50TQQ/Hk&#10;su12Kxg6Q5uswWi0eVBmNhlwLy8vL6lLGD/Z0M29vr6mLgG4q25OVNd1ZiIDA1eWpT0vZ2iDIZuG&#10;GIGqquRBQCpPT0+pSxg/2RDADcUF4X6/z7JMTsQ4hBAsDn8kGGIEqqqazWaOqwd4BLIhgDtpcyJN&#10;ZwyX6TmnEAwxXJ9HCAHwCGRDAPfWbTpLXQucQzx0hGCI4TJyHuBhOcMeADhVHE2d6Y78hmCIQRMM&#10;ATws2RAA8AsxHmqaJnUhvSMYAgAGSk8ZAPA7go8jBEMAwODYNwQAnK+u63gGH2VZNk0jGAKA63p/&#10;f09dwvjJhm5utVqlLgEAbiKEMJ/P5/O5eCgyrgUAru7j4yN1CeMnGwIAzpTneTua+jHjobqu1+t1&#10;6ioAAC4iGwI4R2wemU6nqQuBxLonlz1aPBSHTy+Xy0f7jcN3mqYxqB5giGRDAGfK81z/CGSPGg/F&#10;frrM8Gno8DcjwEDJhgCASz1gPBT76QRDAMAIyIYAgCt4wHioLEvBEAAwArIhAOA6HiEeCiGkLgEA&#10;4MpkQwDA1XTjofHFKHVdF0Ux1tgLAPrp5eUldQnj90fqAsbv9fU1dQkAcD9tPDSykbTxVLLUVQDA&#10;w3l6ekpdwvjJhgCAKxvlFJ7tdps5lQwAGCM9ZQDAbY2juWyxWDRNIxgCAMZHNgQA3NCYZvSMrEsO&#10;ACCSDQEANzfQk8vquh5i2QAAvyIbAgBuqHtyWepaficOnx7lgWsAAF2yIQDgtmI81DRN6kJ+oT2V&#10;bLPZaCUDAMZNNgQA3FxZlgNKWLrBkOHTAJDW+/t76hLGTzZ0c6vVKnUJANAjPR/iIxgCgF75+PhI&#10;XcL4yYYAgPsJIcQhPv2MhwRDAMADkg0BAPeT53k7mrpv8ZBgCAB4TLIhAOCu2pPLekUwBAA8rD9S&#10;FwAAPJyyLJum6c906tjplgmGAICHJBsCABLoBkMhhLQ5UdvpJhgCAB6QnjIAIKUQQlEUyWcPlWUp&#10;GAIAHpNsCABIabfbZYlGU4cQ7vwVAYDfenl5SV3C+MmGbu719TV1CQDQX+1o6jvHQ3Vd92G/EgBw&#10;3NPTU+oSxk82BAAkdv94qD2VDAAA2RAAkN6d46Htdps5lQwAIMsy2RAA0BP3jIcWi0XTNIIhAIBM&#10;NgQA9Mc946E8z296fQCAoZANAQA9crt4qK5rk6cBAD6TDQEA/dLGQ3Eq0FXE4dPz+dy59QAAB2RD&#10;AEDvxHhosVhc5WrtqWSbzUYrGQAMy/v7e+oSxk82dHOr1Sp1CQAwPFccFD2dTjOnkgHAMH18fKQu&#10;Yfz+SF0AAMAP4pygs5OdPM/3+/1VKwIAGA/7hgCAXgshxFFBJkkDANyCbAgA6LU8z884uayu68lk&#10;YvI0AMCPZEMAQN+1J5edqB0+vdvtblYUAMBImDcEAAxAWZZN05xyylj3VDLDpwEAfmTfEAAwDN1g&#10;6LtmMcEQAMBvyYYAgIEJIRRF8Xn2kGAIAMbn5eUldQnjJxu6udfX19QlAMCoxClCB6OpBUMAMEpP&#10;T0+pSxg/2RAAMDDtaOr5fB6bywRDAABnM4saABieNh7K81wwBABwCdkQADBIbQy03W4zwRAAwLn0&#10;lAEAw7ZYLJqmEQwBAJxHNgQADF73eHsAAH5FNgQAAADwuGRDAAAAQE+9v7+nLmH8ZEM3t1qtUpcA&#10;AAAAg/Tx8ZG6hPGTDQEAAAA8LtkQAAAAwOOSDQEAAAA8LtkQAAAAwOOSDQEAAAA8LtkQAAAAwOOS&#10;DQEAAAA99fLykrqE8fvj80OTyaT7y/1+3328/eV1dS/++eM7F/NlVUeK/K6kUx75VQGnFxnd4cU6&#10;eLDrKl/9Pi80AAAA/fT09JS6hPE73DfULsWj7Ks1/4Umk8mJ10xYzOlFpvVdenX6t+u3v9PjYc1v&#10;X6wfv/qNXncAAAAg0lP2tTbgGJCD1CZtqiLTAQAAgEH4oqes63M+0q72P7dKnfJ4+8hkMvlt+NKr&#10;Yr4sL+6C+Xzxv/76K8uy//qv/8qy7K+//lqtVu0vD+rsFhk/K8uy7vO/rDM+4eDjf/3rX93ntMnR&#10;drv9z//8z3j9tobJZPK///u/s9ns86d0izn+/Gi73f7P//zP53o+/36/+xZFJ16/9a9//cvzPd/z&#10;Pd/zPd/zPd/zPd/zPd/zR/x8bmTy119/vb6+/uOhrwKX7J/bUq718c/1JS3mkvFA30VRp3z8+X99&#10;V8npI5B++x245PnnffWr3DAAAADA6Var1Rf7htoF+XkhzomPn6hXxfzoYOtQN9r4Vf1HgrCB+tUE&#10;otuXAwAAAPyfb3vKuqHMKanEkeHEZxfXz2JOcRBwXJ53DDoYig72QH1nBL9TAAAAGJAvzinrz8aN&#10;XhVzooNR0F9+cIbBfR8OjGDrEwAAAIzSlc8p+y7NSZLy9KqYS5zYkPV5wHOWLo658KsP7jUCAACA&#10;gTrMhrrdWycu778bCfTj4z8W16tiruu3c5R+Gw99vuzB//rxymdPejr7q5/3FQEAAIBLfDuL+vjj&#10;B8/57Xyf05f9aYs5L574/FlfXueUB4/8Nk//6j/+r189fvZresZLCQAAANzalXvKAAAAABgQ2dCw&#10;peqJuxv9ZQAAAHBTk//+7//++PhIXQYAAAAA9/Yf//Ef/x/oKrFkg9xPqQAAAABJRU5ErkJgglBL&#10;AQItABQABgAIAAAAIQCxgme2CgEAABMCAAATAAAAAAAAAAAAAAAAAAAAAABbQ29udGVudF9UeXBl&#10;c10ueG1sUEsBAi0AFAAGAAgAAAAhADj9If/WAAAAlAEAAAsAAAAAAAAAAAAAAAAAOwEAAF9yZWxz&#10;Ly5yZWxzUEsBAi0AFAAGAAgAAAAhAI18Hya9CQAA/VgAAA4AAAAAAAAAAAAAAAAAOgIAAGRycy9l&#10;Mm9Eb2MueG1sUEsBAi0AFAAGAAgAAAAhAKomDr68AAAAIQEAABkAAAAAAAAAAAAAAAAAIwwAAGRy&#10;cy9fcmVscy9lMm9Eb2MueG1sLnJlbHNQSwECLQAUAAYACAAAACEAA1doa9wAAAAFAQAADwAAAAAA&#10;AAAAAAAAAAAWDQAAZHJzL2Rvd25yZXYueG1sUEsBAi0ACgAAAAAAAAAhAHLpdAfpaQAA6WkAABQA&#10;AAAAAAAAAAAAAAAAHw4AAGRycy9tZWRpYS9pbWFnZTEucG5nUEsFBgAAAAAGAAYAfAEAADp4AAAA&#10;AA==&#10;">
                <v:group id="Group 54" o:spid="_x0000_s1100" style="position:absolute;left:9239;top:1238;width:41872;height:41084" coordorigin="9239,1238" coordsize="41871,4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Picture 55" o:spid="_x0000_s1101" type="#_x0000_t75" alt="UN-Box-DefinitionPGJ18" style="position:absolute;left:9239;top:1238;width:41872;height:41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TH1xAAAANsAAAAPAAAAZHJzL2Rvd25yZXYueG1sRI9Pa8JA&#10;FMTvhX6H5RW86UYRbdOsIoWqJSfT9v7Mvvxps29Ddk3it+8KQo/DzPyGSbajaURPnastK5jPIhDE&#10;udU1lwq+Pt+nzyCcR9bYWCYFV3Kw3Tw+JBhrO/CJ+syXIkDYxaig8r6NpXR5RQbdzLbEwStsZ9AH&#10;2ZVSdzgEuGnkIopW0mDNYaHClt4qyn+zi1EwvCx+5udi9X38wP055V3a9IdUqcnTuHsF4Wn0/+F7&#10;+6gVLNdw+xJ+gNz8AQAA//8DAFBLAQItABQABgAIAAAAIQDb4fbL7gAAAIUBAAATAAAAAAAAAAAA&#10;AAAAAAAAAABbQ29udGVudF9UeXBlc10ueG1sUEsBAi0AFAAGAAgAAAAhAFr0LFu/AAAAFQEAAAsA&#10;AAAAAAAAAAAAAAAAHwEAAF9yZWxzLy5yZWxzUEsBAi0AFAAGAAgAAAAhAB2FMfXEAAAA2wAAAA8A&#10;AAAAAAAAAAAAAAAABwIAAGRycy9kb3ducmV2LnhtbFBLBQYAAAAAAwADALcAAAD4AgAAAAA=&#10;">
                    <v:imagedata r:id="rId19" o:title="UN-Box-DefinitionPGJ18" croptop="3260f" cropbottom="5458f" cropleft="15655f" cropright="17242f"/>
                    <v:path arrowok="t"/>
                  </v:shape>
                  <v:shape id="Straight Arrow Connector 56" o:spid="_x0000_s1102" type="#_x0000_t32" style="position:absolute;left:15144;top:2095;width:6033;height:32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yJuwwAAANsAAAAPAAAAZHJzL2Rvd25yZXYueG1sRE/LasJA&#10;FN0L/sNwhe50YpESUydBpJZCu/C1aHe3mWsSzNyZZqYm/fvOQnB5OO9VMZhWXKnzjWUF81kCgri0&#10;uuFKwem4naYgfEDW2FomBX/kocjHoxVm2va8p+shVCKGsM9QQR2Cy6T0ZU0G/cw64sidbWcwRNhV&#10;UnfYx3DTysckeZIGG44NNTra1FReDr9Ggfn4XOx3r+nPy2k7T9+X5Nx3/6XUw2RYP4MINIS7+OZ+&#10;0woWcWz8En+AzP8BAAD//wMAUEsBAi0AFAAGAAgAAAAhANvh9svuAAAAhQEAABMAAAAAAAAAAAAA&#10;AAAAAAAAAFtDb250ZW50X1R5cGVzXS54bWxQSwECLQAUAAYACAAAACEAWvQsW78AAAAVAQAACwAA&#10;AAAAAAAAAAAAAAAfAQAAX3JlbHMvLnJlbHNQSwECLQAUAAYACAAAACEAt6sibsMAAADbAAAADwAA&#10;AAAAAAAAAAAAAAAHAgAAZHJzL2Rvd25yZXYueG1sUEsFBgAAAAADAAMAtwAAAPcCAAAAAA==&#10;">
                    <v:stroke startarrow="block" startarrowwidth="narrow" startarrowlength="long"/>
                    <o:lock v:ext="edit" shapetype="f"/>
                  </v:shape>
                  <v:shape id="Straight Arrow Connector 57" o:spid="_x0000_s1103" type="#_x0000_t32" style="position:absolute;left:14382;top:6096;width:14701;height:1187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4f1xQAAANsAAAAPAAAAZHJzL2Rvd25yZXYueG1sRI9Ba8JA&#10;FITvhf6H5Qne6sYiJUZXkVKl0B7UetDbM/tMgtm3a3Y16b93C0KPw8x8w0znnanFjRpfWVYwHCQg&#10;iHOrKy4U7H6WLykIH5A11pZJwS95mM+en6aYadvyhm7bUIgIYZ+hgjIEl0np85IM+oF1xNE72cZg&#10;iLIppG6wjXBTy9ckeZMGK44LJTp6Lyk/b69GgfnejzbrVXr52C2H6deYnDu2B6X6vW4xARGoC//h&#10;R/tTKxiN4e9L/AFydgcAAP//AwBQSwECLQAUAAYACAAAACEA2+H2y+4AAACFAQAAEwAAAAAAAAAA&#10;AAAAAAAAAAAAW0NvbnRlbnRfVHlwZXNdLnhtbFBLAQItABQABgAIAAAAIQBa9CxbvwAAABUBAAAL&#10;AAAAAAAAAAAAAAAAAB8BAABfcmVscy8ucmVsc1BLAQItABQABgAIAAAAIQDY54f1xQAAANsAAAAP&#10;AAAAAAAAAAAAAAAAAAcCAABkcnMvZG93bnJldi54bWxQSwUGAAAAAAMAAwC3AAAA+QIAAAAA&#10;">
                    <v:stroke startarrow="block" startarrowwidth="narrow" startarrowlength="long"/>
                    <o:lock v:ext="edit" shapetype="f"/>
                  </v:shape>
                  <v:shape id="Straight Arrow Connector 58" o:spid="_x0000_s1104" type="#_x0000_t32" style="position:absolute;left:10953;top:8477;width:19095;height:131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Li1wwAAANsAAAAPAAAAZHJzL2Rvd25yZXYueG1sRE/Pa8Iw&#10;FL4P9j+EN/A2U8WNWo0yRGWgB3Ue9PbWvLVlzUtsoq3/vTkMdvz4fk/nnanFjRpfWVYw6CcgiHOr&#10;Ky4UHL9WrykIH5A11pZJwZ08zGfPT1PMtG15T7dDKEQMYZ+hgjIEl0np85IM+r51xJH7sY3BEGFT&#10;SN1gG8NNLYdJ8i4NVhwbSnS0KCn/PVyNArM9jfa7dXpZHleDdDMm577bs1K9l+5jAiJQF/7Ff+5P&#10;reAtro9f4g+QswcAAAD//wMAUEsBAi0AFAAGAAgAAAAhANvh9svuAAAAhQEAABMAAAAAAAAAAAAA&#10;AAAAAAAAAFtDb250ZW50X1R5cGVzXS54bWxQSwECLQAUAAYACAAAACEAWvQsW78AAAAVAQAACwAA&#10;AAAAAAAAAAAAAAAfAQAAX3JlbHMvLnJlbHNQSwECLQAUAAYACAAAACEAzAS4tcMAAADbAAAADwAA&#10;AAAAAAAAAAAAAAAHAgAAZHJzL2Rvd25yZXYueG1sUEsFBgAAAAADAAMAtwAAAPcCAAAAAA==&#10;">
                    <v:stroke startarrow="block" startarrowwidth="narrow" startarrowlength="long"/>
                    <o:lock v:ext="edit" shapetype="f"/>
                  </v:shape>
                  <v:shape id="Straight Arrow Connector 59" o:spid="_x0000_s1105" type="#_x0000_t32" style="position:absolute;left:34956;top:8001;width:7525;height:94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GSyxAAAANsAAAAPAAAAZHJzL2Rvd25yZXYueG1sRI/NasMw&#10;EITvgb6D2EJusZxCEuNECabQpKWnOO6ht8Xa2KbWyljyT9++KhR6HGbmG+Zwmk0rRupdY1nBOopB&#10;EJdWN1wpKG4vqwSE88gaW8uk4JscnI4PiwOm2k58pTH3lQgQdikqqL3vUildWZNBF9mOOHh32xv0&#10;QfaV1D1OAW5a+RTHW2mw4bBQY0fPNZVf+WAUvJ+HApOxePvk7eUjS7rK6F2m1PJxzvYgPM3+P/zX&#10;ftUKNmv4/RJ+gDz+AAAA//8DAFBLAQItABQABgAIAAAAIQDb4fbL7gAAAIUBAAATAAAAAAAAAAAA&#10;AAAAAAAAAABbQ29udGVudF9UeXBlc10ueG1sUEsBAi0AFAAGAAgAAAAhAFr0LFu/AAAAFQEAAAsA&#10;AAAAAAAAAAAAAAAAHwEAAF9yZWxzLy5yZWxzUEsBAi0AFAAGAAgAAAAhAImwZLLEAAAA2wAAAA8A&#10;AAAAAAAAAAAAAAAABwIAAGRycy9kb3ducmV2LnhtbFBLBQYAAAAAAwADALcAAAD4AgAAAAA=&#10;">
                    <v:stroke startarrow="block" startarrowwidth="narrow" startarrowlength="long"/>
                    <o:lock v:ext="edit" shapetype="f"/>
                  </v:shape>
                  <v:shape id="Straight Arrow Connector 60" o:spid="_x0000_s1106" type="#_x0000_t32" style="position:absolute;left:11525;top:11811;width:6070;height:345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w6dwwAAANsAAAAPAAAAZHJzL2Rvd25yZXYueG1sRI9Pi8Iw&#10;FMTvC36H8AQvi6aKK1qNIqIgntY/4PXRPNti8xKbqPXbG2Fhj8PM/IaZLRpTiQfVvrSsoN9LQBBn&#10;VpecKzgdN90xCB+QNVaWScGLPCzmra8Zpto+eU+PQ8hFhLBPUUERgkul9FlBBn3POuLoXWxtMERZ&#10;51LX+IxwU8lBkoykwZLjQoGOVgVl18PdKCi/f8+3tbu5oTu59fKSbSa7a6VUp90spyACNeE//Nfe&#10;agU/A/h8iT9Azt8AAAD//wMAUEsBAi0AFAAGAAgAAAAhANvh9svuAAAAhQEAABMAAAAAAAAAAAAA&#10;AAAAAAAAAFtDb250ZW50X1R5cGVzXS54bWxQSwECLQAUAAYACAAAACEAWvQsW78AAAAVAQAACwAA&#10;AAAAAAAAAAAAAAAfAQAAX3JlbHMvLnJlbHNQSwECLQAUAAYACAAAACEAs58OncMAAADbAAAADwAA&#10;AAAAAAAAAAAAAAAHAgAAZHJzL2Rvd25yZXYueG1sUEsFBgAAAAADAAMAtwAAAPcCAAAAAA==&#10;">
                    <v:stroke startarrow="oval" startarrowwidth="narrow" startarrowlength="short"/>
                    <o:lock v:ext="edit" shapetype="f"/>
                  </v:shape>
                  <v:shape id="Straight Arrow Connector 61" o:spid="_x0000_s1107" type="#_x0000_t32" style="position:absolute;left:42481;top:11334;width:4667;height:40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6M3xgAAANsAAAAPAAAAZHJzL2Rvd25yZXYueG1sRI9BS8NA&#10;FITvBf/D8gRvzUZtRWI2RZRibXvQtAePj+wziWbfht21if56t1DocZiZb5h8MZpOHMj51rKC6yQF&#10;QVxZ3XKtYL9bTu9B+ICssbNMCn7Jw6K4mOSYaTvwOx3KUIsIYZ+hgiaEPpPSVw0Z9IntiaP3aZ3B&#10;EKWrpXY4RLjp5E2a3kmDLceFBnt6aqj6Ln+MAle+bl5S+fG3Xn95N3t+67bDuFTq6nJ8fAARaAzn&#10;8Km90grmt3D8En+ALP4BAAD//wMAUEsBAi0AFAAGAAgAAAAhANvh9svuAAAAhQEAABMAAAAAAAAA&#10;AAAAAAAAAAAAAFtDb250ZW50X1R5cGVzXS54bWxQSwECLQAUAAYACAAAACEAWvQsW78AAAAVAQAA&#10;CwAAAAAAAAAAAAAAAAAfAQAAX3JlbHMvLnJlbHNQSwECLQAUAAYACAAAACEAgzejN8YAAADbAAAA&#10;DwAAAAAAAAAAAAAAAAAHAgAAZHJzL2Rvd25yZXYueG1sUEsFBgAAAAADAAMAtwAAAPoCAAAAAA==&#10;">
                    <v:stroke startarrow="oval" startarrowwidth="narrow" startarrowlength="short"/>
                    <o:lock v:ext="edit" shapetype="f"/>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62" o:spid="_x0000_s1108" type="#_x0000_t93" style="position:absolute;left:16287;top:15240;width:2953;height:53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uatxQAAANsAAAAPAAAAZHJzL2Rvd25yZXYueG1sRI9Pa8JA&#10;FMTvBb/D8gQvRTcVKxJdRSpikXrwH3h8ZJ9JMPs2ZleT+um7QsHjMDO/YSazxhTiTpXLLSv46EUg&#10;iBOrc04VHPbL7giE88gaC8uk4JcczKattwnG2ta8pfvOpyJA2MWoIPO+jKV0SUYGXc+WxME728qg&#10;D7JKpa6wDnBTyH4UDaXBnMNChiV9ZZRcdjejgOri+EhXg02zuG4Ww2Oyfj/9oFKddjMfg/DU+Ff4&#10;v/2tFXwO4Pkl/AA5/QMAAP//AwBQSwECLQAUAAYACAAAACEA2+H2y+4AAACFAQAAEwAAAAAAAAAA&#10;AAAAAAAAAAAAW0NvbnRlbnRfVHlwZXNdLnhtbFBLAQItABQABgAIAAAAIQBa9CxbvwAAABUBAAAL&#10;AAAAAAAAAAAAAAAAAB8BAABfcmVscy8ucmVsc1BLAQItABQABgAIAAAAIQAe5uatxQAAANsAAAAP&#10;AAAAAAAAAAAAAAAAAAcCAABkcnMvZG93bnJldi54bWxQSwUGAAAAAAMAAwC3AAAA+QIAAAAA&#10;" adj="19649" fillcolor="black" strokeweight="2pt">
                    <v:path arrowok="t"/>
                  </v:shape>
                  <v:shape id="Striped Right Arrow 63" o:spid="_x0000_s1109" type="#_x0000_t93" style="position:absolute;left:40767;top:15144;width:2952;height: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3ncwwAAANsAAAAPAAAAZHJzL2Rvd25yZXYueG1sRI/disIw&#10;FITvBd8hHME7TbuLItUouiCIsIj15/qQHNtic1KarNa33ywseDnMzDfMYtXZWjyo9ZVjBek4AUGs&#10;nam4UHA+bUczED4gG6wdk4IXeVgt+70FZsY9+UiPPBQiQthnqKAMocmk9Loki37sGuLo3VxrMUTZ&#10;FtK0+IxwW8uPJJlKixXHhRIb+ipJ3/Mfq0DrzXVnp/eQ7vefl+9Dvr0d0otSw0G3noMI1IV3+L+9&#10;MwomE/j7En+AXP4CAAD//wMAUEsBAi0AFAAGAAgAAAAhANvh9svuAAAAhQEAABMAAAAAAAAAAAAA&#10;AAAAAAAAAFtDb250ZW50X1R5cGVzXS54bWxQSwECLQAUAAYACAAAACEAWvQsW78AAAAVAQAACwAA&#10;AAAAAAAAAAAAAAAfAQAAX3JlbHMvLnJlbHNQSwECLQAUAAYACAAAACEAB2d53MMAAADbAAAADwAA&#10;AAAAAAAAAAAAAAAHAgAAZHJzL2Rvd25yZXYueG1sUEsFBgAAAAADAAMAtwAAAPcCAAAAAA==&#10;" adj="19649" fillcolor="black" strokeweight="2pt">
                    <v:path arrowok="t"/>
                  </v:shape>
                </v:group>
                <v:shape id="Text Box 251" o:spid="_x0000_s1110" type="#_x0000_t202" style="position:absolute;left:41917;top:19040;width:1524;height:162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GRZwwAAANsAAAAPAAAAZHJzL2Rvd25yZXYueG1sRI/NasMw&#10;EITvhbyD2EBvjZxCQ3AsmyRtIfRQyM8DLNbaMrZWxpIdt09fFQo9DjPzDZMVs+3ERINvHCtYrxIQ&#10;xKXTDdcKbtf3py0IH5A1do5JwRd5KPLFQ4apdnc+03QJtYgQ9ikqMCH0qZS+NGTRr1xPHL3KDRZD&#10;lEMt9YD3CLedfE6SjbTYcFww2NPRUNleRqvg7WStOx/ab0Of0/j6Eba60qVSj8t5vwMRaA7/4b/2&#10;SSt42cDvl/gDZP4DAAD//wMAUEsBAi0AFAAGAAgAAAAhANvh9svuAAAAhQEAABMAAAAAAAAAAAAA&#10;AAAAAAAAAFtDb250ZW50X1R5cGVzXS54bWxQSwECLQAUAAYACAAAACEAWvQsW78AAAAVAQAACwAA&#10;AAAAAAAAAAAAAAAfAQAAX3JlbHMvLnJlbHNQSwECLQAUAAYACAAAACEAOlRkWcMAAADbAAAADwAA&#10;AAAAAAAAAAAAAAAHAgAAZHJzL2Rvd25yZXYueG1sUEsFBgAAAAADAAMAtwAAAPcCAAAAAA==&#10;" stroked="f" strokeweight=".5pt">
                  <v:path arrowok="t"/>
                  <v:textbox style="mso-fit-shape-to-text:t" inset="0,0,0,0">
                    <w:txbxContent>
                      <w:p w:rsidR="0034536E" w:rsidRDefault="0034536E" w:rsidP="007F1CDA">
                        <w:pPr>
                          <w:pStyle w:val="NormalWeb"/>
                          <w:spacing w:line="240" w:lineRule="exact"/>
                        </w:pPr>
                        <w:r>
                          <w:rPr>
                            <w:sz w:val="20"/>
                            <w:szCs w:val="20"/>
                            <w:lang w:val="en-GB"/>
                          </w:rPr>
                          <w:t>g/2</w:t>
                        </w:r>
                      </w:p>
                    </w:txbxContent>
                  </v:textbox>
                </v:shape>
                <v:shape id="Text Box 252" o:spid="_x0000_s1111" type="#_x0000_t202" style="position:absolute;left:42011;top:22368;width:1525;height:162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MHCxAAAANsAAAAPAAAAZHJzL2Rvd25yZXYueG1sRI/BasMw&#10;EETvgf6D2EJuidxAW+NEMU3SQuihYCcfsFgby9haGUtxnH59VSj0OMzMG2aTT7YTIw2+cazgaZmA&#10;IK6cbrhWcD59LFIQPiBr7ByTgjt5yLcPsw1m2t24oLEMtYgQ9hkqMCH0mZS+MmTRL11PHL2LGyyG&#10;KIda6gFvEW47uUqSF2mx4bhgsKe9oaotr1bB+9FaV+zab0Nf4/XwGVJ90ZVS88fpbQ0i0BT+w3/t&#10;o1bw/Aq/X+IPkNsfAAAA//8DAFBLAQItABQABgAIAAAAIQDb4fbL7gAAAIUBAAATAAAAAAAAAAAA&#10;AAAAAAAAAABbQ29udGVudF9UeXBlc10ueG1sUEsBAi0AFAAGAAgAAAAhAFr0LFu/AAAAFQEAAAsA&#10;AAAAAAAAAAAAAAAAHwEAAF9yZWxzLy5yZWxzUEsBAi0AFAAGAAgAAAAhAFUYwcLEAAAA2wAAAA8A&#10;AAAAAAAAAAAAAAAABwIAAGRycy9kb3ducmV2LnhtbFBLBQYAAAAAAwADALcAAAD4AgAAAAA=&#10;" stroked="f" strokeweight=".5pt">
                  <v:path arrowok="t"/>
                  <v:textbox style="mso-fit-shape-to-text:t" inset="0,0,0,0">
                    <w:txbxContent>
                      <w:p w:rsidR="0034536E" w:rsidRDefault="0034536E" w:rsidP="007F1CDA">
                        <w:pPr>
                          <w:pStyle w:val="NormalWeb"/>
                          <w:spacing w:line="240" w:lineRule="exact"/>
                        </w:pPr>
                        <w:r>
                          <w:rPr>
                            <w:sz w:val="20"/>
                            <w:szCs w:val="20"/>
                            <w:lang w:val="en-GB"/>
                          </w:rPr>
                          <w:t>g/2</w:t>
                        </w:r>
                      </w:p>
                    </w:txbxContent>
                  </v:textbox>
                </v:shape>
                <v:shape id="Text Box 2" o:spid="_x0000_s1112" type="#_x0000_t202" style="position:absolute;left:2572;top:4287;width:1276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9L+vgAAANsAAAAPAAAAZHJzL2Rvd25yZXYueG1sRE9Li8Iw&#10;EL4v+B/CCN7WVMFlqUYRH+DBy7r1PjRjU2wmpRlt/ffmsLDHj++92gy+UU/qYh3YwGyagSIug625&#10;MlD8Hj+/QUVBttgEJgMvirBZjz5WmNvQ8w89L1KpFMIxRwNOpM21jqUjj3EaWuLE3ULnURLsKm07&#10;7FO4b/Q8y760x5pTg8OWdo7K++XhDYjY7exVHHw8XYfzvndZucDCmMl42C5BCQ3yL/5zn6yBRRqb&#10;vqQfoNdvAAAA//8DAFBLAQItABQABgAIAAAAIQDb4fbL7gAAAIUBAAATAAAAAAAAAAAAAAAAAAAA&#10;AABbQ29udGVudF9UeXBlc10ueG1sUEsBAi0AFAAGAAgAAAAhAFr0LFu/AAAAFQEAAAsAAAAAAAAA&#10;AAAAAAAAHwEAAF9yZWxzLy5yZWxzUEsBAi0AFAAGAAgAAAAhAKKf0v6+AAAA2wAAAA8AAAAAAAAA&#10;AAAAAAAABwIAAGRycy9kb3ducmV2LnhtbFBLBQYAAAAAAwADALcAAADyAgAAAAA=&#10;" filled="f" stroked="f">
                  <v:textbox style="mso-fit-shape-to-text:t">
                    <w:txbxContent>
                      <w:p w:rsidR="0034536E" w:rsidRDefault="0034536E" w:rsidP="007F1CDA">
                        <w:pPr>
                          <w:pStyle w:val="NormalWeb"/>
                          <w:spacing w:line="240" w:lineRule="exact"/>
                        </w:pPr>
                        <w:r>
                          <w:rPr>
                            <w:rFonts w:eastAsia="Calibri"/>
                            <w:color w:val="000000"/>
                            <w:sz w:val="20"/>
                            <w:szCs w:val="20"/>
                            <w:lang w:val="en-GB"/>
                          </w:rPr>
                          <w:t>Nominal emitter box</w:t>
                        </w:r>
                      </w:p>
                    </w:txbxContent>
                  </v:textbox>
                </v:shape>
                <v:shape id="Text Box 2" o:spid="_x0000_s1113" type="#_x0000_t202" style="position:absolute;left:2096;top:6668;width:962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3dlwQAAANsAAAAPAAAAZHJzL2Rvd25yZXYueG1sRI9Ba8JA&#10;FITvBf/D8gre6kbBoqmriFbw0Isa74/sazY0+zZkX038992C4HGYmW+Y1WbwjbpRF+vABqaTDBRx&#10;GWzNlYHicnhbgIqCbLEJTAbuFGGzHr2sMLeh5xPdzlKpBOGYowEn0uZax9KRxzgJLXHyvkPnUZLs&#10;Km077BPcN3qWZe/aY81pwWFLO0flz/nXGxCx2+m9+PTxeB2+9r3LyjkWxoxfh+0HKKFBnuFH+2gN&#10;zJfw/yX9AL3+AwAA//8DAFBLAQItABQABgAIAAAAIQDb4fbL7gAAAIUBAAATAAAAAAAAAAAAAAAA&#10;AAAAAABbQ29udGVudF9UeXBlc10ueG1sUEsBAi0AFAAGAAgAAAAhAFr0LFu/AAAAFQEAAAsAAAAA&#10;AAAAAAAAAAAAHwEAAF9yZWxzLy5yZWxzUEsBAi0AFAAGAAgAAAAhAM3Td2XBAAAA2wAAAA8AAAAA&#10;AAAAAAAAAAAABwIAAGRycy9kb3ducmV2LnhtbFBLBQYAAAAAAwADALcAAAD1AgAAAAA=&#10;" filled="f" stroked="f">
                  <v:textbox style="mso-fit-shape-to-text:t">
                    <w:txbxContent>
                      <w:p w:rsidR="0034536E" w:rsidRDefault="0034536E" w:rsidP="007F1CDA">
                        <w:pPr>
                          <w:pStyle w:val="NormalWeb"/>
                          <w:spacing w:line="240" w:lineRule="exact"/>
                        </w:pPr>
                        <w:r>
                          <w:rPr>
                            <w:rFonts w:eastAsia="Calibri"/>
                            <w:color w:val="000000"/>
                            <w:sz w:val="20"/>
                            <w:szCs w:val="20"/>
                            <w:lang w:val="en-GB"/>
                          </w:rPr>
                          <w:t>Reference axis</w:t>
                        </w:r>
                      </w:p>
                    </w:txbxContent>
                  </v:textbox>
                </v:shape>
                <v:shape id="Text Box 2" o:spid="_x0000_s1114" type="#_x0000_t202" style="position:absolute;width:17621;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rsidR="0034536E" w:rsidRDefault="0034536E" w:rsidP="007F1CDA">
                        <w:pPr>
                          <w:pStyle w:val="NormalWeb"/>
                          <w:spacing w:line="240" w:lineRule="exact"/>
                        </w:pPr>
                        <w:r>
                          <w:rPr>
                            <w:rFonts w:eastAsia="Calibri"/>
                            <w:sz w:val="20"/>
                            <w:szCs w:val="20"/>
                            <w:lang w:val="en-GB"/>
                          </w:rPr>
                          <w:t xml:space="preserve">Reference lug contact plane </w:t>
                        </w:r>
                        <w:r w:rsidRPr="00ED50A2">
                          <w:rPr>
                            <w:rFonts w:eastAsia="Calibri"/>
                            <w:sz w:val="20"/>
                            <w:szCs w:val="20"/>
                            <w:vertAlign w:val="superscript"/>
                            <w:lang w:val="en-GB"/>
                          </w:rPr>
                          <w:t>9</w:t>
                        </w:r>
                        <w:r w:rsidRPr="00ED50A2">
                          <w:rPr>
                            <w:rFonts w:eastAsia="Calibri"/>
                            <w:sz w:val="20"/>
                            <w:szCs w:val="20"/>
                            <w:lang w:val="en-GB"/>
                          </w:rPr>
                          <w:t xml:space="preserve"> </w:t>
                        </w:r>
                      </w:p>
                      <w:p w:rsidR="0034536E" w:rsidRDefault="0034536E" w:rsidP="007F1CDA">
                        <w:pPr>
                          <w:pStyle w:val="NormalWeb"/>
                          <w:spacing w:line="240" w:lineRule="exact"/>
                        </w:pPr>
                        <w:r>
                          <w:rPr>
                            <w:rFonts w:eastAsia="Calibri"/>
                            <w:sz w:val="20"/>
                            <w:szCs w:val="20"/>
                            <w:lang w:val="en-GB"/>
                          </w:rPr>
                          <w:t>(dimension h see table 1)</w:t>
                        </w:r>
                      </w:p>
                    </w:txbxContent>
                  </v:textbox>
                </v:shape>
                <v:shape id="Text Box 2" o:spid="_x0000_s1115" type="#_x0000_t202" style="position:absolute;left:24670;top:1334;width:228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HewgAAANsAAAAPAAAAZHJzL2Rvd25yZXYueG1sRI/BasMw&#10;EETvhfyD2EJvjexCQ3Aim9C0kEMvTZz7Ym0tU2tlrG3s/H0VCPQ4zMwbZlvNvlcXGmMX2EC+zEAR&#10;N8F23BqoTx/Pa1BRkC32gcnAlSJU5eJhi4UNE3/R5SitShCOBRpwIkOhdWwceYzLMBAn7zuMHiXJ&#10;sdV2xCnBfa9fsmylPXacFhwO9Oao+Tn+egMidpdf63cfD+f5cz+5rHnF2pinx3m3ASU0y3/43j5Y&#10;A6scbl/SD9DlHwAAAP//AwBQSwECLQAUAAYACAAAACEA2+H2y+4AAACFAQAAEwAAAAAAAAAAAAAA&#10;AAAAAAAAW0NvbnRlbnRfVHlwZXNdLnhtbFBLAQItABQABgAIAAAAIQBa9CxbvwAAABUBAAALAAAA&#10;AAAAAAAAAAAAAB8BAABfcmVscy8ucmVsc1BLAQItABQABgAIAAAAIQD9ybHewgAAANsAAAAPAAAA&#10;AAAAAAAAAAAAAAcCAABkcnMvZG93bnJldi54bWxQSwUGAAAAAAMAAwC3AAAA9gIAAAAA&#10;" filled="f" stroked="f">
                  <v:textbox style="mso-fit-shape-to-text:t">
                    <w:txbxContent>
                      <w:p w:rsidR="0034536E" w:rsidRDefault="0034536E" w:rsidP="007F1CDA">
                        <w:pPr>
                          <w:pStyle w:val="NormalWeb"/>
                          <w:spacing w:line="240" w:lineRule="exact"/>
                        </w:pPr>
                        <w:r>
                          <w:rPr>
                            <w:sz w:val="20"/>
                            <w:szCs w:val="20"/>
                            <w:lang w:val="en-GB"/>
                          </w:rPr>
                          <w:t>h</w:t>
                        </w:r>
                        <w:r>
                          <w:rPr>
                            <w:rFonts w:eastAsia="Calibri"/>
                            <w:color w:val="000000"/>
                            <w:sz w:val="20"/>
                            <w:szCs w:val="20"/>
                            <w:lang w:val="en-GB"/>
                          </w:rPr>
                          <w:t xml:space="preserve">  </w:t>
                        </w:r>
                      </w:p>
                    </w:txbxContent>
                  </v:textbox>
                </v:shape>
                <v:shape id="Text Box 2" o:spid="_x0000_s1116" type="#_x0000_t202" style="position:absolute;left:28766;top:41242;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y+pwQAAANsAAAAPAAAAZHJzL2Rvd25yZXYueG1sRI9Ba8JA&#10;FITvgv9heYI33SgoJbqK1BY89KKN90f2mQ3Nvg3Zp4n/vlsoeBxm5htmux98ox7UxTqwgcU8A0Vc&#10;BltzZaD4/py9gYqCbLEJTAaeFGG/G4+2mNvQ85keF6lUgnDM0YATaXOtY+nIY5yHljh5t9B5lCS7&#10;StsO+wT3jV5m2Vp7rDktOGzp3VH5c7l7AyL2sHgWHz6ersPXsXdZucLCmOlkOGxACQ3yCv+3T9bA&#10;egl/X9IP0LtfAAAA//8DAFBLAQItABQABgAIAAAAIQDb4fbL7gAAAIUBAAATAAAAAAAAAAAAAAAA&#10;AAAAAABbQ29udGVudF9UeXBlc10ueG1sUEsBAi0AFAAGAAgAAAAhAFr0LFu/AAAAFQEAAAsAAAAA&#10;AAAAAAAAAAAAHwEAAF9yZWxzLy5yZWxzUEsBAi0AFAAGAAgAAAAhAA0bL6nBAAAA2wAAAA8AAAAA&#10;AAAAAAAAAAAABwIAAGRycy9kb3ducmV2LnhtbFBLBQYAAAAAAwADALcAAAD1AgAAAAA=&#10;" filled="f" stroked="f">
                  <v:textbox style="mso-fit-shape-to-text:t">
                    <w:txbxContent>
                      <w:p w:rsidR="0034536E" w:rsidRDefault="0034536E" w:rsidP="007F1CDA">
                        <w:pPr>
                          <w:pStyle w:val="NormalWeb"/>
                          <w:spacing w:line="240" w:lineRule="exact"/>
                        </w:pPr>
                        <w:r>
                          <w:rPr>
                            <w:sz w:val="20"/>
                            <w:szCs w:val="20"/>
                            <w:lang w:val="en-GB"/>
                          </w:rPr>
                          <w:t>c</w:t>
                        </w:r>
                        <w:r>
                          <w:rPr>
                            <w:rFonts w:eastAsia="Calibri"/>
                            <w:color w:val="000000"/>
                            <w:sz w:val="20"/>
                            <w:szCs w:val="20"/>
                            <w:lang w:val="en-GB"/>
                          </w:rPr>
                          <w:t xml:space="preserve">   </w:t>
                        </w:r>
                      </w:p>
                    </w:txbxContent>
                  </v:textbox>
                </v:shape>
                <v:shape id="Text Box 2" o:spid="_x0000_s1117" type="#_x0000_t202" style="position:absolute;left:23432;top:29906;width:381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4oywgAAANsAAAAPAAAAZHJzL2Rvd25yZXYueG1sRI/NasMw&#10;EITvhb6D2EBujZyWhuBENqE/kEMvTZz7Ym0sE2tlrG3svH1UKPQ4zMw3zLacfKeuNMQ2sIHlIgNF&#10;XAfbcmOgOn4+rUFFQbbYBSYDN4pQFo8PW8xtGPmbrgdpVIJwzNGAE+lzrWPtyGNchJ44eecweJQk&#10;h0bbAccE951+zrKV9thyWnDY05uj+nL48QZE7G55qz583J+mr/fRZfUrVsbMZ9NuA0pokv/wX3tv&#10;Daxe4PdL+gG6uAMAAP//AwBQSwECLQAUAAYACAAAACEA2+H2y+4AAACFAQAAEwAAAAAAAAAAAAAA&#10;AAAAAAAAW0NvbnRlbnRfVHlwZXNdLnhtbFBLAQItABQABgAIAAAAIQBa9CxbvwAAABUBAAALAAAA&#10;AAAAAAAAAAAAAB8BAABfcmVscy8ucmVsc1BLAQItABQABgAIAAAAIQBiV4oywgAAANsAAAAPAAAA&#10;AAAAAAAAAAAAAAcCAABkcnMvZG93bnJldi54bWxQSwUGAAAAAAMAAwC3AAAA9gIAAAAA&#10;" filled="f" stroked="f">
                  <v:textbox style="mso-fit-shape-to-text:t">
                    <w:txbxContent>
                      <w:p w:rsidR="0034536E" w:rsidRDefault="0034536E" w:rsidP="007F1CDA">
                        <w:pPr>
                          <w:pStyle w:val="NormalWeb"/>
                          <w:spacing w:line="240" w:lineRule="exact"/>
                        </w:pPr>
                        <w:r>
                          <w:rPr>
                            <w:sz w:val="20"/>
                            <w:szCs w:val="20"/>
                            <w:lang w:val="en-GB"/>
                          </w:rPr>
                          <w:t>f/2</w:t>
                        </w:r>
                        <w:r>
                          <w:rPr>
                            <w:rFonts w:eastAsia="Calibri"/>
                            <w:color w:val="000000"/>
                            <w:sz w:val="20"/>
                            <w:szCs w:val="20"/>
                            <w:lang w:val="en-GB"/>
                          </w:rPr>
                          <w:t xml:space="preserve">   </w:t>
                        </w:r>
                      </w:p>
                    </w:txbxContent>
                  </v:textbox>
                </v:shape>
                <v:shape id="Text Box 2" o:spid="_x0000_s1118" type="#_x0000_t202" style="position:absolute;left:33719;top:29811;width:381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BySwAAAANwAAAAPAAAAZHJzL2Rvd25yZXYueG1sRE9La8JA&#10;EL4X/A/LFHqrG4UWTV1FfICHXtR4H7LTbGh2NmRHE/+9KxR6m4/vOYvV4Bt1oy7WgQ1Mxhko4jLY&#10;misDxXn/PgMVBdliE5gM3CnCajl6WWBuQ89Hup2kUimEY44GnEibax1LRx7jOLTEifsJnUdJsKu0&#10;7bBP4b7R0yz71B5rTg0OW9o4Kn9PV29AxK4n92Ln4+EyfG97l5UfWBjz9jqsv0AJDfIv/nMfbJo/&#10;n8LzmXSBXj4AAAD//wMAUEsBAi0AFAAGAAgAAAAhANvh9svuAAAAhQEAABMAAAAAAAAAAAAAAAAA&#10;AAAAAFtDb250ZW50X1R5cGVzXS54bWxQSwECLQAUAAYACAAAACEAWvQsW78AAAAVAQAACwAAAAAA&#10;AAAAAAAAAAAfAQAAX3JlbHMvLnJlbHNQSwECLQAUAAYACAAAACEA6UAcksAAAADcAAAADwAAAAAA&#10;AAAAAAAAAAAHAgAAZHJzL2Rvd25yZXYueG1sUEsFBgAAAAADAAMAtwAAAPQCAAAAAA==&#10;" filled="f" stroked="f">
                  <v:textbox style="mso-fit-shape-to-text:t">
                    <w:txbxContent>
                      <w:p w:rsidR="0034536E" w:rsidRDefault="0034536E" w:rsidP="007F1CDA">
                        <w:pPr>
                          <w:pStyle w:val="NormalWeb"/>
                          <w:spacing w:line="240" w:lineRule="exact"/>
                        </w:pPr>
                        <w:r>
                          <w:rPr>
                            <w:sz w:val="20"/>
                            <w:szCs w:val="20"/>
                            <w:lang w:val="en-GB"/>
                          </w:rPr>
                          <w:t>f/2</w:t>
                        </w:r>
                        <w:r>
                          <w:rPr>
                            <w:rFonts w:eastAsia="Calibri"/>
                            <w:color w:val="000000"/>
                            <w:sz w:val="20"/>
                            <w:szCs w:val="20"/>
                            <w:lang w:val="en-GB"/>
                          </w:rPr>
                          <w:t xml:space="preserve">   </w:t>
                        </w:r>
                      </w:p>
                    </w:txbxContent>
                  </v:textbox>
                </v:shape>
                <v:shape id="Text Box 2" o:spid="_x0000_s1119" type="#_x0000_t202" style="position:absolute;top:10098;width:13145;height:4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LkJwAAAANwAAAAPAAAAZHJzL2Rvd25yZXYueG1sRE9Na8JA&#10;EL0X/A/LCL3VjUqLTV1F1IIHL9V4H7LTbGh2NmRHE/99t1DwNo/3Ocv14Bt1oy7WgQ1MJxko4jLY&#10;misDxfnzZQEqCrLFJjAZuFOE9Wr0tMTchp6/6HaSSqUQjjkacCJtrnUsHXmMk9ASJ+47dB4lwa7S&#10;tsM+hftGz7LsTXusOTU4bGnrqPw5Xb0BEbuZ3ou9j4fLcNz1LitfsTDmeTxsPkAJDfIQ/7sPNs1/&#10;n8PfM+kCvfoFAAD//wMAUEsBAi0AFAAGAAgAAAAhANvh9svuAAAAhQEAABMAAAAAAAAAAAAAAAAA&#10;AAAAAFtDb250ZW50X1R5cGVzXS54bWxQSwECLQAUAAYACAAAACEAWvQsW78AAAAVAQAACwAAAAAA&#10;AAAAAAAAAAAfAQAAX3JlbHMvLnJlbHNQSwECLQAUAAYACAAAACEAhgy5CcAAAADcAAAADwAAAAAA&#10;AAAAAAAAAAAHAgAAZHJzL2Rvd25yZXYueG1sUEsFBgAAAAADAAMAtwAAAPQCAAAAAA==&#10;" filled="f" stroked="f">
                  <v:textbox style="mso-fit-shape-to-text:t">
                    <w:txbxContent>
                      <w:p w:rsidR="0034536E" w:rsidRDefault="008D6304" w:rsidP="008D6304">
                        <w:pPr>
                          <w:pStyle w:val="NormalWeb"/>
                          <w:spacing w:line="480" w:lineRule="auto"/>
                        </w:pPr>
                        <w:r>
                          <w:rPr>
                            <w:rFonts w:eastAsia="MS Mincho"/>
                          </w:rPr>
                          <w:t>"</w:t>
                        </w:r>
                        <w:r w:rsidR="0034536E">
                          <w:rPr>
                            <w:rFonts w:eastAsia="Arial"/>
                            <w:sz w:val="20"/>
                            <w:szCs w:val="20"/>
                            <w:lang w:val="en-GB"/>
                          </w:rPr>
                          <w:t>Low scatter zone</w:t>
                        </w:r>
                        <w:r>
                          <w:rPr>
                            <w:rFonts w:eastAsia="MS Mincho"/>
                          </w:rPr>
                          <w:t>"</w:t>
                        </w:r>
                        <w:r w:rsidR="0034536E">
                          <w:rPr>
                            <w:rFonts w:eastAsia="Arial"/>
                            <w:sz w:val="20"/>
                            <w:szCs w:val="20"/>
                            <w:lang w:val="en-GB"/>
                          </w:rPr>
                          <w:t>**</w:t>
                        </w:r>
                      </w:p>
                    </w:txbxContent>
                  </v:textbox>
                </v:shape>
                <v:shape id="Text Box 2" o:spid="_x0000_s1120" type="#_x0000_t202" style="position:absolute;left:41434;top:5716;width:1495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SF9wAAAANwAAAAPAAAAZHJzL2Rvd25yZXYueG1sRE9Na8JA&#10;EL0X/A/LCL3VjWKLTV1F1IIHL9V4H7LTbGh2NmRHE/99t1DwNo/3Ocv14Bt1oy7WgQ1MJxko4jLY&#10;misDxfnzZQEqCrLFJjAZuFOE9Wr0tMTchp6/6HaSSqUQjjkacCJtrnUsHXmMk9ASJ+47dB4lwa7S&#10;tsM+hftGz7LsTXusOTU4bGnrqPw5Xb0BEbuZ3ou9j4fLcNz1LitfsTDmeTxsPkAJDfIQ/7sPNs1/&#10;n8PfM+kCvfoFAAD//wMAUEsBAi0AFAAGAAgAAAAhANvh9svuAAAAhQEAABMAAAAAAAAAAAAAAAAA&#10;AAAAAFtDb250ZW50X1R5cGVzXS54bWxQSwECLQAUAAYACAAAACEAWvQsW78AAAAVAQAACwAAAAAA&#10;AAAAAAAAAAAfAQAAX3JlbHMvLnJlbHNQSwECLQAUAAYACAAAACEACeUhfcAAAADcAAAADwAAAAAA&#10;AAAAAAAAAAAHAgAAZHJzL2Rvd25yZXYueG1sUEsFBgAAAAADAAMAtwAAAPQCAAAAAA==&#10;" filled="f" stroked="f">
                  <v:textbox style="mso-fit-shape-to-text:t">
                    <w:txbxContent>
                      <w:p w:rsidR="0034536E" w:rsidRDefault="008D6304" w:rsidP="007F1CDA">
                        <w:pPr>
                          <w:pStyle w:val="NormalWeb"/>
                          <w:spacing w:line="240" w:lineRule="exact"/>
                        </w:pPr>
                        <w:r>
                          <w:rPr>
                            <w:rFonts w:eastAsia="MS Mincho"/>
                          </w:rPr>
                          <w:t>"</w:t>
                        </w:r>
                        <w:r>
                          <w:rPr>
                            <w:rFonts w:eastAsia="Arial"/>
                            <w:sz w:val="20"/>
                            <w:szCs w:val="20"/>
                            <w:lang w:val="en-GB"/>
                          </w:rPr>
                          <w:t>Cut-off</w:t>
                        </w:r>
                        <w:r>
                          <w:rPr>
                            <w:rFonts w:eastAsia="MS Mincho"/>
                          </w:rPr>
                          <w:t>"</w:t>
                        </w:r>
                        <w:r w:rsidR="0034536E">
                          <w:rPr>
                            <w:rFonts w:eastAsia="Arial"/>
                            <w:sz w:val="20"/>
                            <w:szCs w:val="20"/>
                            <w:lang w:val="en-GB"/>
                          </w:rPr>
                          <w:t xml:space="preserve"> generating side</w:t>
                        </w:r>
                      </w:p>
                    </w:txbxContent>
                  </v:textbox>
                </v:shape>
                <v:shape id="Text Box 2" o:spid="_x0000_s1121" type="#_x0000_t202" style="position:absolute;left:42577;top:8859;width:13144;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YTmwAAAANwAAAAPAAAAZHJzL2Rvd25yZXYueG1sRE9Na8JA&#10;EL0X/A/LFLzVjYJFU1cRreChFzXeh+w0G5qdDdmpif++WxC8zeN9zmoz+EbdqIt1YAPTSQaKuAy2&#10;5spAcTm8LUBFQbbYBCYDd4qwWY9eVpjb0POJbmepVArhmKMBJ9LmWsfSkcc4CS1x4r5D51ES7Cpt&#10;O+xTuG/0LMvetceaU4PDlnaOyp/zrzcgYrfTe/Hp4/E6fO17l5VzLIwZvw7bD1BCgzzFD/fRpvnL&#10;Ofw/ky7Q6z8AAAD//wMAUEsBAi0AFAAGAAgAAAAhANvh9svuAAAAhQEAABMAAAAAAAAAAAAAAAAA&#10;AAAAAFtDb250ZW50X1R5cGVzXS54bWxQSwECLQAUAAYACAAAACEAWvQsW78AAAAVAQAACwAAAAAA&#10;AAAAAAAAAAAfAQAAX3JlbHMvLnJlbHNQSwECLQAUAAYACAAAACEAZqmE5sAAAADcAAAADwAAAAAA&#10;AAAAAAAAAAAHAgAAZHJzL2Rvd25yZXYueG1sUEsFBgAAAAADAAMAtwAAAPQCAAAAAA==&#10;" filled="f" stroked="f">
                  <v:textbox style="mso-fit-shape-to-text:t">
                    <w:txbxContent>
                      <w:p w:rsidR="0034536E" w:rsidRDefault="008D6304" w:rsidP="007F1CDA">
                        <w:pPr>
                          <w:pStyle w:val="NormalWeb"/>
                          <w:spacing w:line="240" w:lineRule="exact"/>
                        </w:pPr>
                        <w:r>
                          <w:rPr>
                            <w:rFonts w:eastAsia="MS Mincho"/>
                          </w:rPr>
                          <w:t>"</w:t>
                        </w:r>
                        <w:r>
                          <w:rPr>
                            <w:rFonts w:eastAsia="Arial"/>
                            <w:sz w:val="20"/>
                            <w:szCs w:val="20"/>
                            <w:lang w:val="en-GB"/>
                          </w:rPr>
                          <w:t>Low scatter zone</w:t>
                        </w:r>
                        <w:r>
                          <w:rPr>
                            <w:rFonts w:eastAsia="MS Mincho"/>
                          </w:rPr>
                          <w:t>"</w:t>
                        </w:r>
                        <w:r w:rsidR="0034536E">
                          <w:rPr>
                            <w:rFonts w:eastAsia="Arial"/>
                            <w:sz w:val="20"/>
                            <w:szCs w:val="20"/>
                            <w:lang w:val="en-GB"/>
                          </w:rPr>
                          <w:t>**</w:t>
                        </w:r>
                      </w:p>
                    </w:txbxContent>
                  </v:textbox>
                </v:shape>
                <v:shape id="Text Box 2" o:spid="_x0000_s1122" type="#_x0000_t202" style="position:absolute;left:24670;top:33717;width:3715;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xqRwAAAANwAAAAPAAAAZHJzL2Rvd25yZXYueG1sRE9Na8JA&#10;EL0X/A/LFHqrGwVFU1cRreDBixrvQ3aaDc3OhuzUxH/fFQq9zeN9zmoz+EbdqYt1YAOTcQaKuAy2&#10;5spAcT28L0BFQbbYBCYDD4qwWY9eVpjb0POZ7hepVArhmKMBJ9LmWsfSkcc4Di1x4r5C51ES7Cpt&#10;O+xTuG/0NMvm2mPNqcFhSztH5fflxxsQsdvJo/j08XgbTvveZeUMC2PeXoftByihQf7Ff+6jTfOX&#10;c3g+ky7Q618AAAD//wMAUEsBAi0AFAAGAAgAAAAhANvh9svuAAAAhQEAABMAAAAAAAAAAAAAAAAA&#10;AAAAAFtDb250ZW50X1R5cGVzXS54bWxQSwECLQAUAAYACAAAACEAWvQsW78AAAAVAQAACwAAAAAA&#10;AAAAAAAAAAAfAQAAX3JlbHMvLnJlbHNQSwECLQAUAAYACAAAACEAlnsakcAAAADcAAAADwAAAAAA&#10;AAAAAAAAAAAHAgAAZHJzL2Rvd25yZXYueG1sUEsFBgAAAAADAAMAtwAAAPQCAAAAAA==&#10;" filled="f" stroked="f">
                  <v:textbox style="mso-fit-shape-to-text:t">
                    <w:txbxContent>
                      <w:p w:rsidR="0034536E" w:rsidRDefault="0034536E" w:rsidP="007F1CDA">
                        <w:pPr>
                          <w:pStyle w:val="NormalWeb"/>
                          <w:spacing w:line="240" w:lineRule="exact"/>
                        </w:pPr>
                        <w:r>
                          <w:rPr>
                            <w:rFonts w:eastAsia="Calibri"/>
                            <w:spacing w:val="-1"/>
                            <w:sz w:val="20"/>
                            <w:szCs w:val="20"/>
                            <w:lang w:val="en-GB"/>
                          </w:rPr>
                          <w:t>45°</w:t>
                        </w:r>
                        <w:r>
                          <w:rPr>
                            <w:rFonts w:eastAsia="Calibri"/>
                            <w:color w:val="000000"/>
                            <w:sz w:val="20"/>
                            <w:szCs w:val="20"/>
                            <w:lang w:val="en-GB"/>
                          </w:rPr>
                          <w:t xml:space="preserve">  </w:t>
                        </w:r>
                      </w:p>
                    </w:txbxContent>
                  </v:textbox>
                </v:shape>
                <v:shape id="Text Box 2" o:spid="_x0000_s1123" type="#_x0000_t202" style="position:absolute;left:32766;top:33907;width:371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78KwAAAANwAAAAPAAAAZHJzL2Rvd25yZXYueG1sRE9Na8JA&#10;EL0X/A/LCL3VjYKtTV1F1IIHL9V4H7LTbGh2NmRHE/99t1DwNo/3Ocv14Bt1oy7WgQ1MJxko4jLY&#10;misDxfnzZQEqCrLFJjAZuFOE9Wr0tMTchp6/6HaSSqUQjjkacCJtrnUsHXmMk9ASJ+47dB4lwa7S&#10;tsM+hftGz7LsVXusOTU4bGnrqPw5Xb0BEbuZ3ou9j4fLcNz1LivnWBjzPB42H6CEBnmI/90Hm+a/&#10;v8HfM+kCvfoFAAD//wMAUEsBAi0AFAAGAAgAAAAhANvh9svuAAAAhQEAABMAAAAAAAAAAAAAAAAA&#10;AAAAAFtDb250ZW50X1R5cGVzXS54bWxQSwECLQAUAAYACAAAACEAWvQsW78AAAAVAQAACwAAAAAA&#10;AAAAAAAAAAAfAQAAX3JlbHMvLnJlbHNQSwECLQAUAAYACAAAACEA+Te/CsAAAADcAAAADwAAAAAA&#10;AAAAAAAAAAAHAgAAZHJzL2Rvd25yZXYueG1sUEsFBgAAAAADAAMAtwAAAPQCAAAAAA==&#10;" filled="f" stroked="f">
                  <v:textbox style="mso-fit-shape-to-text:t">
                    <w:txbxContent>
                      <w:p w:rsidR="0034536E" w:rsidRDefault="0034536E" w:rsidP="007F1CDA">
                        <w:pPr>
                          <w:pStyle w:val="NormalWeb"/>
                          <w:spacing w:line="240" w:lineRule="exact"/>
                        </w:pPr>
                        <w:r>
                          <w:rPr>
                            <w:rFonts w:eastAsia="Calibri"/>
                            <w:spacing w:val="-1"/>
                            <w:sz w:val="20"/>
                            <w:szCs w:val="20"/>
                            <w:lang w:val="en-GB"/>
                          </w:rPr>
                          <w:t>45°</w:t>
                        </w:r>
                        <w:r>
                          <w:rPr>
                            <w:rFonts w:eastAsia="Calibri"/>
                            <w:color w:val="000000"/>
                            <w:sz w:val="20"/>
                            <w:szCs w:val="20"/>
                            <w:lang w:val="en-GB"/>
                          </w:rPr>
                          <w:t xml:space="preserve">  </w:t>
                        </w:r>
                      </w:p>
                    </w:txbxContent>
                  </v:textbox>
                </v:shape>
                <w10:anchorlock/>
              </v:group>
            </w:pict>
          </mc:Fallback>
        </mc:AlternateContent>
      </w:r>
    </w:p>
    <w:p w:rsidR="000960D4" w:rsidRPr="00A63548" w:rsidRDefault="000960D4" w:rsidP="000960D4">
      <w:pPr>
        <w:widowControl w:val="0"/>
        <w:spacing w:before="5"/>
        <w:rPr>
          <w:rFonts w:eastAsia="Calibri"/>
        </w:rPr>
      </w:pPr>
      <w:r w:rsidRPr="00A63548">
        <w:rPr>
          <w:rFonts w:eastAsia="Calibri"/>
          <w:spacing w:val="-1"/>
        </w:rPr>
        <w:t xml:space="preserve">Table </w:t>
      </w:r>
      <w:r w:rsidRPr="00A63548">
        <w:rPr>
          <w:rFonts w:eastAsia="Calibri"/>
        </w:rPr>
        <w:t>2</w:t>
      </w:r>
    </w:p>
    <w:p w:rsidR="000960D4" w:rsidRPr="00A63548" w:rsidRDefault="000960D4" w:rsidP="003F5427">
      <w:pPr>
        <w:widowControl w:val="0"/>
        <w:spacing w:after="120"/>
        <w:rPr>
          <w:rFonts w:eastAsia="Calibri"/>
          <w:b/>
        </w:rPr>
      </w:pPr>
      <w:r w:rsidRPr="00A63548">
        <w:rPr>
          <w:rFonts w:eastAsia="Calibri"/>
          <w:b/>
          <w:spacing w:val="-1"/>
        </w:rPr>
        <w:t>Dimensions</w:t>
      </w:r>
      <w:r w:rsidRPr="00A63548">
        <w:rPr>
          <w:rFonts w:eastAsia="Calibri"/>
          <w:b/>
        </w:rPr>
        <w:t xml:space="preserve"> of</w:t>
      </w:r>
      <w:r w:rsidRPr="00A63548">
        <w:rPr>
          <w:rFonts w:eastAsia="Calibri"/>
          <w:b/>
          <w:spacing w:val="1"/>
        </w:rPr>
        <w:t xml:space="preserve"> </w:t>
      </w:r>
      <w:r w:rsidRPr="00A63548">
        <w:rPr>
          <w:rFonts w:eastAsia="Calibri"/>
          <w:b/>
        </w:rPr>
        <w:t>the</w:t>
      </w:r>
      <w:r w:rsidRPr="00A63548">
        <w:rPr>
          <w:rFonts w:eastAsia="Calibri"/>
          <w:b/>
          <w:spacing w:val="-1"/>
        </w:rPr>
        <w:t xml:space="preserve"> nominal</w:t>
      </w:r>
      <w:r w:rsidRPr="00A63548">
        <w:rPr>
          <w:rFonts w:eastAsia="Calibri"/>
          <w:b/>
        </w:rPr>
        <w:t xml:space="preserve"> </w:t>
      </w:r>
      <w:r w:rsidRPr="00A63548">
        <w:rPr>
          <w:rFonts w:eastAsia="Calibri"/>
          <w:b/>
          <w:spacing w:val="-1"/>
        </w:rPr>
        <w:t xml:space="preserve">emitter </w:t>
      </w:r>
      <w:r w:rsidRPr="00A63548">
        <w:rPr>
          <w:rFonts w:eastAsia="Calibri"/>
          <w:b/>
        </w:rPr>
        <w:t>box</w:t>
      </w:r>
      <w:r w:rsidRPr="00A63548">
        <w:rPr>
          <w:rFonts w:eastAsia="Calibri"/>
          <w:b/>
          <w:spacing w:val="2"/>
        </w:rPr>
        <w:t xml:space="preserve"> </w:t>
      </w:r>
      <w:r w:rsidRPr="00A63548">
        <w:rPr>
          <w:rFonts w:eastAsia="Calibri"/>
          <w:b/>
        </w:rPr>
        <w:t xml:space="preserve">in </w:t>
      </w:r>
      <w:r w:rsidRPr="00A63548">
        <w:rPr>
          <w:rFonts w:eastAsia="Calibri"/>
          <w:b/>
          <w:spacing w:val="-1"/>
        </w:rPr>
        <w:t xml:space="preserve">Figure </w:t>
      </w:r>
      <w:r w:rsidRPr="00A63548">
        <w:rPr>
          <w:rFonts w:eastAsia="Calibri"/>
          <w:b/>
        </w:rPr>
        <w:t>3</w:t>
      </w:r>
    </w:p>
    <w:tbl>
      <w:tblPr>
        <w:tblStyle w:val="TableGrid30"/>
        <w:tblW w:w="0" w:type="auto"/>
        <w:jc w:val="center"/>
        <w:tblCellMar>
          <w:top w:w="57" w:type="dxa"/>
          <w:left w:w="57" w:type="dxa"/>
          <w:bottom w:w="57" w:type="dxa"/>
          <w:right w:w="57" w:type="dxa"/>
        </w:tblCellMar>
        <w:tblLook w:val="04A0" w:firstRow="1" w:lastRow="0" w:firstColumn="1" w:lastColumn="0" w:noHBand="0" w:noVBand="1"/>
      </w:tblPr>
      <w:tblGrid>
        <w:gridCol w:w="1413"/>
        <w:gridCol w:w="5756"/>
        <w:gridCol w:w="395"/>
        <w:gridCol w:w="574"/>
        <w:gridCol w:w="339"/>
      </w:tblGrid>
      <w:tr w:rsidR="000960D4" w:rsidRPr="00E15E3D" w:rsidTr="000D31AD">
        <w:trPr>
          <w:trHeight w:val="144"/>
          <w:jc w:val="center"/>
        </w:trPr>
        <w:tc>
          <w:tcPr>
            <w:tcW w:w="1413" w:type="dxa"/>
            <w:vMerge w:val="restart"/>
            <w:tcBorders>
              <w:right w:val="nil"/>
            </w:tcBorders>
          </w:tcPr>
          <w:p w:rsidR="000960D4" w:rsidRPr="00E15E3D" w:rsidRDefault="000960D4" w:rsidP="00403CAC">
            <w:pPr>
              <w:spacing w:before="5"/>
              <w:rPr>
                <w:rFonts w:ascii="Times New Roman" w:eastAsia="Calibri" w:hAnsi="Times New Roman" w:cs="Times New Roman"/>
                <w:sz w:val="18"/>
                <w:szCs w:val="18"/>
              </w:rPr>
            </w:pPr>
            <w:r w:rsidRPr="00E15E3D">
              <w:rPr>
                <w:rFonts w:ascii="Times New Roman" w:eastAsia="Calibri" w:hAnsi="Times New Roman" w:cs="Times New Roman"/>
                <w:sz w:val="18"/>
                <w:szCs w:val="18"/>
              </w:rPr>
              <w:t>Dimensions</w:t>
            </w:r>
          </w:p>
        </w:tc>
        <w:tc>
          <w:tcPr>
            <w:tcW w:w="6151" w:type="dxa"/>
            <w:gridSpan w:val="2"/>
            <w:tcBorders>
              <w:left w:val="nil"/>
            </w:tcBorders>
          </w:tcPr>
          <w:p w:rsidR="000960D4" w:rsidRPr="00E15E3D" w:rsidRDefault="000960D4" w:rsidP="00403CAC">
            <w:pPr>
              <w:spacing w:before="5"/>
              <w:rPr>
                <w:rFonts w:ascii="Times New Roman" w:eastAsia="Calibri" w:hAnsi="Times New Roman" w:cs="Times New Roman"/>
                <w:sz w:val="18"/>
                <w:szCs w:val="18"/>
              </w:rPr>
            </w:pPr>
          </w:p>
        </w:tc>
        <w:tc>
          <w:tcPr>
            <w:tcW w:w="574" w:type="dxa"/>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 xml:space="preserve">f </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g</w:t>
            </w:r>
          </w:p>
        </w:tc>
      </w:tr>
      <w:tr w:rsidR="000960D4" w:rsidRPr="00E15E3D" w:rsidTr="000D31AD">
        <w:trPr>
          <w:trHeight w:val="144"/>
          <w:jc w:val="center"/>
        </w:trPr>
        <w:tc>
          <w:tcPr>
            <w:tcW w:w="1413" w:type="dxa"/>
            <w:vMerge/>
          </w:tcPr>
          <w:p w:rsidR="000960D4" w:rsidRPr="00E15E3D" w:rsidRDefault="000960D4" w:rsidP="00403CAC">
            <w:pPr>
              <w:spacing w:before="5"/>
              <w:rPr>
                <w:rFonts w:ascii="Times New Roman" w:eastAsia="Calibri" w:hAnsi="Times New Roman" w:cs="Times New Roman"/>
                <w:sz w:val="18"/>
                <w:szCs w:val="18"/>
              </w:rPr>
            </w:pPr>
          </w:p>
        </w:tc>
        <w:tc>
          <w:tcPr>
            <w:tcW w:w="5756" w:type="dxa"/>
          </w:tcPr>
          <w:p w:rsidR="000960D4" w:rsidRPr="00E15E3D" w:rsidRDefault="000960D4" w:rsidP="00403CAC">
            <w:pPr>
              <w:spacing w:before="5"/>
              <w:rPr>
                <w:rFonts w:ascii="Times New Roman" w:eastAsia="Calibri" w:hAnsi="Times New Roman" w:cs="Times New Roman"/>
                <w:sz w:val="18"/>
                <w:szCs w:val="18"/>
              </w:rPr>
            </w:pPr>
          </w:p>
        </w:tc>
        <w:tc>
          <w:tcPr>
            <w:tcW w:w="395" w:type="dxa"/>
          </w:tcPr>
          <w:p w:rsidR="000960D4" w:rsidRPr="00E15E3D" w:rsidRDefault="000960D4" w:rsidP="00403CAC">
            <w:pPr>
              <w:spacing w:before="5"/>
              <w:rPr>
                <w:rFonts w:ascii="Times New Roman" w:eastAsia="Calibri" w:hAnsi="Times New Roman" w:cs="Times New Roman"/>
                <w:sz w:val="18"/>
                <w:szCs w:val="18"/>
              </w:rPr>
            </w:pPr>
            <w:r w:rsidRPr="00E15E3D">
              <w:rPr>
                <w:rFonts w:ascii="Times New Roman" w:eastAsia="Calibri" w:hAnsi="Times New Roman" w:cs="Times New Roman"/>
                <w:sz w:val="18"/>
                <w:szCs w:val="18"/>
              </w:rPr>
              <w:t>mm</w:t>
            </w:r>
          </w:p>
        </w:tc>
        <w:tc>
          <w:tcPr>
            <w:tcW w:w="574" w:type="dxa"/>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4.0</w:t>
            </w:r>
          </w:p>
        </w:tc>
        <w:tc>
          <w:tcPr>
            <w:tcW w:w="0" w:type="auto"/>
          </w:tcPr>
          <w:p w:rsidR="000960D4" w:rsidRPr="00E15E3D" w:rsidRDefault="0041729A" w:rsidP="00403CAC">
            <w:pPr>
              <w:spacing w:before="5"/>
              <w:jc w:val="center"/>
              <w:rPr>
                <w:rFonts w:ascii="Times New Roman" w:eastAsia="Calibri" w:hAnsi="Times New Roman" w:cs="Times New Roman"/>
                <w:sz w:val="18"/>
                <w:szCs w:val="18"/>
              </w:rPr>
            </w:pPr>
            <w:r>
              <w:rPr>
                <w:rFonts w:ascii="Times New Roman" w:eastAsia="Calibri" w:hAnsi="Times New Roman" w:cs="Times New Roman"/>
                <w:sz w:val="18"/>
                <w:szCs w:val="18"/>
              </w:rPr>
              <w:t>1.4</w:t>
            </w:r>
          </w:p>
        </w:tc>
      </w:tr>
      <w:tr w:rsidR="000960D4" w:rsidRPr="00E15E3D" w:rsidTr="000D31AD">
        <w:trPr>
          <w:trHeight w:val="144"/>
          <w:jc w:val="center"/>
        </w:trPr>
        <w:tc>
          <w:tcPr>
            <w:tcW w:w="7564" w:type="dxa"/>
            <w:gridSpan w:val="3"/>
          </w:tcPr>
          <w:p w:rsidR="000960D4" w:rsidRPr="00E15E3D" w:rsidRDefault="000960D4" w:rsidP="00403CAC">
            <w:pPr>
              <w:spacing w:before="5"/>
              <w:rPr>
                <w:rFonts w:ascii="Times New Roman" w:eastAsia="Calibri" w:hAnsi="Times New Roman" w:cs="Times New Roman"/>
                <w:strike/>
                <w:sz w:val="18"/>
                <w:szCs w:val="18"/>
                <w:vertAlign w:val="superscript"/>
              </w:rPr>
            </w:pPr>
            <w:r w:rsidRPr="00E15E3D">
              <w:rPr>
                <w:rFonts w:ascii="Times New Roman" w:eastAsia="Calibri" w:hAnsi="Times New Roman" w:cs="Times New Roman"/>
                <w:sz w:val="18"/>
                <w:szCs w:val="18"/>
              </w:rPr>
              <w:t>Number of equidistant subdivision to control deviation of luminance</w:t>
            </w:r>
          </w:p>
        </w:tc>
        <w:tc>
          <w:tcPr>
            <w:tcW w:w="574" w:type="dxa"/>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3</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2</w:t>
            </w:r>
          </w:p>
        </w:tc>
      </w:tr>
    </w:tbl>
    <w:p w:rsidR="000960D4" w:rsidRPr="00A63548" w:rsidRDefault="000960D4" w:rsidP="00E15E3D">
      <w:pPr>
        <w:widowControl w:val="0"/>
        <w:spacing w:before="120"/>
        <w:ind w:left="567" w:right="567"/>
        <w:jc w:val="both"/>
        <w:rPr>
          <w:bCs/>
          <w:snapToGrid w:val="0"/>
        </w:rPr>
      </w:pPr>
      <w:bookmarkStart w:id="3" w:name="Figure_4_–_Set-up_to_measure_the_luminou"/>
      <w:bookmarkStart w:id="4" w:name="Normalized_luminous_intensity_distributi"/>
      <w:bookmarkEnd w:id="3"/>
      <w:bookmarkEnd w:id="4"/>
      <w:r w:rsidRPr="00A63548">
        <w:rPr>
          <w:spacing w:val="-1"/>
        </w:rPr>
        <w:t xml:space="preserve">** The value of the maximum luminance in the </w:t>
      </w:r>
      <w:r w:rsidR="0034536E">
        <w:rPr>
          <w:rFonts w:eastAsia="MS Mincho"/>
        </w:rPr>
        <w:t>"</w:t>
      </w:r>
      <w:r w:rsidRPr="00A63548">
        <w:rPr>
          <w:spacing w:val="-1"/>
        </w:rPr>
        <w:t>low scatter zone</w:t>
      </w:r>
      <w:r w:rsidR="0034536E">
        <w:rPr>
          <w:rFonts w:eastAsia="MS Mincho"/>
        </w:rPr>
        <w:t>"</w:t>
      </w:r>
      <w:r w:rsidRPr="00A63548">
        <w:rPr>
          <w:spacing w:val="-1"/>
        </w:rPr>
        <w:t xml:space="preserve"> expressed as a percentage of the average luminance of the light emitting area shall be not higher than 10 per cent.</w:t>
      </w:r>
    </w:p>
    <w:p w:rsidR="000960D4" w:rsidRPr="00A63548" w:rsidRDefault="000960D4" w:rsidP="000960D4">
      <w:pPr>
        <w:pBdr>
          <w:bottom w:val="single" w:sz="12" w:space="1" w:color="auto"/>
        </w:pBdr>
        <w:tabs>
          <w:tab w:val="center" w:pos="4820"/>
          <w:tab w:val="right" w:pos="9639"/>
        </w:tabs>
        <w:ind w:right="-1"/>
        <w:rPr>
          <w:b/>
          <w:bCs/>
          <w:snapToGrid w:val="0"/>
        </w:rPr>
      </w:pPr>
      <w:r w:rsidRPr="00A63548">
        <w:rPr>
          <w:snapToGrid w:val="0"/>
        </w:rPr>
        <w:br w:type="page"/>
      </w:r>
      <w:r w:rsidRPr="00A63548">
        <w:rPr>
          <w:rFonts w:ascii="Arial" w:hAnsi="Arial" w:cs="Arial"/>
          <w:bCs/>
          <w:snapToGrid w:val="0"/>
        </w:rPr>
        <w:tab/>
      </w:r>
      <w:r w:rsidRPr="00A63548">
        <w:rPr>
          <w:b/>
          <w:bCs/>
          <w:snapToGrid w:val="0"/>
        </w:rPr>
        <w:t>Category L1</w:t>
      </w:r>
      <w:r w:rsidR="0041729A">
        <w:rPr>
          <w:b/>
          <w:bCs/>
          <w:snapToGrid w:val="0"/>
        </w:rPr>
        <w:t>A/6, L1B/6</w:t>
      </w:r>
      <w:r w:rsidRPr="00A63548">
        <w:rPr>
          <w:b/>
          <w:bCs/>
          <w:snapToGrid w:val="0"/>
        </w:rPr>
        <w:t xml:space="preserve"> </w:t>
      </w:r>
      <w:r w:rsidRPr="00A63548">
        <w:rPr>
          <w:b/>
          <w:bCs/>
          <w:snapToGrid w:val="0"/>
        </w:rPr>
        <w:tab/>
        <w:t>Sheet L1/4</w:t>
      </w:r>
    </w:p>
    <w:p w:rsidR="000960D4" w:rsidRPr="00A63548" w:rsidRDefault="000960D4" w:rsidP="000960D4">
      <w:pPr>
        <w:tabs>
          <w:tab w:val="left" w:pos="5103"/>
          <w:tab w:val="right" w:pos="8306"/>
        </w:tabs>
        <w:rPr>
          <w:rFonts w:ascii="Univers" w:hAnsi="Univers"/>
          <w:bCs/>
          <w:snapToGrid w:val="0"/>
          <w:lang w:val="en-US"/>
        </w:rPr>
      </w:pPr>
    </w:p>
    <w:p w:rsidR="000960D4" w:rsidRPr="00A63548" w:rsidRDefault="000960D4" w:rsidP="000960D4">
      <w:pPr>
        <w:widowControl w:val="0"/>
        <w:spacing w:before="69"/>
        <w:outlineLvl w:val="1"/>
        <w:rPr>
          <w:szCs w:val="22"/>
        </w:rPr>
      </w:pPr>
      <w:r w:rsidRPr="00A63548">
        <w:rPr>
          <w:b/>
          <w:bCs/>
          <w:spacing w:val="-1"/>
          <w:szCs w:val="22"/>
        </w:rPr>
        <w:t>Normalized</w:t>
      </w:r>
      <w:r w:rsidRPr="00A63548">
        <w:rPr>
          <w:b/>
          <w:bCs/>
          <w:szCs w:val="22"/>
        </w:rPr>
        <w:t xml:space="preserve"> </w:t>
      </w:r>
      <w:r w:rsidRPr="00A63548">
        <w:rPr>
          <w:b/>
          <w:bCs/>
          <w:spacing w:val="-1"/>
          <w:szCs w:val="22"/>
        </w:rPr>
        <w:t>luminous</w:t>
      </w:r>
      <w:r w:rsidRPr="00A63548">
        <w:rPr>
          <w:b/>
          <w:bCs/>
          <w:szCs w:val="22"/>
        </w:rPr>
        <w:t xml:space="preserve"> </w:t>
      </w:r>
      <w:r w:rsidRPr="00A63548">
        <w:rPr>
          <w:b/>
          <w:bCs/>
          <w:spacing w:val="-1"/>
          <w:szCs w:val="22"/>
        </w:rPr>
        <w:t>intensity</w:t>
      </w:r>
      <w:r w:rsidRPr="00A63548">
        <w:rPr>
          <w:b/>
          <w:bCs/>
          <w:szCs w:val="22"/>
        </w:rPr>
        <w:t xml:space="preserve"> </w:t>
      </w:r>
      <w:r w:rsidRPr="00A63548">
        <w:rPr>
          <w:b/>
          <w:bCs/>
          <w:spacing w:val="-1"/>
          <w:szCs w:val="22"/>
        </w:rPr>
        <w:t>distribution:</w:t>
      </w:r>
    </w:p>
    <w:p w:rsidR="000960D4" w:rsidRPr="00A63548" w:rsidRDefault="000960D4" w:rsidP="000960D4">
      <w:pPr>
        <w:widowControl w:val="0"/>
        <w:ind w:right="297"/>
        <w:jc w:val="both"/>
        <w:rPr>
          <w:spacing w:val="-1"/>
          <w:szCs w:val="22"/>
        </w:rPr>
      </w:pPr>
    </w:p>
    <w:p w:rsidR="000960D4" w:rsidRPr="00A63548" w:rsidRDefault="000960D4" w:rsidP="000960D4">
      <w:pPr>
        <w:widowControl w:val="0"/>
        <w:ind w:left="161" w:right="297"/>
        <w:jc w:val="both"/>
        <w:rPr>
          <w:spacing w:val="-1"/>
          <w:szCs w:val="22"/>
        </w:rPr>
      </w:pPr>
      <w:r w:rsidRPr="00A63548">
        <w:rPr>
          <w:spacing w:val="-1"/>
          <w:szCs w:val="22"/>
        </w:rPr>
        <w:t>The following</w:t>
      </w:r>
      <w:r w:rsidRPr="00A63548">
        <w:rPr>
          <w:spacing w:val="-3"/>
          <w:szCs w:val="22"/>
        </w:rPr>
        <w:t xml:space="preserve"> </w:t>
      </w:r>
      <w:r w:rsidRPr="00A63548">
        <w:rPr>
          <w:szCs w:val="22"/>
        </w:rPr>
        <w:t xml:space="preserve">test is </w:t>
      </w:r>
      <w:r w:rsidRPr="00A63548">
        <w:rPr>
          <w:spacing w:val="-1"/>
          <w:szCs w:val="22"/>
        </w:rPr>
        <w:t>intended</w:t>
      </w:r>
      <w:r w:rsidRPr="00A63548">
        <w:rPr>
          <w:szCs w:val="22"/>
        </w:rPr>
        <w:t xml:space="preserve"> to </w:t>
      </w:r>
      <w:r w:rsidRPr="00A63548">
        <w:rPr>
          <w:spacing w:val="-1"/>
          <w:szCs w:val="22"/>
        </w:rPr>
        <w:t xml:space="preserve">determine </w:t>
      </w:r>
      <w:r w:rsidRPr="00A63548">
        <w:rPr>
          <w:szCs w:val="22"/>
        </w:rPr>
        <w:t>the</w:t>
      </w:r>
      <w:r w:rsidRPr="00A63548">
        <w:rPr>
          <w:spacing w:val="-1"/>
          <w:szCs w:val="22"/>
        </w:rPr>
        <w:t xml:space="preserve"> normalized</w:t>
      </w:r>
      <w:r w:rsidRPr="00A63548">
        <w:rPr>
          <w:szCs w:val="22"/>
        </w:rPr>
        <w:t xml:space="preserve"> luminous </w:t>
      </w:r>
      <w:r w:rsidRPr="00A63548">
        <w:rPr>
          <w:spacing w:val="-1"/>
          <w:szCs w:val="22"/>
        </w:rPr>
        <w:t>intensity</w:t>
      </w:r>
      <w:r w:rsidRPr="00A63548">
        <w:rPr>
          <w:spacing w:val="-5"/>
          <w:szCs w:val="22"/>
        </w:rPr>
        <w:t xml:space="preserve"> </w:t>
      </w:r>
      <w:r w:rsidRPr="00A63548">
        <w:rPr>
          <w:spacing w:val="-1"/>
          <w:szCs w:val="22"/>
        </w:rPr>
        <w:t>distribution</w:t>
      </w:r>
      <w:r w:rsidRPr="00A63548">
        <w:rPr>
          <w:szCs w:val="22"/>
        </w:rPr>
        <w:t xml:space="preserve"> of</w:t>
      </w:r>
      <w:r w:rsidRPr="00A63548">
        <w:rPr>
          <w:spacing w:val="-1"/>
          <w:szCs w:val="22"/>
        </w:rPr>
        <w:t xml:space="preserve"> </w:t>
      </w:r>
      <w:r w:rsidRPr="00A63548">
        <w:rPr>
          <w:szCs w:val="22"/>
        </w:rPr>
        <w:t>the</w:t>
      </w:r>
      <w:r w:rsidRPr="00A63548">
        <w:rPr>
          <w:spacing w:val="99"/>
          <w:szCs w:val="22"/>
        </w:rPr>
        <w:t xml:space="preserve"> </w:t>
      </w:r>
      <w:r w:rsidRPr="00A63548">
        <w:rPr>
          <w:spacing w:val="-1"/>
          <w:szCs w:val="22"/>
        </w:rPr>
        <w:t>light</w:t>
      </w:r>
      <w:r w:rsidRPr="00A63548">
        <w:rPr>
          <w:spacing w:val="1"/>
          <w:szCs w:val="22"/>
        </w:rPr>
        <w:t xml:space="preserve"> </w:t>
      </w:r>
      <w:r w:rsidRPr="00A63548">
        <w:rPr>
          <w:spacing w:val="-1"/>
          <w:szCs w:val="22"/>
        </w:rPr>
        <w:t xml:space="preserve">source </w:t>
      </w:r>
      <w:r w:rsidRPr="00A63548">
        <w:rPr>
          <w:szCs w:val="22"/>
        </w:rPr>
        <w:t>in</w:t>
      </w:r>
      <w:r w:rsidRPr="00A63548">
        <w:rPr>
          <w:spacing w:val="2"/>
          <w:szCs w:val="22"/>
        </w:rPr>
        <w:t xml:space="preserve"> </w:t>
      </w:r>
      <w:r w:rsidRPr="00A63548">
        <w:rPr>
          <w:spacing w:val="-1"/>
          <w:szCs w:val="22"/>
        </w:rPr>
        <w:t xml:space="preserve">an </w:t>
      </w:r>
      <w:r w:rsidRPr="00A63548">
        <w:rPr>
          <w:szCs w:val="22"/>
        </w:rPr>
        <w:t>arbitrary</w:t>
      </w:r>
      <w:r w:rsidRPr="00A63548">
        <w:rPr>
          <w:spacing w:val="-3"/>
          <w:szCs w:val="22"/>
        </w:rPr>
        <w:t xml:space="preserve"> </w:t>
      </w:r>
      <w:r w:rsidRPr="00A63548">
        <w:rPr>
          <w:szCs w:val="22"/>
        </w:rPr>
        <w:t>plane</w:t>
      </w:r>
      <w:r w:rsidRPr="00A63548">
        <w:rPr>
          <w:spacing w:val="-1"/>
          <w:szCs w:val="22"/>
        </w:rPr>
        <w:t xml:space="preserve"> </w:t>
      </w:r>
      <w:r w:rsidRPr="00A63548">
        <w:rPr>
          <w:szCs w:val="22"/>
        </w:rPr>
        <w:t>containing</w:t>
      </w:r>
      <w:r w:rsidRPr="00A63548">
        <w:rPr>
          <w:spacing w:val="-3"/>
          <w:szCs w:val="22"/>
        </w:rPr>
        <w:t xml:space="preserve"> </w:t>
      </w:r>
      <w:r w:rsidRPr="00A63548">
        <w:rPr>
          <w:spacing w:val="-1"/>
          <w:szCs w:val="22"/>
        </w:rPr>
        <w:t>the</w:t>
      </w:r>
      <w:r w:rsidRPr="00A63548">
        <w:rPr>
          <w:szCs w:val="22"/>
        </w:rPr>
        <w:t xml:space="preserve"> </w:t>
      </w:r>
      <w:r w:rsidRPr="00A63548">
        <w:rPr>
          <w:spacing w:val="-1"/>
          <w:szCs w:val="22"/>
        </w:rPr>
        <w:t xml:space="preserve">reference </w:t>
      </w:r>
      <w:r w:rsidRPr="00A63548">
        <w:rPr>
          <w:szCs w:val="22"/>
        </w:rPr>
        <w:t>axis.</w:t>
      </w:r>
      <w:r w:rsidRPr="00A63548">
        <w:rPr>
          <w:spacing w:val="-1"/>
          <w:szCs w:val="22"/>
        </w:rPr>
        <w:t xml:space="preserve"> The</w:t>
      </w:r>
      <w:r w:rsidRPr="00A63548">
        <w:rPr>
          <w:szCs w:val="22"/>
        </w:rPr>
        <w:t xml:space="preserve"> </w:t>
      </w:r>
      <w:r w:rsidRPr="00A63548">
        <w:rPr>
          <w:spacing w:val="-1"/>
          <w:szCs w:val="22"/>
        </w:rPr>
        <w:t>intersection of</w:t>
      </w:r>
      <w:r w:rsidRPr="00A63548">
        <w:rPr>
          <w:spacing w:val="2"/>
          <w:szCs w:val="22"/>
        </w:rPr>
        <w:t xml:space="preserve"> </w:t>
      </w:r>
      <w:r w:rsidRPr="00A63548">
        <w:rPr>
          <w:spacing w:val="-1"/>
          <w:szCs w:val="22"/>
        </w:rPr>
        <w:t>the</w:t>
      </w:r>
      <w:r w:rsidRPr="00A63548">
        <w:rPr>
          <w:szCs w:val="22"/>
        </w:rPr>
        <w:t xml:space="preserve"> </w:t>
      </w:r>
      <w:r w:rsidRPr="00A63548">
        <w:rPr>
          <w:spacing w:val="-1"/>
          <w:szCs w:val="22"/>
        </w:rPr>
        <w:t>reference</w:t>
      </w:r>
      <w:r w:rsidRPr="00A63548">
        <w:rPr>
          <w:spacing w:val="74"/>
          <w:szCs w:val="22"/>
        </w:rPr>
        <w:t xml:space="preserve"> </w:t>
      </w:r>
      <w:r w:rsidRPr="00A63548">
        <w:rPr>
          <w:szCs w:val="22"/>
        </w:rPr>
        <w:t xml:space="preserve">axis </w:t>
      </w:r>
      <w:r w:rsidRPr="00A63548">
        <w:rPr>
          <w:spacing w:val="-1"/>
          <w:szCs w:val="22"/>
        </w:rPr>
        <w:t>and</w:t>
      </w:r>
      <w:r w:rsidRPr="00A63548">
        <w:rPr>
          <w:szCs w:val="22"/>
        </w:rPr>
        <w:t xml:space="preserve"> the</w:t>
      </w:r>
      <w:r w:rsidRPr="00A63548">
        <w:rPr>
          <w:spacing w:val="-1"/>
          <w:szCs w:val="22"/>
        </w:rPr>
        <w:t xml:space="preserve"> upper edge </w:t>
      </w:r>
      <w:r w:rsidRPr="00A63548">
        <w:rPr>
          <w:spacing w:val="1"/>
          <w:szCs w:val="22"/>
        </w:rPr>
        <w:t>of</w:t>
      </w:r>
      <w:r w:rsidRPr="00A63548">
        <w:rPr>
          <w:spacing w:val="-1"/>
          <w:szCs w:val="22"/>
        </w:rPr>
        <w:t xml:space="preserve"> </w:t>
      </w:r>
      <w:r w:rsidRPr="00A63548">
        <w:rPr>
          <w:szCs w:val="22"/>
        </w:rPr>
        <w:t>the</w:t>
      </w:r>
      <w:r w:rsidRPr="00A63548">
        <w:rPr>
          <w:spacing w:val="-1"/>
          <w:szCs w:val="22"/>
        </w:rPr>
        <w:t xml:space="preserve"> </w:t>
      </w:r>
      <w:r w:rsidRPr="00A63548">
        <w:rPr>
          <w:szCs w:val="22"/>
        </w:rPr>
        <w:t>box</w:t>
      </w:r>
      <w:r w:rsidRPr="00A63548">
        <w:rPr>
          <w:spacing w:val="2"/>
          <w:szCs w:val="22"/>
        </w:rPr>
        <w:t xml:space="preserve"> </w:t>
      </w:r>
      <w:r w:rsidRPr="00A63548">
        <w:rPr>
          <w:szCs w:val="22"/>
        </w:rPr>
        <w:t xml:space="preserve">is </w:t>
      </w:r>
      <w:r w:rsidRPr="00A63548">
        <w:rPr>
          <w:spacing w:val="-1"/>
          <w:szCs w:val="22"/>
        </w:rPr>
        <w:t>used</w:t>
      </w:r>
      <w:r w:rsidRPr="00A63548">
        <w:rPr>
          <w:szCs w:val="22"/>
        </w:rPr>
        <w:t xml:space="preserve"> </w:t>
      </w:r>
      <w:r w:rsidRPr="00A63548">
        <w:rPr>
          <w:spacing w:val="-1"/>
          <w:szCs w:val="22"/>
        </w:rPr>
        <w:t>as</w:t>
      </w:r>
      <w:r w:rsidRPr="00A63548">
        <w:rPr>
          <w:szCs w:val="22"/>
        </w:rPr>
        <w:t xml:space="preserve"> the</w:t>
      </w:r>
      <w:r w:rsidRPr="00A63548">
        <w:rPr>
          <w:spacing w:val="-1"/>
          <w:szCs w:val="22"/>
        </w:rPr>
        <w:t xml:space="preserve"> coordinate system</w:t>
      </w:r>
      <w:r w:rsidRPr="00A63548">
        <w:rPr>
          <w:szCs w:val="22"/>
        </w:rPr>
        <w:t xml:space="preserve"> </w:t>
      </w:r>
      <w:r w:rsidRPr="00A63548">
        <w:rPr>
          <w:spacing w:val="-1"/>
          <w:szCs w:val="22"/>
        </w:rPr>
        <w:t>origin.</w:t>
      </w:r>
    </w:p>
    <w:p w:rsidR="000960D4" w:rsidRPr="00A63548" w:rsidRDefault="000960D4" w:rsidP="000960D4">
      <w:pPr>
        <w:widowControl w:val="0"/>
        <w:ind w:left="161" w:right="297"/>
        <w:jc w:val="both"/>
        <w:rPr>
          <w:szCs w:val="22"/>
        </w:rPr>
      </w:pPr>
    </w:p>
    <w:p w:rsidR="000960D4" w:rsidRPr="00A63548" w:rsidRDefault="000960D4" w:rsidP="000960D4">
      <w:pPr>
        <w:widowControl w:val="0"/>
        <w:ind w:left="161" w:right="271"/>
        <w:rPr>
          <w:szCs w:val="22"/>
        </w:rPr>
      </w:pPr>
      <w:r w:rsidRPr="00A63548">
        <w:rPr>
          <w:spacing w:val="-1"/>
          <w:szCs w:val="22"/>
        </w:rPr>
        <w:t>The light</w:t>
      </w:r>
      <w:r w:rsidRPr="00A63548">
        <w:rPr>
          <w:szCs w:val="22"/>
        </w:rPr>
        <w:t xml:space="preserve"> source</w:t>
      </w:r>
      <w:r w:rsidRPr="00A63548">
        <w:rPr>
          <w:spacing w:val="-1"/>
          <w:szCs w:val="22"/>
        </w:rPr>
        <w:t xml:space="preserve"> </w:t>
      </w:r>
      <w:r w:rsidRPr="00A63548">
        <w:rPr>
          <w:szCs w:val="22"/>
        </w:rPr>
        <w:t xml:space="preserve">is </w:t>
      </w:r>
      <w:r w:rsidRPr="00A63548">
        <w:rPr>
          <w:spacing w:val="-1"/>
          <w:szCs w:val="22"/>
        </w:rPr>
        <w:t>mounted</w:t>
      </w:r>
      <w:r w:rsidRPr="00A63548">
        <w:rPr>
          <w:szCs w:val="22"/>
        </w:rPr>
        <w:t xml:space="preserve"> on a</w:t>
      </w:r>
      <w:r w:rsidRPr="00A63548">
        <w:rPr>
          <w:spacing w:val="-1"/>
          <w:szCs w:val="22"/>
        </w:rPr>
        <w:t xml:space="preserve"> flat</w:t>
      </w:r>
      <w:r w:rsidRPr="00A63548">
        <w:rPr>
          <w:szCs w:val="22"/>
        </w:rPr>
        <w:t xml:space="preserve"> </w:t>
      </w:r>
      <w:r w:rsidRPr="00A63548">
        <w:rPr>
          <w:spacing w:val="-1"/>
          <w:szCs w:val="22"/>
        </w:rPr>
        <w:t>plate</w:t>
      </w:r>
      <w:r w:rsidRPr="00A63548">
        <w:rPr>
          <w:spacing w:val="1"/>
          <w:szCs w:val="22"/>
        </w:rPr>
        <w:t xml:space="preserve"> </w:t>
      </w:r>
      <w:r w:rsidRPr="00A63548">
        <w:rPr>
          <w:spacing w:val="-1"/>
          <w:szCs w:val="22"/>
        </w:rPr>
        <w:t>with</w:t>
      </w:r>
      <w:r w:rsidRPr="00A63548">
        <w:rPr>
          <w:szCs w:val="22"/>
        </w:rPr>
        <w:t xml:space="preserve"> the</w:t>
      </w:r>
      <w:r w:rsidRPr="00A63548">
        <w:rPr>
          <w:spacing w:val="-1"/>
          <w:szCs w:val="22"/>
        </w:rPr>
        <w:t xml:space="preserve"> corresponding</w:t>
      </w:r>
      <w:r w:rsidRPr="00A63548">
        <w:rPr>
          <w:spacing w:val="-3"/>
          <w:szCs w:val="22"/>
        </w:rPr>
        <w:t xml:space="preserve"> </w:t>
      </w:r>
      <w:r w:rsidRPr="00A63548">
        <w:rPr>
          <w:szCs w:val="22"/>
        </w:rPr>
        <w:t>mounting lug</w:t>
      </w:r>
      <w:r w:rsidRPr="00A63548">
        <w:rPr>
          <w:spacing w:val="-3"/>
          <w:szCs w:val="22"/>
        </w:rPr>
        <w:t xml:space="preserve"> </w:t>
      </w:r>
      <w:r w:rsidRPr="00A63548">
        <w:rPr>
          <w:spacing w:val="-1"/>
          <w:szCs w:val="22"/>
        </w:rPr>
        <w:t>features.</w:t>
      </w:r>
      <w:r w:rsidRPr="00A63548">
        <w:rPr>
          <w:szCs w:val="22"/>
        </w:rPr>
        <w:t xml:space="preserve"> The</w:t>
      </w:r>
      <w:r w:rsidRPr="00A63548">
        <w:rPr>
          <w:spacing w:val="75"/>
          <w:szCs w:val="22"/>
        </w:rPr>
        <w:t xml:space="preserve"> </w:t>
      </w:r>
      <w:r w:rsidRPr="00A63548">
        <w:rPr>
          <w:spacing w:val="-1"/>
          <w:szCs w:val="22"/>
        </w:rPr>
        <w:t xml:space="preserve">plate </w:t>
      </w:r>
      <w:r w:rsidRPr="00A63548">
        <w:rPr>
          <w:szCs w:val="22"/>
        </w:rPr>
        <w:t xml:space="preserve">is </w:t>
      </w:r>
      <w:r w:rsidRPr="00A63548">
        <w:rPr>
          <w:spacing w:val="-1"/>
          <w:szCs w:val="22"/>
        </w:rPr>
        <w:t xml:space="preserve">mounted </w:t>
      </w:r>
      <w:r w:rsidRPr="00A63548">
        <w:rPr>
          <w:szCs w:val="22"/>
        </w:rPr>
        <w:t>to</w:t>
      </w:r>
      <w:r w:rsidRPr="00A63548">
        <w:rPr>
          <w:spacing w:val="-1"/>
          <w:szCs w:val="22"/>
        </w:rPr>
        <w:t xml:space="preserve"> </w:t>
      </w:r>
      <w:r w:rsidRPr="00A63548">
        <w:rPr>
          <w:szCs w:val="22"/>
        </w:rPr>
        <w:t xml:space="preserve">the </w:t>
      </w:r>
      <w:r w:rsidRPr="00A63548">
        <w:rPr>
          <w:spacing w:val="-1"/>
          <w:szCs w:val="22"/>
        </w:rPr>
        <w:t xml:space="preserve">goniometer table </w:t>
      </w:r>
      <w:r w:rsidRPr="00A63548">
        <w:rPr>
          <w:spacing w:val="2"/>
          <w:szCs w:val="22"/>
        </w:rPr>
        <w:t>by</w:t>
      </w:r>
      <w:r w:rsidRPr="00A63548">
        <w:rPr>
          <w:spacing w:val="-5"/>
          <w:szCs w:val="22"/>
        </w:rPr>
        <w:t xml:space="preserve"> </w:t>
      </w:r>
      <w:r w:rsidRPr="00A63548">
        <w:rPr>
          <w:szCs w:val="22"/>
        </w:rPr>
        <w:t>a</w:t>
      </w:r>
      <w:r w:rsidRPr="00A63548">
        <w:rPr>
          <w:spacing w:val="-1"/>
          <w:szCs w:val="22"/>
        </w:rPr>
        <w:t xml:space="preserve"> </w:t>
      </w:r>
      <w:r w:rsidRPr="00A63548">
        <w:rPr>
          <w:szCs w:val="22"/>
        </w:rPr>
        <w:t>bracket,</w:t>
      </w:r>
      <w:r w:rsidRPr="00A63548">
        <w:rPr>
          <w:spacing w:val="-1"/>
          <w:szCs w:val="22"/>
        </w:rPr>
        <w:t xml:space="preserve"> </w:t>
      </w:r>
      <w:r w:rsidRPr="00A63548">
        <w:rPr>
          <w:szCs w:val="22"/>
        </w:rPr>
        <w:t>so</w:t>
      </w:r>
      <w:r w:rsidRPr="00A63548">
        <w:rPr>
          <w:spacing w:val="-1"/>
          <w:szCs w:val="22"/>
        </w:rPr>
        <w:t xml:space="preserve"> </w:t>
      </w:r>
      <w:r w:rsidRPr="00A63548">
        <w:rPr>
          <w:szCs w:val="22"/>
        </w:rPr>
        <w:t xml:space="preserve">that </w:t>
      </w:r>
      <w:r w:rsidRPr="00A63548">
        <w:rPr>
          <w:spacing w:val="-1"/>
          <w:szCs w:val="22"/>
        </w:rPr>
        <w:t>the</w:t>
      </w:r>
      <w:r w:rsidRPr="00A63548">
        <w:rPr>
          <w:szCs w:val="22"/>
        </w:rPr>
        <w:t xml:space="preserve"> </w:t>
      </w:r>
      <w:r w:rsidRPr="00A63548">
        <w:rPr>
          <w:spacing w:val="-1"/>
          <w:szCs w:val="22"/>
        </w:rPr>
        <w:t>reference</w:t>
      </w:r>
      <w:r w:rsidRPr="00A63548">
        <w:rPr>
          <w:spacing w:val="1"/>
          <w:szCs w:val="22"/>
        </w:rPr>
        <w:t xml:space="preserve"> </w:t>
      </w:r>
      <w:r w:rsidRPr="00A63548">
        <w:rPr>
          <w:szCs w:val="22"/>
        </w:rPr>
        <w:t xml:space="preserve">axis </w:t>
      </w:r>
      <w:r w:rsidRPr="00A63548">
        <w:rPr>
          <w:spacing w:val="-1"/>
          <w:szCs w:val="22"/>
        </w:rPr>
        <w:t>of</w:t>
      </w:r>
      <w:r w:rsidRPr="00A63548">
        <w:rPr>
          <w:szCs w:val="22"/>
        </w:rPr>
        <w:t xml:space="preserve"> </w:t>
      </w:r>
      <w:r w:rsidRPr="00A63548">
        <w:rPr>
          <w:spacing w:val="-1"/>
          <w:szCs w:val="22"/>
        </w:rPr>
        <w:t>the</w:t>
      </w:r>
      <w:r w:rsidRPr="00A63548">
        <w:rPr>
          <w:szCs w:val="22"/>
        </w:rPr>
        <w:t xml:space="preserve"> </w:t>
      </w:r>
      <w:r w:rsidRPr="00A63548">
        <w:rPr>
          <w:spacing w:val="-1"/>
          <w:szCs w:val="22"/>
        </w:rPr>
        <w:t>light</w:t>
      </w:r>
      <w:r w:rsidRPr="00A63548">
        <w:rPr>
          <w:spacing w:val="1"/>
          <w:szCs w:val="22"/>
        </w:rPr>
        <w:t xml:space="preserve"> </w:t>
      </w:r>
      <w:r w:rsidRPr="00A63548">
        <w:rPr>
          <w:spacing w:val="-1"/>
          <w:szCs w:val="22"/>
        </w:rPr>
        <w:t>set-</w:t>
      </w:r>
      <w:r w:rsidRPr="00A63548">
        <w:rPr>
          <w:spacing w:val="81"/>
          <w:szCs w:val="22"/>
        </w:rPr>
        <w:t xml:space="preserve"> </w:t>
      </w:r>
      <w:r w:rsidRPr="00A63548">
        <w:rPr>
          <w:szCs w:val="22"/>
        </w:rPr>
        <w:t xml:space="preserve">up is </w:t>
      </w:r>
      <w:r w:rsidRPr="00A63548">
        <w:rPr>
          <w:spacing w:val="-1"/>
          <w:szCs w:val="22"/>
        </w:rPr>
        <w:t>described</w:t>
      </w:r>
      <w:r w:rsidRPr="00A63548">
        <w:rPr>
          <w:szCs w:val="22"/>
        </w:rPr>
        <w:t xml:space="preserve"> in </w:t>
      </w:r>
      <w:r w:rsidRPr="00A63548">
        <w:rPr>
          <w:spacing w:val="-1"/>
          <w:szCs w:val="22"/>
        </w:rPr>
        <w:t>Figure</w:t>
      </w:r>
      <w:r w:rsidRPr="00A63548">
        <w:rPr>
          <w:spacing w:val="1"/>
          <w:szCs w:val="22"/>
        </w:rPr>
        <w:t xml:space="preserve"> </w:t>
      </w:r>
      <w:r w:rsidRPr="00A63548">
        <w:rPr>
          <w:szCs w:val="22"/>
        </w:rPr>
        <w:t>4.</w:t>
      </w:r>
    </w:p>
    <w:p w:rsidR="000960D4" w:rsidRPr="00A63548" w:rsidRDefault="000960D4" w:rsidP="000960D4">
      <w:pPr>
        <w:widowControl w:val="0"/>
        <w:ind w:left="161" w:right="271"/>
        <w:rPr>
          <w:szCs w:val="22"/>
        </w:rPr>
      </w:pPr>
    </w:p>
    <w:p w:rsidR="000960D4" w:rsidRPr="00A63548" w:rsidRDefault="000960D4" w:rsidP="000960D4">
      <w:pPr>
        <w:widowControl w:val="0"/>
        <w:ind w:left="161" w:right="271"/>
        <w:rPr>
          <w:spacing w:val="-1"/>
          <w:szCs w:val="22"/>
        </w:rPr>
      </w:pPr>
      <w:r w:rsidRPr="00A63548">
        <w:rPr>
          <w:spacing w:val="-1"/>
          <w:szCs w:val="22"/>
        </w:rPr>
        <w:t>Luminous</w:t>
      </w:r>
      <w:r w:rsidRPr="00A63548">
        <w:rPr>
          <w:szCs w:val="22"/>
        </w:rPr>
        <w:t xml:space="preserve"> intensity</w:t>
      </w:r>
      <w:r w:rsidRPr="00A63548">
        <w:rPr>
          <w:spacing w:val="-5"/>
          <w:szCs w:val="22"/>
        </w:rPr>
        <w:t xml:space="preserve"> </w:t>
      </w:r>
      <w:r w:rsidRPr="00A63548">
        <w:rPr>
          <w:szCs w:val="22"/>
        </w:rPr>
        <w:t>data</w:t>
      </w:r>
      <w:r w:rsidRPr="00A63548">
        <w:rPr>
          <w:spacing w:val="-1"/>
          <w:szCs w:val="22"/>
        </w:rPr>
        <w:t xml:space="preserve"> </w:t>
      </w:r>
      <w:r w:rsidRPr="00A63548">
        <w:rPr>
          <w:szCs w:val="22"/>
        </w:rPr>
        <w:t xml:space="preserve">is </w:t>
      </w:r>
      <w:r w:rsidRPr="00A63548">
        <w:rPr>
          <w:spacing w:val="-1"/>
          <w:szCs w:val="22"/>
        </w:rPr>
        <w:t>recorded</w:t>
      </w:r>
      <w:r w:rsidRPr="00A63548">
        <w:rPr>
          <w:szCs w:val="22"/>
        </w:rPr>
        <w:t xml:space="preserve"> </w:t>
      </w:r>
      <w:r w:rsidRPr="00A63548">
        <w:rPr>
          <w:spacing w:val="-1"/>
          <w:szCs w:val="22"/>
        </w:rPr>
        <w:t xml:space="preserve">for </w:t>
      </w:r>
      <w:r w:rsidRPr="00A63548">
        <w:rPr>
          <w:szCs w:val="22"/>
        </w:rPr>
        <w:t>the</w:t>
      </w:r>
      <w:r w:rsidRPr="00A63548">
        <w:rPr>
          <w:spacing w:val="-1"/>
          <w:szCs w:val="22"/>
        </w:rPr>
        <w:t xml:space="preserve"> </w:t>
      </w:r>
      <w:r w:rsidRPr="00A63548">
        <w:rPr>
          <w:szCs w:val="22"/>
        </w:rPr>
        <w:t>major</w:t>
      </w:r>
      <w:r w:rsidRPr="00A63548">
        <w:rPr>
          <w:spacing w:val="-1"/>
          <w:szCs w:val="22"/>
        </w:rPr>
        <w:t xml:space="preserve"> </w:t>
      </w:r>
      <w:r w:rsidRPr="00A63548">
        <w:rPr>
          <w:szCs w:val="22"/>
        </w:rPr>
        <w:t xml:space="preserve">function </w:t>
      </w:r>
      <w:r w:rsidRPr="00A63548">
        <w:rPr>
          <w:spacing w:val="-1"/>
          <w:szCs w:val="22"/>
        </w:rPr>
        <w:t>with</w:t>
      </w:r>
      <w:r w:rsidRPr="00A63548">
        <w:rPr>
          <w:szCs w:val="22"/>
        </w:rPr>
        <w:t xml:space="preserve"> a</w:t>
      </w:r>
      <w:r w:rsidRPr="00A63548">
        <w:rPr>
          <w:spacing w:val="-1"/>
          <w:szCs w:val="22"/>
        </w:rPr>
        <w:t xml:space="preserve"> standard</w:t>
      </w:r>
      <w:r w:rsidRPr="00A63548">
        <w:rPr>
          <w:szCs w:val="22"/>
        </w:rPr>
        <w:t xml:space="preserve"> </w:t>
      </w:r>
      <w:r w:rsidRPr="00A63548">
        <w:rPr>
          <w:spacing w:val="-1"/>
          <w:szCs w:val="22"/>
        </w:rPr>
        <w:t>photo-goniometer.</w:t>
      </w:r>
      <w:r w:rsidRPr="00A63548">
        <w:rPr>
          <w:spacing w:val="75"/>
          <w:szCs w:val="22"/>
        </w:rPr>
        <w:t xml:space="preserve"> </w:t>
      </w:r>
      <w:r w:rsidRPr="00A63548">
        <w:rPr>
          <w:spacing w:val="-1"/>
          <w:szCs w:val="22"/>
        </w:rPr>
        <w:t>The measurement</w:t>
      </w:r>
      <w:r w:rsidRPr="00A63548">
        <w:rPr>
          <w:szCs w:val="22"/>
        </w:rPr>
        <w:t xml:space="preserve"> distance</w:t>
      </w:r>
      <w:r w:rsidRPr="00A63548">
        <w:rPr>
          <w:spacing w:val="-1"/>
          <w:szCs w:val="22"/>
        </w:rPr>
        <w:t xml:space="preserve"> </w:t>
      </w:r>
      <w:r w:rsidRPr="00A63548">
        <w:rPr>
          <w:szCs w:val="22"/>
        </w:rPr>
        <w:t>should be</w:t>
      </w:r>
      <w:r w:rsidRPr="00A63548">
        <w:rPr>
          <w:spacing w:val="-1"/>
          <w:szCs w:val="22"/>
        </w:rPr>
        <w:t xml:space="preserve"> chosen</w:t>
      </w:r>
      <w:r w:rsidRPr="00A63548">
        <w:rPr>
          <w:spacing w:val="2"/>
          <w:szCs w:val="22"/>
        </w:rPr>
        <w:t xml:space="preserve"> </w:t>
      </w:r>
      <w:r w:rsidRPr="00A63548">
        <w:rPr>
          <w:spacing w:val="-1"/>
          <w:szCs w:val="22"/>
        </w:rPr>
        <w:t>appropriately,</w:t>
      </w:r>
      <w:r w:rsidRPr="00A63548">
        <w:rPr>
          <w:szCs w:val="22"/>
        </w:rPr>
        <w:t xml:space="preserve"> to make</w:t>
      </w:r>
      <w:r w:rsidRPr="00A63548">
        <w:rPr>
          <w:spacing w:val="-1"/>
          <w:szCs w:val="22"/>
        </w:rPr>
        <w:t xml:space="preserve"> sure </w:t>
      </w:r>
      <w:r w:rsidRPr="00A63548">
        <w:rPr>
          <w:szCs w:val="22"/>
        </w:rPr>
        <w:t>that the</w:t>
      </w:r>
      <w:r w:rsidRPr="00A63548">
        <w:rPr>
          <w:spacing w:val="-1"/>
          <w:szCs w:val="22"/>
        </w:rPr>
        <w:t xml:space="preserve"> detector </w:t>
      </w:r>
      <w:r w:rsidRPr="00A63548">
        <w:rPr>
          <w:szCs w:val="22"/>
        </w:rPr>
        <w:t>is</w:t>
      </w:r>
      <w:r w:rsidRPr="00A63548">
        <w:rPr>
          <w:spacing w:val="69"/>
          <w:szCs w:val="22"/>
        </w:rPr>
        <w:t xml:space="preserve"> </w:t>
      </w:r>
      <w:r w:rsidRPr="00A63548">
        <w:rPr>
          <w:spacing w:val="-1"/>
          <w:szCs w:val="22"/>
        </w:rPr>
        <w:t>located</w:t>
      </w:r>
      <w:r w:rsidRPr="00A63548">
        <w:rPr>
          <w:szCs w:val="22"/>
        </w:rPr>
        <w:t xml:space="preserve"> in the</w:t>
      </w:r>
      <w:r w:rsidRPr="00A63548">
        <w:rPr>
          <w:spacing w:val="-2"/>
          <w:szCs w:val="22"/>
        </w:rPr>
        <w:t xml:space="preserve"> </w:t>
      </w:r>
      <w:r w:rsidRPr="00A63548">
        <w:rPr>
          <w:szCs w:val="22"/>
        </w:rPr>
        <w:t>far</w:t>
      </w:r>
      <w:r w:rsidRPr="00A63548">
        <w:rPr>
          <w:spacing w:val="-1"/>
          <w:szCs w:val="22"/>
        </w:rPr>
        <w:t xml:space="preserve"> field</w:t>
      </w:r>
      <w:r w:rsidRPr="00A63548">
        <w:rPr>
          <w:szCs w:val="22"/>
        </w:rPr>
        <w:t xml:space="preserve"> of the</w:t>
      </w:r>
      <w:r w:rsidRPr="00A63548">
        <w:rPr>
          <w:spacing w:val="-2"/>
          <w:szCs w:val="22"/>
        </w:rPr>
        <w:t xml:space="preserve"> </w:t>
      </w:r>
      <w:r w:rsidRPr="00A63548">
        <w:rPr>
          <w:spacing w:val="-1"/>
          <w:szCs w:val="22"/>
        </w:rPr>
        <w:t>light</w:t>
      </w:r>
      <w:r w:rsidRPr="00A63548">
        <w:rPr>
          <w:szCs w:val="22"/>
        </w:rPr>
        <w:t xml:space="preserve"> </w:t>
      </w:r>
      <w:r w:rsidRPr="00A63548">
        <w:rPr>
          <w:spacing w:val="-1"/>
          <w:szCs w:val="22"/>
        </w:rPr>
        <w:t>distribution.</w:t>
      </w:r>
    </w:p>
    <w:p w:rsidR="000960D4" w:rsidRPr="00A63548" w:rsidRDefault="000960D4" w:rsidP="000960D4">
      <w:pPr>
        <w:widowControl w:val="0"/>
        <w:ind w:left="161" w:right="271"/>
        <w:rPr>
          <w:szCs w:val="22"/>
        </w:rPr>
      </w:pPr>
    </w:p>
    <w:p w:rsidR="000960D4" w:rsidRPr="00A63548" w:rsidRDefault="000960D4" w:rsidP="000960D4">
      <w:pPr>
        <w:widowControl w:val="0"/>
        <w:spacing w:line="234" w:lineRule="auto"/>
        <w:ind w:left="161" w:right="406"/>
        <w:rPr>
          <w:spacing w:val="-1"/>
          <w:szCs w:val="22"/>
        </w:rPr>
      </w:pPr>
      <w:r w:rsidRPr="00A63548">
        <w:rPr>
          <w:spacing w:val="-1"/>
          <w:szCs w:val="22"/>
        </w:rPr>
        <w:t>The</w:t>
      </w:r>
      <w:r w:rsidRPr="00A63548">
        <w:rPr>
          <w:szCs w:val="22"/>
        </w:rPr>
        <w:t xml:space="preserve"> </w:t>
      </w:r>
      <w:r w:rsidRPr="00A63548">
        <w:rPr>
          <w:spacing w:val="-1"/>
          <w:szCs w:val="22"/>
        </w:rPr>
        <w:t>measurements</w:t>
      </w:r>
      <w:r w:rsidRPr="00A63548">
        <w:rPr>
          <w:szCs w:val="22"/>
        </w:rPr>
        <w:t xml:space="preserve"> </w:t>
      </w:r>
      <w:r w:rsidRPr="00A63548">
        <w:rPr>
          <w:spacing w:val="-1"/>
          <w:szCs w:val="22"/>
        </w:rPr>
        <w:t>shall</w:t>
      </w:r>
      <w:r w:rsidRPr="00A63548">
        <w:rPr>
          <w:szCs w:val="22"/>
        </w:rPr>
        <w:t xml:space="preserve"> </w:t>
      </w:r>
      <w:r w:rsidRPr="00A63548">
        <w:rPr>
          <w:spacing w:val="-1"/>
          <w:szCs w:val="22"/>
        </w:rPr>
        <w:t>be</w:t>
      </w:r>
      <w:r w:rsidRPr="00A63548">
        <w:rPr>
          <w:szCs w:val="22"/>
        </w:rPr>
        <w:t xml:space="preserve"> </w:t>
      </w:r>
      <w:r w:rsidRPr="00A63548">
        <w:rPr>
          <w:spacing w:val="-1"/>
          <w:szCs w:val="22"/>
        </w:rPr>
        <w:t>performed</w:t>
      </w:r>
      <w:r w:rsidRPr="00A63548">
        <w:rPr>
          <w:szCs w:val="22"/>
        </w:rPr>
        <w:t xml:space="preserve"> in </w:t>
      </w:r>
      <w:r w:rsidRPr="00A63548">
        <w:rPr>
          <w:spacing w:val="-1"/>
          <w:szCs w:val="22"/>
        </w:rPr>
        <w:t>C-planes</w:t>
      </w:r>
      <w:r w:rsidRPr="00A63548">
        <w:rPr>
          <w:spacing w:val="2"/>
          <w:szCs w:val="22"/>
        </w:rPr>
        <w:t xml:space="preserve"> </w:t>
      </w:r>
      <w:r w:rsidRPr="00A63548">
        <w:rPr>
          <w:szCs w:val="22"/>
        </w:rPr>
        <w:t>C</w:t>
      </w:r>
      <w:r w:rsidRPr="00A63548">
        <w:rPr>
          <w:position w:val="-2"/>
          <w:szCs w:val="22"/>
          <w:vertAlign w:val="subscript"/>
        </w:rPr>
        <w:t>0</w:t>
      </w:r>
      <w:r w:rsidRPr="00A63548">
        <w:rPr>
          <w:position w:val="-2"/>
          <w:szCs w:val="22"/>
        </w:rPr>
        <w:t xml:space="preserve">, </w:t>
      </w:r>
      <w:r w:rsidRPr="00A63548">
        <w:rPr>
          <w:szCs w:val="22"/>
        </w:rPr>
        <w:t>C</w:t>
      </w:r>
      <w:r w:rsidRPr="00A63548">
        <w:rPr>
          <w:position w:val="-2"/>
          <w:szCs w:val="22"/>
          <w:vertAlign w:val="subscript"/>
        </w:rPr>
        <w:t>90</w:t>
      </w:r>
      <w:r w:rsidRPr="00A63548">
        <w:rPr>
          <w:position w:val="-2"/>
          <w:szCs w:val="22"/>
        </w:rPr>
        <w:t>, C</w:t>
      </w:r>
      <w:r w:rsidRPr="00A63548">
        <w:rPr>
          <w:position w:val="-2"/>
          <w:szCs w:val="22"/>
          <w:vertAlign w:val="subscript"/>
        </w:rPr>
        <w:t>180</w:t>
      </w:r>
      <w:r w:rsidRPr="00A63548">
        <w:rPr>
          <w:spacing w:val="21"/>
          <w:position w:val="-2"/>
          <w:szCs w:val="22"/>
        </w:rPr>
        <w:t xml:space="preserve"> </w:t>
      </w:r>
      <w:r w:rsidRPr="00A63548">
        <w:rPr>
          <w:spacing w:val="-1"/>
          <w:szCs w:val="22"/>
        </w:rPr>
        <w:t>and</w:t>
      </w:r>
      <w:r w:rsidRPr="00A63548">
        <w:rPr>
          <w:szCs w:val="22"/>
        </w:rPr>
        <w:t xml:space="preserve"> C</w:t>
      </w:r>
      <w:r w:rsidRPr="00A63548">
        <w:rPr>
          <w:szCs w:val="22"/>
          <w:vertAlign w:val="subscript"/>
        </w:rPr>
        <w:t>270</w:t>
      </w:r>
      <w:r w:rsidRPr="00A63548">
        <w:rPr>
          <w:szCs w:val="22"/>
        </w:rPr>
        <w:t>,</w:t>
      </w:r>
      <w:r w:rsidRPr="00A63548">
        <w:rPr>
          <w:spacing w:val="-1"/>
          <w:szCs w:val="22"/>
        </w:rPr>
        <w:t xml:space="preserve"> which contain </w:t>
      </w:r>
      <w:r w:rsidRPr="00A63548">
        <w:rPr>
          <w:szCs w:val="22"/>
        </w:rPr>
        <w:t xml:space="preserve">the </w:t>
      </w:r>
      <w:r w:rsidRPr="00A63548">
        <w:rPr>
          <w:spacing w:val="-1"/>
          <w:szCs w:val="22"/>
        </w:rPr>
        <w:t xml:space="preserve">reference </w:t>
      </w:r>
      <w:r w:rsidRPr="00A63548">
        <w:rPr>
          <w:szCs w:val="22"/>
        </w:rPr>
        <w:t>axis</w:t>
      </w:r>
      <w:r w:rsidRPr="00A63548">
        <w:rPr>
          <w:spacing w:val="91"/>
          <w:szCs w:val="22"/>
        </w:rPr>
        <w:t xml:space="preserve"> </w:t>
      </w:r>
      <w:r w:rsidRPr="00A63548">
        <w:rPr>
          <w:szCs w:val="22"/>
        </w:rPr>
        <w:t>of</w:t>
      </w:r>
      <w:r w:rsidRPr="00A63548">
        <w:rPr>
          <w:spacing w:val="-1"/>
          <w:szCs w:val="22"/>
        </w:rPr>
        <w:t xml:space="preserve"> </w:t>
      </w:r>
      <w:r w:rsidRPr="00A63548">
        <w:rPr>
          <w:szCs w:val="22"/>
        </w:rPr>
        <w:t>the</w:t>
      </w:r>
      <w:r w:rsidRPr="00A63548">
        <w:rPr>
          <w:spacing w:val="-1"/>
          <w:szCs w:val="22"/>
        </w:rPr>
        <w:t xml:space="preserve"> light</w:t>
      </w:r>
      <w:r w:rsidRPr="00A63548">
        <w:rPr>
          <w:szCs w:val="22"/>
        </w:rPr>
        <w:t xml:space="preserve"> </w:t>
      </w:r>
      <w:r w:rsidRPr="00A63548">
        <w:rPr>
          <w:spacing w:val="-1"/>
          <w:szCs w:val="22"/>
        </w:rPr>
        <w:t>source.</w:t>
      </w:r>
      <w:r w:rsidRPr="00A63548">
        <w:rPr>
          <w:szCs w:val="22"/>
        </w:rPr>
        <w:t xml:space="preserve"> </w:t>
      </w:r>
      <w:r w:rsidRPr="00A63548">
        <w:rPr>
          <w:spacing w:val="-1"/>
          <w:szCs w:val="22"/>
        </w:rPr>
        <w:t xml:space="preserve">The </w:t>
      </w:r>
      <w:r w:rsidRPr="00A63548">
        <w:rPr>
          <w:szCs w:val="22"/>
        </w:rPr>
        <w:t xml:space="preserve">test points </w:t>
      </w:r>
      <w:r w:rsidRPr="00A63548">
        <w:rPr>
          <w:spacing w:val="-1"/>
          <w:szCs w:val="22"/>
        </w:rPr>
        <w:t>for each</w:t>
      </w:r>
      <w:r w:rsidRPr="00A63548">
        <w:rPr>
          <w:szCs w:val="22"/>
        </w:rPr>
        <w:t xml:space="preserve"> plane</w:t>
      </w:r>
      <w:r w:rsidRPr="00A63548">
        <w:rPr>
          <w:spacing w:val="1"/>
          <w:szCs w:val="22"/>
        </w:rPr>
        <w:t xml:space="preserve"> </w:t>
      </w:r>
      <w:r w:rsidRPr="00A63548">
        <w:rPr>
          <w:spacing w:val="-1"/>
          <w:szCs w:val="22"/>
        </w:rPr>
        <w:t xml:space="preserve">for </w:t>
      </w:r>
      <w:r w:rsidRPr="00A63548">
        <w:rPr>
          <w:szCs w:val="22"/>
        </w:rPr>
        <w:t>multiple</w:t>
      </w:r>
      <w:r w:rsidRPr="00A63548">
        <w:rPr>
          <w:spacing w:val="-1"/>
          <w:szCs w:val="22"/>
        </w:rPr>
        <w:t xml:space="preserve"> polar angles</w:t>
      </w:r>
      <w:r w:rsidRPr="00A63548">
        <w:rPr>
          <w:spacing w:val="2"/>
          <w:szCs w:val="22"/>
        </w:rPr>
        <w:t xml:space="preserve"> </w:t>
      </w:r>
      <w:r w:rsidRPr="00A63548">
        <w:rPr>
          <w:spacing w:val="2"/>
          <w:szCs w:val="22"/>
        </w:rPr>
        <w:sym w:font="Symbol" w:char="F067"/>
      </w:r>
      <w:r w:rsidRPr="00A63548">
        <w:rPr>
          <w:spacing w:val="2"/>
          <w:szCs w:val="22"/>
        </w:rPr>
        <w:t xml:space="preserve"> </w:t>
      </w:r>
      <w:r w:rsidRPr="00A63548">
        <w:rPr>
          <w:spacing w:val="-1"/>
          <w:szCs w:val="22"/>
        </w:rPr>
        <w:t xml:space="preserve">are specified </w:t>
      </w:r>
      <w:r w:rsidRPr="00A63548">
        <w:rPr>
          <w:szCs w:val="22"/>
        </w:rPr>
        <w:t>in</w:t>
      </w:r>
      <w:r w:rsidRPr="00A63548">
        <w:rPr>
          <w:spacing w:val="67"/>
          <w:szCs w:val="22"/>
        </w:rPr>
        <w:t xml:space="preserve"> </w:t>
      </w:r>
      <w:r w:rsidRPr="00A63548">
        <w:rPr>
          <w:spacing w:val="-1"/>
          <w:szCs w:val="22"/>
        </w:rPr>
        <w:t>Table 3.</w:t>
      </w:r>
    </w:p>
    <w:p w:rsidR="000960D4" w:rsidRPr="00A63548" w:rsidRDefault="000960D4" w:rsidP="000960D4">
      <w:pPr>
        <w:widowControl w:val="0"/>
        <w:spacing w:line="234" w:lineRule="auto"/>
        <w:ind w:left="161" w:right="406"/>
        <w:rPr>
          <w:szCs w:val="22"/>
        </w:rPr>
      </w:pPr>
    </w:p>
    <w:p w:rsidR="000960D4" w:rsidRPr="00A63548" w:rsidRDefault="000960D4" w:rsidP="000960D4">
      <w:pPr>
        <w:widowControl w:val="0"/>
        <w:ind w:left="161" w:right="271"/>
        <w:rPr>
          <w:spacing w:val="-1"/>
          <w:szCs w:val="22"/>
        </w:rPr>
      </w:pPr>
      <w:r w:rsidRPr="00A63548">
        <w:rPr>
          <w:spacing w:val="-1"/>
          <w:szCs w:val="22"/>
        </w:rPr>
        <w:t>After measurement</w:t>
      </w:r>
      <w:r w:rsidRPr="00A63548">
        <w:rPr>
          <w:szCs w:val="22"/>
        </w:rPr>
        <w:t xml:space="preserve"> the</w:t>
      </w:r>
      <w:r w:rsidRPr="00A63548">
        <w:rPr>
          <w:spacing w:val="-1"/>
          <w:szCs w:val="22"/>
        </w:rPr>
        <w:t xml:space="preserve"> </w:t>
      </w:r>
      <w:r w:rsidRPr="00A63548">
        <w:rPr>
          <w:szCs w:val="22"/>
        </w:rPr>
        <w:t>data</w:t>
      </w:r>
      <w:r w:rsidRPr="00A63548">
        <w:rPr>
          <w:spacing w:val="-1"/>
          <w:szCs w:val="22"/>
        </w:rPr>
        <w:t xml:space="preserve"> shall</w:t>
      </w:r>
      <w:r w:rsidRPr="00A63548">
        <w:rPr>
          <w:szCs w:val="22"/>
        </w:rPr>
        <w:t xml:space="preserve"> be</w:t>
      </w:r>
      <w:r w:rsidRPr="00A63548">
        <w:rPr>
          <w:spacing w:val="-1"/>
          <w:szCs w:val="22"/>
        </w:rPr>
        <w:t xml:space="preserve"> normalized</w:t>
      </w:r>
      <w:r w:rsidRPr="00A63548">
        <w:rPr>
          <w:szCs w:val="22"/>
        </w:rPr>
        <w:t xml:space="preserve"> to 1000 lm </w:t>
      </w:r>
      <w:r w:rsidRPr="00A63548">
        <w:rPr>
          <w:spacing w:val="-1"/>
          <w:szCs w:val="22"/>
        </w:rPr>
        <w:t>according</w:t>
      </w:r>
      <w:r w:rsidRPr="00A63548">
        <w:rPr>
          <w:spacing w:val="-3"/>
          <w:szCs w:val="22"/>
        </w:rPr>
        <w:t xml:space="preserve"> </w:t>
      </w:r>
      <w:r w:rsidRPr="00A63548">
        <w:rPr>
          <w:szCs w:val="22"/>
        </w:rPr>
        <w:t xml:space="preserve">to </w:t>
      </w:r>
      <w:r w:rsidRPr="00A63548">
        <w:rPr>
          <w:spacing w:val="-1"/>
          <w:szCs w:val="22"/>
        </w:rPr>
        <w:t>Paragraph</w:t>
      </w:r>
      <w:r w:rsidRPr="00A63548">
        <w:rPr>
          <w:szCs w:val="22"/>
        </w:rPr>
        <w:t xml:space="preserve"> 3.1.11 using</w:t>
      </w:r>
      <w:r w:rsidRPr="00A63548">
        <w:rPr>
          <w:spacing w:val="73"/>
          <w:szCs w:val="22"/>
        </w:rPr>
        <w:t xml:space="preserve"> </w:t>
      </w:r>
      <w:r w:rsidRPr="00A63548">
        <w:rPr>
          <w:szCs w:val="22"/>
        </w:rPr>
        <w:t>the</w:t>
      </w:r>
      <w:r w:rsidRPr="00A63548">
        <w:rPr>
          <w:spacing w:val="-1"/>
          <w:szCs w:val="22"/>
        </w:rPr>
        <w:t xml:space="preserve"> </w:t>
      </w:r>
      <w:r w:rsidRPr="00A63548">
        <w:rPr>
          <w:szCs w:val="22"/>
        </w:rPr>
        <w:t xml:space="preserve">luminous </w:t>
      </w:r>
      <w:r w:rsidRPr="00A63548">
        <w:rPr>
          <w:spacing w:val="-1"/>
          <w:szCs w:val="22"/>
        </w:rPr>
        <w:t>flux</w:t>
      </w:r>
      <w:r w:rsidRPr="00A63548">
        <w:rPr>
          <w:spacing w:val="2"/>
          <w:szCs w:val="22"/>
        </w:rPr>
        <w:t xml:space="preserve"> </w:t>
      </w:r>
      <w:r w:rsidRPr="00A63548">
        <w:rPr>
          <w:szCs w:val="22"/>
        </w:rPr>
        <w:t>of</w:t>
      </w:r>
      <w:r w:rsidRPr="00A63548">
        <w:rPr>
          <w:spacing w:val="-1"/>
          <w:szCs w:val="22"/>
        </w:rPr>
        <w:t xml:space="preserve"> </w:t>
      </w:r>
      <w:r w:rsidRPr="00A63548">
        <w:rPr>
          <w:szCs w:val="22"/>
        </w:rPr>
        <w:t>the</w:t>
      </w:r>
      <w:r w:rsidRPr="00A63548">
        <w:rPr>
          <w:spacing w:val="-1"/>
          <w:szCs w:val="22"/>
        </w:rPr>
        <w:t xml:space="preserve"> individual</w:t>
      </w:r>
      <w:r w:rsidRPr="00A63548">
        <w:rPr>
          <w:szCs w:val="22"/>
        </w:rPr>
        <w:t xml:space="preserve"> </w:t>
      </w:r>
      <w:r w:rsidRPr="00A63548">
        <w:rPr>
          <w:spacing w:val="-1"/>
          <w:szCs w:val="22"/>
        </w:rPr>
        <w:t>light</w:t>
      </w:r>
      <w:r w:rsidRPr="00A63548">
        <w:rPr>
          <w:szCs w:val="22"/>
        </w:rPr>
        <w:t xml:space="preserve"> </w:t>
      </w:r>
      <w:r w:rsidRPr="00A63548">
        <w:rPr>
          <w:spacing w:val="-1"/>
          <w:szCs w:val="22"/>
        </w:rPr>
        <w:t xml:space="preserve">source </w:t>
      </w:r>
      <w:r w:rsidRPr="00A63548">
        <w:rPr>
          <w:szCs w:val="22"/>
        </w:rPr>
        <w:t>under</w:t>
      </w:r>
      <w:r w:rsidRPr="00A63548">
        <w:rPr>
          <w:spacing w:val="-1"/>
          <w:szCs w:val="22"/>
        </w:rPr>
        <w:t xml:space="preserve"> test.</w:t>
      </w:r>
      <w:r w:rsidRPr="00A63548">
        <w:rPr>
          <w:szCs w:val="22"/>
        </w:rPr>
        <w:t xml:space="preserve"> </w:t>
      </w:r>
      <w:r w:rsidRPr="00A63548">
        <w:rPr>
          <w:spacing w:val="-1"/>
          <w:szCs w:val="22"/>
        </w:rPr>
        <w:t xml:space="preserve">The </w:t>
      </w:r>
      <w:r w:rsidRPr="00A63548">
        <w:rPr>
          <w:szCs w:val="22"/>
        </w:rPr>
        <w:t>data</w:t>
      </w:r>
      <w:r w:rsidRPr="00A63548">
        <w:rPr>
          <w:spacing w:val="-1"/>
          <w:szCs w:val="22"/>
        </w:rPr>
        <w:t xml:space="preserve"> shall</w:t>
      </w:r>
      <w:r w:rsidRPr="00A63548">
        <w:rPr>
          <w:szCs w:val="22"/>
        </w:rPr>
        <w:t xml:space="preserve"> comply</w:t>
      </w:r>
      <w:r w:rsidRPr="00A63548">
        <w:rPr>
          <w:spacing w:val="-5"/>
          <w:szCs w:val="22"/>
        </w:rPr>
        <w:t xml:space="preserve"> </w:t>
      </w:r>
      <w:r w:rsidRPr="00A63548">
        <w:rPr>
          <w:spacing w:val="-1"/>
          <w:szCs w:val="22"/>
        </w:rPr>
        <w:t>with</w:t>
      </w:r>
      <w:r w:rsidRPr="00A63548">
        <w:rPr>
          <w:szCs w:val="22"/>
        </w:rPr>
        <w:t xml:space="preserve"> the</w:t>
      </w:r>
      <w:r w:rsidRPr="00A63548">
        <w:rPr>
          <w:spacing w:val="69"/>
          <w:szCs w:val="22"/>
        </w:rPr>
        <w:t xml:space="preserve"> </w:t>
      </w:r>
      <w:r w:rsidRPr="00A63548">
        <w:rPr>
          <w:spacing w:val="-1"/>
          <w:szCs w:val="22"/>
        </w:rPr>
        <w:t xml:space="preserve">tolerance </w:t>
      </w:r>
      <w:r w:rsidRPr="00A63548">
        <w:rPr>
          <w:szCs w:val="22"/>
        </w:rPr>
        <w:t>band</w:t>
      </w:r>
      <w:r w:rsidRPr="00A63548">
        <w:rPr>
          <w:spacing w:val="-1"/>
          <w:szCs w:val="22"/>
        </w:rPr>
        <w:t xml:space="preserve"> </w:t>
      </w:r>
      <w:r w:rsidRPr="00A63548">
        <w:rPr>
          <w:szCs w:val="22"/>
        </w:rPr>
        <w:t xml:space="preserve">as </w:t>
      </w:r>
      <w:r w:rsidRPr="00A63548">
        <w:rPr>
          <w:spacing w:val="-1"/>
          <w:szCs w:val="22"/>
        </w:rPr>
        <w:t>defined</w:t>
      </w:r>
      <w:r w:rsidRPr="00A63548">
        <w:rPr>
          <w:spacing w:val="2"/>
          <w:szCs w:val="22"/>
        </w:rPr>
        <w:t xml:space="preserve"> </w:t>
      </w:r>
      <w:r w:rsidRPr="00A63548">
        <w:rPr>
          <w:szCs w:val="22"/>
        </w:rPr>
        <w:t>in</w:t>
      </w:r>
      <w:r w:rsidRPr="00A63548">
        <w:rPr>
          <w:spacing w:val="-1"/>
          <w:szCs w:val="22"/>
        </w:rPr>
        <w:t xml:space="preserve"> Table 3.</w:t>
      </w:r>
    </w:p>
    <w:p w:rsidR="000960D4" w:rsidRPr="00A63548" w:rsidRDefault="000960D4" w:rsidP="000960D4">
      <w:pPr>
        <w:widowControl w:val="0"/>
        <w:ind w:left="161" w:right="271"/>
        <w:rPr>
          <w:sz w:val="22"/>
          <w:szCs w:val="22"/>
        </w:rPr>
      </w:pPr>
    </w:p>
    <w:p w:rsidR="000960D4" w:rsidRPr="00A63548" w:rsidRDefault="000960D4" w:rsidP="000960D4">
      <w:pPr>
        <w:widowControl w:val="0"/>
        <w:ind w:left="161"/>
        <w:rPr>
          <w:rFonts w:eastAsia="Calibri"/>
        </w:rPr>
      </w:pPr>
      <w:r w:rsidRPr="00A63548">
        <w:rPr>
          <w:rFonts w:eastAsia="Calibri"/>
          <w:szCs w:val="22"/>
        </w:rPr>
        <w:t>The</w:t>
      </w:r>
      <w:r w:rsidRPr="00A63548">
        <w:rPr>
          <w:rFonts w:eastAsia="Calibri"/>
          <w:spacing w:val="-3"/>
          <w:szCs w:val="22"/>
        </w:rPr>
        <w:t xml:space="preserve"> </w:t>
      </w:r>
      <w:r w:rsidRPr="00A63548">
        <w:rPr>
          <w:rFonts w:eastAsia="Calibri"/>
          <w:spacing w:val="-1"/>
          <w:szCs w:val="22"/>
        </w:rPr>
        <w:t>drawings</w:t>
      </w:r>
      <w:r w:rsidRPr="00A63548">
        <w:rPr>
          <w:rFonts w:eastAsia="Calibri"/>
          <w:szCs w:val="22"/>
        </w:rPr>
        <w:t xml:space="preserve"> </w:t>
      </w:r>
      <w:r w:rsidRPr="00A63548">
        <w:rPr>
          <w:rFonts w:eastAsia="Calibri"/>
          <w:spacing w:val="-1"/>
          <w:szCs w:val="22"/>
        </w:rPr>
        <w:t>are</w:t>
      </w:r>
      <w:r w:rsidRPr="00A63548">
        <w:rPr>
          <w:rFonts w:eastAsia="Calibri"/>
          <w:szCs w:val="22"/>
        </w:rPr>
        <w:t xml:space="preserve"> </w:t>
      </w:r>
      <w:r w:rsidRPr="00A63548">
        <w:rPr>
          <w:rFonts w:eastAsia="Calibri"/>
          <w:spacing w:val="-1"/>
          <w:szCs w:val="22"/>
        </w:rPr>
        <w:t>intended</w:t>
      </w:r>
      <w:r w:rsidRPr="00A63548">
        <w:rPr>
          <w:rFonts w:eastAsia="Calibri"/>
          <w:spacing w:val="-3"/>
          <w:szCs w:val="22"/>
        </w:rPr>
        <w:t xml:space="preserve"> </w:t>
      </w:r>
      <w:r w:rsidRPr="00A63548">
        <w:rPr>
          <w:rFonts w:eastAsia="Calibri"/>
          <w:szCs w:val="22"/>
        </w:rPr>
        <w:t>on</w:t>
      </w:r>
      <w:r w:rsidRPr="00A63548">
        <w:rPr>
          <w:rFonts w:eastAsia="Calibri"/>
        </w:rPr>
        <w:t>ly</w:t>
      </w:r>
      <w:r w:rsidRPr="00A63548">
        <w:rPr>
          <w:rFonts w:eastAsia="Calibri"/>
          <w:spacing w:val="-3"/>
        </w:rPr>
        <w:t xml:space="preserve"> </w:t>
      </w:r>
      <w:r w:rsidRPr="00A63548">
        <w:rPr>
          <w:rFonts w:eastAsia="Calibri"/>
        </w:rPr>
        <w:t xml:space="preserve">to </w:t>
      </w:r>
      <w:r w:rsidRPr="00A63548">
        <w:rPr>
          <w:rFonts w:eastAsia="Calibri"/>
          <w:spacing w:val="-1"/>
        </w:rPr>
        <w:t>illustrate</w:t>
      </w:r>
      <w:r w:rsidRPr="00A63548">
        <w:rPr>
          <w:rFonts w:eastAsia="Calibri"/>
          <w:spacing w:val="-2"/>
        </w:rPr>
        <w:t xml:space="preserve"> </w:t>
      </w:r>
      <w:r w:rsidRPr="00A63548">
        <w:rPr>
          <w:rFonts w:eastAsia="Calibri"/>
        </w:rPr>
        <w:t>the</w:t>
      </w:r>
      <w:r w:rsidRPr="00A63548">
        <w:rPr>
          <w:rFonts w:eastAsia="Calibri"/>
          <w:spacing w:val="-3"/>
        </w:rPr>
        <w:t xml:space="preserve"> </w:t>
      </w:r>
      <w:r w:rsidRPr="00A63548">
        <w:rPr>
          <w:rFonts w:eastAsia="Calibri"/>
          <w:spacing w:val="-1"/>
        </w:rPr>
        <w:t>essential</w:t>
      </w:r>
      <w:r w:rsidRPr="00A63548">
        <w:rPr>
          <w:rFonts w:eastAsia="Calibri"/>
          <w:spacing w:val="1"/>
        </w:rPr>
        <w:t xml:space="preserve"> </w:t>
      </w:r>
      <w:r w:rsidRPr="00A63548">
        <w:rPr>
          <w:rFonts w:eastAsia="Calibri"/>
          <w:spacing w:val="-2"/>
        </w:rPr>
        <w:t>set-up</w:t>
      </w:r>
      <w:r w:rsidRPr="00A63548">
        <w:rPr>
          <w:rFonts w:eastAsia="Calibri"/>
        </w:rPr>
        <w:t xml:space="preserve"> for</w:t>
      </w:r>
      <w:r w:rsidRPr="00A63548">
        <w:rPr>
          <w:rFonts w:eastAsia="Calibri"/>
          <w:spacing w:val="1"/>
        </w:rPr>
        <w:t xml:space="preserve"> </w:t>
      </w:r>
      <w:r w:rsidRPr="00A63548">
        <w:rPr>
          <w:rFonts w:eastAsia="Calibri"/>
          <w:spacing w:val="-1"/>
        </w:rPr>
        <w:t>m</w:t>
      </w:r>
      <w:bookmarkStart w:id="5" w:name="The_drawings_are_intended_only_to_illust"/>
      <w:bookmarkEnd w:id="5"/>
      <w:r w:rsidRPr="00A63548">
        <w:rPr>
          <w:rFonts w:eastAsia="Calibri"/>
          <w:spacing w:val="-1"/>
        </w:rPr>
        <w:t>easurement</w:t>
      </w:r>
      <w:r w:rsidRPr="00A63548">
        <w:rPr>
          <w:rFonts w:eastAsia="Calibri"/>
          <w:spacing w:val="1"/>
        </w:rPr>
        <w:t xml:space="preserve"> </w:t>
      </w:r>
      <w:r w:rsidRPr="00A63548">
        <w:rPr>
          <w:rFonts w:eastAsia="Calibri"/>
          <w:spacing w:val="-2"/>
        </w:rPr>
        <w:t>of</w:t>
      </w:r>
      <w:r w:rsidRPr="00A63548">
        <w:rPr>
          <w:rFonts w:eastAsia="Calibri"/>
          <w:spacing w:val="1"/>
        </w:rPr>
        <w:t xml:space="preserve"> </w:t>
      </w:r>
      <w:r w:rsidRPr="00A63548">
        <w:rPr>
          <w:rFonts w:eastAsia="Calibri"/>
          <w:spacing w:val="-1"/>
        </w:rPr>
        <w:t>the</w:t>
      </w:r>
      <w:r w:rsidRPr="00A63548">
        <w:rPr>
          <w:rFonts w:eastAsia="Calibri"/>
        </w:rPr>
        <w:t xml:space="preserve"> </w:t>
      </w:r>
      <w:r w:rsidRPr="00A63548">
        <w:rPr>
          <w:rFonts w:eastAsia="Calibri"/>
          <w:spacing w:val="-1"/>
        </w:rPr>
        <w:t xml:space="preserve">LED </w:t>
      </w:r>
      <w:r w:rsidRPr="00A63548">
        <w:rPr>
          <w:rFonts w:eastAsia="Calibri"/>
          <w:spacing w:val="-2"/>
        </w:rPr>
        <w:t>light</w:t>
      </w:r>
      <w:r w:rsidRPr="00A63548">
        <w:rPr>
          <w:rFonts w:eastAsia="Calibri"/>
          <w:spacing w:val="3"/>
        </w:rPr>
        <w:t xml:space="preserve"> </w:t>
      </w:r>
      <w:r w:rsidRPr="00A63548">
        <w:rPr>
          <w:rFonts w:eastAsia="Calibri"/>
        </w:rPr>
        <w:t>source</w:t>
      </w:r>
    </w:p>
    <w:p w:rsidR="000960D4" w:rsidRPr="00A63548" w:rsidRDefault="000960D4" w:rsidP="000960D4">
      <w:pPr>
        <w:widowControl w:val="0"/>
        <w:ind w:left="142"/>
      </w:pPr>
    </w:p>
    <w:p w:rsidR="000960D4" w:rsidRPr="00A63548" w:rsidRDefault="000960D4" w:rsidP="000960D4">
      <w:pPr>
        <w:widowControl w:val="0"/>
        <w:tabs>
          <w:tab w:val="right" w:pos="9670"/>
        </w:tabs>
        <w:spacing w:before="69"/>
        <w:ind w:left="161"/>
      </w:pPr>
      <w:r w:rsidRPr="00A63548">
        <w:rPr>
          <w:spacing w:val="-1"/>
        </w:rPr>
        <w:t xml:space="preserve">Figure </w:t>
      </w:r>
      <w:r w:rsidRPr="00A63548">
        <w:t>4</w:t>
      </w:r>
    </w:p>
    <w:p w:rsidR="000960D4" w:rsidRPr="00A63548" w:rsidRDefault="000960D4" w:rsidP="003F5427">
      <w:pPr>
        <w:widowControl w:val="0"/>
        <w:tabs>
          <w:tab w:val="right" w:pos="9670"/>
        </w:tabs>
        <w:ind w:left="159"/>
        <w:rPr>
          <w:b/>
          <w:spacing w:val="-1"/>
        </w:rPr>
      </w:pPr>
      <w:r w:rsidRPr="00A63548">
        <w:rPr>
          <w:b/>
          <w:spacing w:val="-1"/>
        </w:rPr>
        <w:t>Set-up</w:t>
      </w:r>
      <w:r w:rsidRPr="00A63548">
        <w:rPr>
          <w:b/>
        </w:rPr>
        <w:t xml:space="preserve"> to measure</w:t>
      </w:r>
      <w:r w:rsidRPr="00A63548">
        <w:rPr>
          <w:b/>
          <w:spacing w:val="-1"/>
        </w:rPr>
        <w:t xml:space="preserve"> </w:t>
      </w:r>
      <w:r w:rsidRPr="00A63548">
        <w:rPr>
          <w:b/>
        </w:rPr>
        <w:t>the</w:t>
      </w:r>
      <w:r w:rsidRPr="00A63548">
        <w:rPr>
          <w:b/>
          <w:spacing w:val="-1"/>
        </w:rPr>
        <w:t xml:space="preserve"> </w:t>
      </w:r>
      <w:r w:rsidRPr="00A63548">
        <w:rPr>
          <w:b/>
        </w:rPr>
        <w:t>luminous intensity</w:t>
      </w:r>
      <w:r w:rsidRPr="00A63548">
        <w:rPr>
          <w:b/>
          <w:spacing w:val="-5"/>
        </w:rPr>
        <w:t xml:space="preserve"> </w:t>
      </w:r>
      <w:r w:rsidRPr="00A63548">
        <w:rPr>
          <w:b/>
          <w:spacing w:val="-1"/>
        </w:rPr>
        <w:t xml:space="preserve">distribution for </w:t>
      </w:r>
      <w:r w:rsidRPr="00A63548">
        <w:t>L1A</w:t>
      </w:r>
      <w:r w:rsidR="0041729A">
        <w:t>/6</w:t>
      </w:r>
    </w:p>
    <w:p w:rsidR="000960D4" w:rsidRDefault="000960D4" w:rsidP="000960D4">
      <w:pPr>
        <w:widowControl w:val="0"/>
        <w:ind w:left="142"/>
      </w:pPr>
    </w:p>
    <w:p w:rsidR="00276E70" w:rsidRDefault="00276E70" w:rsidP="000960D4">
      <w:pPr>
        <w:widowControl w:val="0"/>
        <w:ind w:left="142"/>
      </w:pPr>
    </w:p>
    <w:p w:rsidR="00276E70" w:rsidRDefault="00276E70" w:rsidP="000960D4">
      <w:pPr>
        <w:widowControl w:val="0"/>
        <w:ind w:left="142"/>
      </w:pPr>
    </w:p>
    <w:p w:rsidR="00276E70" w:rsidRDefault="00276E70" w:rsidP="000960D4">
      <w:pPr>
        <w:widowControl w:val="0"/>
        <w:ind w:left="142"/>
      </w:pPr>
      <w:r>
        <w:t xml:space="preserve">             </w:t>
      </w:r>
      <w:r w:rsidR="009F2EF0">
        <w:rPr>
          <w:noProof/>
          <w:lang w:eastAsia="en-GB"/>
        </w:rPr>
        <mc:AlternateContent>
          <mc:Choice Requires="wpg">
            <w:drawing>
              <wp:inline distT="0" distB="0" distL="0" distR="0">
                <wp:extent cx="5191125" cy="2857500"/>
                <wp:effectExtent l="0" t="0" r="0" b="0"/>
                <wp:docPr id="2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1125" cy="2857500"/>
                          <a:chOff x="0" y="0"/>
                          <a:chExt cx="51911" cy="28575"/>
                        </a:xfrm>
                      </wpg:grpSpPr>
                      <wpg:grpSp>
                        <wpg:cNvPr id="26" name="Group 449"/>
                        <wpg:cNvGrpSpPr>
                          <a:grpSpLocks/>
                        </wpg:cNvGrpSpPr>
                        <wpg:grpSpPr bwMode="auto">
                          <a:xfrm>
                            <a:off x="95" y="3048"/>
                            <a:ext cx="49682" cy="20745"/>
                            <a:chOff x="95" y="3048"/>
                            <a:chExt cx="49682" cy="20745"/>
                          </a:xfrm>
                        </wpg:grpSpPr>
                        <pic:pic xmlns:pic="http://schemas.openxmlformats.org/drawingml/2006/picture">
                          <pic:nvPicPr>
                            <pic:cNvPr id="27" name="Picture 455"/>
                            <pic:cNvPicPr>
                              <a:picLocks noChangeAspect="1"/>
                            </pic:cNvPicPr>
                          </pic:nvPicPr>
                          <pic:blipFill>
                            <a:blip r:embed="rId20">
                              <a:extLst>
                                <a:ext uri="{28A0092B-C50C-407E-A947-70E740481C1C}">
                                  <a14:useLocalDpi xmlns:a14="http://schemas.microsoft.com/office/drawing/2010/main" val="0"/>
                                </a:ext>
                              </a:extLst>
                            </a:blip>
                            <a:srcRect l="12170" t="6302" r="18056" b="56367"/>
                            <a:stretch>
                              <a:fillRect/>
                            </a:stretch>
                          </pic:blipFill>
                          <pic:spPr bwMode="auto">
                            <a:xfrm>
                              <a:off x="95" y="4953"/>
                              <a:ext cx="49682" cy="18840"/>
                            </a:xfrm>
                            <a:prstGeom prst="rect">
                              <a:avLst/>
                            </a:prstGeom>
                            <a:noFill/>
                            <a:extLst>
                              <a:ext uri="{909E8E84-426E-40DD-AFC4-6F175D3DCCD1}">
                                <a14:hiddenFill xmlns:a14="http://schemas.microsoft.com/office/drawing/2010/main">
                                  <a:solidFill>
                                    <a:srgbClr val="FFFFFF"/>
                                  </a:solidFill>
                                </a14:hiddenFill>
                              </a:ext>
                            </a:extLst>
                          </pic:spPr>
                        </pic:pic>
                        <wpg:grpSp>
                          <wpg:cNvPr id="28" name="Group 460"/>
                          <wpg:cNvGrpSpPr>
                            <a:grpSpLocks/>
                          </wpg:cNvGrpSpPr>
                          <wpg:grpSpPr bwMode="auto">
                            <a:xfrm>
                              <a:off x="10763" y="3048"/>
                              <a:ext cx="30912" cy="19907"/>
                              <a:chOff x="10763" y="3048"/>
                              <a:chExt cx="30916" cy="19909"/>
                            </a:xfrm>
                          </wpg:grpSpPr>
                          <wps:wsp>
                            <wps:cNvPr id="29" name="Straight Arrow Connector 463"/>
                            <wps:cNvCnPr>
                              <a:cxnSpLocks noChangeShapeType="1"/>
                            </wps:cNvCnPr>
                            <wps:spPr bwMode="auto">
                              <a:xfrm flipH="1">
                                <a:off x="37528" y="4095"/>
                                <a:ext cx="4151" cy="1850"/>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0" name="Straight Arrow Connector 464"/>
                            <wps:cNvCnPr>
                              <a:cxnSpLocks noChangeShapeType="1"/>
                            </wps:cNvCnPr>
                            <wps:spPr bwMode="auto">
                              <a:xfrm flipH="1" flipV="1">
                                <a:off x="11319" y="14573"/>
                                <a:ext cx="10113" cy="838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1" name="Straight Arrow Connector 465"/>
                            <wps:cNvCnPr>
                              <a:cxnSpLocks noChangeShapeType="1"/>
                            </wps:cNvCnPr>
                            <wps:spPr bwMode="auto">
                              <a:xfrm flipV="1">
                                <a:off x="21432" y="14573"/>
                                <a:ext cx="12068" cy="838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2" name="Straight Arrow Connector 466"/>
                            <wps:cNvCnPr>
                              <a:cxnSpLocks noChangeShapeType="1"/>
                            </wps:cNvCnPr>
                            <wps:spPr bwMode="auto">
                              <a:xfrm>
                                <a:off x="10763" y="3048"/>
                                <a:ext cx="4572" cy="9239"/>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3" name="Straight Arrow Connector 467"/>
                            <wps:cNvCnPr>
                              <a:cxnSpLocks noChangeShapeType="1"/>
                            </wps:cNvCnPr>
                            <wps:spPr bwMode="auto">
                              <a:xfrm flipH="1">
                                <a:off x="17907" y="3048"/>
                                <a:ext cx="7336" cy="305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4" name="Straight Arrow Connector 468"/>
                            <wps:cNvCnPr>
                              <a:cxnSpLocks noChangeShapeType="1"/>
                            </wps:cNvCnPr>
                            <wps:spPr bwMode="auto">
                              <a:xfrm>
                                <a:off x="25243" y="3048"/>
                                <a:ext cx="2379" cy="5957"/>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5" name="Text Box 2"/>
                            <wps:cNvSpPr txBox="1">
                              <a:spLocks noChangeArrowheads="1"/>
                            </wps:cNvSpPr>
                            <wps:spPr bwMode="auto">
                              <a:xfrm>
                                <a:off x="22766" y="10287"/>
                                <a:ext cx="1620" cy="73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4536E" w:rsidRDefault="0034536E" w:rsidP="00276E70">
                                  <w:pPr>
                                    <w:pStyle w:val="NormalWeb"/>
                                    <w:spacing w:line="240" w:lineRule="exact"/>
                                  </w:pPr>
                                  <w:r>
                                    <w:rPr>
                                      <w:sz w:val="20"/>
                                      <w:szCs w:val="20"/>
                                    </w:rPr>
                                    <w:t>h</w:t>
                                  </w:r>
                                </w:p>
                              </w:txbxContent>
                            </wps:txbx>
                            <wps:bodyPr rot="0" vert="vert270" wrap="none" lIns="0" tIns="0" rIns="0" bIns="0" anchor="t" anchorCtr="0" upright="1">
                              <a:spAutoFit/>
                            </wps:bodyPr>
                          </wps:wsp>
                        </wpg:grpSp>
                      </wpg:grpSp>
                      <wps:wsp>
                        <wps:cNvPr id="36" name="Text Box 2"/>
                        <wps:cNvSpPr txBox="1">
                          <a:spLocks noChangeArrowheads="1"/>
                        </wps:cNvSpPr>
                        <wps:spPr bwMode="auto">
                          <a:xfrm>
                            <a:off x="0" y="381"/>
                            <a:ext cx="1771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color w:val="000000"/>
                                  <w:sz w:val="20"/>
                                  <w:szCs w:val="20"/>
                                  <w:lang w:val="en-GB"/>
                                </w:rPr>
                                <w:t xml:space="preserve">Reference lug contact plane </w:t>
                              </w:r>
                              <w:r w:rsidRPr="00276E70">
                                <w:rPr>
                                  <w:rFonts w:eastAsia="Calibri"/>
                                  <w:color w:val="000000"/>
                                  <w:sz w:val="20"/>
                                  <w:szCs w:val="20"/>
                                  <w:vertAlign w:val="superscript"/>
                                  <w:lang w:val="en-GB"/>
                                </w:rPr>
                                <w:t>9</w:t>
                              </w:r>
                            </w:p>
                          </w:txbxContent>
                        </wps:txbx>
                        <wps:bodyPr rot="0" vert="horz" wrap="square" lIns="91440" tIns="45720" rIns="91440" bIns="45720" anchor="t" anchorCtr="0" upright="1">
                          <a:spAutoFit/>
                        </wps:bodyPr>
                      </wps:wsp>
                      <wps:wsp>
                        <wps:cNvPr id="37" name="Text Box 2"/>
                        <wps:cNvSpPr txBox="1">
                          <a:spLocks noChangeArrowheads="1"/>
                        </wps:cNvSpPr>
                        <wps:spPr bwMode="auto">
                          <a:xfrm>
                            <a:off x="22002" y="0"/>
                            <a:ext cx="17336" cy="3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spacing w:val="-1"/>
                                  <w:sz w:val="20"/>
                                  <w:szCs w:val="20"/>
                                  <w:lang w:val="en-GB"/>
                                </w:rPr>
                                <w:t>Photo-Detector of Goniometer</w:t>
                              </w:r>
                            </w:p>
                          </w:txbxContent>
                        </wps:txbx>
                        <wps:bodyPr rot="0" vert="horz" wrap="square" lIns="91440" tIns="45720" rIns="91440" bIns="45720" anchor="t" anchorCtr="0" upright="1">
                          <a:noAutofit/>
                        </wps:bodyPr>
                      </wps:wsp>
                      <wps:wsp>
                        <wps:cNvPr id="38" name="Text Box 2"/>
                        <wps:cNvSpPr txBox="1">
                          <a:spLocks noChangeArrowheads="1"/>
                        </wps:cNvSpPr>
                        <wps:spPr bwMode="auto">
                          <a:xfrm>
                            <a:off x="35528" y="4763"/>
                            <a:ext cx="238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sz w:val="20"/>
                                  <w:szCs w:val="20"/>
                                  <w:lang w:val="en-GB"/>
                                </w:rPr>
                                <w:t>e</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39" name="Text Box 2"/>
                        <wps:cNvSpPr txBox="1">
                          <a:spLocks noChangeArrowheads="1"/>
                        </wps:cNvSpPr>
                        <wps:spPr bwMode="auto">
                          <a:xfrm>
                            <a:off x="41148" y="2381"/>
                            <a:ext cx="1076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sz w:val="20"/>
                                  <w:szCs w:val="20"/>
                                  <w:lang w:val="en-GB"/>
                                </w:rPr>
                                <w:t>Reference plane</w:t>
                              </w:r>
                            </w:p>
                          </w:txbxContent>
                        </wps:txbx>
                        <wps:bodyPr rot="0" vert="horz" wrap="square" lIns="91440" tIns="45720" rIns="91440" bIns="45720" anchor="t" anchorCtr="0" upright="1">
                          <a:spAutoFit/>
                        </wps:bodyPr>
                      </wps:wsp>
                      <wps:wsp>
                        <wps:cNvPr id="40" name="Text Box 2"/>
                        <wps:cNvSpPr txBox="1">
                          <a:spLocks noChangeArrowheads="1"/>
                        </wps:cNvSpPr>
                        <wps:spPr bwMode="auto">
                          <a:xfrm>
                            <a:off x="16478" y="22955"/>
                            <a:ext cx="1076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sz w:val="20"/>
                                  <w:szCs w:val="20"/>
                                  <w:lang w:val="en-GB"/>
                                </w:rPr>
                                <w:t>Reference axis</w:t>
                              </w:r>
                            </w:p>
                          </w:txbxContent>
                        </wps:txbx>
                        <wps:bodyPr rot="0" vert="horz" wrap="square" lIns="91440" tIns="45720" rIns="91440" bIns="45720" anchor="t" anchorCtr="0" upright="1">
                          <a:spAutoFit/>
                        </wps:bodyPr>
                      </wps:wsp>
                      <wps:wsp>
                        <wps:cNvPr id="41" name="Text Box 2"/>
                        <wps:cNvSpPr txBox="1">
                          <a:spLocks noChangeArrowheads="1"/>
                        </wps:cNvSpPr>
                        <wps:spPr bwMode="auto">
                          <a:xfrm>
                            <a:off x="381" y="24479"/>
                            <a:ext cx="24003" cy="4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color w:val="1B1B1B"/>
                                  <w:spacing w:val="-1"/>
                                  <w:sz w:val="20"/>
                                  <w:szCs w:val="20"/>
                                  <w:lang w:val="en-GB"/>
                                </w:rPr>
                                <w:t>C-plane</w:t>
                              </w:r>
                              <w:r>
                                <w:rPr>
                                  <w:rFonts w:eastAsia="Calibri"/>
                                  <w:color w:val="1B1B1B"/>
                                  <w:spacing w:val="-15"/>
                                  <w:sz w:val="20"/>
                                  <w:szCs w:val="20"/>
                                  <w:lang w:val="en-GB"/>
                                </w:rPr>
                                <w:t xml:space="preserve"> </w:t>
                              </w:r>
                              <w:r>
                                <w:rPr>
                                  <w:rFonts w:eastAsia="Calibri"/>
                                  <w:color w:val="1B1B1B"/>
                                  <w:spacing w:val="-1"/>
                                  <w:sz w:val="20"/>
                                  <w:szCs w:val="20"/>
                                  <w:lang w:val="en-GB"/>
                                </w:rPr>
                                <w:t>definition</w:t>
                              </w:r>
                            </w:p>
                            <w:p w:rsidR="0034536E" w:rsidRDefault="0034536E" w:rsidP="00276E70">
                              <w:pPr>
                                <w:pStyle w:val="NormalWeb"/>
                                <w:spacing w:line="240" w:lineRule="exact"/>
                              </w:pPr>
                              <w:r>
                                <w:rPr>
                                  <w:rFonts w:eastAsia="Calibri"/>
                                  <w:color w:val="1B1B1B"/>
                                  <w:spacing w:val="-1"/>
                                  <w:sz w:val="20"/>
                                  <w:szCs w:val="20"/>
                                  <w:lang w:val="en-GB"/>
                                </w:rPr>
                                <w:t xml:space="preserve">Viewing direction along reference axis  </w:t>
                              </w:r>
                            </w:p>
                            <w:p w:rsidR="0034536E" w:rsidRDefault="0034536E" w:rsidP="00276E70">
                              <w:pPr>
                                <w:pStyle w:val="NormalWeb"/>
                                <w:spacing w:line="240" w:lineRule="exact"/>
                              </w:pPr>
                              <w:r>
                                <w:rPr>
                                  <w:rFonts w:eastAsia="Calibri"/>
                                  <w:sz w:val="20"/>
                                  <w:szCs w:val="20"/>
                                  <w:lang w:val="en-GB"/>
                                </w:rPr>
                                <w:t> </w:t>
                              </w:r>
                            </w:p>
                          </w:txbxContent>
                        </wps:txbx>
                        <wps:bodyPr rot="0" vert="horz" wrap="square" lIns="91440" tIns="45720" rIns="91440" bIns="45720" anchor="t" anchorCtr="0" upright="1">
                          <a:noAutofit/>
                        </wps:bodyPr>
                      </wps:wsp>
                      <wps:wsp>
                        <wps:cNvPr id="42" name="Text Box 2"/>
                        <wps:cNvSpPr txBox="1">
                          <a:spLocks noChangeArrowheads="1"/>
                        </wps:cNvSpPr>
                        <wps:spPr bwMode="auto">
                          <a:xfrm>
                            <a:off x="26003" y="11049"/>
                            <a:ext cx="238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sz w:val="20"/>
                                  <w:szCs w:val="20"/>
                                  <w:lang w:val="en-GB"/>
                                </w:rPr>
                                <w:t>γ</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43" name="Text Box 2"/>
                        <wps:cNvSpPr txBox="1">
                          <a:spLocks noChangeArrowheads="1"/>
                        </wps:cNvSpPr>
                        <wps:spPr bwMode="auto">
                          <a:xfrm>
                            <a:off x="19336" y="8477"/>
                            <a:ext cx="238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sz w:val="20"/>
                                  <w:szCs w:val="20"/>
                                  <w:lang w:val="en-GB"/>
                                </w:rPr>
                                <w:t>C</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44" name="Text Box 2"/>
                        <wps:cNvSpPr txBox="1">
                          <a:spLocks noChangeArrowheads="1"/>
                        </wps:cNvSpPr>
                        <wps:spPr bwMode="auto">
                          <a:xfrm>
                            <a:off x="24479" y="13525"/>
                            <a:ext cx="3524" cy="3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276E70">
                              <w:pPr>
                                <w:pStyle w:val="NormalWeb"/>
                                <w:spacing w:line="240" w:lineRule="exact"/>
                              </w:pPr>
                              <w:r>
                                <w:rPr>
                                  <w:rFonts w:eastAsia="Calibri"/>
                                  <w:sz w:val="20"/>
                                  <w:szCs w:val="20"/>
                                  <w:lang w:val="en-GB"/>
                                </w:rPr>
                                <w:t>C</w:t>
                              </w:r>
                              <w:r w:rsidRPr="00ED50A2">
                                <w:rPr>
                                  <w:rFonts w:eastAsia="Calibri"/>
                                  <w:sz w:val="20"/>
                                  <w:szCs w:val="20"/>
                                  <w:vertAlign w:val="subscript"/>
                                  <w:lang w:val="en-GB"/>
                                </w:rPr>
                                <w:t>0</w:t>
                              </w:r>
                              <w:r>
                                <w:rPr>
                                  <w:rFonts w:eastAsia="Calibri"/>
                                  <w:color w:val="000000"/>
                                  <w:sz w:val="20"/>
                                  <w:szCs w:val="20"/>
                                  <w:lang w:val="en-GB"/>
                                </w:rPr>
                                <w:t xml:space="preserve">  </w:t>
                              </w:r>
                            </w:p>
                          </w:txbxContent>
                        </wps:txbx>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23" o:spid="_x0000_s1124" style="width:408.75pt;height:225pt;mso-position-horizontal-relative:char;mso-position-vertical-relative:line" coordsize="51911,28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XXUlPwgAADJEAAAOAAAAZHJzL2Uyb0RvYy54bWzsXGtv47oR/V6g/0HQ&#10;d69FiXoZm73I2vH2Att20d32uyzLtnBlSaXk2LlF/3vPkJIsv+LkrpM4hQIk0cOkyJkzZ4YzlD/+&#10;slkm2n0kijhLb3T2wdC1KA2zaZzOb/R//hj3PF0ryiCdBkmWRjf6Q1Tov3z6858+rvNBZGaLLJlG&#10;QkMnaTFY5zf6oizzQb9fhItoGRQfsjxKcXOWiWVQ4lTM+1MRrNH7MumbhuH015mY5iILo6LA1ZG6&#10;qX+S/c9mUVj+fTYrolJLbnSMrZR/hfw7ob/9Tx+DwVwE+SIOq2EEf2AUyyBO8dCmq1FQBtpKxAdd&#10;LeNQZEU2Kz+E2bKfzWZxGMk5YDbM2JvNF5GtcjmX+WA9zxsxQbR7cvrD3YZ/u/8mtHh6o5u2rqXB&#10;EjqSj9VMi4SzzucDfOaLyL/n34SaIQ6/ZuFvBW739+/T+Vx9WJus/5pN0V+wKjMpnM1MLKkLTFvb&#10;SB08NDqINqUW4qLNfMZoLCHumZ7t2kalpXABVR60Cxd37ZatdjT8fjBQD5UDrQamZiVPmgnWQnB2&#10;hcC5/9JS8DFXTNUyuKfQWEuC+45nVvMxXG6ru40UDtptJXGs5QlJ5HE4wG8FLRwdQOu8CaJVuRKR&#10;XnWyfFIfy0D8tsp7sII8KONJnMTlg7RoIIUGld5/i0NCHJ20UOrWCsJteqrGbSmZ+mOqUUCTkiDV&#10;0my4CNJ5dFvkYANwlMTF7sf7dLrzxEkS5+M4SQiudFzNDcyxZ3lHxKOsepSFq2WUloqmRJRgmlla&#10;LOK80DUxiJaTCFYnfp0yaRvQ+teipMeR/iV1/Mf0bg3DNz/3hrYx7HHDvevd+tztucady4EXNmTD&#10;/1JrxgerIsJ8g2SUx9VYcfVgtEd5omJUxUCSybT7QPKlsiAMSFpSPURAiURCYy1E+A9IldiVmcxV&#10;DOtYBnALUTHPsGFQIFrbsRxXAbgoRVSGC2o9g4CpuXpMc0NqY6sA0k0B8jnLJ5VFcN+W1KUkSZzS&#10;sgfmeVzySWMPgIooyi9RttToACrBiKRKgntoRI2t/giNOs0IGLguH3CgNN/w77w7j/e46dxBaaNR&#10;73Y85D1nzFx7ZI2GwxGrlbaIp9Mope5+XmdSHVkST2vYFmI+GSZC6XIsfyT0obXtx/qEne0waj3X&#10;/+XspD5IA7hKysDvYxQKj9/2I9yR8t53FOQqL+VImOE61gkWtQyfVSzKfN+oQNiw6LGmWyKlxgAw&#10;uSJqLH1BA5x9l4IApqh5Yp0XT7M9Cl+Ouf7viyCPgEJ01GY/v5bt91IE8XxRardCZGttmKUpYJsJ&#10;jUMSwGbVbpgqpx1u0sppN3won/DjIYeDVpS404ROThudNoP9/4UaEuoqd265tgndQ1bcgCnWBiK9&#10;Omc2q+To2WfsDzwgp9bMST3lvDUmqba+0X0b0cPjxmDIn0NjCAYIuNKpHPkiCqZ31XEZxAmOtVJK&#10;qxQx/EkCf4enFUtdSyKEvsm86i9Jr5EZGtJ6ksHX2lc4mmTTh28CUgHiJcjV5RdHuwV3opjkEbRz&#10;EvsOdIPBi6Fd4v5fe7hnzGKwS+IIbrt7rocZuK2Q71meHGxDIAeep0P+jjO6jE98l8gHWZ5FvqTY&#10;V0D+Pt5Nxi141BN4Nw0HToA8Zof3N4kB3yXegaezeHdenulb0cyxwJBWZnI9YbtVSOmb1m5Q2HH6&#10;a6xz3iXGEQacxbhcnrwCp+/H7sylpdHxPJRrWdUayDLsLoJ5/VX9u0Q7fwLaZcLzZdHeYnTTNvmp&#10;LIFpuQjhKWqxfVsaYRelv2rm6l1iHJl7xeg/KDL4nG00sxWjUMFEKze4XC8YC1U3aVIwMndDiQYk&#10;i3ZyMNRUrWpP52DayDZdBxRNEblhelWKqw5WmGNiHU3QdsHjtIqvayIHscozMp9PzrWcSjwGg2Vc&#10;ovSXxEssFZqETDA4knhRg77OxEorl0rp8EulXIkVSfcKBeVmspFFOrsBmErKaCJDxhr6RQkWB/TX&#10;pCz8GhXNGz1FyRXpqV9T4AsXy/pA1AeT+iBIw0WGjH2pa+pwWOIMbVa5oDTjFsG3KOaNY5kWpzGq&#10;YbRTQ9u0qLxalQNfK2UEM7gKk4ToYHGWJ816W4lgrlsnlOGMpP+7kDkSHbRIdPB/by3tQhlS/Nz4&#10;bPq9seO5PT7mds93Da9nMP+z7xjc56Pxbs3la5xGP59f+ul88zM5sEmP0fAlk4Pl6/+qVnOKOJqq&#10;wFHigPH/XrNG8e9VQNVcxRs+4yiYVdyB/CY5E8Uf1R3FIdWdC/IITeTlU8xNOfnNXbhBRVNwRrXb&#10;oXHf7eWXIbXYMYYsT5+KLE5WODrGoNjvyYzRVFaugjHSjCKP2WORx+swRlPefmPGsOym3ErVb8TI&#10;2zDDpMBDxvxdlPFzMXnHGc/ijKYmdRWcUeRnVyuvwxnNto035gzOGHYZUpQhGWKHM6qCByUKQBpn&#10;qhrPyhR0S5NuaUKrlFNLk6aw15FGa68XrbquIpXBHO5WpGH6arPtNtLoWONiOy67UONZoUZTKu1Y&#10;o80azc6hNw415ApExhIcpbWdSAO5OiQy5PIEO0UvWZPoIo0u0ngs0mgKzlfBGdeS0uDN7qs35gzT&#10;kcQA1mAMSfs91uhyGhd6taMLNJ4VaEgc0trlKkjjWnIatJXmOpYnvtyfBtLwuLu396HLg17qdbCO&#10;M57DGfUrbx1ngDa3L+/yZlPgWwcanBYlcsOURa+L7SxPcAXjpDyoZVln9rt2eVC8Id0VXNX7gUBR&#10;SxTP3qLhyL1CVxNoPGF1Ird64Ysp5A6U6ks06Jsv2uc4bn/Vx6f/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uZPCWt0AAAAFAQAADwAAAGRycy9kb3ducmV2LnhtbEyPQUvDQBCF&#10;74L/YRnBm92NGi1pNqUU9VQEW0F6m2anSWh2NmS3SfrvXb3oZeDxHu99ky8n24qBet841pDMFAji&#10;0pmGKw2fu9e7OQgfkA22jknDhTwsi+urHDPjRv6gYRsqEUvYZ6ihDqHLpPRlTRb9zHXE0Tu63mKI&#10;sq+k6XGM5baV90o9SYsNx4UaO1rXVJ62Z6vhbcRx9ZC8DJvTcX3Z79L3r01CWt/eTKsFiEBT+AvD&#10;D35EhyIyHdyZjRethvhI+L3RmyfPKYiDhsdUKZBFLv/TF98AAAD//wMAUEsDBAoAAAAAAAAAIQAh&#10;Er/1E48AABOPAAAUAAAAZHJzL21lZGlhL2ltYWdlMS5wbmeJUE5HDQoaCgAAAA1JSERSAAAE8wAA&#10;A4IIAgAAAJ3bABMAACAASURBVHic7N0xbipL1zbs9qczCKRPgsghEUOAKVjyGBgARM8TnAwG4DFY&#10;r6cAQ3BE6IiWPolZ+A/q3/X2bjDGbqC6uq8rOPLBbHuBMeZmrap6+J//+Z/dblcAAABAhsbj8T+7&#10;3e7ff/9NXQkAAAD8xn//+9//k7oGAAAAaESyBQAAIG+SLQAAAHmTbAEAAMibZAsAAEDeJFsAAADy&#10;JtkCAACQN8kWAACAvP2TuoDsHQ6H//f//l/4+P/+3/87GAzOX6fK9V3f9V3f9V3f9V3f9V3f9V2f&#10;5vRsm3p5eYkff/UwPfmwdn3Xd33Xd33Xd33Xd33Xd33XL4riv//978nLudzDf/7zn3///Td1GRn7&#10;73//6w4EAAB+TaZo6L///a+eLQAAAHmTbAEAAMibZNvUfD5PXQIAAECvSbZN2dwMAAAgLckWAACA&#10;vEm2AAAAKY3H49QlZE+yBQAASOnp6Sl1CdmTbAEAAMibZAsAAEDeJFsAAADyJtk29fb2lroEAACA&#10;XpNsm9rtdqlLAAAA6DXJFgAAgLxJtgAAACkdDofUJWRPsgUAAEjp5eUldQnZk2wBAADIm2QLAABA&#10;3iRbAAAA8ibZNjWfz1OXAAAA0GuSbVODwSB1CQAAAL0m2QIAAJA3yRYAACCl8XicuoTsSbYAAAAp&#10;PT09pS4he5ItAAAAeZNsgYtst9uHh4ftdpu6EAAAqJNsAQAAyJtk29Tb21vqEgAAAHpNsm1qt9ul&#10;LgEAAKDXJFsAAADyJtkCAACkdDgcUpeQPckWAAAgpZeXl9QlZE+yBQAAIG+SLQAAAHmTbAEAAMib&#10;ZNvUfD5PXQIAAECvSbZNDQaD1CUAAAD0mmQLAABA3iRbAACAlMbjceoSsifZAgAApPT09JS6hOxJ&#10;tgAAAORNsgUAACBvki0AAAB5k2ybent7S10CAABAr0m2Te12u9QlAAAA9JpkCwAAQN4kWwAAgJQO&#10;h0PqErIn2QIAAKT08vKSuoTsSbYAAADkTbIFAAAgb5ItAAAAeZNsm5rP56lLAAAA6DXJtqnBYJC6&#10;BAAAgF6TbAEAAMibZAsAAJDSeDxOXUL2JFsAAICUnp6eUpeQPckWAACAvEm2AAAA5E2yBQAAIG+S&#10;bVNvb2+pSwAAAOg1ybap3W6XugQAAIBek2wBAADIm2QLAACQ0uFwSF1C9iRbAIBW2G636/W6LMvU&#10;hQD39vLykrqE7P2TugCA/tput+GDx8fH4XCYthigDZbL5WQy8YQA8FOSLUAaZVnOZrP4v5vNZjqd&#10;JqwHACBfppEB0nh9fS2KYrPZbDaboiiqKRcAgB+RbJuaz+epSwDys91ul8vlarWaTqePj4/hQovr&#10;AAB+R7JtajAYpC4ByMx2uw0d2ufn56LSvLWyDgDgdyRbgHsLsTZE2WrzNnVdAAC5kmwB7mq9Xhd/&#10;9ouqNW8BgH4aj8epS8ieZAtwP6FDWxRF6NBWm7eJKwMA0nl6ekpdQvYkW4A7iR3a/X5f/N28TVwZ&#10;AEDmJFuAu6oury3+NG8BAGhCsgW4q9lstl6vq81bIEfb7Xa9XjusC6AlJNum3t7eUpcA5CG2Z0O3&#10;1vJayN1yufz4+EhdBQBFIdk2t9vtUpcA5CEsrF2tVvv9fr/fm0MGALiWf1IXANALcWHtYrFIXQsA&#10;QNfo2QLcXG1XZKAPyrJcr9fb7TZeEv63eglAcDgcUpeQPckW4OacWws9UZZl2Fnq4eFhNBotl8v3&#10;9/fqFWaz2Ww2e3h4CCnXBlRA8PLykrqE7JlGBrgt59ZCh81ms9VqFT4OKw5qqhd+9XH8CgD8mmQL&#10;ZKYsy4w6n86thc47GWivewUAvmUaGcjJdrsdjUa5rFKzvBY6b7PZhN3ON5vNZrM5vkLcDn2/35/s&#10;zX57BQAuoWfb1Hw+T10C9EUMirmwvBb6IPyCh/9+fn6WZfnx8fH+/h47scfPACHBPj8/1z41mUzu&#10;UTFAF0m2TQ0Gg9QlQC/EWJvLgtWwvBbom+FwOBwOp9PpYrHYbrePj4/xU5PJZL/fe6sL4BZMIwMZ&#10;yC7WxuW1RVHMZrNcxqeB65pOp9UcW/tfAK5IsgXaLsdYG5fXhnV34ZAP+RYAOGk8HqcuIXumkYFW&#10;yy7WlmVZXV47HA73+/1oNCoqy24LWyUDABVPT0+pS8ieni3QXtWUmEsUfH19Lf4uOITbeIXZbKaF&#10;CwBwXXq2wPfKsgwfvL+/Pz4+3medWFmWodWZUawNy2tXq1Wt4OFwuNlsahs7h//9/Py8a4kAf4vP&#10;8HSPdd30imQLPVV9KfPx8RE+eH9/r14n7oFUvaR2YTx9sXZYRdgO9Nd/UzONtSGsPj8/H392Op2u&#10;VqvavXfy9EuAe3p9fT1+tqcDVqvVYrFIXQXcj2Tb1Nvbm7F4shCibDxl8Thl/c4lX2S1WoXce2G/&#10;N8dYW1tee/I6i8Wiencdt3YB7qksS7G2w8JP9vjYZOgqybap3W4n2dJOtShb++yPXsrEGBw6tD99&#10;GXTc5j0TdHOMtcWp5bUnxd2kCq85gBaIz89xAIduCD/Z5XJ5cowIOkmyhe44H2WPHQ8ShxHiqJq4&#10;JpPJbDabTCbT6bQ63RSnmuNIcxAGm0+WcT7oXhgRW+Wr5bXH4oLbz8/P9Xodprv3+71wCyRkbLWT&#10;dOPpG8kWsnf5OFnIkA1XwNbEr1P7giHjhZdKZVmG3FvbQik4Xnqa15ju+eW1x6bTadgqebFYhPcL&#10;RqORcAsAfXY4HAaDQeoq8ibZQq4uCbSXR9la6zVuJVUbVJvNZtWJtdquUcHxtwvHuhZ/9gE+H3TD&#10;hcvlMotzXy9ZXnssXnM6nYYWrnALXEV8rw3Iy8vLy7///pu6irxJtpCZ84H2fJSN48rFqex6Xrza&#10;5dNNccy4+DugXhh04/+2OeI2n50WboFr2W63tS3uAfpDsoU8hEBbnAqWoYn61UZEIc0m2f3yZKnH&#10;e0fVgu52uy3+TrmtjbiXL689T7gFrkK3FugzyRZa7XeBNnRBL9xHqvrVij8DxnErqfjFw3ZHm82m&#10;ustUbdeo4Mz3PZN1YzgMH3x+fobmQ/WftCri/nR57XnCLXBF4Y3Cb8W96AE6QLJtaj6fpy6BDjoT&#10;Tb8KtBem2fDP48RycfFWUnGuuLaA9viacfPkOGZ8PuvGI4VqeXU6nYYv1cKI+7vltecJtwAAvybZ&#10;NmUTM64rLqONeS9arVa1QHumo1v9V8WfvuKdw1IcMz6fdeMHMa+GRu7lEff++fZGJ+4KtwAAvyPZ&#10;QlvUtoaqbkp8HGjPt2cTptnzYtZ9fHys9mlrt6V620N7OSbkkxH3zvk2rAS+0dFEwi0AwC9ItpDe&#10;ye2OjwPtV9eM1y++3keqVeLKrtjz/KolW/24GlyrETd2eqsjyrfLt/E7hi70LQi3ANA34/E4dQnZ&#10;k2whpQsz7flAm0WajY5jbVTNq8XZQ4Cqg8phr6njvZRvkW+ry2uv+5VrhFsA6JWnp6fUJWRPsoU0&#10;Gmba7AJtcCbWVlW3Ry6+iLi1Fu598u2NlteeJNwCAFxOsoV7uyTTngm01XWnebkw1lbFiBuWFp8M&#10;rsW98u1Nl9eeJNwCAFxIsoX7uSTTHq81PXm1+3t8fKwdZvtTYVfk34XMsPXUcRf3eET5Rvn2Dstr&#10;T4rh9vX19c7fGgAgI5JtU29vb8biuUQtaxWn+rShpXnmOgnFbY1/bTqdNm88VgeVz2TXr/JtCOc/&#10;reFuy2tPmk6n8Qgo4RYA4KT/k7qA7O12u9Ql0HZlWa7X62rEWq1W+/1+sViEiBWuUIu1tet0wxVv&#10;S8iutag5m80eHh5CX/fkdcJkb7zChe65vPakEGiXy+VPKwcA6AnJFm5ru92ORqPqAa0nM23tCp+f&#10;nx3LtDfy63y7Xq/LsrzkW9x/ee1J+/2+KIrZbCbcAgAck2zhVo5bteczbVEUm81GoP2FX+Tb5XJ5&#10;SfM21fLaY8PhMBQ/m80uzOQAQC4Oh0PqErIn2cJNHLdqPz8/q9tEHWfaz8/PtF3B88qybHmgitm1&#10;1p6t5dvLm7cx1iZZXnssFj8ajVr+swAAfuTl5SV1CdmTbOHKvmrVho+32+3Dw8Pxmts2Z9rg4+Pj&#10;8hWqCXPXdDoNCbCWYH/RvL3FibgNxXD7+vqauhYAgBaRbOGazrRqv91HqjPCJs/r9TphDTHfxkt+&#10;2rwN12xVrA3iVslp72EAgFaRbOE6zrRqv9omqnuZtqicXTSZTFLX8s3eUWeat3EOuW2xNrBVMgBA&#10;jWTb1Hw+T10C6Z1p1R4vqe1qpi0qsbZVrc5wju5qtQr/Wxs/PtnabdXy2pNslQwAUCXZNjUYDFKX&#10;QErnV9XWPhW2iepkpi3aGmuD4XC4WCy+Gk4+ubVy8mN+zrNVMgBAlWQLvxey3Ferah8eHmrjx21O&#10;Sg21OdZGJ4eTTzZvw0LWlrdDq1slp64FACAxyRZ+KYwZx/+tbYBc/VTnT6nNItZG53eWCsJbEu2f&#10;9Q27SRVFYTcpAMjaeDxOXUL2JFv4jbjDUPGnH/vVBsjdbtUWucXa4KvmbVxeGz8VdpxKU+Vlnp+f&#10;i6JYLpdmkgEgX09PT6lLyJ5kCz9Wi7WxH3tmOLmrcoy10XHztvhzQ6qfWi6XDw8Prc2NccGtmWQA&#10;oM8kW/iZaks2xNrw8ckJ5AT13VHWsTY42byNZwJVL69up9w2ZpIvtN1uW/tDBAAakmzhB9brdWzJ&#10;xuxam0Du6mZR4eycx8fH8L8diLVfiSH2uKnb2lzkhNtvlWU5m83e399TFwIA3IRk29Tb21vqEriH&#10;2l7HMc4dTyB3eLOo4XBYnbsuOhFrq8tr44UxxIY8f3x5C8UTbls7OA0AcDuSbVO73S51CdxcDHJB&#10;jHM9nEAuuhVri7+X154MscPh8PPzM4z7Fi0Ot8PhMBT5+vqauhYAgHuTbOEbx6f7xFjb+QnkYx2L&#10;tWFharwtZ0LsYrGobpjcznBrJhkA6C3JFs756nSf6uWdP6426lis3W63YYy8dltqITZuy1Rddtva&#10;04DMJGfKzwug5w6HQ+oSsifZwpe+Ot2nFms7kPEu0b1YG36I1Qnk6KtTf9p/GlA8BMhMci622+3D&#10;w0ObN9/mnmp79QH98fLykrqE7Em2cNpxrA0fV7dB7kbGu0THYm1RWV77VbP9q1N/ape3MECGQ4DM&#10;JGch7NgcPp7NZg8PD35qxL36APgRyRZOOB42Dh/XTv3pRsb7Vm0DrQ6oLa/9yld7StU6ty0cS35+&#10;fi7MJOcgvDOy2WziucqtXcUNAC0n2ULdV8PGYm2+yrKMGe+r5bUnfbWnVDX0tjDcmknOUXzHRPMW&#10;AH5Bsm1qPp+nLoFrqg4HrlYrsTYOIVdHcDNSluV6vX59ff34+Ahp4czy2q+c3Bg5pseildsRx5lk&#10;bds2m0wmRSXKTqfTavN2vV778QHAhSTbpgaDQeoSuJpqf7K2trbnsTbTmxxObFoul8vlcjabrVar&#10;b5fXfqW2MfLxWHILh0jDTLK2bZvVomztcbVcLu0s1TdlWW63W+9oAPyCZAv/q5oBxNoOxNpq+70o&#10;ivBz/PUtCl3Q8HFcwtrmcDscDm0llYXjOeRq4n1/f09dIPfz8fExm80+Pj5SFwKQH8kW/n/VBBtH&#10;VcXaTG9yLdaG7mXQ5BYtFosYbkejUQy3x4m3JeJWUqkL4Rtn5pDjUxAAHTYej1OXkD3JFoqisqtQ&#10;URlVFWvzvcnxNMjqVPlVnAy3Jy9sg9C2LYpC2zYLtTnk+JaEDaUAOu/p6Sl1CdmTbOH0Zsi1rJtv&#10;xvuRbsTa6nrpEGuvezhktQMcJ9hPXtgGTgDKS7V5u/qjaN+sOwC0jWRL330Va08e/NNt3Yi1VbGP&#10;el3D4fD4yJ+TF7ZBbNu2Km9zXsi3iz+cBgQA35Js6TWxNuperL2pvMJtaFw7AShftVW48i0AHPsn&#10;dQHZe3t7MxafqZNH1/Yz1hZFEbbiDDe5mn/iFp1Zb9B6ixgQzrMNj5blcjmZTKbT6ckLr/6tfyFU&#10;9fr6et1Vx9xTWIX7/v4eTrHq1RNUXrbbbdZPmACZkmyb2u12km2m4nBmdZOh46zbeWVZfnx8hNdh&#10;326i+/7+ntHdErJlcbPNgUPSCF88Jo2TF97iu/9I2MB5uVw+Pz9fd9Ux9xQeYJPJZDabxcOZ2/AA&#10;IyrLMrz70OSL5PVMC9ASppHpqeoGUdWja+MVOtzaKsuyLMv1er1erx8eHsIWrBe+DstuojUGgBut&#10;uT15nm3twpbcY2ErKattO+D4iCDDyS0RlnU4qAkgCT1b+qg6chwXRlazbrywM2Jj9pKXXNUQGHqe&#10;RVE070IkFHNmUXn/Yrlc7vf7j4+Phr2RWpN2v98Ph8PYIy2KoiUzwGErqVbNSNNEfOCFh5nmbavU&#10;jtG+0MfHh9OnobcOh8NgMEhdRd4kW/qoupI2TGbWltd2ZlyzLMvQozsTSler1WQyeXx8PH+rM1o2&#10;FtcGB+EV/3q9Drmueldca9Osao4djUafn59FUTw/P4dL2hMmQ0mz2SxUSJcYTm6bzvwdAe7j5eXl&#10;33//TV1F3kwj0ztxbC+upK1uJdWZ14Vh3jjMxdVibTghc7/f7/f7cLJI2PooVanXVf1pFpUfaDg9&#10;JVxYm0y+ykmhi8Uiftm4VXLbZpLjCUCGV7shplnDyQAg2dIv1d5sHBULjbuiE7tGhUAbVs9WA201&#10;zT4/Py8Wi+Fw2Jk0W1VdR3r8A93v97G5utlsrps84yNquVzGBbcx7rZkgWsoMqMOPF8Jb6DEB3lc&#10;3R3a8sItAH0j2dIvJ+eQ42fbsBjy16pN2urlIdCGjmW4yaPRqD1HrV5XWCx9ZrOoj4+P6qLE6lZP&#10;zZPnySbtcdxNK662bUMPmV9br9fhkRxXwheOvQWg3yTbpubzeeoSuNTxHHJteW2yyho73pAzdmhj&#10;oI1XK/5+NdwZ8af51cYt8QrVmfPHx8fwwVXC3nGTtoUzyTZJzl2MtUVRHI+Z1PLtdrttw6MOAG5N&#10;sm3KJma5OJ5DrsXafOeQt9ttbQQ3BtrqvHGMtVnf2G999Q7FyVhbVJaeXutYoPbPJIdHhbZtpqqx&#10;9syDNs4jzGaz0WikeQtA50m29MXxHPL7+3t4XdiBpBcnbMOOUMcLaPsQa0Or6uSt+yrWBqGDvVwu&#10;rxI7s5hJDhW2IWbzI9VYW3w3fGE4GYBekWzphZNzyHHT4K4mvagPsfaM87G22rq/1oG97Z9JDveD&#10;tm1earG2qMzSnzGdTvf7fXU4+Vb1AdDAeDxOXUL2JFu679s55GSV3YVYe2GsDa6V9No/kxyKaUMl&#10;XKIsy+N3Xi7c3nw4HFaHkzVvAVro6ekpdQnZk2zpvpNzyPGSzoe9sI60q7e0LMszr9HD8SfFd7G2&#10;evzPtbR/JjkUc602Nbc2HA4/Pz+rC2t/+qA1nAxAt/2TugC4ra/mkMOFnQx7x657mtFoNFqtVtUF&#10;fo+Pj6mOxg3t6P1+f6aAb2PtdDqNrdrX19dr3V2hSRsebOHLhrgbvu9sNjtf9q3F43+2221PfhE6&#10;IDyc4uPqF0Lz9v39Pbzv09X3vHK3XC47uYM9wE1JtnTZ8Rxy8XcLN01ZLRYC3sfHR2hrf/Xq+cyr&#10;6tBTmkwmd4i74W2L1WrVMNbersLn5+dwX4XXqeEE3Vrcvd13v7C89/d32SYL8X26xWLx/Pz869+v&#10;8DicTCaz2ew+vwhcKL7fVFT+VAFwIdPITb29vaUugS/NZrO4+3F4FVidvvNKriiKsizDQO96vX54&#10;eBiNRqPRaDabxe21fir8w3DQSBh3vNHEY0ynZ8JhbNSf/IfVV/MxJFx3U6VvZ5LTbuAUX0bbRyoj&#10;4RHV/G0jw8kAdIyebVO73c6C73YKr9Kqux+XZalhWxRFWZZh36CT2TVMGoc9V6uvnkMgrN5vYaDx&#10;/Peq3eHXejch/ih/+nM8061tMuF5RrVJ+/HxEQ4ZjjPJLWnbJi+DS4THzHXfkgvDyXFCXvM2uTCE&#10;XFvxcTmdXqDPJFs66zjEfnx8xEv6+eotZNpqfqsODxeXNYLiXTedTmMcKssy3r0nE+91I+7vdnu+&#10;5FTb4gZpc7FYxPHCsLY2fvflctlkrLS58K2Tl8G3wlt1t3hLLjRvw2+H4eSWCIsXUlcBkBnTyHTT&#10;8dRxdc1tV18xvL+/n5wnLMsyDhvHHWj2+/3n5+disVgsFtPpNPQSf/2tQ1oLFovF5+dnPEKzJrx6&#10;DqOPvxuCjctrrxhrj4//ua54V8RTdo4vSSVUkrwMzrtFw7aqNpy8Xq8NJwPc0+FwSF1C9iRbuum4&#10;YduHOeSwwLUaF0OmPRlob92gC1n3fMQdjUY/XYh7yfLaM//qklh7i3Wn1SZt+OLHl6QS2vWO/2mz&#10;2zVsa+Kxt+HJRLgFuJuXl5fUJWRPsqWDTjZsa5d0Vdwrq9qkXa1WIdPeIdAeq0Xc6oGcxZ8W7oUv&#10;oKsB9fICLoy11VNtb9HAPP7i8a5I2y8N+0gVf3bGpoXuuXjSzlIAZEqypYP62bAtimKz2Tw+PoZM&#10;W23ShpHj5KsoQ8QNs8q1H8SFL6B/sQjw8lgbRqnD5fdp27Znk+RQiYHkdoq/F/d8V+54ONkbHwC0&#10;nGRL15xp2HZyW5Tqhs9hvjdk2s1mc5+p49+pvm6OzufbOJB5+Q8xTFR+9a9Oht6b9lFrbdvYLL3R&#10;t/spA8ltluRduepwclg7cP8aAOBCkm1T8/k8dQn8pdaerQa/sJ6wS8qyDLsEV4U+bRYZ/vJ8G1Po&#10;L27X5bG2uHEftbVtWwPJrRWfwVL9RhtOBiAXkm1Tg8EgdQn8r+OGbfWkn3Z2L3/tONYmXEzbxHQ6&#10;Pd5lqrr49nfLa4Mfxdri9n3U1rZtDSS3U3gGS76MovpLGn43vQkCQNtItnTKmRW2WfQwL3ccazeb&#10;TXaZNgpLcL9q3v76jM2TJwN9u/I2DuUul8urt6da27aNNaQtgJq0Dduq6i9p3Ng8dVEA8L8kW7rj&#10;/ArbNDXdxslY24bXvg19NZxcXO8GXr6hVPzuV3/53s62rYHkFrrbYT+XM5wMcCPj8Th1CdmTbOmO&#10;Mw3bLtlut52MtdHJfHsVF8basEr5duG2tW1bA8lt8/7+nrqE046Hk1NXBJC9p6en1CVkT7KlI3py&#10;hu16va7G9Yw2i/qp6XRaPfk2nDvS5AteHmvDRPdNw20727aBgeT2CD+Ldv6C14aTNW8BSO6f1AVw&#10;c9vt9upv/D8/P7d2PWfMDPFWt2qW79fKsnx9fa2mjo61ao/VIlb439899n4aa4Pwwj18Kv7zx8fH&#10;5g/+ats23KLn5+dwA+MlDb/FL4SAHfrGrf0F748WjiIfCxMW4TdoNpt15knpq7+bX/1u3uLvLAA/&#10;Jdl2XFmW7+/vV2/CTCaToija89q3erRPbNjGW92BV1pdXVh7RujQhpu5Xq9j6lsul7X8+a3fxdqT&#10;wjVXq9VkMml4/8fM/Pr6Grb+CqkyXtLki/9aCNgJCyDKKCmF94Cu8qZPG8TnhGNx4UDNLf7OAvBT&#10;ppGbent7S13Cl0IcusWf29lslnxmsqp6tE/tUy3veFyoFmu7OoEcxTcmws1cLBbVn+OPNmVtEmu/&#10;Om1ouVyG8cv1er1er7fbbTgE5UdLZM+vtr3869xC8gIo2j2KfGw6nXYj1hZ/3lPYbDb7I1/dxufn&#10;53CFbvzFAciUZNvUbrdLXQIndorq0mE/1fWlq9Xq8/OzM68gT6qmzXhh7UygCxe+hghaNIu14X2E&#10;sKnVccQN3yIcgjIajR4qQug9E3dra2urq21T7SNlh+SWyGIU+bztdpvp4tvJZLJarUILuuarfxKv&#10;8Pj4eM9SAaiSbHsh7DN0FS18pVV9Cd69w37iIG7x58TatPXcQcyitdeRx+H2wvTVMNbGz06n0xBx&#10;L7why+Xy/f19NBp9VeeZJm3CmYiw1qBVQxkNlWX58PAQBh+Wy2V43yF1Ud/IaBT5K3GBenbhdjqd&#10;5ns2OECfWWfbFx3+I308ityZw35qsbYD/edvVZfXHn+2uqVTURSj0ejbu+VasbZWYfGnpRwffiGK&#10;HO96tVqtwnWOv1R1bW3YtKm6j1SqdzG613Q6vuer2263U16jyCdVd5YqevMMBvBrh8NhMBikriJv&#10;erZkr5ZjO3PYTw9jbW157UnhIM34v+c7t6vV6uqxNlQYPhsOPgliEA0T45+fn/v9PgTX9/f3M8vz&#10;wgetGkguOrfUthZlQ1+6tTowihxUz6YOB3dl178FuJuXl5fUJWRPsiVvx6PIUdavC6ux9mQ8656T&#10;y2tPGg6H1evUtte6/Ls0jLUnP7tarWLEHQ6HsQH7bWGtGkju3lLbWpRteV+6A6PIVXEdQViULtwC&#10;cCOSLXmrjSIfH/+To+qRRUVR9GFtbfH18tqThsNh9Z2L6iZbZ9wz1haXrfc+btK2YYfkkAPjL1cH&#10;1KJsy1dndGAUuea4eZu6IgA6SLIlb7VR5DPH/+SidpTitw3Mbji/vPak6XQaM+Fyufy2EXTnWFtc&#10;vN67hQPJIQd2qXNY/am1/MmhM6PIx2K+bfk0OACZkmybms/nqUvor+NR5JglWj5t+JVqz7m4uIGZ&#10;u0uW1560WCxiCDy/4Pb+sbbasL3wdsWDbaNUA8l9WGpLKmFdeuoqAOggeyM3lcsmZtda2lRt4yRf&#10;LhWLiaPI8VM5BsKyLKtLRvuza9SFy2tPipsJF0UxGo1+EVxvEWt/pLpDcu1GJdwhOZQUdmxOUsDV&#10;xXu15b9W4dHY8iKva71eTyaT9tzk8KekM498gP6QbHvhFr2XVvVzQoc261Hkfsba2KP+dXc67CYV&#10;77rX19fj3mmSWBvfdrlkfCCGrlD/8WlA336FG/n4+PD6/p66tGvXhcqyDA/19jzpvb6+LpfLk7/1&#10;ALSZaWS6ILz+yHdZYD9jbfFn2rbh7a3uJlVbcBv2Yi3uHmurW1tfMlEcv357BpLD6t98f6e+0vKZ&#10;5PD27OY8WQAAIABJREFUXI7vzf1a/P2dzWYPDw/JR4EAUhmPx6lLyJ6ebV9076XS+/t7fKc/XBKz&#10;RF6xsBZri9zq/7WwvPYqZxqF3aTCA2A2m9XSy/GwelEUHx8fsV18/NnQtPn2s8/Pz8dNtvjZ4s9M&#10;b7iZYdecr25sCweSk393eiLsLBXeaYq/lR14GrykA68tDERPT0+pS8ieZNsX3eu9xBgQpj3jO/0t&#10;78nUHMfa7r0HcVLsl8adgRsKAezk+bHn9yhu8tlvj9KNlVSz7vl/MhqNatdJe0RKxw5oObmMoj3p&#10;PTzeMt0Ar6HpdLrf78MbQ7PZLPdwG97SOn+d8Jv+/Pws3wJchWTbC6vV6lr5oSWqJ23WXhNkdJ7E&#10;cay9SgOz/Zovrz0pPMhbtQL82CXl1a6T9ha1/P78heNb1J5kG/Q25wyHw8ViMZlMOta8/Up8J86a&#10;XoCrkGx7oXuvTYs/05uxw/mjDXva4DjWFlnF8iausrz2WHhZHB7tF7buq78ad+j2TyaTM4/P0K0K&#10;c8uPj49xXrpIdKxxKKAz74u1/+Z0+CTbH+nMcPK3TynV1fhte3sFIEeSbVNvb2/tH4tv84u536ku&#10;ZQzi/2bxzvfJWJvpq7efuuLy2pM2m014NXzJK8Xn5+fwg2h4cs9VhLW18c6pPZITPrCz+J26XMdu&#10;TldNp9PNZhP2U8hxOPmSp5T4/LNcLs0kAzQn2Ta12+3an2yLzr2Yq20WFRfZ5tLuCMe6FH/3DPN6&#10;3fY7V19eeyzcjRe+UqxuStyeV5Zx36batlJ3Fu4Nm0jdTRg8yWXq5A6m0+l0Or3/cPJkMrnPfg1h&#10;X+hw00aj0efn5x2+KUCHOfUH0gjLyeL/5pLJm7jR8tpj4c688Lyc+BI21fk6UfU+CbuqxkdIdWH5&#10;PYU7p4eHrCYR3sVoydsr7RGGk+PJQOv1+tYnA02n03Cs9E2/S/xe8SnIiUcADUm25Od4G+S4HDGv&#10;dkd1w+o+NGxvtLz2WGzbXhLJYve4DcvRa52i+Hju3t7m1ITHal5bu99TGE4u/hxS3aUQGJ+CZrOZ&#10;d5Ggzw6HQ+oSsifZkrHQ0aq+FMio3RGWm4aP+9CwvfXy2prL27ZxMrxoQXPyqyZtqtQd6knVMe6V&#10;cCf3ZA+536k1bx8eHrqRb6tPQcknR4CEXl5eUpeQPcmW/NT6V/Fld775sPMN2zssr635Xds2+cvK&#10;WpP2eD45ST06xnfgTr7Q/YeT76A6OeKRAPBrki35qW0flenrgDhBnW8gv9DdltfW/KhtGz64MAnf&#10;QXyQG0/tifAT7/ybXNfSseHkatu2DcsiADIl2dId7XxRWJbl8auu6iXtLPuKwrEW9z+040dt25ZM&#10;A7ZtE6m4PfL9vzWc17HhZDuQAzQn2TY1n89Tl9Avte2jyrIML7vb2doK59Ye7wvSn4Zt+HndbXlt&#10;Tbh7L8mE7Tnw2SZSPdSSSYEc1fLtdrvN986s/jnw+w7wC5JtU4PBIHUJPdX+rVZCrC2KYrVaVXtx&#10;1cZCXps5/1RcXpuqHRHidHwf4Yz2DCTHB3ate5yqcergn7tp59tzWYjDybPZbDQaNWzelmWZ5AFf&#10;PQEIgF+QbMnMV9tHtS3oVmNtLddVb0JrN3Muy/LhbyEfhqm/qvV6/dVXiMtr71r63y4PZi0ZSK69&#10;2ZF8EynuwMbIzV1xOPn19XU0Gl3+61Z9VgxP+7/WnuERgBxJtmSmtn1UO52JtXF8ukgd+c4oy/JH&#10;6e7kBGCq5bU1IS1ccnPCa8rkPZNq9zh8kLYkB/+Qkel0ut/vq8PJN/12ZoaBKxqPx6lLyJ5kS97i&#10;C4v2jPWeibXF3wmhPTXXvL6+Xj77GvYmrV2Ydnlt1eV3ctwtKflAcu183bSbSDn45w7C3dvaJ4S8&#10;DIfD6nDy7XaWqr5NCdDc09NT6hKyJ9mSk9r2Ue10JtYWmYwiR/v9/vOP8Epxs9l8Vpz8QSRfXlsV&#10;8+qPBpJbxSZS8FP33Dl5tVrFp8T9fn+j7wLAtyRbshS7WPEt8/akxM1m81WsLSoFt3YUuaGWLK+t&#10;+kVeTTt827ZNpNJ+6z4Id297nsQ6IzRvwzNAB469BeA8yZacZNGzmk6nX8XaPuwA1JLltVVhAe3l&#10;S22L1I+02KQNETdt4BG3yFp4Qu7MsbcAnCHZNvX29pa6hD4KL/1jUGznEOmxaiewPcHvitqzvLYq&#10;DiSnLuRSMUzGBcy1lbd35uCfmwp3bC5PYpm653AyAKlItk3tdrvUJfRXa4/8+UrsBLZnUveKWrW8&#10;tubCbHa8LzHcmiN/7ibuLFWcHU6eTCbeaADIkWRLTlq4qvZHOpyXXl9f27a8turys3/SdkeBm7qk&#10;eRsGmDP9KwPQZ5It3Ek1KbVqWPcqQmhv1fLaKuepAFEt367Xa8PJQHKHwyF1CdmTbMlY2sNsy7Jc&#10;r9eXXz/tdrt30NpYW/zk7J+v9iW+s5YcabvdbtfrdXjb4vX1db1e/+gxzxnhCWS9Xodhh/f39/V6&#10;bVLgnuJwcjiUW7gF0np5eUldQvb+SV0A/F7C4eSyLMMmwJPJ5MI4F3N4V1dwtTbWBqvV6pJpcN3d&#10;qsfHx7iLVWzLJ62oO4bDYfUBGT5u4Rr1bgvN27BHQFxP0fKnMgC+Itn2QseWdyZPhjHW/mgT4Nx/&#10;CuEl4Fef7V7gWS6XYoalhjdVe7ele79Euajl281m8/j46MEPkB3JthdWq1U8qDNftTnMVEf+VGPt&#10;75JPlzZBja/Lc2l1fnx8nH/BWv1sWZYteXUb79739/c7N5Rq6SuXH3QWnp+fc3/Dq0vCcLLmLUC+&#10;JNum5vN56hIu0pIX6LlrHmu7JK9laZe/oXDh3PJNVRfWpv3lraUvzyS3I0clZzgZIGt2kGpqMBik&#10;LqEvkp9eK9ZWxdNr8xJXO39rtVp1ftOvS1SjrHHZ66ret8kXWRA9Pj5uNpu4c/J2u7WzF0AWJFu4&#10;VNgs93extvrCqBvznJdHxJa4/G4Pb50kb9u2h9B1O/G+7dIihdyF07lDvi2KYjabjUajvEZUAPpJ&#10;soWLhLNP+tytDQfAxIi+WCz2+73McyPVhbVFpbmXJG/H0NWNN2VaJe6A4L5todqxtw8PD/ItcDvj&#10;8Th1CdmTbOF71421+a5UXC6X1QHdfG8IPxJDl5/47bhvW2s6ne73e6P4wK09PT2lLiF7ki184yqx&#10;1orN5EJyMGP8a/rztyDQZmE4HIadk7XWAdrM3shkIy7svOdri6sPIYsHADmySTJAy0m2fdGB1UGx&#10;2/bx8fHx8VHdwejkrXt8fKydTXq+cXp8/dfX1/BNJ5NJwzvw22pbovbSLdzV4eNwE2obR9V+KHep&#10;salv7/94G9uwS9ZyuaztLZTq8XNcSV7iT/P4DrxzYqkWEKparVatfVr46RNp7c789votFJ7Wvn1O&#10;O/ms3vCp/op/KS7857n8beIXbvoH2hs9tNR//vOfTxr4n//5n9QlfGm/36d+fKW03++r98a3q6R+&#10;ev1OCrddY5leud+T8ufn5+dn6pv7Mz99YqzdWE8m0El3fMqES/3nP//Rs21qt9tlseC7Aznt/f09&#10;vAG5Wq1C7yiep3ry1tUWsMUjHL5yfP3VahW+4/l/GAu7RCw+C9Vqw82s1X/8Q2mzkzfhq6sVqW9U&#10;7eHdkqqyFu7S5E+GyQv4kZ8+kdZMJpO8bm8QOpnf/qKd/Bt0/g/Tt+7/zxt+R1rLXw36SM+2oTbf&#10;gbFnu1qtUtdyBfG9/9BDuM+tC9/0q29xeVe8VnzLnaw2vOjZbDbfXrO1QqnfXi2+vKvd2Hs6fnjH&#10;x1KqknIX7tJuPBnSBif/BjX8w9T879pPnyg69jqBqrz+QENzerbwjbBxVHjX8/wmUuff7Z5Op5PJ&#10;ZDabfXx82A0VAICqw+EwGAxSV5E3yZZsxFmaO4fDM+G2WobdFKD9lsvltfY5B4Arenl5+ffff1NX&#10;kTfJFr53eef2jHBY0fv7e6YZOCw8Tl3F75VlWeRz6lLcx9LiqGuJd2lZluYmAKB7JFu4yFXCbdaG&#10;w2E/b3gbhFhe5JPMW6gNZzgBALfzf1IXAJcKPc8i3SvU5+fnoiiWy+V6vY4XxqQRswftFFp2P2qB&#10;xoccHRA3MH99fU1bCQBwC5JtU/P5PHUJ3MlwOAzbSNbC7eX/vKi8vKa14lsnVz/anlSqbzz5HQSA&#10;TjKN3FQum5h1oKPYhpgRwu1oNOrzWHLnxeTTnhXRlt02VHv2sNSWM8KfS48QgOxItr3QyR5FfNlx&#10;581Oa+E21Y7N/FToxOYyYBz7xrkU3HK1JQyvr6/eluIrr6+vy+Vyv997SgfIi2TbC6vVqhsv40KY&#10;TH5uRy3cBpdserxarZbLZab9ou12O5vNNptNezqZt2Cvpk7q5Lt7AHTJeDxOXUL2rLMlYwl3b4pr&#10;bslFyDbfvqdg7rd7yrJcrVbx6cJ7FgC00NPTU+oSsifZwi/9ItyG3ZVtzXp/2a0zjz3GHNv7bRMO&#10;rAq/fWGApRszLABAlWRLxqprXJMUUA23xh3bLDxCNpvNt9ds5wLXdlYFANAeki05qY0fJz/htvi7&#10;pfZtY3A4HMaltjeui79c/gjRLAUAyJFk29Tb21vqEkjMsr32C3n1272vvOMAAJApybap3W6XuoQe&#10;+WpTn7STwGH9XnHZAlpLbe9vu90Wl40ix7H2S658O8f7M4dH+Gq10kmGW5tMJt6vBMiRZEuWQgJp&#10;26v8SwJ2qNmiXM74an9mDxu4g+l0ulgs2vb3BYBvSbbk5HhhbcKDf6KwevbyMsKVDb7ezWw2Ky4Y&#10;RS6SLtg+I/ScC3PvANBdh8MhdQnZk2zJUmubVx0bSB6NRg9/hHw4m80eKlr7g4h+9A5CvDmXxODb&#10;CXd1cbQTsiN2oYWWy2V8ShyNRqnLAXL18vKSuoTsSbbk5MxGxKkO/gniUtuqsizX6/X9i2luMpn8&#10;aKHpZrNp7eTe5ef9HK9uTS7cq+3sJAObzaY9TxcASLZkpvYyoiVdrJjrqj3M0Wi0XC6Pw237z/6Z&#10;TqeXn5u6Wq3SdjjPuzwWfrW69c6+2j6qSN1JBqqGw6FfSYBWkWzJTEwdIYe04Ujb4Hip7X6/L4ri&#10;ZLgN0vaZzxsOh59/C23PzWZTu3yxWKQu9pwLz/spKjPAabUkYAOXWCwW1efD8LQPQBKSbVPz+Tx1&#10;Cf3SnihbE3NIXEA7HA6/CrdherklUarDLj/vJ+7SVKRujdYe2LaPAgC4hGTb1GAwSF1CT4Ve3Mkx&#10;4CSq47vlH8WfWBXCbfXyEFSqgYqru3xX5CjtSbZF5ZFs+yhIIj5LA5AXyZbMHG8i1YaDf4q/M/ao&#10;IjZma5eHC7Vtb+fyhm1R+UG0Z+Gc7aOubrVaeYOAb72+vo5GI+EWIDuSLfmpjWXGfYmTn6Oz2Wwu&#10;7/jF1py27Y1c/q5BeyZ+jyuxfdS1DIfDxWLhbgSgncbjceoSsvdP6gLgx6qbSLXqsJnpdFqW5YXp&#10;KCaW2Wy23+9bdUM6IDZsL0kysS/anoZeeyoBAO7g6ekpdQnZk2zJT3UTqel0Wh0Dfn5+ThsRQ1/o&#10;kmsuFov1eh3y7evra8t3GM7O5Q3bsizb0xe1fRQAwO+YRiZjMZBk+ro/zlEvl0szyVf0o4ZtPGUn&#10;+d5Rxdezx1q4AADnSbbk53gTqfYstf2R4XAYM/lsNrNhybX8aF+uNm/iZfsoAIALmUZu6u3tLYux&#10;+I6lptVqdfKYn+VymddY7/Pzc7whZpKv4kcN2/YcY1vYPgoAoAHJtqndbtf+ZJv8rNerq6XB0PwM&#10;F5ZlmdFuTMPhcLPZhLZhG9YJ564sy3BnzmazH82ot2EUOTJ7DAlNJpPmK1y692cXoP0k215YrVZx&#10;XrcbJpPJV0OkWXc+sy4+ubIsq+PoP3pl2YamaHxIhz3SYgu3VakbOm86nV7lCUG4BbgzybYXOvz3&#10;NfY5q2O9GYk9xmC5XE4mkzakrByNRqNf/KvNZhN3206oOooc+vYW2UJvGdyAHjocDoPBIHUVeZNs&#10;e2G1WnX4z2QcSA7/m9dM73A43O/31UjmeNvfqa6Y/WlYbdW9HX5VW3UWEfBTvx6Ven19zfFdWqC5&#10;l5eXf//9N3UVeZNse6Enfya/2laq5Y7DrZnkn9put7H1feHeUW0T6w/Ft+osIuAXfveWWYffhga4&#10;Naf+kL3lcpn12T/Fn3Ab/9fxtj9SjbVFnh3O412R23wWEQBAC+nZ9sUVOz/V5ti1vubvvL+/hyZt&#10;rcmZ3dk/xVHndjabZdp7vLPaQuXkj8mG4ihyvMRjAADgEpJtU/P5PHUJ31utVtd6fRxfc1/xa/7a&#10;4+NjSLYhylZHv/I6+yc4DrcW3H6rOsWd73sBRpEBABoyjdyUTcwSCsfYho9D5I7/m91AchCOt43/&#10;OxqNqu07amq7RmUaa49P9zGKDAmVZemJFyBHki0dEaJsXGqb41ZSwXQ6rYXbhMW0WQeW1wa1032M&#10;IkNar6+v3lUEyJFkS95qUbbaxc13E6ZauF2v1wmLaadarM16ard2uo9RZADoofF4nLqE7Em25O14&#10;IDlm3VorLC/VcLtcLoXbqtquUfv9Pt/eplFkAKAoiqenp9QlZE+ypTvCQHLccimeBpSp6XQaQ7tz&#10;gKKyLGu7RmW9yZZRZACAq7A3cl9cK+PFUcn2eH5+ru6QXBTFZrMJja/aaUDZCcWHW+ccoOLUEHLu&#10;d4hRZACAq5Bse2G5XOa7o9K3wkByuIHhsJ/Hx8fwqeVy+fz8nHVPL+b2ovfhtnux1igyAMC1mEZu&#10;6u3tLXUJ/K84kJz78T9ROOQ23pzZbLZer7Oesv6d9XrdsVhb/MmxtYXiQQduHWTt4+Oj/OOr65RH&#10;WjjWBNAfkm1Tu90udQlfqoWiK9psNnGjpjZ4fn4ONzO2Nztw/E80HA6r9/ZyuRyNRv1ZdluW5Xq9&#10;rv4cuxFr409wuVxWR5FXq5VRZEhoMpkURTGbzUZ/fBVuw/lAVcYuABIyjdxxw+FwMplcPdw+Pj62&#10;asS3Wsx2u51Op8cjyumqu4LhcPj5+Vkdx+3JZHJtv6iiK7G2qAwe10aRl8vlfr9PVhb0Xtia/pLd&#10;9U/+ee3A26kAmZJsu286nXYjCZwX16POZrPPz8/qJbnvIxWF11vVcLtarbpx006qLawtOhRrqy33&#10;cIuqa25zfyMGcnfh383jq5VlKdkCv3M4HAaDQeoq8mYamY6orq0NIaEzx/9UVc+5LYpiuVw+PDx0&#10;cjK5FmtXq1XW59bWfNWwBQD66eXlJXUJ2ZNs6Y64GDWGhM7sI1U1nU5r06qz2axL4TYsrK3tF7VY&#10;LDrTyTzfsO1MegcAuCfJlu44bttW95HqTNu2+LM3WPWS2WzWgeZtyLSj0SiO83WsVRto2AIAXJ1k&#10;S6fU2rZdOv6n5jjcFjnn2+NMW3SuVRto2AIA3IJk29R8Pk9dAv+rP23b4otwW+SWb09m2qIouteq&#10;DTRsAQBuQbJtyiZmbdOftm3xdbgtcsi3X2Xa1Wr1+fnZsVZtoGELAHAjki1d06u2bXE23BZtzbdn&#10;Mu1+v+/wOUYatgAANyLZ0kHHbdsYJEajUbKybqYabjebTfVYoKBV+Xa73Z7JtJ1s1QYatgDAV8bj&#10;ceoSsifZ0kHHbdvpdFq7pGNiuJ3NZo+Pj5+fn1/l2xBx738nhD7tw8NDrUvZh0wbaNgCAF95enpK&#10;XUL2JFu66fhs2+ol3ZtJLv6E281mEyLidDo9mW+LopjNZiHlrtfr7XZ703ujLMtvZ487n2kLDVsA&#10;gBuTbOmm47Ztt7eSCobDYS0jxXwbb3vVcrmczWaj0eiKjdwYZUOHdjQaxUy7Wq1iGZ080ecMDVsA&#10;gJv6J3UBcCvPz88hUL2/v4e8Fy9ZLpfPz8/9iVXT6XQ6nS4Wi5BdT2aqeOFqtZpMJkVRPD4+XnIX&#10;lWX58fHx/v5eFEWtKxu+WlEU8d5er9fh8sfHx1/fnOwct2c1bIHzOjlbBHBTkm1Tb29vxuLbKTRp&#10;l8vlcrmcTCbT6TRsJRUi3Ovra4f34P1KCFGfn5/Fn3B1nHKP02nVt53GGGWLoujPewdnbLfb2p1W&#10;lqWGLXDG+/u7ZwmAn5Jsm9rtdpJta8Um7Ww22+/31WHdGHeTFphSTLmx6bpcLkMuDT3bcMm3X0eU&#10;Pa86hxzu8zgMHx6TySoDWqYsy6/mXwD4lmRLl8W2bVFp0u73+3D2T4y7iatMbTgcDofDx8fH0N9e&#10;rVYhgIUB5tTV5S1OHcd7dbvdes0KfCU+P5zcHOHyfw7QQ5ItHVddWxtnko/jbret1+ueN6iTqM4h&#10;h552dQ457mINULNarX73t0myhXwdDofBYJC6irzZG5mOC2trw8fxvJ94AtByuez8Lh1lWYY9kDt5&#10;kG9rnQyxcQ45tnABAIqieHl5SV1C9iRbum86ndbO++nDCUBROOe2KIqG4TYc53O9ujruOMRW55Dj&#10;eysAAFyFZEsvVJu0Id3FQa/lchmPoumqq4Tbj4+P0Wik8XuJ4xBrDhkA4KYkW3rh5ExyvCTG3Q67&#10;VueWb5lDBgC4P8m2qfl8nroELnI8kzydTo/jbocJt/cRQ2w85sccMgDArUm2TdnELCPHM8nVuDsa&#10;jfoTbsORiVxdNcSGWGsOGQDgDpz6Q4+EmeQQM+JhtmHBbX8OAQrhNkm+Crs03//73k31mJ84DmAO&#10;GXrowue6xWKx3W49MwBchWRLv4QmbS3HHp95m7jKG7tbrA098BDtqq/zYp+8Y6qx1hwy9Nwl4TZe&#10;J7wX9vj4eNuagBYbj8epS8ieZEvvHOfYWi83xhJ+4as0W9XJxnh1h21zyMCPxOcKoLeenp5Sl5A9&#10;yZbeOTmTHHaTql2YutI0anF0MpmED8LS3Pf398fHx4+Pj+LvxbqXdCdCq7aTrcvYm12tVvEGmkOG&#10;3lqtVvHJ84z39/dur9EAuCfJlj6qziSPRqMYbqsXfn5+pi7z3jabTXiZdeaV1vnPHgsv7x4fHzv8&#10;TkF1ee1kMgm3NGTd8IjqZJgHzpBXAe7P3sj01PPzc+0QoOLvdmJ1uLQPhsPh4+Nj81djq9VqtVrt&#10;9/v9fv/5+blYLMK891WKbKHarlFxeW24cLlcmkOG/ghb9DXcSmCz2Xg7DOAX9Gybent7Mxafo+Fw&#10;WF1wWxTFYrEIL0pGo1HRm92kohDGQjarnn4UBo+DOH4cpuyqm530M7ydj7XVC4GeGA6Hk8mkSbjt&#10;9pALwO1Itk3tdjvJNlPVBbd2kwox9fgmV19g9eSuuFA1wcaVtGItMJ1O/e4D3J9pZHotbBwVPp7N&#10;Ztvt9qsLOy/0q4s+3eQmqvser1arsNtz7UIvbQEA7kaype+E20i4vVBZlmFkvajE2qIo4oVFR082&#10;Am6tLMvtdltdEgL0xOFwSF1C9iRbqOfY8JIibJUcL+xJ0hNuL1FNsHGjl+qWY+E+BPipj4+P2WxW&#10;3eAA6ImXl5fUJWRPsoWi+DvHjkajEG4Xi4VwGy/XSQhqCTasQ16v13Fb6T4fhgwAkIpkC/+/ao4V&#10;bo/DrU5C8XeCjcf5hKNraxcCAHBPki38r+oRgvGQW+G2Jzf5W7UEazNkAID2kGybms/nqUvgamKc&#10;K4piuVzGuVPhtic3+Yz1eu3oWgCA1pJsmxoMBqlL4JrCebbh4+VyGROdcPv+/p66nDTKsqwNIYu1&#10;AABtI9lC3VdH/vQ83MZo1yvhgJ/jWOvoWgCAVpFs4YQz4bbP59wWRdGrzu12u60e8FPt1jq6FgC4&#10;ovF4nLqE7Em2cFot3MY1t1+F3m6LQ9rVCe1uqw4bF0Wx3++Ph5BXq5WjawGA5p6enlKXkD3JFr5U&#10;DbHL5fLh4SEcBdTPcBv14SYfx9d4wE/18sVi4YwfAIA2kGzhnGqILSrn3NbCbQy9nRdWGnc73Fa3&#10;Qa7G1+PLk5UIdNR0Ov38/LR0H+AXJFv4xnG4DaHuq8u7bTKZdPgooONtkGN8/epyAADaQLJt6u3t&#10;LXUJ3Nx0Oq0up4yhrhZuOxn2jnX1nNsz2yA/PDwcXw4AQHtItk3tdrvUJXAPw+Hw8/Pz+NSfMDlW&#10;vbwPk8ndC7e17Y7jflEh7sbLxVoAgHaSbOEHvjrStnoaUNGPyeQuhdsz+0WdjLsAALSNZAs/UzvS&#10;9uRpQEUn8t63OhBuw6Txyf2ijk/9sQ0ycGvb7Xa9Xnd+8Ac4djgcUpeQPckWfqx2GlB8FRImk2t7&#10;Jmca+S6Udbhdr9e1SeO4L1Sti/v5+SnWAvexXC4/Pj5SVwHc28vLS+oSsifZwm/Uwm11/Lhvzdsc&#10;w+12u61uClX8vbDW6T4AANmRbOGXziTY40/FoeVOyijc1oJrURSbzSa2ZMPCWqf7AABkR7KF3wvj&#10;x/F/q+PHtcnk5XLZ7cnkLMJtLbiGzaJOtmoL+0UBAGRFsm1qPp+nLoHEqgm2+K552+F82+Zwe7JV&#10;W90s6jjxWlgLAJARybapwWCQugTSO5NgawfeFp3Ot+0Mtz9q1VYTLwAAuZBs4Tpq48fF2QNv42fb&#10;E/+uJYbb9/f31LX8plVrAhkAIEeSLVzTt83b2mdb1du8lhBu0+69FDKtVi0AkIXxeJy6hOxJtnBl&#10;55u3Jz/bveHkhBHxONMWRRGStlYtANBOT09PqUvInmQLN3F+76ie5Ns7O5lpV6tVPNRHqxYAoKsk&#10;W7iV883b4k/6lW+b2263JzNtdShaqxYAoMP+SV0AdFyIr7FPGD4IaXY6nYZkVb1C9TqPj4/aiWeU&#10;Zfnx8VG964LNZlONrNvttnad2hUAAMidnm1Tb29vqUug7WLzNrZn495Rx5tLVa8zGo3W63WXWrhl&#10;WV7r64QmbTWyhjbs5+dnTK3b7fbh4eH4OmItAEDH6Nk2tdvtLPjmEsft2eP+7efnZy3HxunZeLV7&#10;1nxdoXfasF9aluXr62t16rgoitVq9fz8XO1vH/dpj68DAEBnSLZwVzG+XpJvj0eUi5wnaR8fH4vS&#10;061JAAAgAElEQVSi+F24DYG2qET9QKYFAKCQbCGJS/JtURThOu/v79U4V7vm/Yv/tXDObRghvjDc&#10;nuzQBjItANAZh8NhMBikriJv1tlCMic3T66uvw3XWSwW+/2+erV4zbCR8rUWr95BCLfF0TbRNWEZ&#10;7cPDQ2274yBuehwj61fraZ3oAwBk4eXlJXUJ2dOzhcS+7d8WRTEcDofD4fkp5dVqNZlMitY3cr/q&#10;3IZ8fqZDWxRFrQF74ZpbAAA6T7KFVvgq3xZ/R9zqlHK4wmq1CtGudpRrm1NuLdy+v78XRwtog68C&#10;bXEqA8u0AAC9JdlCixzn2+LriPv5+RkOdI3hNqr9b/iHbTgdN4bSeMnxabTFn4xaFMUlgbaQaQEA&#10;ek+ybWo+n6cuga45mW+LvyNuiKlBWIsbBpVr203V/mFRaecWfzYrvl0gDFn04+PjZFXHTgbUb6eU&#10;ZVoAACTbpmxixo1Uu7LfRtyi0stdLBbhX53Mk2cSZhj9PZl74yZV7+/v4fLg4+Pj+OucmS4++U0n&#10;k8nJfvKPNkYGAKDPJFtotbh31OURN/6rasqNVz4eXY4uyaLL5fLCyHpSDM9n2sUCLUBDDw8PqUsA&#10;uDfJFvJwZnvk4uwOyeEfFkXx+flZFEVZlrEr+6Pm6i9ckmNDSaHD/FUxAi3AJcKefLd7VgduZzwe&#10;py4he5ItZKa6PXJxFHGPtwv+KujGCxeLRfjfuCw2/G+ImuFrxk5vCKtRDMlV3y7f/TbKxuIFWoDL&#10;tXM/fOAST09PqUvInmQLuapF3EtW1Z4/DShkyFruLf5E38lkMpvNJpPJL145XRhlg9BzkGkBfiHs&#10;0XDhlcuyHI1GN60H4G4kW8hede+oMym3OBV0wwfV1mvcIOrCYBk3lypO9XuPv+mxeGht+Kbr9Xq5&#10;XE4mE8kWAIALSbbQKdWUWxTFj4LuGTEDz2azM3tQ/eirHZ9YGzw/Py+Xy9lsttlsTNYB3IGlud3j&#10;Z0oPSbZNvb29GYuntc4E3R8F1Oo1f/THMnyX81G2Zjgc7vf70Wgk3ALcWvxbIAh1Um13DOg2ybap&#10;3W4n2ZKLWtANUbN2Jm1146hLvmb1r2btLNwg7lB1OeEW4A6Gw2F4ihZrO2m1Wv3iTzDkS7KF/qpt&#10;GRXUNo4K4hmztYNzb1qbcAtwB8/Pz+GNToCsSbbA94bDYezH3m1jJ+EW4A5s1wdtcDgcBoNB6iry&#10;9n9SFwDwpRBui6KYzWZhkTAAQPe8vLykLiF7ki3QasPhcLPZFMItAABfk2yBtptOp8ItAABnSLZA&#10;BoRbAADOkGybms/nqUuAXhBuAQD4imTblE3M4G5iuAUAgCqn/gA5mU6n+/3eGRUAAFRJtsBFptPp&#10;5+dn6iqKwtGLAEDnjMfj1CVkzzQyAABASk9PT6lLyJ5kCwAAQN4kWwAAAPIm2QIAAJA3ybapt7e3&#10;1CUAAAD0mmTb1G63S10CAABAr0m2AAAA5E2yBQAASOlwOKQuIXuSLQAAQEovLy+pS8ieZAsAAEDe&#10;JFsAAADyJtkCAACQN8m2qfl8nroEAACAXpNsmxoMBqlLAAAA6DXJFgAAgLxJtgAAACmNx+PUJWRP&#10;sgUAAEjp6ekpdQnZk2wBAADIm2QLAABA3iRbAAAA8ibZNvX29pa6BAAAgF6TbJva7XapSwAAAOg1&#10;yRYAAIC8/ZO6AAAAiqIoptPpfr9PXQWQwOFwGAwGqavIm54tAEBbDIfD4XCYugrg3l5eXlKXkD3J&#10;FgAAgLxJtgAAAORNsgUAACBvkm1T8/k8dQkAAAC9Jtk2ZRMzAACAtCRbAAAA8ibZAgAApDQej1OX&#10;kD3JFgAAIKWnp6fUJWRPsgUAACBvki0AAAB5k2wBAADIm2Tb1NvbW+oSAAAAek2ybWq326UuAQAA&#10;oNckWwAAAPIm2QIAAKR0OBxSl5A9yRYAACCll5eX1CVkT7IFAAAgb5ItAAAAeZNsAQAAyJtk29R8&#10;Pk9dAgAAQK9Jtk0NBoPUJQAAAPSaZAsAAEDeJFsAAICUxuNx6hKyJ9kCAACk9PT0lLqE7Em2AAAA&#10;5E2yBQAAIG+SLQAAAHmTbJt6e3tLXQIAAECvSbZN7Xa71CUAAAD0mmQLAABA3iRbAACAlA6HQ+oS&#10;sifZAgAApPTy8pK6hOxJtgAAAORNsgUAACBvki0AAAB5k2ybms/nqUsAAADoNcm2qcFgkLoEAACA&#10;XpNsAQAAyJtkCwAAkNJ4PE5dQvYkWwAAgJSenp5Sl5A9yRYAAIC8SbYAAADkTbIFAAAgb5JtU29v&#10;b6lLAAAA6DXJtqndbpe6BAAAgF6TbAEAAMibZAsAAJDS4XBIXUL2JFsAAICUXl5eUpeQPckWAACA&#10;vEm2AAAA5E2yBQAAIG+SbVPz+Tx1CQAAAL0m2TY1GAxSlwAAANBrki0AAAB5k2wBAABSGo/HqUvI&#10;nmQLAACQ0tPTU+oSsifZAgAAkDfJFgAAgLxJtgAAAORNsm3q7e0tdQkAAAC9Jtk2tdvtUpcAAADQ&#10;a5ItAAAAeZNsAQAAUjocDqlLyJ5kCwAAkNLLy0vqErIn2QIAAJA3yRYAAIC8SbYAAADkTbJtaj6f&#10;py4BAACg1yTbpgaDQeoSAAAAek2yBQAAIG+SLQAAQErj8Th1CdmTbAEAAFJ6enpKXUL2JFsAAADy&#10;JtkCAACQN8kWAACAvEm2Tb29vaUuAQAAoNck26Z2u13qEgAAAHpNsgUAACBvki0AAEBKh8MhdQnZ&#10;k2wBAABSenl5SV1C9iRbAAAA8ibZAgAAkDfJFgAAgLxJtk3N5/PUJQAAAPSaZNvUYDBIXQIAAECv&#10;SbYAAADkTbIFAABIaTwepy4he5ItAABASk9PT6lLyJ5kCwAAQN4kWwAAAPIm2QIAAJA3ybapt7e3&#10;1CUAAAD0mmTb1G63S10CAABAr0m2AAAA5E2yBQAASOlwOKQuIXuSLQAAQEovLy+pS8ieZAsAAEDe&#10;JFsAAADyJtkCAACQN8m2qfl8nroEAACAXpNsmxoMBqlLAAAA6DXJFgAAgLxJtgAAACmNx+PUJWRP&#10;sgUAAEjp6ekpdQnZk2wBAADIm2QLAABA3iRbAAAA8ibZNvX29pa6BAAAgF6TbJva7XapSwAAAOg1&#10;yRYAAIC8SbYAAAApHQ6H1CVkT7IFAABI6eXlJXUJ2ZNsAQAAyJtkCwAAQN4kWwAAAPIm2TY1n89T&#10;lwAAANBrkm1Tg8EgdQkAAAC9JtkCAACQN8kWAAAgpfF4nLqE7Em2AAAAKT09PaUuIXuSLQAAAHmT&#10;bAEAAMibZAsAAEDeJNum3t7eUpcAAADQa5JtU7vdLnUJAAAAvSbZAgAAkDfJFgAAIKXD4ZC6hOxJ&#10;tgAAACm9vLykLiF7ki0AAAB5k2wBAADIm2QLAABA3iTbpubzeeoSAAAAek2ybWowGKQuAQAAoNck&#10;WwAAAPIm2QIAAKQ0Ho9Tl5A9yRYAACClp6en1CVkT7IFAAAgb5ItAAAAeZNsAQAAyJtk29Tb21vq&#10;EgAAAHpNsm1qt9ulLgEAAKDXJFsAAADyJtkCAACkdDgcUpeQPckWAAAgpZeXl9QlZE+yBQAAIG+S&#10;LQAAAHmTbAEAAMibZNvUfD5PXQIAAECvSbZNDQaD1CUAAAD0mmQLAJBSWZZlWaauAiBv/6QuAACg&#10;10ajUVEUn5+fqQsBkhmPx6lLyJ6eLQAAQEpPT0+pS8ieZAsAAEDeJFsAAADyJtkCAACQN8m2qbe3&#10;t9QlAAAA9Jpk29Rut0tdAgAAQK9JtgAAAORNsgUAAEjpcDikLiF7ki1wke12u16vy7JMXQgAQNe8&#10;vLykLiF7ki1wqeVy+fHxkboKAACok2wBAADIm2QLAABA3iTbpubzeeoSAAAAek2ybWowGKQuAQAA&#10;oNckWwAAAPIm2QIAAKQ0Ho9Tl5A9yRYAACClp6en1CVkT7IFAAAgb5ItAAAAeZNsAQAAyJtk29Tb&#10;21vqEgAAAHpNsm1qt9ulLgEAAKDXJFsAAADy9k/qAgA6Zbvdhg+m02naSgCAXBwOh8FgkLqKvOnZ&#10;AlzNdrud/REjLgDAeS8vL6lLyJ5kC3AdIdYWRbHZbIqieH9/T10RAEBfSLYA11GNtUVRLJfLpOUA&#10;N7Hdbk1kALSQdbYAVxBe6a5Wq+l0+vDwUFQiLtAl4T2sz8/P1IUA8Bc926bm83nqEoDE4hzyYrGo&#10;RtzUdQEA9IVk25RNzIDqHHL4eDKZJK4JAKBPJFuARkKTdrPZTKfT6sep6wLSKMtyu92WZXnyfwG4&#10;EetsAX4vziGHWBs/Tl0XcFchuL6+vsat4/b7ffxseGYoimK1Wk0mk8fHx+FweP8igTYbj8epS8ie&#10;ZAvwS2VZHs8h2zgK+iBujxzO9zreC/3j4+Pj46P4+wCw6tU8VwBVT09PqUvInmQL0EjYLMocMvRK&#10;bMPe7goA/IhkC/BLoSGzXC4nk0l4kfr4/7V397itK1vexksv7iAMXICKFDpSz4AMOzUg9AQu4AGQ&#10;0T7BzsgBGOgZGO20Q3EGrcihIhI4gGehN1jt6tpFiqZEivXB54cT2No6dkmWZf21Vq3a7VwvCsAS&#10;dMX1dDr1Hl4tjcfycW+ILctSfU+bI+UCwHQkWwC4k24y1H3I7J0DVkJ3Z6Rpqo/7MlPu4XCQJwRz&#10;dpSkWf1PAIAZkWyn+vj4oC0eWKG6ruUl7OVyaduW16nAmknQNVOuqSzLw+GglOKJAgAeh2Q71efn&#10;J8kWWJIPMdKaHeV8PQD8YW22T5Ikz3NXiwGA9eA8WwAhqet6u912SyILe39/V8yLAgAA8AbJFkAw&#10;9IGxzpchfcjEWgAAMIuvry/XSwgeyRZAGHSsdV4p1el6s9k4rx4DAIAIvL29uV5C8Ei2AALgT6zV&#10;59bKDtssy8i3AAAAzpFsAfjOq1grK0nTNE1TfaCl5Nuqqoi4AAAATjAbGYDX/Im1yji3Vj5N07Rp&#10;mu12K5/qcyzlCs5XCwAAsB7UbKd6fX11vQQgWl7FWt2HbK4kSRIddLUsy7Isa9t20fUBAACsGDXb&#10;qZ6enlwvAXggK56dTqfdbqcWOcHVt1ir+5Ctf5K2ZGto8/F45JBbAD7j3beI8QcI60SyBdarbdvz&#10;+aw/PZ1O+mPdWGspiqL7T2VZ6o/3+73+eEoG9irWqk4fsiVN07Isr91pAOCh9/d3nrWiVJZlnueu&#10;VwE4QLIF1kJyrMTXeV/NDHw1nfckE+52uzFB17dY29uHbJGXEfquyLLMk8UDgKVtW2JtxOQnezgc&#10;qNyG5fn52fUSgrf59evX79+/XS8DwPzmirJSkpWvoMuzE18SDQRdD2OtrOdyufx45c1mo08Dkkua&#10;puG1BRCTzWajxj0huP2aA9q21aPvzKYbRED/deavD9bmr7/+omYLxOOmKKtfzej+YWkeFt0/h/v9&#10;Psuy/X4vadPsdDI3a3Xbm3tX0t2Vqr6DrvxfnsRa9VMfskW/ML1cLlVVFUWx3W55eQHAT7StRolq&#10;PFaLZAuETVLl+/u7+umPmUTZw+Gg5p4tYX4182OdgfWG3tPp9GPQLcuyLEtPYu2YPuRr8jyXtwO2&#10;260/QR0AACBKJFsgSDrQDu9xVeOirC666vwpnxZFYQ1GyrKst3XNHBylOm3GSZLIp2ma/hh05RL5&#10;1rpE7MTAPOSR9Nhktt0CeCj9fAUAq0Wynerj4+Pl5cX1KrAWw4H2xyhrRkq55I6epR8rw+YVJJ2q&#10;P7PuyKCrP3YVcW/qQ76GcAvg0eq6NofbA8A6kWyn+vz8JNni0X4MtNdGII7vVb7m1v/Lun7vEUFW&#10;1rWCrjQAm8UHJxF3Sh+yhXAL4KGo1gKAItkCPrsv0N6RZq1pUnqUlPnFpdXteDyag6Y0c3CUur6f&#10;tndJUhTVeU8+uFwuDiPu9D5kS5qmTdNst1tp52ZkC4BHGDld2ZyNDADRINkCPho4bLA30OqpyD+2&#10;Cg9k15F6/xfrQqm+qj/7n6+tTWdXK6+OibiStGefPDxLH7IlSZKmaeTHWhQFA5MBAID29fX19PTk&#10;ehVhI9kCfrmWabuBdswQKfUdFx8R/8awOo2VkXW77XPmDTEj60DE1R/P2OU7Yx+yJUkSuRPkNCA6&#10;kwEAgHh7e/v9+7frVYSNZAv4ojfTXqvQDgTax53uMwvJupIe1XddtFvRNSOr+g63P0bc6Vlx9j7k&#10;Ln0aENtuAQAA5kKyBdzrTardzDPcoqw8TrMWnR71bbw2O0qNiLjz5ttH9CF3mTOlaEsGAACYjmQL&#10;uDQx0w5MRfZWN9ZqAyVZdT3izphvH9eH3KXD7Xa7JdwCAABMRLKd6vX11fUSEKQxmXY40KoQyrOW&#10;gVhr0hFXNuX2RtzZ8+0CfcgWwi0AAMBcSLZTMcQMt7ICmDAD2MCg4xCLtNrIWGuSTblyjkVd1+Z9&#10;0p0dNTHfLtOHbCHcAgAAzOL/uV4AsCJ1XW82GzN3lWXZNM3lcpHc1bZtVVVy6qkZa/XV8jwPPfzc&#10;3esre3Evl4sVPrMs22w2eiSV5Nvh63Qt2YdskXCrlNputzLvGgAAALci2QJLaNvWqiVKWNVJVWfa&#10;7mxk82pBS9O0aZrp0XFMdr0p3y7fh2xJ01RmgBFuAQBYp+fnZ9dLCB7JFni4uq6lDCufjsm0MRVp&#10;TTPelin51gq3TvqQLXmeS7h9f393uAwAAODEy8uL6yUEj322wAN1R0BZeym7e26D3km7vOG9tXKF&#10;7nXMzbcO+5AteZ4rpeTRIh8DAABgJJIt8Cjd9mMzrpBpZ6SzqzImS3WPzO3m27IsJUk6j7WCcAsA&#10;AHAfki0wv+FSbfdfybSzkHQqpdqBfCuziOVf5acgbcCeINwCAADcgX22U318fLheAvwiu2p1cC3L&#10;8nK5XNtSG9OAKJPDMUi6/djcN5tlWVVVsqruvxZFMTA2eXmy59a3VQEAAPiMZDvV5+en6yXAFxJc&#10;zR5jSa3qypio4/EYX6ZV39m+qiq3y5BRzLoeWxTFdru9lhV/PBZoYYfDQfUNuwIAAEAvki0wj4FS&#10;rfVPSqnj8ajPsI2M3si63+9dr0UlSZLnuVW8lQSru5Stf/UkSSZJ0jSNUirLMs4BAgAA+BHJFpjq&#10;x1Jt9xjbKDOtMmKtD6OGtd7mZPW9SNl5a/6TJ8XbJElkYRxyC0SvaRp5MwvAan19fbleQvBItsAk&#10;40u1sW6p1fyMtZqVYJVRoe2Nvj6E2zRNOeQWWIMkSWL90wBgpLe3N9dLCB7JFrjftVJt959i3VKr&#10;eR5rhSRY8xIzwXaLtz6EW6ZJAQAAjEGyBe5UVdXAAGSrVOtt2JtFELFWSD40j/kx24+t4q1MVHay&#10;ThPTpAAAAH5EsgVu1rbtZrPR2VXqsfKx1YEcU6l2t9sdj8fdbmddHlaslaUeDoeB9mOzeFsUxWaz&#10;cbvNlWlSAAAAPyLZTvX6+up6CVhU27bb7VZ/asa5bnOy50nvJkmSpGlqpfSAYq36jqzH41FuhXUs&#10;kHXmrZl7B44LWgbTpIC41XVNUwYATESynerp6cn1ErAcKcnqT3V2taq40oEcR6l2QFixVsgwZP2p&#10;dSyQeeatb9tumSYFRCzLMvONUQDAHUi2wFg6yAmdXa24G1MH8oAQY+0110KsFHW7l7uy5mlSbdtS&#10;rAYAAANItsAoZqzV86J6T7INPeaNEVOsFddCbJIkl8vF7Fh2myr1NKlVxTzZAkCxGgAQsefnZ9dL&#10;CB7JFviZGV/LspR5UfJqu3c8ctyCi7UjQ+BAiDU7lt2GW3PDras1AACA2b28vLheQvBItsAPzCN8&#10;9Bjk7hwpPR45VnVdbzabzWYTVqyVXvHNZjPy+laI1af+mB3Lbk8D0htufTiRCBPVdb2q8jsAAI9D&#10;sgWu6p7uo+dF9c6RWo9QYq1SSufw8f/LtVN//DkNSHqSi6IgFAVN2h/knZcV7p0GAGBeJFug37XT&#10;fbqxdg0dyKaAkrykhbIsb13wtVN/upfPtNLb0JMcAbOrX/156BQAALgDyXaqj48P10vA/CS+6i2X&#10;Ost1T/1ZSaw1X4WHcpPbtpU1S4XzVtdmSlnh1lXllp7kOMhbZvKIMg+dAgAAtyLZTvX5+el6CZif&#10;xFfpQzZP9zHnSK0w1oZFRulOieLXZkpZodfVzF56kiMgD6o0TS+Xiy7e0pwMAMAdSLaAzSyCXYu1&#10;azixVugbrgNeEOq6ljcm0jRtv933pXoHIydJosNtURROCqf0JAdNl2p1H7JcIr9ozs+XAgAgOCRb&#10;4A86ESmj3NeNtc7Wtyx9w5um2e/3rpczlu5DPh6P0kAup6HeHRWswcj+hFt6koPW7UNO01S/kyLF&#10;WwryK3G5XC6Xi+tVAHDp6+vL9RKCR7IF/o+ZYPXIKGJtcH3Xug9Zfc9GVkoVRXE6ne7OCdfCrTkt&#10;2UmRjZ7koFl9yFVVSb5tmkbeswjrVw8AcLe3tzfXSwgeyRb4X8RaU7ixVimly8vmz04pVRTFlD2x&#10;veG298Il0ZMcAbN4K4+iJEmkeYRqPAAAI5FsAaWItX8KOtYqpeTHZ/5A9XjkiT3VuvtX+RRu6UmO&#10;QHeIlFzuqhcAAIDgkGyB/9uWqYi112Ptbrc7Ho+73c7d0sZq21ZHTfmB6hsyfchznudmuJUeYCvx&#10;Lt8YrKM7PclBM/uQldFRz7RkAAB+RLKd6vX11fUSMIkcXSsfl2WpY+3pdJILj8cjsVYplSSJGRF9&#10;dj6f9QQp+YHqvDfLhGcz3G63W/nivRcuRnqSJ7ZbwwdJkuR53jTN5XLhNKD1qKqKngsAmIhkO9XT&#10;05PrJWASc3eiJFgp4comNx2N1iDoJuSFk6SukSrjIWS+A7L8rlepGzNKKg7mL6DzdncsoCgKPZYf&#10;AHAfki1WzTq6Vj7olnDXIOhYq5R6f38fOCLlfD7P++3MI3+U8UDqvXAxkrcp28aH4i0AAD/6h+sF&#10;AM5cO7pWX2E9TchKKdlAKy+d27aVKKhbspVSRVF4W8HWP8reTG7uo56RhFt5H0S+e57nvRfO/q0H&#10;liRl28PhEOLbExgm+VaGS2VZ5u3v42pVVUXdFcDdnp+fXS8heCRbrFTbtuZO2u7UKN3+FzGpcJol&#10;vuEEKPeYby+mdXDt/ZGZ+6hnJ7tb5bub4da8cL/fL3mPHQ6Hoii22+3lclnsm2Ix8tabvH9hbSaH&#10;W+ZbpVO+CD9NYLVeXl5cLyF4dCNjjeq63m631k7a3oN/4tO2bV3XVVVtNpvtdiv3w8gtXvrFtFck&#10;mff+yE6nk8Tasiyt2VFt286yH9XcA6kPaLE2Ri658VXKturP7gNEQ34B9/s9zclemasxxGyTAQDc&#10;ipot1qibYHsP/olG27YS/4bjq5n95NxX84yf5UcijaHrJL0/MvPNC+nhtDK8ZIOJP27JsfL40WVt&#10;Pc9JKfX+/r5kT7KUbbMso2wbE919oJ+g5IF3Op3kxx3fE1eI7jsi7qGtJQCwHiRbrI5Z3NAvBKOc&#10;GiXbZeWFr05ZlrIsZexQoNsyB/qQhX65L7nduhPkf5c7Yco9oMOtfH2ZwpXnuXy6cE+y3m1LZ2M0&#10;zORjvt8k76Hs9/ssy2hOBgCsHN3IU318fLheAm7Qu5PWzLrmaS7hatu2qqrtdquzlk500pfbNI0c&#10;mCn7QgONtfKDG3gpb/5TnudWLWWWs201KdLKx3rrsh6VvHBPsjyMF/6meBCroNf9bbUmJ9OZDABY&#10;J5LtVJ+fn66XgBt0W46trBtoxhMSaGUDrVWclDQrUVY6jYO+pcr4wd1UodJvZxyPxzzP5VMZuTQ9&#10;BOq3RfSGW73rVS17GI/+vpwAFDor1g60J+jd3ey8BQCsE8kWK9LtQ45mapQu0g4EWn2sUZZlEezp&#10;+rEPuUv/uK2divKv00OgTEXWy5OorAvFOu4uQ2J2URSUbcN16/ZLjr0FAKwZ+2yxFt0+5MimRpmZ&#10;tizL/X6/2+2swqy+E3SXbKB+7EPu/V96NyLqXYtFUUyf89Q7OEqfcJtlmWzBnfhdxtCHDy08vwpz&#10;6Y21Yx7wTJZCHPTJ6rgJhyqH6+vr6+npyfUqAvfr168LJuAODIV+zB+PR7nE3Gbpdm0TmTdEF2m7&#10;dDnx2hWG+XNf6Rvy4xX0z7p7iUnfgffdMxbzXYPug60sy+nfYrwZb5dDcpcufNf5wGpJuPUeMP/3&#10;3kc+7tN9/tG/9fc9Sif+75fbn5+nf8cFrOFU+YcK/Zl/hcgUE/369YtuZKxCbx+yviT0AqbWNI3u&#10;OraY1drQd9je2od8rVqr/1W/wz3LrlSvepLZbRs0cyyZ+j6L66b//fLnZCla0xGKzWbj4fHpADxH&#10;NzLi1zsPOZqpUWPEFGtv7UP+MdY+4sWTPz3JcrbtLI3WcEIeRfJwMs/7GU8fScWxQAgRldtbyU4E&#10;16sA3CDZIn6985CtSyKmtxPHEWtvmoc8vI/aDL3yQVEUEw+21czDbOVTfcysMuLuo3G2bdDM93Gm&#10;PGCkeCsPePItwsID9Van08n1EgBn6Eae6vX11fUSMGR4HvJ9NZCwSHPsjLHWYUPjHfOQ1YhYa/V8&#10;zkV3uesBxU56kmVIMq91QnTHuVYDpHgrD3WOvQUAxIdkOxVDzHxGH7JI0/SOW9r+SWe/7Xa72Ww2&#10;m01VVVVV1d/kanOv/f/cMQ/52vW7Lcr6KNoZt6SaG271kFsdd/UW3EfTZVv2WIZFP+Bn/JpS++VY&#10;IG8VRbG5i+uFA4AXSLaI2UAfsqLHqaNt27quJa9uNpvtn7r7dmQDZ/ZNrqZD77yvmG/tQxYjY+3j&#10;mNXgqqrUd86USxYb7CS5nTlSYXnc+BwmS/lmJe+xAsCjsc8W0eoNsd0S7mrJa9nz+Sx9qt3gajXo&#10;3jSRwrzy8Xjsnqx7q/v6kLuuxVq9vBm32gqZ4SRfeb/fS9FMXzLv97pGvsVi3w7T6aevx735wmQp&#10;APDK8/Oz6yUEj2SLaHVDrH6xWJblal/DtW37/v7eG1Mlykp9r5t/9vt9lmUSU5VS5/NZLk8T8ZIA&#10;ACAASURBVL8WjDXrB3HHPX9fH3Lv1xl4Ea/HO81LepLl+2ZZdrlclDEnebFRUnLrFvt2mEh+rR79&#10;BhyTpXxzMU6mvQkNyUAEXl5eXC8heCRbxGl4cNStx0LGwcq0kmP3+70k1fGlPLmmvr7cvZKXdB1Y&#10;9fVS3hdx7+tDHvg6Y061nTf+mYcAyYzix5WIr+H4n4DoR+MyITNN06Zp5MlB3r0i3AIAQsQ+W8Rp&#10;eHBUrK/b3t/fu7tb27bV+2b12ZhN0+R5nue5pKy5kpV8qTRN9Ua+3qKTFIhG7sWdpQ955Km2kvYf&#10;UbnVE6q6j8xltr/q/b1MDArFkjsmkiQxJ0vxIAEAhIhkiwj1FmytS6IkJRf5WCYVV1VlBdrL5SJn&#10;qy6wnuGIK6sdns46Sx/yyFhrrnD2gTrm4Ci5UXoli00t5vifUMx72M94+rc14idJAEDESLZTfXx8&#10;uF4CbMMFWzdrWkrTNDrQSqYty1LOs10s0HbpiNs0TfdHcC3fztKHPD7Wpmn6iLN/NE/Kthz/47lH&#10;HPZzE2ItACBQJNupPj8/XS8Bfxgo2EY/OOp4PJ7P527X8X3n2T6C9Cr3Rtzu6SPT+5CH5+J0Q6+5&#10;/TXisi3H//jMVcF2AMfeAgCCQLJFbKyCWPSDo8zRR6fTSUe1JbuO7yARtxtut9utvIaeax7ytS9y&#10;rZb70MNmfSjbqgWDNG7lvGDbJUti8y0AwH8kW0RlYD9tlJvHzNyulJLe46ZpQrmlel+feaE0J89V&#10;ubop1iojfMZatrWOKYZXuhPFndPvQP24Kx4AMMXX15frJQSPZIuoWKWwtm31JaGEvfGsWKuUOh6P&#10;Ptdpr+nNt2Ji2Ls11irjnF6llBw5Oy/nZVsakr1V17W87+Dbk5X5GypTzan5A8Ds3t7eXC8heCRb&#10;xKNbsNUpxavuvll0Y21ApdpevflWNyfPZeRAKa2qqhm/u/KgbKsbkh/9jXCHoii8fbLSxduiKGb/&#10;xQQAYDqSLeIxMBI5MlVVmTdNOpCDK9WONOMGv/FzkpumkQuLopg93Dov20q0puzmGw9nR1ms4u1m&#10;s+FRBADwB8kWkVjJSGQ50ccsuAXagXyNzpZm5UoaICd+5ZuO/0mSRC9g9nDrvGxLQ7KH5JEQxC7o&#10;NE1ltvnxeIzmmQcAEAGS7VSvr6+ulwClBgu20YxErutan+gjIhuLZc5DllfP+p+KophSILop1sqF&#10;5uhmCbcztl+6LdvSkOytUJ6sZLZ5TE8+AIAIkGynenp6cr0EqLqudTCwCrbK7+6+8awtoGHNQB5D&#10;30B9o5IkuVwuZhXrvt19d8Rakaap/u5FUcw4G3a4bDv96/+IhmTf+N+K/KO2bUN/RFVVtelz7Xbp&#10;6z9i2hzWrG3b3ofiGPqPyHa7NS+ffWcN4CGSLSKhw4l1ubfjWG7SjbUxdSCLaz/BPM+tzuSbsuXd&#10;sVYZZwWb6Vrn24kRd6Bsu8DrDxqSvRJQK/KA7XYb9GQpa6MH4Erbtg96cq7rOvS3n4BhJFvEoHu0&#10;T0yH/VixVjbWOlzPI5h9yN1/NRuD1S3hNsuyKbFW/rVpGitd669svhdeG9pvA2szy7Zyzd1uJ58u&#10;9vKa1/FeCaUV+Zo4jr1tmubSce1txDzP5Qrm1glgovf390c8OUvn0exfFjN6fn52vYTgkWwRPHNS&#10;lHVJBAVbK9ZG1oEsun3IXXeHWzU51sqLWj0VtvdBJa8YNClevb+/D5/8qcu28vZ8N+s+jv5enr9/&#10;LyPT5P6R3c5RNtRF0IqsjMlSataR5ouRmBpZLwyC1vs+y31CbwlZiZeXF9dLCB7JFvHQFY9o3pU0&#10;Y21ZlrG+6rrWh2zphtsxIWeWWGuuwfzKw9+6KAo5+fPHReqRyFbWfaggGpKTJJG7UT6NssgcRyuy&#10;kMlScRRvAQDBIdkieFbjcTSzo6xqrc48kdEv68f8sKQoZE51Gn7dPG+stf5Vqri6F9EMumVZmkHl&#10;WuXWLNJaaEjWrLso9Jbda2K6Xdaxt/POFQcA4BqSLcLWbUXuzuMJUbcJOcpqrb6Z43N7kiR5nps/&#10;7kcMlPox1lr/miTJ6XSSj2VfrnQ2mlfoXQ8NyT+yIp/ejRyNOFqRu3TxVnr1CbcAgEcj2U718fHh&#10;eglQ6vvlbxwF2+7IqChjrTL6kG+9gWYSzrJsZDZ7UKxVxlRV81/1o3GgLqqv7KQhWX5rzufzo7/R&#10;FFaUjex3IaZW5C6reEtzMgDgoUi2U31+frpewqpdm4EcbsG2bVsr1oYb0Yfd1IdsSZLEHEY6JgQu&#10;HGvV6PYBhw3JEhp1tdlP5l0a7u/1sJhakbtCnywFAAgFyRYBG2hFDjcNmgOH4o61t/YhW5Ik0TlH&#10;puaO+XaLxVqzjDz8Q3TbkKwC3Gobk1hbkS1MlgIALIBkixhYrcjhvg42X+1FHGvVd51wYqN1mqZj&#10;pkktH2uV0eL7Y5nRbUNyEFtt9R0S3ybbVWGyFAAM+Pr6cr2E4JFsEbBrFdpAW/usM34ijrVKqTzP&#10;Z4nu1jSpbkJzEmvVjUdP6ZtgRVn/q6kLi3KTbawt1td4O1mqqqrNZuP5uzwrtFkf/cy/3W5n/5rw&#10;2dvbm+slBI9ki1ANtCKHWNixpkblee5wMcuYK7qb/czb7dZ8YZplmZNYa7ZGj3k0Wi3ZSzYkB3Gq&#10;rQi3FwMWJksBAB6BZItQ6bE3UqE1A0BwhZ3uGT8OFxMcc8Ot6gtpy8faoih0DNtutz++anfbkAxX&#10;5DEW4jtxs7DyLeEWADDRP1wvALiTbq2R0DJ+W6Nv1nPGz+NIf6PcjWaqFKfTqTv+Vz9+eqPjLP+q&#10;3XTG8vv7u9lOXxTFAt31y3yXu+kfXzf8RNC0v/Lfd/3LO9BeEZAxPZ/7/X6326385z6eeTA47qbf&#10;kAXiRrKd6vX11fUS1ki/wNVRwfOTS66xYq2K4pX6NXVdn06nw+HwiJd0Mk1K/nJbf7+H/5w/6F97&#10;/2nM5tuBYPxQy3yXKXrv0nBf9cZ9ku1NpHgrT4YR5Nsx+aFpmrquw72NAOAnku1UT09PrpewRgMl&#10;uIBeK3RjbXAF55ucTiepDT6oWJHn+X6/9zmhlWU5UBqV+8e82k3F3rvp7+vzw08HHtcLmZnPpfKF&#10;mZ0XWZYFHW5/JKe7xX0bAWB5JFsEycqxIZ730xtrI36VU9e19Ak/9DbqL348HsdsX3x/f9dh8u6T&#10;dccbjvTyfo08hq176aF32m63W+BHM4XsPfZ5hXeQH/dqN9n2iqB4O+aZ5Hw+6wAfbtMBAHiIZIvw&#10;DEyLDaUA0o21cWvbVm7vAulRyj6n02nMC+LD4aAbmJ3Po5bFmPuEdX9127aP25UnX9mHe2BV5CfL&#10;ZssuK98GF25//JnK8HN5AFRVxe8dAPH8/Ox6CcFjNjLC0x0WFdx5P7Ip1KwwB/fq7SYyaWmZ4Vhy&#10;N+ohw8OWPF9nzGLkg+XnfMid4PweWA9dhXa9EH/pY28XOxYoz/PL5bLMew36Pb6Rz1QA1uDl5cX1&#10;EoJHskVUAiqA5HluBpiIY630IasFb6O8IB55Xo6u8/twvo4Vsxdem37PCI8md3UoPSauRHzsrfme&#10;mg/PPAAQB5ItwqPHR0mFtjsnOQjmS7SwVn4T3Ye85G28qWyr6/wenoiwWA+CVJACHTAeIu7q8aR4&#10;KzkwpmNvKdsCwOxItgiPTiABVWiHRVyw1X3IC9/G8WVbrxqSrSKtw/5kPNTCXQyhS9M0z/PIirdJ&#10;kuj3+yjbAsAsSLZTfXx8uF7CunSzR3CbbMUyB7q41batq1fwN5VtdfHE+evL7mN4mdSth0g97lsA&#10;E1nNyRGEW/3EyK8eAMyCZDvV5+en6yWsizU+yny5H1AJ13xNFnHdRooSrqL7TWVb+cB5WyBF2jVg&#10;fNQUy0+WeqimaVwvAQDiQbJFJLytfNZ13X3ttYaCrUjT1FV0v6ls6880F1dDpBiPvBjGR03UnSwV&#10;7uPW3A0BAJiIZIvAWOOjPJ/mWlWVHMloXriSgq0PxpdtzWkuj13TjcLqsQcWY06WCqhhp8s85Tv0&#10;EjSAKb6+vlwvIXgkWwTGGh9lBV2vVFUlq7X6zXTQ9fmt+rZt6z/JXX06nazLfa6W6LLtj9f0Z46U&#10;qyFS8n09f6sIMMlkqbkaeququqn8az4NTmmpMJ98GJoNrNnb25vrJQTvH64XANyg+5rDtwqbZsZa&#10;s55gviXvczvi+Xy2Ss2ie4cfj0erYFJV1X6/96QcXZalNCT/WNUxI2We549fWr/eIVJyt4+5FROd&#10;TidPfnARk/Ti4ZtxgbJ+KeTPxAJV3N5nyPscDgdv/5YBQECo2SIk1vgok1fdaNdircXbCLHZbMa/&#10;aJN9bvrTuq6LopjxNd9EklfHVFQ8OdjW1RApgtZi5Cfr1VNWTN7f37fb7ePaen3uUgGAlaNmi4D5&#10;+QpjONYG0Yqsme8gnE6noijKsjRLzd0EK5f4MxlrfGAzf1gLVEcHWEVaT4rJQBDk90U/ET30DUTz&#10;ic6ft/MAYLVItlO9vr66XsKKXNtV609K1Ce4Dldrld+tyFr3ReFwm7HUSR79avIm+qTWw+HwY1jV&#10;kdIry1RT9R1FeH4ojvx5NJksJe/EZVn2uKejsiz1V/bzbVYAWBu6kad6enpyvYQVscZH6eZkf1Ki&#10;nOB6LdaaDXLxNX/WdS1VC39irbgjRbgdpKRnpS48RIqDfxbAkT8LkMlSMR17CwAYg2SLkARR6EjT&#10;dEwja3y77HzrQ9YkKN509o+3E0qJncBI1rG3ng9yBwBMR7JFMHSjb7gHJOiNWB7Gv4k87EPWdJ+t&#10;64WM1S3SBvGeDuAhaU5WSmVZxqFWAHz2/PzsegnBI9kiBsF19ga34B/52YesjeyzdTWX2BMcabsA&#10;jvxZni7eDj9B5Xl+uVzi66YBEIqXlxfXSwgeyRYBs7bdes7c6BXEgm/lcyF6/Nk/ujpK4yIegSN/&#10;XPH2fTcAwFxItgiGh/Oi7gs/UXaW+tmHrFEi+1Fd11JOzLKsqqqqqlyvCHiguq6ZLAUAkSHZIlQ6&#10;VboKilVVbbfb8eFWb7L1J5nPyOdYq27ZamseHvvYNQ2ySsd6VY9rFc6yTN8/RVGssx/7cdq23Ww2&#10;m81GPjU/hhPybheTpQAgJiTbqT4+PlwvYaXclnCrqrr1pX/opVrZq+Z5gh0wcqvtaqu71uPT597y&#10;OHAPuyUntCmlsizbbrcUbwEgAiTbqT4/P10vAUvTsfbaubVderBzTOJ+LRjfz2tYlK0E/mBjrYes&#10;Y4FoTgaA0JFsgdvcEWstcVQF67rW/dUxMX+m/vQo6sfM4066sh6W4RbnvWVVxbmHPZGmadM08tOR&#10;5mTXKwIA3Ilki2Do1/TyEtz6dBl3x9r4TlIJLtaOP9JGXuO67R5fYGOthaLiox0OB/1x6HsTIpMk&#10;SZ7nFG8BuPX19eV6CcEj2QJjTa/WiggihLzsi3uj4Nq6kZURt+L+yfqA3m8PybulunhbVZU/XRsA&#10;1uDt7c31EoJHsgVGmSvWhquua3mpp/uQw2qntEr96DKLipid+bwR1u/OqhwOB3lnpygKJksBQFhI&#10;tgiGrqEtHyxnjLVBdyEWRXE+nyXWUtZ7KGtjrX7UPbSSrL8LuetBgv71Xw8mSwFAoEi2wA9mibXR&#10;lAp1rCX8ALeSJmTybRBkspTOt4RbAPAfyXaq19dX10vAA83ehBzH/roQY638+Fa4exa+ieNJYA2S&#10;JEnTlOItAITiH64XELynpyfXS3DG1d94+b46opzP54nzY3e7nZVa5VucTif5LmVZmt/Fun7btj8u&#10;QK/W8+KtFVnNm6ZXXpZl90cf0Au+H5c640PrbubjxFrwAne1bz9NfW90FxbimywIizQny3yB4GbC&#10;A8CqkGxxP1d/463vO30Zx+PRSqrW17QKfU3TmJ/qradjeF4zvFwu5qfv7+/dBffehIBe8I1fqg83&#10;qntvL7AqH254V+8Dz3rEequua53PsyzzvCF5v99bbxlUVTVw/cPhYD2Fvr+/P2pxDyMPsPEr731A&#10;TnyGn/4HYvgn9Yjv+Gi33iL00j/oKb+b1m864KHNr1+/fv/+7XoZCNLChR39alt6w8yC6sTuvt4a&#10;7MDXN1/ztW273W7Hfy/PBy/JTdtsNvKpuVq5Q6x7w/qheG7k7KsZH1pTPO4BH6JrP7tQarZ6ongQ&#10;yrLM89y8RD8n9LI23t/6rAggCIzYeLSPj4+XlxfXqwjYX3/9Rc0W93P1BCffVxdAZn8TMUkS2V6l&#10;lCqKoiiKa5ts7yhNhPVXobvabjHn2jW99eNSH/fQGk8fpFmWpSxY5yIrcqyB3Bv6rgiRjCNyvYr7&#10;3bT4JEmCvrHDdJNOWZb6oKzeCyd+zZvotxJG3vPTv+Oj3XqLMEx3YB2PRz17H74h1k5HsgWukggh&#10;pxr2htvz+TymlUuKbAFVbADMLuguvlsXH/SNHa/3Zk687cv/757/sDxfXnC6g0WAmDAbGRiS57ns&#10;iNtut7qM1nU8Hi/X5Xmepql8nYEvgofSdT/XCwEAAMD8SLbADwbCrW7p8XziMYKjZzKvcEttl9wb&#10;RVHwxhAAALiGZDvVx8eH6yWsha62Lf/qdmTlNm5y9EW4Gx0lHQUaFM1tt25XAgAA4CeS7VSfn5+u&#10;l4AlTA+3kqlcnY8KhEvvUQ/xLBkAALAMki0wVjfc6jEM/h8JiFtRHfWE+UYSv2gAAOAaki1wgymV&#10;W9mUy45cV+SeH3PagcSnoij8GSC55m23VpvDarcDAADi9vX15XoJwSPZIhj6Nb21YXLh/l4r3Drc&#10;/YuI6XdAOHjQejOIfn48SFVVm82GZ3IArry9vbleQvBItgiVw7nEZrhdT3tkXddVVUX/so9ZTb6x&#10;fsXoegAAAL1ItsA9dLgdT1pbg07CRVGEWzGTe/7HBuM19/16qK5r65Kgf4MAAMDjkGwRDKtI63x6&#10;kxVux0Q+uX70ZU8PBXef60e1P3t9nZCzppqmUUqVZXm5XC6Xi+tFAQAAH5Fsp3p9fXW9BDhzR+VW&#10;sVHQBbnPj8fjj9f0c4Orn6sCAADwB8l2qqenJ9dLWC8fpjfleS4fjNn+dzgcRl4T8xp/n1MsBQAA&#10;CBHJFpjHmKboCLbaBkru8zRNh6/G+CgAAIBAkWwRHp0MXR38Y7mpdMxW2+XJFKIxYdWT8VHdgC2P&#10;+bIsqSQDABCl5+dn10sIHskWwei+pnd48E+v9/f3H68jDcljrol5BTTr+FrAptoPPE6e55fLhTeP&#10;ALjy8vLiegnBI9kiJD5srO2SsHoTIsqSsixT42Yv+TmoiR5pAACAH/3D9QKAe5zPZ3/eWTfPHzoc&#10;DsMLS5KkLMuiKNq29ecmXGOeJiqpz5Py+Hg6Fo65tz0ZH2UFbE96pAFY9DNkcE+MABAlki1Ccjgc&#10;JHucTqc0Tc1IqWcUOyFhtXv5QHz1KpxfI9VOU3DV5vHn/fjDk4ANYEBwT4YAED26kaf6+PhwvYRV&#10;86Q/WTckmxtoq6rabrfdhfl/9s/lchkfBY/H4+Vyeeh6phh/P+vyi9sY3O091u8veNUjDaxTkiSX&#10;y4WtAQDgIWq2U31+frLhezH+FGmv6S5su902TWMW3/TZP37eBLHb7ayAdzqdiqIoy9LqifU8bo08&#10;70f1FaidGOg9poQLeGK/31vPkJ48gQDAmpFsERjd9+vVPlVzJXphElyLouiGW7kVdV2PSVxOJEnS&#10;e/fu93tv19wlZdgxNVhzR7FXN5DxUYCHrGcJr4YaAsBq0Y2MUElpa7/fyyt+5+fo9AaPPM8lVllt&#10;ydKQzHv8j3bHPex8R67Ve8z4KAAA1uDr68v1EoJHzRaBsYZI7XY7T/KhXth2u+1Nub2X+1y2DZ0u&#10;2N7UiuxPc7U/LQnAGlRVVRSF1V8DAIt5e3v7/fu361WEjWSLsN104s6j6U7pazMzzcvlylmW+Tx+&#10;KWjj3/LQrchlWbp9CDE+qpfM7HG9CgAA4DW6kREYM8rKB57sP0ySRPcej6HXX1XVwxa1XjcVbDXn&#10;Hb+MjwIAALgPyRbhsU766T1xx5U0TZtxdAYuioLpI7O7qUddX9m3znDGRwEAAIxEN/JUr6+vrpew&#10;Xufz2SxkeXKOzsjaWpIkunt5u93SbDmjmwq2nhxjKxgfBQAAcB9qtlM9PT25XsLq6CLt6XRS3xFR&#10;Lgmr+KlviPrz1BlMdF/B1iv0HgMAANyEZIuo+NCQPJ6ZybMsCyuWe+u+gq3yoBWZ8VEAAAB3oxsZ&#10;4TGHSEn7sT5xJzjmyt/f333opg6dpMHT6XRTGvShFVn3HpvFfEEJFwjFHe9R6t99AGv2/PzsegnB&#10;I9kiSHqHatu2SZJ0s24ozN22PhxcFDpdgy2K4qY3O3woiuoKrWwgN88icrcoYC3yPJ/+5+PWZx4A&#10;0F5eXlwvIXh0IyNI3XnIgW61bdvWfBm03W4dLiZ0VVXdsWm2LMumaZy/oTDQF834KGAl+GUHgCmo&#10;2SJs3YbksHp6kyQ5Ho9mHqvr2vmGzxDVdX3fEce+1cl1X7S3ZxEBGHBfk4U8ffHLDgBTkGwRJLOJ&#10;VxqSXa/ofmmamuE2yzIfSohhqeta34FlWQb01oZmDYuiFRkI0d3PP/QwX7PZbFwvAUAw6Eae6uPj&#10;w/USVspqSDa32obVkKy+w63+NKwJz861bWsWvbvjl/xntiLLI1lOtFJ0JwIAAIxDsp3q8/PT9RJW&#10;qhtlg65umeG2KIqqqtyuJyDm5uTj8Rh0udt8DMgHdCcCAACMQbJFwKwo2x0rFZY0TfUtKorCrOPh&#10;GvMtgJFn2HroWiuyD2cRAYBDl/XRrwSappn9awJxI9kiYN0oK0kgxIZkkee5/vOTZRnhdpg1NSrQ&#10;WGtuqbVakQEAwEp8fX25XkLwSLYImNWQnCSJjgSBlm3Vn9tECbcDzKlRKszttRa9pZZWZGB5VVVt&#10;NptA3xUFEIG3tzfXSwgeyRZhu9aQHO6cySRJmqbRnxJue1lTo4LeXmud7kMrMgAAwB1Itghbd0Ky&#10;zrrhvvXeDbfh3pYHsaZGhVvb7J7uQysyAADAHUi2CFt3QnLoc6REkiRmyW673RJuRdu2cUyNstCK&#10;DAAAMAXJdqrX11fXS1g7qyE56INtTdYht2aVcrXatt1utzr7RRBraUUGAACYBcl2qqenJ9dLWLtu&#10;kVZn3aDLtqoTbquqCjqrT1TXdTRNyKKbY2lFBgAAuA/JFsEbaEgOvWyrOofcbrfbdQ6UsiYhRxBr&#10;lVGw1WhFBgCI7Xa7mUm4YzWBm5BsEQOd/c7ns/pzjpRcErQ8z83K7QqnJVdVFV+sNQu2tCIDnjCz&#10;xLU3RuV8IBO7RTCj/X7/oL8CQZ8jsAbPz8+ulxA8ki1ikOe5fKDzjy7bdstiIbLakrMsM6coRUzm&#10;RZlvNscRa1XfI1MuIdYCTuR5bk1tAJxI03S3283+ZcuyjOOvZ8ReXl5cLyF4JFtEQr8ikcJXHMf/&#10;mKxwWxTFZrOJu3hrzYsqyzKaWGv+4KyCbZZlcdxGIDh5nl8M16pb1tUul4t5ThswXZIkl3vpFz9N&#10;05iX6xoAEDGSLSLRLdLGcfyPKU1T84+Wiroz2ZoXpZTa7/fRRD79KNXvVnQvAQAAwHgkW0TCLNLq&#10;sq18GsEcKVN3221kncnSgWw265Zl2TRNNLF2oGCrmB0FAABwF5LtVB8fH66XgP/VLdtGc/yPJeLO&#10;ZCnVWhtr8zyPaegFBVsAAIDZkWyn+vz8dL0E/K9u2Tam438sVrhVSmVZFnS+ret6s9lEXKoVFGwB&#10;AAAegWSLqFhl2yRJjsejxN3IyraqL9yqMPNtN9OqGEu1goItAADAI5BsEZVu2Xa320lra3xlW3Ul&#10;3Kpw8m3btt1MG2WpVlCwBQAAvb6+vlwvIXgkW8SmW7aNdbetuBZuld/5VsZEWdOPVbylWkHBFgAA&#10;9Hp7e3O9hOCRbBGb4d22fsa8icxwa54JJHzLtzrTmmOilFLH4/FyuURct6RgCwAA8DgkW0Sod7et&#10;eUl8dLgtiqJpmmv7b6uqquvaVVd2b6aV3uO4M62gYAsAAPA4JFtEqFu2TdNUXxLZ6a+ahNvj8Zgk&#10;SZqml8tFPjWvUxRFlmXb7VaquMsUciXQbjab3kwbce+xiYItAADAQ/3D9QKC9/r66noJ6HE4HCRE&#10;ZVl2uVzMS4qiOBwOUaYpKyDJpxJuu8Vq89Tf/X6/2+3muk+kJnw+n0+nk1JKp1l5c0E+PR6Pq4pz&#10;FGwBAAAeimQ71dPTk+sloIeUbSVEtW2bJIl5yfv7e57nrte4EAmQTdOcz2fVF3HNOqqkrFtTrkRZ&#10;GdBl7Z4VZVnKuwm6YL7b7W66FUGjYAsAAPBoJFtESxdpt9vtesq210i2V0pdLpe2baWg2k2hZu7t&#10;DqOSK1iXd7+IXEHqwPKt57gFoarrWt+rTdPIBxRsAXS1bdudGA8AGIlki2iZRdqqqmQ/5/F4lFCh&#10;4+4KScpN0zTPcykedgNtURS91Vf1U5RdeY7tMkOs3DkUbAH0ItYCa/b8/Ox6CcFjghRiZp73Ix2z&#10;5igpfw7CcShNUz1uSi7Z7/d5nl8ul8vl0hjkfjsej82fLpdLnud5nqdpSqy19PYhU7AFYHI1rx6A&#10;V15eXlwvIXgkW8TMPO9Hvxdungm0ktcTd5/0kxj2+333QqLsgN4Qa15CwRaA5XIX16sGAC+QbBG5&#10;7nk/5plAMvQobm3bykk/K4nx/uiGWPqQAQzonW4AABiJfbaIX3dwlHnJfr+PO2Po3cXb7bZpGqqs&#10;y6APGQCmY9/Qra7NyADWgGQ71cfHB23xnusOjjIvybIs+ryXpinhdkn0IQPALLon1QHANXQjT/X5&#10;+el6CfhZtyfZvGQNPckSbpVStCUvgD5kAJjCnGsIACNRs8VaDPckK6XyPHe8xAejcrsM+pABYLrd&#10;bscT5h16D6sHVoJki7Xo7UlumkZmJq9hw636M9wyTvMRzBDbNI18QB8yANyK8fv3USzB0wAADqpJ&#10;REFUOZ1OrpeAO319fT09PbleRdhItlgR6UCW9zKrqsrzfG0bbtV3uN3tdq4XEiEZQy0fH49HeSzR&#10;hwysypiJR7vdLvq/NQBu9fb29vv3b9erCBvJFuvS7Uk24+5K2nSXzFeyp1d2MkffH6U3bJdlSR8y&#10;sEI3PcuVZbmGXiEAWAzJFuvS7UlW3zts5RXJ+/t79BtuH204zZZlGeU9XNe1vrGHw0E+oA8ZwDX6&#10;GYNjbAFgFiRbrE63J1n9WctVK5gmNcDaotPtWzZHK5/PZ+t/GS5ZxPoCzqrN0ocMrNbI7gzzMJvo&#10;+1kAYBkk26leX19dLwE3M3OsNIOZtdyVTJOy7HY7CfzDr7HuOFpQOu4i3ldmxVr6kIE14/xVAHCF&#10;82ynYohZiCTHysdZlkltTZ/4Kheu7dDXJEnmqlSXZVmWZdM0TdNcLpc8z+W9g1m+uG+GY63cD2t7&#10;lwRYoePxOL0nRW9kAADcgZotVsrsSdZTkVc4TUpr23a73Xari7rTuHdL2H6/V392LK/nHlN/DkPu&#10;nRq13+9XdYcA6yTn00w/bYWnCwCYgmSL9TIHR+kcu9ppUrJjtnv0ka43rueuGEneC5CP9Vis3qwL&#10;YA3yPL/7eXKz2cy7GADBeX5+dr2E4NGNjFUzX4XolKL7wYqiGHMyYRx0M/Z2u11bJ/YdzFirjAdS&#10;74UAAADDXl5eXC8heCRbrF3TNPrjqqrU9y5c6bnVu3DXYDjctm1L4tX00bXKeAjJ48e6EAAAAAsg&#10;2WLtkiTRIaQoCgknaZqaR5KaiSVuA+H2fD5vt9v15PwBVVXpXce6eds8z3ZVO7QBTHc8HhmiDgAT&#10;kWyBP0Yl6w5k60LCLYSZYM2ja7vn2QLASGmasi0fACYi2U718fHhegmYgXXkT/ccIMIt1Lija3l5&#10;CgAAsDyS7VSfn5+ul4B5EG5NhNsuYi0AAIC3SLbA/5HzbOXjLMsk0RFuCbeKWAsAAOA3ki3whzzP&#10;dbjViY5wu91uT6eT6+U4U1WVJNiyLHWC5ehaAHNh+DyAr68v10sIHskWsI0Mtyt5FaJvuB6btCpt&#10;25qTkPf7vY61HF0LYC7b7dZ8SgGwQm9vb66XEDySLdBDH/mjlNJH3Vjhdj09uuYNXxWJr+YkZCvW&#10;yjsgHF0LAADgHMkW6JEkyeVy0Z/2DpRSa9qAqncg6+3H0avr2iyhmHtr9eVFUXB0LQAAgA9ItsBV&#10;Zi3ODLfm5esJt/v9Xj7QReyImaOhlFJN03RHRsnlxFoAAAAfkGynen19db0EPIpUbs1pyZLokiSx&#10;wm30SU99R3opWeu7IkpmfC3LUsdX6/LL5UKsBQAA8ATJdqqnpyfXS8Bj5XnePefWCrdxJz0tSRLd&#10;jx3rTdZjkJVSZVnmeS7xtXu5syUCAACgg2QL/MzcXptlmZz6IxVd8/LNZhNl2LPEGm7btt1sNua8&#10;KB1fzfHI5uUAAADwBMkWGMUajLzZbLqnAanowt418YVb6xQfcwyyFXc5txYAAMzu+fnZ9RKCR7IF&#10;xuoORu4dmKyLunGLKdxaY5D1vKhrcRcAAGBeLy8vrpcQPJItcINrFdo0Tc3OZCnqhp73LG3b1nVt&#10;DoKOINy2bWttoDXnRfXGXQAAAHiIZAvcxjr1xwx1cXcmn8/nLMvO57N5YdDhVrKrdBqXZSkbaLtj&#10;kBWn+wB4sKZpzL8sAIA7kGyBm107DUj15d6qquI+8DbEcGuVapVS+/1el2StKi6n+wB4tCRJeJ4B&#10;gIlItlN9fHy4XgLcsE4D0u3H1szkoiiiP/A2rHBbVZUu1arvDuTeeVGc7gMAABAKku1Un5+frpcA&#10;Zwbaj3v/KeLibRDh1gquSqmmacwTa615UcRaAACAUJBsgUm6CVYXb6Uz2Wxajrt463O4lfZjM7ia&#10;bcbdUi3zogAAAMJCsgWmsgYjKyPaJUliNi2rP6NvfPwMt+akKPUdXHU9trdUy4Y3AEuq69qf50wA&#10;Tnx9fbleQvBItsA8hou33egba77V98PpdHK9lp5JUWZwpVQLwBNZlpnPVABW6O3tzfUSgkeyBWYz&#10;ULxV35FvDflWbqnbTaq6/fhacKVUCwAAEJN/uF4AEBvJdfrdd/ngeDymaSqxyvxXuYLE3ZiqhQ5v&#10;S9u27+/v5pgo9X3/6ytYG24PhwOZFgAAIGjUbIH5/Vi87f6rVxtTA9Wt0yqljscjpVoAAIDokWyn&#10;en19db0EeGpg561a2ebbR+vNtLr9mF21AAAA0SPZTvX09OR6CfDXj/F14ApE3DHqur6Wac1JUZRq&#10;AQAA4sY+W+DhrJ236s/Nt+o739Z1be3OVX9uEI1A27Zz5Unz7tKOx+Nut9Pforvn1roCAAAA4kDN&#10;FlhCtzar+uq3sim0e52qqiIo4cq5shNviBRgN5uNGWvLsjwej5fLxew97t1zq68AAADgj+fnZ9dL&#10;CB41W2A53dqs6hue3L2OjmcRTFGWWdC33oS2bZVS3aHH3cnG12q5Qd9pAAAgbi8vL66XEDxqtsDS&#10;RtZv5Trdq4U7aEqP1Bo/CFpKr1J9Hd5Mq5Sq67pby22aRmq5s94UAAAA+IWaLeDGj/Vb9V2blaud&#10;Ticz1+lrqqBKuHrL8XDltvdMWq27V7Zbp+WUWgAAgFWhZgu4NKZ+K1fL87xpmmslXNmIG0Qhd6By&#10;q/fQWuVZYRZgf6zTMvoYAABgVajZTvXx8UFbPCYart+q76pskiRJksg1lTE/WRkbcYX8X94OAbYq&#10;t7vd7lqFtixLpVS3+tpb1KVOCwAAsFok26k+Pz9JtpjFQL5Vf0bcgS5l6/9SnqVcGQR1Pp9Pp5Nc&#10;0p32pG4MtIpMCwAAsHokW8Avkm/btj2fz2MirjQqy/VVX1C0OnX3+718vNvtlFIPTYNWjr22b9Zc&#10;3uFw6K5qYNstmRYAAACKZAv4yWw87p0dpfoalZVSOhWrvpR7LVtKjVSHXjWYeyWvdsk3VUqNzLHm&#10;t+5Npz8G2msrBAAACMvX19fT05PrVYSNZAt4TVdlR0Zc9WfKVUp1N+V2jUyhP36dMXSUVdeTM4EW&#10;AO6w2WxcLwHAnd7e3n7//u16FWEj2QJhGBNxdbOxuatWb8pVSuly7k1l1Sl+zLHquwj8/v5+bUkE&#10;WgAYcDwee2cuAMCqkGyBwAxE3O6sYCvo6nKuxN08z+WaekOsfGrm3rIsu1+2d2H6e8mnAyn0xyir&#10;vxGBFgB+FNCp5gDwOCRbIFQDEVf8GHQ1nXv1V1ZG7pUPZGjz8Xi84yXUyCirjNjMXCgAGE+mD468&#10;ctu22+32oesBgOWRbKd6fX11vQSs3ZgJyaov6Kq+qVHiplRpzpSyCr/d79ulVyKRu6qqoij2+z3J&#10;FgAAACORbKdiiBn8Yc2OuinoDjDbj7Msk0+nbOiyoqz1rxK2764PAwBGYmtufPiZYs1ItkC0hoNu&#10;dwPtNdbV7virORxlLWmaHo/HLMsItwDwIPpPAEEoStcmYgBxI9kCa9ENuofDQTcPK6N/WN34Wsf8&#10;C2q1N9/XUUy4BYDHSZJEBigQa6NUlqWelIGAPD8/u15C8Da/fv3i6CQAA/T8p6IojsfjmOnHs5CZ&#10;VUopwi2AuMk5tONHQM3CHJGAyDCoAiv0119/UbMF8AP5A6mLsYv9vaRyCwCPQ/gBEJn/53oBAHCV&#10;hFulVJZldV27Xg4AAAA8RbIF4DXCLQAAAH5Esp3q4+PD9RKAyBFuAQAAMIxkO9Xn56frJQDxI9wC&#10;AABgAMkWQBgItwAAALiGZAsgGDrcAgAAxOTr68v1EoJHsgUQkjRNm6bhBCAAABCTt7c310sIHskW&#10;QGA4gxEAAAAWki0AAAAAIGwkWwAAAABA2Ei2U72+vrpeAgAAAACsGsl2qqenJ9dLAAAAAIBVI9kC&#10;AAAAAMJGsgUAAAAAl56fn10vIXgkWwAAAABw6eXlxfUSgkeyBQAAAACEjWQLAAAAAAgbyRYAAAAA&#10;EDaS7VQfHx+ulwAAAAAAq0aynerz89P1EgAAAABg1Ui2AAAAAICwkWwBAAAAwKWvry/XSwgeyRYA&#10;AAAAXHp7e3O9hOCRbAEAAAAAYSPZAgAAAADCRrIFAAAAAISNZDvV6+ur6yUAAAAAwKqRbKd6enpy&#10;vQQAAAAAWDWSLQAAAAAgbCRbAAAAAHDp+fnZ9RKCR7IFAAAAAJdeXl5cLyF4/+hedPq3k/np/n/2&#10;5uX603mZX1x/3P2OvVfr/dfuF7d0/0fr8h//r+Gr3Xp39d7qMbdx/P3w47ceeX0AAAAA8IqdbK2Q&#10;c/q30+nfTvNmnnlz1PjlXbualSStLzjxi4/UG48BAAAAAGP01GyDMyV7WzFbl0xv/jon+//653//&#10;s3ds8tfX199///3HRf+6+YufTqd//vPq1+/9v2a8vr1+rr+O63cvdLsers/1uT7Xj+b6//Ef/6G+&#10;/xD7sB6uz/W5vtvr4z4/JNuB5tsfu3l7L9eXzF4Knstcq/r73//+W/19tbf5P+/9uv+p1L+U+pdS&#10;//3Hl9X359///vcfX/87Nv+t/n76n6fuYv75338mln9NWx4AAAAALG7z69ev379/mxf1ZlfV6dqd&#10;5eNhI/fZDuzLtW6RNmbz8MD/NeZqI2/+j4u/9h2tdwpu+r7Wj/iONQAAgLlsNhul1OVycb0QAAjV&#10;X3/91VOzNXecqtE551oTr5MdpL015PsC23BOnvjF7yMRVBdpzXR6049s4J0LAAAAAAjI1W7kaxOV&#10;hq8//vIZ6aS3zDed8YtPDJPWuwbT30Qg1gIAAAAIkX2erRURV2j5m3/Hfd6tFc9SPV75jx4AAABA&#10;oOxkO9G1kHZfYO4OnVJXktvdca73Wyxm/z97/d+S3/faYhThFgAAAECA7G7kOzp7rf/FOkFn4PKR&#10;Tc69X+TaNQe+lPWvP65z+P+6SfdeXcb4e8+6vg9JGwAAAABG6pmNjIdiUBMAADAxGxkAJvrrr79m&#10;7kZGL3YvAwAAAMDjkGyXcN9BSgAAAACAMTb/9V//9fn56XoZAAAAAADc4/n5+f8DcWgYvSTOXj8A&#10;AAAASUVORK5CYIJQSwECLQAUAAYACAAAACEAsYJntgoBAAATAgAAEwAAAAAAAAAAAAAAAAAAAAAA&#10;W0NvbnRlbnRfVHlwZXNdLnhtbFBLAQItABQABgAIAAAAIQA4/SH/1gAAAJQBAAALAAAAAAAAAAAA&#10;AAAAADsBAABfcmVscy8ucmVsc1BLAQItABQABgAIAAAAIQCSXXUlPwgAADJEAAAOAAAAAAAAAAAA&#10;AAAAADoCAABkcnMvZTJvRG9jLnhtbFBLAQItABQABgAIAAAAIQCqJg6+vAAAACEBAAAZAAAAAAAA&#10;AAAAAAAAAKUKAABkcnMvX3JlbHMvZTJvRG9jLnhtbC5yZWxzUEsBAi0AFAAGAAgAAAAhALmTwlrd&#10;AAAABQEAAA8AAAAAAAAAAAAAAAAAmAsAAGRycy9kb3ducmV2LnhtbFBLAQItAAoAAAAAAAAAIQAh&#10;Er/1E48AABOPAAAUAAAAAAAAAAAAAAAAAKIMAABkcnMvbWVkaWEvaW1hZ2UxLnBuZ1BLBQYAAAAA&#10;BgAGAHwBAADnmwAAAAA=&#10;">
                <v:group id="Group 449" o:spid="_x0000_s1125" style="position:absolute;left:95;top:3048;width:49682;height:20745" coordorigin="95,3048" coordsize="49682,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455" o:spid="_x0000_s1126" type="#_x0000_t75" style="position:absolute;left:95;top:4953;width:49682;height:18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sCxQAAANsAAAAPAAAAZHJzL2Rvd25yZXYueG1sRI9BawIx&#10;FITvgv8hPKEXqVk9dGU1iiitRbxUe/H2unnuxm5etpuo6783gtDjMDPfMNN5aytxocYbxwqGgwQE&#10;ce604ULB9/79dQzCB2SNlWNScCMP81m3M8VMuyt/0WUXChEh7DNUUIZQZ1L6vCSLfuBq4ugdXWMx&#10;RNkUUjd4jXBbyVGSvEmLhuNCiTUtS8p/d2erIP37+DmsK95s+0dPq9vJpNuTUeql1y4mIAK14T/8&#10;bH9qBaMUHl/iD5CzOwAAAP//AwBQSwECLQAUAAYACAAAACEA2+H2y+4AAACFAQAAEwAAAAAAAAAA&#10;AAAAAAAAAAAAW0NvbnRlbnRfVHlwZXNdLnhtbFBLAQItABQABgAIAAAAIQBa9CxbvwAAABUBAAAL&#10;AAAAAAAAAAAAAAAAAB8BAABfcmVscy8ucmVsc1BLAQItABQABgAIAAAAIQD+gXsCxQAAANsAAAAP&#10;AAAAAAAAAAAAAAAAAAcCAABkcnMvZG93bnJldi54bWxQSwUGAAAAAAMAAwC3AAAA+QIAAAAA&#10;">
                    <v:imagedata r:id="rId21" o:title="" croptop="4130f" cropbottom="36941f" cropleft="7976f" cropright="11833f"/>
                    <v:path arrowok="t"/>
                  </v:shape>
                  <v:group id="Group 460" o:spid="_x0000_s1127" style="position:absolute;left:10763;top:3048;width:30912;height:19907" coordorigin="10763,3048" coordsize="30916,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Straight Arrow Connector 463" o:spid="_x0000_s1128" type="#_x0000_t32" style="position:absolute;left:37528;top:4095;width:4151;height:18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03xxQAAANsAAAAPAAAAZHJzL2Rvd25yZXYueG1sRI9Ba4NA&#10;FITvhf6H5RVyKc2aQEtqs4oJCZhDD7Feenu4ryq6b8XdRPPvs4VCj8PMfMNs09n04kqjay0rWC0j&#10;EMSV1S3XCsqv48sGhPPIGnvLpOBGDtLk8WGLsbYTn+la+FoECLsYFTTeD7GUrmrIoFvagTh4P3Y0&#10;6IMca6lHnALc9HIdRW/SYMthocGB9g1VXXExCnaFOX3jcc4/p+e8jLrDa6Gzk1KLpzn7AOFp9v/h&#10;v3auFazf4fdL+AEyuQMAAP//AwBQSwECLQAUAAYACAAAACEA2+H2y+4AAACFAQAAEwAAAAAAAAAA&#10;AAAAAAAAAAAAW0NvbnRlbnRfVHlwZXNdLnhtbFBLAQItABQABgAIAAAAIQBa9CxbvwAAABUBAAAL&#10;AAAAAAAAAAAAAAAAAB8BAABfcmVscy8ucmVsc1BLAQItABQABgAIAAAAIQBPj03xxQAAANsAAAAP&#10;AAAAAAAAAAAAAAAAAAcCAABkcnMvZG93bnJldi54bWxQSwUGAAAAAAMAAwC3AAAA+QIAAAAA&#10;">
                      <v:stroke endarrow="block" endarrowwidth="narrow" endarrowlength="long"/>
                    </v:shape>
                    <v:shape id="Straight Arrow Connector 464" o:spid="_x0000_s1129" type="#_x0000_t32" style="position:absolute;left:11319;top:14573;width:10113;height:838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YJTwAAAANsAAAAPAAAAZHJzL2Rvd25yZXYueG1sRE/Pa8Iw&#10;FL4P/B/CE7zNVIVtVKOIOBgog3VevD2a16bYvJQktvW/N4fBjh/f781utK3oyYfGsYLFPANBXDrd&#10;cK3g8vv5+gEiRGSNrWNS8KAAu+3kZYO5dgP/UF/EWqQQDjkqMDF2uZShNGQxzF1HnLjKeYsxQV9L&#10;7XFI4baVyyx7kxYbTg0GOzoYKm/F3SoYiorPptz70/djee1v99P7sfJKzabjfg0i0hj/xX/uL61g&#10;ldanL+kHyO0TAAD//wMAUEsBAi0AFAAGAAgAAAAhANvh9svuAAAAhQEAABMAAAAAAAAAAAAAAAAA&#10;AAAAAFtDb250ZW50X1R5cGVzXS54bWxQSwECLQAUAAYACAAAACEAWvQsW78AAAAVAQAACwAAAAAA&#10;AAAAAAAAAAAfAQAAX3JlbHMvLnJlbHNQSwECLQAUAAYACAAAACEAoTmCU8AAAADbAAAADwAAAAAA&#10;AAAAAAAAAAAHAgAAZHJzL2Rvd25yZXYueG1sUEsFBgAAAAADAAMAtwAAAPQCAAAAAA==&#10;">
                      <v:stroke endarrow="block" endarrowwidth="narrow" endarrowlength="long"/>
                    </v:shape>
                    <v:shape id="Straight Arrow Connector 465" o:spid="_x0000_s1130" type="#_x0000_t32" style="position:absolute;left:21432;top:14573;width:12068;height:83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NcqxQAAANsAAAAPAAAAZHJzL2Rvd25yZXYueG1sRI9Ba8JA&#10;FITvBf/D8gQvpdloaZE0q6gYSA49NHrp7ZF9TYLZtyG7mvjv3UKhx2FmvmHS7WQ6caPBtZYVLKMY&#10;BHFldcu1gvMpe1mDcB5ZY2eZFNzJwXYze0ox0XbkL7qVvhYBwi5BBY33fSKlqxoy6CLbEwfvxw4G&#10;fZBDLfWAY4CbTq7i+F0abDksNNjToaHqUl6Ngn1pim/MpvxzfM7P8eX4VupdodRiPu0+QHia/H/4&#10;r51rBa9L+P0SfoDcPAAAAP//AwBQSwECLQAUAAYACAAAACEA2+H2y+4AAACFAQAAEwAAAAAAAAAA&#10;AAAAAAAAAAAAW0NvbnRlbnRfVHlwZXNdLnhtbFBLAQItABQABgAIAAAAIQBa9CxbvwAAABUBAAAL&#10;AAAAAAAAAAAAAAAAAB8BAABfcmVscy8ucmVsc1BLAQItABQABgAIAAAAIQA0INcqxQAAANsAAAAP&#10;AAAAAAAAAAAAAAAAAAcCAABkcnMvZG93bnJldi54bWxQSwUGAAAAAAMAAwC3AAAA+QIAAAAA&#10;">
                      <v:stroke endarrow="block" endarrowwidth="narrow" endarrowlength="long"/>
                    </v:shape>
                    <v:shape id="Straight Arrow Connector 466" o:spid="_x0000_s1131" type="#_x0000_t32" style="position:absolute;left:10763;top:3048;width:4572;height:9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7uvxQAAANsAAAAPAAAAZHJzL2Rvd25yZXYueG1sRI9Ba8JA&#10;FITvgv9heYKXopsaKRLdhNIilFLQRi/eHtnXJDX7NmTXJP333ULB4zAz3zC7bDSN6KlztWUFj8sI&#10;BHFhdc2lgvNpv9iAcB5ZY2OZFPyQgyydTnaYaDvwJ/W5L0WAsEtQQeV9m0jpiooMuqVtiYP3ZTuD&#10;PsiulLrDIcBNI1dR9CQN1hwWKmzppaLimt+Mgqv7zteH6P2V47642Y+HQceXo1Lz2fi8BeFp9Pfw&#10;f/tNK4hX8Pcl/ACZ/gIAAP//AwBQSwECLQAUAAYACAAAACEA2+H2y+4AAACFAQAAEwAAAAAAAAAA&#10;AAAAAAAAAAAAW0NvbnRlbnRfVHlwZXNdLnhtbFBLAQItABQABgAIAAAAIQBa9CxbvwAAABUBAAAL&#10;AAAAAAAAAAAAAAAAAB8BAABfcmVscy8ucmVsc1BLAQItABQABgAIAAAAIQBvJ7uvxQAAANsAAAAP&#10;AAAAAAAAAAAAAAAAAAcCAABkcnMvZG93bnJldi54bWxQSwUGAAAAAAMAAwC3AAAA+QIAAAAA&#10;">
                      <v:stroke endarrow="block" endarrowwidth="narrow" endarrowlength="long"/>
                    </v:shape>
                    <v:shape id="Straight Arrow Connector 467" o:spid="_x0000_s1132" type="#_x0000_t32" style="position:absolute;left:17907;top:3048;width:7336;height:3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uzGwwAAANsAAAAPAAAAZHJzL2Rvd25yZXYueG1sRI9Bi8Iw&#10;FITvC/6H8AQvi6Yqu0g1iopCPexhqxdvj+bZFpuX0kRb/70RBI/DzHzDLFadqcSdGldaVjAeRSCI&#10;M6tLzhWcjvvhDITzyBory6TgQQ5Wy97XAmNtW/6ne+pzESDsYlRQeF/HUrqsIINuZGvi4F1sY9AH&#10;2eRSN9gGuKnkJIp+pcGSw0KBNW0Lyq7pzSjYpOZwxn2X/LXfySm67n5SvT4oNeh36zkIT53/hN/t&#10;RCuYTuH1JfwAuXwCAAD//wMAUEsBAi0AFAAGAAgAAAAhANvh9svuAAAAhQEAABMAAAAAAAAAAAAA&#10;AAAAAAAAAFtDb250ZW50X1R5cGVzXS54bWxQSwECLQAUAAYACAAAACEAWvQsW78AAAAVAQAACwAA&#10;AAAAAAAAAAAAAAAfAQAAX3JlbHMvLnJlbHNQSwECLQAUAAYACAAAACEAq77sxsMAAADbAAAADwAA&#10;AAAAAAAAAAAAAAAHAgAAZHJzL2Rvd25yZXYueG1sUEsFBgAAAAADAAMAtwAAAPcCAAAAAA==&#10;">
                      <v:stroke endarrow="block" endarrowwidth="narrow" endarrowlength="long"/>
                    </v:shape>
                    <v:shape id="Straight Arrow Connector 468" o:spid="_x0000_s1133" type="#_x0000_t32" style="position:absolute;left:25243;top:3048;width:2379;height:59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oZAxAAAANsAAAAPAAAAZHJzL2Rvd25yZXYueG1sRI9Ba8JA&#10;FITvBf/D8gQvRTc2IiV1FVEKIkI19dLbI/tMotm3Ibsm8d+7hUKPw8x8wyxWvalES40rLSuYTiIQ&#10;xJnVJecKzt+f43cQziNrrCyTggc5WC0HLwtMtO34RG3qcxEg7BJUUHhfJ1K6rCCDbmJr4uBdbGPQ&#10;B9nkUjfYBbip5FsUzaXBksNCgTVtCspu6d0ouLlrOvuK9luO2+xuD6+djn+OSo2G/foDhKfe/4f/&#10;2jutIJ7B75fwA+TyCQAA//8DAFBLAQItABQABgAIAAAAIQDb4fbL7gAAAIUBAAATAAAAAAAAAAAA&#10;AAAAAAAAAABbQ29udGVudF9UeXBlc10ueG1sUEsBAi0AFAAGAAgAAAAhAFr0LFu/AAAAFQEAAAsA&#10;AAAAAAAAAAAAAAAAHwEAAF9yZWxzLy5yZWxzUEsBAi0AFAAGAAgAAAAhAI+ChkDEAAAA2wAAAA8A&#10;AAAAAAAAAAAAAAAABwIAAGRycy9kb3ducmV2LnhtbFBLBQYAAAAAAwADALcAAAD4AgAAAAA=&#10;">
                      <v:stroke endarrow="block" endarrowwidth="narrow" endarrowlength="long"/>
                    </v:shape>
                    <v:shape id="Text Box 2" o:spid="_x0000_s1134" type="#_x0000_t202" style="position:absolute;left:22766;top:10287;width:1620;height:73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r/bxQAAANsAAAAPAAAAZHJzL2Rvd25yZXYueG1sRI9Ba8JA&#10;FITvBf/D8gq9SN20oi3RTSitoiCIpiIeH9nXJJh9G7Krxn/vCkKPw8x8w0zTztTiTK2rLCt4G0Qg&#10;iHOrKy4U7H7nr58gnEfWWFsmBVdykCa9pynG2l54S+fMFyJA2MWooPS+iaV0eUkG3cA2xMH7s61B&#10;H2RbSN3iJcBNLd+jaCwNVhwWSmzou6T8mJ2MgpnerN0ox2q7yH76jTl87Hm+UurlufuagPDU+f/w&#10;o73UCoYjuH8JP0AmNwAAAP//AwBQSwECLQAUAAYACAAAACEA2+H2y+4AAACFAQAAEwAAAAAAAAAA&#10;AAAAAAAAAAAAW0NvbnRlbnRfVHlwZXNdLnhtbFBLAQItABQABgAIAAAAIQBa9CxbvwAAABUBAAAL&#10;AAAAAAAAAAAAAAAAAB8BAABfcmVscy8ucmVsc1BLAQItABQABgAIAAAAIQBLUr/bxQAAANsAAAAP&#10;AAAAAAAAAAAAAAAAAAcCAABkcnMvZG93bnJldi54bWxQSwUGAAAAAAMAAwC3AAAA+QIAAAAA&#10;" filled="f" strokecolor="white">
                      <v:textbox style="layout-flow:vertical;mso-layout-flow-alt:bottom-to-top;mso-fit-shape-to-text:t" inset="0,0,0,0">
                        <w:txbxContent>
                          <w:p w:rsidR="0034536E" w:rsidRDefault="0034536E" w:rsidP="00276E70">
                            <w:pPr>
                              <w:pStyle w:val="NormalWeb"/>
                              <w:spacing w:line="240" w:lineRule="exact"/>
                            </w:pPr>
                            <w:r>
                              <w:rPr>
                                <w:sz w:val="20"/>
                                <w:szCs w:val="20"/>
                              </w:rPr>
                              <w:t>h</w:t>
                            </w:r>
                          </w:p>
                        </w:txbxContent>
                      </v:textbox>
                    </v:shape>
                  </v:group>
                </v:group>
                <v:shape id="Text Box 2" o:spid="_x0000_s1135" type="#_x0000_t202" style="position:absolute;top:381;width:1771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rsidR="0034536E" w:rsidRDefault="0034536E" w:rsidP="00276E70">
                        <w:pPr>
                          <w:pStyle w:val="NormalWeb"/>
                          <w:spacing w:line="240" w:lineRule="exact"/>
                        </w:pPr>
                        <w:r>
                          <w:rPr>
                            <w:rFonts w:eastAsia="Calibri"/>
                            <w:color w:val="000000"/>
                            <w:sz w:val="20"/>
                            <w:szCs w:val="20"/>
                            <w:lang w:val="en-GB"/>
                          </w:rPr>
                          <w:t xml:space="preserve">Reference lug contact plane </w:t>
                        </w:r>
                        <w:r w:rsidRPr="00276E70">
                          <w:rPr>
                            <w:rFonts w:eastAsia="Calibri"/>
                            <w:color w:val="000000"/>
                            <w:sz w:val="20"/>
                            <w:szCs w:val="20"/>
                            <w:vertAlign w:val="superscript"/>
                            <w:lang w:val="en-GB"/>
                          </w:rPr>
                          <w:t>9</w:t>
                        </w:r>
                      </w:p>
                    </w:txbxContent>
                  </v:textbox>
                </v:shape>
                <v:shape id="Text Box 2" o:spid="_x0000_s1136" type="#_x0000_t202" style="position:absolute;left:22002;width:17336;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34536E" w:rsidRDefault="0034536E" w:rsidP="00276E70">
                        <w:pPr>
                          <w:pStyle w:val="NormalWeb"/>
                          <w:spacing w:line="240" w:lineRule="exact"/>
                        </w:pPr>
                        <w:r>
                          <w:rPr>
                            <w:rFonts w:eastAsia="Calibri"/>
                            <w:spacing w:val="-1"/>
                            <w:sz w:val="20"/>
                            <w:szCs w:val="20"/>
                            <w:lang w:val="en-GB"/>
                          </w:rPr>
                          <w:t>Photo-Detector of Goniometer</w:t>
                        </w:r>
                      </w:p>
                    </w:txbxContent>
                  </v:textbox>
                </v:shape>
                <v:shape id="Text Box 2" o:spid="_x0000_s1137" type="#_x0000_t202" style="position:absolute;left:35528;top:4763;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rsidR="0034536E" w:rsidRDefault="0034536E" w:rsidP="00276E70">
                        <w:pPr>
                          <w:pStyle w:val="NormalWeb"/>
                          <w:spacing w:line="240" w:lineRule="exact"/>
                        </w:pPr>
                        <w:r>
                          <w:rPr>
                            <w:sz w:val="20"/>
                            <w:szCs w:val="20"/>
                            <w:lang w:val="en-GB"/>
                          </w:rPr>
                          <w:t>e</w:t>
                        </w:r>
                        <w:r>
                          <w:rPr>
                            <w:rFonts w:eastAsia="Calibri"/>
                            <w:color w:val="000000"/>
                            <w:sz w:val="20"/>
                            <w:szCs w:val="20"/>
                            <w:lang w:val="en-GB"/>
                          </w:rPr>
                          <w:t xml:space="preserve">  </w:t>
                        </w:r>
                      </w:p>
                    </w:txbxContent>
                  </v:textbox>
                </v:shape>
                <v:shape id="Text Box 2" o:spid="_x0000_s1138" type="#_x0000_t202" style="position:absolute;left:41148;top:2381;width:1076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JLFwgAAANsAAAAPAAAAZHJzL2Rvd25yZXYueG1sRI9Ba8JA&#10;FITvBf/D8oTe6kalxaauImrBg5dqvD+yr9nQ7NuQfZr477uFgsdhZr5hluvBN+pGXawDG5hOMlDE&#10;ZbA1VwaK8+fLAlQUZItNYDJwpwjr1ehpibkNPX/R7SSVShCOORpwIm2udSwdeYyT0BIn7zt0HiXJ&#10;rtK2wz7BfaNnWfamPdacFhy2tHVU/pyu3oCI3Uzvxd7Hw2U47nqXla9YGPM8HjYfoIQGeYT/2wdr&#10;YP4Of1/SD9CrXwAAAP//AwBQSwECLQAUAAYACAAAACEA2+H2y+4AAACFAQAAEwAAAAAAAAAAAAAA&#10;AAAAAAAAW0NvbnRlbnRfVHlwZXNdLnhtbFBLAQItABQABgAIAAAAIQBa9CxbvwAAABUBAAALAAAA&#10;AAAAAAAAAAAAAB8BAABfcmVscy8ucmVsc1BLAQItABQABgAIAAAAIQAQDJLFwgAAANsAAAAPAAAA&#10;AAAAAAAAAAAAAAcCAABkcnMvZG93bnJldi54bWxQSwUGAAAAAAMAAwC3AAAA9gIAAAAA&#10;" filled="f" stroked="f">
                  <v:textbox style="mso-fit-shape-to-text:t">
                    <w:txbxContent>
                      <w:p w:rsidR="0034536E" w:rsidRDefault="0034536E" w:rsidP="00276E70">
                        <w:pPr>
                          <w:pStyle w:val="NormalWeb"/>
                          <w:spacing w:line="240" w:lineRule="exact"/>
                        </w:pPr>
                        <w:r>
                          <w:rPr>
                            <w:rFonts w:eastAsia="Calibri"/>
                            <w:sz w:val="20"/>
                            <w:szCs w:val="20"/>
                            <w:lang w:val="en-GB"/>
                          </w:rPr>
                          <w:t>Reference plane</w:t>
                        </w:r>
                      </w:p>
                    </w:txbxContent>
                  </v:textbox>
                </v:shape>
                <v:shape id="Text Box 2" o:spid="_x0000_s1139" type="#_x0000_t202" style="position:absolute;left:16478;top:22955;width:1076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rsidR="0034536E" w:rsidRDefault="0034536E" w:rsidP="00276E70">
                        <w:pPr>
                          <w:pStyle w:val="NormalWeb"/>
                          <w:spacing w:line="240" w:lineRule="exact"/>
                        </w:pPr>
                        <w:r>
                          <w:rPr>
                            <w:rFonts w:eastAsia="Calibri"/>
                            <w:sz w:val="20"/>
                            <w:szCs w:val="20"/>
                            <w:lang w:val="en-GB"/>
                          </w:rPr>
                          <w:t>Reference axis</w:t>
                        </w:r>
                      </w:p>
                    </w:txbxContent>
                  </v:textbox>
                </v:shape>
                <v:shape id="Text Box 2" o:spid="_x0000_s1140" type="#_x0000_t202" style="position:absolute;left:381;top:24479;width:24003;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rsidR="0034536E" w:rsidRDefault="0034536E" w:rsidP="00276E70">
                        <w:pPr>
                          <w:pStyle w:val="NormalWeb"/>
                          <w:spacing w:line="240" w:lineRule="exact"/>
                        </w:pPr>
                        <w:r>
                          <w:rPr>
                            <w:rFonts w:eastAsia="Calibri"/>
                            <w:color w:val="1B1B1B"/>
                            <w:spacing w:val="-1"/>
                            <w:sz w:val="20"/>
                            <w:szCs w:val="20"/>
                            <w:lang w:val="en-GB"/>
                          </w:rPr>
                          <w:t>C-plane</w:t>
                        </w:r>
                        <w:r>
                          <w:rPr>
                            <w:rFonts w:eastAsia="Calibri"/>
                            <w:color w:val="1B1B1B"/>
                            <w:spacing w:val="-15"/>
                            <w:sz w:val="20"/>
                            <w:szCs w:val="20"/>
                            <w:lang w:val="en-GB"/>
                          </w:rPr>
                          <w:t xml:space="preserve"> </w:t>
                        </w:r>
                        <w:r>
                          <w:rPr>
                            <w:rFonts w:eastAsia="Calibri"/>
                            <w:color w:val="1B1B1B"/>
                            <w:spacing w:val="-1"/>
                            <w:sz w:val="20"/>
                            <w:szCs w:val="20"/>
                            <w:lang w:val="en-GB"/>
                          </w:rPr>
                          <w:t>definition</w:t>
                        </w:r>
                      </w:p>
                      <w:p w:rsidR="0034536E" w:rsidRDefault="0034536E" w:rsidP="00276E70">
                        <w:pPr>
                          <w:pStyle w:val="NormalWeb"/>
                          <w:spacing w:line="240" w:lineRule="exact"/>
                        </w:pPr>
                        <w:r>
                          <w:rPr>
                            <w:rFonts w:eastAsia="Calibri"/>
                            <w:color w:val="1B1B1B"/>
                            <w:spacing w:val="-1"/>
                            <w:sz w:val="20"/>
                            <w:szCs w:val="20"/>
                            <w:lang w:val="en-GB"/>
                          </w:rPr>
                          <w:t xml:space="preserve">Viewing direction along reference axis  </w:t>
                        </w:r>
                      </w:p>
                      <w:p w:rsidR="0034536E" w:rsidRDefault="0034536E" w:rsidP="00276E70">
                        <w:pPr>
                          <w:pStyle w:val="NormalWeb"/>
                          <w:spacing w:line="240" w:lineRule="exact"/>
                        </w:pPr>
                        <w:r>
                          <w:rPr>
                            <w:rFonts w:eastAsia="Calibri"/>
                            <w:sz w:val="20"/>
                            <w:szCs w:val="20"/>
                            <w:lang w:val="en-GB"/>
                          </w:rPr>
                          <w:t> </w:t>
                        </w:r>
                      </w:p>
                    </w:txbxContent>
                  </v:textbox>
                </v:shape>
                <v:shape id="Text Box 2" o:spid="_x0000_s1141" type="#_x0000_t202" style="position:absolute;left:26003;top:11049;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rsidR="0034536E" w:rsidRDefault="0034536E" w:rsidP="00276E70">
                        <w:pPr>
                          <w:pStyle w:val="NormalWeb"/>
                          <w:spacing w:line="240" w:lineRule="exact"/>
                        </w:pPr>
                        <w:r>
                          <w:rPr>
                            <w:rFonts w:eastAsia="Calibri"/>
                            <w:sz w:val="20"/>
                            <w:szCs w:val="20"/>
                            <w:lang w:val="en-GB"/>
                          </w:rPr>
                          <w:t>γ</w:t>
                        </w:r>
                        <w:r>
                          <w:rPr>
                            <w:rFonts w:eastAsia="Calibri"/>
                            <w:color w:val="000000"/>
                            <w:sz w:val="20"/>
                            <w:szCs w:val="20"/>
                            <w:lang w:val="en-GB"/>
                          </w:rPr>
                          <w:t xml:space="preserve">  </w:t>
                        </w:r>
                      </w:p>
                    </w:txbxContent>
                  </v:textbox>
                </v:shape>
                <v:shape id="Text Box 2" o:spid="_x0000_s1142" type="#_x0000_t202" style="position:absolute;left:19336;top:8477;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rsidR="0034536E" w:rsidRDefault="0034536E" w:rsidP="00276E70">
                        <w:pPr>
                          <w:pStyle w:val="NormalWeb"/>
                          <w:spacing w:line="240" w:lineRule="exact"/>
                        </w:pPr>
                        <w:r>
                          <w:rPr>
                            <w:rFonts w:eastAsia="Calibri"/>
                            <w:sz w:val="20"/>
                            <w:szCs w:val="20"/>
                            <w:lang w:val="en-GB"/>
                          </w:rPr>
                          <w:t>C</w:t>
                        </w:r>
                        <w:r>
                          <w:rPr>
                            <w:rFonts w:eastAsia="Calibri"/>
                            <w:color w:val="000000"/>
                            <w:sz w:val="20"/>
                            <w:szCs w:val="20"/>
                            <w:lang w:val="en-GB"/>
                          </w:rPr>
                          <w:t xml:space="preserve">  </w:t>
                        </w:r>
                      </w:p>
                    </w:txbxContent>
                  </v:textbox>
                </v:shape>
                <v:shape id="Text Box 2" o:spid="_x0000_s1143" type="#_x0000_t202" style="position:absolute;left:24479;top:13525;width:3524;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34536E" w:rsidRDefault="0034536E" w:rsidP="00276E70">
                        <w:pPr>
                          <w:pStyle w:val="NormalWeb"/>
                          <w:spacing w:line="240" w:lineRule="exact"/>
                        </w:pPr>
                        <w:r>
                          <w:rPr>
                            <w:rFonts w:eastAsia="Calibri"/>
                            <w:sz w:val="20"/>
                            <w:szCs w:val="20"/>
                            <w:lang w:val="en-GB"/>
                          </w:rPr>
                          <w:t>C</w:t>
                        </w:r>
                        <w:r w:rsidRPr="00ED50A2">
                          <w:rPr>
                            <w:rFonts w:eastAsia="Calibri"/>
                            <w:sz w:val="20"/>
                            <w:szCs w:val="20"/>
                            <w:vertAlign w:val="subscript"/>
                            <w:lang w:val="en-GB"/>
                          </w:rPr>
                          <w:t>0</w:t>
                        </w:r>
                        <w:r>
                          <w:rPr>
                            <w:rFonts w:eastAsia="Calibri"/>
                            <w:color w:val="000000"/>
                            <w:sz w:val="20"/>
                            <w:szCs w:val="20"/>
                            <w:lang w:val="en-GB"/>
                          </w:rPr>
                          <w:t xml:space="preserve">  </w:t>
                        </w:r>
                      </w:p>
                    </w:txbxContent>
                  </v:textbox>
                </v:shape>
                <w10:anchorlock/>
              </v:group>
            </w:pict>
          </mc:Fallback>
        </mc:AlternateContent>
      </w: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pBdr>
          <w:bottom w:val="single" w:sz="12" w:space="1" w:color="auto"/>
        </w:pBdr>
        <w:tabs>
          <w:tab w:val="center" w:pos="4820"/>
          <w:tab w:val="right" w:pos="9639"/>
        </w:tabs>
        <w:ind w:right="-1"/>
        <w:rPr>
          <w:b/>
          <w:bCs/>
          <w:snapToGrid w:val="0"/>
        </w:rPr>
      </w:pPr>
      <w:r w:rsidRPr="00A63548">
        <w:rPr>
          <w:snapToGrid w:val="0"/>
        </w:rPr>
        <w:br w:type="page"/>
      </w:r>
      <w:r w:rsidRPr="00A63548">
        <w:rPr>
          <w:rFonts w:ascii="Arial" w:hAnsi="Arial" w:cs="Arial"/>
          <w:bCs/>
          <w:snapToGrid w:val="0"/>
        </w:rPr>
        <w:tab/>
      </w:r>
      <w:r w:rsidRPr="00A63548">
        <w:rPr>
          <w:b/>
          <w:bCs/>
          <w:snapToGrid w:val="0"/>
        </w:rPr>
        <w:t>Category L1</w:t>
      </w:r>
      <w:r w:rsidR="0041729A">
        <w:rPr>
          <w:b/>
          <w:bCs/>
          <w:snapToGrid w:val="0"/>
        </w:rPr>
        <w:t>A/6, L1B/6</w:t>
      </w:r>
      <w:r w:rsidRPr="00A63548">
        <w:rPr>
          <w:b/>
          <w:bCs/>
          <w:snapToGrid w:val="0"/>
        </w:rPr>
        <w:t xml:space="preserve"> </w:t>
      </w:r>
      <w:r w:rsidRPr="00A63548">
        <w:rPr>
          <w:b/>
          <w:bCs/>
          <w:snapToGrid w:val="0"/>
        </w:rPr>
        <w:tab/>
        <w:t>Sheet L1/5</w:t>
      </w:r>
    </w:p>
    <w:p w:rsidR="000960D4" w:rsidRPr="00A63548" w:rsidRDefault="000960D4" w:rsidP="000960D4">
      <w:pPr>
        <w:widowControl w:val="0"/>
        <w:ind w:left="161" w:right="31"/>
        <w:rPr>
          <w:spacing w:val="-1"/>
          <w:szCs w:val="22"/>
        </w:rPr>
      </w:pPr>
    </w:p>
    <w:p w:rsidR="000960D4" w:rsidRPr="00A63548" w:rsidRDefault="000960D4" w:rsidP="000960D4">
      <w:pPr>
        <w:widowControl w:val="0"/>
        <w:ind w:left="161" w:right="31"/>
        <w:rPr>
          <w:szCs w:val="22"/>
        </w:rPr>
      </w:pPr>
      <w:r w:rsidRPr="00A63548">
        <w:rPr>
          <w:spacing w:val="-1"/>
          <w:szCs w:val="22"/>
        </w:rPr>
        <w:t xml:space="preserve">Figure </w:t>
      </w:r>
      <w:r w:rsidRPr="00A63548">
        <w:rPr>
          <w:szCs w:val="22"/>
        </w:rPr>
        <w:t>5</w:t>
      </w:r>
    </w:p>
    <w:p w:rsidR="000960D4" w:rsidRDefault="000960D4" w:rsidP="000960D4">
      <w:pPr>
        <w:widowControl w:val="0"/>
        <w:ind w:left="161" w:right="31"/>
        <w:rPr>
          <w:b/>
          <w:spacing w:val="-1"/>
          <w:szCs w:val="22"/>
        </w:rPr>
      </w:pPr>
      <w:r w:rsidRPr="00A63548">
        <w:rPr>
          <w:b/>
          <w:szCs w:val="22"/>
        </w:rPr>
        <w:t>S</w:t>
      </w:r>
      <w:r w:rsidRPr="00A63548">
        <w:rPr>
          <w:b/>
          <w:spacing w:val="-1"/>
          <w:szCs w:val="22"/>
        </w:rPr>
        <w:t>et-up</w:t>
      </w:r>
      <w:r w:rsidRPr="00A63548">
        <w:rPr>
          <w:b/>
          <w:szCs w:val="22"/>
        </w:rPr>
        <w:t xml:space="preserve"> to measure</w:t>
      </w:r>
      <w:r w:rsidRPr="00A63548">
        <w:rPr>
          <w:b/>
          <w:spacing w:val="-1"/>
          <w:szCs w:val="22"/>
        </w:rPr>
        <w:t xml:space="preserve"> </w:t>
      </w:r>
      <w:r w:rsidRPr="00A63548">
        <w:rPr>
          <w:b/>
          <w:szCs w:val="22"/>
        </w:rPr>
        <w:t>the</w:t>
      </w:r>
      <w:r w:rsidRPr="00A63548">
        <w:rPr>
          <w:b/>
          <w:spacing w:val="-1"/>
          <w:szCs w:val="22"/>
        </w:rPr>
        <w:t xml:space="preserve"> </w:t>
      </w:r>
      <w:r w:rsidRPr="00A63548">
        <w:rPr>
          <w:b/>
          <w:szCs w:val="22"/>
        </w:rPr>
        <w:t>luminous intensity</w:t>
      </w:r>
      <w:r w:rsidRPr="00A63548">
        <w:rPr>
          <w:b/>
          <w:spacing w:val="-5"/>
          <w:szCs w:val="22"/>
        </w:rPr>
        <w:t xml:space="preserve"> </w:t>
      </w:r>
      <w:r w:rsidRPr="00A63548">
        <w:rPr>
          <w:b/>
          <w:spacing w:val="-1"/>
          <w:szCs w:val="22"/>
        </w:rPr>
        <w:t>distribution for L1B</w:t>
      </w:r>
      <w:r w:rsidR="0041729A">
        <w:rPr>
          <w:b/>
          <w:spacing w:val="-1"/>
          <w:szCs w:val="22"/>
        </w:rPr>
        <w:t>/6</w:t>
      </w:r>
    </w:p>
    <w:p w:rsidR="0031127E" w:rsidRDefault="0031127E" w:rsidP="000960D4">
      <w:pPr>
        <w:widowControl w:val="0"/>
        <w:ind w:left="161" w:right="31"/>
        <w:rPr>
          <w:b/>
          <w:spacing w:val="-1"/>
          <w:szCs w:val="22"/>
        </w:rPr>
      </w:pPr>
    </w:p>
    <w:p w:rsidR="0031127E" w:rsidRDefault="0031127E" w:rsidP="000960D4">
      <w:pPr>
        <w:widowControl w:val="0"/>
        <w:ind w:left="161" w:right="31"/>
        <w:rPr>
          <w:b/>
          <w:spacing w:val="-1"/>
          <w:szCs w:val="22"/>
        </w:rPr>
      </w:pPr>
    </w:p>
    <w:p w:rsidR="0031127E" w:rsidRDefault="0031127E" w:rsidP="000960D4">
      <w:pPr>
        <w:widowControl w:val="0"/>
        <w:ind w:left="161" w:right="31"/>
        <w:rPr>
          <w:b/>
          <w:spacing w:val="-1"/>
          <w:szCs w:val="22"/>
        </w:rPr>
      </w:pPr>
      <w:r>
        <w:rPr>
          <w:b/>
          <w:spacing w:val="-1"/>
          <w:szCs w:val="22"/>
        </w:rPr>
        <w:t xml:space="preserve">               </w:t>
      </w:r>
      <w:r w:rsidR="009F2EF0">
        <w:rPr>
          <w:noProof/>
          <w:lang w:eastAsia="en-GB"/>
        </w:rPr>
        <mc:AlternateContent>
          <mc:Choice Requires="wpg">
            <w:drawing>
              <wp:inline distT="0" distB="0" distL="0" distR="0">
                <wp:extent cx="5229225" cy="2724150"/>
                <wp:effectExtent l="0" t="0" r="0" b="0"/>
                <wp:docPr id="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29225" cy="2724150"/>
                          <a:chOff x="0" y="0"/>
                          <a:chExt cx="52292" cy="27241"/>
                        </a:xfrm>
                      </wpg:grpSpPr>
                      <wpg:grpSp>
                        <wpg:cNvPr id="3" name="Group 34"/>
                        <wpg:cNvGrpSpPr>
                          <a:grpSpLocks/>
                        </wpg:cNvGrpSpPr>
                        <wpg:grpSpPr bwMode="auto">
                          <a:xfrm>
                            <a:off x="2857" y="2190"/>
                            <a:ext cx="46590" cy="20365"/>
                            <a:chOff x="2857" y="2190"/>
                            <a:chExt cx="46589" cy="20370"/>
                          </a:xfrm>
                        </wpg:grpSpPr>
                        <pic:pic xmlns:pic="http://schemas.openxmlformats.org/drawingml/2006/picture">
                          <pic:nvPicPr>
                            <pic:cNvPr id="5" name="Picture 35"/>
                            <pic:cNvPicPr>
                              <a:picLocks noChangeAspect="1"/>
                            </pic:cNvPicPr>
                          </pic:nvPicPr>
                          <pic:blipFill>
                            <a:blip r:embed="rId20">
                              <a:extLst>
                                <a:ext uri="{28A0092B-C50C-407E-A947-70E740481C1C}">
                                  <a14:useLocalDpi xmlns:a14="http://schemas.microsoft.com/office/drawing/2010/main" val="0"/>
                                </a:ext>
                              </a:extLst>
                            </a:blip>
                            <a:srcRect l="16972" t="60640" r="17590" b="2293"/>
                            <a:stretch>
                              <a:fillRect/>
                            </a:stretch>
                          </pic:blipFill>
                          <pic:spPr bwMode="auto">
                            <a:xfrm>
                              <a:off x="2857" y="3860"/>
                              <a:ext cx="46590" cy="18701"/>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36"/>
                          <wpg:cNvGrpSpPr>
                            <a:grpSpLocks/>
                          </wpg:cNvGrpSpPr>
                          <wpg:grpSpPr bwMode="auto">
                            <a:xfrm>
                              <a:off x="9059" y="2190"/>
                              <a:ext cx="33134" cy="19450"/>
                              <a:chOff x="9059" y="2190"/>
                              <a:chExt cx="33139" cy="19451"/>
                            </a:xfrm>
                          </wpg:grpSpPr>
                          <wps:wsp>
                            <wps:cNvPr id="7" name="Straight Arrow Connector 37"/>
                            <wps:cNvCnPr>
                              <a:cxnSpLocks noChangeShapeType="1"/>
                            </wps:cNvCnPr>
                            <wps:spPr bwMode="auto">
                              <a:xfrm flipH="1">
                                <a:off x="36412" y="2985"/>
                                <a:ext cx="5786" cy="2009"/>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8" name="Straight Arrow Connector 38"/>
                            <wps:cNvCnPr>
                              <a:cxnSpLocks noChangeShapeType="1"/>
                            </wps:cNvCnPr>
                            <wps:spPr bwMode="auto">
                              <a:xfrm flipH="1" flipV="1">
                                <a:off x="10729" y="13720"/>
                                <a:ext cx="9811" cy="7791"/>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9" name="Straight Arrow Connector 39"/>
                            <wps:cNvCnPr>
                              <a:cxnSpLocks noChangeShapeType="1"/>
                            </wps:cNvCnPr>
                            <wps:spPr bwMode="auto">
                              <a:xfrm flipH="1">
                                <a:off x="16851" y="2190"/>
                                <a:ext cx="11041" cy="3577"/>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0" name="Straight Arrow Connector 40"/>
                            <wps:cNvCnPr>
                              <a:cxnSpLocks noChangeShapeType="1"/>
                            </wps:cNvCnPr>
                            <wps:spPr bwMode="auto">
                              <a:xfrm>
                                <a:off x="9059" y="2667"/>
                                <a:ext cx="6281" cy="9645"/>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1" name="Straight Arrow Connector 41"/>
                            <wps:cNvCnPr>
                              <a:cxnSpLocks noChangeShapeType="1"/>
                            </wps:cNvCnPr>
                            <wps:spPr bwMode="auto">
                              <a:xfrm flipH="1">
                                <a:off x="26711" y="2190"/>
                                <a:ext cx="1166" cy="6358"/>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2" name="Straight Arrow Connector 42"/>
                            <wps:cNvCnPr>
                              <a:cxnSpLocks noChangeShapeType="1"/>
                            </wps:cNvCnPr>
                            <wps:spPr bwMode="auto">
                              <a:xfrm flipV="1">
                                <a:off x="20509" y="13799"/>
                                <a:ext cx="10484" cy="7842"/>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3" name="Text Box 2"/>
                            <wps:cNvSpPr txBox="1">
                              <a:spLocks noChangeArrowheads="1"/>
                            </wps:cNvSpPr>
                            <wps:spPr bwMode="auto">
                              <a:xfrm>
                                <a:off x="20861" y="9317"/>
                                <a:ext cx="1619" cy="737"/>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4536E" w:rsidRDefault="0034536E" w:rsidP="0031127E">
                                  <w:pPr>
                                    <w:pStyle w:val="NormalWeb"/>
                                    <w:spacing w:line="240" w:lineRule="exact"/>
                                  </w:pPr>
                                  <w:r>
                                    <w:rPr>
                                      <w:sz w:val="20"/>
                                      <w:szCs w:val="20"/>
                                    </w:rPr>
                                    <w:t>h</w:t>
                                  </w:r>
                                </w:p>
                              </w:txbxContent>
                            </wps:txbx>
                            <wps:bodyPr rot="0" vert="vert270" wrap="none" lIns="0" tIns="0" rIns="0" bIns="0" anchor="t" anchorCtr="0" upright="1">
                              <a:spAutoFit/>
                            </wps:bodyPr>
                          </wps:wsp>
                        </wpg:grpSp>
                      </wpg:grpSp>
                      <wps:wsp>
                        <wps:cNvPr id="16" name="Text Box 2"/>
                        <wps:cNvSpPr txBox="1">
                          <a:spLocks noChangeArrowheads="1"/>
                        </wps:cNvSpPr>
                        <wps:spPr bwMode="auto">
                          <a:xfrm>
                            <a:off x="19145" y="0"/>
                            <a:ext cx="17335" cy="3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spacing w:val="-1"/>
                                  <w:sz w:val="20"/>
                                  <w:szCs w:val="20"/>
                                  <w:lang w:val="en-GB"/>
                                </w:rPr>
                                <w:t>Photo-Detector of Goniometer</w:t>
                              </w:r>
                            </w:p>
                          </w:txbxContent>
                        </wps:txbx>
                        <wps:bodyPr rot="0" vert="horz" wrap="square" lIns="91440" tIns="45720" rIns="91440" bIns="45720" anchor="t" anchorCtr="0" upright="1">
                          <a:noAutofit/>
                        </wps:bodyPr>
                      </wps:wsp>
                      <wps:wsp>
                        <wps:cNvPr id="17" name="Text Box 2"/>
                        <wps:cNvSpPr txBox="1">
                          <a:spLocks noChangeArrowheads="1"/>
                        </wps:cNvSpPr>
                        <wps:spPr bwMode="auto">
                          <a:xfrm>
                            <a:off x="41529" y="952"/>
                            <a:ext cx="1076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sz w:val="20"/>
                                  <w:szCs w:val="20"/>
                                  <w:lang w:val="en-GB"/>
                                </w:rPr>
                                <w:t>Reference plane</w:t>
                              </w:r>
                            </w:p>
                          </w:txbxContent>
                        </wps:txbx>
                        <wps:bodyPr rot="0" vert="horz" wrap="square" lIns="91440" tIns="45720" rIns="91440" bIns="45720" anchor="t" anchorCtr="0" upright="1">
                          <a:spAutoFit/>
                        </wps:bodyPr>
                      </wps:wsp>
                      <wps:wsp>
                        <wps:cNvPr id="18" name="Text Box 2"/>
                        <wps:cNvSpPr txBox="1">
                          <a:spLocks noChangeArrowheads="1"/>
                        </wps:cNvSpPr>
                        <wps:spPr bwMode="auto">
                          <a:xfrm>
                            <a:off x="0" y="23145"/>
                            <a:ext cx="24003" cy="4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color w:val="1B1B1B"/>
                                  <w:spacing w:val="-1"/>
                                  <w:sz w:val="20"/>
                                  <w:szCs w:val="20"/>
                                  <w:lang w:val="en-GB"/>
                                </w:rPr>
                                <w:t>C-plane</w:t>
                              </w:r>
                              <w:r>
                                <w:rPr>
                                  <w:rFonts w:eastAsia="Calibri"/>
                                  <w:color w:val="1B1B1B"/>
                                  <w:spacing w:val="-15"/>
                                  <w:sz w:val="20"/>
                                  <w:szCs w:val="20"/>
                                  <w:lang w:val="en-GB"/>
                                </w:rPr>
                                <w:t xml:space="preserve"> </w:t>
                              </w:r>
                              <w:r>
                                <w:rPr>
                                  <w:rFonts w:eastAsia="Calibri"/>
                                  <w:color w:val="1B1B1B"/>
                                  <w:spacing w:val="-1"/>
                                  <w:sz w:val="20"/>
                                  <w:szCs w:val="20"/>
                                  <w:lang w:val="en-GB"/>
                                </w:rPr>
                                <w:t>definition</w:t>
                              </w:r>
                            </w:p>
                            <w:p w:rsidR="0034536E" w:rsidRDefault="0034536E" w:rsidP="0031127E">
                              <w:pPr>
                                <w:pStyle w:val="NormalWeb"/>
                                <w:spacing w:line="240" w:lineRule="exact"/>
                              </w:pPr>
                              <w:r>
                                <w:rPr>
                                  <w:rFonts w:eastAsia="Calibri"/>
                                  <w:color w:val="1B1B1B"/>
                                  <w:spacing w:val="-1"/>
                                  <w:sz w:val="20"/>
                                  <w:szCs w:val="20"/>
                                  <w:lang w:val="en-GB"/>
                                </w:rPr>
                                <w:t xml:space="preserve">Viewing direction along reference axis  </w:t>
                              </w:r>
                            </w:p>
                            <w:p w:rsidR="0034536E" w:rsidRDefault="0034536E" w:rsidP="0031127E">
                              <w:pPr>
                                <w:pStyle w:val="NormalWeb"/>
                                <w:spacing w:line="240" w:lineRule="exact"/>
                              </w:pPr>
                              <w:r>
                                <w:rPr>
                                  <w:rFonts w:eastAsia="Calibri"/>
                                  <w:sz w:val="20"/>
                                  <w:szCs w:val="20"/>
                                  <w:lang w:val="en-GB"/>
                                </w:rPr>
                                <w:t> </w:t>
                              </w:r>
                            </w:p>
                          </w:txbxContent>
                        </wps:txbx>
                        <wps:bodyPr rot="0" vert="horz" wrap="square" lIns="91440" tIns="45720" rIns="91440" bIns="45720" anchor="t" anchorCtr="0" upright="1">
                          <a:noAutofit/>
                        </wps:bodyPr>
                      </wps:wsp>
                      <wps:wsp>
                        <wps:cNvPr id="19" name="Text Box 2"/>
                        <wps:cNvSpPr txBox="1">
                          <a:spLocks noChangeArrowheads="1"/>
                        </wps:cNvSpPr>
                        <wps:spPr bwMode="auto">
                          <a:xfrm>
                            <a:off x="19050" y="21907"/>
                            <a:ext cx="1076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sz w:val="20"/>
                                  <w:szCs w:val="20"/>
                                  <w:lang w:val="en-GB"/>
                                </w:rPr>
                                <w:t>Reference axis</w:t>
                              </w:r>
                            </w:p>
                          </w:txbxContent>
                        </wps:txbx>
                        <wps:bodyPr rot="0" vert="horz" wrap="square" lIns="91440" tIns="45720" rIns="91440" bIns="45720" anchor="t" anchorCtr="0" upright="1">
                          <a:spAutoFit/>
                        </wps:bodyPr>
                      </wps:wsp>
                      <wps:wsp>
                        <wps:cNvPr id="20" name="Text Box 2"/>
                        <wps:cNvSpPr txBox="1">
                          <a:spLocks noChangeArrowheads="1"/>
                        </wps:cNvSpPr>
                        <wps:spPr bwMode="auto">
                          <a:xfrm>
                            <a:off x="24860" y="9715"/>
                            <a:ext cx="238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sz w:val="20"/>
                                  <w:szCs w:val="20"/>
                                  <w:lang w:val="en-GB"/>
                                </w:rPr>
                                <w:t>γ</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1" name="Text Box 2"/>
                        <wps:cNvSpPr txBox="1">
                          <a:spLocks noChangeArrowheads="1"/>
                        </wps:cNvSpPr>
                        <wps:spPr bwMode="auto">
                          <a:xfrm>
                            <a:off x="22479" y="12573"/>
                            <a:ext cx="352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sz w:val="20"/>
                                  <w:szCs w:val="20"/>
                                  <w:lang w:val="en-GB"/>
                                </w:rPr>
                                <w:t>C</w:t>
                              </w:r>
                              <w:r w:rsidRPr="00ED50A2">
                                <w:rPr>
                                  <w:rFonts w:eastAsia="Calibri"/>
                                  <w:sz w:val="20"/>
                                  <w:szCs w:val="20"/>
                                  <w:vertAlign w:val="subscript"/>
                                  <w:lang w:val="en-GB"/>
                                </w:rPr>
                                <w:t>0</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2" name="Text Box 2"/>
                        <wps:cNvSpPr txBox="1">
                          <a:spLocks noChangeArrowheads="1"/>
                        </wps:cNvSpPr>
                        <wps:spPr bwMode="auto">
                          <a:xfrm>
                            <a:off x="18002" y="7525"/>
                            <a:ext cx="238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sz w:val="20"/>
                                  <w:szCs w:val="20"/>
                                  <w:lang w:val="en-GB"/>
                                </w:rPr>
                                <w:t>C</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s:wsp>
                        <wps:cNvPr id="23" name="Text Box 2"/>
                        <wps:cNvSpPr txBox="1">
                          <a:spLocks noChangeArrowheads="1"/>
                        </wps:cNvSpPr>
                        <wps:spPr bwMode="auto">
                          <a:xfrm>
                            <a:off x="285" y="285"/>
                            <a:ext cx="17717" cy="2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rFonts w:eastAsia="Calibri"/>
                                  <w:color w:val="000000"/>
                                  <w:sz w:val="20"/>
                                  <w:szCs w:val="20"/>
                                  <w:lang w:val="en-GB"/>
                                </w:rPr>
                                <w:t xml:space="preserve">Reference lug contact plane </w:t>
                              </w:r>
                              <w:r w:rsidRPr="001D374A">
                                <w:rPr>
                                  <w:rFonts w:eastAsia="Calibri"/>
                                  <w:color w:val="000000"/>
                                  <w:sz w:val="20"/>
                                  <w:szCs w:val="20"/>
                                  <w:vertAlign w:val="superscript"/>
                                  <w:lang w:val="en-GB"/>
                                </w:rPr>
                                <w:t>9</w:t>
                              </w:r>
                            </w:p>
                          </w:txbxContent>
                        </wps:txbx>
                        <wps:bodyPr rot="0" vert="horz" wrap="square" lIns="91440" tIns="45720" rIns="91440" bIns="45720" anchor="t" anchorCtr="0" upright="1">
                          <a:noAutofit/>
                        </wps:bodyPr>
                      </wps:wsp>
                      <wps:wsp>
                        <wps:cNvPr id="24" name="Text Box 2"/>
                        <wps:cNvSpPr txBox="1">
                          <a:spLocks noChangeArrowheads="1"/>
                        </wps:cNvSpPr>
                        <wps:spPr bwMode="auto">
                          <a:xfrm>
                            <a:off x="34576" y="3524"/>
                            <a:ext cx="238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536E" w:rsidRDefault="0034536E" w:rsidP="0031127E">
                              <w:pPr>
                                <w:pStyle w:val="NormalWeb"/>
                                <w:spacing w:line="240" w:lineRule="exact"/>
                              </w:pPr>
                              <w:r>
                                <w:rPr>
                                  <w:sz w:val="20"/>
                                  <w:szCs w:val="20"/>
                                  <w:lang w:val="en-GB"/>
                                </w:rPr>
                                <w:t>e</w:t>
                              </w:r>
                              <w:r>
                                <w:rPr>
                                  <w:rFonts w:eastAsia="Calibri"/>
                                  <w:color w:val="000000"/>
                                  <w:sz w:val="20"/>
                                  <w:szCs w:val="20"/>
                                  <w:lang w:val="en-GB"/>
                                </w:rPr>
                                <w:t xml:space="preserve">  </w:t>
                              </w:r>
                            </w:p>
                          </w:txbxContent>
                        </wps:txbx>
                        <wps:bodyPr rot="0" vert="horz" wrap="square" lIns="91440" tIns="45720" rIns="91440" bIns="45720" anchor="t" anchorCtr="0" upright="1">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33" o:spid="_x0000_s1144" style="width:411.75pt;height:214.5pt;mso-position-horizontal-relative:char;mso-position-vertical-relative:line" coordsize="52292,27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YwYLQggAACxEAAAOAAAAZHJzL2Uyb0RvYy54bWzsXFmP2zYQfi/Q/yDo&#10;3bEoyboQb7Cx12mAtF00ad9pWbaF6Colr70t+t87M6TkO97NXt5WAdbRRYqc+eab4Qztt+9WaaLd&#10;RKKM86yvszeGrkVZmE/ibNbXf/8y6ni6VlY8m/Akz6K+fhuV+ruLH394uyyCyMzneTKJhAadZGWw&#10;LPr6vKqKoNstw3mU8vJNXkQZ3JzmIuUVnIpZdyL4EnpPk65pGE53mYtJIfIwKku4OpQ39QvqfzqN&#10;wurX6bSMKi3p6zC2ij4FfY7xs3vxlgczwYt5HKph8O8YRcrjDF7adDXkFdcWIt7rKo1DkZf5tHoT&#10;5mk3n07jMKI5wGyYsTObDyJfFDSXWbCcFY2YQLQ7cvrubsNfbq6FFk/6uqlrGU9BRfRWzbJQNsti&#10;FsAjH0TxubgWcoJw+CkPv5Zwu7t7H89n8mFtvPw5n0B/fFHlJJvVVKTYBcxaW5EKbhsVRKtKC+Fi&#10;zzR90+zpWgj3TNe0WU8pKZyDJvfahfOrzZYb7XD4XR7Il9JA1cDkrOikmaCSgbUjA/upZWB6PVfX&#10;cKrMV/OsJWE7Pbgk5WBYTk9CtZHCgZZrWUBbz2/autTzEVkUcRjAn8IWHO1h67QNQqtqISJddZLe&#10;qY+Ui6+LogNmUPAqHsdJXN2SSQNWcFDZzXUcIubwZA1TgIaEKdzFl2oWSaZ+SDbhOCUCqZblgznP&#10;ZtFlWQAZAEURLrYf7+Lp1vvGSVyM4iRBuOKxmhkQx47hHRCONOphHi7SKKskS4kogUnmWTmPi1LX&#10;RBCl4wiMTnycMLIN0PqnssLXof6JOf42vUvD8M33nUHPGHRsw73qXPq223GNK9c2bI8N2OAfbM3s&#10;YFFGMF+eDItYjRWu7o32IE0oQpUERESm3XCiS2lBMCCypHqIACQUCY61FOFvIFUkV+b4LlAISNgx&#10;HBuAC7JiLkEYiBasmvgEmlQiqsI5tp6CgLG5fE1zg7SxVgDqpgTyOcknjUVYnnPclpjnGhIDNTcA&#10;WERZfYjyVMMDUAqMiZTCb0AncnT1IzjuLEdowHVS1p7afMO/8q48u2ObzhWobTjsXI4GdscZgTyG&#10;1nAwGLJabfN4Moky7O7hWiOF5Ek8qYFbitl4kAipzRH9U6RYrh/rInrWw6g1Xf9PsyONoA7gKqoD&#10;/r5Bok5tocqROE9Nor7RA7I7SKKWxSxbEiHz7T1XcqDlmkSxrSJRbLsNml2HAtFLWbPEsijvZnkY&#10;uxzy+5/nvIgAgdDRBvOBo5DM97kSPJ7NK+1SiHypDfIsA8TmQrNcKWpqNcikww5XmXLYDRdS/19u&#10;C3DOclbqRbIJnhw3OG0Ktv8TNkS8KVduOTYD40cV+J7yVMhj5NFdDxBB7hzYTAGwDgVqs1KWBxxA&#10;M2umJN9y2g6TTFv2db8HkcO3zcCgf/tmwAOItbIJGfU84pMrdVzxOIFjrSJpVSIGX5KAp4O3lamu&#10;JRFEvclM9Zdk58gJDV3dydRr7Uv0jfPJ7bVACsTrAHF5+cmxDquGU1j3UOhbwOXBk2GdUP/HDuqZ&#10;4ZqSeJjlmjsux/cYk7B3XX+bO/YcTgv7LR/0OK7wNcIe0HQK9sSgzwX7DYpnjgcu8LCXZcywFdit&#10;nktOqFlttGB/jrjvNYKdwSLhBNphHfHkJL+B8XU46DiEYrkawyjGMT2FcN+xKcJpEf6sK5tXiXCA&#10;zCmEU2jwAnxuOi4GKAdXTYw5KmR3rB7FWS3YW7A3SfbDy1NcAJ4Cu/n0dH4wUjeNHiw9EewQqfsU&#10;Qq2pHYIXT+UIXM+mIbZwb+F+Cu5NreALZjre5yttE91YLtGqFVyuF42lrJo0SRhK3mCqAZJFW1kY&#10;bCpXtsezMBtBi2l4jiRy32I7UQtzmMpguTI3dBzY90h63jnZciznyIM0rqDsl8RpX/eajAwPDmRe&#10;MPfAg/PMrGykUTEX/ljZVowGUPUSBNVqvKICndPgS2ZlNJFDshqCaCi/wgF+mlDq0ZZQzezrGZRb&#10;IT/1MQN4wcWqPhD1wbg+4Fk4zyFbX+maPBxUcAZtFoXANOMawJdQyRvFlBHHMcphbOaG1llRuqpq&#10;gc+UM2JN4vmFLZL5DJYI6G12ckLMtaBaRblQyzCoIPJIBol8sBEh//ftZbNO5jPTNt6bfmfkeG7H&#10;Htm9ju8aXsdg/nvfMWzfHo62Cy6f4ix6eJbpwSnne7JgkyTD4RMt7pXmjlGHKubXNrtDHWD+f9W8&#10;Uf654FjKlcwBSMZanmQPu4dZTk0yiLojWUTduSuTZDkyyfRbTIITefIsM7hLFbK+MGPALgeVSYYS&#10;BsbIm9Gp60CoQfUTG+pR0h8eqZ/cy4m3nNFyBlb2j3GG2vxyJpxRFiejj+fhjKY09cKcAUyMyRsL&#10;Y40txgBnCLEFMYZt+FR9b6MM2tFybD1ytDDaRhm4+LpzlEFARCs8uED530YZTVXvhRkDthjCDpg6&#10;5bubKjA244wTSd82zoCdgS1ryL0xFJE+YG2i9oedCWucS5yBKy2ZTn9h1jBt3E6JrOG7bDfUsOqq&#10;qGlbLWc8YLdlG2ncK9Ig53U2kcbZcEZTb35pzjBtV9XbzJ6rdn7XG0KtnqnKbS1pPKxo0JLGvUij&#10;2TF6FsuTsyGNpm7/wqTBoBIoN5G7uI97O6fRBhqP9LWOljPuxRnNdtuWMza+imKezeYH+LYJJTR2&#10;v3XCXBerO1Q28U7tYWvTGW06gwfqqz4PTGfIL9uezdLkXEqtGPKfRTrDglo1bBSBdAatQ9ooo9v8&#10;dsEjbmdqo4z7RBluswn8tUQZtNELfpKCdqGon8/A37zYPKfS8vpHPi7+B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3L9W2N0AAAAFAQAADwAAAGRycy9kb3ducmV2LnhtbEyPQWvC&#10;QBCF74X+h2UK3uomUYtNsxER25MUqoXS25gdk2B2NmTXJP57t720l4HHe7z3TbYaTSN66lxtWUE8&#10;jUAQF1bXXCr4PLw+LkE4j6yxsUwKruRgld/fZZhqO/AH9XtfilDCLkUFlfdtKqUrKjLoprYlDt7J&#10;dgZ9kF0pdYdDKDeNTKLoSRqsOSxU2NKmouK8vxgFbwMO61m87Xfn0+b6fVi8f+1iUmryMK5fQHga&#10;/V8YfvADOuSB6WgvrJ1oFIRH/O8N3jKZLUAcFcyT5whknsn/9PkNAAD//wMAUEsDBAoAAAAAAAAA&#10;IQAhEr/1E48AABOPAAAUAAAAZHJzL21lZGlhL2ltYWdlMS5wbmeJUE5HDQoaCgAAAA1JSERSAAAE&#10;8wAAA4IIAgAAAJ3bABMAACAASURBVHic7N0xbipL1zbs9qczCKRPgsghEUOAKVjyGBgARM8TnAwG&#10;4DFYr6cAQ3BE6IiWPolZ+A/q3/X2bjDGbqC6uq8rOPLBbHuBMeZmrap6+J//+Z/dblcAAABAhsbj&#10;8T+73e7ff/9NXQkAAAD8xn//+9//k7oGAAAAaESyBQAAIG+SLQAAAHmTbAEAAMibZAsAAEDeJFsA&#10;AADyJtkCAACQN8kWAACAvP2TuoDsHQ6H//f//l/4+P/+3/87GAzOX6fK9V3f9V3f9V3f9V3f9V3f&#10;9V2f5vRsm3p5eYkff/UwPfmwdn3Xd33Xd33Xd33Xd33Xd33XL4riv//978nLudzDf/7zn3///Td1&#10;GRn773//6w4EAAB+TaZo6L///a+eLQAAAHmTbAEAAMibZNvUfD5PXQIAAECvSbZN2dwMAAAgLckW&#10;AACAvEm2AAAAKY3H49QlZE+yBQAASOnp6Sl1CdmTbAEAAMibZAsAAEDeJFsAAADyJtk29fb2lroE&#10;AACAXpNsm9rtdqlLAAAA6DXJFgAAgLxJtgAAACkdDofUJWRPsgUAAEjp5eUldQnZk2wBAADIm2QL&#10;AABA3iRbAAAA8ibZNjWfz1OXAAAA0GuSbVODwSB1CQAAAL0m2QIAAJA3yRYAACCl8XicuoTsSbYA&#10;AAApPT09pS4he5ItAAAAeZNsgYtst9uHh4ftdpu6EAAAqJNsAQAAyJtk29Tb21vqEgAAAHpNsm1q&#10;t9ulLgEAAKDXJFsAAADyJtkCAACkdDgcUpeQPckWAAAgpZeXl9QlZE+yBQAAIG+SLQAAAHmTbAEA&#10;AMibZNvUfD5PXQIAAECvSbZNDQaD1CUAAAD0mmQLAABA3iRbAACAlMbjceoSsifZAgAApPT09JS6&#10;hOxJtgAAAORNsgUAACBvki0AAAB5k2ybent7S10CAABAr0m2Te12u9QlAAAA9JpkCwAAQN4kWwAA&#10;gJQOh0PqErIn2QIAAKT08vKSuoTsSbYAAADkTbIFAAAgb5ItAAAAeZNsm5rP56lLAAAA6DXJtqnB&#10;YJC6BAAAgF6TbAEAAMibZAsAAJDSeDxOXUL2JFsAAICUnp6eUpeQPckWAACAvEm2AAAA5E2yBQAA&#10;IG+SbVNvb2+pSwAAAOg1ybap3W6XugQAAIBek2wBAADIm2QLAACQ0uFwSF1C9iRbAIBW2G636/W6&#10;LMvUhQD39vLykrqE7P2TugCA/tput+GDx8fH4XCYthigDZbL5WQy8YQA8FOSLUAaZVnOZrP4v5vN&#10;ZjqdJqwHACBfppEB0nh9fS2KYrPZbDaboiiqKRcAgB+RbJuaz+epSwDys91ul8vlarWaTqePj4/h&#10;QovrAAB+R7JtajAYpC4ByMx2uw0d2ufn56LSvLWyDgDgdyRbgHsLsTZE2WrzNnVdAAC5kmwB7mq9&#10;Xhd/9ouqNW8BgH4aj8epS8ieZAtwP6FDWxRF6NBWm7eJKwMA0nl6ekpdQvYkW4A7iR3a/X5f/N28&#10;TVwZAEDmJFuAu6oury3+NG8BAGhCsgW4q9lstl6vq81bIEfb7Xa9XjusC6AlJNum3t7eUpcA5CG2&#10;Z0O31vJayN1yufz4+EhdBQBFIdk2t9vtUpcA5CEsrF2tVvv9fr/fm0MGALiWf1IXANALcWHtYrFI&#10;XQsAQNfo2QLcXG1XZKAPyrJcr9fb7TZeEv63eglAcDgcUpeQPckW4OacWws9UZZl2Fnq4eFhNBot&#10;l8v39/fqFWaz2Ww2e3h4CCnXBlRA8PLykrqE7JlGBrgt59ZCh81ms9VqFT4OKw5qqhd+9XH8CgD8&#10;mmQLZKYsy4w6n86thc47GWivewUAvmUaGcjJdrsdjUa5rFKzvBY6b7PZhN3ON5vNZrM5vkLcDn2/&#10;35/szX57BQAuoWfb1Hw+T10C9EUMirmwvBb6IPyCh/9+fn6WZfnx8fH+/h47scfPACHBPj8/1z41&#10;mUzuUTFAF0m2TQ0Gg9QlQC/EWJvLgtWwvBbom+FwOBwOp9PpYrHYbrePj4/xU5PJZL/fe6sL4BZM&#10;IwMZyC7WxuW1RVHMZrNcxqeB65pOp9UcW/tfAK5IsgXaLsdYG5fXhnV34ZAP+RYAOGk8HqcuIXum&#10;kYFWyy7WlmVZXV47HA73+/1oNCoqy24LWyUDABVPT0+pS8ieni3QXtWUmEsUfH19Lf4uOITbeIXZ&#10;bKaFCwBwXXq2wPfKsgwfvL+/Pz4+3medWFmWodWZUawNy2tXq1Wt4OFwuNlsahs7h//9/Py8a4kA&#10;f4vP8HSPdd30imQLPVV9KfPx8RE+eH9/r14n7oFUvaR2YTx9sXZYRdgO9Nd/UzONtSGsPj8/H392&#10;Op2uVqvavXfy9EuAe3p9fT1+tqcDVqvVYrFIXQXcj2Tb1Nvbm7F4shCibDxl8Thl/c4lX2S1WoXc&#10;e2G/N8dYW1tee/I6i8Wiencdt3YB7qksS7G2w8JP9vjYZOgqybap3W4n2dJOtShb++yPXsrEGBw6&#10;tD99GXTc5j0TdHOMtcWp5bUnxd2kCq85gBaIz89xAIduCD/Z5XJ5cowIOkmyhe44H2WPHQ8ShxHi&#10;qJq4JpPJbDabTCbT6bQ63RSnmuNIcxAGm0+WcT7oXhgRW+Wr5bXH4oLbz8/P9Xodprv3+71wCyRk&#10;bLWTdOPpG8kWsnf5OFnIkA1XwNbEr1P7giHjhZdKZVmG3FvbQik4Xnqa15ju+eW1x6bTadgqebFY&#10;hPcLRqORcAsAfXY4HAaDQeoq8ibZQq4uCbSXR9la6zVuJVUbVJvNZtWJtdquUcHxtwvHuhZ/9gE+&#10;H3TDhcvlMotzXy9ZXnssXnM6nYYWrnALXEV8rw3Iy8vLy7///pu6irxJtpCZ84H2fJSN48rFqex6&#10;Xrza5dNNccy4+DugXhh04/+2OeI2n50WboFr2W63tS3uAfpDsoU8hEBbnAqWoYn61UZEIc0m2f3y&#10;ZKnHe0fVgu52uy3+TrmtjbiXL689T7gFrkK3FugzyRZa7XeBNnRBL9xHqvrVij8DxnErqfjFw3ZH&#10;m82mustUbdeo4Mz3PZN1YzgMH3x+fobmQ/WftCri/nR57XnCLXBF4Y3Cb8W96AE6QLJtaj6fpy6B&#10;DjoTTb8KtBem2fDP48RycfFWUnGuuLaA9viacfPkOGZ8PuvGI4VqeXU6nYYv1cKI+7vltecJtwAA&#10;vybZNmUTM64rLqONeS9arVa1QHumo1v9V8WfvuKdw1IcMz6fdeMHMa+GRu7lEff++fZGJ+4KtwAA&#10;vyPZQlvUtoaqbkp8HGjPt2cTptnzYtZ9fHys9mlrt6V620N7OSbkkxH3zvk2rAS+0dFEwi0AwC9I&#10;tpDeye2OjwPtV9eM1y++3keqVeLKrtjz/KolW/24GlyrETd2eqsjyrfLt/E7hi70LQi3ANA34/E4&#10;dQnZk2whpQsz7flAm0WajY5jbVTNq8XZQ4Cqg8phr6njvZRvkW+ry2uv+5VrhFsA6JWnp6fUJWRP&#10;soU0Gmba7AJtcCbWVlW3Ry6+iLi1Fu598u2NlteeJNwCAFxOsoV7uyTTngm01XWnebkw1lbFiBuW&#10;Fp8MrsW98u1Nl9eeJNwCAFxIsoX7uSTTHq81PXm1+3t8fKwdZvtTYVfk34XMsPXUcRf3eET5Rvn2&#10;DstrT4rh9vX19c7fGgAgI5JtU29vb8biuUQtaxWn+rShpXnmOgnFbY1/bTqdNm88VgeVz2TXr/Jt&#10;COc/reFuy2tPmk6n8Qgo4RYA4KT/k7qA7O12u9Ql0HZlWa7X62rEWq1W+/1+sViEiBWuUIu1tet0&#10;wxVvS8iutag5m80eHh5CX/fkdcJkb7zChe65vPakEGiXy+VPKwcA6AnJFm5ru92ORqPqAa0nM23t&#10;Cp+fnx3LtDfy63y7Xq/LsrzkW9x/ee1J+/2+KIrZbCbcAgAck2zhVo5bteczbVEUm81GoP2FX+Tb&#10;5XJ5SfM21fLaY8PhMBQ/m80uzOQAQC4Oh0PqErIn2cJNHLdqPz8/q9tEHWfaz8/PtF3B88qybHmg&#10;itm11p6t5dvLm7cx1iZZXnssFj8ajVr+swAAfuTl5SV1CdmTbOHKvmrVho+32+3Dw8Pxmts2Z9rg&#10;4+Pj8hWqCXPXdDoNCbCWYH/RvL3FibgNxXD7+vqauhYAgBaRbOGazrRqv91HqjPCJs/r9TphDTHf&#10;xkt+2rwN12xVrA3iVslp72EAgFaRbOE6zrRqv9omqnuZtqicXTSZTFLX8s3eUWeat3EOuW2xNrBV&#10;MgBAjWTb1Hw+T10C6Z1p1R4vqe1qpi0qsbZVrc5wju5qtQr/Wxs/PtnabdXy2pNslQwAUCXZNjUY&#10;DFKXQErnV9XWPhW2iepkpi3aGmuD4XC4WCy+Gk4+ubVy8mN+zrNVMgBAlWQLvxey3Ferah8eHmrj&#10;x21OSg21OdZGJ4eTTzZvw0LWlrdDq1slp64FACAxyRZ+KYwZx/+tbYBc/VTnT6nNItZG53eWCsJb&#10;Eu2f9Q27SRVFYTcpAMjaeDxOXUL2JFv4jbjDUPGnH/vVBsjdbtUWucXa4KvmbVxeGz8VdpxKU+Vl&#10;np+fi6JYLpdmkgEgX09PT6lLyJ5kCz9Wi7WxH3tmOLmrcoy10XHztvhzQ6qfWi6XDw8Prc2NccGt&#10;mWQAoM8kW/iZaks2xNrw8ckJ5AT13VHWsTY42byNZwJVL69up9w2ZpIvtN1uW/tDBAAakmzhB9br&#10;dWzJxuxam0Du6mZR4eycx8fH8L8diLVfiSH2uKnb2lzkhNtvlWU5m83e399TFwIA3IRk29Tb21vq&#10;EriH2l7HMc4dTyB3eLOo4XBYnbsuOhFrq8tr44UxxIY8f3x5C8UTbls7OA0AcDuSbVO73S51Cdxc&#10;DHJBjHM9nEAuuhVri7+X154MscPh8PPzM4z7Fi0Ot8PhMBT5+vqauhYAgHuTbOEbx6f7xFjb+Qnk&#10;Yx2LtWFharwtZ0LsYrGobpjcznBrJhkA6C3JFs756nSf6uWdP6426lis3W63YYy8dltqITZuy1Rd&#10;dtva04DMJGfKzwug5w6HQ+oSsifZwpe+Ot2nFms7kPEu0b1YG36I1Qnk6KtTf9p/GlA8BMhMci62&#10;2+3Dw0ObN9/mnmp79QH98fLykrqE7Em2cNpxrA0fV7dB7kbGu0THYm1RWV77VbP9q1N/ape3MECG&#10;Q4DMJGch7NgcPp7NZg8PD35qxL36APgRyRZOOB42Dh/XTv3pRsb7Vm0DrQ6oLa/9yld7StU6ty0c&#10;S35+fi7MJOcgvDOy2WziucqtXcUNAC0n2ULdV8PGYm2+yrKMGe+r5bUnfbWnVDX0tjDcmknOUXzH&#10;RPMWAH5Bsm1qPp+nLoFrqg4HrlYrsTYOIVdHcDNSluV6vX59ff34+Ahp4czy2q+c3Bg5pseildsR&#10;x5lkbds2m0wmRSXKTqfTavN2vV778QHAhSTbpgaDQeoSuJpqf7K2trbnsTbTmxxObFoul8vlcjab&#10;rVarb5fXfqW2MfLxWHILh0jDTLK2bZvVomztcbVcLu0s1TdlWW63W+9oAPyCZAv/q5oBxNoOxNpq&#10;+70oivBz/PUtCl3Q8HFcwtrmcDscDm0llYXjOeRq4n1/f09dIPfz8fExm80+Pj5SFwKQH8kW/n/V&#10;BBtHVcXaTG9yLdaG7mXQ5BYtFosYbkejUQy3x4m3JeJWUqkL4Rtn5pDjUxAAHTYej1OXkD3JFoqi&#10;sqtQURlVFWvzvcnxNMjqVPlVnAy3Jy9sg9C2LYpC2zYLtTnk+JaEDaUAOu/p6Sl1CdmTbOH0Zsi1&#10;rJtvxvuRbsTa6nrpEGuvezhktQMcJ9hPXtgGTgDKS7V5u/qjaN+sOwC0jWRL330Va08e/NNt3Yi1&#10;VbGPel3D4fD4yJ+TF7ZBbNu2Km9zXsi3iz+cBgQA35Js6TWxNuperL2pvMJtaFw7AShftVW48i0A&#10;HPsndQHZe3t7MxafqZNH1/Yz1hZFEbbiDDe5mn/iFp1Zb9B6ixgQzrMNj5blcjmZTKbT6ckLr/6t&#10;fyFU9fr6et1Vx9xTWIX7/v4eTrHq1RNUXrbbbdZPmACZkmyb2u12km2m4nBmdZOh46zbeWVZfnx8&#10;hNdh326i+/7+ntHdErJlcbPNgUPSCF88Jo2TF97iu/9I2MB5uVw+Pz9fd9Ux9xQeYJPJZDabxcOZ&#10;2/AAIyrLMrz70OSL5PVMC9ASppHpqeoGUdWja+MVOtzaKsuyLMv1er1erx8eHsIWrBe+DstuojUG&#10;gButuT15nm3twpbcY2ErKattO+D4iCDDyS0RlnU4qAkgCT1b+qg6chwXRlazbrywM2Jj9pKXXNUQ&#10;GHqeRVE070IkFHNmUXn/Yrlc7vf7j4+Phr2RWpN2v98Ph8PYIy2KoiUzwGErqVbNSNNEfOCFh5nm&#10;bavUjtG+0MfHh9OnobcOh8NgMEhdRd4kW/qoupI2TGbWltd2ZlyzLMvQozsTSler1WQyeXx8PH+r&#10;M1o2FtcGB+EV/3q9Drmueldca9Osao4djUafn59FUTw/P4dL2hMmQ0mz2SxUSJcYTm6bzvwdAe7j&#10;5eXl33//TV1F3kwj0ztxbC+upK1uJdWZ14Vh3jjMxdVibTghc7/f7/f7cLJI2PooVanXVf1pFpUf&#10;aDg9JVxYm0y+ykmhi8Uiftm4VXLbZpLjCUCGV7shplnDyQAg2dIv1d5sHBULjbuiE7tGhUAbVs9W&#10;A201zT4/Py8Wi+Fw2Jk0W1VdR3r8A93v97G5utlsrps84yNquVzGBbcx7rZkgWsoMqMOPF8Jb6DE&#10;B3lc3R3a8sItAH0j2dIvJ+eQ42fbsBjy16pN2urlIdCGjmW4yaPRqD1HrV5XWCx9ZrOoj4+P6qLE&#10;6lZPzZPnySbtcdxNK662bUMPmV9br9fhkRxXwheOvQWg3yTbpubzeeoSuNTxHHJteW2yyho73pAz&#10;dmhjoI1XK/5+NdwZ8af51cYt8QrVmfPHx8fwwVXC3nGTtoUzyTZJzl2MtUVRHI+Z1PLtdrttw6MO&#10;AG5Nsm3KJma5OJ5DrsXafOeQt9ttbQQ3BtrqvHGMtVnf2G999Q7FyVhbVJaeXutYoPbPJIdHhbZt&#10;pqqx9syDNs4jzGaz0WikeQtA50m29MXxHPL7+3t4XdiBpBcnbMOOUMcLaPsQa0Or6uSt+yrWBqGD&#10;vVwurxI7s5hJDhW2IWbzI9VYW3w3fGE4GYBekWzphZNzyHHT4K4mvagPsfaM87G22rq/1oG97Z9J&#10;DveDtm1earG2qMzSnzGdTvf7fXU4+Vb1AdDAeDxOXUL2JFu679s55GSV3YVYe2GsDa6V9No/kxyK&#10;aUMlXKIsy+N3Xi7c3nw4HFaHkzVvAVro6ekpdQnZk2zpvpNzyPGSzoe9sI60q7e0LMszr9HD8SfF&#10;d7G2evzPtbR/JjkUc602Nbc2HA4/Pz+rC2t/+qA1nAxAt/2TugC4ra/mkMOFnQx7x657mtFoNFqt&#10;VtUFfo+Pj6mOxg3t6P1+f6aAb2PtdDqNrdrX19dr3V2hSRsebOHLhrgbvu9sNjtf9q3F43+2221P&#10;fhE6IDyc4uPqF0Lz9v39Pbzv09X3vHK3XC47uYM9wE1JtnTZ8Rxy8XcLN01ZLRYC3sfHR2hrf/Xq&#10;+cyr6tBTmkwmd4i74W2L1WrVMNbersLn5+dwX4XXqeEE3Vrcvd13v7C89/d32SYL8X26xWLx/Pz8&#10;69+v8DicTCaz2ew+vwhcKL7fVFT+VAFwIdPITb29vaUugS/NZrO4+3F4FVidvvNKriiKsizDQO96&#10;vX54eBiNRqPRaDabxe21fir8w3DQSBh3vNHEY0ynZ8JhbNSf/IfVV/MxJFx3U6VvZ5LTbuAUX0bb&#10;Ryoj4RHV/G0jw8kAdIyebVO73c6C73YKr9Kqux+XZalhWxRFWZZh36CT2TVMGoc9V6uvnkMgrN5v&#10;YaDx/Peq3eHXejch/ih/+nM8061tMuF5RrVJ+/HxEQ4ZjjPJLWnbJi+DS4THzHXfkgvDyXFCXvM2&#10;uTCEXFvxcTmdXqDPJFs66zjEfnx8xEv6+eotZNpqfqsODxeXNYLiXTedTmMcKssy3r0nE+91I+7v&#10;dnu+5FTb4gZpc7FYxPHCsLY2fvflctlkrLS58K2Tl8G3wlt1t3hLLjRvw2+H4eSWCIsXUlcBkBnT&#10;yHTT8dRxdc1tV18xvL+/n5wnLMsyDhvHHWj2+/3n5+disVgsFtPpNPQSf/2tQ1oLFovF5+dnPEKz&#10;Jrx6DqOPvxuCjctrrxhrj4//ua54V8RTdo4vSSVUkrwMzrtFw7aqNpy8Xq8NJwPc0+FwSF1C9iRb&#10;uum4YduHOeSwwLUaF0OmPRlob92gC1n3fMQdjUY/XYh7yfLaM//qklh7i3Wn1SZt+OLHl6QS2vWO&#10;/2mz2zVsa+Kxt+HJRLgFuJuXl5fUJWRPsqWDTjZsa5d0Vdwrq9qkXa1WIdPeIdAeq0Xc6oGcxZ8W&#10;7oUvoKsB9fICLoy11VNtb9HAPP7i8a5I2y8N+0gVf3bGpoXuuXjSzlIAZEqypYP62bAtimKz2Tw+&#10;PoZMW23ShpHj5KsoQ8QNs8q1H8SFL6B/sQjw8lgbRqnD5fdp27Znk+RQiYHkdoq/F/d8V+54ONkb&#10;HwC0nGRL15xp2HZyW5Tqhs9hvjdk2s1mc5+p49+pvm6OzufbOJB5+Q8xTFR+9a9Oht6b9lFrbdvY&#10;LL3Rt/spA8ltluRduepwclg7cP8aAOBCkm1T8/k8dQn8pdaerQa/sJ6wS8qyDLsEV4U+bRYZ/vJ8&#10;G1PoL27X5bG2uHEftbVtWwPJrRWfwVL9RhtOBiAXkm1Tg8EgdQn8r+OGbfWkn3Z2L3/tONYmXEzb&#10;xHQ6Pd5lqrr49nfLa4Mfxdri9n3U1rZtDSS3U3gGS76MovpLGn43vQkCQNtItnTKmRW2WfQwL3cc&#10;azebTXaZNgpLcL9q3v76jM2TJwN9u/I2DuUul8urt6da27aNNaQtgJq0Dduq6i9p3Ng8dVEA8L8k&#10;W7rj/ArbNDXdxslY24bXvg19NZxcXO8GXr6hVPzuV3/53s62rYHkFrrbYT+XM5wMcCPj8Th1CdmT&#10;bOmOMw3bLtlut52MtdHJfHsVF8basEr5duG2tW1bA8lt8/7+nrqE046Hk1NXBJC9p6en1CVkT7Kl&#10;I3pyhu16va7G9Yw2i/qp6XRaPfk2nDvS5AteHmvDRPdNw20727aBgeT2CD+Ldv6C14aTNW8BSO6f&#10;1AVwc9vt9upv/D8/P7d2PWfMDPFWt2qW79fKsnx9fa2mjo61ao/VIlb439899n4aa4Pwwj18Kv7z&#10;x8fH5g/+ats23KLn5+dwA+MlDb/FL4SAHfrGrf0F748WjiIfCxMW4TdoNpt15knpq7+bX/1u3uLv&#10;LAA/Jdl2XFmW7+/vV2/CTCaToija89q3erRPbNjGW92BV1pdXVh7RujQhpu5Xq9j6lsul7X8+a3f&#10;xdqTwjVXq9VkMml4/8fM/Pr6Grb+CqkyXtLki/9aCNgJCyDKKCmF94Cu8qZPG8TnhGNx4UDNLf7O&#10;AvBTppGbent7S13Cl0IcusWf29lslnxmsqp6tE/tUy3veFyoFmu7OoEcxTcmws1cLBbVn+OPNmVt&#10;Emu/Om1ouVyG8cv1er1er7fbbTgE5UdLZM+vtr3869xC8gIo2j2KfGw6nXYj1hZ/3lPYbDb7I1/d&#10;xufn53CFbvzFAciUZNvUbrdLXQIndorq0mE/1fWlq9Xq8/OzM68gT6qmzXhh7UygCxe+hghaNIu1&#10;4X2EsKnVccQN3yIcgjIajR4qQug9E3dra2urq21T7SNlh+SWyGIU+bztdpvp4tvJZLJarUILuuar&#10;fxKv8Pj4eM9SAaiSbHsh7DN0FS18pVV9Cd69w37iIG7x58TatPXcQcyitdeRx+H2wvTVMNbGz06n&#10;0xBxL7why+Xy/f19NBp9VeeZJm3CmYiw1qBVQxkNlWX58PAQBh+Wy2V43yF1Ud/IaBT5K3GBenbh&#10;djqd5ns2OECfWWfbFx3+I308ityZw35qsbYD/edvVZfXHn+2uqVTURSj0ejbu+VasbZWYfGnpRwf&#10;fiGKHO96tVqtwnWOv1R1bW3YtKm6j1SqdzG613Q6vuer2263U16jyCdVd5YqevMMBvBrh8NhMBik&#10;riJverZkr5ZjO3PYTw9jbW157UnhIM34v+c7t6vV6uqxNlQYPhsOPgliEA0T45+fn/v9PgTX9/f3&#10;M8vzwgetGkguOrfUthZlQ1+6tTowihxUz6YOB3dl178FuJuXl5fUJWRPsiVvx6PIUdavC6ux9mQ8&#10;656Ty2tPGg6H1evUtte6/Ls0jLUnP7tarWLEHQ6HsQH7bWGtGkju3lLbWpRteV+6A6PIVXEdQViU&#10;LtwCcCOSLXmrjSIfH/+To+qRRUVR9GFtbfH18tqThsNh9Z2L6iZbZ9wz1haXrfc+btK2YYfkkAPj&#10;L1cH1KJsy1dndGAUuea4eZu6IgA6SLIlb7VR5DPH/+SidpTitw3Mbji/vPak6XQaM+Fyufy2EXTn&#10;WFtcvN67hQPJIQd2qXNY/am1/MmhM6PIx2K+bfk0OACZkmybms/nqUvor+NR5JglWj5t+JVqz7m4&#10;uIGZu0uW1560WCxiCDy/4Pb+sbbasL3wdsWDbaNUA8l9WGpLKmFdeuoqAOggeyM3lcsmZtda2lRt&#10;4yRfLhWLiaPI8VM5BsKyLKtLRvuza9SFy2tPipsJF0UxGo1+EVxvEWt/pLpDcu1GJdwhOZQUdmxO&#10;UsDVxXu15b9W4dHY8iKva71eTyaT9tzk8KekM498gP6QbHvhFr2XVvVzQoc261Hkfsba2KP+dXc6&#10;7CYV77rX19fj3mmSWBvfdrlkfCCGrlD/8WlA336FG/n4+PD6/p66tGvXhcqyDA/19jzpvb6+LpfL&#10;k7/1ALSZaWS6ILz+yHdZYD9jbfFn2rbh7a3uJlVbcBv2Yi3uHmurW1tfMlEcv357BpLD6t98f6e+&#10;0vKZ5PD27OY8WQAAIABJREFUXI7vzf1a/P2dzWYPDw/JR4EAUhmPx6lLyJ6ebV9076XS+/t7fKc/&#10;XBKzRF6xsBZri9zq/7WwvPYqZxqF3aTCA2A2m9XSy/GwelEUHx8fsV18/NnQtPn2s8/Pz8dNtvjZ&#10;4s9Mb7iZYdecr25sCweSk393eiLsLBXeaYq/lR14GrykA68tDERPT0+pS8ieZNsX3eu9xBgQpj3j&#10;O/0t78nUHMfa7r0HcVLsl8adgRsKAezk+bHn9yhu8tlvj9KNlVSz7vl/MhqNatdJe0RKxw5oObmM&#10;oj3pPTzeMt0Ar6HpdLrf78MbQ7PZLPdwG97SOn+d8Jv+/Pws3wJchWTbC6vV6lr5oSWqJ23WXhNk&#10;dJ7Ecay9SgOz/Zovrz0pPMhbtQL82CXl1a6T9ha1/P78heNb1J5kG/Q25wyHw8ViMZlMOta8/Up8&#10;J86aXoCrkGx7oXuvTYs/05uxw/mjDXva4DjWFlnF8iausrz2WHhZHB7tF7buq78ad+j2TyaTM4/P&#10;0K0Kc8uPj49xXrpIdKxxKKAz74u1/+Z0+CTbH+nMcPK3TynV1fhte3sFIEeSbVNvb2/tH4tv84u5&#10;36kuZQzi/2bxzvfJWJvpq7efuuLy2pM2m014NXzJK8Xn5+fwg2h4cs9VhLW18c6pPZITPrCz+J26&#10;XMduTldNp9PNZhP2U8hxOPmSp5T4/LNcLs0kAzQn2Ta12+3an2yLzr2Yq20WFRfZ5tLuCMe6FH/3&#10;DPN63fY7V19eeyzcjRe+UqxuStyeV5Zx36batlJ3Fu4Nm0jdTRg8yWXq5A6m0+l0Or3/cPJkMrnP&#10;fg1hX+hw00aj0efn5x2+KUCHOfUH0gjLyeL/5pLJm7jR8tpj4c688Lyc+BI21fk6UfU+CbuqxkdI&#10;dWH5PYU7p4eHrCYR3sVoydsr7RGGk+PJQOv1+tYnA02n03Cs9E2/S/xe8SnIiUcADUm25Od4G+S4&#10;HDGvdkd1w+o+NGxvtLz2WGzbXhLJYve4DcvRa52i+Hju3t7m1ITHal5bu99TGE4u/hxS3aUQGJ+C&#10;ZrOZd5Ggzw6HQ+oSsifZkrHQ0aq+FMio3RGWm4aP+9CwvfXy2prL27ZxMrxoQXPyqyZtqtQd6knV&#10;Me6VcCf3ZA+536k1bx8eHrqRb6tPQcknR4CEXl5eUpeQPcmW/NT6V/Fld775sPMN2zssr635Xds2&#10;+cvKWpP2eD45ST06xnfgTr7Q/YeT76A6OeKRAPBrki35qW0flenrgDhBnW8gv9DdltfW/KhtGz64&#10;MAnfQXyQG0/tifAT7/ybXNfSseHkatu2DcsiADIl2dId7XxRWJbl8auu6iXtLPuKwrEW9z+040dt&#10;25ZMA7ZtE6m4PfL9vzWc17HhZDuQAzQn2TY1n89Tl9Avte2jyrIML7vb2doK59Ye7wvSn4Zt+Hnd&#10;bXltTbh7L8mE7Tnw2SZSPdSSSYEc1fLtdrvN986s/jnw+w7wC5JtU4PBIHUJPdX+rVZCrC2KYrVa&#10;VXtx1cZCXps5/1RcXpuqHRHidHwf4Yz2DCTHB3ate5yqcergn7tp59tzWYjDybPZbDQaNWzelmWZ&#10;5AFfPQEIgF+QbMnMV9tHtS3oVmNtLddVb0JrN3Muy/LhbyEfhqm/qvV6/dVXiMtr71r63y4PZi0Z&#10;SK692ZF8EynuwMbIzV1xOPn19XU0Gl3+61Z9VgxP+7/WnuERgBxJtmSmtn1UO52JtXF8ukgd+c4o&#10;y/JH6e7kBGCq5bU1IS1ccnPCa8rkPZNq9zh8kLYkB/+Qkel0ut/vq8PJN/12ZoaBKxqPx6lLyJ5k&#10;S97iC4v2jPWeibXF3wmhPTXXvL6+Xj77GvYmrV2Ydnlt1eV3ctwtKflAcu183bSbSDn45w7C3dva&#10;J4S8DIfD6nDy7XaWqr5NCdDc09NT6hKyJ9mSk9r2Ue10JtYWmYwiR/v9/vOP8Epxs9l8Vpz8QSRf&#10;XlsV8+qPBpJbxSZS8FP33Dl5tVrFp8T9fn+j7wLAtyRbshS7WPEt8/akxM1m81WsLSoFt3YUuaGW&#10;LK+t+kVeTTt827ZNpNJ+6z4Id297nsQ6IzRvwzNAB469BeA8yZacZNGzmk6nX8XaPuwA1JLltVVh&#10;Ae3lS22L1I+02KQNETdt4BG3yFp4Qu7MsbcAnCHZNvX29pa6hD4KL/1jUGznEOmxaiewPcHvitqz&#10;vLYqDiSnLuRSMUzGBcy1lbd35uCfmwp3bC5PYpm653AyAKlItk3tdrvUJfRXa4/8+UrsBLZnUveK&#10;WrW8tubCbHa8LzHcmiN/7ibuLFWcHU6eTCbeaADIkWRLTlq4qvZHOpyXXl9f27a8turys3/SdkeB&#10;m7qkeRsGmDP9KwPQZ5It3Ek1KbVqWPcqQmhv1fLaKuepAFEt367Xa8PJQHKHwyF1CdmTbMlY2sNs&#10;y7Jcr9eXXz/tdrt30NpYW/zk7J+v9iW+s5YcabvdbtfrdXjb4vX1db1e/+gxzxnhCWS9Xodhh/f3&#10;9/V6bVLgnuJwcjiUW7gF0np5eUldQvb+SV0A/F7C4eSyLMMmwJPJ5MI4F3N4V1dwtTbWBqvV6pJp&#10;cN3dqsfHx7iLVWzLJ62oO4bDYfUBGT5u4Rr1bgvN27BHQFxP0fKnMgC+Itn2QseWdyZPhjHW/mgT&#10;4Nx/CuEl4Fef7V7gWS6XYoalhjdVe7ele79Euajl281m8/j46MEPkB3JthdWq1U8qDNftTnMVEf+&#10;VGPt75JPlzZBja/Lc2l1fnx8nH/BWv1sWZYteXUb79739/c7N5Rq6SuXH3QWnp+fc3/Dq0vCcLLm&#10;LUC+JNum5vN56hIu0pIX6LlrHmu7JK9laZe/oXDh3PJNVRfWpv3lraUvzyS3I0clZzgZIGt2kGpq&#10;MBikLqEvkp9eK9ZWxdNr8xJXO39rtVp1ftOvS1SjrHHZ66ret8kXWRA9Pj5uNpu4c/J2u7WzF0AW&#10;JFu4VNgs93extvrCqBvznJdHxJa4/G4Pb50kb9u2h9B1O/G+7dIihdyF07lDvi2KYjabjUajvEZU&#10;APpJsoWLhLNP+tytDQfAxIi+WCz2+73McyPVhbVFpbmXJG/H0NWNN2VaJe6A4L5todqxtw8PD/It&#10;cDvj8Th1CdmTbOF71421+a5UXC6X1QHdfG8IPxJDl5/47bhvW2s6ne73e6P4wK09PT2lLiF7ki18&#10;4yqx1orN5EJyMGP8a/rztyDQZmE4HIadk7XWAdrM3shkIy7svOdri6sPIYsHADmySTJAy0m2fdGB&#10;1UGx2/bx8fHx8VHdwejkrXt8fKydTXq+cXp8/dfX1/BNJ5NJwzvw22pbovbSLdzV4eNwE2obR9V+&#10;KHepsalv7/94G9uwS9ZyuaztLZTq8XNcSV7iT/P4DrxzYqkWEKparVatfVr46RNp7c789votFJ7W&#10;vn1OO/ms3vCp/op/KS7857n8beIXbvoH2hs9tNR//vOfTxr4n//5n9QlfGm/36d+fKW03++r98a3&#10;q6R+ev1OCrddY5leud+T8ufn5+dn6pv7Mz99YqzdWE8m0El3fMqES/3nP//Rs21qt9tlseC7Aznt&#10;/f09vAG5Wq1C7yiep3ry1tUWsMUjHL5yfP3VahW+4/l/GAu7RCw+C9Vqw82s1X/8Q2mzkzfhq6sV&#10;qW9U7eHdkqqyFu7S5E+GyQv4kZ8+kdZMJpO8bm8QOpnf/qKd/Bt0/g/Tt+7/zxt+R1rLXw36SM+2&#10;oTbfgbFnu1qtUtdyBfG9/9BDuM+tC9/0q29xeVe8VnzLnaw2vOjZbDbfXrO1QqnfXi2+vKvd2Hs6&#10;fnjHx1KqknIX7tJuPBnSBif/BjX8w9T879pPnyg69jqBqrz+QENzerbwjbBxVHjX8/wmUuff7Z5O&#10;p5PJZDabfXx82A0VAICqw+EwGAxSV5E3yZZsxFmaO4fDM+G2WobdFKD9lsvltfY5B4Arenl5+fff&#10;f1NXkTfJFr53eef2jHBY0fv7e6YZOCw8Tl3F75VlWeRz6lLcx9LiqGuJd2lZluYmAKB7JFu4yFXC&#10;bdaGw2E/b3gbhFhe5JPMW6gNZzgBALfzf1IXAJcKPc8i3SvU5+fnoiiWy+V6vY4XxqQRswftFFp2&#10;P2qBxoccHRA3MH99fU1bCQBwC5JtU/P5PHUJ3MlwOAzbSNbC7eX/vKi8vKa14lsnVz/anlSqbzz5&#10;HQSATjKN3FQum5h1oKPYhpgRwu1oNOrzWHLnxeTTnhXRlt02VHv2sNSWM8KfS48QgOxItr3QyR5F&#10;fNlx581Oa+E21Y7N/FToxOYyYBz7xrkU3HK1JQyvr6/eluIrr6+vy+Vyv997SgfIi2TbC6vVqhsv&#10;40KYTH5uRy3cBpdserxarZbLZab9ou12O5vNNptNezqZt2Cvpk7q5Lt7AHTJeDxOXUL2rLMlYwl3&#10;b4prbslFyDbfvqdg7rd7yrJcrVbx6cJ7FgC00NPTU+oSsifZwi/9ItyG3ZVtzXp/2a0zjz3GHNv7&#10;bRMOrAq/fWGApRszLABAlWRLxqprXJMUUA23xh3bLDxCNpvNt9ds5wLXdlYFANAeki05qY0fJz/h&#10;tvi7pfZtY3A4HMaltjeui79c/gjRLAUAyJFk29Tb21vqEkjMsr32C3n1272vvOMAAJApybap3W6X&#10;uoQe+WpTn7STwGH9XnHZAlpLbe9vu90Wl40ix7H2S658O8f7M4dH+Gq10kmGW5tMJt6vBMiRZEuW&#10;QgJp26v8SwJ2qNmiXM74an9mDxu4g+l0ulgs2vb3BYBvSbbk5HhhbcKDf6KwevbyMsKVDb7ezWw2&#10;Ky4YRS6SLtg+I/ScC3PvANBdh8MhdQnZk2zJUmubVx0bSB6NRg9/hHw4m80eKlr7g4h+9A5CvDmX&#10;xODbCXd1cbQTsiN2oYWWy2V8ShyNRqnLAXL18vKSuoTsSbbk5MxGxKkO/gniUtuqsizX6/X9i2lu&#10;Mpn8aKHpZrNp7eTe5ef9HK9uTS7cq+3sJAObzaY9TxcASLZkpvYyoiVdrJjrqj3M0Wi0XC6Pw237&#10;z/6ZTqeXn5u6Wq3SdjjPuzwWfrW69c6+2j6qSN1JBqqGw6FfSYBWkWzJTEwdIYe04Ujb4Hip7X6/&#10;L4riZLgN0vaZzxsOh59/C23PzWZTu3yxWKQu9pwLz/spKjPAabUkYAOXWCwW1efD8LQPQBKSbVPz&#10;+Tx1Cf3SnihbE3NIXEA7HA6/CrdherklUarDLj/vJ+7SVKRujdYe2LaPAgC4hGTb1GAwSF1CT4Ve&#10;3Mkx4CSq47vlH8WfWBXCbfXyEFSqgYqru3xX5CjtSbZF5ZFs+yhIIj5LA5AXyZbMHG8i1YaDf4q/&#10;M/aoIjZma5eHC7Vtb+fyhm1R+UG0Z+Gc7aOubrVaeYOAb72+vo5GI+EWIDuSLfmpjWXGfYmTn6Oz&#10;2Wwu7/jF1py27Y1c/q5BeyZ+jyuxfdS1DIfDxWLhbgSgncbjceoSsvdP6gLgx6qbSLXqsJnpdFqW&#10;5YXpKCaW2Wy23+9bdUM6IDZsL0kysS/anoZeeyoBAO7g6ekpdQnZk2zJT3UTqel0Wh0Dfn5+ThsR&#10;Q1/okmsuFov1eh3y7evra8t3GM7O5Q3bsizb0xe1fRQAwO+YRiZjMZBk+ro/zlEvl0szyVf0o4Zt&#10;PGUn+d5Rxdezx1q4AADnSbbk53gTqfYstf2R4XAYM/lsNrNhybX8aF+uNm/iZfsoAIALmUZu6u3t&#10;LYux+I6lptVqdfKYn+VymddY7/Pzc7whZpKv4kcN2/YcY1vYPgoAoAHJtqndbtf+ZJv8rNerq6XB&#10;0PwMF5ZlmdFuTMPhcLPZhLZhG9YJ564sy3BnzmazH82ot2EUOTJ7DAlNJpPmK1y692cXoP0k215Y&#10;rVZxXrcbJpPJV0OkWXc+sy4+ubIsq+PoP3pl2YamaHxIhz3SYgu3VakbOm86nV7lCUG4BbgzybYX&#10;Ovz3NfY5q2O9GYk9xmC5XE4mkzakrByNRqNf/KvNZhN3206oOooc+vYW2UJvGdyAHjocDoPBIHUV&#10;eZNse2G1WnX4z2QcSA7/m9dM73A43O/31UjmeNvfqa6Y/WlYbdW9HX5VW3UWEfBTvx6Ven19zfFd&#10;WqC5l5eXf//9N3UVeZNse6Enfya/2laq5Y7DrZnkn9put7H1feHeUW0T6w/Ft+osIuAXfveWWYff&#10;hga4Naf+kL3lcpn12T/Fn3Ab/9fxtj9SjbVFnh3O412R23wWEQBAC+nZ9sUVOz/V5ti1vubvvL+/&#10;hyZtrcmZ3dk/xVHndjabZdp7vLPaQuXkj8mG4ihyvMRjAADgEpJtU/P5PHUJ31utVtd6fRxfc1/x&#10;a/7a4+NjSLYhylZHv/I6+yc4DrcW3H6rOsWd73sBRpEBABoyjdyUTcwSCsfYho9D5I7/m91AchCO&#10;t43/OxqNqu07amq7RmUaa49P9zGKDAmVZemJFyBHki0dEaJsXGqb41ZSwXQ6rYXbhMW0WQeW1wa1&#10;032MIkNar6+v3lUEyJFkS95qUbbaxc13E6ZauF2v1wmLaadarM16ard2uo9RZADoofF4nLqE7Em2&#10;5O14IDlm3VorLC/VcLtcLoXbqtquUfv9Pt/eplFkAKAoiqenp9QlZE+ypTvCQHLccimeBpSp6XQa&#10;Q7tzgKKyLGu7RmW9yZZRZACAq7A3cl9cK+PFUcn2eH5+ru6QXBTFZrMJja/aaUDZCcWHW+ccoOLU&#10;EHLud4hRZACAq5Bse2G5XOa7o9K3wkByuIHhsJ/Hx8fwqeVy+fz8nHVPL+b2ovfhtnux1igyAMC1&#10;mEZu6u3tLXUJ/K84kJz78T9ROOQ23pzZbLZer7Oesv6d9XrdsVhb/MmxtYXiQQduHWTt4+Oj/OOr&#10;65RHWjjWBNAfkm1Tu90udQlfqoWiK9psNnGjpjZ4fn4ONzO2Nztw/E80HA6r9/ZyuRyNRv1ZdluW&#10;5Xq9rv4cuxFr409wuVxWR5FXq5VRZEhoMpkURTGbzUZ/fBVuw/lAVcYuABIyjdxxw+FwMplcPdw+&#10;Pj62asS3Wsx2u51Op8cjyumqu4LhcPj5+Vkdx+3JZHJtv6iiK7G2qAwe10aRl8vlfr9PVhb0Xtia&#10;/pLd9U/+ee3A26kAmZJsu286nXYjCZwX16POZrPPz8/qJbnvIxWF11vVcLtarbpx006qLawtOhRr&#10;qy33cIuqa25zfyMGcnfh383jq5VlKdkCv3M4HAaDQeoq8mYamY6orq0NIaEzx/9UVc+5LYpiuVw+&#10;PDx0cjK5FmtXq1XW59bWfNWwBQD66eXlJXUJ2ZNs6Y64GDWGhM7sI1U1nU5r06qz2axL4TYsrK3t&#10;F7VYLDrTyTzfsO1MegcAuCfJlu44bttW95HqTNu2+LM3WPWS2WzWgeZtyLSj0SiO83WsVRto2AIA&#10;XJ1kS6fU2rZdOv6n5jjcFjnn2+NMW3SuVRto2AIA3IJk29R8Pk9dAv+rP23b4otwW+SWb09m2qIo&#10;uteqDTRsAQBuQbJtyiZmbdOftm3xdbgtcsi3X2Xa1Wr1+fnZsVZtoGELAHAjki1d06u2bXE23BZt&#10;zbdnMu1+v+/wOUYatgAANyLZ0kHHbdsYJEajUbKybqYabjebTfVYoKBV+Xa73Z7JtJ1s1QYatgDA&#10;V8bjceoSsifZ0kHHbdvpdFq7pGNiuJ3NZo+Pj5+fn1/l2xBx738nhD7tw8NDrUvZh0wbaNgCAF95&#10;enpKXUL2JFu66fhs2+ol3ZtJLv6E281mEyLidDo9mW+LopjNZiHlrtfr7XZ703ujLMtvZ487n2kL&#10;DVsAgBuTbOmm47Ztt7eSCobDYS0jxXwbb3vVcrmczWaj0eiKjdwYZUOHdjQaxUy7Wq1iGZ080ecM&#10;DVsAgJv6J3UBcCvPz88hUL2/v4e8Fy9ZLpfPz8/9iVXT6XQ6nS4Wi5BdT2aqeOFqtZpMJkVRPD4+&#10;XnIXlWX58fHx/v5eFEWtKxu+WlEU8d5er9fh8sfHx1/fnOwct2c1bIHzOjlbBHBTkm1Tb29vxuLb&#10;KTRpl8vlcrmcTCbT6TRsJRUi3Ovra4f34P1KCFGfn5/Fn3B1nHKP02nVt53GGGWLoujPewdnbLfb&#10;2p1WlqWGLXDG+/u7ZwmAn5Jsm9rtdpJta8Um7Ww22+/31WHdGHeTFphSTLmx6bpcLkMuDT3bcMm3&#10;X0eUPa86hxzu8zgMHx6TySoDWqYsy6/mXwD4lmRLl8W2bVFp0u73+3D2T4y7iatMbTgcDofDx8fH&#10;0N9erVYhgIUB5tTV5S1OHcd7dbvdes0KfCU+P5zcHOHyfw7QQ5ItHVddWxtnko/jbret1+ueN6iT&#10;qM4hh552dQ457mINULNarX73t0myhXwdDofBYJC6irzZG5mOC2trw8fxvJ94AtByuez8Lh1lWYY9&#10;kDt5kG9rnQyxcQ45tnABAIqieHl5SV1C9iRbum86ndbO++nDCUBROOe2KIqG4TYc53O9ujruOMRW&#10;55DjeysAAFyFZEsvVJu0Id3FQa/lchmPoumqq4Tbj4+P0Wik8XuJ4xBrDhkA4KYkW3rh5ExyvCTG&#10;3Q67VueWb5lDBgC4P8m2qfl8nroELnI8kzydTo/jbocJt/cRQ2w85sccMgDArUm2TdnELCPHM8nV&#10;uDsajfoTbsORiVxdNcSGWGsOGQDgDpz6Q4+EmeQQM+JhtmHBbX8OAQrhNkm+Crs03//73k31mJ84&#10;DmAOGXrowue6xWKx3W49MwBchWRLv4QmbS3HHp95m7jKG7tbrA098BDtqq/zYp+8Y6qx1hwy9Nwl&#10;4TZeJ7wX9vj4eNuagBYbj8epS8ieZEvvHOfYWi83xhJ+4as0W9XJxnh1h21zyMCPxOcKoLeenp5S&#10;l5A9yZbeOTmTHHaTql2YutI0anF0MpmED8LS3Pf398fHx4+Pj+LvxbqXdCdCq7aTrcvYm12tVvEG&#10;mkOG3lqtVvHJ84z39/dur9EAuCfJlj6qziSPRqMYbqsXfn5+pi7z3jabTXiZdeaV1vnPHgsv7x4f&#10;Hzv8TkF1ee1kMgm3NGTd8IjqZJgHzpBXAe7P3sj01PPzc+0QoOLvdmJ1uLQPhsPh4+Nj81djq9Vq&#10;tVrt9/v9fv/5+blYLMK891WKbKHarlFxeW24cLlcmkOG/ghb9DXcSmCz2Xg7DOAX9Gybent7Mxaf&#10;o+FwWF1wWxTFYrEIL0pGo1HRm92kohDGQjarnn4UBo+DOH4cpuyqm530M7ydj7XVC4GeGA6Hk8mk&#10;Sbjt9pALwO1Itk3tdjvJNlPVBbd2kwox9fgmV19g9eSuuFA1wcaVtGItMJ1O/e4D3J9pZHotbBwV&#10;Pp7NZtvt9qsLOy/0q4s+3eQmqvser1arsNtz7UIvbQEA7kaype+E20i4vVBZlmFkvajE2qIo4oVF&#10;R082Am6tLMvtdltdEgL0xOFwSF1C9iRbqOfY8JIibJUcL+xJ0hNuL1FNsHGjl+qWY+E+BPipj4+P&#10;2WxW3eAA6ImXl5fUJWRPsoWi+DvHjkajEG4Xi4VwGy/XSQhqCTasQ16v13Fb6T4fhgwAkIpkC/+/&#10;ao4Vbo/DrU5C8XeCjcf5hKNraxcCAHBPki38r+oRgvGQW+G2Jzf5W7UEazNkAID2kGybms/nqUvg&#10;amKcK4piuVzGuVPhtic3+Yz1eu3oWgCA1pJsmxoMBqlL4JrCebbh4+VyGROdcPv+/p66nDTKsqwN&#10;IYu1AABtI9lC3VdH/vQ83MZo1yvhgJ/jWOvoWgCAVpFs4YQz4bbP59wWRdGrzu12u60e8FPt1jq6&#10;FgC4ovF4nLqE7Em2cFot3MY1t1+F3m6LQ9rVCe1uqw4bF0Wx3++Ph5BXq5WjawGA5p6enlKXkD3J&#10;Fr5UDbHL5fLh4SEcBdTPcBv14SYfx9d4wE/18sVi4YwfAIA2kGzhnGqILSrn3NbCbQy9nRdWGnc7&#10;3Fa3Qa7G1+PLk5UIdNR0Ov38/LR0H+AXJFv4xnG4DaHuq8u7bTKZdPgooONtkGN8/epyAADaQLJt&#10;6u3tLXUJ3Nx0Oq0up4yhrhZuOxn2jnX1nNsz2yA/PDwcXw4AQHtItk3tdrvUJXAPw+Hw8/Pz+NSf&#10;MDlWvbwPk8ndC7e17Y7jflEh7sbLxVoAgHaSbOEHvjrStnoaUNGPyeQuhdsz+0WdjLsAALSNZAs/&#10;UzvS9uRpQEUn8t63OhBuw6Txyf2ijk/9sQ0ycGvb7Xa9Xnd+8Ac4djgcUpeQPckWfqx2GlB8FRIm&#10;k2t7Jmca+S6Udbhdr9e1SeO4L1Sti/v5+SnWAvexXC4/Pj5SVwHc28vLS+oSsifZwm/Uwm11/Lhv&#10;zdscw+12u61uClX8vbDW6T4AANmRbOGXziTY40/FoeVOyijc1oJrURSbzSa2ZMPCWqf7AABkR7KF&#10;3wvjx/F/q+PHtcnk5XLZ7cnkLMJtLbiGzaJOtmoL+0UBAGRFsm1qPp+nLoHEqgm2+K552+F82+Zw&#10;e7JVW90s6jjxWlgLAJARybapwWCQugTSO5NgawfeFp3Ot+0Mtz9q1VYTLwAAuZBs4Tpq48fF2QNv&#10;42fbE/+uJYbb9/f31LX8plVrAhkAIEeSLVzTt83b2mdb1du8lhBu0+69FDKtVi0AkIXxeJy6hOxJ&#10;tnBl55u3Jz/bveHkhBHxONMWRRGStlYtANBOT09PqUvInmQLN3F+76ie5Ns7O5lpV6tVPNRHqxYA&#10;oKskW7iV883b4k/6lW+b2263JzNtdShaqxYAoMP+SV0AdFyIr7FPGD4IaXY6nYZkVb1C9TqPj4/a&#10;iWeUZfnx8VG964LNZlONrNvttnad2hUAAMidnm1Tb29vqUug7WLzNrZn495Rx5tLVa8zGo3W63WX&#10;WrhlWV7r64QmbTWyhjbs5+dnTK3b7fbh4eH4OmItAEDH6Nk2tdvtLPjmEsft2eP+7efnZy3HxunZ&#10;eLV71nxdoXfasF9aluXr62t16rgoitVq9fz8XO1vH/dpj68DAEBnSLZwVzG+XpJvj0eUi5wnaR8f&#10;H4vS061JAAAgAElEQVSi+F24DYG2qET9QKYFAKCQbCGJS/JtURThOu/v79U4V7vm/Yv/tXDObRgh&#10;vjDcnuzQBjItANAZh8NhMBikriJv1tlCMic3T66uvw3XWSwW+/2+erV4zbCR8rUWr95BCLfF0TbR&#10;NWEZ7cPDQ2274yBuehwj61fraZ3oAwBk4eXlJXUJ2dOzhcS+7d8WRTEcDofD4fkp5dVqNZlMitY3&#10;cr/q3IZ8fqZDWxRFrQF74ZpbAAA6T7KFVvgq3xZ/R9zqlHK4wmq1CtGudpRrm1NuLdy+v78XRwto&#10;g68CbXEqA8u0AAC9JdlCixzn2+LriPv5+RkOdI3hNqr9b/iHbTgdN4bSeMnxabTFn4xaFMUlgbaQ&#10;aQEAek+ybWo+n6cuga45mW+LvyNuiKlBWIsbBpVr203V/mFRaecWfzYrvl0gDFn04+PjZFXHTgbU&#10;b6eUZVoAACTbpmxixo1Uu7LfRtyi0stdLBbhX53Mk2cSZhj9PZl74yZV7+/v4fLg4+Pj+OucmS4+&#10;+U0nk8nJfvKPNkYGAKDPJFtotbh31OURN/6rasqNVz4eXY4uyaLL5fLCyHpSDM9n2sUCLUBDDw8P&#10;qUsAuDfJFvJwZnvk4uwOyeEfFkXx+flZFEVZlrEr+6Pm6i9ckmNDSaHD/FUxAi3AJcKefLd7Vgdu&#10;Zzwepy4he5ItZKa6PXJxFHGPtwv+KujGCxeLRfjfuCw2/G+ImuFrxk5vCKtRDMlV3y7f/TbKxuIF&#10;WoDLtXM/fOAST09PqUvInmQLuapF3EtW1Z4/DShkyFruLf5E38lkMpvNJpPJL145XRhlg9BzkGkB&#10;fiHs0XDhlcuyHI1GN60H4G4kW8hede+oMym3OBV0wwfV1mvcIOrCYBk3lypO9XuPv+mxeGht+Kbr&#10;9Xq5XE4mE8kWAIALSbbQKdWUWxTFj4LuGTEDz2azM3tQ/eirHZ9YGzw/Py+Xy9lsttlsTNYB3IGl&#10;ud3jZ0oPSbZNvb29GYuntc4E3R8F1Oo1f/THMnyX81G2Zjgc7vf70Wgk3ALcWvxbIAh1Um13DOg2&#10;ybap3W4n2ZKLWtANUbN2Jm1146hLvmb1r2btLNwg7lB1OeEW4A6Gw2F4ihZrO2m1Wv3iTzDkS7KF&#10;/qptGRXUNo4K4hmztYNzb1qbcAtwB8/Pz+GNToCsSbbA94bDYezH3m1jJ+EW4A5s1wdtcDgcBoNB&#10;6iry9n9SFwDwpRBui6KYzWZhkTAAQPe8vLykLiF7ki3QasPhcLPZFMItAABfk2yBtptOp8ItAABn&#10;SLZABoRbAADOkGybms/nqUuAXhBuAQD4imTblE3M4G5iuAUAgCqn/gA5mU6n+/3eGRUAAFRJtsBF&#10;ptPp5+dn6iqKwtGLAEDnjMfj1CVkzzQyAABASk9PT6lLyJ5kCwAAQN4kWwAAAPIm2QIAAJA3ybap&#10;t7e31CUAAAD0mmTb1G63S10CAABAr0m2AAAA5E2yBQAASOlwOKQuIXuSLQAAQEovLy+pS8ieZAsA&#10;AEDeJFsAAADyJtkCAACQN8m2qfl8nroEAACAXpNsmxoMBqlLAAAA6DXJFgAAgLxJtgAAACmNx+PU&#10;JWRPsgUAAEjp6ekpdQnZk2wBAADIm2QLAABA3iRbAAAA8ibZNvX29pa6BAAAgF6TbJva7XapSwAA&#10;AOg1yRYAAIC8/ZO6AAAAiqIoptPpfr9PXQWQwOFwGAwGqavIm54tAEBbDIfD4XCYugrg3l5eXlKX&#10;kD3JFgAAgLxJtgAAAORNsgUAACBvkm1T8/k8dQkAAAC9Jtk2ZRMzAACAtCRbAAAA8ibZAgAApDQe&#10;j1OXkD3JFgAAIKWnp6fUJWRPsgUAACBvki0AAAB5k2wBAADIm2Tb1NvbW+oSAAAAek2ybWq326Uu&#10;AQAAoNckWwAAAPIm2QIAAKR0OBxSl5A9yRYAACCll5eX1CVkT7IFAAAgb5ItAAAAeZNsAQAAyJtk&#10;29R8Pk9dAgAAQK9Jtk0NBoPUJQAAAPSaZAsAAEDeJFsAAICUxuNx6hKyJ9kCAACk9PT0lLqE7Em2&#10;AAAA5E2yBQAAIG+SLQAAAHmTbJt6e3tLXQIAAECvSbZN7Xa71CUAAAD0mmQLAABA3iRbAACAlA6H&#10;Q+oSsifZAgAApPTy8pK6hOxJtgAAAORNsgUAACBvki0AAAB5k2ybms/nqUsAAADoNcm2qcFgkLoE&#10;AACAXpNsAQAAyJtkCwAAkNJ4PE5dQvYkWwAAgJSenp5Sl5A9yRYAAIC8SbYAAADkTbIFAAAgb5Jt&#10;U29vb6lLAAAA6DXJtqndbpe6BAAAgF6TbAEAAMibZAsAAJDS4XBIXUL2JFsAAICUXl5eUpeQPckW&#10;AACAvEm2AAAA5E2yBQAAIG+SbVPz+Tx1CQAAAL0m2TY1GAxSlwAAANBrki0AAAB5k2wBAABSGo/H&#10;qUvInmQLAACQ0tPTU+oSsifZAgAAkDfJFgAAgLxJtgAAAORNsm3q7e0tdQkAAAC9Jtk2tdvtUpcA&#10;AADQa5ItAAAAeZNsAQAAUjocDqlLyJ5kCwAAkNLLy0vqErIn2QIAAJA3yRYAAIC8SbYAAADkTbJt&#10;aj6fpy4BAACg1yTbpgaDQeoSAAAAek2yBQAAIG+SLQAAQErj8Th1CdmTbAEAAFJ6enpKXUL2JFsA&#10;AADyJtkCAACQN8kWAACAvEm2Tb29vaUuAQAAoNck26Z2u13qEgAAAHpNsgUAACBvki0AAEBKh8Mh&#10;dQnZk2wBAABSenl5SV1C9iRbAAAA8ibZAgAAkDfJFgAAgLxJtk3N5/PUJQAAAPSaZNvUYDBIXQIA&#10;AECvSbYAAADkTbIFAABIaTwepy4he5ItAABASk9PT6lLyJ5kCwAAQN4kWwAAAPIm2QIAAJA3ybap&#10;t7e31CUAAAD0mmTb1G63S10CAABAr0m2AAAA5E2yBQAASOlwOKQuIXuSLQAAQEovLy+pS8ieZAsA&#10;AEDeJFsAAADyJtkCAACQN8m2qfl8nroEAACAXpNsmxoMBqlLAAAA6DXJFgAAgLxJtgAAACmNx+PU&#10;JWRPsgUAAEjp6ekpdQnZk2wBAADIm2QLAABA3iRbAAAA8ibZNvX29pa6BAAAgF6TbJva7XapSwAA&#10;AOg1yRYAAIC8SbYAAAApHQ6H1CVkT7IFAABI6eXlJXUJ2ZNsAQAAyJtkCwAAQN4kWwAAAPIm2TY1&#10;n89TlwAAANBrkm1Tg8EgdQkAAAC9JtkCAACQN8kWAAAgpfF4nLqE7Em2AAAAKT09PaUuIXuSLQAA&#10;AHmTbAEAAMibZAsAAEDeJNum3t7eUpcAAADQa5JtU7vdLnUJAAAAvSbZAgAAkDfJFgAAIKXD4ZC6&#10;hOxJtgAAACm9vLykLiF7ki0AAAB5k2wBAADIm2QLAABA3iTbpubzeeoSAAAAek2ybWowGKQuAQAA&#10;oNckWwAAAPIm2QIAAKQ0Ho9Tl5A9yRYAACClp6en1CVkT7IFAAAgb5ItAAAAeZNsAQAAyJtk29Tb&#10;21vqEgAAAHpNsm1qt9ulLgEAAKDXJFsAAADyJtkCAACkdDgcUpeQPckWAAAgpZeXl9QlZE+yBQAA&#10;IG+SLQAAAHmTbAEAAMibZNvUfD5PXQIAAECvSbZNDQaD1CUAAAD0mmQLAJBSWZZlWaauAiBv/6Qu&#10;AACg10ajUVEUn5+fqQsBkhmPx6lLyJ6eLQAAQEpPT0+pS8ieZAsAAEDeJFsAAADyJtkCAACQN8m2&#10;qbe3t9QlAAAA9Jpk29Rut0tdAgAAQK9JtgAAAORNsgUAAEjpcDikLiF7ki1wke12u16vy7JMXQgA&#10;QNe8vLykLiF7ki1wqeVy+fHxkboKAACok2wBAADIm2QLAABA3iTbpubzeeoSAAAAek2ybWowGKQu&#10;AQAAoNckWwAAAPIm2QIAAKQ0Ho9Tl5A9yRYAACClp6en1CVkT7IFAAAgb5ItAAAAeZNsAQAAyJtk&#10;29Tb21vqEgAAAHpNsm1qt9ulLgEAAKDXJFsAAADy9k/qAgA6Zbvdhg+m02naSgCAXBwOh8FgkLqK&#10;vOnZAlzNdrud/REjLgDAeS8vL6lLyJ5kC3AdIdYWRbHZbIqieH9/T10RAEBfSLYA11GNtUVRLJfL&#10;pOUAN7Hdbk1kALSQdbYAVxBe6a5Wq+l0+vDwUFQiLtAl4T2sz8/P1IUA8Bc926bm83nqEoDE4hzy&#10;YrGoRtzUdQEA9IVk25RNzIDqHHL4eDKZJK4JAKBPJFuARkKTdrPZTKfT6sep6wLSKMtyu92WZXny&#10;fwG4EetsAX4vziGHWBs/Tl0XcFchuL6+vsat4/b7ffxseGYoimK1Wk0mk8fHx+FweP8igTYbj8ep&#10;S8ieZAvwS2VZHs8h2zgK+iBujxzO9zreC/3j4+Pj46P4+wCw6tU8VwBVT09PqUvInmQL0EjYLMoc&#10;MvRKbMPe7goA/IhkC/BLoSGzXC4nk0l4kfr4/7V397itK1vexksv7iAMXICKFDpSz4AMOzUg9AQu&#10;4AGQ0T7BzsgBGOgZGO20Q3EGrcihIhI4gGehN1jt6tpFiqZEivXB54cT2No6dkmWZf21Vq3a7Vwv&#10;CsASdMX1dDr1Hl4tjcfycW+ILctSfU+bI+UCwHQkWwC4k24y1H3I7J0DVkJ3Z6Rpqo/7MlPu4XCQ&#10;JwRzdpSkWf1PAIAZkWyn+vj4oC0eWKG6ruUl7OVyaduW16nAmknQNVOuqSzLw+GglOKJAgAeh2Q7&#10;1efnJ8kWWJIPMdKaHeV8PQD8YW22T5Ikz3NXiwGA9eA8WwAhqet6u912SyILe39/V8yLAgAA8AbJ&#10;FkAw9IGxzpchfcjEWgAAMIuvry/XSwgeyRZAGHSsdV4p1el6s9k4rx4DAIAIvL29uV5C8Ei2AALg&#10;T6zV59bKDtssy8i3AAAAzpFsAfjOq1grK0nTNE1TfaCl5Nuqqoi4AAAATjAbGYDX/Im1yji3Vj5N&#10;07Rpmu12K5/qcyzlCs5XCwAAsB7UbKd6fX11vQQgWl7FWt2HbK4kSRIddLUsy7Isa9t20fUBAACs&#10;GDXbqZ6enlwvAXggK56dTqfdbqcWOcHVt1ir+5Ctf5K2ZGto8/F45JBbAD7j3beI8QcI60SyBdar&#10;bdvz+aw/PZ1O+mPdWGspiqL7T2VZ6o/3+73+eEoG9irWqk4fsiVN07Isr91pAOCh9/d3nrWiVJZl&#10;nueuVwE4QLIF1kJyrMTXeV/NDHw1nfckE+52uzFB17dY29uHbJGXEfquyLLMk8UDgKVtW2JtxOQn&#10;ezgcqNyG5fn52fUSgrf59evX79+/XS8DwPzmirJSkpWvoMuzE18SDQRdD2OtrOdyufx45c1mo08D&#10;kkuapuG1BRCTzWajxj0huP2aA9q21aPvzKYbRED/deavD9bmr7/+omYLxOOmKKtfzej+YWkeFt0/&#10;h/v9Psuy/X4vadPsdDI3a3Xbm3tX0t2Vqr6DrvxfnsRa9VMfskW/ML1cLlVVFUWx3W55eQHAT7St&#10;RolqPFaLZAuETVLl+/u7+umPmUTZw+Gg5p4tYX4182OdgfWG3tPp9GPQLcuyLEtPYu2YPuRr8jyX&#10;twO2260/QR0AACBKJFsgSDrQDu9xVeOirC666vwpnxZFYQ1GyrKst3XNHBylOm3GSZLIp2ma/hh0&#10;5RL51rpE7MTAPOSR9Nhktt0CeCj9fAUAq0Wynerj4+Pl5cX1KrAWw4H2xyhrRkq55I6epR8rw+YV&#10;JJ2qP7PuyKCrP3YVcW/qQ76GcAvg0eq6NofbA8A6kWyn+vz8JNni0X4MtNdGII7vVb7m1v/Lun7v&#10;EUFW1rWCrjQAm8UHJxF3Sh+yhXAL4KGo1gKAItkCPrsv0N6RZq1pUnqUlPnFpdXteDyag6Y0c3CU&#10;ur6ftndJUhTVeU8+uFwuDiPu9D5kS5qmTdNst1tp52ZkC4BHGDld2ZyNDADRINkCPho4bLA30Oqp&#10;yD+2Cg9k15F6/xfrQqm+qj/7n6+tTWdXK6+OibiStGefPDxLH7IlSZKmaeTHWhQFA5MBAID29fX1&#10;9PTkehVhI9kCfrmWabuBdswQKfUdFx8R/8awOo2VkXW77XPmDTEj60DE1R/P2OU7Yx+yJUkSuRPk&#10;NCA6kwEAgHh7e/v9+7frVYSNZAv4ojfTXqvQDgTax53uMwvJupIe1XddtFvRNSOr+g63P0bc6Vlx&#10;9j7kLn0aENtuAQAA5kKyBdzrTardzDPcoqw8TrMWnR71bbw2O0qNiLjz5ttH9CF3mTOlaEsGAACY&#10;jmQLuDQx0w5MRfZWN9ZqAyVZdT3izphvH9eH3KXD7Xa7JdwCAABMRLKd6vX11fUSEKQxmXY40KoQ&#10;yrOWgVhr0hFXNuX2RtzZ8+0CfcgWwi0AAMBcSLZTMcQMt7ICmDAD2MCg4xCLtNrIWGuSTblyjkVd&#10;1+Z90p0dNTHfLtOHbCHcAgAAzOL/uV4AsCJ1XW82GzN3lWXZNM3lcpHc1bZtVVVy6qkZa/XV8jwP&#10;Pfzc3esre3Evl4sVPrMs22w2eiSV5Nvh63Qt2YdskXCrlNputzLvGgAAALci2QJLaNvWqiVKWNVJ&#10;VWfa7mxk82pBS9O0aZrp0XFMdr0p3y7fh2xJ01RmgBFuAQBYp+fnZ9dLCB7JFni4uq6lDCufjsm0&#10;MRVpTTPelin51gq3TvqQLXmeS7h9f393uAwAAODEy8uL6yUEj322wAN1R0BZeym7e26D3km7vOG9&#10;tXKF7nXMzbcO+5AteZ4rpeTRIh8DAABgJJIt8Cjd9mMzrpBpZ6SzqzImS3WPzO3m27IsJUk6j7WC&#10;cAsAAHAfki0wv+FSbfdfybSzkHQqpdqBfCuziOVf5acgbcCeINwCAADcgX22U318fLheAvwiu2p1&#10;cC3L8nK5XNtSG9OAKJPDMUi6/djcN5tlWVVVsqruvxZFMTA2eXmy59a3VQEAAPiMZDvV5+en6yXA&#10;FxJczR5jSa3qypio4/EYX6ZV39m+qiq3y5BRzLoeWxTFdru9lhV/PBZoYYfDQfUNuwIAAEAvki0w&#10;j4FSrfVPSqnj8ajPsI2M3si63+9dr0UlSZLnuVW8lQSru5Stf/UkSSZJ0jSNUirLMs4BAgAA+BHJ&#10;Fpjqx1Jt9xjbKDOtMmKtD6OGtd7mZPW9SNl5a/6TJ8XbJElkYRxyC0SvaRp5MwvAan19fbleQvBI&#10;tsAk40u1sW6p1fyMtZqVYJVRoe2Nvj6E2zRNOeQWWIMkSWL90wBgpLe3N9dLCB7JFrjftVJt959i&#10;3VKreR5rhSRY8xIzwXaLtz6EW6ZJAQAAjEGyBe5UVdXAAGSrVOtt2JtFELFWSD40j/kx24+t4q1M&#10;VHayThPTpAAAAH5EsgVu1rbtZrPR2VXqsfKx1YEcU6l2t9sdj8fdbmddHlaslaUeDoeB9mOzeFsU&#10;xWazcbvNlWlSAAAAPyLZTvX6+up6CVhU27bb7VZ/asa5bnOy50nvJkmSpGlqpfSAYq36jqzH41Fu&#10;hXUskHXmrZl7B44LWgbTpIC41XVNUwYATESynerp6cn1ErAcKcnqT3V2taq40oEcR6l2QFixVsgw&#10;ZP2pdSyQeeatb9tumSYFRCzLMvONUQDAHUi2wFg6yAmdXa24G1MH8oAQY+0110KsFHW7l7uy5mlS&#10;bdtSrAYAAANItsAoZqzV86J6T7INPeaNEVOsFddCbJIkl8vF7Fh2myr1NKlVxTzZAkCxGgAQsefn&#10;Z9dLCB7JFviZGV/LspR5UfJqu3c8ctyCi7UjQ+BAiDU7lt2GW3PDras1AACA2b28vLheQvBItsAP&#10;zCN89Bjk7hwpPR45VnVdbzabzWYTVqyVXvHNZjPy+laI1af+mB3Lbk8D0htufTiRCBPVdb2q8jsA&#10;AI9DsgWu6p7uo+dF9c6RWo9QYq1SSufw8f/LtVN//DkNSHqSi6IgFAVN2h/knZcV7p0GAGBeJFug&#10;37XTfbqxdg0dyKaAkrykhbIsb13wtVN/upfPtNLb0JMcAbOrX/156BQAALgDyXaqj48P10vA/CS+&#10;6i2XOst1T/1ZSaw1X4WHcpPbtpU1S4XzVtdmSlnh1lXllp7kOMhbZvKIMg+dAgAAtyLZTvX5+el6&#10;CZifxFfpQzZP9zHnSK0w1oZFRulOieLXZkpZodfVzF56kiMgD6o0TS+Xiy7e0pwMAMAdSLaAzSyC&#10;XYu1azixVugbrgNeEOq6ljcm0jRtv933pXoHIydJosNtURROCqf0JAdNl2p1H7JcIr9ozs+XAgAg&#10;OCRb4A86ESmj3NeNtc7Wtyx9w5um2e/3rpczlu5DPh6P0kAup6HeHRWswcj+hFt6koPW7UNO01S/&#10;kyLFWwryK3G5XC6Xi+tVAHDp6+vL9RKCR7IF/o+ZYPXIKGJtcH3Xug9Zfc9GVkoVRXE6ne7OCdfC&#10;rTkt2UmRjZ7koFl9yFVVSb5tmkbeswjrVw8AcLe3tzfXSwgeyRb4X8RaU7ixVimly8vmz04pVRTF&#10;lD2xveG298Il0ZMcAbN4K4+iJEmkeYRqPAAAI5FsAaWItX8KOtYqpeTHZ/5A9XjkiT3VuvtX+RRu&#10;6UmOQHeIlFzuqhcAAIDgkGyB/9uWqYi112Ptbrc7Ho+73c7d0sZq21ZHTfmB6hsyfchznudmuJUe&#10;YCvxLt8YrKM7PclBM/uQldFRz7RkAAB+RLKd6vX11fUSMIkcXSsfl2WpY+3pdJILj8cjsVYplSSJ&#10;GRF9dj6f9QQp+YHqvDfLhGcz3G63W/nivRcuRnqSJ7ZbwwdJkuR53jTN5XLhNKD1qKqKngsAmIhk&#10;O9XT05PrJWASc3eiJFgp4comNx2N1iDoJuSFk6SukSrjIWS+A7L8rlepGzNKKg7mL6DzdncsoCgK&#10;PZYfAHAfki1WzTq6Vj7olnDXIOhYq5R6f38fOCLlfD7P++3MI3+U8UDqvXAxkrcp28aH4i0AAD/6&#10;h+sFAM5cO7pWX2E9TchKKdlAKy+d27aVKKhbspVSRVF4W8HWP8reTG7uo56RhFt5H0S+e57nvRfO&#10;/q0HliRl28PhEOLbExgm+VaGS2VZ5u3v42pVVUXdFcDdnp+fXS8heCRbrFTbtuZO2u7UKN3+FzGp&#10;cJolvuEEKPeYby+mdXDt/ZGZ+6hnJ7tb5bub4da8cL/fL3mPHQ6Hoii22+3lclnsm2Ix8tabvH9h&#10;bSaHW+ZbpVO+CD9NYLVeXl5cLyF4dCNjjeq63m631k7a3oN/4tO2bV3XVVVtNpvtdiv3w8gtXvrF&#10;tFckmff+yE6nk8Tasiyt2VFt286yH9XcA6kPaLE2Ri658VXKturP7gNEQ34B9/s9zclemasxxGyT&#10;AQDcipot1qibYHsP/olG27YS/4bjq5n95NxX84yf5UcijaHrJL0/MvPNC+nhtDK8ZIOJP27JsfL4&#10;0WVtPc9JKfX+/r5kT7KUbbMso2wbE919oJ+g5IF3Op3kxx3fE1eI7jsi7qGtJQCwHiRbrI5Z3NAv&#10;BKOcGiXbZeWFr05ZlrIsZexQoNsyB/qQhX65L7nduhPkf5c7Yco9oMOtfH2ZwpXnuXy6cE+y3m1L&#10;Z2M0zORjvt8k76Hs9/ssy2hOBgCsHN3IU318fLheAm7Qu5PWzLrmaS7hatu2qqrtdquzlk500pfb&#10;NI0cmCn7QgONtfKDG3gpb/5TnudWLWWWs201KdLKx3rrsh6VvHBPsjyMF/6meBCroNf9bbUmJ9OZ&#10;DABYJ5LtVJ+fn66XgBt0W46trBtoxhMSaGUDrVWclDQrUVY6jYO+pcr4wd1UodJvZxyPxzzP5VMZ&#10;uTQ9BOq3RfSGW73rVS17GI/+vpwAFDor1g60J+jd3ey8BQCsE8kWK9LtQ45mapQu0g4EWn2sUZZl&#10;Eezp+rEPuUv/uK2divKv00OgTEXWy5OorAvFOu4uQ2J2URSUbcN16/ZLjr0FAKwZ+2yxFt0+5Mim&#10;RpmZtizL/X6/2+2swqy+E3SXbKB+7EPu/V96NyLqXYtFUUyf89Q7OEqfcJtlmWzBnfhdxtCHDy08&#10;vwpz6Y21Yx7wTJZCHPTJ6rgJhyqH6+vr6+npyfUqAvfr168LJuAODIV+zB+PR7nE3Gbpdm0TmTdE&#10;F2m7dDnx2hWG+XNf6Rvy4xX0z7p7iUnfgffdMxbzXYPug60sy+nfYrwZb5dDcpcufNf5wGpJuPUe&#10;MP/33kc+7tN9/tG/9fc9Sif+75fbn5+nf8cFrOFU+YcK/Zl/hcgUE/369YtuZKxCbx+yviT0AqbW&#10;NI3uOraY1drQd9je2od8rVqr/1W/wz3LrlSvepLZbRs0cyyZ+j6L66b//fLnZCla0xGKzWbj4fHp&#10;ADxHNzLi1zsPOZqpUWPEFGtv7UP+MdY+4sWTPz3JcrbtLI3WcEIeRfJwMs/7GU8fScWxQAgRldtb&#10;yU4E16sA3CDZIn6985CtSyKmtxPHEWtvmoc8vI/aDL3yQVEUEw+21czDbOVTfcysMuLuo3G2bdDM&#10;93GmPGCkeCsPePItwsID9Van08n1EgBn6Eae6vX11fUSMGR4HvJ9NZCwSHPsjLHWYUPjHfOQ1YhY&#10;a/V8zkV3uesBxU56kmVIMq91QnTHuVYDpHgrD3WOvQUAxIdkOxVDzHxGH7JI0/SOW9r+SWe/7Xa7&#10;2Ww2m01VVVVV1d/kanOv/f/cMQ/52vW7Lcr6KNoZt6SaG271kFsdd/UW3EfTZVv2WIZFP+Bn/JpS&#10;++VYIG8VRbG5i+uFA4AXSLaI2UAfsqLHqaNt27quJa9uNpvtn7r7dmQDZ/ZNrqZD77yvmG/tQxYj&#10;Y+3jmNXgqqrUd86USxYb7CS5nTlSYXnc+BwmS/lmJe+xAsCjsc8W0eoNsd0S7mrJa9nz+Sx9qt3g&#10;ajXo3jSRwrzy8Xjsnqx7q/v6kLuuxVq9vBm32gqZ4SRfeb/fS9FMXzLv97pGvsVi3w7T6aevx735&#10;wmQpAPDK8/Oz6yUEj2SLaHVDrH6xWJblal/DtW37/v7eG1Mlykp9r5t/9vt9lmUSU5VS5/NZLk8T&#10;8ZIAACAASURBVL8WjDXrB3HHPX9fH3Lv1xl4Ea/HO81LepLl+2ZZdrlclDEnebFRUnLrFvt2mEh+&#10;rR79BhyTpXxzMU6mvQkNyUAEXl5eXC8heCRbxGl4cNStx0LGwcq0kmP3+70k1fGlPLmmvr7cvZKX&#10;dB1Y9fVS3hdx7+tDHvg6Y061nTf+mYcAyYzix5WIr+H4n4DoR+MyITNN06Zp5MlB3r0i3AIAQsQ+&#10;W8RpeHBUrK/b3t/fu7tb27bV+2b12ZhN0+R5nue5pKy5kpV8qTRN9Ua+3qKTFIhG7sWdpQ955Km2&#10;kvYfUbnVE6q6j8xltr/q/b1MDArFkjsmkiQxJ0vxIAEAhIhkiwj1FmytS6IkJRf5WCYVV1VlBdrL&#10;5SJnqy6wnuGIK6sdns46Sx/yyFhrrnD2gTrm4Ci5UXoli00t5vifUMx72M94+rc14idJAEDESLZT&#10;fXx8uF4CbMMFWzdrWkrTNDrQSqYty1LOs10s0HbpiNs0TfdHcC3fztKHPD7Wpmn6iLN/NE/Kthz/&#10;47lHHPZzE2ItACBQJNupPj8/XS8Bfxgo2EY/OOp4PJ7P527X8X3n2T6C9Cr3Rtzu6SPT+5CH5+J0&#10;Q6+5/TXisi3H//jMVcF2AMfeAgCCQLJFbKyCWPSDo8zRR6fTSUe1JbuO7yARtxtut9utvIaeax7y&#10;tS9yrZb70MNmfSjbqgWDNG7lvGDbJUti8y0AwH8kW0RlYD9tlJvHzNyulJLe46ZpQrmlel+feaE0&#10;J89Vubop1iojfMZatrWOKYZXuhPFndPvQP24Kx4AMMXX15frJQSPZIuoWKWwtm31JaGEvfGsWKuU&#10;Oh6PPtdpr+nNt2Ji2Ls11irjnF6llBw5Oy/nZVsakr1V17W87+Dbk5X5GypTzan5A8Ds3t7eXC8h&#10;eCRbxKNbsNUpxavuvll0Y21ApdpevflWNyfPZeRAKa2qqhm/u/KgbKsbkh/9jXCHoii8fbLSxdui&#10;KGb/xQQAYDqSLeIxMBI5MlVVmTdNOpCDK9WONOMGv/FzkpumkQuLopg93Dov20q0puzmGw9nR1ms&#10;4u1ms+FRBADwB8kWkVjJSGQ50ccsuAXagXyNzpZm5UoaICd+5ZuO/0mSRC9g9nDrvGxLQ7KH5JEQ&#10;xC7oNE1ltvnxeIzmmQcAEAGS7VSvr6+ulwClBgu20YxErutan+gjIhuLZc5DllfP+p+KophSILop&#10;1sqF5uhmCbcztl+6LdvSkOytUJ6sZLZ5TE8+AIAIkGynenp6cr0EqLqudTCwCrbK7+6+8awtoGHN&#10;QB5D30B9o5IkuVwuZhXrvt19d8Rakaap/u5FUcw4G3a4bDv96/+IhmTf+N+K/KO2bUN/RFVVtelz&#10;7Xbp6z9i2hzWrG3b3ofiGPqPyHa7NS+ffWcN4CGSLSKhw4l1ubfjWG7SjbUxdSCLaz/BPM+tzuSb&#10;suXdsVYZZwWb6Vrn24kRd6Bsu8DrDxqSvRJQK/KA7XYb9GQpa6MH4Erbtg96cq7rOvS3n4BhJFvE&#10;oHu0T0yH/VixVjbWOlzPI5h9yN1/NRuD1S3hNsuyKbFW/rVpGitd669svhdeG9pvA2szy7Zyzd1u&#10;J58u9vKa1/FeCaUV+Zo4jr1tmubSce1txDzP5Qrm1glgovf390c8OUvn0exfFjN6fn52vYTgkWwR&#10;PHNSlHVJBAVbK9ZG1oEsun3IXXeHWzU51sqLWj0VtvdBJa8YNClevb+/D5/8qcu28vZ8N+s+jv5e&#10;nr9/LyPT5P6R3c5RNtRF0IqsjMlSataR5ouRmBpZLwyC1vs+y31CbwlZiZeXF9dLCB7JFvHQFY9o&#10;3pU0Y21ZlrG+6rrWh2zphtsxIWeWWGuuwfzKw9+6KAo5+fPHReqRyFbWfaggGpKTJJG7UT6Nssgc&#10;RyuykMlScRRvAQDBIdkieFbjcTSzo6xqrc48kdEv68f8sKQoZE51Gn7dPG+stf5Vqri6F9EMumVZ&#10;mkHlWuXWLNJaaEjWrLso9Jbda2K6Xdaxt/POFQcA4BqSLcLWbUXuzuMJUbcJOcpqrb6Z43N7kiR5&#10;nps/7kcMlPox1lr/miTJ6XSSj2VfrnQ2mlfoXQ8NyT+yIp/ejRyNOFqRu3TxVnr1CbcAgEcj2U71&#10;8fHheglQ6vvlbxwF2+7IqChjrTL6kG+9gWYSzrJsZDZ7UKxVxlRV81/1o3GgLqqv7KQhWX5rzufz&#10;o7/RFFaUjex3IaZW5C6reEtzMgDgoUi2U31+frpewqpdm4EcbsG2bVsr1oYb0Yfd1IdsSZLEHEY6&#10;JgQuHGvV6PYBhw3JEhp1tdlP5l0a7u/1sJhakbtCnywFAAgFyRYBG2hFDjcNmgOH4o61t/YhW5Ik&#10;0TlHpuaO+XaLxVqzjDz8Q3TbkKwC3Gobk1hbkS1MlgIALIBkixhYrcjhvg42X+1FHGvVd51wYqN1&#10;mqZjpkktH2uV0eL7Y5nRbUNyEFtt9R0S3ybbVWGyFAAM+Pr6cr2E4JFsEbBrFdpAW/usM34ijrVK&#10;qTzPZ4nu1jSpbkJzEmvVjUdP6ZtgRVn/q6kLi3KTbawt1td4O1mqqqrNZuP5uzwrtFkf/cy/3W5n&#10;/5rw2dvbm+slBI9ki1ANtCKHWNixpkblee5wMcuYK7qb/czb7dZ8YZplmZNYa7ZGj3k0Wi3ZSzYk&#10;B3GqrQi3FwMWJksBAB6BZItQ6bE3UqE1A0BwhZ3uGT8OFxMcc8Ot6gtpy8faoih0DNtutz++anfb&#10;kAxX5DEW4jtxs7DyLeEWADDRP1wvALiTbq2R0DJ+W6Nv1nPGz+NIf6PcjWaqFKfTqTv+Vz9+eqPj&#10;LP+q3XTG8vv7u9lOXxTFAt31y3yXu+kfXzf8RNC0v/Lfd/3LO9BeEZAxPZ/7/X6326385z6eeTA4&#10;7qbfkAXiRrKd6vX11fUS1ki/wNVRwfOTS66xYq2K4pX6NXVdn06nw+HwiJd0Mk1K/nJbf7+H/5w/&#10;6F97/2nM5tuBYPxQy3yXKXrv0nBf9cZ9ku1NpHgrT4YR5Nsx+aFpmrquw72NAOAnku1UT09Prpew&#10;RgMluIBeK3RjbXAF55ucTiepDT6oWJHn+X6/9zmhlWU5UBqV+8e82k3F3rvp7+vzw08HHtcLmZnP&#10;pfKFmZ0XWZYFHW5/JKe7xX0bAWB5JFsEycqxIZ730xtrI36VU9e19Ak/9DbqL348HsdsX3x/f9dh&#10;8u6TdccbjvTyfo08hq176aF32m63W+BHM4XsPfZ5hXeQH/dqN9n2iqB4O+aZ5Hw+6wAfbtMBAHiI&#10;ZIvwDEyLDaUA0o21cWvbVm7vAulRyj6n02nMC+LD4aAbmJ3Po5bFmPuEdX9127aP25UnX9mHe2BV&#10;5CfLZssuK98GF25//JnK8HN5AFRVxe8dAPH8/Ox6CcFjNjLC0x0WFdx5P7Ip1KwwB/fq7SYyaWmZ&#10;4VhyN+ohw8OWPF9nzGLkg+XnfMid4PweWA9dhXa9EH/pY28XOxYoz/PL5bLMew36Pb6Rz1QA1uDl&#10;5cX1EoJHskVUAiqA5HluBpiIY630IasFb6O8IB55Xo6u8/twvo4Vsxdem37PCI8md3UoPSauRHzs&#10;rfmemg/PPAAQB5ItwqPHR0mFtjsnOQjmS7SwVn4T3Ye85G28qWyr6/wenoiwWA+CVJACHTAeIu7q&#10;8aR4KzkwpmNvKdsCwOxItgiPTiABVWiHRVyw1X3IC9/G8WVbrxqSrSKtw/5kPNTCXQyhS9M0z/PI&#10;irdJkuj3+yjbAsAsSLZTfXx8uF7CunSzR3CbbMUyB7q41batq1fwN5VtdfHE+evL7mN4mdSth0g9&#10;7lsAE1nNyRGEW/3EyK8eAMyCZDvV5+en6yWsizU+yny5H1AJ13xNFnHdRooSrqL7TWVb+cB5WyBF&#10;2jVgfNQUy0+WeqimaVwvAQDiQbJFJLytfNZ13X3ttYaCrUjT1FV0v6ls6880F1dDpBiPvBjGR03U&#10;nSwV7uPW3A0BAJiIZIvAWOOjPJ/mWlWVHMloXriSgq0PxpdtzWkuj13TjcLqsQcWY06WCqhhp8s8&#10;5Tv0EjSAKb6+vlwvIXgkWwTGGh9lBV2vVFUlq7X6zXTQ9fmt+rZt6z/JXX06nazLfa6W6LLtj9f0&#10;Z46UqyFS8n09f6sIMMlkqbkaeququqn8az4NTmmpMJ98GJoNrNnb25vrJQTvH64XANyg+5rDtwqb&#10;ZsZas55gviXvczvi+Xy2Ss2ie4cfj0erYFJV1X6/96QcXZalNCT/WNUxI2We549fWr/eIVJyt4+5&#10;FROdTidPfnARk/Ti4ZtxgbJ+KeTPxAJV3N5nyPscDgdv/5YBQECo2SIk1vgok1fdaNdircXbCLHZ&#10;bMa/aJN9bvrTuq6LopjxNd9EklfHVFQ8OdjW1RApgtZi5Cfr1VNWTN7f37fb7ePaen3uUgGAlaNm&#10;i4D5+QpjONYG0Yqsme8gnE6noijKsjRLzd0EK5f4MxlrfGAzf1gLVEcHWEVaT4rJQBDk90U/ET30&#10;DUTzic6ft/MAYLVItlO9vr66XsKKXNtV609K1Ce4Dldrld+tyFr3ReFwm7HUSR79avIm+qTWw+Hw&#10;Y1jVkdIry1RT9R1FeH4ojvx5NJksJe/EZVn2uKejsiz1V/bzbVYAWBu6kad6enpyvYQVscZH6eZk&#10;f1KinOB6LdaaDXLxNX/WdS1VC39irbgjRbgdpKRnpS48RIqDfxbAkT8LkMlSMR17CwAYg2SLkARR&#10;6EjTdEwja3y77HzrQ9YkKN509o+3E0qJncBI1rG3ng9yBwBMR7JFMHSjb7gHJOiNWB7Gv4k87EPW&#10;dJ+t64WM1S3SBvGeDuAhaU5WSmVZxqFWAHz2/PzsegnBI9kiBsF19ga34B/52YesjeyzdTWX2BMc&#10;absAjvxZni7eDj9B5Xl+uVzi66YBEIqXlxfXSwgeyRYBs7bdes7c6BXEgm/lcyF6/Nk/ujpK4yIe&#10;gSN/XPH2fTcAwFxItgiGh/Oi7gs/UXaW+tmHrFEi+1Fd11JOzLKsqqqqqlyvCHiguq6ZLAUAkSHZ&#10;IlQ6VboKilVVbbfb8eFWb7L1J5nPyOdYq27ZamseHvvYNQ2ySsd6VY9rFc6yTN8/RVGssx/7cdq2&#10;3Ww2m81GPjU/hhPybheTpQAgJiTbqT4+PlwvYaXclnCrqrr1pX/opVrZq+Z5gh0wcqvtaqu71uPT&#10;597yOHAPuyUntCmlsizbbrcUbwEgAiTbqT4/P10vAUvTsfbaubVderBzTOJ+LRjfz2tYlK0E/mBj&#10;rYesY4FoTgaA0JFsgdvcEWstcVQF67rW/dUxMX+m/vQo6sfM4066sh6W4RbnvWVVxbmHPZGmadM0&#10;8tOR5mTXKwIA3Ilki2Do1/TyEtz6dBl3x9r4TlIJLtaOP9JGXuO67R5fYGOthaLiox0OB/1x6HsT&#10;IpMkSZ7nFG8BuPX19eV6CcEj2QJjTa/WiggihLzsi3uj4Nq6kZURt+L+yfqA3m8PybulunhbVZU/&#10;XRsA1uDt7c31EoJHsgVGmSvWhquua3mpp/uQw2qntEr96DKLipid+bwR1u/OqhwOB3lnpygKJksB&#10;QFhItgiGrqEtHyxnjLVBdyEWRXE+nyXWUtZ7KGtjrX7UPbSSrL8LuetBgv71Xw8mSwFAoEi2wA9m&#10;ibXRlAp1rCX8ALeSJmTybRBkspTOt4RbAPAfyXaq19dX10vAA83ehBzH/roQY638+Fa4exa+ieNJ&#10;YA2SJEnTlOItAITiH64XELynpyfXS3DG1d94+b46opzP54nzY3e7nZVa5VucTif5LmVZmt/Fun7b&#10;tj8uQK/W8+KtFVnNm6ZXXpZl90cf0Au+H5c640PrbubjxFrwAne1bz9NfW90FxbimywIizQny3yB&#10;4GbCA8CqkGxxP1d/463vO30Zx+PRSqrW17QKfU3TmJ/qradjeF4zvFwu5qfv7+/dBffehIBe8I1f&#10;qg83qntvL7AqH254V+8Dz3rEequua53PsyzzvCF5v99bbxlUVTVw/cPhYD2Fvr+/P2pxDyMPsPEr&#10;731ATnyGn/4HYvgn9Yjv+Gi33iL00j/oKb+b1m864KHNr1+/fv/+7XoZCNLChR39alt6w8yC6sTu&#10;vt4a7MDXN1/ztW273W7Hfy/PBy/JTdtsNvKpuVq5Q6x7w/qheG7k7KsZH1pTPO4BH6JrP7tQarZ6&#10;ongQyrLM89y8RD8n9LI23t/6rAggCIzYeLSPj4+XlxfXqwjYX3/9Rc0W93P1BCffVxdAZn8TMUkS&#10;2V6llCqKoiiKa5ts7yhNhPVXobvabjHn2jW99eNSH/fQGk8fpFmWpSxY5yIrcqyB3Bv6rgiRjCNy&#10;vYr73bT4JEmCvrHDdJNOWZb6oKzeCyd+zZvotxJG3vPTv+Oj3XqLMEx3YB2PRz17H74h1k5HsgWu&#10;kgghpxr2htvz+TymlUuKbAFVbADMLuguvlsXH/SNHa/3Zk687cv/757/sDxfXnC6g0WAmDAbGRiS&#10;57nsiNtut7qM1nU8Hi/X5Xmepql8nYEvgofSdT/XCwEAAMD8SLbADwbCrW7p8XziMYKjZzKvcEtt&#10;l9wbRVHwxhAAALiGZDvVx8eH6yWsha62Lf/qdmTlNm5y9EW4Gx0lHQUaFM1tt25XAgAA4CeS7VSf&#10;n5+ul4AlTA+3kqlcnY8KhEvvUQ/xLBkAALAMki0wVjfc6jEM/h8JiFtRHfWE+UYSv2gAAOAaki1w&#10;gymVW9mUy45cV+SeH3PagcSnoij8GSC55m23VpvDarcDAADi9vX15XoJwSPZIhj6Nb21YXLh/l4r&#10;3Drc/YuI6XdAOHjQejOIfn48SFVVm82GZ3IArry9vbleQvBItgiVw7nEZrhdT3tkXddVVUX/so9Z&#10;Tb6xfsXoegAAAL1ItsA9dLgdT1pbg07CRVGEWzGTe/7HBuM19/16qK5r65Kgf4MAAMDjkGwRDKtI&#10;63x6kxVux0Q+uX70ZU8PBXef60e1P3t9nZCzppqmUUqVZXm5XC6Xi+tFAQAAH5Fsp3p9fXW9BDhz&#10;R+VWsVHQBbnPj8fjj9f0c4Orn6sCAADwB8l2qqenJ9dLWC8fpjfleS4fjNn+dzgcRl4T8xp/n1Ms&#10;BQAACBHJFpjHmKboCLbaBkru8zRNh6/G+CgAAIBAkWwRHp0MXR38Y7mpdMxW2+XJFKIxYdWT8VHd&#10;gC2P+bIsqSQDABCl5+dn10sIHskWwei+pnd48E+v9/f3H68jDcljrol5BTTr+FrAptoPPE6e55fL&#10;hTePALjy8vLiegnBI9kiJD5srO2SsHoTIsqSsixT42Yv+TmoiR5pAACAH/3D9QKAe5zPZ3/eWTfP&#10;HzocDsMLS5KkLMuiKNq29ecmXGOeJiqpz5Py+Hg6Fo65tz0ZH2UFbE96pAFY9DNkcE+MABAlki1C&#10;cjgcJHucTqc0Tc1IqWcUOyFhtXv5QHz1KpxfI9VOU3DV5vHn/fjDk4ANYEBwT4YAED26kaf6+Phw&#10;vYRV86Q/WTckmxtoq6rabrfdhfl/9s/lchkfBY/H4+Vyeeh6phh/P+vyi9sY3O091u8veNUjDaxT&#10;kiSXy4WtAQDgIWq2U31+frLhezH+FGmv6S5su902TWMW3/TZP37eBLHb7ayAdzqdiqIoy9LqifU8&#10;bo0870f1FaidGOg9poQLeGK/31vPkJ48gQDAmpFsERjd9+vVPlVzJXphElyLouiGW7kVdV2PSVxO&#10;JEnSe/fu93tv19wlZdgxNVhzR7FXN5DxUYCHrGcJr4YaAsBq0Y2MUElpa7/fyyt+5+fo9AaPPM8l&#10;VlltydKQzHv8j3bHPex8R67Ve8z4KAAA1uDr68v1EoJHzRaBsYZI7XY7T/KhXth2u+1Nub2X+1y2&#10;DZ0u2N7UiuxPc7U/LQnAGlRVVRSF1V8DAIt5e3v7/fu361WEjWSLsN104s6j6U7pazMzzcvlylmW&#10;+Tx+KWjj3/LQrchlWbp9CDE+qpfM7HG9CgAA4DW6kREYM8rKB57sP0ySRPcej6HXX1XVwxa1XjcV&#10;bDXnHb+MjwIAALgPyRbhsU766T1xx5U0TZtxdAYuioLpI7O7qUddX9m3znDGRwEAAIxEN/JUr6+v&#10;rpewXufz2SxkeXKOzsjaWpIkunt5u93SbDmjmwq2nhxjKxgfBQAAcB9qtlM9PT25XsLq6CLt6XRS&#10;3xFRLgmr+KlviPrz1BlMdF/B1iv0HgMAANyEZIuo+NCQPJ6ZybMsCyuWe+u+gq3yoBWZ8VEAAAB3&#10;oxsZ4TGHSEn7sT5xJzjmyt/f333opg6dpMHT6XRTGvShFVn3HpvFfEEJFwjFHe9R6t99AGv2/Pzs&#10;egnBI9kiSHqHatu2SZJ0s24ozN22PhxcFDpdgy2K4qY3O3woiuoKrWwgN88icrcoYC3yPJ/+5+PW&#10;Zx4A0F5eXlwvIXh0IyNI3XnIgW61bdvWfBm03W4dLiZ0VVXdsWm2LMumaZy/oTDQF834KGAl+GUH&#10;gCmo2SJs3YbksHp6kyQ5Ho9mHqvr2vmGzxDVdX3fEce+1cl1X7S3ZxEBGHBfk4U8ffHLDgBTkGwR&#10;JLOJVxqSXa/ofmmamuE2yzIfSohhqeta34FlWQb01oZmDYuiFRkI0d3PP/QwX7PZbFwvAUAw6Eae&#10;6uPjw/USVspqSDa32obVkKy+w63+NKwJz861bWsWvbvjl/xntiLLI1lOtFJ0JwIAAIxDsp3q8/PT&#10;9RJWqhtlg65umeG2KIqqqtyuJyDm5uTj8Rh0udt8DMgHdCcCAACMQbJFwKwo2x0rFZY0TfUtKorC&#10;rOPhGvMtgJFn2HroWiuyD2cRAYBDl/XRrwSappn9awJxI9kiYN0oK0kgxIZkkee5/vOTZRnhdpg1&#10;NSrQWGtuqbVakQEAwEp8fX25XkLwSLYImNWQnCSJjgSBlm3Vn9tECbcDzKlRKszttRa9pZZWZGB5&#10;VVVtNptA3xUFEIG3tzfXSwgeyRZhu9aQHO6cySRJmqbRnxJue1lTo4LeXmud7kMrMgAAwB1Itghb&#10;d0KyzrrhvvXeDbfh3pYHsaZGhVvb7J7uQysyAADAHUi2CFt3QnLoc6REkiRmyW673RJuRdu2cUyN&#10;stCKDAAAMAXJdqrX11fXS1g7qyE56INtTdYht2aVcrXatt1utzr7RRBraUUGAACYBcl2qqenJ9dL&#10;WLtukVZn3aDLtqoTbquqCjqrT1TXdTRNyKKbY2lFBgAAuA/JFsEbaEgOvWyrOofcbrfbdQ6UsiYh&#10;RxBrlVGw1WhFBgCI7Xa7mUm4YzWBm5BsEQOd/c7ns/pzjpRcErQ8z83K7QqnJVdVFV+sNQu2tCID&#10;njCzxLU3RuV8IBO7RTCj/X7/oL8CQZ8jsAbPz8+ulxA8ki1ikOe5fKDzjy7bdstiIbLakrMsM6co&#10;RUzmRZlvNscRa1XfI1MuIdYCTuR5bk1tAJxI03S3283+ZcuyjOOvZ8ReXl5cLyF4JFtEQr8ikcJX&#10;HMf/mKxwWxTFZrOJu3hrzYsqyzKaWGv+4KyCbZZlcdxGIDh5nl8M16pb1tUul4t5ThswXZIkl3vp&#10;Fz9N05iX6xoAEDGSLSLRLdLGcfyPKU1T84+Wiroz2ZoXpZTa7/fRRD79KNXvVnQvAQAAwHgkW0TC&#10;LNLqsq18GsEcKVN3221kncnSgWw265Zl2TRNNLF2oGCrmB0FAABwF5LtVB8fH66XgP/VLdtGc/yP&#10;JeLOZCnVWhtr8zyPaegFBVsAAIDZkWyn+vz8dL0E/K9u2Tam438sVrhVSmVZFnS+ret6s9lEXKoV&#10;FGwBAAAegWSLqFhl2yRJjsejxN3IyraqL9yqMPNtN9OqGEu1goItAADAI5BsEZVu2Xa320lra3xl&#10;W3Ul3Kpw8m3btt1MG2WpVlCwBQAAvb6+vlwvIXgkW8SmW7aNdbetuBZuld/5VsZEWdOPVbylWkHB&#10;FgAA9Hp7e3O9hOCRbBGb4d22fsa8icxwa54JJHzLtzrTmmOilFLH4/FyuURct6RgCwAA8DgkW0So&#10;d7eteUl8dLgtiqJpmmv7b6uqquvaVVd2b6aV3uO4M62gYAsAAPA4JFtEqFu2TdNUXxLZ6a+ahNvj&#10;8ZgkSZqml8tFPjWvUxRFlmXb7VaquMsUciXQbjab3kwbce+xiYItAADAQ/3D9QKC9/r66noJ6HE4&#10;HCREZVl2uVzMS4qiOBwOUaYpKyDJpxJuu8Vq89Tf/X6/2+3muk+kJnw+n0+nk1JKp1l5c0E+PR6P&#10;q4pzFGwBAAAeimQ71dPTk+sloIeUbSVEtW2bJIl5yfv7e57nrte4EAmQTdOcz2fVF3HNOqqkrFtT&#10;rkRZGdBl7Z4VZVnKuwm6YL7b7W66FUGjYAsAAPBoJFtESxdpt9vtesq210i2V0pdLpe2baWg2k2h&#10;Zu7tDqOSK1iXd7+IXEHqwPKt57gFoarrWt+rTdPIBxRsAXS1bdudGA8AGIlki2iZRdqqqmQ/5/F4&#10;lFCh4+4KScpN0zTPcykedgNtURS91Vf1U5RdeY7tMkOs3DkUbAH0ItYCa/b8/Ox6CcFjghRiZp73&#10;Ix2z5igpfw7CcShNUz1uSi7Z7/d5nl8ul8vl0hjkfjsej82fLpdLnud5nqdpSqy19PYhU7AFYHI1&#10;rx6AV15eXlwvIXgkW8TMPO9Hvxdungm0ktcTd5/0kxj2+333QqLsgN4Qa15CwRaA5XIX16sGAC+Q&#10;bBG57nk/5plAMvQobm3bykk/K4nx/uiGWPqQAQzonW4AABiJfbaIX3dwlHnJfr+PO2Po3cXb7bZp&#10;Gqqsy6APGQCmY9/Qra7NyADWgGQ71cfHB23xnusOjjIvybIs+ryXpinhdkn0IQPALLon1QHANXQj&#10;T/X5+el6CfhZtyfZvGQNPckSbpVStCUvgD5kAJjCnGsIACNRs8VaDPckK6XyPHe8xAejcrsM+pAB&#10;YLrdbscT5h16D6sHVoJki7Xo7UlumkZmJq9hw636M9wyTvMRzBDbNI18QB8yANyK8fv3USzB0wAA&#10;DqpJREFUOZ1OrpeAO319fT09PbleRdhItlgR6UCW9zKrqsrzfG0bbtV3uN3tdq4XEiEZQy0fH49H&#10;eSzRhwysypiJR7vdLvq/NQBu9fb29vv3b9erCBvJFuvS7Uk24+5K2nSXzFeyp1d2MkffH6U3bJdl&#10;SR8ysEI3PcuVZbmGXiEAWAzJFuvS7UlW3zts5RXJ+/t79BtuH204zZZlGeU9XNe1vrGHw0E+oA8Z&#10;wDX6GYNjbAFgFiRbrE63J1n9WctVK5gmNcDaotPtWzZHK5/PZ+t/GS5ZxPoCzqrN0ocMrNbI7gzz&#10;MJvo+1kAYBkk26leX19dLwE3M3OsNIOZtdyVTJOy7HY7CfzDr7HuOFpQOu4i3ldmxVr6kIE14/xV&#10;AHCF82ynYohZiCTHysdZlkltTZ/4Kheu7dDXJEnmqlSXZVmWZdM0TdNcLpc8z+W9g1m+uG+GY63c&#10;D2t7lwRYoePxOL0nRW9kAADcgZotVsrsSdZTkVc4TUpr23a73Xari7rTuHdL2H6/V392LK/nHlN/&#10;DkPunRq13+9XdYcA6yTn00w/bYWnCwCYgmSL9TIHR+kcu9ppUrJjtnv0ka43rueuGEneC5CP9Vis&#10;3qwLYA3yPL/7eXKz2cy7GADBeX5+dr2E4NGNjFUzX4XolKL7wYqiGHMyYRx0M/Z2u11bJ/YdzFir&#10;jAdS74UAAADDXl5eXC8heCRbrF3TNPrjqqrU9y5c6bnVu3DXYDjctm1L4tX00bXKeAjJ48e6EAAA&#10;AAsg2WLtkiTRIaQoCgknaZqaR5KaiSVuA+H2fD5vt9v15PwBVVXpXce6eds8z3ZVO7QBTHc8Hhmi&#10;DgATkWyBP0Yl6w5k60LCLYSZYM2ja7vn2QLASGmasi0fACYi2U718fHhegmYgXXkT/ccIMIt1Lij&#10;a3l5CgAAsDyS7VSfn5+ul4B5EG5NhNsuYi0AAIC3SLbA/5HzbOXjLMsk0RFuCbeKWAsAAOA3ki3w&#10;hzzPdbjViY5wu91uT6eT6+U4U1WVJNiyLHWC5ehaAHNh+DyAr68v10sIHskWsI0Mtyt5FaJvuB6b&#10;tCpt25qTkPf7vY61HF0LYC7b7dZ8SgGwQm9vb66XEDySLdBDH/mjlNJH3Vjhdj09uuYNXxWJr+Yk&#10;ZCvWyjsgHF0LAADgHMkW6JEkyeVy0Z/2DpRSa9qAqncg6+3H0avr2iyhmHtr9eVFUXB0LQAAgA9I&#10;tsBVZi3ODLfm5esJt/v9Xj7QReyImaOhlFJN03RHRsnlxFoAAAAfkGynen19db0EPIpUbs1pyZLo&#10;kiSxwm30SU99R3opWeu7IkpmfC3LUsdX6/LL5UKsBQAA8ATJdqqnpyfXS8Bj5XnePefWCrdxJz0t&#10;SRLdjx3rTdZjkJVSZVnmeS7xtXu5syUCAACgg2QL/MzcXptlmZz6IxVd8/LNZhNl2LPEGm7btt1s&#10;Nua8KB1fzfHI5uUAAADwBMkWGMUajLzZbLqnAanowt418YVb6xQfcwyyFXc5txYAAMzu+fnZ9RKC&#10;R7IFxuoORu4dmKyLunGLKdxaY5D1vKhrcRcAAGBeLy8vrpcQPJItcINrFdo0Tc3OZCnqhp73LG3b&#10;1nVtDoKOINy2bWttoDXnRfXGXQAAAHiIZAvcxjr1xwx1cXcmn8/nLMvO57N5YdDhVrKrdBqXZSkb&#10;aLtjkBWn+wB4sKZpzL8sAIA7kGyBm107DUj15d6qquI+8DbEcGuVapVS+/1el2StKi6n+wB4tCRJ&#10;eJ4BgIlItlN9fHy4XgLcsE4D0u3H1szkoiiiP/A2rHBbVZUu1arvDuTeeVGc7gMAABAKku1Un5+f&#10;rpcAZwbaj3v/KeLibRDh1gquSqmmacwTa615UcRaAACAUJBsgUm6CVYXb6Uz2Wxajrt463O4lfZj&#10;M7iabcbdUi3zogAAAMJCsgWmsgYjKyPaJUliNi2rP6NvfPwMt+akKPUdXHU9trdUy4Y3AEuq69qf&#10;50wATnx9fbleQvBItsA8hou33egba77V98PpdHK9lp5JUWZwpVQLwBNZlpnPVABW6O3tzfUSgkey&#10;BWYzULxV35FvDflWbqnbTaq6/fhacKVUCwAAEJN/uF4AEBvJdfrdd/ngeDymaSqxyvxXuYLE3Ziq&#10;hQ5vS9u27+/v5pgo9X3/6ytYG24PhwOZFgAAIGjUbIH5/Vi87f6rVxtTA9Wt0yqljscjpVoAAIDo&#10;kWynen19db0EeGpg561a2ebbR+vNtLr9mF21AAAA0SPZTvX09OR6CfDXj/F14ApE3DHqur6Wac1J&#10;UZRqAQAA4sY+W+DhrJ236s/Nt+o739Z1be3OVX9uEI1A27Zz5Unz7tKOx+Nut9Pforvn1roCAAAA&#10;4kDNFlhCtzar+uq3sim0e52qqiIo4cq5shNviBRgN5uNGWvLsjwej5fLxew97t1zq68AAADgj+fn&#10;Z9dLCB41W2A53dqs6hue3L2OjmcRTFGWWdC33oS2bZVS3aHH3cnG12q5Qd9pAAAgbi8vL66XEDxq&#10;tsDSRtZv5Trdq4U7aEqP1Bo/CFpKr1J9Hd5Mq5Sq67pby22aRmq5s94UAAAA+IWaLeDGj/Vb9V2b&#10;laudTicz1+lrqqBKuHrL8XDltvdMWq27V7Zbp+WUWgAAgFWhZgu4NKZ+K1fL87xpmmslXNmIG0Qh&#10;d6Byq/fQWuVZYRZgf6zTMvoYAABgVajZTvXx8UFbPCYart+q76pskiRJksg1lTE/WRkbcYX8X94O&#10;AbYqt7vd7lqFtixLpVS3+tpb1KVOCwAAsFok26k+Pz9JtpjFQL5Vf0bcgS5l6/9SnqVcGQR1Pp9P&#10;p5Nc0p32pG4MtIpMCwAAsHokW8Avkm/btj2fz2MirjQqy/VVX1C0OnX3+718vNvtlFIPTYNWjr22&#10;b9Zc3uFw6K5qYNstmRYAAACKZAv4yWw87p0dpfoalZVSOhWrvpR7LVtKjVSHXjWYeyWvdsk3VUqN&#10;zLHmt+5Npz8G2msrBAAACMvX19fT05PrVYSNZAt4TVdlR0Zc9WfKVUp1N+V2jUyhP36dMXSUVdeT&#10;M4EWAO6w2WxcLwHAnd7e3n7//u16FWEj2QJhGBNxdbOxuatWb8pVSuly7k1l1Sl+zLHquwj8/v5+&#10;bUkEWgAYcDwee2cuAMCqkGyBwAxE3O6sYCvo6nKuxN08z+WaekOsfGrm3rIsu1+2d2H6e8mnAyn0&#10;xyirvxGBFgB+FNCp5gDwOCRbIFQDEVf8GHQ1nXv1V1ZG7pUPZGjz8Xi84yXUyCirjNjMXCgAGE+m&#10;D468ctu22+32oesBgOWRbKd6fX11vQSs3ZgJyaov6Kq+qVHiplRpzpSyCr/d79ulVyKRu6qqoij2&#10;+z3JFgAAACORbKdiiBn8Yc2OuinoDjDbj7Msk0+nbOiyoqz1rxK2764PAwBGYmtufPiZYs1ItkC0&#10;hoNudwPtNdbV7virORxlLWmaHo/HLMsItwDwIPpPAEEoStcmYgBxI9kCa9ENuofDQTcPK6N/WN34&#10;Wsf8C2q1N9/XUUy4BYDHSZJEBigQa6NUlqWelIGAPD8/u15C8Da/fv3i6CQAA/T8p6IojsfjmOnH&#10;s5CZVUopwi2AuMk5tONHQM3CHJGAyDCoAiv0119/UbMF8AP5A6mLsYv9vaRyCwCPQ/gBEJn/53oB&#10;AHCVhFulVJZldV27Xg4AAAA8RbIF4DXCLQAAAH5Esp3q4+PD9RKAyBFuAQAAMIxkO9Xn56frJQDx&#10;I9wCAABgAMkWQBgItwAAALiGZAsgGDrcAgAAxOTr68v1EoJHsgUQkjRNm6bhBCAAABCTt7c310sI&#10;HskWQGA4gxEAAAAWki0AAAAAIGwkWwAAAABA2Ei2U72+vrpeAgAAAACsGsl2qqenJ9dLAAAAAIBV&#10;I9kCAAAAAMJGsgUAAAAAl56fn10vIXgkWwAAAABw6eXlxfUSgkeyBQAAAACEjWQLAAAAAAgbyRYA&#10;AAAAEDaS7VQfHx+ulwAAAAAAq0aynerz89P1EgAAAABg1Ui2AAAAAICwkWwBAAAAwKWvry/XSwge&#10;yRYAAAAAXHp7e3O9hOCRbAEAAAAAYSPZAgAAAADCRrIFAAAAAISNZDvV6+ur6yUAAAAAwKqRbKd6&#10;enpyvQQAAAAAWDWSLQAAAAAgbCRbAAAAAHDp+fnZ9RKCR7IFAAAAAJdeXl5cLyF4/+hedPq3k/np&#10;/n/25uX603mZX1x/3P2OvVfr/dfuF7d0/0fr8h//r+Gr3Xp39d7qMbdx/P3w47ceeX0AAAAA8Iqd&#10;bK2Qc/q30+nfTvNmnnlz1PjlXbualSStLzjxi4/UG48BAAAAAGP01GyDMyV7WzFbl0xv/jon+//6&#10;53//s3ds8tfX199///3HRf+6+YufTqd//vPq1+/9v2a8vr1+rr+O63cvdLsers/1uT7Xj+b6//Ef&#10;/6G+/xD7sB6uz/W5vtvr4z4/JNuB5tsfu3l7L9eXzF4Knstcq/r73//+W/19tbf5P+/9uv+p1L+U&#10;+pdS//3Hl9X359///vcfX/87Nv+t/n76n6fuYv75338mln9NWx4AAAAALG7z69ev379/mxf1ZlfV&#10;6dqd5eNhI/fZDuzLtW6RNmbz8MD/NeZqI2/+j4u/9h2tdwpu+r7Wj/iONQAAgLlsNhul1OVycb0Q&#10;AAjVX3/91VOzNXecqtE551oTr5MdpL015PsC23BOnvjF7yMRVBdpzXR6049s4J0LAAAAAAjI1W7k&#10;axOVhq8//vIZ6aS3zDed8YtPDJPWuwbT30Qg1gIAAAAIkX2erRURV2j5m3/Hfd6tFc9SPV75jx4A&#10;AABAoOxkO9G1kHZfYO4OnVJXktvdca73Wyxm/z97/d+S3/faYhThFgAAAECA7G7kOzp7rf/FOkFn&#10;4PKRTc69X+TaNQe+lPWvP65z+P+6SfdeXcb4e8+6vg9JGwAAAABG6pmNjIdiUBMAADAxGxkAJvrr&#10;r79m7kZGL3YvAwAAAMDjkGyXcN9BSgAAAACAMTb/9V//9fn56XoZAAAAAADc4/n5+f8DcWgYvSTO&#10;Xj8AAAAASUVORK5CYIJQSwECLQAUAAYACAAAACEAsYJntgoBAAATAgAAEwAAAAAAAAAAAAAAAAAA&#10;AAAAW0NvbnRlbnRfVHlwZXNdLnhtbFBLAQItABQABgAIAAAAIQA4/SH/1gAAAJQBAAALAAAAAAAA&#10;AAAAAAAAADsBAABfcmVscy8ucmVsc1BLAQItABQABgAIAAAAIQDXYwYLQggAACxEAAAOAAAAAAAA&#10;AAAAAAAAADoCAABkcnMvZTJvRG9jLnhtbFBLAQItABQABgAIAAAAIQCqJg6+vAAAACEBAAAZAAAA&#10;AAAAAAAAAAAAAKgKAABkcnMvX3JlbHMvZTJvRG9jLnhtbC5yZWxzUEsBAi0AFAAGAAgAAAAhANy/&#10;VtjdAAAABQEAAA8AAAAAAAAAAAAAAAAAmwsAAGRycy9kb3ducmV2LnhtbFBLAQItAAoAAAAAAAAA&#10;IQAhEr/1E48AABOPAAAUAAAAAAAAAAAAAAAAAKUMAABkcnMvbWVkaWEvaW1hZ2UxLnBuZ1BLBQYA&#10;AAAABgAGAHwBAADqmwAAAAA=&#10;">
                <v:group id="Group 34" o:spid="_x0000_s1145" style="position:absolute;left:2857;top:2190;width:46590;height:20365" coordorigin="2857,2190" coordsize="46589,2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icture 35" o:spid="_x0000_s1146" type="#_x0000_t75" style="position:absolute;left:2857;top:3860;width:46590;height:18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RQuxAAAANoAAAAPAAAAZHJzL2Rvd25yZXYueG1sRI9Ba8JA&#10;FITvBf/D8gRvzUZJG4muEgKVHNpD1R/wyD6TYPZtzG5N7K/vFgo9DjPzDbPdT6YTdxpca1nBMopB&#10;EFdWt1wrOJ/entcgnEfW2FkmBQ9ysN/NnraYaTvyJ92PvhYBwi5DBY33fSalqxoy6CLbEwfvYgeD&#10;PsihlnrAMcBNJ1dx/CoNthwWGuypaKi6Hr+MgiT9zt8/ymuRc5IWj9uhlHgrlVrMp3wDwtPk/8N/&#10;7VIreIHfK+EGyN0PAAAA//8DAFBLAQItABQABgAIAAAAIQDb4fbL7gAAAIUBAAATAAAAAAAAAAAA&#10;AAAAAAAAAABbQ29udGVudF9UeXBlc10ueG1sUEsBAi0AFAAGAAgAAAAhAFr0LFu/AAAAFQEAAAsA&#10;AAAAAAAAAAAAAAAAHwEAAF9yZWxzLy5yZWxzUEsBAi0AFAAGAAgAAAAhABKhFC7EAAAA2gAAAA8A&#10;AAAAAAAAAAAAAAAABwIAAGRycy9kb3ducmV2LnhtbFBLBQYAAAAAAwADALcAAAD4AgAAAAA=&#10;">
                    <v:imagedata r:id="rId21" o:title="" croptop="39741f" cropbottom="1503f" cropleft="11123f" cropright="11528f"/>
                    <v:path arrowok="t"/>
                  </v:shape>
                  <v:group id="Group 36" o:spid="_x0000_s1147" style="position:absolute;left:9059;top:2190;width:33134;height:19450" coordorigin="9059,2190" coordsize="33139,1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Straight Arrow Connector 37" o:spid="_x0000_s1148" type="#_x0000_t32" style="position:absolute;left:36412;top:2985;width:5786;height:2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u9JwwAAANoAAAAPAAAAZHJzL2Rvd25yZXYueG1sRI9Pi8Iw&#10;FMTvgt8hvAUvoukK/qFrFF0U6sGDtZe9PZq3bbF5KU209dsbYWGPw8z8hllve1OLB7WusqzgcxqB&#10;IM6trrhQkF2PkxUI55E11pZJwZMcbDfDwRpjbTu+0CP1hQgQdjEqKL1vYildXpJBN7UNcfB+bWvQ&#10;B9kWUrfYBbip5SyKFtJgxWGhxIa+S8pv6d0o2Kfm9IPHPjl34ySLbod5qncnpUYf/e4LhKfe/4f/&#10;2olWsIT3lXAD5OYFAAD//wMAUEsBAi0AFAAGAAgAAAAhANvh9svuAAAAhQEAABMAAAAAAAAAAAAA&#10;AAAAAAAAAFtDb250ZW50X1R5cGVzXS54bWxQSwECLQAUAAYACAAAACEAWvQsW78AAAAVAQAACwAA&#10;AAAAAAAAAAAAAAAfAQAAX3JlbHMvLnJlbHNQSwECLQAUAAYACAAAACEAEjbvScMAAADaAAAADwAA&#10;AAAAAAAAAAAAAAAHAgAAZHJzL2Rvd25yZXYueG1sUEsFBgAAAAADAAMAtwAAAPcCAAAAAA==&#10;">
                      <v:stroke endarrow="block" endarrowwidth="narrow" endarrowlength="long"/>
                    </v:shape>
                    <v:shape id="Straight Arrow Connector 38" o:spid="_x0000_s1149" type="#_x0000_t32" style="position:absolute;left:10729;top:13720;width:9811;height:77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1RzvwAAANoAAAAPAAAAZHJzL2Rvd25yZXYueG1sRE/Pa8Iw&#10;FL4P/B/CG3ib6Tw46Ywiw8FAGVi9eHs0r02xeSlJbOt/bw6Cx4/v92oz2lb05EPjWMHnLANBXDrd&#10;cK3gfPr9WIIIEVlj65gU3CnAZj15W2Gu3cBH6otYixTCIUcFJsYulzKUhiyGmeuIE1c5bzEm6Gup&#10;PQ4p3LZynmULabHh1GCwox9D5bW4WQVDUfHBlFu//7/PL/31tv/aVV6p6fu4/QYRaYwv8dP9pxWk&#10;relKugFy/QAAAP//AwBQSwECLQAUAAYACAAAACEA2+H2y+4AAACFAQAAEwAAAAAAAAAAAAAAAAAA&#10;AAAAW0NvbnRlbnRfVHlwZXNdLnhtbFBLAQItABQABgAIAAAAIQBa9CxbvwAAABUBAAALAAAAAAAA&#10;AAAAAAAAAB8BAABfcmVscy8ucmVsc1BLAQItABQABgAIAAAAIQCqR1RzvwAAANoAAAAPAAAAAAAA&#10;AAAAAAAAAAcCAABkcnMvZG93bnJldi54bWxQSwUGAAAAAAMAAwC3AAAA8wIAAAAA&#10;">
                      <v:stroke endarrow="block" endarrowwidth="narrow" endarrowlength="long"/>
                    </v:shape>
                    <v:shape id="Straight Arrow Connector 39" o:spid="_x0000_s1150" type="#_x0000_t32" style="position:absolute;left:16851;top:2190;width:11041;height:35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d6gwwAAANoAAAAPAAAAZHJzL2Rvd25yZXYueG1sRI9Bi8Iw&#10;FITvgv8hvAUvoukKinaNootCPXiw9rK3R/O2LTYvpYm2/nsjLOxxmJlvmPW2N7V4UOsqywo+pxEI&#10;4tzqigsF2fU4WYJwHlljbZkUPMnBdjMcrDHWtuMLPVJfiABhF6OC0vsmltLlJRl0U9sQB+/XtgZ9&#10;kG0hdYtdgJtazqJoIQ1WHBZKbOi7pPyW3o2CfWpOP3jsk3M3TrLodpinendSavTR775AeOr9f/iv&#10;nWgFK3hfCTdAbl4AAAD//wMAUEsBAi0AFAAGAAgAAAAhANvh9svuAAAAhQEAABMAAAAAAAAAAAAA&#10;AAAAAAAAAFtDb250ZW50X1R5cGVzXS54bWxQSwECLQAUAAYACAAAACEAWvQsW78AAAAVAQAACwAA&#10;AAAAAAAAAAAAAAAfAQAAX3JlbHMvLnJlbHNQSwECLQAUAAYACAAAACEADOXeoMMAAADaAAAADwAA&#10;AAAAAAAAAAAAAAAHAgAAZHJzL2Rvd25yZXYueG1sUEsFBgAAAAADAAMAtwAAAPcCAAAAAA==&#10;">
                      <v:stroke endarrow="block" endarrowwidth="narrow" endarrowlength="long"/>
                    </v:shape>
                    <v:shape id="Straight Arrow Connector 40" o:spid="_x0000_s1151" type="#_x0000_t32" style="position:absolute;left:9059;top:2667;width:6281;height:9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NwjxQAAANsAAAAPAAAAZHJzL2Rvd25yZXYueG1sRI9Ba8JA&#10;EIXvhf6HZQq9iG6qIiV1ldIiFBGqqZfehuyYRLOzIbsm8d87h0JvM7w3732zXA+uVh21ofJs4GWS&#10;gCLOva24MHD82YxfQYWIbLH2TAZuFGC9enxYYmp9zwfqslgoCeGQooEyxibVOuQlOQwT3xCLdvKt&#10;wyhrW2jbYi/hrtbTJFlohxVLQ4kNfZSUX7KrM3AJ52z+nWw/edblV78b9Xb2uzfm+Wl4fwMVaYj/&#10;5r/rLyv4Qi+/yAB6dQcAAP//AwBQSwECLQAUAAYACAAAACEA2+H2y+4AAACFAQAAEwAAAAAAAAAA&#10;AAAAAAAAAAAAW0NvbnRlbnRfVHlwZXNdLnhtbFBLAQItABQABgAIAAAAIQBa9CxbvwAAABUBAAAL&#10;AAAAAAAAAAAAAAAAAB8BAABfcmVscy8ucmVsc1BLAQItABQABgAIAAAAIQC7DNwjxQAAANsAAAAP&#10;AAAAAAAAAAAAAAAAAAcCAABkcnMvZG93bnJldi54bWxQSwUGAAAAAAMAAwC3AAAA+QIAAAAA&#10;">
                      <v:stroke endarrow="block" endarrowwidth="narrow" endarrowlength="long"/>
                    </v:shape>
                    <v:shape id="Straight Arrow Connector 41" o:spid="_x0000_s1152" type="#_x0000_t32" style="position:absolute;left:26711;top:2190;width:1166;height:63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tKwQAAANsAAAAPAAAAZHJzL2Rvd25yZXYueG1sRE9Ni8Iw&#10;EL0L/ocwwl5EUwUXqU1FRaEe9rDVi7ehGdtiMylNtN1/bxYW9jaP9znJdjCNeFHnassKFvMIBHFh&#10;dc2lguvlNFuDcB5ZY2OZFPyQg206HiUYa9vzN71yX4oQwi5GBZX3bSylKyoy6Oa2JQ7c3XYGfYBd&#10;KXWHfQg3jVxG0ac0WHNoqLClQ0XFI38aBfvcnG94GrKvfppdo8dxlevdWamPybDbgPA0+H/xnzvT&#10;Yf4Cfn8JB8j0DQAA//8DAFBLAQItABQABgAIAAAAIQDb4fbL7gAAAIUBAAATAAAAAAAAAAAAAAAA&#10;AAAAAABbQ29udGVudF9UeXBlc10ueG1sUEsBAi0AFAAGAAgAAAAhAFr0LFu/AAAAFQEAAAsAAAAA&#10;AAAAAAAAAAAAHwEAAF9yZWxzLy5yZWxzUEsBAi0AFAAGAAgAAAAhAH+Vi0rBAAAA2wAAAA8AAAAA&#10;AAAAAAAAAAAABwIAAGRycy9kb3ducmV2LnhtbFBLBQYAAAAAAwADALcAAAD1AgAAAAA=&#10;">
                      <v:stroke endarrow="block" endarrowwidth="narrow" endarrowlength="long"/>
                    </v:shape>
                    <v:shape id="Straight Arrow Connector 42" o:spid="_x0000_s1153" type="#_x0000_t32" style="position:absolute;left:20509;top:13799;width:10484;height:78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xU9wgAAANsAAAAPAAAAZHJzL2Rvd25yZXYueG1sRE9Na8JA&#10;EL0L/Q/LCF6kbgxYJHUNqVSIhx4avXgbsmMSkp0N2a2J/94tFHqbx/ucXTqZTtxpcI1lBetVBIK4&#10;tLrhSsHlfHzdgnAeWWNnmRQ8yEG6f5ntMNF25G+6F74SIYRdggpq7/tESlfWZNCtbE8cuJsdDPoA&#10;h0rqAccQbjoZR9GbNNhwaKixp0NNZVv8GAUfhTld8TjlX+Myv0Tt56bQ2UmpxXzK3kF4mvy/+M+d&#10;6zA/ht9fwgFy/wQAAP//AwBQSwECLQAUAAYACAAAACEA2+H2y+4AAACFAQAAEwAAAAAAAAAAAAAA&#10;AAAAAAAAW0NvbnRlbnRfVHlwZXNdLnhtbFBLAQItABQABgAIAAAAIQBa9CxbvwAAABUBAAALAAAA&#10;AAAAAAAAAAAAAB8BAABfcmVscy8ucmVsc1BLAQItABQABgAIAAAAIQCPRxU9wgAAANsAAAAPAAAA&#10;AAAAAAAAAAAAAAcCAABkcnMvZG93bnJldi54bWxQSwUGAAAAAAMAAwC3AAAA9gIAAAAA&#10;">
                      <v:stroke endarrow="block" endarrowwidth="narrow" endarrowlength="long"/>
                    </v:shape>
                    <v:shape id="Text Box 2" o:spid="_x0000_s1154" type="#_x0000_t202" style="position:absolute;left:20861;top:9317;width:1619;height:7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t5UwgAAANsAAAAPAAAAZHJzL2Rvd25yZXYueG1sRE/basJA&#10;EH0X+g/LFHwR3ajYSuoqxQsKQmmilD4O2WkSmp0N2VXj37uC4NscznVmi9ZU4kyNKy0rGA4iEMSZ&#10;1SXnCo6HTX8KwnlkjZVlUnAlB4v5S2eGsbYXTuic+lyEEHYxKii8r2MpXVaQQTewNXHg/mxj0AfY&#10;5FI3eAnhppKjKHqTBksODQXWtCwo+09PRsFaf3+5SYZlsk1Xvdr8vv/wZq9U97X9/ADhqfVP8cO9&#10;02H+GO6/hAPk/AYAAP//AwBQSwECLQAUAAYACAAAACEA2+H2y+4AAACFAQAAEwAAAAAAAAAAAAAA&#10;AAAAAAAAW0NvbnRlbnRfVHlwZXNdLnhtbFBLAQItABQABgAIAAAAIQBa9CxbvwAAABUBAAALAAAA&#10;AAAAAAAAAAAAAB8BAABfcmVscy8ucmVsc1BLAQItABQABgAIAAAAIQDgQt5UwgAAANsAAAAPAAAA&#10;AAAAAAAAAAAAAAcCAABkcnMvZG93bnJldi54bWxQSwUGAAAAAAMAAwC3AAAA9gIAAAAA&#10;" filled="f" strokecolor="white">
                      <v:textbox style="layout-flow:vertical;mso-layout-flow-alt:bottom-to-top;mso-fit-shape-to-text:t" inset="0,0,0,0">
                        <w:txbxContent>
                          <w:p w:rsidR="0034536E" w:rsidRDefault="0034536E" w:rsidP="0031127E">
                            <w:pPr>
                              <w:pStyle w:val="NormalWeb"/>
                              <w:spacing w:line="240" w:lineRule="exact"/>
                            </w:pPr>
                            <w:r>
                              <w:rPr>
                                <w:sz w:val="20"/>
                                <w:szCs w:val="20"/>
                              </w:rPr>
                              <w:t>h</w:t>
                            </w:r>
                          </w:p>
                        </w:txbxContent>
                      </v:textbox>
                    </v:shape>
                  </v:group>
                </v:group>
                <v:shape id="Text Box 2" o:spid="_x0000_s1155" type="#_x0000_t202" style="position:absolute;left:19145;width:17335;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34536E" w:rsidRDefault="0034536E" w:rsidP="0031127E">
                        <w:pPr>
                          <w:pStyle w:val="NormalWeb"/>
                          <w:spacing w:line="240" w:lineRule="exact"/>
                        </w:pPr>
                        <w:r>
                          <w:rPr>
                            <w:rFonts w:eastAsia="Calibri"/>
                            <w:spacing w:val="-1"/>
                            <w:sz w:val="20"/>
                            <w:szCs w:val="20"/>
                            <w:lang w:val="en-GB"/>
                          </w:rPr>
                          <w:t>Photo-Detector of Goniometer</w:t>
                        </w:r>
                      </w:p>
                    </w:txbxContent>
                  </v:textbox>
                </v:shape>
                <v:shape id="Text Box 2" o:spid="_x0000_s1156" type="#_x0000_t202" style="position:absolute;left:41529;top:952;width:1076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9MvwAAANsAAAAPAAAAZHJzL2Rvd25yZXYueG1sRE9La8JA&#10;EL4X/A/LCN7qxoJtia4iPsBDL7XxPmTHbDA7G7JTE/+9KxR6m4/vOcv14Bt1oy7WgQ3Mphko4jLY&#10;misDxc/h9RNUFGSLTWAycKcI69XoZYm5DT1/0+0klUohHHM04ETaXOtYOvIYp6ElTtwldB4lwa7S&#10;tsM+hftGv2XZu/ZYc2pw2NLWUXk9/XoDInYzuxd7H4/n4WvXu6ycY2HMZDxsFqCEBvkX/7mPNs3/&#10;gOcv6QC9egAAAP//AwBQSwECLQAUAAYACAAAACEA2+H2y+4AAACFAQAAEwAAAAAAAAAAAAAAAAAA&#10;AAAAW0NvbnRlbnRfVHlwZXNdLnhtbFBLAQItABQABgAIAAAAIQBa9CxbvwAAABUBAAALAAAAAAAA&#10;AAAAAAAAAB8BAABfcmVscy8ucmVsc1BLAQItABQABgAIAAAAIQBFav9MvwAAANsAAAAPAAAAAAAA&#10;AAAAAAAAAAcCAABkcnMvZG93bnJldi54bWxQSwUGAAAAAAMAAwC3AAAA8wIAAAAA&#10;" filled="f" stroked="f">
                  <v:textbox style="mso-fit-shape-to-text:t">
                    <w:txbxContent>
                      <w:p w:rsidR="0034536E" w:rsidRDefault="0034536E" w:rsidP="0031127E">
                        <w:pPr>
                          <w:pStyle w:val="NormalWeb"/>
                          <w:spacing w:line="240" w:lineRule="exact"/>
                        </w:pPr>
                        <w:r>
                          <w:rPr>
                            <w:rFonts w:eastAsia="Calibri"/>
                            <w:sz w:val="20"/>
                            <w:szCs w:val="20"/>
                            <w:lang w:val="en-GB"/>
                          </w:rPr>
                          <w:t>Reference plane</w:t>
                        </w:r>
                      </w:p>
                    </w:txbxContent>
                  </v:textbox>
                </v:shape>
                <v:shape id="Text Box 2" o:spid="_x0000_s1157" type="#_x0000_t202" style="position:absolute;top:23145;width:24003;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34536E" w:rsidRDefault="0034536E" w:rsidP="0031127E">
                        <w:pPr>
                          <w:pStyle w:val="NormalWeb"/>
                          <w:spacing w:line="240" w:lineRule="exact"/>
                        </w:pPr>
                        <w:r>
                          <w:rPr>
                            <w:rFonts w:eastAsia="Calibri"/>
                            <w:color w:val="1B1B1B"/>
                            <w:spacing w:val="-1"/>
                            <w:sz w:val="20"/>
                            <w:szCs w:val="20"/>
                            <w:lang w:val="en-GB"/>
                          </w:rPr>
                          <w:t>C-plane</w:t>
                        </w:r>
                        <w:r>
                          <w:rPr>
                            <w:rFonts w:eastAsia="Calibri"/>
                            <w:color w:val="1B1B1B"/>
                            <w:spacing w:val="-15"/>
                            <w:sz w:val="20"/>
                            <w:szCs w:val="20"/>
                            <w:lang w:val="en-GB"/>
                          </w:rPr>
                          <w:t xml:space="preserve"> </w:t>
                        </w:r>
                        <w:r>
                          <w:rPr>
                            <w:rFonts w:eastAsia="Calibri"/>
                            <w:color w:val="1B1B1B"/>
                            <w:spacing w:val="-1"/>
                            <w:sz w:val="20"/>
                            <w:szCs w:val="20"/>
                            <w:lang w:val="en-GB"/>
                          </w:rPr>
                          <w:t>definition</w:t>
                        </w:r>
                      </w:p>
                      <w:p w:rsidR="0034536E" w:rsidRDefault="0034536E" w:rsidP="0031127E">
                        <w:pPr>
                          <w:pStyle w:val="NormalWeb"/>
                          <w:spacing w:line="240" w:lineRule="exact"/>
                        </w:pPr>
                        <w:r>
                          <w:rPr>
                            <w:rFonts w:eastAsia="Calibri"/>
                            <w:color w:val="1B1B1B"/>
                            <w:spacing w:val="-1"/>
                            <w:sz w:val="20"/>
                            <w:szCs w:val="20"/>
                            <w:lang w:val="en-GB"/>
                          </w:rPr>
                          <w:t xml:space="preserve">Viewing direction along reference axis  </w:t>
                        </w:r>
                      </w:p>
                      <w:p w:rsidR="0034536E" w:rsidRDefault="0034536E" w:rsidP="0031127E">
                        <w:pPr>
                          <w:pStyle w:val="NormalWeb"/>
                          <w:spacing w:line="240" w:lineRule="exact"/>
                        </w:pPr>
                        <w:r>
                          <w:rPr>
                            <w:rFonts w:eastAsia="Calibri"/>
                            <w:sz w:val="20"/>
                            <w:szCs w:val="20"/>
                            <w:lang w:val="en-GB"/>
                          </w:rPr>
                          <w:t> </w:t>
                        </w:r>
                      </w:p>
                    </w:txbxContent>
                  </v:textbox>
                </v:shape>
                <v:shape id="Text Box 2" o:spid="_x0000_s1158" type="#_x0000_t202" style="position:absolute;left:19050;top:21907;width:1076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rsidR="0034536E" w:rsidRDefault="0034536E" w:rsidP="0031127E">
                        <w:pPr>
                          <w:pStyle w:val="NormalWeb"/>
                          <w:spacing w:line="240" w:lineRule="exact"/>
                        </w:pPr>
                        <w:r>
                          <w:rPr>
                            <w:rFonts w:eastAsia="Calibri"/>
                            <w:sz w:val="20"/>
                            <w:szCs w:val="20"/>
                            <w:lang w:val="en-GB"/>
                          </w:rPr>
                          <w:t>Reference axis</w:t>
                        </w:r>
                      </w:p>
                    </w:txbxContent>
                  </v:textbox>
                </v:shape>
                <v:shape id="Text Box 2" o:spid="_x0000_s1159" type="#_x0000_t202" style="position:absolute;left:24860;top:9715;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62FvQAAANsAAAAPAAAAZHJzL2Rvd25yZXYueG1sRE9Ni8Iw&#10;EL0L/ocwgjdNFVyWahTRXfCwl3XrfWjGpthMSjPa+u83B8Hj431vdoNv1IO6WAc2sJhnoIjLYGuu&#10;DBR/37NPUFGQLTaBycCTIuy249EGcxt6/qXHWSqVQjjmaMCJtLnWsXTkMc5DS5y4a+g8SoJdpW2H&#10;fQr3jV5m2Yf2WHNqcNjSwVF5O9+9ARG7XzyLLx9Pl+Hn2LusXGFhzHQy7NeghAZ5i1/ukzWwTOvT&#10;l/QD9PYfAAD//wMAUEsBAi0AFAAGAAgAAAAhANvh9svuAAAAhQEAABMAAAAAAAAAAAAAAAAAAAAA&#10;AFtDb250ZW50X1R5cGVzXS54bWxQSwECLQAUAAYACAAAACEAWvQsW78AAAAVAQAACwAAAAAAAAAA&#10;AAAAAAAfAQAAX3JlbHMvLnJlbHNQSwECLQAUAAYACAAAACEABO+thb0AAADbAAAADwAAAAAAAAAA&#10;AAAAAAAHAgAAZHJzL2Rvd25yZXYueG1sUEsFBgAAAAADAAMAtwAAAPECAAAAAA==&#10;" filled="f" stroked="f">
                  <v:textbox style="mso-fit-shape-to-text:t">
                    <w:txbxContent>
                      <w:p w:rsidR="0034536E" w:rsidRDefault="0034536E" w:rsidP="0031127E">
                        <w:pPr>
                          <w:pStyle w:val="NormalWeb"/>
                          <w:spacing w:line="240" w:lineRule="exact"/>
                        </w:pPr>
                        <w:r>
                          <w:rPr>
                            <w:rFonts w:eastAsia="Calibri"/>
                            <w:sz w:val="20"/>
                            <w:szCs w:val="20"/>
                            <w:lang w:val="en-GB"/>
                          </w:rPr>
                          <w:t>γ</w:t>
                        </w:r>
                        <w:r>
                          <w:rPr>
                            <w:rFonts w:eastAsia="Calibri"/>
                            <w:color w:val="000000"/>
                            <w:sz w:val="20"/>
                            <w:szCs w:val="20"/>
                            <w:lang w:val="en-GB"/>
                          </w:rPr>
                          <w:t xml:space="preserve">  </w:t>
                        </w:r>
                      </w:p>
                    </w:txbxContent>
                  </v:textbox>
                </v:shape>
                <v:shape id="Text Box 2" o:spid="_x0000_s1160" type="#_x0000_t202" style="position:absolute;left:22479;top:12573;width:352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rsidR="0034536E" w:rsidRDefault="0034536E" w:rsidP="0031127E">
                        <w:pPr>
                          <w:pStyle w:val="NormalWeb"/>
                          <w:spacing w:line="240" w:lineRule="exact"/>
                        </w:pPr>
                        <w:r>
                          <w:rPr>
                            <w:rFonts w:eastAsia="Calibri"/>
                            <w:sz w:val="20"/>
                            <w:szCs w:val="20"/>
                            <w:lang w:val="en-GB"/>
                          </w:rPr>
                          <w:t>C</w:t>
                        </w:r>
                        <w:r w:rsidRPr="00ED50A2">
                          <w:rPr>
                            <w:rFonts w:eastAsia="Calibri"/>
                            <w:sz w:val="20"/>
                            <w:szCs w:val="20"/>
                            <w:vertAlign w:val="subscript"/>
                            <w:lang w:val="en-GB"/>
                          </w:rPr>
                          <w:t>0</w:t>
                        </w:r>
                        <w:r>
                          <w:rPr>
                            <w:rFonts w:eastAsia="Calibri"/>
                            <w:color w:val="000000"/>
                            <w:sz w:val="20"/>
                            <w:szCs w:val="20"/>
                            <w:lang w:val="en-GB"/>
                          </w:rPr>
                          <w:t xml:space="preserve">  </w:t>
                        </w:r>
                      </w:p>
                    </w:txbxContent>
                  </v:textbox>
                </v:shape>
                <v:shape id="Text Box 2" o:spid="_x0000_s1161" type="#_x0000_t202" style="position:absolute;left:18002;top:7525;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ZpwQAAANsAAAAPAAAAZHJzL2Rvd25yZXYueG1sRI9Ba8JA&#10;FITvBf/D8gRvdWPAUlJXEa3gwUtten9kn9lg9m3Ivpr4712h0OMwM98wq83oW3WjPjaBDSzmGSji&#10;KtiGawPl9+H1HVQUZIttYDJwpwib9eRlhYUNA3/R7Sy1ShCOBRpwIl2hdawceYzz0BEn7xJ6j5Jk&#10;X2vb45DgvtV5lr1pjw2nBYcd7RxV1/OvNyBit4t7+enj8Wc87QeXVUssjZlNx+0HKKFR/sN/7aM1&#10;kOfw/JJ+gF4/AAAA//8DAFBLAQItABQABgAIAAAAIQDb4fbL7gAAAIUBAAATAAAAAAAAAAAAAAAA&#10;AAAAAABbQ29udGVudF9UeXBlc10ueG1sUEsBAi0AFAAGAAgAAAAhAFr0LFu/AAAAFQEAAAsAAAAA&#10;AAAAAAAAAAAAHwEAAF9yZWxzLy5yZWxzUEsBAi0AFAAGAAgAAAAhAJtxlmnBAAAA2wAAAA8AAAAA&#10;AAAAAAAAAAAABwIAAGRycy9kb3ducmV2LnhtbFBLBQYAAAAAAwADALcAAAD1AgAAAAA=&#10;" filled="f" stroked="f">
                  <v:textbox style="mso-fit-shape-to-text:t">
                    <w:txbxContent>
                      <w:p w:rsidR="0034536E" w:rsidRDefault="0034536E" w:rsidP="0031127E">
                        <w:pPr>
                          <w:pStyle w:val="NormalWeb"/>
                          <w:spacing w:line="240" w:lineRule="exact"/>
                        </w:pPr>
                        <w:r>
                          <w:rPr>
                            <w:rFonts w:eastAsia="Calibri"/>
                            <w:sz w:val="20"/>
                            <w:szCs w:val="20"/>
                            <w:lang w:val="en-GB"/>
                          </w:rPr>
                          <w:t>C</w:t>
                        </w:r>
                        <w:r>
                          <w:rPr>
                            <w:rFonts w:eastAsia="Calibri"/>
                            <w:color w:val="000000"/>
                            <w:sz w:val="20"/>
                            <w:szCs w:val="20"/>
                            <w:lang w:val="en-GB"/>
                          </w:rPr>
                          <w:t xml:space="preserve">  </w:t>
                        </w:r>
                      </w:p>
                    </w:txbxContent>
                  </v:textbox>
                </v:shape>
                <v:shape id="Text Box 2" o:spid="_x0000_s1162" type="#_x0000_t202" style="position:absolute;left:285;top:285;width:17717;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34536E" w:rsidRDefault="0034536E" w:rsidP="0031127E">
                        <w:pPr>
                          <w:pStyle w:val="NormalWeb"/>
                          <w:spacing w:line="240" w:lineRule="exact"/>
                        </w:pPr>
                        <w:r>
                          <w:rPr>
                            <w:rFonts w:eastAsia="Calibri"/>
                            <w:color w:val="000000"/>
                            <w:sz w:val="20"/>
                            <w:szCs w:val="20"/>
                            <w:lang w:val="en-GB"/>
                          </w:rPr>
                          <w:t xml:space="preserve">Reference lug contact plane </w:t>
                        </w:r>
                        <w:r w:rsidRPr="001D374A">
                          <w:rPr>
                            <w:rFonts w:eastAsia="Calibri"/>
                            <w:color w:val="000000"/>
                            <w:sz w:val="20"/>
                            <w:szCs w:val="20"/>
                            <w:vertAlign w:val="superscript"/>
                            <w:lang w:val="en-GB"/>
                          </w:rPr>
                          <w:t>9</w:t>
                        </w:r>
                      </w:p>
                    </w:txbxContent>
                  </v:textbox>
                </v:shape>
                <v:shape id="Text Box 2" o:spid="_x0000_s1163" type="#_x0000_t202" style="position:absolute;left:34576;top:3524;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KuGwgAAANsAAAAPAAAAZHJzL2Rvd25yZXYueG1sRI9Pa8JA&#10;FMTvBb/D8gq91Y3S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B71KuGwgAAANsAAAAPAAAA&#10;AAAAAAAAAAAAAAcCAABkcnMvZG93bnJldi54bWxQSwUGAAAAAAMAAwC3AAAA9gIAAAAA&#10;" filled="f" stroked="f">
                  <v:textbox style="mso-fit-shape-to-text:t">
                    <w:txbxContent>
                      <w:p w:rsidR="0034536E" w:rsidRDefault="0034536E" w:rsidP="0031127E">
                        <w:pPr>
                          <w:pStyle w:val="NormalWeb"/>
                          <w:spacing w:line="240" w:lineRule="exact"/>
                        </w:pPr>
                        <w:r>
                          <w:rPr>
                            <w:sz w:val="20"/>
                            <w:szCs w:val="20"/>
                            <w:lang w:val="en-GB"/>
                          </w:rPr>
                          <w:t>e</w:t>
                        </w:r>
                        <w:r>
                          <w:rPr>
                            <w:rFonts w:eastAsia="Calibri"/>
                            <w:color w:val="000000"/>
                            <w:sz w:val="20"/>
                            <w:szCs w:val="20"/>
                            <w:lang w:val="en-GB"/>
                          </w:rPr>
                          <w:t xml:space="preserve">  </w:t>
                        </w:r>
                      </w:p>
                    </w:txbxContent>
                  </v:textbox>
                </v:shape>
                <w10:anchorlock/>
              </v:group>
            </w:pict>
          </mc:Fallback>
        </mc:AlternateContent>
      </w:r>
    </w:p>
    <w:p w:rsidR="000960D4" w:rsidRPr="00A63548" w:rsidRDefault="000960D4" w:rsidP="00342D3C">
      <w:pPr>
        <w:widowControl w:val="0"/>
        <w:ind w:right="787"/>
        <w:rPr>
          <w:spacing w:val="-1"/>
          <w:sz w:val="18"/>
          <w:szCs w:val="22"/>
        </w:rPr>
      </w:pPr>
    </w:p>
    <w:p w:rsidR="000960D4" w:rsidRPr="00A63548" w:rsidRDefault="000960D4" w:rsidP="000960D4">
      <w:pPr>
        <w:widowControl w:val="0"/>
        <w:ind w:left="161" w:right="787"/>
        <w:rPr>
          <w:szCs w:val="22"/>
        </w:rPr>
      </w:pPr>
      <w:r w:rsidRPr="00A63548">
        <w:rPr>
          <w:spacing w:val="-1"/>
          <w:szCs w:val="22"/>
        </w:rPr>
        <w:t>The light</w:t>
      </w:r>
      <w:r w:rsidRPr="00A63548">
        <w:rPr>
          <w:szCs w:val="22"/>
        </w:rPr>
        <w:t xml:space="preserve"> </w:t>
      </w:r>
      <w:r w:rsidRPr="00A63548">
        <w:rPr>
          <w:spacing w:val="-1"/>
          <w:szCs w:val="22"/>
        </w:rPr>
        <w:t>pattern</w:t>
      </w:r>
      <w:r w:rsidRPr="00A63548">
        <w:rPr>
          <w:szCs w:val="22"/>
        </w:rPr>
        <w:t xml:space="preserve"> </w:t>
      </w:r>
      <w:r w:rsidRPr="00A63548">
        <w:rPr>
          <w:spacing w:val="-1"/>
          <w:szCs w:val="22"/>
        </w:rPr>
        <w:t>as</w:t>
      </w:r>
      <w:r w:rsidRPr="00A63548">
        <w:rPr>
          <w:szCs w:val="22"/>
        </w:rPr>
        <w:t xml:space="preserve"> described in </w:t>
      </w:r>
      <w:r w:rsidRPr="00A63548">
        <w:rPr>
          <w:spacing w:val="-1"/>
          <w:szCs w:val="22"/>
        </w:rPr>
        <w:t>Table 4</w:t>
      </w:r>
      <w:r w:rsidRPr="00A63548">
        <w:rPr>
          <w:szCs w:val="22"/>
        </w:rPr>
        <w:t xml:space="preserve"> </w:t>
      </w:r>
      <w:r w:rsidRPr="00A63548">
        <w:rPr>
          <w:spacing w:val="-1"/>
          <w:szCs w:val="22"/>
        </w:rPr>
        <w:t>shall</w:t>
      </w:r>
      <w:r w:rsidRPr="00A63548">
        <w:rPr>
          <w:szCs w:val="22"/>
        </w:rPr>
        <w:t xml:space="preserve"> be</w:t>
      </w:r>
      <w:r w:rsidRPr="00A63548">
        <w:rPr>
          <w:spacing w:val="-1"/>
          <w:szCs w:val="22"/>
        </w:rPr>
        <w:t xml:space="preserve"> </w:t>
      </w:r>
      <w:r w:rsidRPr="00A63548">
        <w:rPr>
          <w:szCs w:val="22"/>
        </w:rPr>
        <w:t>substantially</w:t>
      </w:r>
      <w:r w:rsidRPr="00A63548">
        <w:rPr>
          <w:spacing w:val="-5"/>
          <w:szCs w:val="22"/>
        </w:rPr>
        <w:t xml:space="preserve"> </w:t>
      </w:r>
      <w:r w:rsidRPr="00A63548">
        <w:rPr>
          <w:spacing w:val="-1"/>
          <w:szCs w:val="22"/>
        </w:rPr>
        <w:t>uniform,</w:t>
      </w:r>
      <w:r w:rsidRPr="00A63548">
        <w:rPr>
          <w:szCs w:val="22"/>
        </w:rPr>
        <w:t xml:space="preserve"> </w:t>
      </w:r>
      <w:r w:rsidRPr="00A63548">
        <w:rPr>
          <w:spacing w:val="-1"/>
          <w:szCs w:val="22"/>
        </w:rPr>
        <w:t>i.e.</w:t>
      </w:r>
      <w:r w:rsidRPr="00A63548">
        <w:rPr>
          <w:spacing w:val="2"/>
          <w:szCs w:val="22"/>
        </w:rPr>
        <w:t xml:space="preserve"> </w:t>
      </w:r>
      <w:r w:rsidRPr="00A63548">
        <w:rPr>
          <w:szCs w:val="22"/>
        </w:rPr>
        <w:t xml:space="preserve">in </w:t>
      </w:r>
      <w:r w:rsidRPr="00A63548">
        <w:rPr>
          <w:spacing w:val="-1"/>
          <w:szCs w:val="22"/>
        </w:rPr>
        <w:t>between</w:t>
      </w:r>
      <w:r w:rsidRPr="00A63548">
        <w:rPr>
          <w:szCs w:val="22"/>
        </w:rPr>
        <w:t xml:space="preserve"> </w:t>
      </w:r>
      <w:r w:rsidRPr="00A63548">
        <w:rPr>
          <w:spacing w:val="-1"/>
          <w:szCs w:val="22"/>
        </w:rPr>
        <w:t>two</w:t>
      </w:r>
      <w:r w:rsidRPr="00A63548">
        <w:rPr>
          <w:spacing w:val="69"/>
          <w:szCs w:val="22"/>
        </w:rPr>
        <w:t xml:space="preserve"> </w:t>
      </w:r>
      <w:r w:rsidRPr="00A63548">
        <w:rPr>
          <w:spacing w:val="-1"/>
          <w:szCs w:val="22"/>
        </w:rPr>
        <w:t>adjacent</w:t>
      </w:r>
      <w:r w:rsidRPr="00A63548">
        <w:rPr>
          <w:spacing w:val="2"/>
          <w:szCs w:val="22"/>
        </w:rPr>
        <w:t xml:space="preserve"> </w:t>
      </w:r>
      <w:r w:rsidRPr="00A63548">
        <w:rPr>
          <w:spacing w:val="-1"/>
          <w:szCs w:val="22"/>
        </w:rPr>
        <w:t>grid</w:t>
      </w:r>
      <w:r w:rsidRPr="00A63548">
        <w:rPr>
          <w:szCs w:val="22"/>
        </w:rPr>
        <w:t xml:space="preserve"> </w:t>
      </w:r>
      <w:r w:rsidRPr="00A63548">
        <w:rPr>
          <w:spacing w:val="-1"/>
          <w:szCs w:val="22"/>
        </w:rPr>
        <w:t>points</w:t>
      </w:r>
      <w:r w:rsidRPr="00A63548">
        <w:rPr>
          <w:szCs w:val="22"/>
        </w:rPr>
        <w:t xml:space="preserve"> the</w:t>
      </w:r>
      <w:r w:rsidRPr="00A63548">
        <w:rPr>
          <w:spacing w:val="-2"/>
          <w:szCs w:val="22"/>
        </w:rPr>
        <w:t xml:space="preserve"> </w:t>
      </w:r>
      <w:r w:rsidRPr="00A63548">
        <w:rPr>
          <w:spacing w:val="-1"/>
          <w:szCs w:val="22"/>
        </w:rPr>
        <w:t>relative</w:t>
      </w:r>
      <w:r w:rsidRPr="00A63548">
        <w:rPr>
          <w:spacing w:val="-2"/>
          <w:szCs w:val="22"/>
        </w:rPr>
        <w:t xml:space="preserve"> </w:t>
      </w:r>
      <w:r w:rsidRPr="00A63548">
        <w:rPr>
          <w:szCs w:val="22"/>
        </w:rPr>
        <w:t>luminous</w:t>
      </w:r>
      <w:r w:rsidRPr="00A63548">
        <w:rPr>
          <w:spacing w:val="-2"/>
          <w:szCs w:val="22"/>
        </w:rPr>
        <w:t xml:space="preserve"> </w:t>
      </w:r>
      <w:r w:rsidRPr="00A63548">
        <w:rPr>
          <w:spacing w:val="-1"/>
          <w:szCs w:val="22"/>
        </w:rPr>
        <w:t>intensity</w:t>
      </w:r>
      <w:r w:rsidRPr="00A63548">
        <w:rPr>
          <w:spacing w:val="-3"/>
          <w:szCs w:val="22"/>
        </w:rPr>
        <w:t xml:space="preserve"> </w:t>
      </w:r>
      <w:r w:rsidRPr="00A63548">
        <w:rPr>
          <w:spacing w:val="-1"/>
          <w:szCs w:val="22"/>
        </w:rPr>
        <w:t>requirement</w:t>
      </w:r>
      <w:r w:rsidRPr="00A63548">
        <w:rPr>
          <w:szCs w:val="22"/>
        </w:rPr>
        <w:t xml:space="preserve"> is </w:t>
      </w:r>
      <w:r w:rsidRPr="00A63548">
        <w:rPr>
          <w:spacing w:val="-1"/>
          <w:szCs w:val="22"/>
        </w:rPr>
        <w:t>calculated</w:t>
      </w:r>
      <w:r w:rsidRPr="00A63548">
        <w:rPr>
          <w:szCs w:val="22"/>
        </w:rPr>
        <w:t xml:space="preserve"> by</w:t>
      </w:r>
      <w:r w:rsidRPr="00A63548">
        <w:rPr>
          <w:spacing w:val="-5"/>
          <w:szCs w:val="22"/>
        </w:rPr>
        <w:t xml:space="preserve"> </w:t>
      </w:r>
      <w:r w:rsidRPr="00A63548">
        <w:rPr>
          <w:spacing w:val="-1"/>
          <w:szCs w:val="22"/>
        </w:rPr>
        <w:t>linear</w:t>
      </w:r>
      <w:r w:rsidRPr="00A63548">
        <w:rPr>
          <w:spacing w:val="87"/>
          <w:szCs w:val="22"/>
        </w:rPr>
        <w:t xml:space="preserve"> </w:t>
      </w:r>
      <w:r w:rsidRPr="00A63548">
        <w:rPr>
          <w:spacing w:val="-1"/>
          <w:szCs w:val="22"/>
        </w:rPr>
        <w:t>interpolation</w:t>
      </w:r>
      <w:r w:rsidRPr="00A63548">
        <w:rPr>
          <w:szCs w:val="22"/>
        </w:rPr>
        <w:t xml:space="preserve"> using</w:t>
      </w:r>
      <w:r w:rsidRPr="00A63548">
        <w:rPr>
          <w:spacing w:val="-3"/>
          <w:szCs w:val="22"/>
        </w:rPr>
        <w:t xml:space="preserve"> </w:t>
      </w:r>
      <w:r w:rsidRPr="00A63548">
        <w:rPr>
          <w:szCs w:val="22"/>
        </w:rPr>
        <w:t>the</w:t>
      </w:r>
      <w:r w:rsidRPr="00A63548">
        <w:rPr>
          <w:spacing w:val="-1"/>
          <w:szCs w:val="22"/>
        </w:rPr>
        <w:t xml:space="preserve"> </w:t>
      </w:r>
      <w:r w:rsidRPr="00A63548">
        <w:rPr>
          <w:szCs w:val="22"/>
        </w:rPr>
        <w:t xml:space="preserve">two </w:t>
      </w:r>
      <w:r w:rsidRPr="00A63548">
        <w:rPr>
          <w:spacing w:val="-1"/>
          <w:szCs w:val="22"/>
        </w:rPr>
        <w:t>adjacent</w:t>
      </w:r>
      <w:r w:rsidRPr="00A63548">
        <w:rPr>
          <w:szCs w:val="22"/>
        </w:rPr>
        <w:t xml:space="preserve"> </w:t>
      </w:r>
      <w:r w:rsidRPr="00A63548">
        <w:rPr>
          <w:spacing w:val="-1"/>
          <w:szCs w:val="22"/>
        </w:rPr>
        <w:t>grid</w:t>
      </w:r>
      <w:r w:rsidRPr="00A63548">
        <w:rPr>
          <w:szCs w:val="22"/>
        </w:rPr>
        <w:t xml:space="preserve"> points.</w:t>
      </w:r>
      <w:r w:rsidRPr="00A63548">
        <w:rPr>
          <w:spacing w:val="2"/>
          <w:szCs w:val="22"/>
        </w:rPr>
        <w:t xml:space="preserve"> </w:t>
      </w:r>
      <w:r w:rsidRPr="00A63548">
        <w:rPr>
          <w:spacing w:val="-2"/>
          <w:szCs w:val="22"/>
        </w:rPr>
        <w:t>In</w:t>
      </w:r>
      <w:r w:rsidRPr="00A63548">
        <w:rPr>
          <w:szCs w:val="22"/>
        </w:rPr>
        <w:t xml:space="preserve"> </w:t>
      </w:r>
      <w:r w:rsidRPr="00A63548">
        <w:rPr>
          <w:spacing w:val="-1"/>
          <w:szCs w:val="22"/>
        </w:rPr>
        <w:t xml:space="preserve">case </w:t>
      </w:r>
      <w:r w:rsidRPr="00A63548">
        <w:rPr>
          <w:szCs w:val="22"/>
        </w:rPr>
        <w:t>of</w:t>
      </w:r>
      <w:r w:rsidRPr="00A63548">
        <w:rPr>
          <w:spacing w:val="-1"/>
          <w:szCs w:val="22"/>
        </w:rPr>
        <w:t xml:space="preserve"> </w:t>
      </w:r>
      <w:r w:rsidRPr="00A63548">
        <w:rPr>
          <w:szCs w:val="22"/>
        </w:rPr>
        <w:t xml:space="preserve">doubt this </w:t>
      </w:r>
      <w:r w:rsidRPr="00A63548">
        <w:rPr>
          <w:spacing w:val="1"/>
          <w:szCs w:val="22"/>
        </w:rPr>
        <w:t>may</w:t>
      </w:r>
      <w:r w:rsidRPr="00A63548">
        <w:rPr>
          <w:spacing w:val="-3"/>
          <w:szCs w:val="22"/>
        </w:rPr>
        <w:t xml:space="preserve"> </w:t>
      </w:r>
      <w:r w:rsidRPr="00A63548">
        <w:rPr>
          <w:szCs w:val="22"/>
        </w:rPr>
        <w:t>be</w:t>
      </w:r>
      <w:r w:rsidRPr="00A63548">
        <w:rPr>
          <w:spacing w:val="-1"/>
          <w:szCs w:val="22"/>
        </w:rPr>
        <w:t xml:space="preserve"> checked</w:t>
      </w:r>
      <w:r w:rsidRPr="00A63548">
        <w:rPr>
          <w:szCs w:val="22"/>
        </w:rPr>
        <w:t xml:space="preserve"> in</w:t>
      </w:r>
      <w:r w:rsidRPr="00A63548">
        <w:rPr>
          <w:spacing w:val="55"/>
          <w:szCs w:val="22"/>
        </w:rPr>
        <w:t xml:space="preserve"> </w:t>
      </w:r>
      <w:r w:rsidRPr="00A63548">
        <w:rPr>
          <w:spacing w:val="-1"/>
          <w:szCs w:val="22"/>
        </w:rPr>
        <w:t>addition</w:t>
      </w:r>
      <w:r w:rsidRPr="00A63548">
        <w:rPr>
          <w:szCs w:val="22"/>
        </w:rPr>
        <w:t xml:space="preserve"> to </w:t>
      </w:r>
      <w:r w:rsidRPr="00A63548">
        <w:rPr>
          <w:spacing w:val="-1"/>
          <w:szCs w:val="22"/>
        </w:rPr>
        <w:t>verification</w:t>
      </w:r>
      <w:r w:rsidRPr="00A63548">
        <w:rPr>
          <w:szCs w:val="22"/>
        </w:rPr>
        <w:t xml:space="preserve"> of</w:t>
      </w:r>
      <w:r w:rsidRPr="00A63548">
        <w:rPr>
          <w:spacing w:val="-1"/>
          <w:szCs w:val="22"/>
        </w:rPr>
        <w:t xml:space="preserve"> </w:t>
      </w:r>
      <w:r w:rsidRPr="00A63548">
        <w:rPr>
          <w:szCs w:val="22"/>
        </w:rPr>
        <w:t>the</w:t>
      </w:r>
      <w:r w:rsidRPr="00A63548">
        <w:rPr>
          <w:spacing w:val="-1"/>
          <w:szCs w:val="22"/>
        </w:rPr>
        <w:t xml:space="preserve"> grid</w:t>
      </w:r>
      <w:r w:rsidRPr="00A63548">
        <w:rPr>
          <w:szCs w:val="22"/>
        </w:rPr>
        <w:t xml:space="preserve"> points </w:t>
      </w:r>
      <w:r w:rsidRPr="00A63548">
        <w:rPr>
          <w:spacing w:val="-1"/>
          <w:szCs w:val="22"/>
        </w:rPr>
        <w:t>given</w:t>
      </w:r>
      <w:r w:rsidRPr="00A63548">
        <w:rPr>
          <w:szCs w:val="22"/>
        </w:rPr>
        <w:t xml:space="preserve"> in</w:t>
      </w:r>
      <w:r w:rsidRPr="00A63548">
        <w:rPr>
          <w:spacing w:val="2"/>
          <w:szCs w:val="22"/>
        </w:rPr>
        <w:t xml:space="preserve"> </w:t>
      </w:r>
      <w:r w:rsidRPr="00A63548">
        <w:rPr>
          <w:spacing w:val="-1"/>
          <w:szCs w:val="22"/>
        </w:rPr>
        <w:t xml:space="preserve">table </w:t>
      </w:r>
      <w:r w:rsidRPr="00A63548">
        <w:rPr>
          <w:szCs w:val="22"/>
        </w:rPr>
        <w:t>4.</w:t>
      </w:r>
    </w:p>
    <w:p w:rsidR="000960D4" w:rsidRPr="00A63548" w:rsidRDefault="000960D4" w:rsidP="000960D4">
      <w:pPr>
        <w:widowControl w:val="0"/>
        <w:tabs>
          <w:tab w:val="left" w:pos="8966"/>
        </w:tabs>
        <w:spacing w:line="204" w:lineRule="exact"/>
        <w:rPr>
          <w:rFonts w:eastAsia="Calibri"/>
          <w:color w:val="1B1B1B"/>
          <w:spacing w:val="-1"/>
          <w:sz w:val="22"/>
        </w:rPr>
      </w:pPr>
      <w:r w:rsidRPr="00A63548">
        <w:rPr>
          <w:rFonts w:eastAsia="Calibri"/>
          <w:color w:val="1B1B1B"/>
          <w:spacing w:val="-1"/>
          <w:sz w:val="22"/>
        </w:rPr>
        <w:tab/>
      </w:r>
    </w:p>
    <w:p w:rsidR="000960D4" w:rsidRPr="00A63548" w:rsidRDefault="000960D4" w:rsidP="000960D4">
      <w:pPr>
        <w:widowControl w:val="0"/>
        <w:spacing w:before="69"/>
        <w:ind w:left="161" w:right="452"/>
      </w:pPr>
      <w:r w:rsidRPr="00A63548">
        <w:rPr>
          <w:spacing w:val="-1"/>
        </w:rPr>
        <w:t>Table 3</w:t>
      </w:r>
    </w:p>
    <w:p w:rsidR="000960D4" w:rsidRDefault="000960D4" w:rsidP="003F5427">
      <w:pPr>
        <w:widowControl w:val="0"/>
        <w:ind w:left="159" w:right="454"/>
        <w:rPr>
          <w:b/>
        </w:rPr>
      </w:pPr>
      <w:r w:rsidRPr="00A63548">
        <w:rPr>
          <w:b/>
          <w:spacing w:val="-1"/>
        </w:rPr>
        <w:t>Test</w:t>
      </w:r>
      <w:r w:rsidRPr="00A63548">
        <w:rPr>
          <w:b/>
        </w:rPr>
        <w:t xml:space="preserve"> point values of</w:t>
      </w:r>
      <w:r w:rsidRPr="00A63548">
        <w:rPr>
          <w:b/>
          <w:spacing w:val="-1"/>
        </w:rPr>
        <w:t xml:space="preserve"> normalized</w:t>
      </w:r>
      <w:r w:rsidRPr="00A63548">
        <w:rPr>
          <w:b/>
        </w:rPr>
        <w:t xml:space="preserve"> </w:t>
      </w:r>
      <w:r w:rsidRPr="00A63548">
        <w:rPr>
          <w:b/>
          <w:spacing w:val="-1"/>
        </w:rPr>
        <w:t>intensities</w:t>
      </w:r>
      <w:r w:rsidRPr="00A63548">
        <w:rPr>
          <w:b/>
        </w:rPr>
        <w:t xml:space="preserve"> of</w:t>
      </w:r>
      <w:r w:rsidRPr="00A63548">
        <w:rPr>
          <w:b/>
          <w:spacing w:val="-1"/>
        </w:rPr>
        <w:t xml:space="preserve"> normal</w:t>
      </w:r>
      <w:r w:rsidRPr="00A63548">
        <w:rPr>
          <w:b/>
        </w:rPr>
        <w:t xml:space="preserve"> </w:t>
      </w:r>
      <w:r w:rsidRPr="00A63548">
        <w:rPr>
          <w:b/>
          <w:spacing w:val="-1"/>
        </w:rPr>
        <w:t>production</w:t>
      </w:r>
      <w:r w:rsidRPr="00A63548">
        <w:rPr>
          <w:b/>
        </w:rPr>
        <w:t xml:space="preserve"> and </w:t>
      </w:r>
      <w:r w:rsidRPr="00A63548">
        <w:rPr>
          <w:b/>
          <w:spacing w:val="-1"/>
        </w:rPr>
        <w:t>standard</w:t>
      </w:r>
      <w:r w:rsidRPr="00A63548">
        <w:rPr>
          <w:b/>
        </w:rPr>
        <w:t xml:space="preserve"> </w:t>
      </w:r>
      <w:r w:rsidRPr="00A63548">
        <w:rPr>
          <w:b/>
          <w:spacing w:val="-1"/>
        </w:rPr>
        <w:t>lamps,</w:t>
      </w:r>
      <w:r w:rsidRPr="00A63548">
        <w:rPr>
          <w:b/>
          <w:spacing w:val="93"/>
        </w:rPr>
        <w:t xml:space="preserve"> </w:t>
      </w:r>
      <w:r w:rsidRPr="00A63548">
        <w:rPr>
          <w:b/>
        </w:rPr>
        <w:t>respectively</w:t>
      </w:r>
    </w:p>
    <w:p w:rsidR="00342D3C" w:rsidRPr="00A63548" w:rsidRDefault="00342D3C" w:rsidP="003F5427">
      <w:pPr>
        <w:widowControl w:val="0"/>
        <w:ind w:left="159" w:right="454"/>
        <w:rPr>
          <w:b/>
        </w:rPr>
      </w:pPr>
    </w:p>
    <w:tbl>
      <w:tblPr>
        <w:tblStyle w:val="TableGrid40"/>
        <w:tblW w:w="5665" w:type="dxa"/>
        <w:jc w:val="center"/>
        <w:tblCellMar>
          <w:left w:w="57" w:type="dxa"/>
          <w:right w:w="57" w:type="dxa"/>
        </w:tblCellMar>
        <w:tblLook w:val="04A0" w:firstRow="1" w:lastRow="0" w:firstColumn="1" w:lastColumn="0" w:noHBand="0" w:noVBand="1"/>
      </w:tblPr>
      <w:tblGrid>
        <w:gridCol w:w="704"/>
        <w:gridCol w:w="2410"/>
        <w:gridCol w:w="2551"/>
      </w:tblGrid>
      <w:tr w:rsidR="00342D3C" w:rsidRPr="00E15E3D" w:rsidTr="009F73FA">
        <w:trPr>
          <w:trHeight w:val="818"/>
          <w:jc w:val="center"/>
        </w:trPr>
        <w:tc>
          <w:tcPr>
            <w:tcW w:w="0" w:type="auto"/>
            <w:tcBorders>
              <w:bottom w:val="single" w:sz="4" w:space="0" w:color="auto"/>
            </w:tcBorders>
          </w:tcPr>
          <w:p w:rsidR="00342D3C" w:rsidRPr="00E15E3D" w:rsidRDefault="00342D3C" w:rsidP="009F73FA">
            <w:pPr>
              <w:jc w:val="center"/>
              <w:rPr>
                <w:rFonts w:ascii="Times New Roman" w:eastAsia="Calibri" w:hAnsi="Times New Roman" w:cs="Times New Roman"/>
                <w:i/>
                <w:sz w:val="16"/>
                <w:szCs w:val="16"/>
              </w:rPr>
            </w:pPr>
          </w:p>
        </w:tc>
        <w:tc>
          <w:tcPr>
            <w:tcW w:w="4961" w:type="dxa"/>
            <w:gridSpan w:val="2"/>
          </w:tcPr>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LED Light sources of</w:t>
            </w:r>
          </w:p>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normal production and</w:t>
            </w:r>
          </w:p>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Standard LED light sources</w:t>
            </w:r>
          </w:p>
        </w:tc>
      </w:tr>
      <w:tr w:rsidR="00342D3C" w:rsidRPr="00E15E3D" w:rsidTr="009F73FA">
        <w:trPr>
          <w:trHeight w:val="534"/>
          <w:jc w:val="center"/>
        </w:trPr>
        <w:tc>
          <w:tcPr>
            <w:tcW w:w="0" w:type="auto"/>
            <w:vMerge w:val="restart"/>
            <w:tcBorders>
              <w:bottom w:val="single" w:sz="12" w:space="0" w:color="auto"/>
            </w:tcBorders>
          </w:tcPr>
          <w:p w:rsidR="00342D3C" w:rsidRPr="00E15E3D" w:rsidRDefault="00342D3C" w:rsidP="009F73FA">
            <w:pPr>
              <w:rPr>
                <w:rFonts w:ascii="Times New Roman" w:eastAsia="Calibri" w:hAnsi="Times New Roman" w:cs="Times New Roman"/>
                <w:bCs/>
                <w:i/>
                <w:w w:val="95"/>
                <w:sz w:val="16"/>
                <w:szCs w:val="16"/>
              </w:rPr>
            </w:pPr>
          </w:p>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 xml:space="preserve">Angle </w:t>
            </w:r>
            <w:r w:rsidRPr="00E15E3D">
              <w:rPr>
                <w:rFonts w:ascii="Times New Roman" w:eastAsia="Calibri" w:hAnsi="Times New Roman" w:cs="Times New Roman"/>
                <w:bCs/>
                <w:i/>
                <w:w w:val="95"/>
                <w:sz w:val="16"/>
                <w:szCs w:val="16"/>
              </w:rPr>
              <w:t>γ</w:t>
            </w:r>
          </w:p>
          <w:p w:rsidR="00342D3C" w:rsidRPr="00E15E3D" w:rsidRDefault="00342D3C" w:rsidP="009F73FA">
            <w:pPr>
              <w:spacing w:line="240" w:lineRule="exact"/>
              <w:jc w:val="center"/>
              <w:rPr>
                <w:rFonts w:ascii="Times New Roman" w:eastAsia="Calibri" w:hAnsi="Times New Roman" w:cs="Times New Roman"/>
                <w:i/>
                <w:sz w:val="16"/>
                <w:szCs w:val="16"/>
              </w:rPr>
            </w:pPr>
          </w:p>
        </w:tc>
        <w:tc>
          <w:tcPr>
            <w:tcW w:w="2410" w:type="dxa"/>
            <w:tcBorders>
              <w:bottom w:val="single" w:sz="4" w:space="0" w:color="auto"/>
            </w:tcBorders>
          </w:tcPr>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Minimum Intensity</w:t>
            </w:r>
          </w:p>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in cd/1000</w:t>
            </w:r>
            <w:r>
              <w:rPr>
                <w:rFonts w:ascii="Times New Roman" w:eastAsia="Calibri" w:hAnsi="Times New Roman" w:cs="Times New Roman"/>
                <w:i/>
                <w:sz w:val="16"/>
                <w:szCs w:val="16"/>
              </w:rPr>
              <w:t xml:space="preserve"> </w:t>
            </w:r>
            <w:r w:rsidRPr="00E15E3D">
              <w:rPr>
                <w:rFonts w:ascii="Times New Roman" w:eastAsia="Calibri" w:hAnsi="Times New Roman" w:cs="Times New Roman"/>
                <w:i/>
                <w:sz w:val="16"/>
                <w:szCs w:val="16"/>
              </w:rPr>
              <w:t>lm</w:t>
            </w:r>
          </w:p>
        </w:tc>
        <w:tc>
          <w:tcPr>
            <w:tcW w:w="2551" w:type="dxa"/>
            <w:tcBorders>
              <w:bottom w:val="single" w:sz="4" w:space="0" w:color="auto"/>
            </w:tcBorders>
          </w:tcPr>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Maximum intensity</w:t>
            </w:r>
          </w:p>
          <w:p w:rsidR="00342D3C" w:rsidRPr="00E15E3D" w:rsidRDefault="00342D3C" w:rsidP="009F73FA">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in cd/1000</w:t>
            </w:r>
            <w:r>
              <w:rPr>
                <w:rFonts w:ascii="Times New Roman" w:eastAsia="Calibri" w:hAnsi="Times New Roman" w:cs="Times New Roman"/>
                <w:i/>
                <w:sz w:val="16"/>
                <w:szCs w:val="16"/>
              </w:rPr>
              <w:t xml:space="preserve"> </w:t>
            </w:r>
            <w:r w:rsidRPr="00E15E3D">
              <w:rPr>
                <w:rFonts w:ascii="Times New Roman" w:eastAsia="Calibri" w:hAnsi="Times New Roman" w:cs="Times New Roman"/>
                <w:i/>
                <w:sz w:val="16"/>
                <w:szCs w:val="16"/>
              </w:rPr>
              <w:t>lm</w:t>
            </w:r>
          </w:p>
        </w:tc>
      </w:tr>
      <w:tr w:rsidR="00342D3C" w:rsidRPr="00E15E3D" w:rsidTr="009F73FA">
        <w:trPr>
          <w:trHeight w:val="284"/>
          <w:jc w:val="center"/>
        </w:trPr>
        <w:tc>
          <w:tcPr>
            <w:tcW w:w="0" w:type="auto"/>
            <w:vMerge/>
            <w:tcBorders>
              <w:bottom w:val="single" w:sz="12" w:space="0" w:color="auto"/>
            </w:tcBorders>
          </w:tcPr>
          <w:p w:rsidR="00342D3C" w:rsidRPr="00E15E3D" w:rsidRDefault="00342D3C" w:rsidP="009F73FA">
            <w:pPr>
              <w:spacing w:line="240" w:lineRule="exact"/>
              <w:jc w:val="center"/>
              <w:rPr>
                <w:rFonts w:ascii="Times New Roman" w:eastAsia="Calibri" w:hAnsi="Times New Roman" w:cs="Times New Roman"/>
                <w:i/>
                <w:sz w:val="16"/>
                <w:szCs w:val="16"/>
              </w:rPr>
            </w:pPr>
          </w:p>
        </w:tc>
        <w:tc>
          <w:tcPr>
            <w:tcW w:w="2410" w:type="dxa"/>
            <w:tcBorders>
              <w:bottom w:val="single" w:sz="12" w:space="0" w:color="auto"/>
            </w:tcBorders>
          </w:tcPr>
          <w:p w:rsidR="00342D3C" w:rsidRPr="00E15E3D" w:rsidRDefault="00342D3C" w:rsidP="009F73FA">
            <w:pPr>
              <w:ind w:right="-4"/>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C0° / C90° / C180° / C270°</w:t>
            </w:r>
          </w:p>
        </w:tc>
        <w:tc>
          <w:tcPr>
            <w:tcW w:w="2551" w:type="dxa"/>
            <w:tcBorders>
              <w:bottom w:val="single" w:sz="12" w:space="0" w:color="auto"/>
            </w:tcBorders>
          </w:tcPr>
          <w:p w:rsidR="00342D3C" w:rsidRPr="00E15E3D" w:rsidRDefault="00342D3C" w:rsidP="009F73FA">
            <w:pPr>
              <w:ind w:right="-4"/>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C0° / C90° / C180° / C270°</w:t>
            </w:r>
          </w:p>
        </w:tc>
      </w:tr>
      <w:tr w:rsidR="00342D3C" w:rsidRPr="00E15E3D" w:rsidTr="009F73FA">
        <w:trPr>
          <w:trHeight w:val="284"/>
          <w:jc w:val="center"/>
        </w:trPr>
        <w:tc>
          <w:tcPr>
            <w:tcW w:w="0" w:type="auto"/>
            <w:tcBorders>
              <w:top w:val="single" w:sz="12" w:space="0" w:color="auto"/>
            </w:tcBorders>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0°</w:t>
            </w:r>
          </w:p>
        </w:tc>
        <w:tc>
          <w:tcPr>
            <w:tcW w:w="2410" w:type="dxa"/>
            <w:tcBorders>
              <w:top w:val="single" w:sz="12" w:space="0" w:color="auto"/>
            </w:tcBorders>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266</w:t>
            </w:r>
          </w:p>
        </w:tc>
        <w:tc>
          <w:tcPr>
            <w:tcW w:w="2551" w:type="dxa"/>
            <w:tcBorders>
              <w:top w:val="single" w:sz="12" w:space="0" w:color="auto"/>
            </w:tcBorders>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389</w:t>
            </w:r>
          </w:p>
        </w:tc>
      </w:tr>
      <w:tr w:rsidR="00342D3C" w:rsidRPr="00E15E3D" w:rsidTr="009F73FA">
        <w:trPr>
          <w:trHeight w:val="284"/>
          <w:jc w:val="center"/>
        </w:trPr>
        <w:tc>
          <w:tcPr>
            <w:tcW w:w="0" w:type="auto"/>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15°</w:t>
            </w:r>
          </w:p>
        </w:tc>
        <w:tc>
          <w:tcPr>
            <w:tcW w:w="2410"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257</w:t>
            </w:r>
          </w:p>
        </w:tc>
        <w:tc>
          <w:tcPr>
            <w:tcW w:w="2551"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376</w:t>
            </w:r>
          </w:p>
        </w:tc>
      </w:tr>
      <w:tr w:rsidR="00342D3C" w:rsidRPr="00E15E3D" w:rsidTr="009F73FA">
        <w:trPr>
          <w:trHeight w:val="284"/>
          <w:jc w:val="center"/>
        </w:trPr>
        <w:tc>
          <w:tcPr>
            <w:tcW w:w="0" w:type="auto"/>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30°</w:t>
            </w:r>
          </w:p>
        </w:tc>
        <w:tc>
          <w:tcPr>
            <w:tcW w:w="2410"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228</w:t>
            </w:r>
          </w:p>
        </w:tc>
        <w:tc>
          <w:tcPr>
            <w:tcW w:w="2551"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339</w:t>
            </w:r>
          </w:p>
        </w:tc>
      </w:tr>
      <w:tr w:rsidR="00342D3C" w:rsidRPr="00E15E3D" w:rsidTr="009F73FA">
        <w:trPr>
          <w:trHeight w:val="284"/>
          <w:jc w:val="center"/>
        </w:trPr>
        <w:tc>
          <w:tcPr>
            <w:tcW w:w="0" w:type="auto"/>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45°</w:t>
            </w:r>
          </w:p>
        </w:tc>
        <w:tc>
          <w:tcPr>
            <w:tcW w:w="2410"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183</w:t>
            </w:r>
          </w:p>
        </w:tc>
        <w:tc>
          <w:tcPr>
            <w:tcW w:w="2551"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281</w:t>
            </w:r>
          </w:p>
        </w:tc>
      </w:tr>
      <w:tr w:rsidR="00342D3C" w:rsidRPr="00E15E3D" w:rsidTr="009F73FA">
        <w:trPr>
          <w:trHeight w:val="284"/>
          <w:jc w:val="center"/>
        </w:trPr>
        <w:tc>
          <w:tcPr>
            <w:tcW w:w="0" w:type="auto"/>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60°</w:t>
            </w:r>
          </w:p>
        </w:tc>
        <w:tc>
          <w:tcPr>
            <w:tcW w:w="2410"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123</w:t>
            </w:r>
          </w:p>
        </w:tc>
        <w:tc>
          <w:tcPr>
            <w:tcW w:w="2551"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205</w:t>
            </w:r>
          </w:p>
        </w:tc>
      </w:tr>
      <w:tr w:rsidR="00342D3C" w:rsidRPr="00E15E3D" w:rsidTr="009F73FA">
        <w:trPr>
          <w:trHeight w:val="284"/>
          <w:jc w:val="center"/>
        </w:trPr>
        <w:tc>
          <w:tcPr>
            <w:tcW w:w="0" w:type="auto"/>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70°</w:t>
            </w:r>
          </w:p>
        </w:tc>
        <w:tc>
          <w:tcPr>
            <w:tcW w:w="2410" w:type="dxa"/>
            <w:vAlign w:val="bottom"/>
          </w:tcPr>
          <w:p w:rsidR="00342D3C" w:rsidRPr="00E15E3D" w:rsidRDefault="00342D3C" w:rsidP="009F73FA">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70</w:t>
            </w:r>
          </w:p>
        </w:tc>
        <w:tc>
          <w:tcPr>
            <w:tcW w:w="2551" w:type="dxa"/>
            <w:vAlign w:val="bottom"/>
          </w:tcPr>
          <w:p w:rsidR="00342D3C" w:rsidRPr="00E15E3D" w:rsidRDefault="00342D3C" w:rsidP="009F73FA">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149</w:t>
            </w:r>
          </w:p>
        </w:tc>
      </w:tr>
      <w:tr w:rsidR="00342D3C" w:rsidRPr="00E15E3D" w:rsidTr="009F73FA">
        <w:trPr>
          <w:trHeight w:val="284"/>
          <w:jc w:val="center"/>
        </w:trPr>
        <w:tc>
          <w:tcPr>
            <w:tcW w:w="0" w:type="auto"/>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75°</w:t>
            </w:r>
          </w:p>
        </w:tc>
        <w:tc>
          <w:tcPr>
            <w:tcW w:w="2410"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40</w:t>
            </w:r>
          </w:p>
        </w:tc>
        <w:tc>
          <w:tcPr>
            <w:tcW w:w="2551" w:type="dxa"/>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116</w:t>
            </w:r>
          </w:p>
        </w:tc>
      </w:tr>
      <w:tr w:rsidR="00342D3C" w:rsidRPr="00E15E3D" w:rsidTr="009F73FA">
        <w:trPr>
          <w:trHeight w:val="284"/>
          <w:jc w:val="center"/>
        </w:trPr>
        <w:tc>
          <w:tcPr>
            <w:tcW w:w="0" w:type="auto"/>
            <w:tcBorders>
              <w:bottom w:val="single" w:sz="4" w:space="0" w:color="auto"/>
            </w:tcBorders>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80°</w:t>
            </w:r>
          </w:p>
        </w:tc>
        <w:tc>
          <w:tcPr>
            <w:tcW w:w="2410" w:type="dxa"/>
            <w:tcBorders>
              <w:bottom w:val="single" w:sz="4" w:space="0" w:color="auto"/>
            </w:tcBorders>
            <w:vAlign w:val="bottom"/>
          </w:tcPr>
          <w:p w:rsidR="00342D3C" w:rsidRPr="00E15E3D" w:rsidRDefault="00342D3C" w:rsidP="009F73FA">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0</w:t>
            </w:r>
          </w:p>
        </w:tc>
        <w:tc>
          <w:tcPr>
            <w:tcW w:w="2551" w:type="dxa"/>
            <w:tcBorders>
              <w:bottom w:val="single" w:sz="4" w:space="0" w:color="auto"/>
            </w:tcBorders>
            <w:vAlign w:val="bottom"/>
          </w:tcPr>
          <w:p w:rsidR="00342D3C" w:rsidRPr="00E15E3D" w:rsidRDefault="00342D3C" w:rsidP="009F73FA">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84</w:t>
            </w:r>
          </w:p>
        </w:tc>
      </w:tr>
      <w:tr w:rsidR="00342D3C" w:rsidRPr="00E15E3D" w:rsidTr="009F73FA">
        <w:trPr>
          <w:trHeight w:val="267"/>
          <w:jc w:val="center"/>
        </w:trPr>
        <w:tc>
          <w:tcPr>
            <w:tcW w:w="0" w:type="auto"/>
            <w:tcBorders>
              <w:bottom w:val="single" w:sz="12" w:space="0" w:color="auto"/>
            </w:tcBorders>
          </w:tcPr>
          <w:p w:rsidR="00342D3C" w:rsidRPr="00E15E3D" w:rsidRDefault="00342D3C" w:rsidP="009F73FA">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90°</w:t>
            </w:r>
          </w:p>
        </w:tc>
        <w:tc>
          <w:tcPr>
            <w:tcW w:w="2410" w:type="dxa"/>
            <w:tcBorders>
              <w:bottom w:val="single" w:sz="12" w:space="0" w:color="auto"/>
            </w:tcBorders>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0</w:t>
            </w:r>
          </w:p>
        </w:tc>
        <w:tc>
          <w:tcPr>
            <w:tcW w:w="2551" w:type="dxa"/>
            <w:tcBorders>
              <w:bottom w:val="single" w:sz="12" w:space="0" w:color="auto"/>
            </w:tcBorders>
            <w:vAlign w:val="bottom"/>
          </w:tcPr>
          <w:p w:rsidR="00342D3C" w:rsidRPr="00E15E3D" w:rsidRDefault="00342D3C" w:rsidP="009F73FA">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21</w:t>
            </w:r>
          </w:p>
        </w:tc>
      </w:tr>
    </w:tbl>
    <w:p w:rsidR="000960D4" w:rsidRPr="00A63548" w:rsidRDefault="0034536E" w:rsidP="00342D3C">
      <w:pPr>
        <w:widowControl w:val="0"/>
        <w:spacing w:before="69"/>
        <w:ind w:left="161" w:right="1134"/>
        <w:jc w:val="right"/>
        <w:rPr>
          <w:b/>
        </w:rPr>
      </w:pPr>
      <w:r>
        <w:rPr>
          <w:rFonts w:eastAsia="MS Mincho"/>
        </w:rPr>
        <w:t>"</w:t>
      </w:r>
      <w:r w:rsidR="00342D3C">
        <w:rPr>
          <w:b/>
        </w:rPr>
        <w:t xml:space="preserve"> </w:t>
      </w:r>
    </w:p>
    <w:p w:rsidR="00575D2C" w:rsidRDefault="00914CE3" w:rsidP="009F73FA">
      <w:pPr>
        <w:pStyle w:val="HChG"/>
      </w:pPr>
      <w:r w:rsidRPr="00525E6C">
        <w:tab/>
      </w:r>
      <w:r w:rsidR="00575D2C" w:rsidRPr="00525E6C">
        <w:t>II.</w:t>
      </w:r>
      <w:r w:rsidR="00575D2C" w:rsidRPr="00525E6C">
        <w:tab/>
        <w:t>Justification</w:t>
      </w:r>
    </w:p>
    <w:p w:rsidR="00ED240E" w:rsidRPr="00342D3C" w:rsidRDefault="007D0D24" w:rsidP="00B3456C">
      <w:pPr>
        <w:pStyle w:val="ListParagraph"/>
        <w:numPr>
          <w:ilvl w:val="0"/>
          <w:numId w:val="43"/>
        </w:numPr>
        <w:spacing w:after="120"/>
        <w:ind w:left="1134" w:right="1134" w:firstLine="0"/>
        <w:contextualSpacing w:val="0"/>
        <w:jc w:val="both"/>
        <w:rPr>
          <w:bCs/>
        </w:rPr>
      </w:pPr>
      <w:r w:rsidRPr="00ED240E">
        <w:rPr>
          <w:bCs/>
          <w:lang w:eastAsia="it-IT"/>
        </w:rPr>
        <w:t>This proposal is part of a package with a related proposal for amendment to Regulation No. 128 to introduce LED f</w:t>
      </w:r>
      <w:r w:rsidR="0034536E">
        <w:rPr>
          <w:bCs/>
          <w:lang w:eastAsia="it-IT"/>
        </w:rPr>
        <w:t>orward lighting light sources.</w:t>
      </w:r>
    </w:p>
    <w:p w:rsidR="00ED240E" w:rsidRPr="00ED240E" w:rsidRDefault="00F62A04" w:rsidP="00B3456C">
      <w:pPr>
        <w:pStyle w:val="ListParagraph"/>
        <w:numPr>
          <w:ilvl w:val="0"/>
          <w:numId w:val="43"/>
        </w:numPr>
        <w:spacing w:after="120"/>
        <w:ind w:left="1134" w:right="1134" w:firstLine="0"/>
        <w:contextualSpacing w:val="0"/>
        <w:jc w:val="both"/>
        <w:rPr>
          <w:bCs/>
        </w:rPr>
      </w:pPr>
      <w:r w:rsidRPr="00ED240E">
        <w:t xml:space="preserve">GTB </w:t>
      </w:r>
      <w:r w:rsidR="00927853" w:rsidRPr="00ED240E">
        <w:t>proposes on</w:t>
      </w:r>
      <w:r w:rsidR="00FA74C8" w:rsidRPr="00ED240E">
        <w:t>e</w:t>
      </w:r>
      <w:r w:rsidR="00927853" w:rsidRPr="00ED240E">
        <w:t xml:space="preserve"> </w:t>
      </w:r>
      <w:r w:rsidR="0086391D" w:rsidRPr="00ED240E">
        <w:t xml:space="preserve">category </w:t>
      </w:r>
      <w:r w:rsidR="00927853" w:rsidRPr="00ED240E">
        <w:t xml:space="preserve">L1/6 </w:t>
      </w:r>
      <w:r w:rsidR="0086391D" w:rsidRPr="00ED240E">
        <w:t>with “maximum test temp</w:t>
      </w:r>
      <w:r w:rsidRPr="00ED240E">
        <w:t xml:space="preserve">erature” 65 °C. </w:t>
      </w:r>
      <w:r w:rsidR="00FA74C8" w:rsidRPr="00ED240E">
        <w:t>The definition of the maximum test temperature is necessary to ensure interchangeability between approved light sources</w:t>
      </w:r>
      <w:r w:rsidR="0034536E">
        <w:t xml:space="preserve"> from different manufacturers. </w:t>
      </w:r>
      <w:r w:rsidR="00FA74C8" w:rsidRPr="00ED240E">
        <w:t>A separate (unique) light source c</w:t>
      </w:r>
      <w:r w:rsidR="0034536E">
        <w:t xml:space="preserve">ategory is specified for every </w:t>
      </w:r>
      <w:r w:rsidR="0034536E">
        <w:rPr>
          <w:rFonts w:eastAsia="MS Mincho"/>
        </w:rPr>
        <w:t>"</w:t>
      </w:r>
      <w:r w:rsidR="00FA74C8" w:rsidRPr="00ED240E">
        <w:t>maximum test temper</w:t>
      </w:r>
      <w:r w:rsidR="0034536E">
        <w:t>ature</w:t>
      </w:r>
      <w:r w:rsidR="0034536E">
        <w:rPr>
          <w:rFonts w:eastAsia="MS Mincho"/>
        </w:rPr>
        <w:t>"</w:t>
      </w:r>
      <w:r w:rsidR="00FA74C8" w:rsidRPr="00ED240E">
        <w:t>. The choice of installation of a light source with a given maximum test temperature is based on the application in the vehicle and determined by due diligence of the car maker and set maker, in the same way as is now the case with LED modules.</w:t>
      </w:r>
    </w:p>
    <w:p w:rsidR="0086391D" w:rsidRPr="00ED240E" w:rsidRDefault="00F62A04" w:rsidP="00B3456C">
      <w:pPr>
        <w:pStyle w:val="ListParagraph"/>
        <w:numPr>
          <w:ilvl w:val="0"/>
          <w:numId w:val="43"/>
        </w:numPr>
        <w:spacing w:after="120"/>
        <w:ind w:left="1134" w:right="1134" w:firstLine="0"/>
        <w:contextualSpacing w:val="0"/>
        <w:jc w:val="both"/>
        <w:rPr>
          <w:bCs/>
        </w:rPr>
      </w:pPr>
      <w:r w:rsidRPr="00ED240E">
        <w:t>In the future GTB</w:t>
      </w:r>
      <w:r w:rsidR="0086391D" w:rsidRPr="00ED240E">
        <w:t xml:space="preserve"> may propose a</w:t>
      </w:r>
      <w:r w:rsidR="00FA74C8" w:rsidRPr="00ED240E">
        <w:t>n</w:t>
      </w:r>
      <w:r w:rsidR="0086391D" w:rsidRPr="00ED240E">
        <w:t xml:space="preserve"> </w:t>
      </w:r>
      <w:r w:rsidR="00ED240E" w:rsidRPr="00ED240E">
        <w:t>additional category</w:t>
      </w:r>
      <w:r w:rsidR="0086391D" w:rsidRPr="00ED240E">
        <w:t xml:space="preserve"> with a </w:t>
      </w:r>
      <w:r w:rsidR="00342D3C" w:rsidRPr="00ED240E">
        <w:t>different “</w:t>
      </w:r>
      <w:r w:rsidR="0086391D" w:rsidRPr="00ED240E">
        <w:t xml:space="preserve">maximum test temperature” and based on the above </w:t>
      </w:r>
      <w:r w:rsidRPr="00ED240E">
        <w:t xml:space="preserve">mentioned </w:t>
      </w:r>
      <w:r w:rsidR="0086391D" w:rsidRPr="00ED240E">
        <w:t>principle this will then be a separate light source category. By taking this approach there will be type approval traceability from the light source, through the device approval and to the installation on the vehicle</w:t>
      </w:r>
      <w:r w:rsidRPr="00ED240E">
        <w:t>; thereby</w:t>
      </w:r>
      <w:r w:rsidR="0086391D" w:rsidRPr="00ED240E">
        <w:t xml:space="preserve"> incorrect replacement of the light sources will be avoided due to th</w:t>
      </w:r>
      <w:r w:rsidR="0034536E">
        <w:t xml:space="preserve">e different </w:t>
      </w:r>
      <w:r w:rsidR="0034536E">
        <w:rPr>
          <w:rFonts w:eastAsia="MS Mincho"/>
        </w:rPr>
        <w:t>"</w:t>
      </w:r>
      <w:r w:rsidR="0034536E">
        <w:t>keying</w:t>
      </w:r>
      <w:r w:rsidR="0034536E">
        <w:rPr>
          <w:rFonts w:eastAsia="MS Mincho"/>
        </w:rPr>
        <w:t>"</w:t>
      </w:r>
      <w:r w:rsidRPr="00ED240E">
        <w:t xml:space="preserve"> in the cap and holder</w:t>
      </w:r>
      <w:r w:rsidR="0086391D" w:rsidRPr="00ED240E">
        <w:t xml:space="preserve"> design.</w:t>
      </w:r>
    </w:p>
    <w:p w:rsidR="00846E5D" w:rsidRPr="00ED240E" w:rsidRDefault="00FA74C8" w:rsidP="00B3456C">
      <w:pPr>
        <w:pStyle w:val="ListParagraph"/>
        <w:numPr>
          <w:ilvl w:val="0"/>
          <w:numId w:val="43"/>
        </w:numPr>
        <w:spacing w:after="120"/>
        <w:ind w:left="1134" w:right="1134" w:firstLine="0"/>
        <w:contextualSpacing w:val="0"/>
        <w:jc w:val="both"/>
        <w:rPr>
          <w:bCs/>
        </w:rPr>
      </w:pPr>
      <w:r w:rsidRPr="00ED240E">
        <w:rPr>
          <w:bCs/>
          <w:lang w:eastAsia="it-IT"/>
        </w:rPr>
        <w:t>The L1/6 category is introduced in the Consolidated Resolution on the common specification of light source categories as the first LED category</w:t>
      </w:r>
      <w:r w:rsidRPr="00ED240E">
        <w:t xml:space="preserve"> </w:t>
      </w:r>
      <w:r w:rsidRPr="00ED240E">
        <w:rPr>
          <w:bCs/>
          <w:lang w:eastAsia="it-IT"/>
        </w:rPr>
        <w:t>having no general use restriction (i.e. also allowed in forward lighting applications). The L1/6 was developed taking into account the reference documen</w:t>
      </w:r>
      <w:r w:rsidR="0034536E">
        <w:rPr>
          <w:bCs/>
          <w:lang w:eastAsia="it-IT"/>
        </w:rPr>
        <w:t xml:space="preserve">t GRE-77-04 </w:t>
      </w:r>
      <w:r w:rsidR="0034536E">
        <w:rPr>
          <w:rFonts w:eastAsia="MS Mincho"/>
        </w:rPr>
        <w:t>"</w:t>
      </w:r>
      <w:r w:rsidRPr="00ED240E">
        <w:rPr>
          <w:bCs/>
          <w:lang w:eastAsia="it-IT"/>
        </w:rPr>
        <w:t>Introduction and Evaluation of LED Light Source Categories Intended fo</w:t>
      </w:r>
      <w:r w:rsidR="0034536E">
        <w:rPr>
          <w:bCs/>
          <w:lang w:eastAsia="it-IT"/>
        </w:rPr>
        <w:t>r Forward Lighting Applications</w:t>
      </w:r>
      <w:r w:rsidR="0034536E">
        <w:rPr>
          <w:rFonts w:eastAsia="MS Mincho"/>
        </w:rPr>
        <w:t>"</w:t>
      </w:r>
      <w:r w:rsidRPr="00ED240E">
        <w:rPr>
          <w:bCs/>
          <w:lang w:eastAsia="it-IT"/>
        </w:rPr>
        <w:t xml:space="preserve">. The L1/6 is specified to meet the stringent requirements </w:t>
      </w:r>
      <w:r w:rsidR="00F31397" w:rsidRPr="00ED240E">
        <w:rPr>
          <w:bCs/>
          <w:lang w:eastAsia="it-IT"/>
        </w:rPr>
        <w:t xml:space="preserve">to fulfill </w:t>
      </w:r>
      <w:r w:rsidRPr="00ED240E">
        <w:rPr>
          <w:bCs/>
          <w:lang w:eastAsia="it-IT"/>
        </w:rPr>
        <w:t>more challenging beam patterns (sharp cut-off, limited glare) on the one ha</w:t>
      </w:r>
      <w:r w:rsidR="00F31397" w:rsidRPr="00ED240E">
        <w:rPr>
          <w:bCs/>
          <w:lang w:eastAsia="it-IT"/>
        </w:rPr>
        <w:t>nd, and on the other hand fulfill</w:t>
      </w:r>
      <w:r w:rsidRPr="00ED240E">
        <w:rPr>
          <w:bCs/>
          <w:lang w:eastAsia="it-IT"/>
        </w:rPr>
        <w:t xml:space="preserve"> the required interchangeability under potential higher thermal load conditions that are associated with the use of higher lumen packages in these light sources.</w:t>
      </w:r>
    </w:p>
    <w:p w:rsidR="00846E5D" w:rsidRPr="00ED240E" w:rsidRDefault="00F31397" w:rsidP="00B3456C">
      <w:pPr>
        <w:pStyle w:val="endnotetable"/>
        <w:numPr>
          <w:ilvl w:val="0"/>
          <w:numId w:val="43"/>
        </w:numPr>
        <w:spacing w:after="120" w:line="240" w:lineRule="atLeast"/>
        <w:ind w:left="1134" w:firstLine="0"/>
        <w:jc w:val="both"/>
        <w:rPr>
          <w:bCs/>
          <w:sz w:val="20"/>
          <w:szCs w:val="20"/>
        </w:rPr>
      </w:pPr>
      <w:r w:rsidRPr="00ED240E">
        <w:rPr>
          <w:bCs/>
          <w:sz w:val="20"/>
          <w:szCs w:val="20"/>
        </w:rPr>
        <w:t xml:space="preserve">As the L1/6 category has no general use restriction, it can also be applied to other lighting functions with white light (e.g. </w:t>
      </w:r>
      <w:r w:rsidR="00B3456C">
        <w:rPr>
          <w:bCs/>
          <w:sz w:val="20"/>
          <w:szCs w:val="20"/>
        </w:rPr>
        <w:t>daytime running lamps</w:t>
      </w:r>
      <w:r w:rsidRPr="00ED240E">
        <w:rPr>
          <w:bCs/>
          <w:sz w:val="20"/>
          <w:szCs w:val="20"/>
        </w:rPr>
        <w:t>, cornering light). T</w:t>
      </w:r>
      <w:r w:rsidR="00FA74C8" w:rsidRPr="00ED240E">
        <w:rPr>
          <w:bCs/>
          <w:sz w:val="20"/>
          <w:szCs w:val="20"/>
        </w:rPr>
        <w:t xml:space="preserve">herefore </w:t>
      </w:r>
      <w:r w:rsidRPr="00ED240E">
        <w:rPr>
          <w:bCs/>
          <w:sz w:val="20"/>
          <w:szCs w:val="20"/>
        </w:rPr>
        <w:t xml:space="preserve">the proposed L1/ category sheet includes </w:t>
      </w:r>
      <w:r w:rsidR="00FA74C8" w:rsidRPr="00ED240E">
        <w:rPr>
          <w:bCs/>
          <w:sz w:val="20"/>
          <w:szCs w:val="20"/>
        </w:rPr>
        <w:t>specf</w:t>
      </w:r>
      <w:r w:rsidRPr="00ED240E">
        <w:rPr>
          <w:bCs/>
          <w:sz w:val="20"/>
          <w:szCs w:val="20"/>
        </w:rPr>
        <w:t xml:space="preserve">ications at 13.5V </w:t>
      </w:r>
      <w:r w:rsidR="00FA74C8" w:rsidRPr="00ED240E">
        <w:rPr>
          <w:bCs/>
          <w:sz w:val="20"/>
          <w:szCs w:val="20"/>
        </w:rPr>
        <w:t>in Table 2 (Essential electrical and photometric characteristics of the LED light source).</w:t>
      </w:r>
    </w:p>
    <w:p w:rsidR="002F0860" w:rsidRPr="00525E6C" w:rsidRDefault="002F0860" w:rsidP="00ED240E">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22"/>
      <w:headerReference w:type="default" r:id="rId23"/>
      <w:footerReference w:type="default" r:id="rId24"/>
      <w:headerReference w:type="first" r:id="rId2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DC8" w:rsidRDefault="00BD4DC8"/>
  </w:endnote>
  <w:endnote w:type="continuationSeparator" w:id="0">
    <w:p w:rsidR="00BD4DC8" w:rsidRDefault="00BD4DC8"/>
  </w:endnote>
  <w:endnote w:type="continuationNotice" w:id="1">
    <w:p w:rsidR="00BD4DC8" w:rsidRDefault="00BD4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36E" w:rsidRDefault="0034536E">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C6763E">
      <w:rPr>
        <w:b/>
        <w:noProof/>
        <w:sz w:val="18"/>
      </w:rPr>
      <w:t>2</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D2D" w:rsidRDefault="00882D2D" w:rsidP="00882D2D">
    <w:pPr>
      <w:pStyle w:val="Footer"/>
    </w:pPr>
    <w:r>
      <w:rPr>
        <w:rFonts w:ascii="C39T30Lfz" w:hAnsi="C39T30Lfz"/>
        <w:noProof/>
        <w:sz w:val="56"/>
        <w:lang w:eastAsia="en-GB"/>
      </w:rPr>
      <w:drawing>
        <wp:anchor distT="0" distB="0" distL="114300" distR="114300" simplePos="0" relativeHeight="251660288" behindDoc="0" locked="0" layoutInCell="1" allowOverlap="1" wp14:anchorId="4A4528AB" wp14:editId="5A35FD8A">
          <wp:simplePos x="0" y="0"/>
          <wp:positionH relativeFrom="margin">
            <wp:posOffset>5241290</wp:posOffset>
          </wp:positionH>
          <wp:positionV relativeFrom="margin">
            <wp:posOffset>8014335</wp:posOffset>
          </wp:positionV>
          <wp:extent cx="638175" cy="638175"/>
          <wp:effectExtent l="0" t="0" r="9525" b="9525"/>
          <wp:wrapNone/>
          <wp:docPr id="1" name="Picture 1" descr="https://undocs.org/m2/QRCode.ashx?DS=ECE/TRANS/WP.29/GRE/2017/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1DCBD34A" wp14:editId="2F758391">
          <wp:simplePos x="0" y="0"/>
          <wp:positionH relativeFrom="margin">
            <wp:posOffset>4175760</wp:posOffset>
          </wp:positionH>
          <wp:positionV relativeFrom="margin">
            <wp:posOffset>8429625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2D2D" w:rsidRDefault="00882D2D" w:rsidP="00882D2D">
    <w:pPr>
      <w:pStyle w:val="Footer"/>
      <w:ind w:right="1134"/>
      <w:rPr>
        <w:sz w:val="20"/>
      </w:rPr>
    </w:pPr>
    <w:r>
      <w:rPr>
        <w:sz w:val="20"/>
      </w:rPr>
      <w:t>GE.17-13770(E)</w:t>
    </w:r>
  </w:p>
  <w:p w:rsidR="00882D2D" w:rsidRPr="00882D2D" w:rsidRDefault="00882D2D" w:rsidP="00882D2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36E" w:rsidRPr="00003B38" w:rsidRDefault="0034536E"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34536E" w:rsidRPr="002C0FEE" w:rsidTr="00732AD2">
      <w:tc>
        <w:tcPr>
          <w:tcW w:w="3346" w:type="dxa"/>
        </w:tcPr>
        <w:p w:rsidR="0034536E" w:rsidRPr="00503D4F" w:rsidRDefault="0034536E" w:rsidP="00732AD2">
          <w:pPr>
            <w:pStyle w:val="Footer"/>
          </w:pPr>
          <w:r>
            <w:rPr>
              <w:noProof/>
              <w:lang w:eastAsia="en-GB"/>
            </w:rPr>
            <w:drawing>
              <wp:inline distT="0" distB="0" distL="0" distR="0">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34536E" w:rsidRPr="00503D4F" w:rsidRDefault="0034536E"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34536E" w:rsidRPr="004E78A5" w:rsidRDefault="0034536E" w:rsidP="00732AD2">
          <w:pPr>
            <w:pStyle w:val="Footer"/>
          </w:pPr>
          <w:r w:rsidRPr="004E78A5">
            <w:rPr>
              <w:rFonts w:ascii="Arial" w:hAnsi="Arial" w:cs="Arial"/>
              <w:sz w:val="20"/>
            </w:rPr>
            <w:t xml:space="preserve">Submitted by: </w:t>
          </w:r>
          <w:r>
            <w:rPr>
              <w:rFonts w:ascii="Arial" w:hAnsi="Arial" w:cs="Arial"/>
              <w:sz w:val="20"/>
            </w:rPr>
            <w:t>Ad de Visser</w:t>
          </w:r>
        </w:p>
      </w:tc>
    </w:tr>
  </w:tbl>
  <w:p w:rsidR="0034536E" w:rsidRDefault="003453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36E" w:rsidRPr="00A330CE" w:rsidRDefault="0034536E"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C6763E">
      <w:rPr>
        <w:b/>
        <w:noProof/>
        <w:sz w:val="18"/>
      </w:rPr>
      <w:t>9</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DC8" w:rsidRPr="000B175B" w:rsidRDefault="00BD4DC8" w:rsidP="000B175B">
      <w:pPr>
        <w:tabs>
          <w:tab w:val="right" w:pos="2155"/>
        </w:tabs>
        <w:spacing w:after="80"/>
        <w:ind w:left="680"/>
        <w:rPr>
          <w:u w:val="single"/>
        </w:rPr>
      </w:pPr>
      <w:r>
        <w:rPr>
          <w:u w:val="single"/>
        </w:rPr>
        <w:tab/>
      </w:r>
    </w:p>
  </w:footnote>
  <w:footnote w:type="continuationSeparator" w:id="0">
    <w:p w:rsidR="00BD4DC8" w:rsidRPr="00FC68B7" w:rsidRDefault="00BD4DC8" w:rsidP="00FC68B7">
      <w:pPr>
        <w:tabs>
          <w:tab w:val="left" w:pos="2155"/>
        </w:tabs>
        <w:spacing w:after="80"/>
        <w:ind w:left="680"/>
        <w:rPr>
          <w:u w:val="single"/>
        </w:rPr>
      </w:pPr>
      <w:r>
        <w:rPr>
          <w:u w:val="single"/>
        </w:rPr>
        <w:tab/>
      </w:r>
    </w:p>
  </w:footnote>
  <w:footnote w:type="continuationNotice" w:id="1">
    <w:p w:rsidR="00BD4DC8" w:rsidRDefault="00BD4DC8"/>
  </w:footnote>
  <w:footnote w:id="2">
    <w:p w:rsidR="0034536E" w:rsidRPr="00706101" w:rsidRDefault="0034536E"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36E" w:rsidRPr="006C395D" w:rsidRDefault="00E6405F" w:rsidP="008D34DA">
    <w:pPr>
      <w:pStyle w:val="Header"/>
    </w:pPr>
    <w:r>
      <w:t>ECE/TRANS/WP.29/GRE/2017/16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36E" w:rsidRPr="006C395D" w:rsidRDefault="0034536E" w:rsidP="008D34DA">
    <w:pPr>
      <w:pStyle w:val="Header"/>
      <w:jc w:val="right"/>
    </w:pPr>
    <w:r w:rsidRPr="008D34DA">
      <w:t>ECE/TRANS/WP.29/GRE/2017/</w:t>
    </w:r>
    <w:r w:rsidR="00E6405F">
      <w:t>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36E" w:rsidRPr="007B4C72" w:rsidRDefault="0034536E"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2B3F49C6"/>
    <w:multiLevelType w:val="singleLevel"/>
    <w:tmpl w:val="82A8E700"/>
    <w:lvl w:ilvl="0">
      <w:start w:val="1"/>
      <w:numFmt w:val="lowerRoman"/>
      <w:lvlText w:val="%1)"/>
      <w:lvlJc w:val="right"/>
      <w:pPr>
        <w:tabs>
          <w:tab w:val="num" w:pos="927"/>
        </w:tabs>
        <w:ind w:left="567" w:firstLine="0"/>
      </w:pPr>
    </w:lvl>
  </w:abstractNum>
  <w:abstractNum w:abstractNumId="19">
    <w:nsid w:val="2D304AE9"/>
    <w:multiLevelType w:val="hybridMultilevel"/>
    <w:tmpl w:val="A73646A0"/>
    <w:lvl w:ilvl="0" w:tplc="FA7E3CAA">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2">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4">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5">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3EF3E6C"/>
    <w:multiLevelType w:val="hybridMultilevel"/>
    <w:tmpl w:val="5F582AF4"/>
    <w:lvl w:ilvl="0" w:tplc="22AED99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nsid w:val="574D7136"/>
    <w:multiLevelType w:val="hybridMultilevel"/>
    <w:tmpl w:val="C87E2824"/>
    <w:lvl w:ilvl="0" w:tplc="FA7E3CAA">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9">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32">
    <w:nsid w:val="649D2EE9"/>
    <w:multiLevelType w:val="hybridMultilevel"/>
    <w:tmpl w:val="167035AC"/>
    <w:lvl w:ilvl="0" w:tplc="311EDC7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9">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41">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34"/>
  </w:num>
  <w:num w:numId="3">
    <w:abstractNumId w:val="21"/>
  </w:num>
  <w:num w:numId="4">
    <w:abstractNumId w:val="42"/>
  </w:num>
  <w:num w:numId="5">
    <w:abstractNumId w:val="18"/>
  </w:num>
  <w:num w:numId="6">
    <w:abstractNumId w:val="15"/>
  </w:num>
  <w:num w:numId="7">
    <w:abstractNumId w:val="9"/>
  </w:num>
  <w:num w:numId="8">
    <w:abstractNumId w:val="38"/>
  </w:num>
  <w:num w:numId="9">
    <w:abstractNumId w:val="39"/>
  </w:num>
  <w:num w:numId="10">
    <w:abstractNumId w:val="23"/>
  </w:num>
  <w:num w:numId="11">
    <w:abstractNumId w:val="13"/>
  </w:num>
  <w:num w:numId="12">
    <w:abstractNumId w:val="28"/>
  </w:num>
  <w:num w:numId="13">
    <w:abstractNumId w:val="40"/>
  </w:num>
  <w:num w:numId="14">
    <w:abstractNumId w:val="22"/>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41"/>
  </w:num>
  <w:num w:numId="24">
    <w:abstractNumId w:val="16"/>
  </w:num>
  <w:num w:numId="25">
    <w:abstractNumId w:val="25"/>
  </w:num>
  <w:num w:numId="26">
    <w:abstractNumId w:val="35"/>
  </w:num>
  <w:num w:numId="27">
    <w:abstractNumId w:val="36"/>
  </w:num>
  <w:num w:numId="28">
    <w:abstractNumId w:val="30"/>
  </w:num>
  <w:num w:numId="29">
    <w:abstractNumId w:val="20"/>
  </w:num>
  <w:num w:numId="30">
    <w:abstractNumId w:val="8"/>
  </w:num>
  <w:num w:numId="31">
    <w:abstractNumId w:val="29"/>
  </w:num>
  <w:num w:numId="32">
    <w:abstractNumId w:val="14"/>
  </w:num>
  <w:num w:numId="33">
    <w:abstractNumId w:val="11"/>
  </w:num>
  <w:num w:numId="34">
    <w:abstractNumId w:val="33"/>
  </w:num>
  <w:num w:numId="35">
    <w:abstractNumId w:val="37"/>
  </w:num>
  <w:num w:numId="36">
    <w:abstractNumId w:val="24"/>
  </w:num>
  <w:num w:numId="37">
    <w:abstractNumId w:val="12"/>
  </w:num>
  <w:num w:numId="38">
    <w:abstractNumId w:val="17"/>
  </w:num>
  <w:num w:numId="39">
    <w:abstractNumId w:val="26"/>
  </w:num>
  <w:num w:numId="40">
    <w:abstractNumId w:val="31"/>
  </w:num>
  <w:num w:numId="41">
    <w:abstractNumId w:val="32"/>
  </w:num>
  <w:num w:numId="42">
    <w:abstractNumId w:val="19"/>
  </w:num>
  <w:num w:numId="43">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3F24"/>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6EBC"/>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D72"/>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2F1A"/>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36E"/>
    <w:rsid w:val="0034544A"/>
    <w:rsid w:val="00345A98"/>
    <w:rsid w:val="00346885"/>
    <w:rsid w:val="00347100"/>
    <w:rsid w:val="0035085A"/>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0B66"/>
    <w:rsid w:val="003F0C20"/>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F1B"/>
    <w:rsid w:val="00412D3F"/>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4A9"/>
    <w:rsid w:val="007D4E44"/>
    <w:rsid w:val="007D4E68"/>
    <w:rsid w:val="007D633B"/>
    <w:rsid w:val="007D66C6"/>
    <w:rsid w:val="007D747C"/>
    <w:rsid w:val="007E0651"/>
    <w:rsid w:val="007E1056"/>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2D"/>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4DA"/>
    <w:rsid w:val="008D3EEC"/>
    <w:rsid w:val="008D55E0"/>
    <w:rsid w:val="008D6304"/>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2EF0"/>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87A"/>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456C"/>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4DC8"/>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078CF"/>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4FD1"/>
    <w:rsid w:val="00C65093"/>
    <w:rsid w:val="00C65BA0"/>
    <w:rsid w:val="00C666B3"/>
    <w:rsid w:val="00C6763E"/>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05F"/>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70.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50.png"/><Relationship Id="rId23"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8EF82-4E87-4DD7-92D5-61D8599C0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9</Pages>
  <Words>1897</Words>
  <Characters>10816</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1713770</vt:lpstr>
    </vt:vector>
  </TitlesOfParts>
  <Company>CSD</Company>
  <LinksUpToDate>false</LinksUpToDate>
  <CharactersWithSpaces>12688</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1713770</dc:title>
  <dc:subject>ECE/TRANS/WP.29/GRE/2017/16</dc:subject>
  <dc:creator>PDF ENG</dc:creator>
  <cp:lastModifiedBy>Benedicte Boudol</cp:lastModifiedBy>
  <cp:revision>2</cp:revision>
  <cp:lastPrinted>2017-03-03T03:28:00Z</cp:lastPrinted>
  <dcterms:created xsi:type="dcterms:W3CDTF">2017-09-13T14:18:00Z</dcterms:created>
  <dcterms:modified xsi:type="dcterms:W3CDTF">2017-09-13T14:18:00Z</dcterms:modified>
</cp:coreProperties>
</file>