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6619EF96" w14:textId="77777777" w:rsidTr="00732AD2">
        <w:trPr>
          <w:cantSplit/>
          <w:trHeight w:hRule="exact" w:val="851"/>
        </w:trPr>
        <w:tc>
          <w:tcPr>
            <w:tcW w:w="1276" w:type="dxa"/>
            <w:tcBorders>
              <w:bottom w:val="single" w:sz="4" w:space="0" w:color="auto"/>
            </w:tcBorders>
            <w:shd w:val="clear" w:color="auto" w:fill="auto"/>
            <w:vAlign w:val="bottom"/>
          </w:tcPr>
          <w:p w14:paraId="1942CC6E" w14:textId="03B0D53D"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14:paraId="32A962E4"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74390E2" w14:textId="118CFC9E" w:rsidR="00732AD2" w:rsidRPr="00945015" w:rsidRDefault="00732AD2" w:rsidP="00744328">
            <w:pPr>
              <w:jc w:val="right"/>
              <w:rPr>
                <w:color w:val="FF0000"/>
              </w:rPr>
            </w:pPr>
            <w:r w:rsidRPr="00525E6C">
              <w:rPr>
                <w:sz w:val="40"/>
              </w:rPr>
              <w:t>ECE</w:t>
            </w:r>
            <w:r w:rsidRPr="00525E6C">
              <w:t>/TRANS/WP.29/GRE/201</w:t>
            </w:r>
            <w:r w:rsidR="0036339F">
              <w:t>7</w:t>
            </w:r>
            <w:r w:rsidRPr="00525E6C">
              <w:t>/</w:t>
            </w:r>
            <w:r w:rsidR="00744328">
              <w:t>10</w:t>
            </w:r>
          </w:p>
        </w:tc>
      </w:tr>
      <w:tr w:rsidR="00525E6C" w:rsidRPr="00525E6C" w14:paraId="091FAB2C"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0C094442" w14:textId="77777777" w:rsidR="00732AD2" w:rsidRPr="00525E6C" w:rsidRDefault="00732AD2" w:rsidP="00732AD2">
            <w:pPr>
              <w:spacing w:before="120"/>
            </w:pPr>
            <w:r w:rsidRPr="00525E6C">
              <w:rPr>
                <w:noProof/>
                <w:lang w:eastAsia="en-GB"/>
              </w:rPr>
              <w:drawing>
                <wp:inline distT="0" distB="0" distL="0" distR="0" wp14:anchorId="54191A77" wp14:editId="62191B39">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A8C47A1" w14:textId="4F3DFF4B"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52A4D968" w14:textId="77777777" w:rsidR="00732AD2" w:rsidRPr="00525E6C" w:rsidRDefault="00732AD2" w:rsidP="00732AD2">
            <w:pPr>
              <w:spacing w:before="240" w:line="240" w:lineRule="exact"/>
            </w:pPr>
            <w:r w:rsidRPr="00525E6C">
              <w:t>Distr.: General</w:t>
            </w:r>
          </w:p>
          <w:p w14:paraId="19355688" w14:textId="4DDBD869" w:rsidR="00732AD2" w:rsidRPr="00744328" w:rsidRDefault="00744328" w:rsidP="00732AD2">
            <w:pPr>
              <w:spacing w:line="240" w:lineRule="exact"/>
            </w:pPr>
            <w:r w:rsidRPr="00744328">
              <w:t>1</w:t>
            </w:r>
            <w:r w:rsidR="009A48A4">
              <w:t>4</w:t>
            </w:r>
            <w:r w:rsidRPr="00744328">
              <w:t xml:space="preserve"> August </w:t>
            </w:r>
            <w:r w:rsidR="00732AD2" w:rsidRPr="00744328">
              <w:t>201</w:t>
            </w:r>
            <w:r w:rsidR="0036339F" w:rsidRPr="00744328">
              <w:t>7</w:t>
            </w:r>
          </w:p>
          <w:p w14:paraId="2E455A87" w14:textId="77777777" w:rsidR="00732AD2" w:rsidRPr="00525E6C" w:rsidRDefault="00732AD2" w:rsidP="00732AD2">
            <w:pPr>
              <w:spacing w:line="240" w:lineRule="exact"/>
            </w:pPr>
          </w:p>
          <w:p w14:paraId="35AEAC95" w14:textId="77777777" w:rsidR="00732AD2" w:rsidRPr="00525E6C" w:rsidRDefault="00732AD2" w:rsidP="00732AD2">
            <w:pPr>
              <w:spacing w:line="240" w:lineRule="exact"/>
            </w:pPr>
            <w:r w:rsidRPr="00525E6C">
              <w:t>Original: English</w:t>
            </w:r>
          </w:p>
        </w:tc>
      </w:tr>
    </w:tbl>
    <w:p w14:paraId="1EF65EB3" w14:textId="77777777" w:rsidR="00732AD2" w:rsidRPr="00525E6C" w:rsidRDefault="00732AD2" w:rsidP="00732AD2">
      <w:pPr>
        <w:spacing w:before="120"/>
        <w:rPr>
          <w:b/>
          <w:sz w:val="28"/>
          <w:szCs w:val="28"/>
        </w:rPr>
      </w:pPr>
      <w:r w:rsidRPr="00525E6C">
        <w:rPr>
          <w:b/>
          <w:sz w:val="28"/>
          <w:szCs w:val="28"/>
        </w:rPr>
        <w:t>Economic Commission for Europe</w:t>
      </w:r>
    </w:p>
    <w:p w14:paraId="6C9BB6D7" w14:textId="77777777" w:rsidR="00732AD2" w:rsidRPr="00525E6C" w:rsidRDefault="00732AD2" w:rsidP="00732AD2">
      <w:pPr>
        <w:spacing w:before="120"/>
        <w:rPr>
          <w:sz w:val="28"/>
          <w:szCs w:val="28"/>
        </w:rPr>
      </w:pPr>
      <w:r w:rsidRPr="00525E6C">
        <w:rPr>
          <w:sz w:val="28"/>
          <w:szCs w:val="28"/>
        </w:rPr>
        <w:t>Inland Transport Committee</w:t>
      </w:r>
    </w:p>
    <w:p w14:paraId="2CC250B1"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359E5012" w14:textId="77777777" w:rsidR="00732AD2" w:rsidRPr="00525E6C" w:rsidRDefault="00732AD2" w:rsidP="00732AD2">
      <w:pPr>
        <w:spacing w:before="120" w:after="120"/>
        <w:rPr>
          <w:b/>
          <w:bCs/>
        </w:rPr>
      </w:pPr>
      <w:r w:rsidRPr="00525E6C">
        <w:rPr>
          <w:b/>
          <w:bCs/>
        </w:rPr>
        <w:t>Working Party on Lighting and Light-Signalling</w:t>
      </w:r>
    </w:p>
    <w:p w14:paraId="15729E1B" w14:textId="5AD1587C" w:rsidR="000866FB" w:rsidRPr="00525E6C" w:rsidRDefault="00F011BE" w:rsidP="000866FB">
      <w:pPr>
        <w:rPr>
          <w:b/>
        </w:rPr>
      </w:pPr>
      <w:r>
        <w:rPr>
          <w:b/>
        </w:rPr>
        <w:t>S</w:t>
      </w:r>
      <w:r w:rsidRPr="00F011BE">
        <w:rPr>
          <w:b/>
        </w:rPr>
        <w:t>eventy-eighth</w:t>
      </w:r>
      <w:r w:rsidR="0036339F">
        <w:rPr>
          <w:b/>
        </w:rPr>
        <w:t xml:space="preserve"> </w:t>
      </w:r>
      <w:r w:rsidR="000866FB" w:rsidRPr="00525E6C">
        <w:rPr>
          <w:b/>
        </w:rPr>
        <w:t>session</w:t>
      </w:r>
    </w:p>
    <w:p w14:paraId="692823EF" w14:textId="14ED15F8" w:rsidR="000866FB" w:rsidRPr="00525E6C" w:rsidRDefault="000866FB" w:rsidP="000866FB">
      <w:pPr>
        <w:rPr>
          <w:bCs/>
        </w:rPr>
      </w:pPr>
      <w:r w:rsidRPr="00525E6C">
        <w:t>Geneva</w:t>
      </w:r>
      <w:r w:rsidRPr="00525E6C">
        <w:rPr>
          <w:bCs/>
        </w:rPr>
        <w:t xml:space="preserve">, </w:t>
      </w:r>
      <w:r w:rsidR="0060383A">
        <w:rPr>
          <w:bCs/>
        </w:rPr>
        <w:t>2</w:t>
      </w:r>
      <w:r w:rsidR="00CD684F">
        <w:rPr>
          <w:bCs/>
        </w:rPr>
        <w:t>4</w:t>
      </w:r>
      <w:r w:rsidR="0060383A">
        <w:rPr>
          <w:bCs/>
        </w:rPr>
        <w:t>-27 October</w:t>
      </w:r>
      <w:r w:rsidRPr="00525E6C">
        <w:rPr>
          <w:bCs/>
        </w:rPr>
        <w:t xml:space="preserve"> 201</w:t>
      </w:r>
      <w:r w:rsidR="0036339F">
        <w:rPr>
          <w:bCs/>
        </w:rPr>
        <w:t>7</w:t>
      </w:r>
    </w:p>
    <w:p w14:paraId="43F77585" w14:textId="3DF7CBB5" w:rsidR="00732AD2" w:rsidRPr="00525E6C" w:rsidRDefault="00732AD2" w:rsidP="00732AD2">
      <w:pPr>
        <w:ind w:right="1134"/>
        <w:rPr>
          <w:bCs/>
        </w:rPr>
      </w:pPr>
      <w:r w:rsidRPr="00525E6C">
        <w:rPr>
          <w:bCs/>
        </w:rPr>
        <w:t xml:space="preserve">Item </w:t>
      </w:r>
      <w:r w:rsidR="00CD684F">
        <w:rPr>
          <w:bCs/>
        </w:rPr>
        <w:t xml:space="preserve">4 </w:t>
      </w:r>
      <w:r w:rsidRPr="00525E6C">
        <w:rPr>
          <w:bCs/>
        </w:rPr>
        <w:t>of the provisional agenda</w:t>
      </w:r>
    </w:p>
    <w:p w14:paraId="07644629" w14:textId="658F3345" w:rsidR="00732AD2" w:rsidRPr="00525E6C" w:rsidRDefault="00CD684F" w:rsidP="00732AD2">
      <w:pPr>
        <w:ind w:right="1134"/>
        <w:rPr>
          <w:bCs/>
        </w:rPr>
      </w:pPr>
      <w:r>
        <w:rPr>
          <w:b/>
          <w:bCs/>
          <w:lang w:val="en-US"/>
        </w:rPr>
        <w:t>Simplification of lighting and light-signalling Regulations</w:t>
      </w:r>
    </w:p>
    <w:p w14:paraId="2CE45A61" w14:textId="26B5A664" w:rsidR="00732AD2" w:rsidRPr="00525E6C" w:rsidRDefault="00732AD2" w:rsidP="00732AD2">
      <w:pPr>
        <w:pStyle w:val="HChG"/>
      </w:pPr>
      <w:r w:rsidRPr="00525E6C">
        <w:tab/>
      </w:r>
      <w:r w:rsidRPr="00525E6C">
        <w:tab/>
      </w:r>
      <w:r w:rsidR="008B2727" w:rsidRPr="00525E6C">
        <w:t xml:space="preserve">Proposal </w:t>
      </w:r>
      <w:r w:rsidR="008B2727" w:rsidRPr="00461014">
        <w:t xml:space="preserve">for </w:t>
      </w:r>
      <w:r w:rsidR="008B2727" w:rsidRPr="00CD684F">
        <w:t xml:space="preserve">Supplement </w:t>
      </w:r>
      <w:r w:rsidR="00CD684F">
        <w:t>[11]</w:t>
      </w:r>
      <w:r w:rsidR="000900C4" w:rsidRPr="00CD684F">
        <w:t xml:space="preserve"> </w:t>
      </w:r>
      <w:r w:rsidR="008B2727" w:rsidRPr="00CD684F">
        <w:t xml:space="preserve">to the </w:t>
      </w:r>
      <w:r w:rsidR="000900C4" w:rsidRPr="00CD684F">
        <w:t>06</w:t>
      </w:r>
      <w:r w:rsidR="008B2727" w:rsidRPr="00CD684F">
        <w:t xml:space="preserve"> </w:t>
      </w:r>
      <w:r w:rsidR="00CD684F">
        <w:t>s</w:t>
      </w:r>
      <w:r w:rsidR="000900C4" w:rsidRPr="00CD684F">
        <w:t>eries</w:t>
      </w:r>
      <w:r w:rsidR="00461014">
        <w:t xml:space="preserve"> </w:t>
      </w:r>
      <w:r w:rsidR="008B2727" w:rsidRPr="00461014">
        <w:t>of</w:t>
      </w:r>
      <w:r w:rsidR="00CD684F">
        <w:t xml:space="preserve"> amendments to</w:t>
      </w:r>
      <w:r w:rsidR="008B2727" w:rsidRPr="00525E6C">
        <w:t xml:space="preserve"> Regulation No.</w:t>
      </w:r>
      <w:r w:rsidR="00D3493A">
        <w:t> </w:t>
      </w:r>
      <w:r w:rsidR="000900C4">
        <w:t>48</w:t>
      </w:r>
      <w:r w:rsidR="008B2727" w:rsidRPr="00525E6C">
        <w:t xml:space="preserve"> (</w:t>
      </w:r>
      <w:r w:rsidR="000900C4" w:rsidRPr="000900C4">
        <w:t>Installation of lighting and light-signalling devices</w:t>
      </w:r>
      <w:r w:rsidR="008B2727" w:rsidRPr="00525E6C">
        <w:t>)</w:t>
      </w:r>
    </w:p>
    <w:p w14:paraId="4F6BF9A7" w14:textId="4A2BDB06" w:rsidR="00732AD2" w:rsidRPr="00525E6C" w:rsidRDefault="00D3493A" w:rsidP="00D3493A">
      <w:pPr>
        <w:pStyle w:val="H1G"/>
        <w:rPr>
          <w:szCs w:val="24"/>
        </w:rPr>
      </w:pPr>
      <w:r>
        <w:tab/>
      </w:r>
      <w:r>
        <w:tab/>
      </w:r>
      <w:r w:rsidR="00CD684F" w:rsidRPr="00CD684F">
        <w:t>Submitted by the Informal Working Group on Simplification of Lighting and Light-Signalling Regulations (IWG SLR)</w:t>
      </w:r>
      <w:r w:rsidR="00B025B5" w:rsidRPr="00DE7053">
        <w:footnoteReference w:customMarkFollows="1" w:id="2"/>
        <w:t>*</w:t>
      </w:r>
      <w:r w:rsidR="005067BB" w:rsidRPr="00525E6C">
        <w:rPr>
          <w:szCs w:val="24"/>
        </w:rPr>
        <w:t xml:space="preserve"> </w:t>
      </w:r>
    </w:p>
    <w:p w14:paraId="7C556144" w14:textId="2EDA0BBD" w:rsidR="00732AD2" w:rsidRPr="00525E6C" w:rsidRDefault="00B025B5" w:rsidP="00732AD2">
      <w:pPr>
        <w:pStyle w:val="SingleTxtG"/>
        <w:tabs>
          <w:tab w:val="left" w:pos="8505"/>
        </w:tabs>
        <w:ind w:firstLine="567"/>
      </w:pPr>
      <w:r w:rsidRPr="00856C69">
        <w:t xml:space="preserve">The text reproduced below was prepared by </w:t>
      </w:r>
      <w:r w:rsidR="00CD684F">
        <w:t xml:space="preserve">IWG SLR with the aim </w:t>
      </w:r>
      <w:r w:rsidRPr="003809F4">
        <w:t xml:space="preserve">to </w:t>
      </w:r>
      <w:r w:rsidR="00AE507B">
        <w:t>group</w:t>
      </w:r>
      <w:r w:rsidR="00AE507B" w:rsidRPr="007601C5">
        <w:t xml:space="preserve"> </w:t>
      </w:r>
      <w:r w:rsidR="007812CE">
        <w:t>the definitions of existing Regulations dealing with lighting, light</w:t>
      </w:r>
      <w:r w:rsidR="00CD684F">
        <w:t xml:space="preserve"> </w:t>
      </w:r>
      <w:r w:rsidR="007812CE">
        <w:t>signalling</w:t>
      </w:r>
      <w:r w:rsidR="00CD684F">
        <w:t xml:space="preserve">, </w:t>
      </w:r>
      <w:r w:rsidR="007812CE">
        <w:t>retro-reflective devices and installation</w:t>
      </w:r>
      <w:r w:rsidR="00797991">
        <w:t xml:space="preserve"> into</w:t>
      </w:r>
      <w:r w:rsidR="00945015" w:rsidRPr="007601C5">
        <w:t xml:space="preserve"> Regulation No.</w:t>
      </w:r>
      <w:r w:rsidR="006F3403">
        <w:t> </w:t>
      </w:r>
      <w:r w:rsidR="00945015" w:rsidRPr="007601C5">
        <w:t>48</w:t>
      </w:r>
      <w:r w:rsidR="00AE507B">
        <w:t>,</w:t>
      </w:r>
      <w:r w:rsidR="00945015" w:rsidRPr="007601C5">
        <w:t xml:space="preserve"> except those which are specific </w:t>
      </w:r>
      <w:r w:rsidR="00AE507B">
        <w:t>for</w:t>
      </w:r>
      <w:r w:rsidR="00AE507B" w:rsidRPr="007601C5">
        <w:t xml:space="preserve"> </w:t>
      </w:r>
      <w:r w:rsidR="00945015" w:rsidRPr="007601C5">
        <w:t>a device</w:t>
      </w:r>
      <w:r w:rsidR="00963CEB" w:rsidRPr="007601C5">
        <w:t>.</w:t>
      </w:r>
      <w:r w:rsidR="00FD3817" w:rsidRPr="007601C5">
        <w:t xml:space="preserve"> </w:t>
      </w:r>
      <w:r w:rsidR="00BA0878" w:rsidRPr="00BA0878">
        <w:t>The modifications to the existing text of Regulation No. 48 are marked in bold for new or strikethrough for deleted characters.</w:t>
      </w:r>
      <w:r w:rsidR="00BA0878">
        <w:t xml:space="preserve"> </w:t>
      </w:r>
      <w:r w:rsidR="001025BD">
        <w:rPr>
          <w:rFonts w:eastAsia="Calibri"/>
        </w:rPr>
        <w:t>Some text is shown in square brackets to indicate that discussion and a decision are required</w:t>
      </w:r>
      <w:r w:rsidR="0081764C">
        <w:rPr>
          <w:rFonts w:eastAsia="Calibri"/>
        </w:rPr>
        <w:t>.</w:t>
      </w:r>
    </w:p>
    <w:p w14:paraId="72817997" w14:textId="42935F54" w:rsidR="00732AD2" w:rsidRDefault="00732AD2" w:rsidP="00732AD2">
      <w:pPr>
        <w:tabs>
          <w:tab w:val="left" w:pos="8505"/>
        </w:tabs>
        <w:ind w:left="1134" w:right="1134" w:firstLine="567"/>
        <w:jc w:val="both"/>
      </w:pPr>
    </w:p>
    <w:p w14:paraId="1793CA9A" w14:textId="77777777" w:rsidR="00732AD2" w:rsidRPr="00391654" w:rsidRDefault="00732AD2" w:rsidP="00732AD2">
      <w:pPr>
        <w:rPr>
          <w:lang w:val="en-US"/>
        </w:rPr>
      </w:pPr>
    </w:p>
    <w:p w14:paraId="1BD038A2" w14:textId="77777777" w:rsidR="0053129E" w:rsidRPr="00391654" w:rsidRDefault="0053129E" w:rsidP="0053129E">
      <w:pPr>
        <w:rPr>
          <w:b/>
          <w:bCs/>
          <w:lang w:val="en-US"/>
        </w:rPr>
      </w:pPr>
    </w:p>
    <w:p w14:paraId="1E196BA8" w14:textId="77777777" w:rsidR="0053129E" w:rsidRPr="00391654" w:rsidRDefault="0053129E" w:rsidP="0053129E">
      <w:pPr>
        <w:rPr>
          <w:b/>
          <w:bCs/>
          <w:lang w:val="en-US"/>
        </w:rPr>
      </w:pPr>
    </w:p>
    <w:p w14:paraId="5043C67A" w14:textId="77777777" w:rsidR="0053129E" w:rsidRPr="00391654" w:rsidRDefault="0053129E" w:rsidP="0053129E">
      <w:pPr>
        <w:rPr>
          <w:lang w:val="en-US"/>
        </w:rPr>
        <w:sectPr w:rsidR="0053129E" w:rsidRPr="00391654" w:rsidSect="00607AFA">
          <w:footerReference w:type="even" r:id="rId10"/>
          <w:footerReference w:type="default" r:id="rId11"/>
          <w:footerReference w:type="first" r:id="rId12"/>
          <w:pgSz w:w="11906" w:h="16838"/>
          <w:pgMar w:top="1701" w:right="1134" w:bottom="1618" w:left="1134" w:header="1134" w:footer="1582" w:gutter="0"/>
          <w:cols w:space="720"/>
          <w:docGrid w:linePitch="272"/>
        </w:sectPr>
      </w:pPr>
    </w:p>
    <w:p w14:paraId="532203DF" w14:textId="77777777" w:rsidR="00E048CF" w:rsidRPr="00525E6C" w:rsidRDefault="00914CE3" w:rsidP="00914CE3">
      <w:pPr>
        <w:pStyle w:val="HChG"/>
      </w:pPr>
      <w:r w:rsidRPr="00391654">
        <w:rPr>
          <w:lang w:val="en-US"/>
        </w:rPr>
        <w:lastRenderedPageBreak/>
        <w:tab/>
      </w:r>
      <w:r w:rsidR="00E048CF" w:rsidRPr="00525E6C">
        <w:t>I.</w:t>
      </w:r>
      <w:r w:rsidR="00E048CF" w:rsidRPr="00525E6C">
        <w:tab/>
        <w:t>Proposal</w:t>
      </w:r>
    </w:p>
    <w:p w14:paraId="41583337" w14:textId="4E22E5D8" w:rsidR="007601C5" w:rsidRPr="00E35EF4" w:rsidRDefault="00E35EF4" w:rsidP="00391654">
      <w:pPr>
        <w:pStyle w:val="SingleTxtG"/>
        <w:spacing w:line="240" w:lineRule="exact"/>
        <w:ind w:left="2268" w:hanging="1134"/>
        <w:rPr>
          <w:iCs/>
          <w:lang w:eastAsia="ja-JP"/>
        </w:rPr>
      </w:pPr>
      <w:r>
        <w:rPr>
          <w:i/>
          <w:iCs/>
          <w:lang w:eastAsia="ja-JP"/>
        </w:rPr>
        <w:t>P</w:t>
      </w:r>
      <w:r w:rsidR="007601C5" w:rsidRPr="00391654">
        <w:rPr>
          <w:i/>
          <w:iCs/>
          <w:lang w:eastAsia="ja-JP"/>
        </w:rPr>
        <w:t>aragraph 2</w:t>
      </w:r>
      <w:r>
        <w:rPr>
          <w:i/>
          <w:iCs/>
          <w:lang w:eastAsia="ja-JP"/>
        </w:rPr>
        <w:t xml:space="preserve"> and its subparagraphs, </w:t>
      </w:r>
      <w:r w:rsidRPr="00E35EF4">
        <w:rPr>
          <w:iCs/>
          <w:lang w:eastAsia="ja-JP"/>
        </w:rPr>
        <w:t xml:space="preserve">amend </w:t>
      </w:r>
      <w:r w:rsidR="007601C5" w:rsidRPr="00E35EF4">
        <w:rPr>
          <w:iCs/>
          <w:lang w:eastAsia="ja-JP"/>
        </w:rPr>
        <w:t>to read:</w:t>
      </w:r>
    </w:p>
    <w:p w14:paraId="2F49D2EB" w14:textId="76428A01" w:rsidR="004D36CB" w:rsidRPr="005E0D9C" w:rsidRDefault="00391654" w:rsidP="009348F6">
      <w:pPr>
        <w:pStyle w:val="HChG"/>
        <w:ind w:right="992"/>
      </w:pPr>
      <w:bookmarkStart w:id="1" w:name="_Toc338161433"/>
      <w:r>
        <w:tab/>
      </w:r>
      <w:r>
        <w:tab/>
      </w:r>
      <w:r w:rsidR="00E35EF4">
        <w:t>"</w:t>
      </w:r>
      <w:r w:rsidR="004D36CB" w:rsidRPr="005E0D9C">
        <w:t>2.</w:t>
      </w:r>
      <w:r w:rsidR="004D36CB" w:rsidRPr="005E0D9C">
        <w:tab/>
      </w:r>
      <w:r w:rsidR="002F3AFA">
        <w:tab/>
      </w:r>
      <w:r w:rsidR="004D36CB" w:rsidRPr="005E0D9C">
        <w:t>Definitions</w:t>
      </w:r>
      <w:bookmarkEnd w:id="1"/>
    </w:p>
    <w:p w14:paraId="487FC14E" w14:textId="0D82A597" w:rsidR="00FE3A3F" w:rsidRPr="00BA0878" w:rsidRDefault="00FE3A3F" w:rsidP="009348F6">
      <w:pPr>
        <w:pStyle w:val="SingleTxtG"/>
        <w:ind w:left="2268" w:right="992" w:hanging="1134"/>
        <w:rPr>
          <w:rFonts w:eastAsia="MS PMincho"/>
          <w:b/>
        </w:rPr>
      </w:pPr>
      <w:r w:rsidRPr="00BA0878">
        <w:rPr>
          <w:rFonts w:eastAsia="MS PMincho"/>
          <w:b/>
        </w:rPr>
        <w:t xml:space="preserve">2.1. </w:t>
      </w:r>
      <w:r w:rsidRPr="00BA0878">
        <w:rPr>
          <w:rFonts w:eastAsia="MS PMincho"/>
          <w:b/>
        </w:rPr>
        <w:tab/>
      </w:r>
      <w:r w:rsidRPr="00BA0878">
        <w:rPr>
          <w:rFonts w:eastAsia="MS PMincho"/>
          <w:b/>
        </w:rPr>
        <w:tab/>
      </w:r>
      <w:r w:rsidR="00827DAC" w:rsidRPr="00BA0878">
        <w:rPr>
          <w:rFonts w:eastAsia="MS PMincho"/>
          <w:b/>
        </w:rPr>
        <w:t>GENERAL</w:t>
      </w:r>
    </w:p>
    <w:p w14:paraId="18229F77" w14:textId="1F29389F" w:rsidR="00D278B8" w:rsidRPr="00BA0878" w:rsidRDefault="00FE3A3F" w:rsidP="009348F6">
      <w:pPr>
        <w:pStyle w:val="SingleTxtG"/>
        <w:tabs>
          <w:tab w:val="left" w:pos="2268"/>
        </w:tabs>
        <w:ind w:left="2268" w:right="992" w:hanging="1134"/>
        <w:rPr>
          <w:b/>
          <w:lang w:val="en-US"/>
        </w:rPr>
      </w:pPr>
      <w:r w:rsidRPr="00BA0878">
        <w:rPr>
          <w:b/>
          <w:lang w:val="en-US"/>
        </w:rPr>
        <w:t xml:space="preserve">2.1.1. </w:t>
      </w:r>
      <w:r w:rsidRPr="00BA0878">
        <w:rPr>
          <w:b/>
          <w:lang w:val="en-US"/>
        </w:rPr>
        <w:tab/>
      </w:r>
      <w:r w:rsidR="00D278B8" w:rsidRPr="00BA0878">
        <w:rPr>
          <w:b/>
          <w:lang w:val="en-US"/>
        </w:rPr>
        <w:t xml:space="preserve">The definitions given in </w:t>
      </w:r>
      <w:r w:rsidRPr="00BA0878">
        <w:rPr>
          <w:b/>
          <w:lang w:val="en-US"/>
        </w:rPr>
        <w:t xml:space="preserve">this </w:t>
      </w:r>
      <w:r w:rsidR="00D278B8" w:rsidRPr="00BA0878">
        <w:rPr>
          <w:b/>
          <w:lang w:val="en-US"/>
        </w:rPr>
        <w:t xml:space="preserve">Regulation and </w:t>
      </w:r>
      <w:r w:rsidR="00827DAC" w:rsidRPr="00BA0878">
        <w:rPr>
          <w:b/>
          <w:lang w:val="en-US"/>
        </w:rPr>
        <w:t xml:space="preserve">its </w:t>
      </w:r>
      <w:r w:rsidR="00D278B8" w:rsidRPr="00BA0878">
        <w:rPr>
          <w:b/>
          <w:lang w:val="en-US"/>
        </w:rPr>
        <w:t xml:space="preserve">series of amendments in force at the time of application for type approval shall apply to the </w:t>
      </w:r>
      <w:r w:rsidR="0055073A" w:rsidRPr="00BA0878">
        <w:rPr>
          <w:b/>
          <w:lang w:val="en-US"/>
        </w:rPr>
        <w:t>Light-Signalling Devices (</w:t>
      </w:r>
      <w:r w:rsidR="00D278B8" w:rsidRPr="00BA0878">
        <w:rPr>
          <w:b/>
          <w:lang w:val="en-US"/>
        </w:rPr>
        <w:t>LSD</w:t>
      </w:r>
      <w:r w:rsidR="0055073A" w:rsidRPr="00BA0878">
        <w:rPr>
          <w:b/>
          <w:lang w:val="en-US"/>
        </w:rPr>
        <w:t>)</w:t>
      </w:r>
      <w:r w:rsidR="00D278B8" w:rsidRPr="00BA0878">
        <w:rPr>
          <w:b/>
          <w:lang w:val="en-US"/>
        </w:rPr>
        <w:t xml:space="preserve">, </w:t>
      </w:r>
      <w:r w:rsidR="0055073A" w:rsidRPr="00BA0878">
        <w:rPr>
          <w:b/>
          <w:lang w:val="en-US"/>
        </w:rPr>
        <w:t>Road Illumination Devices (</w:t>
      </w:r>
      <w:r w:rsidR="00D278B8" w:rsidRPr="00BA0878">
        <w:rPr>
          <w:b/>
          <w:lang w:val="en-US"/>
        </w:rPr>
        <w:t>RID</w:t>
      </w:r>
      <w:r w:rsidR="0055073A" w:rsidRPr="00BA0878">
        <w:rPr>
          <w:b/>
          <w:lang w:val="en-US"/>
        </w:rPr>
        <w:t>)</w:t>
      </w:r>
      <w:r w:rsidR="00D278B8" w:rsidRPr="00BA0878">
        <w:rPr>
          <w:b/>
          <w:lang w:val="en-US"/>
        </w:rPr>
        <w:t xml:space="preserve"> and </w:t>
      </w:r>
      <w:r w:rsidR="0055073A" w:rsidRPr="00BA0878">
        <w:rPr>
          <w:b/>
          <w:lang w:val="en-US"/>
        </w:rPr>
        <w:t>Retro-Reflect</w:t>
      </w:r>
      <w:r w:rsidR="0030482B" w:rsidRPr="00BA0878">
        <w:rPr>
          <w:b/>
          <w:lang w:val="en-US"/>
        </w:rPr>
        <w:t>ive</w:t>
      </w:r>
      <w:r w:rsidR="0055073A" w:rsidRPr="00BA0878">
        <w:rPr>
          <w:b/>
          <w:lang w:val="en-US"/>
        </w:rPr>
        <w:t xml:space="preserve"> Devices (</w:t>
      </w:r>
      <w:r w:rsidR="00D278B8" w:rsidRPr="00BA0878">
        <w:rPr>
          <w:b/>
          <w:lang w:val="en-US"/>
        </w:rPr>
        <w:t>RRD</w:t>
      </w:r>
      <w:r w:rsidR="0055073A" w:rsidRPr="00BA0878">
        <w:rPr>
          <w:b/>
          <w:lang w:val="en-US"/>
        </w:rPr>
        <w:t>)</w:t>
      </w:r>
      <w:r w:rsidR="00D278B8" w:rsidRPr="00BA0878">
        <w:rPr>
          <w:b/>
          <w:lang w:val="en-US"/>
        </w:rPr>
        <w:t xml:space="preserve"> Regulations.</w:t>
      </w:r>
    </w:p>
    <w:p w14:paraId="1769C18D" w14:textId="20D3070D" w:rsidR="00D278B8" w:rsidRPr="00BA0878" w:rsidRDefault="00FE3A3F" w:rsidP="009348F6">
      <w:pPr>
        <w:pStyle w:val="SingleTxtG"/>
        <w:ind w:left="2268" w:right="992" w:hanging="1134"/>
        <w:rPr>
          <w:b/>
          <w:lang w:val="en-US"/>
        </w:rPr>
      </w:pPr>
      <w:r w:rsidRPr="00BA0878">
        <w:rPr>
          <w:b/>
          <w:lang w:val="en-US"/>
        </w:rPr>
        <w:t xml:space="preserve">2.1.2. </w:t>
      </w:r>
      <w:r w:rsidRPr="00BA0878">
        <w:rPr>
          <w:b/>
          <w:lang w:val="en-US"/>
        </w:rPr>
        <w:tab/>
      </w:r>
      <w:r w:rsidR="00D278B8" w:rsidRPr="00BA0878">
        <w:rPr>
          <w:b/>
          <w:lang w:val="en-US"/>
        </w:rPr>
        <w:t>References to standard (étalon) light source(s) shall refer to Regulations Nos. 37, 99 and 128 respectively, and to their series of amendments in force at the time of application for type approval.</w:t>
      </w:r>
    </w:p>
    <w:p w14:paraId="6DD74F5D" w14:textId="789609D0" w:rsidR="004D36CB" w:rsidRPr="00BA0878" w:rsidRDefault="004D36CB" w:rsidP="009348F6">
      <w:pPr>
        <w:pStyle w:val="SingleTxtG"/>
        <w:ind w:left="2268" w:right="992" w:hanging="1134"/>
        <w:rPr>
          <w:b/>
          <w:lang w:val="en-US"/>
        </w:rPr>
      </w:pPr>
      <w:r w:rsidRPr="00BA0878">
        <w:rPr>
          <w:b/>
          <w:lang w:val="en-US"/>
        </w:rPr>
        <w:t>2.1.</w:t>
      </w:r>
      <w:r w:rsidR="00AB1EBB" w:rsidRPr="00BA0878">
        <w:rPr>
          <w:b/>
          <w:lang w:val="en-US"/>
        </w:rPr>
        <w:t>3.</w:t>
      </w:r>
      <w:r w:rsidRPr="00BA0878">
        <w:rPr>
          <w:b/>
          <w:lang w:val="en-US"/>
        </w:rPr>
        <w:tab/>
        <w:t>"</w:t>
      </w:r>
      <w:r w:rsidRPr="00BA0878">
        <w:rPr>
          <w:b/>
          <w:i/>
          <w:lang w:val="en-US"/>
        </w:rPr>
        <w:t>Approval of a vehicle</w:t>
      </w:r>
      <w:r w:rsidRPr="00BA0878">
        <w:rPr>
          <w:b/>
          <w:lang w:val="en-US"/>
        </w:rPr>
        <w:t>" means the approval of a vehicle type with regard to the number and mode of installation of the lighting and light</w:t>
      </w:r>
      <w:r w:rsidRPr="00BA0878">
        <w:rPr>
          <w:b/>
          <w:lang w:val="en-US"/>
        </w:rPr>
        <w:noBreakHyphen/>
        <w:t>signalling devices.</w:t>
      </w:r>
    </w:p>
    <w:p w14:paraId="58291E52" w14:textId="2333163F" w:rsidR="00DF768F" w:rsidRPr="00BA0878" w:rsidRDefault="00DF768F" w:rsidP="009348F6">
      <w:pPr>
        <w:pStyle w:val="SingleTxtG"/>
        <w:ind w:left="2268" w:right="992" w:hanging="1134"/>
        <w:rPr>
          <w:b/>
          <w:lang w:val="en-US"/>
        </w:rPr>
      </w:pPr>
      <w:r w:rsidRPr="00BA0878">
        <w:rPr>
          <w:b/>
          <w:lang w:val="en-US"/>
        </w:rPr>
        <w:t>2.1.</w:t>
      </w:r>
      <w:r w:rsidR="005C4E7D" w:rsidRPr="00BA0878">
        <w:rPr>
          <w:b/>
          <w:lang w:val="en-US"/>
        </w:rPr>
        <w:t>4</w:t>
      </w:r>
      <w:r w:rsidRPr="00BA0878">
        <w:rPr>
          <w:b/>
          <w:lang w:val="en-US"/>
        </w:rPr>
        <w:t>.</w:t>
      </w:r>
      <w:r w:rsidRPr="00BA0878">
        <w:rPr>
          <w:b/>
          <w:lang w:val="en-US"/>
        </w:rPr>
        <w:tab/>
        <w:t>"</w:t>
      </w:r>
      <w:r w:rsidRPr="00BA0878">
        <w:rPr>
          <w:b/>
          <w:i/>
          <w:lang w:val="en-US"/>
        </w:rPr>
        <w:t>Device</w:t>
      </w:r>
      <w:r w:rsidRPr="00BA0878">
        <w:rPr>
          <w:b/>
          <w:lang w:val="en-US"/>
        </w:rPr>
        <w:t>" means an element or an assembly of elements used to perform one or more functions.</w:t>
      </w:r>
    </w:p>
    <w:p w14:paraId="3C7D24AE" w14:textId="01DD842F" w:rsidR="00DF768F" w:rsidRPr="00BA0878" w:rsidRDefault="00DF768F" w:rsidP="009348F6">
      <w:pPr>
        <w:pStyle w:val="SingleTxtG"/>
        <w:ind w:left="2268" w:right="992" w:hanging="1134"/>
        <w:rPr>
          <w:b/>
          <w:lang w:val="en-US"/>
        </w:rPr>
      </w:pPr>
      <w:r w:rsidRPr="00BA0878">
        <w:rPr>
          <w:b/>
          <w:lang w:val="en-US"/>
        </w:rPr>
        <w:t>2.</w:t>
      </w:r>
      <w:r w:rsidRPr="00BA0878">
        <w:rPr>
          <w:b/>
          <w:snapToGrid w:val="0"/>
          <w:lang w:val="en-US"/>
        </w:rPr>
        <w:t>1</w:t>
      </w:r>
      <w:r w:rsidRPr="00BA0878">
        <w:rPr>
          <w:b/>
          <w:lang w:val="en-US"/>
        </w:rPr>
        <w:t>.</w:t>
      </w:r>
      <w:r w:rsidR="005C4E7D" w:rsidRPr="00BA0878">
        <w:rPr>
          <w:b/>
          <w:lang w:val="en-US"/>
        </w:rPr>
        <w:t>4</w:t>
      </w:r>
      <w:r w:rsidRPr="00BA0878">
        <w:rPr>
          <w:b/>
          <w:lang w:val="en-US"/>
        </w:rPr>
        <w:t>.1</w:t>
      </w:r>
      <w:r w:rsidRPr="00BA0878">
        <w:rPr>
          <w:b/>
          <w:lang w:val="en-US"/>
        </w:rPr>
        <w:tab/>
        <w:t>"</w:t>
      </w:r>
      <w:r w:rsidRPr="00BA0878">
        <w:rPr>
          <w:b/>
          <w:i/>
          <w:lang w:val="en-US"/>
        </w:rPr>
        <w:t>Lighting function</w:t>
      </w:r>
      <w:r w:rsidRPr="00BA0878">
        <w:rPr>
          <w:b/>
          <w:lang w:val="en-US"/>
        </w:rPr>
        <w:t>" means the light emitted by a device to illuminate the road and objects in the direction of vehicle movement.</w:t>
      </w:r>
    </w:p>
    <w:p w14:paraId="27F4FF7A" w14:textId="5AE8B3A8" w:rsidR="00DF768F" w:rsidRPr="00BA0878" w:rsidRDefault="00DF768F" w:rsidP="009348F6">
      <w:pPr>
        <w:pStyle w:val="SingleTxtG"/>
        <w:ind w:left="2268" w:right="992" w:hanging="1134"/>
        <w:rPr>
          <w:b/>
          <w:lang w:val="en-US"/>
        </w:rPr>
      </w:pPr>
      <w:r w:rsidRPr="00BA0878">
        <w:rPr>
          <w:b/>
          <w:lang w:val="en-US"/>
        </w:rPr>
        <w:t>2.1.</w:t>
      </w:r>
      <w:r w:rsidR="005C4E7D" w:rsidRPr="00BA0878">
        <w:rPr>
          <w:b/>
          <w:lang w:val="en-US"/>
        </w:rPr>
        <w:t>4</w:t>
      </w:r>
      <w:r w:rsidRPr="00BA0878">
        <w:rPr>
          <w:b/>
          <w:lang w:val="en-US"/>
        </w:rPr>
        <w:t>.2.</w:t>
      </w:r>
      <w:r w:rsidRPr="00BA0878">
        <w:rPr>
          <w:b/>
          <w:lang w:val="en-US"/>
        </w:rPr>
        <w:tab/>
        <w:t>"</w:t>
      </w:r>
      <w:r w:rsidRPr="00BA0878">
        <w:rPr>
          <w:b/>
          <w:i/>
          <w:lang w:val="en-US"/>
        </w:rPr>
        <w:t>Light-signalling function</w:t>
      </w:r>
      <w:r w:rsidRPr="00BA0878">
        <w:rPr>
          <w:b/>
          <w:lang w:val="en-US"/>
        </w:rPr>
        <w:t>" means the light emitted or reflected by a device to give to other road users visual information on the presence, identification and/or the change of movement of the vehicle.</w:t>
      </w:r>
    </w:p>
    <w:p w14:paraId="2153C232" w14:textId="71B54E08" w:rsidR="00FE3A3F" w:rsidRPr="00BA0878" w:rsidRDefault="00DF768F" w:rsidP="00E35EF4">
      <w:pPr>
        <w:pStyle w:val="SingleTxtG"/>
        <w:ind w:left="2268" w:right="992" w:hanging="1134"/>
        <w:rPr>
          <w:b/>
          <w:lang w:val="en-US"/>
        </w:rPr>
      </w:pPr>
      <w:r w:rsidRPr="00BA0878">
        <w:rPr>
          <w:b/>
          <w:lang w:val="en-US"/>
        </w:rPr>
        <w:t>2.1.</w:t>
      </w:r>
      <w:r w:rsidR="005C4E7D" w:rsidRPr="00BA0878">
        <w:rPr>
          <w:b/>
          <w:lang w:val="en-US"/>
        </w:rPr>
        <w:t>5</w:t>
      </w:r>
      <w:r w:rsidRPr="00BA0878">
        <w:rPr>
          <w:b/>
          <w:lang w:val="en-US"/>
        </w:rPr>
        <w:t>.</w:t>
      </w:r>
      <w:r w:rsidRPr="00BA0878">
        <w:rPr>
          <w:b/>
          <w:lang w:val="en-US"/>
        </w:rPr>
        <w:tab/>
        <w:t>"</w:t>
      </w:r>
      <w:r w:rsidRPr="00BA0878">
        <w:rPr>
          <w:b/>
          <w:i/>
          <w:lang w:val="en-US"/>
        </w:rPr>
        <w:t>Lamp</w:t>
      </w:r>
      <w:r w:rsidRPr="00BA0878">
        <w:rPr>
          <w:b/>
          <w:lang w:val="en-US"/>
        </w:rPr>
        <w:t>" means a device designed to illuminate the road or to emit a light signal to other road users. Rear registration plate lamps and retro-reflectors are likewise to be regarded as lamps. For the purpose of this Regulation, light-emitting rear registration plates and the service-door-lighting system according to the provisions of Regulation No. 107 on vehicles of categories M</w:t>
      </w:r>
      <w:r w:rsidRPr="00BA0878">
        <w:rPr>
          <w:b/>
          <w:vertAlign w:val="subscript"/>
          <w:lang w:val="en-US"/>
        </w:rPr>
        <w:t>2</w:t>
      </w:r>
      <w:r w:rsidRPr="00BA0878">
        <w:rPr>
          <w:b/>
          <w:lang w:val="en-US"/>
        </w:rPr>
        <w:t xml:space="preserve"> and M</w:t>
      </w:r>
      <w:r w:rsidRPr="00BA0878">
        <w:rPr>
          <w:b/>
          <w:vertAlign w:val="subscript"/>
          <w:lang w:val="en-US"/>
        </w:rPr>
        <w:t>3</w:t>
      </w:r>
      <w:r w:rsidRPr="00BA0878">
        <w:rPr>
          <w:b/>
          <w:lang w:val="en-US"/>
        </w:rPr>
        <w:t xml:space="preserve"> are not considered as lamps.</w:t>
      </w:r>
    </w:p>
    <w:p w14:paraId="698D6D85" w14:textId="3319FD95" w:rsidR="00DF768F" w:rsidRPr="00BA0878" w:rsidRDefault="00DF768F" w:rsidP="00944D75">
      <w:pPr>
        <w:pStyle w:val="SingleTxtG"/>
        <w:ind w:left="2268" w:right="992" w:hanging="1134"/>
        <w:rPr>
          <w:b/>
          <w:lang w:val="en-US"/>
        </w:rPr>
      </w:pPr>
      <w:r w:rsidRPr="00BA0878">
        <w:rPr>
          <w:b/>
          <w:lang w:val="en-US"/>
        </w:rPr>
        <w:t xml:space="preserve">2.2. </w:t>
      </w:r>
      <w:r w:rsidRPr="00BA0878">
        <w:rPr>
          <w:b/>
          <w:lang w:val="en-US"/>
        </w:rPr>
        <w:tab/>
      </w:r>
      <w:r w:rsidRPr="00BA0878">
        <w:rPr>
          <w:rFonts w:eastAsia="MS PMincho"/>
          <w:b/>
        </w:rPr>
        <w:t>TYPE</w:t>
      </w:r>
      <w:r w:rsidRPr="00BA0878">
        <w:rPr>
          <w:b/>
          <w:lang w:val="en-US"/>
        </w:rPr>
        <w:t xml:space="preserve"> DEFINITIONS</w:t>
      </w:r>
    </w:p>
    <w:p w14:paraId="780C92BA" w14:textId="47215F4D" w:rsidR="004D36CB" w:rsidRPr="00BA0878" w:rsidRDefault="004D36CB" w:rsidP="00944D75">
      <w:pPr>
        <w:pStyle w:val="SingleTxtG"/>
        <w:ind w:left="2268" w:right="992" w:hanging="1134"/>
        <w:rPr>
          <w:b/>
          <w:lang w:val="en-US"/>
        </w:rPr>
      </w:pPr>
      <w:r w:rsidRPr="00BA0878">
        <w:rPr>
          <w:b/>
          <w:lang w:val="en-US"/>
        </w:rPr>
        <w:t>2.2.</w:t>
      </w:r>
      <w:r w:rsidR="00DF768F" w:rsidRPr="00BA0878">
        <w:rPr>
          <w:b/>
          <w:lang w:val="en-US"/>
        </w:rPr>
        <w:t>1</w:t>
      </w:r>
      <w:r w:rsidRPr="00BA0878">
        <w:rPr>
          <w:b/>
          <w:lang w:val="en-US"/>
        </w:rPr>
        <w:tab/>
        <w:t>"</w:t>
      </w:r>
      <w:r w:rsidRPr="00BA0878">
        <w:rPr>
          <w:b/>
          <w:i/>
          <w:lang w:val="en-US"/>
        </w:rPr>
        <w:t>Vehicle type with regard to the installation of lighting and light</w:t>
      </w:r>
      <w:r w:rsidR="00B056A9" w:rsidRPr="00BA0878">
        <w:rPr>
          <w:b/>
          <w:i/>
          <w:lang w:val="en-US"/>
        </w:rPr>
        <w:t>-</w:t>
      </w:r>
      <w:r w:rsidRPr="00BA0878">
        <w:rPr>
          <w:b/>
          <w:i/>
          <w:lang w:val="en-US"/>
        </w:rPr>
        <w:t>signalling devices</w:t>
      </w:r>
      <w:r w:rsidRPr="00BA0878">
        <w:rPr>
          <w:b/>
          <w:lang w:val="en-US"/>
        </w:rPr>
        <w:t>" means vehicles which do not differ in the essential respects mentioned in paragraphs 2.2.</w:t>
      </w:r>
      <w:r w:rsidR="00FF573C" w:rsidRPr="00BA0878">
        <w:rPr>
          <w:b/>
          <w:lang w:val="en-US"/>
        </w:rPr>
        <w:t>1.</w:t>
      </w:r>
      <w:r w:rsidRPr="00BA0878">
        <w:rPr>
          <w:b/>
          <w:lang w:val="en-US"/>
        </w:rPr>
        <w:t>1. to 2.2.</w:t>
      </w:r>
      <w:r w:rsidR="00FF573C" w:rsidRPr="00BA0878">
        <w:rPr>
          <w:b/>
          <w:lang w:val="en-US"/>
        </w:rPr>
        <w:t>1.</w:t>
      </w:r>
      <w:r w:rsidRPr="00BA0878">
        <w:rPr>
          <w:b/>
          <w:lang w:val="en-US"/>
        </w:rPr>
        <w:t>4.</w:t>
      </w:r>
    </w:p>
    <w:p w14:paraId="1565D1CC" w14:textId="277C6F02" w:rsidR="004D36CB" w:rsidRPr="00BA0878" w:rsidRDefault="004D36CB" w:rsidP="00944D75">
      <w:pPr>
        <w:pStyle w:val="SingleTxtG"/>
        <w:ind w:left="2268" w:right="992"/>
        <w:rPr>
          <w:b/>
          <w:lang w:val="en-US"/>
        </w:rPr>
      </w:pPr>
      <w:r w:rsidRPr="00BA0878">
        <w:rPr>
          <w:b/>
          <w:lang w:val="en-US"/>
        </w:rPr>
        <w:tab/>
        <w:t>The following are likewise considered not to be "vehicles of a different type": vehicles which differ within the meaning of paragraphs 2.2.</w:t>
      </w:r>
      <w:r w:rsidR="00FF573C" w:rsidRPr="00BA0878">
        <w:rPr>
          <w:b/>
          <w:lang w:val="en-US"/>
        </w:rPr>
        <w:t>1.</w:t>
      </w:r>
      <w:r w:rsidRPr="00BA0878">
        <w:rPr>
          <w:b/>
          <w:lang w:val="en-US"/>
        </w:rPr>
        <w:t>1. to 2.2.</w:t>
      </w:r>
      <w:r w:rsidR="00FF573C" w:rsidRPr="00BA0878">
        <w:rPr>
          <w:b/>
          <w:lang w:val="en-US"/>
        </w:rPr>
        <w:t>1.</w:t>
      </w:r>
      <w:r w:rsidRPr="00BA0878">
        <w:rPr>
          <w:b/>
          <w:lang w:val="en-US"/>
        </w:rPr>
        <w:t>4., but not in such a way as to entail a change in the kind, number, positioning and geometric visibility of the lamps and the inclination of the dipped</w:t>
      </w:r>
      <w:r w:rsidRPr="00BA0878">
        <w:rPr>
          <w:b/>
          <w:lang w:val="en-US"/>
        </w:rPr>
        <w:noBreakHyphen/>
        <w:t>beam prescribed for the vehicle type in question, and vehicles on which optional lamps are fitted or are absent:</w:t>
      </w:r>
    </w:p>
    <w:p w14:paraId="7E2E4C0F" w14:textId="4117626E" w:rsidR="004D36CB" w:rsidRPr="00BA0878" w:rsidRDefault="004D36CB" w:rsidP="00944D75">
      <w:pPr>
        <w:pStyle w:val="SingleTxtG"/>
        <w:ind w:left="2268" w:right="992" w:hanging="1134"/>
        <w:rPr>
          <w:b/>
          <w:lang w:val="en-US"/>
        </w:rPr>
      </w:pPr>
      <w:r w:rsidRPr="00BA0878">
        <w:rPr>
          <w:b/>
          <w:lang w:val="en-US"/>
        </w:rPr>
        <w:t>2.2.</w:t>
      </w:r>
      <w:r w:rsidR="00DF768F" w:rsidRPr="00BA0878">
        <w:rPr>
          <w:b/>
          <w:lang w:val="en-US"/>
        </w:rPr>
        <w:t>1.</w:t>
      </w:r>
      <w:r w:rsidRPr="00BA0878">
        <w:rPr>
          <w:b/>
          <w:lang w:val="en-US"/>
        </w:rPr>
        <w:t>1.</w:t>
      </w:r>
      <w:r w:rsidRPr="00BA0878">
        <w:rPr>
          <w:b/>
          <w:lang w:val="en-US"/>
        </w:rPr>
        <w:tab/>
        <w:t>The dimension and the external shape of the vehicle;</w:t>
      </w:r>
    </w:p>
    <w:p w14:paraId="5128CA31" w14:textId="3927F6EB" w:rsidR="004D36CB" w:rsidRPr="00BA0878" w:rsidRDefault="004D36CB" w:rsidP="00944D75">
      <w:pPr>
        <w:pStyle w:val="SingleTxtG"/>
        <w:ind w:left="2268" w:right="992" w:hanging="1134"/>
        <w:rPr>
          <w:b/>
          <w:lang w:val="en-US"/>
        </w:rPr>
      </w:pPr>
      <w:r w:rsidRPr="00BA0878">
        <w:rPr>
          <w:b/>
          <w:lang w:val="en-US"/>
        </w:rPr>
        <w:t>2.2.</w:t>
      </w:r>
      <w:r w:rsidR="00DF768F" w:rsidRPr="00BA0878">
        <w:rPr>
          <w:b/>
          <w:lang w:val="en-US"/>
        </w:rPr>
        <w:t>1.</w:t>
      </w:r>
      <w:r w:rsidRPr="00BA0878">
        <w:rPr>
          <w:b/>
          <w:lang w:val="en-US"/>
        </w:rPr>
        <w:t>2.</w:t>
      </w:r>
      <w:r w:rsidRPr="00BA0878">
        <w:rPr>
          <w:b/>
          <w:lang w:val="en-US"/>
        </w:rPr>
        <w:tab/>
        <w:t>The number and positioning of the devices;</w:t>
      </w:r>
    </w:p>
    <w:p w14:paraId="24E1A5A0" w14:textId="4D3870DC" w:rsidR="004D36CB" w:rsidRPr="00BA0878" w:rsidRDefault="004D36CB" w:rsidP="00944D75">
      <w:pPr>
        <w:pStyle w:val="SingleTxtG"/>
        <w:ind w:left="2268" w:right="992" w:hanging="1134"/>
        <w:rPr>
          <w:b/>
          <w:lang w:val="en-US"/>
        </w:rPr>
      </w:pPr>
      <w:r w:rsidRPr="00BA0878">
        <w:rPr>
          <w:b/>
          <w:lang w:val="en-US"/>
        </w:rPr>
        <w:t>2.2.</w:t>
      </w:r>
      <w:r w:rsidR="00DF768F" w:rsidRPr="00BA0878">
        <w:rPr>
          <w:b/>
          <w:lang w:val="en-US"/>
        </w:rPr>
        <w:t>1.</w:t>
      </w:r>
      <w:r w:rsidRPr="00BA0878">
        <w:rPr>
          <w:b/>
          <w:lang w:val="en-US"/>
        </w:rPr>
        <w:t>3.</w:t>
      </w:r>
      <w:r w:rsidRPr="00BA0878">
        <w:rPr>
          <w:b/>
          <w:lang w:val="en-US"/>
        </w:rPr>
        <w:tab/>
        <w:t>The headlamp-levelling system;</w:t>
      </w:r>
    </w:p>
    <w:p w14:paraId="7F9BAD35" w14:textId="166E4FBA" w:rsidR="004D36CB" w:rsidRPr="00BA0878" w:rsidRDefault="004D36CB" w:rsidP="00944D75">
      <w:pPr>
        <w:pStyle w:val="SingleTxtG"/>
        <w:ind w:left="2268" w:right="992" w:hanging="1134"/>
        <w:rPr>
          <w:b/>
          <w:lang w:val="en-US"/>
        </w:rPr>
      </w:pPr>
      <w:r w:rsidRPr="00BA0878">
        <w:rPr>
          <w:b/>
          <w:lang w:val="en-US"/>
        </w:rPr>
        <w:t>2.2.</w:t>
      </w:r>
      <w:r w:rsidR="00DF768F" w:rsidRPr="00BA0878">
        <w:rPr>
          <w:b/>
          <w:lang w:val="en-US"/>
        </w:rPr>
        <w:t>1.</w:t>
      </w:r>
      <w:r w:rsidRPr="00BA0878">
        <w:rPr>
          <w:b/>
          <w:lang w:val="en-US"/>
        </w:rPr>
        <w:t>4.</w:t>
      </w:r>
      <w:r w:rsidRPr="00BA0878">
        <w:rPr>
          <w:b/>
          <w:lang w:val="en-US"/>
        </w:rPr>
        <w:tab/>
        <w:t>The suspension system.</w:t>
      </w:r>
    </w:p>
    <w:p w14:paraId="738847EA" w14:textId="67ED2194" w:rsidR="00DF768F" w:rsidRPr="00BA0878" w:rsidRDefault="0067021D" w:rsidP="00B509B2">
      <w:pPr>
        <w:pStyle w:val="SingleTxtG"/>
        <w:ind w:left="2268" w:right="992" w:hanging="1134"/>
        <w:rPr>
          <w:rFonts w:eastAsia="MS PMincho"/>
          <w:b/>
        </w:rPr>
      </w:pPr>
      <w:r w:rsidRPr="00BA0878">
        <w:rPr>
          <w:rFonts w:eastAsia="MS PMincho"/>
          <w:b/>
        </w:rPr>
        <w:lastRenderedPageBreak/>
        <w:t xml:space="preserve">2.3. </w:t>
      </w:r>
      <w:r w:rsidRPr="00BA0878">
        <w:rPr>
          <w:rFonts w:eastAsia="MS PMincho"/>
          <w:b/>
        </w:rPr>
        <w:tab/>
        <w:t>VEHICLE</w:t>
      </w:r>
    </w:p>
    <w:p w14:paraId="41A46E8B" w14:textId="6E6434F0" w:rsidR="004D36CB" w:rsidRPr="00BA0878" w:rsidRDefault="0067021D" w:rsidP="00B509B2">
      <w:pPr>
        <w:pStyle w:val="SingleTxtG"/>
        <w:ind w:left="2268" w:right="992" w:hanging="1134"/>
        <w:rPr>
          <w:b/>
          <w:lang w:val="en-US"/>
        </w:rPr>
      </w:pPr>
      <w:r w:rsidRPr="00BA0878">
        <w:rPr>
          <w:b/>
          <w:lang w:val="en-US"/>
        </w:rPr>
        <w:t>2.3.1.</w:t>
      </w:r>
      <w:r w:rsidR="004D36CB" w:rsidRPr="00BA0878">
        <w:rPr>
          <w:b/>
          <w:lang w:val="en-US"/>
        </w:rPr>
        <w:tab/>
        <w:t>"</w:t>
      </w:r>
      <w:r w:rsidR="004D36CB" w:rsidRPr="00BA0878">
        <w:rPr>
          <w:b/>
          <w:i/>
          <w:lang w:val="en-US"/>
        </w:rPr>
        <w:t>Unladen vehicle</w:t>
      </w:r>
      <w:r w:rsidR="004D36CB" w:rsidRPr="00BA0878">
        <w:rPr>
          <w:b/>
          <w:lang w:val="en-US"/>
        </w:rPr>
        <w:t>" means a vehicle without driver, crew, passengers and load, but with a full supply of fuel, spare wheel and the tools normally carried.</w:t>
      </w:r>
    </w:p>
    <w:p w14:paraId="5C319C04" w14:textId="3366DFAA" w:rsidR="004D36CB" w:rsidRPr="00BA0878" w:rsidRDefault="0067021D" w:rsidP="00B509B2">
      <w:pPr>
        <w:pStyle w:val="SingleTxtG"/>
        <w:ind w:left="2268" w:right="992" w:hanging="1134"/>
        <w:rPr>
          <w:b/>
          <w:lang w:val="en-US"/>
        </w:rPr>
      </w:pPr>
      <w:r w:rsidRPr="00BA0878">
        <w:rPr>
          <w:b/>
          <w:lang w:val="en-US"/>
        </w:rPr>
        <w:t>2.3.2.</w:t>
      </w:r>
      <w:r w:rsidR="004D36CB" w:rsidRPr="00BA0878">
        <w:rPr>
          <w:b/>
          <w:lang w:val="en-US"/>
        </w:rPr>
        <w:tab/>
        <w:t>"</w:t>
      </w:r>
      <w:r w:rsidR="004D36CB" w:rsidRPr="00BA0878">
        <w:rPr>
          <w:b/>
          <w:i/>
          <w:lang w:val="en-US"/>
        </w:rPr>
        <w:t>Laden vehicle</w:t>
      </w:r>
      <w:r w:rsidR="004D36CB" w:rsidRPr="00BA0878">
        <w:rPr>
          <w:b/>
          <w:lang w:val="en-US"/>
        </w:rPr>
        <w:t>" means a vehicle loaded to its technically permissible maximum mass, as stated by the manufacturer, who shall also fix the distribution of this mass between the axles in accordance with the method described in Annex 5.</w:t>
      </w:r>
    </w:p>
    <w:p w14:paraId="6DBC8F2F" w14:textId="143B041A" w:rsidR="004D36CB" w:rsidRPr="00BA0878" w:rsidRDefault="00603779" w:rsidP="00B509B2">
      <w:pPr>
        <w:pStyle w:val="SingleTxtG"/>
        <w:ind w:left="2268" w:right="992" w:hanging="1134"/>
        <w:rPr>
          <w:b/>
          <w:lang w:val="en-US"/>
        </w:rPr>
      </w:pPr>
      <w:r w:rsidRPr="00BA0878">
        <w:rPr>
          <w:b/>
          <w:lang w:val="en-US"/>
        </w:rPr>
        <w:t>2.3.3.</w:t>
      </w:r>
      <w:r w:rsidR="004D36CB" w:rsidRPr="00BA0878">
        <w:rPr>
          <w:b/>
          <w:lang w:val="en-US"/>
        </w:rPr>
        <w:tab/>
        <w:t>"</w:t>
      </w:r>
      <w:r w:rsidR="004D36CB" w:rsidRPr="00BA0878">
        <w:rPr>
          <w:b/>
          <w:i/>
          <w:lang w:val="en-US"/>
        </w:rPr>
        <w:t>Extreme outer edge</w:t>
      </w:r>
      <w:r w:rsidR="004D36CB" w:rsidRPr="00BA0878">
        <w:rPr>
          <w:b/>
          <w:lang w:val="en-US"/>
        </w:rPr>
        <w:t>" on either side of the vehicle, means the plane parallel to the median longitudinal plane of the vehicle and touching its lateral outer edge, disregarding the projection:</w:t>
      </w:r>
    </w:p>
    <w:p w14:paraId="75CDE446" w14:textId="2987FD8F" w:rsidR="004D36CB" w:rsidRPr="00BA0878" w:rsidRDefault="00603779" w:rsidP="00B509B2">
      <w:pPr>
        <w:pStyle w:val="SingleTxtG"/>
        <w:ind w:left="2268" w:right="992" w:hanging="1134"/>
        <w:rPr>
          <w:b/>
          <w:lang w:val="en-US"/>
        </w:rPr>
      </w:pPr>
      <w:r w:rsidRPr="00BA0878">
        <w:rPr>
          <w:b/>
          <w:lang w:val="en-US"/>
        </w:rPr>
        <w:t>2.3.3.1.</w:t>
      </w:r>
      <w:r w:rsidR="004D36CB" w:rsidRPr="00BA0878">
        <w:rPr>
          <w:b/>
          <w:lang w:val="en-US"/>
        </w:rPr>
        <w:tab/>
        <w:t>Of tyres near their point of contact with the ground, and of connections for tyre</w:t>
      </w:r>
      <w:r w:rsidR="00510784" w:rsidRPr="00BA0878">
        <w:rPr>
          <w:b/>
          <w:lang w:val="en-US"/>
        </w:rPr>
        <w:t>-</w:t>
      </w:r>
      <w:r w:rsidR="004D36CB" w:rsidRPr="00BA0878">
        <w:rPr>
          <w:b/>
          <w:lang w:val="en-US"/>
        </w:rPr>
        <w:t>pressure gauges;</w:t>
      </w:r>
    </w:p>
    <w:p w14:paraId="76BB4856" w14:textId="490A8633" w:rsidR="004D36CB" w:rsidRPr="00BA0878" w:rsidRDefault="00603779" w:rsidP="00B509B2">
      <w:pPr>
        <w:pStyle w:val="SingleTxtG"/>
        <w:ind w:left="2268" w:right="992" w:hanging="1134"/>
        <w:rPr>
          <w:b/>
          <w:lang w:val="en-US"/>
        </w:rPr>
      </w:pPr>
      <w:r w:rsidRPr="00BA0878">
        <w:rPr>
          <w:b/>
          <w:lang w:val="en-US"/>
        </w:rPr>
        <w:t>2.3.3.2.</w:t>
      </w:r>
      <w:r w:rsidR="004D36CB" w:rsidRPr="00BA0878">
        <w:rPr>
          <w:b/>
          <w:lang w:val="en-US"/>
        </w:rPr>
        <w:tab/>
        <w:t>Of any anti</w:t>
      </w:r>
      <w:r w:rsidR="00510784" w:rsidRPr="00BA0878">
        <w:rPr>
          <w:b/>
          <w:lang w:val="en-US"/>
        </w:rPr>
        <w:t>-</w:t>
      </w:r>
      <w:r w:rsidR="004D36CB" w:rsidRPr="00BA0878">
        <w:rPr>
          <w:b/>
          <w:lang w:val="en-US"/>
        </w:rPr>
        <w:t>skid devices mounted on the wheels;</w:t>
      </w:r>
    </w:p>
    <w:p w14:paraId="09D315A3" w14:textId="6619690B" w:rsidR="004D36CB" w:rsidRPr="00BA0878" w:rsidRDefault="00603779" w:rsidP="00B509B2">
      <w:pPr>
        <w:pStyle w:val="SingleTxtG"/>
        <w:ind w:left="2268" w:right="992" w:hanging="1134"/>
        <w:rPr>
          <w:b/>
          <w:lang w:val="en-US"/>
        </w:rPr>
      </w:pPr>
      <w:r w:rsidRPr="00BA0878">
        <w:rPr>
          <w:b/>
          <w:lang w:val="en-US"/>
        </w:rPr>
        <w:t>2.3.3.3.</w:t>
      </w:r>
      <w:r w:rsidR="004D36CB" w:rsidRPr="00BA0878">
        <w:rPr>
          <w:b/>
          <w:lang w:val="en-US"/>
        </w:rPr>
        <w:tab/>
        <w:t>Of devices for indirect vision;</w:t>
      </w:r>
    </w:p>
    <w:p w14:paraId="01F1D494" w14:textId="4AC49B4A" w:rsidR="004D36CB" w:rsidRPr="00BA0878" w:rsidRDefault="00603779" w:rsidP="00B509B2">
      <w:pPr>
        <w:pStyle w:val="SingleTxtG"/>
        <w:ind w:left="2268" w:right="992" w:hanging="1134"/>
        <w:rPr>
          <w:b/>
          <w:lang w:val="en-US"/>
        </w:rPr>
      </w:pPr>
      <w:r w:rsidRPr="00BA0878">
        <w:rPr>
          <w:b/>
          <w:lang w:val="en-US"/>
        </w:rPr>
        <w:t>2.3.3.4.</w:t>
      </w:r>
      <w:r w:rsidR="004D36CB" w:rsidRPr="00BA0878">
        <w:rPr>
          <w:b/>
          <w:lang w:val="en-US"/>
        </w:rPr>
        <w:tab/>
        <w:t>Of side direction-indicator lamps, end</w:t>
      </w:r>
      <w:r w:rsidR="00510784" w:rsidRPr="00BA0878">
        <w:rPr>
          <w:b/>
          <w:lang w:val="en-US"/>
        </w:rPr>
        <w:t>-</w:t>
      </w:r>
      <w:r w:rsidR="004D36CB" w:rsidRPr="00BA0878">
        <w:rPr>
          <w:b/>
          <w:lang w:val="en-US"/>
        </w:rPr>
        <w:t>outline marker lamps, front and rear position lamps, parking lamps, retro</w:t>
      </w:r>
      <w:r w:rsidR="00510784" w:rsidRPr="00BA0878">
        <w:rPr>
          <w:b/>
          <w:lang w:val="en-US"/>
        </w:rPr>
        <w:t>-</w:t>
      </w:r>
      <w:r w:rsidR="004D36CB" w:rsidRPr="00BA0878">
        <w:rPr>
          <w:b/>
          <w:lang w:val="en-US"/>
        </w:rPr>
        <w:t>reflectors and side</w:t>
      </w:r>
      <w:r w:rsidR="00510784" w:rsidRPr="00BA0878">
        <w:rPr>
          <w:b/>
          <w:lang w:val="en-US"/>
        </w:rPr>
        <w:t>-</w:t>
      </w:r>
      <w:r w:rsidR="004D36CB" w:rsidRPr="00BA0878">
        <w:rPr>
          <w:b/>
          <w:lang w:val="en-US"/>
        </w:rPr>
        <w:t>marker lamps.</w:t>
      </w:r>
    </w:p>
    <w:p w14:paraId="3574D462" w14:textId="4FE19BB5" w:rsidR="004D36CB" w:rsidRPr="00BA0878" w:rsidRDefault="00603779" w:rsidP="00B509B2">
      <w:pPr>
        <w:pStyle w:val="SingleTxtG"/>
        <w:ind w:left="2268" w:right="992" w:hanging="1134"/>
        <w:rPr>
          <w:b/>
          <w:lang w:val="en-US"/>
        </w:rPr>
      </w:pPr>
      <w:r w:rsidRPr="00BA0878">
        <w:rPr>
          <w:b/>
          <w:lang w:val="en-US"/>
        </w:rPr>
        <w:t>2.3.3.5.</w:t>
      </w:r>
      <w:r w:rsidR="004D36CB" w:rsidRPr="00BA0878">
        <w:rPr>
          <w:b/>
          <w:lang w:val="en-US"/>
        </w:rPr>
        <w:tab/>
        <w:t xml:space="preserve">Of customs seals affixed to the vehicle, and of devices for securing and protecting such seals. </w:t>
      </w:r>
    </w:p>
    <w:p w14:paraId="5E048A4B" w14:textId="6EBBBC3F" w:rsidR="004D36CB" w:rsidRPr="00BA0878" w:rsidRDefault="00603779" w:rsidP="00B509B2">
      <w:pPr>
        <w:pStyle w:val="SingleTxtG"/>
        <w:ind w:left="2268" w:right="992" w:hanging="1134"/>
        <w:rPr>
          <w:b/>
          <w:lang w:val="en-US"/>
        </w:rPr>
      </w:pPr>
      <w:r w:rsidRPr="00BA0878">
        <w:rPr>
          <w:b/>
          <w:lang w:val="en-US"/>
        </w:rPr>
        <w:t>2.3.3.6.</w:t>
      </w:r>
      <w:r w:rsidR="004D36CB" w:rsidRPr="00BA0878">
        <w:rPr>
          <w:b/>
          <w:lang w:val="en-US"/>
        </w:rPr>
        <w:tab/>
        <w:t>Of service-door lighting systems on vehicles of categories M</w:t>
      </w:r>
      <w:r w:rsidR="004D36CB" w:rsidRPr="00BA0878">
        <w:rPr>
          <w:b/>
          <w:vertAlign w:val="subscript"/>
          <w:lang w:val="en-US"/>
        </w:rPr>
        <w:t>2</w:t>
      </w:r>
      <w:r w:rsidR="004D36CB" w:rsidRPr="00BA0878">
        <w:rPr>
          <w:b/>
          <w:lang w:val="en-US"/>
        </w:rPr>
        <w:t xml:space="preserve"> and M</w:t>
      </w:r>
      <w:r w:rsidR="004D36CB" w:rsidRPr="00BA0878">
        <w:rPr>
          <w:b/>
          <w:vertAlign w:val="subscript"/>
          <w:lang w:val="en-US"/>
        </w:rPr>
        <w:t>3</w:t>
      </w:r>
      <w:r w:rsidR="004D36CB" w:rsidRPr="00BA0878">
        <w:rPr>
          <w:b/>
          <w:lang w:val="en-US"/>
        </w:rPr>
        <w:t xml:space="preserve"> as specified in paragraph 2.</w:t>
      </w:r>
      <w:r w:rsidR="00B0214F" w:rsidRPr="00BA0878">
        <w:rPr>
          <w:b/>
          <w:lang w:val="en-US"/>
        </w:rPr>
        <w:t>1.5</w:t>
      </w:r>
      <w:r w:rsidR="004D36CB" w:rsidRPr="00BA0878">
        <w:rPr>
          <w:b/>
          <w:lang w:val="en-US"/>
        </w:rPr>
        <w:t>.</w:t>
      </w:r>
    </w:p>
    <w:p w14:paraId="6F3A5628" w14:textId="30AB64DA" w:rsidR="004D36CB" w:rsidRPr="00BA0878" w:rsidRDefault="003C520D" w:rsidP="00B509B2">
      <w:pPr>
        <w:pStyle w:val="SingleTxtG"/>
        <w:ind w:left="2268" w:right="992" w:hanging="1134"/>
        <w:rPr>
          <w:b/>
          <w:lang w:val="en-US"/>
        </w:rPr>
      </w:pPr>
      <w:r w:rsidRPr="00BA0878">
        <w:rPr>
          <w:b/>
          <w:lang w:val="en-US"/>
        </w:rPr>
        <w:t>2.3.4.</w:t>
      </w:r>
      <w:r w:rsidR="004D36CB" w:rsidRPr="00BA0878">
        <w:rPr>
          <w:b/>
          <w:lang w:val="en-US"/>
        </w:rPr>
        <w:tab/>
        <w:t>"</w:t>
      </w:r>
      <w:r w:rsidR="004D36CB" w:rsidRPr="00BA0878">
        <w:rPr>
          <w:b/>
          <w:i/>
          <w:lang w:val="en-US"/>
        </w:rPr>
        <w:t>Overall dimensions</w:t>
      </w:r>
      <w:r w:rsidR="004D36CB" w:rsidRPr="00BA0878">
        <w:rPr>
          <w:b/>
          <w:lang w:val="en-US"/>
        </w:rPr>
        <w:t>" means the distance between the two vertical planes defined in paragraph 2.</w:t>
      </w:r>
      <w:r w:rsidR="00E34925" w:rsidRPr="00BA0878">
        <w:rPr>
          <w:b/>
          <w:lang w:val="en-US"/>
        </w:rPr>
        <w:t>3</w:t>
      </w:r>
      <w:r w:rsidR="004D36CB" w:rsidRPr="00BA0878">
        <w:rPr>
          <w:b/>
          <w:lang w:val="en-US"/>
        </w:rPr>
        <w:t>.</w:t>
      </w:r>
      <w:r w:rsidR="00E34925" w:rsidRPr="00BA0878">
        <w:rPr>
          <w:b/>
          <w:lang w:val="en-US"/>
        </w:rPr>
        <w:t>3.</w:t>
      </w:r>
      <w:r w:rsidR="004D36CB" w:rsidRPr="00BA0878">
        <w:rPr>
          <w:b/>
          <w:lang w:val="en-US"/>
        </w:rPr>
        <w:t xml:space="preserve"> above.</w:t>
      </w:r>
    </w:p>
    <w:p w14:paraId="2C08207D" w14:textId="64FE0B02" w:rsidR="004D36CB" w:rsidRPr="00BA0878" w:rsidRDefault="003C520D" w:rsidP="00B509B2">
      <w:pPr>
        <w:pStyle w:val="SingleTxtG"/>
        <w:ind w:left="2268" w:right="992" w:hanging="1134"/>
        <w:rPr>
          <w:b/>
          <w:lang w:val="en-US"/>
        </w:rPr>
      </w:pPr>
      <w:r w:rsidRPr="00BA0878">
        <w:rPr>
          <w:b/>
          <w:lang w:val="en-US"/>
        </w:rPr>
        <w:t>2.3.4.1.</w:t>
      </w:r>
      <w:r w:rsidR="004D36CB" w:rsidRPr="00BA0878">
        <w:rPr>
          <w:b/>
          <w:lang w:val="en-US"/>
        </w:rPr>
        <w:tab/>
        <w:t xml:space="preserve">"Overall width" means the distance between the two vertical planes defined in paragraph </w:t>
      </w:r>
      <w:r w:rsidR="00E34925" w:rsidRPr="00BA0878">
        <w:rPr>
          <w:b/>
          <w:lang w:val="en-US"/>
        </w:rPr>
        <w:t xml:space="preserve">2.3.3. </w:t>
      </w:r>
      <w:r w:rsidR="004D36CB" w:rsidRPr="00BA0878">
        <w:rPr>
          <w:b/>
          <w:lang w:val="en-US"/>
        </w:rPr>
        <w:t>above.</w:t>
      </w:r>
    </w:p>
    <w:p w14:paraId="4ED31AE0" w14:textId="158B0DE3" w:rsidR="004D36CB" w:rsidRPr="00BA0878" w:rsidRDefault="003C520D" w:rsidP="00B509B2">
      <w:pPr>
        <w:pStyle w:val="SingleTxtG"/>
        <w:ind w:left="2268" w:right="992" w:hanging="1134"/>
        <w:rPr>
          <w:b/>
          <w:lang w:val="en-US"/>
        </w:rPr>
      </w:pPr>
      <w:r w:rsidRPr="00BA0878">
        <w:rPr>
          <w:b/>
          <w:lang w:val="en-US"/>
        </w:rPr>
        <w:t>2.3.4.2.</w:t>
      </w:r>
      <w:r w:rsidR="004D36CB" w:rsidRPr="00BA0878">
        <w:rPr>
          <w:b/>
          <w:lang w:val="en-US"/>
        </w:rPr>
        <w:tab/>
        <w:t>"Overall length" means the distance between the two vertical planes perpendicular to the median longitudinal plane of the vehicle and touching its front and rear outer edge, disregarding the projection:</w:t>
      </w:r>
    </w:p>
    <w:p w14:paraId="13BAD773" w14:textId="0001FA34" w:rsidR="004D36CB" w:rsidRPr="00BA0878" w:rsidRDefault="004D36CB" w:rsidP="00F17639">
      <w:pPr>
        <w:pStyle w:val="para0"/>
        <w:ind w:left="2835" w:right="992" w:hanging="567"/>
        <w:rPr>
          <w:b/>
          <w:lang w:val="en-US"/>
        </w:rPr>
      </w:pPr>
      <w:r w:rsidRPr="00BA0878">
        <w:rPr>
          <w:b/>
          <w:lang w:val="en-US"/>
        </w:rPr>
        <w:t>(a)</w:t>
      </w:r>
      <w:r w:rsidR="00E34925" w:rsidRPr="00BA0878">
        <w:rPr>
          <w:b/>
          <w:lang w:val="en-US"/>
        </w:rPr>
        <w:tab/>
      </w:r>
      <w:r w:rsidRPr="00BA0878">
        <w:rPr>
          <w:b/>
          <w:lang w:val="en-US"/>
        </w:rPr>
        <w:tab/>
        <w:t>Of devices for indirect vision;</w:t>
      </w:r>
    </w:p>
    <w:p w14:paraId="01E8029D" w14:textId="3CE3AF89" w:rsidR="004D36CB" w:rsidRPr="00BA0878" w:rsidRDefault="004D36CB" w:rsidP="00F17639">
      <w:pPr>
        <w:pStyle w:val="para0"/>
        <w:ind w:left="2835" w:right="992" w:hanging="567"/>
        <w:rPr>
          <w:b/>
          <w:lang w:val="en-US"/>
        </w:rPr>
      </w:pPr>
      <w:r w:rsidRPr="00BA0878">
        <w:rPr>
          <w:b/>
          <w:lang w:val="en-US"/>
        </w:rPr>
        <w:t>(b)</w:t>
      </w:r>
      <w:r w:rsidRPr="00BA0878">
        <w:rPr>
          <w:b/>
          <w:lang w:val="en-US"/>
        </w:rPr>
        <w:tab/>
      </w:r>
      <w:r w:rsidR="00E34925" w:rsidRPr="00BA0878">
        <w:rPr>
          <w:b/>
          <w:lang w:val="en-US"/>
        </w:rPr>
        <w:tab/>
      </w:r>
      <w:r w:rsidRPr="00BA0878">
        <w:rPr>
          <w:b/>
          <w:lang w:val="en-US"/>
        </w:rPr>
        <w:t>Of end-outline marker lamps;</w:t>
      </w:r>
    </w:p>
    <w:p w14:paraId="3CB8FE7A" w14:textId="773810A6" w:rsidR="004D36CB" w:rsidRPr="00BA0878" w:rsidRDefault="004D36CB" w:rsidP="00F17639">
      <w:pPr>
        <w:pStyle w:val="para0"/>
        <w:ind w:left="2835" w:right="992" w:hanging="567"/>
        <w:rPr>
          <w:b/>
          <w:lang w:val="en-US"/>
        </w:rPr>
      </w:pPr>
      <w:r w:rsidRPr="00BA0878">
        <w:rPr>
          <w:b/>
          <w:lang w:val="en-US"/>
        </w:rPr>
        <w:t>(c)</w:t>
      </w:r>
      <w:r w:rsidR="00E34925" w:rsidRPr="00BA0878">
        <w:rPr>
          <w:b/>
          <w:lang w:val="en-US"/>
        </w:rPr>
        <w:tab/>
      </w:r>
      <w:r w:rsidRPr="00BA0878">
        <w:rPr>
          <w:b/>
          <w:lang w:val="en-US"/>
        </w:rPr>
        <w:tab/>
        <w:t>Of coupling devices, in the case of motor vehicles.</w:t>
      </w:r>
    </w:p>
    <w:p w14:paraId="20076611" w14:textId="15DD20A2" w:rsidR="004D36CB" w:rsidRPr="00BA0878" w:rsidRDefault="004D36CB" w:rsidP="00B509B2">
      <w:pPr>
        <w:pStyle w:val="para0"/>
        <w:ind w:right="992" w:firstLine="0"/>
        <w:rPr>
          <w:b/>
          <w:lang w:val="en-US"/>
        </w:rPr>
      </w:pPr>
      <w:r w:rsidRPr="00BA0878">
        <w:rPr>
          <w:b/>
          <w:lang w:val="en-US"/>
        </w:rPr>
        <w:t>For trailers in the "overall length" and in any measurement in length the drawbar shall be included, except when specifically excluded.</w:t>
      </w:r>
    </w:p>
    <w:p w14:paraId="0B73A2A2" w14:textId="0949DCBD" w:rsidR="004D36CB" w:rsidRPr="00BA0878" w:rsidRDefault="00E71237" w:rsidP="00B509B2">
      <w:pPr>
        <w:pStyle w:val="SingleTxtG"/>
        <w:ind w:left="2268" w:right="992" w:hanging="1134"/>
        <w:rPr>
          <w:b/>
          <w:lang w:val="en-US"/>
        </w:rPr>
      </w:pPr>
      <w:r w:rsidRPr="00BA0878">
        <w:rPr>
          <w:b/>
          <w:lang w:val="en-US"/>
        </w:rPr>
        <w:t>2.3.5.</w:t>
      </w:r>
      <w:r w:rsidR="004D36CB" w:rsidRPr="00BA0878">
        <w:rPr>
          <w:b/>
          <w:lang w:val="en-US"/>
        </w:rPr>
        <w:tab/>
        <w:t>"</w:t>
      </w:r>
      <w:r w:rsidR="004D36CB" w:rsidRPr="00BA0878">
        <w:rPr>
          <w:b/>
          <w:i/>
          <w:lang w:val="en-US"/>
        </w:rPr>
        <w:t>Operating tell</w:t>
      </w:r>
      <w:r w:rsidR="004D36CB" w:rsidRPr="00BA0878">
        <w:rPr>
          <w:b/>
          <w:i/>
          <w:lang w:val="en-US"/>
        </w:rPr>
        <w:noBreakHyphen/>
        <w:t>tale</w:t>
      </w:r>
      <w:r w:rsidR="004D36CB" w:rsidRPr="00BA0878">
        <w:rPr>
          <w:b/>
          <w:lang w:val="en-US"/>
        </w:rPr>
        <w:t>" means a visual or auditory signal (or any equivalent signal) indicating that a device has been switched on and is operating correctly or not.</w:t>
      </w:r>
    </w:p>
    <w:p w14:paraId="6E32D752" w14:textId="04920E0C" w:rsidR="004D36CB" w:rsidRPr="00BA0878" w:rsidRDefault="00E71237" w:rsidP="00B509B2">
      <w:pPr>
        <w:pStyle w:val="SingleTxtG"/>
        <w:ind w:left="2268" w:right="992" w:hanging="1134"/>
        <w:rPr>
          <w:b/>
          <w:lang w:val="en-US"/>
        </w:rPr>
      </w:pPr>
      <w:r w:rsidRPr="00BA0878">
        <w:rPr>
          <w:b/>
          <w:lang w:val="en-US"/>
        </w:rPr>
        <w:t>2.3.6.</w:t>
      </w:r>
      <w:r w:rsidR="004D36CB" w:rsidRPr="00BA0878">
        <w:rPr>
          <w:b/>
          <w:lang w:val="en-US"/>
        </w:rPr>
        <w:tab/>
        <w:t>"</w:t>
      </w:r>
      <w:r w:rsidR="004D36CB" w:rsidRPr="00BA0878">
        <w:rPr>
          <w:b/>
          <w:i/>
          <w:lang w:val="en-US"/>
        </w:rPr>
        <w:t>Closed</w:t>
      </w:r>
      <w:r w:rsidR="004D36CB" w:rsidRPr="00BA0878">
        <w:rPr>
          <w:b/>
          <w:i/>
          <w:lang w:val="en-US"/>
        </w:rPr>
        <w:noBreakHyphen/>
        <w:t>circuit tell</w:t>
      </w:r>
      <w:r w:rsidR="004D36CB" w:rsidRPr="00BA0878">
        <w:rPr>
          <w:b/>
          <w:i/>
          <w:lang w:val="en-US"/>
        </w:rPr>
        <w:noBreakHyphen/>
        <w:t>tale</w:t>
      </w:r>
      <w:r w:rsidR="004D36CB" w:rsidRPr="00BA0878">
        <w:rPr>
          <w:b/>
          <w:lang w:val="en-US"/>
        </w:rPr>
        <w:t>" means a visual (or any equivalent signal) indicating that a device has been switched on, but not indicating whether it is operating correctly or not.</w:t>
      </w:r>
    </w:p>
    <w:p w14:paraId="2C2BD29B" w14:textId="75256F34" w:rsidR="004D36CB" w:rsidRPr="00BA0878" w:rsidRDefault="00E71237" w:rsidP="00B509B2">
      <w:pPr>
        <w:pStyle w:val="SingleTxtG"/>
        <w:ind w:left="2268" w:right="992" w:hanging="1134"/>
        <w:rPr>
          <w:b/>
          <w:lang w:val="en-US"/>
        </w:rPr>
      </w:pPr>
      <w:r w:rsidRPr="00BA0878">
        <w:rPr>
          <w:b/>
          <w:lang w:val="en-US"/>
        </w:rPr>
        <w:t>2.3.7.</w:t>
      </w:r>
      <w:r w:rsidR="004D36CB" w:rsidRPr="00BA0878">
        <w:rPr>
          <w:b/>
          <w:lang w:val="en-US"/>
        </w:rPr>
        <w:tab/>
        <w:t>"</w:t>
      </w:r>
      <w:r w:rsidR="004D36CB" w:rsidRPr="00BA0878">
        <w:rPr>
          <w:b/>
          <w:i/>
          <w:lang w:val="en-US"/>
        </w:rPr>
        <w:t>Ground</w:t>
      </w:r>
      <w:r w:rsidR="004D36CB" w:rsidRPr="00BA0878">
        <w:rPr>
          <w:b/>
          <w:lang w:val="en-US"/>
        </w:rPr>
        <w:t>" means the surface on which the vehicle stands which should be substantially horizontal.</w:t>
      </w:r>
    </w:p>
    <w:p w14:paraId="283B4918" w14:textId="727F79D9" w:rsidR="004D36CB" w:rsidRPr="00BA0878" w:rsidRDefault="00E71237" w:rsidP="00B509B2">
      <w:pPr>
        <w:pStyle w:val="SingleTxtG"/>
        <w:ind w:left="2268" w:right="992" w:hanging="1134"/>
        <w:rPr>
          <w:b/>
          <w:lang w:val="en-US"/>
        </w:rPr>
      </w:pPr>
      <w:r w:rsidRPr="00BA0878">
        <w:rPr>
          <w:b/>
          <w:lang w:val="en-US"/>
        </w:rPr>
        <w:t>2.3.8.</w:t>
      </w:r>
      <w:r w:rsidR="004D36CB" w:rsidRPr="00BA0878">
        <w:rPr>
          <w:b/>
          <w:lang w:val="en-US"/>
        </w:rPr>
        <w:tab/>
        <w:t>"</w:t>
      </w:r>
      <w:r w:rsidR="004D36CB" w:rsidRPr="00BA0878">
        <w:rPr>
          <w:b/>
          <w:i/>
          <w:lang w:val="en-US"/>
        </w:rPr>
        <w:t>Movable components</w:t>
      </w:r>
      <w:r w:rsidR="004D36CB" w:rsidRPr="00BA0878">
        <w:rPr>
          <w:b/>
          <w:lang w:val="en-US"/>
        </w:rPr>
        <w:t>" of the vehicle mean those body panels or other vehicle parts the position(s) of which can be changed by tilting, rotating or sliding without the use of tools. They do not include tiltable driver cabs of trucks.</w:t>
      </w:r>
    </w:p>
    <w:p w14:paraId="056FEDD2" w14:textId="0322BB3A" w:rsidR="004D36CB" w:rsidRPr="00BA0878" w:rsidRDefault="00E71237" w:rsidP="00B509B2">
      <w:pPr>
        <w:pStyle w:val="SingleTxtG"/>
        <w:ind w:left="2268" w:right="992" w:hanging="1134"/>
        <w:rPr>
          <w:b/>
          <w:lang w:val="en-US"/>
        </w:rPr>
      </w:pPr>
      <w:r w:rsidRPr="00BA0878">
        <w:rPr>
          <w:b/>
          <w:lang w:val="en-US"/>
        </w:rPr>
        <w:t>2.3.9.</w:t>
      </w:r>
      <w:r w:rsidR="004D36CB" w:rsidRPr="00BA0878">
        <w:rPr>
          <w:b/>
          <w:lang w:val="en-US"/>
        </w:rPr>
        <w:tab/>
        <w:t>"</w:t>
      </w:r>
      <w:r w:rsidR="004D36CB" w:rsidRPr="00BA0878">
        <w:rPr>
          <w:b/>
          <w:i/>
          <w:lang w:val="en-US"/>
        </w:rPr>
        <w:t>Normal position of use of a movable component</w:t>
      </w:r>
      <w:r w:rsidR="004D36CB" w:rsidRPr="00BA0878">
        <w:rPr>
          <w:b/>
          <w:lang w:val="en-US"/>
        </w:rPr>
        <w:t>" means the position(s) of a movable component specified by the vehicle manufacturer for the normal condition of use and the park condition of the vehicle.</w:t>
      </w:r>
    </w:p>
    <w:p w14:paraId="32034B6F" w14:textId="40437A51" w:rsidR="004D36CB" w:rsidRPr="00BA0878" w:rsidRDefault="00E71237" w:rsidP="00B509B2">
      <w:pPr>
        <w:pStyle w:val="SingleTxtG"/>
        <w:ind w:left="2268" w:right="992" w:hanging="1134"/>
        <w:rPr>
          <w:b/>
          <w:lang w:val="en-US"/>
        </w:rPr>
      </w:pPr>
      <w:r w:rsidRPr="00BA0878">
        <w:rPr>
          <w:b/>
          <w:lang w:val="en-US"/>
        </w:rPr>
        <w:t>2.3.10.</w:t>
      </w:r>
      <w:r w:rsidR="004D36CB" w:rsidRPr="00BA0878">
        <w:rPr>
          <w:b/>
          <w:lang w:val="en-US"/>
        </w:rPr>
        <w:tab/>
        <w:t>"</w:t>
      </w:r>
      <w:r w:rsidR="004D36CB" w:rsidRPr="00BA0878">
        <w:rPr>
          <w:b/>
          <w:i/>
          <w:lang w:val="en-US"/>
        </w:rPr>
        <w:t>Normal condition of use of a vehicle</w:t>
      </w:r>
      <w:r w:rsidR="004D36CB" w:rsidRPr="00BA0878">
        <w:rPr>
          <w:b/>
          <w:lang w:val="en-US"/>
        </w:rPr>
        <w:t xml:space="preserve">" means: </w:t>
      </w:r>
    </w:p>
    <w:p w14:paraId="4371B95D" w14:textId="04F747F6" w:rsidR="004D36CB" w:rsidRPr="00BA0878" w:rsidRDefault="00E71237" w:rsidP="00B509B2">
      <w:pPr>
        <w:pStyle w:val="SingleTxtG"/>
        <w:ind w:left="2268" w:right="992" w:hanging="1134"/>
        <w:rPr>
          <w:b/>
          <w:lang w:val="en-US"/>
        </w:rPr>
      </w:pPr>
      <w:r w:rsidRPr="00BA0878">
        <w:rPr>
          <w:b/>
          <w:lang w:val="en-US"/>
        </w:rPr>
        <w:t>2.3.10.1.</w:t>
      </w:r>
      <w:r w:rsidR="004D36CB" w:rsidRPr="00BA0878">
        <w:rPr>
          <w:b/>
          <w:lang w:val="en-US"/>
        </w:rPr>
        <w:tab/>
        <w:t>For a motor vehicle, when the vehicle is ready to move with its propulsion engine running and its movable components in the normal position(s) as defined in paragraph 2.</w:t>
      </w:r>
      <w:r w:rsidR="00B10478" w:rsidRPr="00BA0878">
        <w:rPr>
          <w:b/>
          <w:lang w:val="en-US"/>
        </w:rPr>
        <w:t>3.9</w:t>
      </w:r>
      <w:r w:rsidR="004D36CB" w:rsidRPr="00BA0878">
        <w:rPr>
          <w:b/>
          <w:lang w:val="en-US"/>
        </w:rPr>
        <w:t>.;</w:t>
      </w:r>
    </w:p>
    <w:p w14:paraId="7CE10F08" w14:textId="7AB1F582" w:rsidR="004D36CB" w:rsidRPr="00BA0878" w:rsidRDefault="00E71237" w:rsidP="00B509B2">
      <w:pPr>
        <w:pStyle w:val="SingleTxtG"/>
        <w:ind w:left="2268" w:right="992" w:hanging="1134"/>
        <w:rPr>
          <w:b/>
          <w:lang w:val="en-US"/>
        </w:rPr>
      </w:pPr>
      <w:r w:rsidRPr="00BA0878">
        <w:rPr>
          <w:b/>
          <w:lang w:val="en-US"/>
        </w:rPr>
        <w:t>2.3.10.2.</w:t>
      </w:r>
      <w:r w:rsidR="004D36CB" w:rsidRPr="00BA0878">
        <w:rPr>
          <w:b/>
          <w:lang w:val="en-US"/>
        </w:rPr>
        <w:tab/>
        <w:t>And for a trailer, when the trailer is connected to a drawing motor vehicle in the conditions as prescribed in paragraph 2.</w:t>
      </w:r>
      <w:r w:rsidR="00B10478" w:rsidRPr="00BA0878">
        <w:rPr>
          <w:b/>
          <w:lang w:val="en-US"/>
        </w:rPr>
        <w:t>3.10</w:t>
      </w:r>
      <w:r w:rsidR="004D36CB" w:rsidRPr="00BA0878">
        <w:rPr>
          <w:b/>
          <w:lang w:val="en-US"/>
        </w:rPr>
        <w:t>.1. and its movable components are in the normal position(s) as defined in paragraph 2.</w:t>
      </w:r>
      <w:r w:rsidR="00B10478" w:rsidRPr="00BA0878">
        <w:rPr>
          <w:b/>
          <w:lang w:val="en-US"/>
        </w:rPr>
        <w:t>3.9.</w:t>
      </w:r>
      <w:r w:rsidR="004D36CB" w:rsidRPr="00BA0878">
        <w:rPr>
          <w:b/>
          <w:lang w:val="en-US"/>
        </w:rPr>
        <w:t>.</w:t>
      </w:r>
    </w:p>
    <w:p w14:paraId="610A9579" w14:textId="1CCA3A79" w:rsidR="004D36CB" w:rsidRPr="00BA0878" w:rsidRDefault="00E71237" w:rsidP="00B509B2">
      <w:pPr>
        <w:pStyle w:val="SingleTxtG"/>
        <w:ind w:left="2268" w:right="992" w:hanging="1134"/>
        <w:rPr>
          <w:b/>
          <w:lang w:val="en-US"/>
        </w:rPr>
      </w:pPr>
      <w:r w:rsidRPr="00BA0878">
        <w:rPr>
          <w:b/>
          <w:lang w:val="en-US"/>
        </w:rPr>
        <w:t>2.3.11.</w:t>
      </w:r>
      <w:r w:rsidR="004D36CB" w:rsidRPr="00BA0878">
        <w:rPr>
          <w:b/>
          <w:lang w:val="en-US"/>
        </w:rPr>
        <w:tab/>
        <w:t>"</w:t>
      </w:r>
      <w:r w:rsidR="004D36CB" w:rsidRPr="00BA0878">
        <w:rPr>
          <w:b/>
          <w:i/>
          <w:lang w:val="en-US"/>
        </w:rPr>
        <w:t>Park condition of a vehicle</w:t>
      </w:r>
      <w:r w:rsidR="004D36CB" w:rsidRPr="00BA0878">
        <w:rPr>
          <w:b/>
          <w:lang w:val="en-US"/>
        </w:rPr>
        <w:t>" means:</w:t>
      </w:r>
    </w:p>
    <w:p w14:paraId="6E152EA0" w14:textId="271DE4E5" w:rsidR="004D36CB" w:rsidRPr="00BA0878" w:rsidRDefault="00E71237" w:rsidP="00B509B2">
      <w:pPr>
        <w:pStyle w:val="SingleTxtG"/>
        <w:ind w:left="2268" w:right="992" w:hanging="1134"/>
        <w:rPr>
          <w:b/>
          <w:lang w:val="en-US"/>
        </w:rPr>
      </w:pPr>
      <w:r w:rsidRPr="00BA0878">
        <w:rPr>
          <w:b/>
          <w:lang w:val="en-US"/>
        </w:rPr>
        <w:t>2.3.11.1.</w:t>
      </w:r>
      <w:r w:rsidR="004D36CB" w:rsidRPr="00BA0878">
        <w:rPr>
          <w:b/>
          <w:lang w:val="en-US"/>
        </w:rPr>
        <w:tab/>
        <w:t xml:space="preserve">For a motor vehicle, when the vehicle is at standstill and its propulsion engine is not running and its movable components are in the normal position(s) as defined in paragraph </w:t>
      </w:r>
      <w:r w:rsidR="00B10478" w:rsidRPr="00BA0878">
        <w:rPr>
          <w:b/>
          <w:lang w:val="en-US"/>
        </w:rPr>
        <w:t>2.3.9.</w:t>
      </w:r>
      <w:r w:rsidR="004D36CB" w:rsidRPr="00BA0878">
        <w:rPr>
          <w:b/>
          <w:lang w:val="en-US"/>
        </w:rPr>
        <w:t>;</w:t>
      </w:r>
    </w:p>
    <w:p w14:paraId="740C4B6A" w14:textId="041EEB5D" w:rsidR="00E71237" w:rsidRPr="00BA0878" w:rsidRDefault="00E71237" w:rsidP="00E35EF4">
      <w:pPr>
        <w:pStyle w:val="SingleTxtG"/>
        <w:ind w:left="2268" w:right="992" w:hanging="1134"/>
        <w:rPr>
          <w:b/>
          <w:lang w:val="en-US"/>
        </w:rPr>
      </w:pPr>
      <w:r w:rsidRPr="00BA0878">
        <w:rPr>
          <w:b/>
          <w:lang w:val="en-US"/>
        </w:rPr>
        <w:t>2.3.11.2.</w:t>
      </w:r>
      <w:r w:rsidR="004D36CB" w:rsidRPr="00BA0878">
        <w:rPr>
          <w:b/>
          <w:lang w:val="en-US"/>
        </w:rPr>
        <w:tab/>
        <w:t xml:space="preserve">And for a trailer, when the trailer is connected to a drawing motor vehicle in the condition as described in paragraph </w:t>
      </w:r>
      <w:r w:rsidR="00B10478" w:rsidRPr="00BA0878">
        <w:rPr>
          <w:b/>
          <w:lang w:val="en-US"/>
        </w:rPr>
        <w:t>2.3.11.1.</w:t>
      </w:r>
      <w:r w:rsidR="004D36CB" w:rsidRPr="00BA0878">
        <w:rPr>
          <w:b/>
          <w:lang w:val="en-US"/>
        </w:rPr>
        <w:t xml:space="preserve"> and its movable components are in the normal position(s) as defined in paragraph </w:t>
      </w:r>
      <w:r w:rsidR="00B10478" w:rsidRPr="00BA0878">
        <w:rPr>
          <w:b/>
          <w:lang w:val="en-US"/>
        </w:rPr>
        <w:t>2.3.9.</w:t>
      </w:r>
    </w:p>
    <w:p w14:paraId="0DB80625" w14:textId="5A15372F" w:rsidR="00E71237" w:rsidRPr="00BA0878" w:rsidRDefault="00D51024" w:rsidP="00B509B2">
      <w:pPr>
        <w:pStyle w:val="SingleTxtG"/>
        <w:ind w:left="2268" w:right="992" w:hanging="1134"/>
        <w:rPr>
          <w:b/>
          <w:lang w:val="en-US"/>
        </w:rPr>
      </w:pPr>
      <w:r w:rsidRPr="00BA0878">
        <w:rPr>
          <w:b/>
          <w:lang w:val="en-US"/>
        </w:rPr>
        <w:t>2.4.</w:t>
      </w:r>
      <w:r w:rsidR="001C45DF" w:rsidRPr="00BA0878">
        <w:rPr>
          <w:b/>
          <w:lang w:val="en-US"/>
        </w:rPr>
        <w:tab/>
      </w:r>
      <w:r w:rsidRPr="00BA0878">
        <w:rPr>
          <w:b/>
          <w:lang w:val="en-US"/>
        </w:rPr>
        <w:t>LAMPS GENERALITIES</w:t>
      </w:r>
    </w:p>
    <w:p w14:paraId="3B074AA1" w14:textId="65AB4220" w:rsidR="00D51024" w:rsidRPr="00BA0878" w:rsidRDefault="00911AAD" w:rsidP="00B509B2">
      <w:pPr>
        <w:pStyle w:val="SingleTxtG"/>
        <w:ind w:left="2268" w:right="992" w:hanging="1134"/>
        <w:rPr>
          <w:b/>
          <w:lang w:val="en-US"/>
        </w:rPr>
      </w:pPr>
      <w:r w:rsidRPr="00BA0878">
        <w:rPr>
          <w:b/>
          <w:lang w:val="en-US"/>
        </w:rPr>
        <w:t>2.4.1.</w:t>
      </w:r>
      <w:r w:rsidR="00D51024" w:rsidRPr="00BA0878">
        <w:rPr>
          <w:b/>
          <w:lang w:val="en-US"/>
        </w:rPr>
        <w:tab/>
        <w:t>"</w:t>
      </w:r>
      <w:r w:rsidR="00D51024" w:rsidRPr="00BA0878">
        <w:rPr>
          <w:b/>
          <w:i/>
          <w:lang w:val="en-US"/>
        </w:rPr>
        <w:t>Equivalent lamps</w:t>
      </w:r>
      <w:r w:rsidR="00D51024" w:rsidRPr="00BA0878">
        <w:rPr>
          <w:b/>
          <w:lang w:val="en-US"/>
        </w:rPr>
        <w:t>" means lamps having the same function and authorized in the country in which the vehicle is registered; such lamps may have different characteristics from those installed on the vehicle when it is approved on condition that they satisfy the requirements of this Regulation.</w:t>
      </w:r>
    </w:p>
    <w:p w14:paraId="21C6D73C" w14:textId="13D40043" w:rsidR="00D51024" w:rsidRPr="00BA0878" w:rsidRDefault="00911AAD" w:rsidP="00B509B2">
      <w:pPr>
        <w:pStyle w:val="SingleTxtG"/>
        <w:ind w:left="2268" w:right="992" w:hanging="1134"/>
        <w:rPr>
          <w:b/>
          <w:lang w:val="en-US"/>
        </w:rPr>
      </w:pPr>
      <w:r w:rsidRPr="00BA0878">
        <w:rPr>
          <w:b/>
          <w:lang w:val="en-US"/>
        </w:rPr>
        <w:t>2.4.2.</w:t>
      </w:r>
      <w:r w:rsidR="00D51024" w:rsidRPr="00BA0878">
        <w:rPr>
          <w:b/>
          <w:lang w:val="en-US"/>
        </w:rPr>
        <w:tab/>
        <w:t>"</w:t>
      </w:r>
      <w:r w:rsidR="00D51024" w:rsidRPr="00BA0878">
        <w:rPr>
          <w:b/>
          <w:i/>
          <w:lang w:val="en-US"/>
        </w:rPr>
        <w:t>Independent lamps</w:t>
      </w:r>
      <w:r w:rsidR="00D51024" w:rsidRPr="00BA0878">
        <w:rPr>
          <w:b/>
          <w:lang w:val="en-US"/>
        </w:rPr>
        <w:t>" means devices having separate apparent surfaces in the direction of the reference axis,</w:t>
      </w:r>
      <w:r w:rsidR="00D51024" w:rsidRPr="00BA0878">
        <w:rPr>
          <w:rStyle w:val="FootnoteReference"/>
          <w:b/>
        </w:rPr>
        <w:footnoteReference w:id="3"/>
      </w:r>
      <w:r w:rsidR="00D51024" w:rsidRPr="00BA0878">
        <w:rPr>
          <w:b/>
          <w:lang w:val="en-US"/>
        </w:rPr>
        <w:t xml:space="preserve"> separate light sources and separate lamp bodies. </w:t>
      </w:r>
    </w:p>
    <w:p w14:paraId="643BDCFB" w14:textId="6A3B3237" w:rsidR="00D51024" w:rsidRPr="00BA0878" w:rsidRDefault="00911AAD" w:rsidP="00B509B2">
      <w:pPr>
        <w:pStyle w:val="SingleTxtG"/>
        <w:ind w:left="2268" w:right="992" w:hanging="1134"/>
        <w:rPr>
          <w:b/>
          <w:lang w:val="en-US"/>
        </w:rPr>
      </w:pPr>
      <w:r w:rsidRPr="00BA0878">
        <w:rPr>
          <w:b/>
          <w:lang w:val="en-US"/>
        </w:rPr>
        <w:t>2.4.3.</w:t>
      </w:r>
      <w:r w:rsidR="00D51024" w:rsidRPr="00BA0878">
        <w:rPr>
          <w:b/>
          <w:lang w:val="en-US"/>
        </w:rPr>
        <w:tab/>
        <w:t>"</w:t>
      </w:r>
      <w:r w:rsidR="00D51024" w:rsidRPr="00BA0878">
        <w:rPr>
          <w:b/>
          <w:i/>
          <w:lang w:val="en-US"/>
        </w:rPr>
        <w:t>Grouped lamps</w:t>
      </w:r>
      <w:r w:rsidR="00D51024" w:rsidRPr="00BA0878">
        <w:rPr>
          <w:b/>
          <w:lang w:val="en-US"/>
        </w:rPr>
        <w:t>" means devices having separate apparent surfaces in the direction of the reference axis</w:t>
      </w:r>
      <w:r w:rsidR="00D51024" w:rsidRPr="00BA0878">
        <w:rPr>
          <w:b/>
          <w:vertAlign w:val="superscript"/>
          <w:lang w:val="en-US"/>
        </w:rPr>
        <w:t>2</w:t>
      </w:r>
      <w:r w:rsidR="00D51024" w:rsidRPr="00BA0878">
        <w:rPr>
          <w:b/>
          <w:lang w:val="en-US"/>
        </w:rPr>
        <w:t xml:space="preserve"> and separate light sources, but a common lamp body. </w:t>
      </w:r>
    </w:p>
    <w:p w14:paraId="67996E43" w14:textId="1156D3D6" w:rsidR="00D51024" w:rsidRPr="00BA0878" w:rsidRDefault="00911AAD" w:rsidP="00B509B2">
      <w:pPr>
        <w:pStyle w:val="SingleTxtG"/>
        <w:ind w:left="2268" w:right="992" w:hanging="1134"/>
        <w:rPr>
          <w:b/>
          <w:lang w:val="en-US"/>
        </w:rPr>
      </w:pPr>
      <w:r w:rsidRPr="00BA0878">
        <w:rPr>
          <w:b/>
          <w:lang w:val="en-US"/>
        </w:rPr>
        <w:t>2.4.4.</w:t>
      </w:r>
      <w:r w:rsidR="00D51024" w:rsidRPr="00BA0878">
        <w:rPr>
          <w:b/>
          <w:lang w:val="en-US"/>
        </w:rPr>
        <w:tab/>
        <w:t>"</w:t>
      </w:r>
      <w:r w:rsidR="00D51024" w:rsidRPr="00BA0878">
        <w:rPr>
          <w:b/>
          <w:i/>
          <w:lang w:val="en-US"/>
        </w:rPr>
        <w:t>Combined lamps</w:t>
      </w:r>
      <w:r w:rsidR="00D51024" w:rsidRPr="00BA0878">
        <w:rPr>
          <w:b/>
          <w:lang w:val="en-US"/>
        </w:rPr>
        <w:t>" means devices having separate apparent surfaces in the direction of the reference axis</w:t>
      </w:r>
      <w:r w:rsidR="00D51024" w:rsidRPr="00BA0878">
        <w:rPr>
          <w:b/>
          <w:vertAlign w:val="superscript"/>
          <w:lang w:val="en-US"/>
        </w:rPr>
        <w:t>2</w:t>
      </w:r>
      <w:r w:rsidR="00B509B2" w:rsidRPr="00BA0878">
        <w:rPr>
          <w:b/>
          <w:lang w:val="en-US"/>
        </w:rPr>
        <w:t xml:space="preserve">, </w:t>
      </w:r>
      <w:r w:rsidR="00D51024" w:rsidRPr="00BA0878">
        <w:rPr>
          <w:b/>
          <w:lang w:val="en-US"/>
        </w:rPr>
        <w:t xml:space="preserve">but a common light source and a common lamp body. </w:t>
      </w:r>
    </w:p>
    <w:p w14:paraId="0427DB75" w14:textId="1B0E7C7C" w:rsidR="00D51024" w:rsidRPr="00BA0878" w:rsidRDefault="00911AAD" w:rsidP="00B509B2">
      <w:pPr>
        <w:pStyle w:val="SingleTxtG"/>
        <w:ind w:left="2268" w:right="992" w:hanging="1134"/>
        <w:rPr>
          <w:b/>
          <w:lang w:val="en-US"/>
        </w:rPr>
      </w:pPr>
      <w:r w:rsidRPr="00BA0878">
        <w:rPr>
          <w:b/>
          <w:lang w:val="en-US"/>
        </w:rPr>
        <w:t>2.4.5.</w:t>
      </w:r>
      <w:r w:rsidR="00D51024" w:rsidRPr="00BA0878">
        <w:rPr>
          <w:b/>
          <w:lang w:val="en-US"/>
        </w:rPr>
        <w:tab/>
        <w:t>"</w:t>
      </w:r>
      <w:r w:rsidR="00D51024" w:rsidRPr="00BA0878">
        <w:rPr>
          <w:b/>
          <w:i/>
          <w:lang w:val="en-US"/>
        </w:rPr>
        <w:t>Reciprocally incorporated lamps</w:t>
      </w:r>
      <w:r w:rsidR="00D51024" w:rsidRPr="00BA0878">
        <w:rPr>
          <w:b/>
          <w:lang w:val="en-US"/>
        </w:rPr>
        <w:t>" means devices having separate light sources or a single light source operating under different conditions (for example, optical, mechanical, electrical differences), totally or partially common apparent surfaces in the direction of the reference axis</w:t>
      </w:r>
      <w:r w:rsidR="00D51024" w:rsidRPr="00BA0878">
        <w:rPr>
          <w:b/>
          <w:vertAlign w:val="superscript"/>
          <w:lang w:val="en-US"/>
        </w:rPr>
        <w:t>2</w:t>
      </w:r>
      <w:r w:rsidR="00D51024" w:rsidRPr="00BA0878">
        <w:rPr>
          <w:b/>
          <w:lang w:val="en-US"/>
        </w:rPr>
        <w:t xml:space="preserve"> and a common lamp body.</w:t>
      </w:r>
      <w:r w:rsidR="00D51024" w:rsidRPr="00BA0878">
        <w:rPr>
          <w:rStyle w:val="FootnoteReference"/>
          <w:b/>
        </w:rPr>
        <w:footnoteReference w:id="4"/>
      </w:r>
    </w:p>
    <w:p w14:paraId="081AC630" w14:textId="0FFC54A1" w:rsidR="00D51024" w:rsidRPr="00BA0878" w:rsidRDefault="00911AAD" w:rsidP="00B509B2">
      <w:pPr>
        <w:pStyle w:val="SingleTxtG"/>
        <w:ind w:left="2268" w:right="992" w:hanging="1134"/>
        <w:rPr>
          <w:b/>
          <w:lang w:val="en-US"/>
        </w:rPr>
      </w:pPr>
      <w:r w:rsidRPr="00BA0878">
        <w:rPr>
          <w:b/>
          <w:lang w:val="en-US"/>
        </w:rPr>
        <w:t>2.4.6.</w:t>
      </w:r>
      <w:r w:rsidR="00D51024" w:rsidRPr="00BA0878">
        <w:rPr>
          <w:b/>
          <w:lang w:val="en-US"/>
        </w:rPr>
        <w:tab/>
        <w:t>"</w:t>
      </w:r>
      <w:r w:rsidR="00D51024" w:rsidRPr="00BA0878">
        <w:rPr>
          <w:b/>
          <w:i/>
          <w:lang w:val="en-US"/>
        </w:rPr>
        <w:t>Single</w:t>
      </w:r>
      <w:r w:rsidR="00D51024" w:rsidRPr="00BA0878">
        <w:rPr>
          <w:b/>
          <w:i/>
          <w:lang w:val="en-US"/>
        </w:rPr>
        <w:noBreakHyphen/>
        <w:t>function lamp</w:t>
      </w:r>
      <w:r w:rsidR="00D51024" w:rsidRPr="00BA0878">
        <w:rPr>
          <w:b/>
          <w:lang w:val="en-US"/>
        </w:rPr>
        <w:t>" means a part of a device which performs a single lighting or light</w:t>
      </w:r>
      <w:r w:rsidR="00D51024" w:rsidRPr="00BA0878">
        <w:rPr>
          <w:b/>
          <w:lang w:val="en-US"/>
        </w:rPr>
        <w:noBreakHyphen/>
        <w:t>signalling function.</w:t>
      </w:r>
    </w:p>
    <w:p w14:paraId="0631D923" w14:textId="71B03448" w:rsidR="00D51024" w:rsidRPr="00BA0878" w:rsidRDefault="00911AAD" w:rsidP="00B509B2">
      <w:pPr>
        <w:pStyle w:val="SingleTxtG"/>
        <w:ind w:left="2268" w:right="992" w:hanging="1134"/>
        <w:rPr>
          <w:b/>
          <w:lang w:val="en-US"/>
        </w:rPr>
      </w:pPr>
      <w:r w:rsidRPr="00BA0878">
        <w:rPr>
          <w:b/>
          <w:lang w:val="en-US"/>
        </w:rPr>
        <w:t>2.4.7.</w:t>
      </w:r>
      <w:r w:rsidR="00D51024" w:rsidRPr="00BA0878">
        <w:rPr>
          <w:b/>
          <w:lang w:val="en-US"/>
        </w:rPr>
        <w:tab/>
        <w:t>"</w:t>
      </w:r>
      <w:r w:rsidR="00D51024" w:rsidRPr="00BA0878">
        <w:rPr>
          <w:b/>
          <w:i/>
          <w:lang w:val="en-US"/>
        </w:rPr>
        <w:t>Concealable lamp</w:t>
      </w:r>
      <w:r w:rsidR="00D51024" w:rsidRPr="00BA0878">
        <w:rPr>
          <w:b/>
          <w:lang w:val="en-US"/>
        </w:rPr>
        <w:t>" means a lamp capable of being partly or completely hidden when not in use. This result may be achieved by means of a movable cover, by displacement of the lamp or by any other suitable means. The term "</w:t>
      </w:r>
      <w:r w:rsidR="00D51024" w:rsidRPr="00BA0878">
        <w:rPr>
          <w:b/>
          <w:i/>
          <w:lang w:val="en-US"/>
        </w:rPr>
        <w:t>retractable</w:t>
      </w:r>
      <w:r w:rsidR="00D51024" w:rsidRPr="00BA0878">
        <w:rPr>
          <w:b/>
          <w:lang w:val="en-US"/>
        </w:rPr>
        <w:t>" is used more particularly to describe a concealable lamp the displacement of which enables it to be inserted within the bodywork.</w:t>
      </w:r>
    </w:p>
    <w:p w14:paraId="601D4EB2" w14:textId="1BEE856B" w:rsidR="00D51024" w:rsidRPr="00BA0878" w:rsidRDefault="00FC285C" w:rsidP="00B509B2">
      <w:pPr>
        <w:pStyle w:val="SingleTxtG"/>
        <w:ind w:left="2268" w:right="992" w:hanging="1134"/>
        <w:rPr>
          <w:b/>
          <w:lang w:val="en-US"/>
        </w:rPr>
      </w:pPr>
      <w:r w:rsidRPr="00BA0878">
        <w:rPr>
          <w:b/>
          <w:lang w:val="en-US"/>
        </w:rPr>
        <w:t>2.4.8.</w:t>
      </w:r>
      <w:r w:rsidR="00D51024" w:rsidRPr="00BA0878">
        <w:rPr>
          <w:b/>
          <w:lang w:val="en-US"/>
        </w:rPr>
        <w:tab/>
        <w:t>"</w:t>
      </w:r>
      <w:r w:rsidR="00D51024" w:rsidRPr="00BA0878">
        <w:rPr>
          <w:b/>
          <w:i/>
          <w:lang w:val="en-US"/>
        </w:rPr>
        <w:t>Distance between two lamps</w:t>
      </w:r>
      <w:r w:rsidR="00D51024" w:rsidRPr="00BA0878">
        <w:rPr>
          <w:b/>
          <w:lang w:val="en-US"/>
        </w:rPr>
        <w:t>" which face in the same direction means the shortest distance between the two apparent surfaces in the direction of the reference axis. Where the distance between the lamps clearly meets the requirements of the Regulation, the exact edges of apparent surfaces need not be determined.</w:t>
      </w:r>
    </w:p>
    <w:p w14:paraId="1F2F1310" w14:textId="605C8ED8" w:rsidR="00D51024" w:rsidRPr="00BA0878" w:rsidRDefault="00FC285C" w:rsidP="00B509B2">
      <w:pPr>
        <w:pStyle w:val="SingleTxtG"/>
        <w:ind w:left="2268" w:right="992" w:hanging="1134"/>
        <w:rPr>
          <w:b/>
          <w:lang w:val="en-US"/>
        </w:rPr>
      </w:pPr>
      <w:r w:rsidRPr="00BA0878">
        <w:rPr>
          <w:b/>
          <w:lang w:val="en-US"/>
        </w:rPr>
        <w:t>2.4.9.</w:t>
      </w:r>
      <w:r w:rsidR="00D51024" w:rsidRPr="00BA0878">
        <w:rPr>
          <w:b/>
          <w:lang w:val="en-US"/>
        </w:rPr>
        <w:tab/>
        <w:t>"</w:t>
      </w:r>
      <w:r w:rsidR="00D51024" w:rsidRPr="00BA0878">
        <w:rPr>
          <w:b/>
          <w:i/>
          <w:lang w:val="en-US"/>
        </w:rPr>
        <w:t>Optional lamp</w:t>
      </w:r>
      <w:r w:rsidR="00D51024" w:rsidRPr="00BA0878">
        <w:rPr>
          <w:b/>
          <w:lang w:val="en-US"/>
        </w:rPr>
        <w:t xml:space="preserve">" </w:t>
      </w:r>
      <w:r w:rsidR="00E954A3" w:rsidRPr="00BA0878">
        <w:rPr>
          <w:b/>
          <w:lang w:val="en-US"/>
        </w:rPr>
        <w:t>means a lamp, the installation of which is left to the discretion of the manufacturer.</w:t>
      </w:r>
    </w:p>
    <w:p w14:paraId="582CBBD7" w14:textId="06E16263" w:rsidR="004D36CB" w:rsidRPr="00BA0878" w:rsidRDefault="00FC285C" w:rsidP="00B509B2">
      <w:pPr>
        <w:pStyle w:val="SingleTxtG"/>
        <w:ind w:left="2268" w:right="992" w:hanging="1134"/>
        <w:rPr>
          <w:b/>
          <w:lang w:val="en-US"/>
        </w:rPr>
      </w:pPr>
      <w:r w:rsidRPr="00BA0878">
        <w:rPr>
          <w:b/>
          <w:lang w:val="en-US"/>
        </w:rPr>
        <w:t>2.4.10.</w:t>
      </w:r>
      <w:r w:rsidR="00B10478" w:rsidRPr="00BA0878">
        <w:rPr>
          <w:b/>
          <w:lang w:val="en-US"/>
        </w:rPr>
        <w:tab/>
      </w:r>
      <w:r w:rsidR="004D36CB" w:rsidRPr="00BA0878">
        <w:rPr>
          <w:b/>
          <w:lang w:val="en-US"/>
        </w:rPr>
        <w:t>"</w:t>
      </w:r>
      <w:r w:rsidR="004D36CB" w:rsidRPr="00BA0878">
        <w:rPr>
          <w:b/>
          <w:i/>
          <w:lang w:val="en-US"/>
        </w:rPr>
        <w:t>Pair</w:t>
      </w:r>
      <w:r w:rsidR="004D36CB" w:rsidRPr="00BA0878">
        <w:rPr>
          <w:b/>
          <w:lang w:val="en-US"/>
        </w:rPr>
        <w:t>" means the set of lamps of the same function on the left- and right-hand side of the vehicle.</w:t>
      </w:r>
    </w:p>
    <w:p w14:paraId="472F1F11" w14:textId="1A619A0C" w:rsidR="004D36CB" w:rsidRPr="00BA0878" w:rsidRDefault="00FC285C" w:rsidP="00B509B2">
      <w:pPr>
        <w:pStyle w:val="SingleTxtG"/>
        <w:ind w:left="2268" w:right="992" w:hanging="1134"/>
        <w:rPr>
          <w:b/>
          <w:lang w:val="en-US"/>
        </w:rPr>
      </w:pPr>
      <w:r w:rsidRPr="00BA0878">
        <w:rPr>
          <w:b/>
          <w:lang w:val="en-US"/>
        </w:rPr>
        <w:t>2.4.10.1.</w:t>
      </w:r>
      <w:r w:rsidR="004D36CB" w:rsidRPr="00BA0878">
        <w:rPr>
          <w:b/>
          <w:lang w:val="en-US"/>
        </w:rPr>
        <w:tab/>
        <w:t>"</w:t>
      </w:r>
      <w:r w:rsidR="004D36CB" w:rsidRPr="00BA0878">
        <w:rPr>
          <w:b/>
          <w:i/>
          <w:lang w:val="en-US"/>
        </w:rPr>
        <w:t>Matched pair</w:t>
      </w:r>
      <w:r w:rsidR="004D36CB" w:rsidRPr="00BA0878">
        <w:rPr>
          <w:b/>
          <w:lang w:val="en-US"/>
        </w:rPr>
        <w:t xml:space="preserve">" means the set of lamps of the same function on the left- and right-hand side of the vehicle, which, as a pair, complies with the photometric requirements. </w:t>
      </w:r>
    </w:p>
    <w:p w14:paraId="0028AECA" w14:textId="761D6833" w:rsidR="00D51024" w:rsidRPr="00BA0878" w:rsidRDefault="00F94EA7" w:rsidP="00B509B2">
      <w:pPr>
        <w:pStyle w:val="SingleTxtG"/>
        <w:ind w:left="2268" w:right="992" w:hanging="1134"/>
        <w:rPr>
          <w:b/>
          <w:lang w:val="en-US"/>
        </w:rPr>
      </w:pPr>
      <w:r w:rsidRPr="00BA0878">
        <w:rPr>
          <w:b/>
          <w:lang w:val="en-US"/>
        </w:rPr>
        <w:t>2.4.11.</w:t>
      </w:r>
      <w:r w:rsidR="00B10478" w:rsidRPr="00BA0878">
        <w:rPr>
          <w:b/>
          <w:lang w:val="en-US"/>
        </w:rPr>
        <w:tab/>
      </w:r>
      <w:r w:rsidR="00D51024" w:rsidRPr="00BA0878">
        <w:rPr>
          <w:b/>
          <w:lang w:val="en-US"/>
        </w:rPr>
        <w:t>"</w:t>
      </w:r>
      <w:r w:rsidR="00D51024" w:rsidRPr="00BA0878">
        <w:rPr>
          <w:b/>
          <w:i/>
          <w:lang w:val="en-US"/>
        </w:rPr>
        <w:t>Single and multiple lamps</w:t>
      </w:r>
      <w:r w:rsidR="00D51024" w:rsidRPr="00BA0878">
        <w:rPr>
          <w:b/>
          <w:lang w:val="en-US"/>
        </w:rPr>
        <w:t>"</w:t>
      </w:r>
    </w:p>
    <w:p w14:paraId="33C62711" w14:textId="5E6F8748" w:rsidR="00D51024" w:rsidRPr="00BA0878" w:rsidRDefault="00F94EA7" w:rsidP="00B509B2">
      <w:pPr>
        <w:pStyle w:val="SingleTxtG"/>
        <w:ind w:left="2268" w:right="992" w:hanging="1134"/>
        <w:rPr>
          <w:b/>
          <w:lang w:val="en-US"/>
        </w:rPr>
      </w:pPr>
      <w:r w:rsidRPr="00BA0878">
        <w:rPr>
          <w:b/>
          <w:lang w:val="en-US"/>
        </w:rPr>
        <w:t>2.4.11.1.</w:t>
      </w:r>
      <w:r w:rsidR="00D51024" w:rsidRPr="00BA0878">
        <w:rPr>
          <w:b/>
          <w:lang w:val="en-US"/>
        </w:rPr>
        <w:tab/>
        <w:t>"</w:t>
      </w:r>
      <w:r w:rsidR="00D51024" w:rsidRPr="00BA0878">
        <w:rPr>
          <w:b/>
          <w:i/>
          <w:lang w:val="en-US"/>
        </w:rPr>
        <w:t>A single lamp</w:t>
      </w:r>
      <w:r w:rsidR="00D51024" w:rsidRPr="00BA0878">
        <w:rPr>
          <w:b/>
          <w:lang w:val="en-US"/>
        </w:rPr>
        <w:t>" means:</w:t>
      </w:r>
    </w:p>
    <w:p w14:paraId="53D58D0B" w14:textId="1CD30E8E" w:rsidR="00D51024" w:rsidRPr="00BA0878" w:rsidRDefault="00D51024" w:rsidP="00F17639">
      <w:pPr>
        <w:pStyle w:val="para0"/>
        <w:ind w:left="2835" w:right="992" w:hanging="567"/>
        <w:rPr>
          <w:b/>
          <w:lang w:val="en-US"/>
        </w:rPr>
      </w:pPr>
      <w:r w:rsidRPr="00BA0878">
        <w:rPr>
          <w:b/>
          <w:lang w:val="en-US"/>
        </w:rPr>
        <w:t>(a)</w:t>
      </w:r>
      <w:r w:rsidR="00E954A3" w:rsidRPr="00BA0878">
        <w:rPr>
          <w:b/>
          <w:lang w:val="en-US"/>
        </w:rPr>
        <w:tab/>
      </w:r>
      <w:r w:rsidRPr="00BA0878">
        <w:rPr>
          <w:b/>
          <w:lang w:val="en-US"/>
        </w:rPr>
        <w:t>A device or part of a device having one lighting or light-signalling function, one or more light source(s) and one apparent surface in the direction of the reference axis, which may be a continuous surface or composed of two or more distinct parts; or</w:t>
      </w:r>
    </w:p>
    <w:p w14:paraId="4290CD5E" w14:textId="67E20F1D" w:rsidR="00D51024" w:rsidRPr="00BA0878" w:rsidRDefault="00D51024" w:rsidP="00F17639">
      <w:pPr>
        <w:pStyle w:val="para0"/>
        <w:ind w:left="2835" w:right="992" w:hanging="567"/>
        <w:rPr>
          <w:b/>
          <w:lang w:val="en-US"/>
        </w:rPr>
      </w:pPr>
      <w:r w:rsidRPr="00BA0878">
        <w:rPr>
          <w:b/>
          <w:lang w:val="en-US"/>
        </w:rPr>
        <w:t>(b)</w:t>
      </w:r>
      <w:r w:rsidRPr="00BA0878">
        <w:rPr>
          <w:b/>
          <w:lang w:val="en-US"/>
        </w:rPr>
        <w:tab/>
        <w:t>Any assembly of two lamps marked "D", whether identical or not, having the same function; or</w:t>
      </w:r>
    </w:p>
    <w:p w14:paraId="482357FB" w14:textId="666AA7D8" w:rsidR="00D51024" w:rsidRPr="00BA0878" w:rsidRDefault="00D51024" w:rsidP="00F17639">
      <w:pPr>
        <w:pStyle w:val="para0"/>
        <w:ind w:left="2835" w:right="992" w:hanging="567"/>
        <w:rPr>
          <w:b/>
          <w:lang w:val="en-US"/>
        </w:rPr>
      </w:pPr>
      <w:r w:rsidRPr="00BA0878">
        <w:rPr>
          <w:b/>
          <w:lang w:val="en-US"/>
        </w:rPr>
        <w:t>(c)</w:t>
      </w:r>
      <w:r w:rsidRPr="00BA0878">
        <w:rPr>
          <w:b/>
          <w:lang w:val="en-US"/>
        </w:rPr>
        <w:tab/>
        <w:t>Any assembly of two independent retro-reflectors, whether identical or not, that have been approved separately; or</w:t>
      </w:r>
    </w:p>
    <w:p w14:paraId="0EF300F1" w14:textId="24B60148" w:rsidR="00D51024" w:rsidRPr="00BA0878" w:rsidRDefault="00D51024" w:rsidP="00F17639">
      <w:pPr>
        <w:pStyle w:val="para0"/>
        <w:ind w:left="2835" w:right="992" w:hanging="567"/>
        <w:rPr>
          <w:b/>
          <w:lang w:val="en-US"/>
        </w:rPr>
      </w:pPr>
      <w:r w:rsidRPr="00BA0878">
        <w:rPr>
          <w:b/>
          <w:lang w:val="en-US"/>
        </w:rPr>
        <w:t>(d)</w:t>
      </w:r>
      <w:r w:rsidRPr="00BA0878">
        <w:rPr>
          <w:b/>
          <w:lang w:val="en-US"/>
        </w:rPr>
        <w:tab/>
        <w:t>Any interdependent lamp system composed of two or three interdependent lamps marked "Y" approved together and providing the same function.</w:t>
      </w:r>
    </w:p>
    <w:p w14:paraId="1B77DF57" w14:textId="174433DC" w:rsidR="00D51024" w:rsidRPr="00BA0878" w:rsidRDefault="00A47819" w:rsidP="00B509B2">
      <w:pPr>
        <w:pStyle w:val="SingleTxtG"/>
        <w:ind w:left="2268" w:right="992" w:hanging="1134"/>
        <w:rPr>
          <w:b/>
          <w:lang w:val="en-US"/>
        </w:rPr>
      </w:pPr>
      <w:r w:rsidRPr="00BA0878">
        <w:rPr>
          <w:b/>
          <w:lang w:val="en-US"/>
        </w:rPr>
        <w:t>2.4.11.2.</w:t>
      </w:r>
      <w:r w:rsidR="00D51024" w:rsidRPr="00BA0878">
        <w:rPr>
          <w:b/>
          <w:lang w:val="en-US"/>
        </w:rPr>
        <w:tab/>
        <w:t>"</w:t>
      </w:r>
      <w:r w:rsidR="00D51024" w:rsidRPr="00BA0878">
        <w:rPr>
          <w:b/>
          <w:i/>
          <w:lang w:val="en-US"/>
        </w:rPr>
        <w:t>Two lamps</w:t>
      </w:r>
      <w:r w:rsidR="00D51024" w:rsidRPr="00BA0878">
        <w:rPr>
          <w:b/>
          <w:lang w:val="en-US"/>
        </w:rPr>
        <w:t>" or "</w:t>
      </w:r>
      <w:r w:rsidR="00D51024" w:rsidRPr="00BA0878">
        <w:rPr>
          <w:b/>
          <w:i/>
          <w:lang w:val="en-US"/>
        </w:rPr>
        <w:t>an even number of lamps</w:t>
      </w:r>
      <w:r w:rsidR="00D51024" w:rsidRPr="00BA0878">
        <w:rPr>
          <w:b/>
          <w:lang w:val="en-US"/>
        </w:rPr>
        <w:t>"</w:t>
      </w:r>
      <w:r w:rsidR="00D51024" w:rsidRPr="00BA0878">
        <w:rPr>
          <w:b/>
          <w:bCs/>
          <w:lang w:val="en-US"/>
        </w:rPr>
        <w:t xml:space="preserve"> in the shape of a band or strip</w:t>
      </w:r>
      <w:r w:rsidR="00D51024" w:rsidRPr="00BA0878">
        <w:rPr>
          <w:b/>
          <w:lang w:val="en-US"/>
        </w:rPr>
        <w:t xml:space="preserve">, means </w:t>
      </w:r>
      <w:r w:rsidR="00D51024" w:rsidRPr="00BA0878">
        <w:rPr>
          <w:b/>
          <w:bCs/>
          <w:lang w:val="en-US"/>
        </w:rPr>
        <w:t xml:space="preserve">two lamps with </w:t>
      </w:r>
      <w:r w:rsidR="00D51024" w:rsidRPr="00BA0878">
        <w:rPr>
          <w:b/>
          <w:lang w:val="en-US"/>
        </w:rPr>
        <w:t>a single light emitting surface, providing such a band or strip is placed symmetrically in relation to the median longitudinal plane of the vehicle.</w:t>
      </w:r>
    </w:p>
    <w:p w14:paraId="0D869F78" w14:textId="6F730BC4" w:rsidR="00D51024" w:rsidRPr="00BA0878" w:rsidRDefault="00A47819" w:rsidP="00B509B2">
      <w:pPr>
        <w:pStyle w:val="SingleTxtG"/>
        <w:ind w:left="2268" w:right="992" w:hanging="1134"/>
        <w:rPr>
          <w:b/>
          <w:lang w:val="en-US"/>
        </w:rPr>
      </w:pPr>
      <w:r w:rsidRPr="00BA0878">
        <w:rPr>
          <w:b/>
          <w:lang w:val="en-US"/>
        </w:rPr>
        <w:t>2.4.12.</w:t>
      </w:r>
      <w:r w:rsidR="00D51024" w:rsidRPr="00BA0878">
        <w:rPr>
          <w:b/>
          <w:lang w:val="en-US"/>
        </w:rPr>
        <w:tab/>
        <w:t>"</w:t>
      </w:r>
      <w:r w:rsidR="00D51024" w:rsidRPr="00BA0878">
        <w:rPr>
          <w:b/>
          <w:i/>
          <w:lang w:val="en-US"/>
        </w:rPr>
        <w:t>Interdependent lamp system</w:t>
      </w:r>
      <w:r w:rsidR="00D51024" w:rsidRPr="00BA0878">
        <w:rPr>
          <w:b/>
          <w:lang w:val="en-US"/>
        </w:rPr>
        <w:t>" means an assembly of two or three interdependent lamps providing the same function.</w:t>
      </w:r>
    </w:p>
    <w:p w14:paraId="00A075E5" w14:textId="64C65EE0" w:rsidR="00D51024" w:rsidRPr="00BA0878" w:rsidRDefault="00A47819" w:rsidP="00B509B2">
      <w:pPr>
        <w:pStyle w:val="SingleTxtG"/>
        <w:ind w:left="2268" w:right="992" w:hanging="1134"/>
        <w:rPr>
          <w:b/>
          <w:lang w:val="en-US"/>
        </w:rPr>
      </w:pPr>
      <w:r w:rsidRPr="00BA0878">
        <w:rPr>
          <w:b/>
          <w:lang w:val="en-US"/>
        </w:rPr>
        <w:t>2.4.12.1.</w:t>
      </w:r>
      <w:r w:rsidR="00D51024" w:rsidRPr="00BA0878">
        <w:rPr>
          <w:b/>
          <w:lang w:val="en-US"/>
        </w:rPr>
        <w:tab/>
        <w:t>"</w:t>
      </w:r>
      <w:r w:rsidR="00D51024" w:rsidRPr="00BA0878">
        <w:rPr>
          <w:b/>
          <w:i/>
          <w:lang w:val="en-US"/>
        </w:rPr>
        <w:t>Interdependent lamp marked "Y"</w:t>
      </w:r>
      <w:r w:rsidR="00D51024" w:rsidRPr="00BA0878">
        <w:rPr>
          <w:b/>
          <w:lang w:val="en-US"/>
        </w:rPr>
        <w:t>" means a device operating as part of an interdependent lamp system. Interdependent lamps operate together when activated, have separate apparent surfaces in the direction of the reference axis and separate lamp bodies, and may have separate light source(s).</w:t>
      </w:r>
    </w:p>
    <w:p w14:paraId="357A7F6F" w14:textId="1594CA29" w:rsidR="00D51024" w:rsidRPr="00BA0878" w:rsidRDefault="00A47819" w:rsidP="00B509B2">
      <w:pPr>
        <w:pStyle w:val="SingleTxtG"/>
        <w:ind w:left="2268" w:right="992" w:hanging="1134"/>
        <w:rPr>
          <w:b/>
        </w:rPr>
      </w:pPr>
      <w:r w:rsidRPr="00BA0878">
        <w:rPr>
          <w:b/>
        </w:rPr>
        <w:t>2.4.13.</w:t>
      </w:r>
      <w:r w:rsidR="00D51024" w:rsidRPr="00BA0878">
        <w:rPr>
          <w:b/>
        </w:rPr>
        <w:tab/>
        <w:t>"</w:t>
      </w:r>
      <w:r w:rsidR="00D51024" w:rsidRPr="00BA0878">
        <w:rPr>
          <w:b/>
          <w:i/>
        </w:rPr>
        <w:t>Lamps marked "D"</w:t>
      </w:r>
      <w:r w:rsidR="00D51024" w:rsidRPr="00BA0878">
        <w:rPr>
          <w:b/>
        </w:rPr>
        <w:t>" means independent lamps, approved as separate devices in such a way that they are allowed to be used either independently or in an assembly of two lamps to be considered as a "single lamp".</w:t>
      </w:r>
    </w:p>
    <w:p w14:paraId="3D830E38" w14:textId="68BEE0B0" w:rsidR="00D51024" w:rsidRPr="00BA0878" w:rsidRDefault="00A47819" w:rsidP="00B509B2">
      <w:pPr>
        <w:pStyle w:val="SingleTxtG"/>
        <w:ind w:left="2268" w:right="992" w:hanging="1134"/>
        <w:rPr>
          <w:b/>
        </w:rPr>
      </w:pPr>
      <w:r w:rsidRPr="00BA0878">
        <w:rPr>
          <w:b/>
        </w:rPr>
        <w:t>2.4.14.</w:t>
      </w:r>
      <w:r w:rsidR="00E954A3" w:rsidRPr="00BA0878">
        <w:rPr>
          <w:b/>
        </w:rPr>
        <w:tab/>
      </w:r>
      <w:r w:rsidR="00D51024" w:rsidRPr="00BA0878">
        <w:rPr>
          <w:b/>
        </w:rPr>
        <w:t>Headlamps of different "Classes" mean headlamps identified by particular photometric provisions.</w:t>
      </w:r>
    </w:p>
    <w:p w14:paraId="67C55382" w14:textId="2897C29D" w:rsidR="00D51024" w:rsidRPr="00BA0878" w:rsidRDefault="00A47819" w:rsidP="00B509B2">
      <w:pPr>
        <w:pStyle w:val="SingleTxtG"/>
        <w:ind w:left="2268" w:right="992" w:hanging="1134"/>
        <w:rPr>
          <w:b/>
        </w:rPr>
      </w:pPr>
      <w:r w:rsidRPr="00BA0878">
        <w:rPr>
          <w:b/>
        </w:rPr>
        <w:t>2.4.15.</w:t>
      </w:r>
      <w:r w:rsidR="00E954A3" w:rsidRPr="00BA0878">
        <w:rPr>
          <w:b/>
        </w:rPr>
        <w:tab/>
      </w:r>
      <w:r w:rsidR="00D51024" w:rsidRPr="00BA0878">
        <w:rPr>
          <w:b/>
        </w:rPr>
        <w:t>Definitions with regard to Headlamps emitting a driving-beam and/or a symmetrical passing-beam for</w:t>
      </w:r>
      <w:r w:rsidR="00B509B2" w:rsidRPr="00BA0878">
        <w:rPr>
          <w:b/>
        </w:rPr>
        <w:t xml:space="preserve"> vehicles of categories L and T</w:t>
      </w:r>
      <w:r w:rsidR="00D51024" w:rsidRPr="00BA0878">
        <w:rPr>
          <w:b/>
        </w:rPr>
        <w:t>:</w:t>
      </w:r>
    </w:p>
    <w:p w14:paraId="182181EA" w14:textId="7F72B0EA" w:rsidR="00D51024" w:rsidRPr="00BA0878" w:rsidRDefault="00A47819" w:rsidP="00B509B2">
      <w:pPr>
        <w:pStyle w:val="SingleTxtG"/>
        <w:ind w:left="2268" w:right="992" w:hanging="1134"/>
        <w:rPr>
          <w:b/>
        </w:rPr>
      </w:pPr>
      <w:r w:rsidRPr="00BA0878">
        <w:rPr>
          <w:b/>
        </w:rPr>
        <w:t>2.4.15.1.</w:t>
      </w:r>
      <w:r w:rsidR="00B509B2" w:rsidRPr="00BA0878">
        <w:rPr>
          <w:b/>
        </w:rPr>
        <w:tab/>
      </w:r>
      <w:r w:rsidR="00D51024" w:rsidRPr="00BA0878">
        <w:rPr>
          <w:b/>
        </w:rPr>
        <w:t>"</w:t>
      </w:r>
      <w:r w:rsidR="00D51024" w:rsidRPr="00BA0878">
        <w:rPr>
          <w:b/>
          <w:i/>
        </w:rPr>
        <w:t>Additional lighting unit</w:t>
      </w:r>
      <w:r w:rsidR="00D51024" w:rsidRPr="00BA0878">
        <w:rPr>
          <w:b/>
        </w:rPr>
        <w:t>" means the part of a headlamp system that provides the bend lighting. It is independent from the device that provides the principal passing beam, may consist of optical, mechanical and electrical components, and it may be grouped and/or reciprocally incorporated with other lighting or light-signalling devices.</w:t>
      </w:r>
    </w:p>
    <w:p w14:paraId="58819FC2" w14:textId="4C44C699" w:rsidR="00D51024" w:rsidRPr="00BA0878" w:rsidRDefault="00C36F54" w:rsidP="00B509B2">
      <w:pPr>
        <w:pStyle w:val="SingleTxtG"/>
        <w:ind w:left="2268" w:right="992" w:hanging="1134"/>
        <w:rPr>
          <w:b/>
        </w:rPr>
      </w:pPr>
      <w:r w:rsidRPr="00BA0878">
        <w:rPr>
          <w:b/>
        </w:rPr>
        <w:t>2.4.16.</w:t>
      </w:r>
      <w:r w:rsidR="00E954A3" w:rsidRPr="00BA0878">
        <w:rPr>
          <w:b/>
        </w:rPr>
        <w:tab/>
      </w:r>
      <w:r w:rsidR="00D51024" w:rsidRPr="00BA0878">
        <w:rPr>
          <w:b/>
        </w:rPr>
        <w:t>Definition</w:t>
      </w:r>
      <w:r w:rsidRPr="00BA0878">
        <w:rPr>
          <w:b/>
        </w:rPr>
        <w:t>s</w:t>
      </w:r>
      <w:r w:rsidR="00D51024" w:rsidRPr="00BA0878">
        <w:rPr>
          <w:b/>
        </w:rPr>
        <w:t xml:space="preserve"> with regard to retro-reflectors:</w:t>
      </w:r>
    </w:p>
    <w:p w14:paraId="7FDAC6B1" w14:textId="4FAE8CFE" w:rsidR="00D51024" w:rsidRPr="00BA0878" w:rsidRDefault="00C36F54" w:rsidP="00B509B2">
      <w:pPr>
        <w:pStyle w:val="SingleTxtG"/>
        <w:ind w:left="2268" w:right="992" w:hanging="1134"/>
        <w:rPr>
          <w:b/>
        </w:rPr>
      </w:pPr>
      <w:r w:rsidRPr="00BA0878">
        <w:rPr>
          <w:b/>
        </w:rPr>
        <w:t>2.4.16.1.</w:t>
      </w:r>
      <w:r w:rsidR="00B509B2" w:rsidRPr="00BA0878">
        <w:rPr>
          <w:b/>
        </w:rPr>
        <w:tab/>
      </w:r>
      <w:r w:rsidR="00D51024" w:rsidRPr="00BA0878">
        <w:rPr>
          <w:b/>
        </w:rPr>
        <w:t>“</w:t>
      </w:r>
      <w:r w:rsidR="00D51024" w:rsidRPr="00BA0878">
        <w:rPr>
          <w:b/>
          <w:i/>
        </w:rPr>
        <w:t>Retro-reflection</w:t>
      </w:r>
      <w:r w:rsidR="00D51024" w:rsidRPr="00BA0878">
        <w:rPr>
          <w:b/>
        </w:rPr>
        <w:t>” means the reflection in which radiation is returned in directions close to the direction from which it came, this property being maintained even over wide variations of the direction of the incident radiation:</w:t>
      </w:r>
    </w:p>
    <w:p w14:paraId="199A55E3" w14:textId="6BC862CF" w:rsidR="00D51024" w:rsidRPr="00BA0878" w:rsidRDefault="00C36F54" w:rsidP="00B509B2">
      <w:pPr>
        <w:pStyle w:val="SingleTxtG"/>
        <w:ind w:left="2268" w:right="992" w:hanging="1134"/>
        <w:rPr>
          <w:b/>
        </w:rPr>
      </w:pPr>
      <w:r w:rsidRPr="00BA0878">
        <w:rPr>
          <w:b/>
        </w:rPr>
        <w:t>2.4.16.2.</w:t>
      </w:r>
      <w:r w:rsidR="00B509B2" w:rsidRPr="00BA0878">
        <w:rPr>
          <w:b/>
        </w:rPr>
        <w:tab/>
      </w:r>
      <w:r w:rsidR="00D51024" w:rsidRPr="00BA0878">
        <w:rPr>
          <w:b/>
        </w:rPr>
        <w:t>"</w:t>
      </w:r>
      <w:r w:rsidR="00D51024" w:rsidRPr="00BA0878">
        <w:rPr>
          <w:b/>
          <w:i/>
        </w:rPr>
        <w:t>Retro-reflecti</w:t>
      </w:r>
      <w:r w:rsidR="001112F5" w:rsidRPr="00BA0878">
        <w:rPr>
          <w:b/>
          <w:i/>
        </w:rPr>
        <w:t>ve</w:t>
      </w:r>
      <w:r w:rsidR="00D51024" w:rsidRPr="00BA0878">
        <w:rPr>
          <w:b/>
          <w:i/>
        </w:rPr>
        <w:t xml:space="preserve"> device</w:t>
      </w:r>
      <w:r w:rsidR="00D51024" w:rsidRPr="00BA0878">
        <w:rPr>
          <w:b/>
        </w:rPr>
        <w:t>" means an assembly ready for use and comprising one or more retro-reflecti</w:t>
      </w:r>
      <w:r w:rsidR="001112F5" w:rsidRPr="00BA0878">
        <w:rPr>
          <w:b/>
        </w:rPr>
        <w:t>ve</w:t>
      </w:r>
      <w:r w:rsidR="00D51024" w:rsidRPr="00BA0878">
        <w:rPr>
          <w:b/>
        </w:rPr>
        <w:t xml:space="preserve"> optical units; Retro-reflecti</w:t>
      </w:r>
      <w:r w:rsidR="001112F5" w:rsidRPr="00BA0878">
        <w:rPr>
          <w:b/>
        </w:rPr>
        <w:t>ve</w:t>
      </w:r>
      <w:r w:rsidR="00D51024" w:rsidRPr="00BA0878">
        <w:rPr>
          <w:b/>
        </w:rPr>
        <w:t xml:space="preserve"> devices are divided into classes according to their photometric characteristics: Class IA or IB, Class IIIA or IIIB, and Class IVA.</w:t>
      </w:r>
      <w:r w:rsidR="001112F5" w:rsidRPr="00BA0878">
        <w:rPr>
          <w:b/>
        </w:rPr>
        <w:t xml:space="preserve"> </w:t>
      </w:r>
      <w:r w:rsidR="00D51024" w:rsidRPr="00BA0878">
        <w:rPr>
          <w:b/>
        </w:rPr>
        <w:t>Retro-</w:t>
      </w:r>
      <w:r w:rsidR="001112F5" w:rsidRPr="00BA0878">
        <w:rPr>
          <w:b/>
        </w:rPr>
        <w:t xml:space="preserve">reflective </w:t>
      </w:r>
      <w:r w:rsidR="00D51024" w:rsidRPr="00BA0878">
        <w:rPr>
          <w:b/>
        </w:rPr>
        <w:t>devices of Classes IB and IIIB are devices combined with other signal lamps which are not watertight</w:t>
      </w:r>
      <w:r w:rsidR="00E954A3" w:rsidRPr="00BA0878">
        <w:rPr>
          <w:b/>
        </w:rPr>
        <w:t xml:space="preserve"> </w:t>
      </w:r>
      <w:r w:rsidR="00D51024" w:rsidRPr="00BA0878">
        <w:rPr>
          <w:b/>
        </w:rPr>
        <w:t>and which are integrated into the body of a vehicle.</w:t>
      </w:r>
    </w:p>
    <w:p w14:paraId="50DDAA06" w14:textId="42EAFC68" w:rsidR="00D51024" w:rsidRPr="00BA0878" w:rsidRDefault="00C36F54" w:rsidP="00B509B2">
      <w:pPr>
        <w:pStyle w:val="SingleTxtG"/>
        <w:ind w:left="2268" w:right="992" w:hanging="1134"/>
        <w:rPr>
          <w:b/>
        </w:rPr>
      </w:pPr>
      <w:r w:rsidRPr="00BA0878">
        <w:rPr>
          <w:b/>
        </w:rPr>
        <w:t>2.4.17.</w:t>
      </w:r>
      <w:r w:rsidR="001112F5" w:rsidRPr="00BA0878">
        <w:rPr>
          <w:b/>
        </w:rPr>
        <w:tab/>
      </w:r>
      <w:r w:rsidR="00D51024" w:rsidRPr="00BA0878">
        <w:rPr>
          <w:b/>
        </w:rPr>
        <w:t>Definition with regard to Retro-reflective marking:</w:t>
      </w:r>
    </w:p>
    <w:p w14:paraId="62D089BC" w14:textId="4BE1EBF6" w:rsidR="00D51024" w:rsidRPr="00BA0878" w:rsidRDefault="00C36F54" w:rsidP="00B509B2">
      <w:pPr>
        <w:pStyle w:val="SingleTxtG"/>
        <w:ind w:left="2268" w:right="992" w:hanging="1134"/>
        <w:rPr>
          <w:b/>
        </w:rPr>
      </w:pPr>
      <w:r w:rsidRPr="00BA0878">
        <w:rPr>
          <w:b/>
        </w:rPr>
        <w:t>2.4.17.1.</w:t>
      </w:r>
      <w:r w:rsidR="001112F5" w:rsidRPr="00BA0878">
        <w:rPr>
          <w:b/>
        </w:rPr>
        <w:tab/>
      </w:r>
      <w:r w:rsidR="00D51024" w:rsidRPr="00BA0878">
        <w:rPr>
          <w:b/>
        </w:rPr>
        <w:t>"</w:t>
      </w:r>
      <w:r w:rsidR="00D51024" w:rsidRPr="00BA0878">
        <w:rPr>
          <w:b/>
          <w:i/>
        </w:rPr>
        <w:t>Retro-reflective marking material</w:t>
      </w:r>
      <w:r w:rsidR="00D51024" w:rsidRPr="00BA0878">
        <w:rPr>
          <w:b/>
        </w:rPr>
        <w:t>" means a surface or a device from which, when directionally illuminated, a relatively large portion of the incident radiation is retro-reflected.</w:t>
      </w:r>
    </w:p>
    <w:p w14:paraId="7540DE2A" w14:textId="35260F77" w:rsidR="00D51024" w:rsidRPr="00BA0878" w:rsidRDefault="00C36F54" w:rsidP="00B509B2">
      <w:pPr>
        <w:pStyle w:val="SingleTxtG"/>
        <w:ind w:left="2268" w:right="992" w:hanging="1134"/>
        <w:rPr>
          <w:b/>
        </w:rPr>
      </w:pPr>
      <w:r w:rsidRPr="00BA0878">
        <w:rPr>
          <w:b/>
        </w:rPr>
        <w:t>2.4.17.2.</w:t>
      </w:r>
      <w:r w:rsidR="001112F5" w:rsidRPr="00BA0878">
        <w:rPr>
          <w:b/>
        </w:rPr>
        <w:tab/>
      </w:r>
      <w:r w:rsidR="00D51024" w:rsidRPr="00BA0878">
        <w:rPr>
          <w:b/>
        </w:rPr>
        <w:t>"</w:t>
      </w:r>
      <w:r w:rsidR="00D51024" w:rsidRPr="00BA0878">
        <w:rPr>
          <w:b/>
          <w:i/>
        </w:rPr>
        <w:t>Rear marking plate</w:t>
      </w:r>
      <w:r w:rsidR="00D51024" w:rsidRPr="00BA0878">
        <w:rPr>
          <w:b/>
        </w:rPr>
        <w:t>" means a plate faced with retro-reflective and fluorescent material or devices intended to increase the visibility and permit easy identification of heavy and long vehicles.</w:t>
      </w:r>
    </w:p>
    <w:p w14:paraId="5497EE89" w14:textId="102C0C91" w:rsidR="00D51024" w:rsidRPr="00BA0878" w:rsidRDefault="00C36F54" w:rsidP="00B509B2">
      <w:pPr>
        <w:pStyle w:val="SingleTxtG"/>
        <w:ind w:left="2268" w:right="992" w:hanging="1134"/>
        <w:rPr>
          <w:b/>
        </w:rPr>
      </w:pPr>
      <w:r w:rsidRPr="00BA0878">
        <w:rPr>
          <w:b/>
        </w:rPr>
        <w:t>2.4.17.3.</w:t>
      </w:r>
      <w:r w:rsidR="001112F5" w:rsidRPr="00BA0878">
        <w:rPr>
          <w:b/>
        </w:rPr>
        <w:tab/>
      </w:r>
      <w:r w:rsidR="00D51024" w:rsidRPr="00BA0878">
        <w:rPr>
          <w:b/>
        </w:rPr>
        <w:t>"</w:t>
      </w:r>
      <w:r w:rsidR="00D51024" w:rsidRPr="00BA0878">
        <w:rPr>
          <w:b/>
          <w:i/>
        </w:rPr>
        <w:t>Slow moving vehicle (SMV) rear marking plate</w:t>
      </w:r>
      <w:r w:rsidR="00D51024" w:rsidRPr="00BA0878">
        <w:rPr>
          <w:b/>
        </w:rPr>
        <w:t xml:space="preserve">" means a triangular plate with truncated corners with a characteristic pattern faced with retro-reflectors or retro-reflective materials and retro-reflective or fluorescent material.  </w:t>
      </w:r>
    </w:p>
    <w:p w14:paraId="63A6F295" w14:textId="04EAE355" w:rsidR="00D51024" w:rsidRPr="00BA0878" w:rsidRDefault="00C36F54" w:rsidP="00B509B2">
      <w:pPr>
        <w:pStyle w:val="SingleTxtG"/>
        <w:ind w:left="2268" w:right="992" w:hanging="1134"/>
        <w:rPr>
          <w:b/>
        </w:rPr>
      </w:pPr>
      <w:r w:rsidRPr="00BA0878">
        <w:rPr>
          <w:b/>
        </w:rPr>
        <w:t>2.4.17.4.</w:t>
      </w:r>
      <w:r w:rsidR="001112F5" w:rsidRPr="00BA0878">
        <w:rPr>
          <w:b/>
        </w:rPr>
        <w:tab/>
      </w:r>
      <w:r w:rsidR="00D51024" w:rsidRPr="00BA0878">
        <w:rPr>
          <w:b/>
        </w:rPr>
        <w:t>"</w:t>
      </w:r>
      <w:r w:rsidR="00D51024" w:rsidRPr="00BA0878">
        <w:rPr>
          <w:b/>
          <w:i/>
        </w:rPr>
        <w:t>Sample unit</w:t>
      </w:r>
      <w:r w:rsidR="00D51024" w:rsidRPr="00BA0878">
        <w:rPr>
          <w:b/>
        </w:rPr>
        <w:t>" means a complete, finished marking plate (e.g. SMV or other) ready to be mounted on a vehicle and representative of current production.</w:t>
      </w:r>
    </w:p>
    <w:p w14:paraId="1B2406FD" w14:textId="0F7E039F" w:rsidR="00D51024" w:rsidRPr="00BA0878" w:rsidRDefault="00C36F54" w:rsidP="00E35EF4">
      <w:pPr>
        <w:pStyle w:val="SingleTxtG"/>
        <w:ind w:left="2268" w:right="992" w:hanging="1134"/>
        <w:rPr>
          <w:b/>
          <w:snapToGrid w:val="0"/>
          <w:lang w:val="en-US"/>
        </w:rPr>
      </w:pPr>
      <w:r w:rsidRPr="00BA0878">
        <w:rPr>
          <w:b/>
        </w:rPr>
        <w:t>2.4.17.5.</w:t>
      </w:r>
      <w:r w:rsidR="001112F5" w:rsidRPr="00BA0878">
        <w:rPr>
          <w:b/>
        </w:rPr>
        <w:tab/>
      </w:r>
      <w:r w:rsidR="00D51024" w:rsidRPr="00BA0878">
        <w:rPr>
          <w:b/>
        </w:rPr>
        <w:t>"</w:t>
      </w:r>
      <w:r w:rsidR="00D51024" w:rsidRPr="00BA0878">
        <w:rPr>
          <w:b/>
          <w:i/>
        </w:rPr>
        <w:t>Fluorescence</w:t>
      </w:r>
      <w:r w:rsidR="00D51024" w:rsidRPr="00BA0878">
        <w:rPr>
          <w:b/>
        </w:rPr>
        <w:t>" means when certain substances are brought near to a source of ultraviolet or blue radiations, they emit radiations which are nearly always of longer wave-length than those producing the effect. This phenomenon is called fluorescence. By day and in twilight, fluorescent colours are brighter than normal colours because they reflect part of the light falling upon them, and in addition they emit light. At night they are not brighter than ordinary colours.</w:t>
      </w:r>
    </w:p>
    <w:p w14:paraId="63A58E10" w14:textId="7AF2EC33" w:rsidR="00D51024" w:rsidRPr="00BA0878" w:rsidRDefault="00D21901" w:rsidP="00B509B2">
      <w:pPr>
        <w:pStyle w:val="SingleTxtG"/>
        <w:ind w:left="2268" w:right="992" w:hanging="1134"/>
        <w:rPr>
          <w:b/>
        </w:rPr>
      </w:pPr>
      <w:r w:rsidRPr="00BA0878">
        <w:rPr>
          <w:b/>
        </w:rPr>
        <w:t>2.5.</w:t>
      </w:r>
      <w:r w:rsidR="001C45DF" w:rsidRPr="00BA0878">
        <w:rPr>
          <w:b/>
        </w:rPr>
        <w:tab/>
      </w:r>
      <w:r w:rsidRPr="00BA0878">
        <w:rPr>
          <w:b/>
        </w:rPr>
        <w:t>LAMPS</w:t>
      </w:r>
    </w:p>
    <w:p w14:paraId="12F38D2C" w14:textId="08BCA81B" w:rsidR="00D21901" w:rsidRPr="00BA0878" w:rsidRDefault="00D21901" w:rsidP="00133D73">
      <w:pPr>
        <w:pStyle w:val="SingleTxtG"/>
        <w:ind w:left="2268" w:right="992" w:hanging="1134"/>
        <w:rPr>
          <w:b/>
          <w:lang w:val="en-US"/>
        </w:rPr>
      </w:pPr>
      <w:r w:rsidRPr="00BA0878">
        <w:rPr>
          <w:b/>
          <w:lang w:val="en-US"/>
        </w:rPr>
        <w:t>2.5.1.</w:t>
      </w:r>
      <w:r w:rsidRPr="00BA0878">
        <w:rPr>
          <w:b/>
          <w:lang w:val="en-US"/>
        </w:rPr>
        <w:tab/>
        <w:t>"</w:t>
      </w:r>
      <w:r w:rsidRPr="00BA0878">
        <w:rPr>
          <w:b/>
          <w:i/>
          <w:lang w:val="en-US"/>
        </w:rPr>
        <w:t>Driving-beam (main</w:t>
      </w:r>
      <w:r w:rsidRPr="00BA0878">
        <w:rPr>
          <w:b/>
          <w:i/>
          <w:lang w:val="en-US"/>
        </w:rPr>
        <w:noBreakHyphen/>
        <w:t>beam) headlamp</w:t>
      </w:r>
      <w:r w:rsidRPr="00BA0878">
        <w:rPr>
          <w:b/>
          <w:lang w:val="en-US"/>
        </w:rPr>
        <w:t>" means the lamp used to illuminate the road over a long distance ahead of the vehicle.</w:t>
      </w:r>
    </w:p>
    <w:p w14:paraId="247B8B95" w14:textId="6980E3C0" w:rsidR="00D21901" w:rsidRPr="00BA0878" w:rsidRDefault="00D21901" w:rsidP="00133D73">
      <w:pPr>
        <w:pStyle w:val="SingleTxtG"/>
        <w:ind w:left="2268" w:right="992" w:hanging="1134"/>
        <w:rPr>
          <w:b/>
          <w:lang w:val="en-US"/>
        </w:rPr>
      </w:pPr>
      <w:r w:rsidRPr="00BA0878">
        <w:rPr>
          <w:b/>
          <w:lang w:val="en-US"/>
        </w:rPr>
        <w:t>2.5.2.</w:t>
      </w:r>
      <w:r w:rsidRPr="00BA0878">
        <w:rPr>
          <w:b/>
          <w:lang w:val="en-US"/>
        </w:rPr>
        <w:tab/>
        <w:t>"</w:t>
      </w:r>
      <w:r w:rsidRPr="00BA0878">
        <w:rPr>
          <w:b/>
          <w:i/>
          <w:lang w:val="en-US"/>
        </w:rPr>
        <w:t>Passing-beam (dipped</w:t>
      </w:r>
      <w:r w:rsidRPr="00BA0878">
        <w:rPr>
          <w:b/>
          <w:i/>
          <w:lang w:val="en-US"/>
        </w:rPr>
        <w:noBreakHyphen/>
        <w:t>beam) headlamp</w:t>
      </w:r>
      <w:r w:rsidRPr="00BA0878">
        <w:rPr>
          <w:b/>
          <w:lang w:val="en-US"/>
        </w:rPr>
        <w:t>" means the lamp used to illuminate the road ahead of the vehicle without causing undue dazzle or discomfort to oncoming drivers and other road</w:t>
      </w:r>
      <w:r w:rsidRPr="00BA0878">
        <w:rPr>
          <w:b/>
          <w:lang w:val="en-US"/>
        </w:rPr>
        <w:noBreakHyphen/>
        <w:t>users.</w:t>
      </w:r>
    </w:p>
    <w:p w14:paraId="32A68841" w14:textId="027D06D5" w:rsidR="00D21901" w:rsidRPr="00BA0878" w:rsidRDefault="00D21901" w:rsidP="00133D73">
      <w:pPr>
        <w:pStyle w:val="SingleTxtG"/>
        <w:ind w:left="2268" w:right="992" w:hanging="1134"/>
        <w:rPr>
          <w:b/>
          <w:lang w:val="en-US"/>
        </w:rPr>
      </w:pPr>
      <w:r w:rsidRPr="00BA0878">
        <w:rPr>
          <w:b/>
          <w:lang w:val="en-US"/>
        </w:rPr>
        <w:t>2.5.2.1.</w:t>
      </w:r>
      <w:r w:rsidRPr="00BA0878">
        <w:rPr>
          <w:b/>
          <w:lang w:val="en-US"/>
        </w:rPr>
        <w:tab/>
        <w:t>"</w:t>
      </w:r>
      <w:r w:rsidRPr="00BA0878">
        <w:rPr>
          <w:b/>
          <w:i/>
          <w:lang w:val="en-US"/>
        </w:rPr>
        <w:t>Principal passing-beam (principal dipped-beam)</w:t>
      </w:r>
      <w:r w:rsidRPr="00BA0878">
        <w:rPr>
          <w:b/>
          <w:lang w:val="en-US"/>
        </w:rPr>
        <w:t>" means the dipped-beam produced without the contribution of infrared (IR) emitter and/or additional light sources for bend lighting.</w:t>
      </w:r>
    </w:p>
    <w:p w14:paraId="7AA6C52A" w14:textId="79F4F1FB" w:rsidR="00D21901" w:rsidRPr="00BA0878" w:rsidRDefault="00D21901" w:rsidP="00133D73">
      <w:pPr>
        <w:pStyle w:val="SingleTxtG"/>
        <w:ind w:left="2268" w:right="992" w:hanging="1134"/>
        <w:rPr>
          <w:b/>
          <w:lang w:val="en-US"/>
        </w:rPr>
      </w:pPr>
      <w:r w:rsidRPr="00BA0878">
        <w:rPr>
          <w:b/>
          <w:lang w:val="en-US"/>
        </w:rPr>
        <w:t>2.5.3.</w:t>
      </w:r>
      <w:r w:rsidR="00FD5B85" w:rsidRPr="00BA0878">
        <w:rPr>
          <w:b/>
          <w:lang w:val="en-US"/>
        </w:rPr>
        <w:tab/>
      </w:r>
      <w:r w:rsidRPr="00BA0878">
        <w:rPr>
          <w:b/>
          <w:lang w:val="en-US"/>
        </w:rPr>
        <w:t>"</w:t>
      </w:r>
      <w:r w:rsidRPr="00BA0878">
        <w:rPr>
          <w:b/>
          <w:i/>
          <w:lang w:val="en-US"/>
        </w:rPr>
        <w:t>Direction</w:t>
      </w:r>
      <w:r w:rsidRPr="00BA0878">
        <w:rPr>
          <w:b/>
          <w:i/>
          <w:lang w:val="en-US"/>
        </w:rPr>
        <w:noBreakHyphen/>
        <w:t>indicator lamp</w:t>
      </w:r>
      <w:r w:rsidRPr="00BA0878">
        <w:rPr>
          <w:b/>
          <w:lang w:val="en-US"/>
        </w:rPr>
        <w:t>" means the lamp used to indicate to other road</w:t>
      </w:r>
      <w:r w:rsidRPr="00BA0878">
        <w:rPr>
          <w:b/>
          <w:lang w:val="en-US"/>
        </w:rPr>
        <w:noBreakHyphen/>
        <w:t>users that the driver intends to change direction to the right or to the left.</w:t>
      </w:r>
      <w:r w:rsidR="00FD5B85" w:rsidRPr="00BA0878">
        <w:rPr>
          <w:b/>
          <w:lang w:val="en-US"/>
        </w:rPr>
        <w:t xml:space="preserve"> </w:t>
      </w:r>
      <w:r w:rsidRPr="00BA0878">
        <w:rPr>
          <w:b/>
          <w:lang w:val="en-US"/>
        </w:rPr>
        <w:t>A direction-indicator lamp or lamps may also be used according to the provisions of Regulation No. 97 or No.</w:t>
      </w:r>
      <w:r w:rsidR="00FD5B85" w:rsidRPr="00BA0878">
        <w:rPr>
          <w:b/>
          <w:lang w:val="en-US"/>
        </w:rPr>
        <w:t xml:space="preserve"> </w:t>
      </w:r>
      <w:r w:rsidRPr="00BA0878">
        <w:rPr>
          <w:b/>
          <w:lang w:val="en-US"/>
        </w:rPr>
        <w:t>116.</w:t>
      </w:r>
    </w:p>
    <w:p w14:paraId="6AE6D916" w14:textId="47A900DE" w:rsidR="00D21901" w:rsidRPr="00BA0878" w:rsidRDefault="00D21901" w:rsidP="00133D73">
      <w:pPr>
        <w:pStyle w:val="SingleTxtG"/>
        <w:ind w:left="2268" w:right="992" w:hanging="1134"/>
        <w:rPr>
          <w:b/>
          <w:lang w:val="en-US"/>
        </w:rPr>
      </w:pPr>
      <w:r w:rsidRPr="00BA0878">
        <w:rPr>
          <w:b/>
          <w:lang w:val="en-US"/>
        </w:rPr>
        <w:t>2.5.4.</w:t>
      </w:r>
      <w:r w:rsidR="00FD5B85" w:rsidRPr="00BA0878">
        <w:rPr>
          <w:b/>
          <w:lang w:val="en-US"/>
        </w:rPr>
        <w:tab/>
      </w:r>
      <w:r w:rsidRPr="00BA0878">
        <w:rPr>
          <w:b/>
          <w:lang w:val="en-US"/>
        </w:rPr>
        <w:t>"</w:t>
      </w:r>
      <w:r w:rsidRPr="00BA0878">
        <w:rPr>
          <w:b/>
          <w:i/>
          <w:lang w:val="en-US"/>
        </w:rPr>
        <w:t>Stop lamp</w:t>
      </w:r>
      <w:r w:rsidRPr="00BA0878">
        <w:rPr>
          <w:b/>
          <w:lang w:val="en-US"/>
        </w:rPr>
        <w:t>" means a lamp used to indicate to other road users to the rear of the vehicle that the longitudinal movement of the vehicle is intentionally retarded.</w:t>
      </w:r>
    </w:p>
    <w:p w14:paraId="35231282" w14:textId="529ADCB7" w:rsidR="00D21901" w:rsidRPr="00BA0878" w:rsidRDefault="00D21901" w:rsidP="00133D73">
      <w:pPr>
        <w:pStyle w:val="SingleTxtG"/>
        <w:ind w:left="2268" w:right="992" w:hanging="1134"/>
        <w:rPr>
          <w:b/>
          <w:lang w:val="en-US"/>
        </w:rPr>
      </w:pPr>
      <w:r w:rsidRPr="00BA0878">
        <w:rPr>
          <w:b/>
          <w:lang w:val="en-US"/>
        </w:rPr>
        <w:t>2.5.5.</w:t>
      </w:r>
      <w:r w:rsidRPr="00BA0878">
        <w:rPr>
          <w:b/>
          <w:lang w:val="en-US"/>
        </w:rPr>
        <w:tab/>
        <w:t>"</w:t>
      </w:r>
      <w:r w:rsidRPr="00BA0878">
        <w:rPr>
          <w:b/>
          <w:i/>
          <w:lang w:val="en-US"/>
        </w:rPr>
        <w:t>Rear-registration plate illuminating device</w:t>
      </w:r>
      <w:r w:rsidRPr="00BA0878">
        <w:rPr>
          <w:b/>
          <w:lang w:val="en-US"/>
        </w:rPr>
        <w:t>" means the device used to illuminate the space reserved for the rear registration plate; such a device may consist of several optical components.</w:t>
      </w:r>
    </w:p>
    <w:p w14:paraId="1D89E643" w14:textId="2C85A698" w:rsidR="00D21901" w:rsidRPr="00BA0878" w:rsidRDefault="00D21901" w:rsidP="00EC31D0">
      <w:pPr>
        <w:pStyle w:val="SingleTxtG"/>
        <w:ind w:left="2268" w:right="992" w:hanging="1134"/>
        <w:rPr>
          <w:b/>
          <w:lang w:val="en-US"/>
        </w:rPr>
      </w:pPr>
      <w:r w:rsidRPr="00BA0878">
        <w:rPr>
          <w:b/>
          <w:lang w:val="en-US"/>
        </w:rPr>
        <w:t>2.5.6.</w:t>
      </w:r>
      <w:r w:rsidRPr="00BA0878">
        <w:rPr>
          <w:b/>
          <w:lang w:val="en-US"/>
        </w:rPr>
        <w:tab/>
        <w:t>"</w:t>
      </w:r>
      <w:r w:rsidRPr="00BA0878">
        <w:rPr>
          <w:b/>
          <w:i/>
          <w:lang w:val="en-US"/>
        </w:rPr>
        <w:t>Front position lamp</w:t>
      </w:r>
      <w:r w:rsidRPr="00BA0878">
        <w:rPr>
          <w:b/>
          <w:lang w:val="en-US"/>
        </w:rPr>
        <w:t>" means the lamp used to indicate the presence and the width of the vehicle when viewed from the front.</w:t>
      </w:r>
    </w:p>
    <w:p w14:paraId="4E53546F" w14:textId="3B302673" w:rsidR="00D21901" w:rsidRPr="00BA0878" w:rsidRDefault="00D21901" w:rsidP="00EC31D0">
      <w:pPr>
        <w:pStyle w:val="SingleTxtG"/>
        <w:ind w:left="2268" w:right="992" w:hanging="1134"/>
        <w:rPr>
          <w:b/>
          <w:lang w:val="en-US"/>
        </w:rPr>
      </w:pPr>
      <w:r w:rsidRPr="00BA0878">
        <w:rPr>
          <w:b/>
          <w:lang w:val="en-US"/>
        </w:rPr>
        <w:t>2.5.7.</w:t>
      </w:r>
      <w:r w:rsidRPr="00BA0878">
        <w:rPr>
          <w:b/>
          <w:lang w:val="en-US"/>
        </w:rPr>
        <w:tab/>
        <w:t>"</w:t>
      </w:r>
      <w:r w:rsidRPr="00BA0878">
        <w:rPr>
          <w:b/>
          <w:i/>
          <w:lang w:val="en-US"/>
        </w:rPr>
        <w:t>Rear position lamp</w:t>
      </w:r>
      <w:r w:rsidRPr="00BA0878">
        <w:rPr>
          <w:b/>
          <w:lang w:val="en-US"/>
        </w:rPr>
        <w:t xml:space="preserve">" means the lamp used to indicate the presence and width of the vehicle when viewed from the rear. </w:t>
      </w:r>
    </w:p>
    <w:p w14:paraId="6DDAF3B9" w14:textId="39931ECA" w:rsidR="00D21901" w:rsidRPr="00BA0878" w:rsidRDefault="00D21901" w:rsidP="00EC31D0">
      <w:pPr>
        <w:pStyle w:val="SingleTxtG"/>
        <w:ind w:left="2268" w:right="992" w:hanging="1134"/>
        <w:rPr>
          <w:b/>
          <w:lang w:val="en-US"/>
        </w:rPr>
      </w:pPr>
      <w:r w:rsidRPr="00BA0878">
        <w:rPr>
          <w:b/>
          <w:lang w:val="en-US"/>
        </w:rPr>
        <w:t>2.5.8.</w:t>
      </w:r>
      <w:r w:rsidRPr="00BA0878">
        <w:rPr>
          <w:b/>
          <w:lang w:val="en-US"/>
        </w:rPr>
        <w:tab/>
        <w:t>"</w:t>
      </w:r>
      <w:r w:rsidRPr="00BA0878">
        <w:rPr>
          <w:b/>
          <w:i/>
          <w:lang w:val="en-US"/>
        </w:rPr>
        <w:t>Retro</w:t>
      </w:r>
      <w:r w:rsidR="00FD5B85" w:rsidRPr="00BA0878">
        <w:rPr>
          <w:b/>
          <w:i/>
          <w:lang w:val="en-US"/>
        </w:rPr>
        <w:t>-</w:t>
      </w:r>
      <w:r w:rsidRPr="00BA0878">
        <w:rPr>
          <w:b/>
          <w:i/>
          <w:lang w:val="en-US"/>
        </w:rPr>
        <w:t>reflector</w:t>
      </w:r>
      <w:r w:rsidRPr="00BA0878">
        <w:rPr>
          <w:b/>
          <w:lang w:val="en-US"/>
        </w:rPr>
        <w:t>" means a device used to indicate the presence of a vehicle by the reflection of light emanating from a light source not connected to the vehicle, the observer being situated near the source.</w:t>
      </w:r>
    </w:p>
    <w:p w14:paraId="03C4F267" w14:textId="4AA8AA04" w:rsidR="00D21901" w:rsidRPr="00BA0878" w:rsidRDefault="00D21901" w:rsidP="00EC31D0">
      <w:pPr>
        <w:pStyle w:val="SingleTxtG"/>
        <w:ind w:left="2268" w:right="992"/>
        <w:rPr>
          <w:b/>
          <w:lang w:val="en-US"/>
        </w:rPr>
      </w:pPr>
      <w:r w:rsidRPr="00BA0878">
        <w:rPr>
          <w:b/>
          <w:lang w:val="en-US"/>
        </w:rPr>
        <w:t xml:space="preserve">For the purposes of this Regulation the following are not considered as </w:t>
      </w:r>
      <w:r w:rsidR="00EC31D0" w:rsidRPr="00BA0878">
        <w:rPr>
          <w:b/>
          <w:lang w:val="en-US"/>
        </w:rPr>
        <w:br/>
      </w:r>
      <w:r w:rsidRPr="00BA0878">
        <w:rPr>
          <w:b/>
          <w:lang w:val="en-US"/>
        </w:rPr>
        <w:t>retro</w:t>
      </w:r>
      <w:r w:rsidR="00EC31D0" w:rsidRPr="00BA0878">
        <w:rPr>
          <w:b/>
          <w:lang w:val="en-US"/>
        </w:rPr>
        <w:t>-</w:t>
      </w:r>
      <w:r w:rsidRPr="00BA0878">
        <w:rPr>
          <w:b/>
          <w:lang w:val="en-US"/>
        </w:rPr>
        <w:t>reflectors:</w:t>
      </w:r>
    </w:p>
    <w:p w14:paraId="35940600" w14:textId="0AE1B127" w:rsidR="00D21901" w:rsidRPr="00BA0878" w:rsidRDefault="00D21901" w:rsidP="00EC31D0">
      <w:pPr>
        <w:pStyle w:val="SingleTxtG"/>
        <w:ind w:left="2268" w:right="992" w:hanging="1134"/>
        <w:rPr>
          <w:b/>
          <w:lang w:val="en-US"/>
        </w:rPr>
      </w:pPr>
      <w:r w:rsidRPr="00BA0878">
        <w:rPr>
          <w:b/>
          <w:lang w:val="en-US"/>
        </w:rPr>
        <w:t>2.5.8.1.</w:t>
      </w:r>
      <w:r w:rsidRPr="00BA0878">
        <w:rPr>
          <w:b/>
          <w:lang w:val="en-US"/>
        </w:rPr>
        <w:tab/>
        <w:t>Retro</w:t>
      </w:r>
      <w:r w:rsidR="00170197" w:rsidRPr="00BA0878">
        <w:rPr>
          <w:b/>
          <w:lang w:val="en-US"/>
        </w:rPr>
        <w:t>-</w:t>
      </w:r>
      <w:r w:rsidRPr="00BA0878">
        <w:rPr>
          <w:b/>
          <w:lang w:val="en-US"/>
        </w:rPr>
        <w:t>reflecting number plates;</w:t>
      </w:r>
    </w:p>
    <w:p w14:paraId="0AB70AC4" w14:textId="6CC243E6" w:rsidR="00D21901" w:rsidRPr="00BA0878" w:rsidRDefault="00D21901" w:rsidP="00170197">
      <w:pPr>
        <w:pStyle w:val="SingleTxtG"/>
        <w:ind w:left="2268" w:right="992" w:hanging="1134"/>
        <w:rPr>
          <w:b/>
          <w:lang w:val="en-US"/>
        </w:rPr>
      </w:pPr>
      <w:r w:rsidRPr="00BA0878">
        <w:rPr>
          <w:b/>
          <w:lang w:val="en-US"/>
        </w:rPr>
        <w:t>2.5.8.2.</w:t>
      </w:r>
      <w:r w:rsidRPr="00BA0878">
        <w:rPr>
          <w:b/>
          <w:lang w:val="en-US"/>
        </w:rPr>
        <w:tab/>
        <w:t>The retro</w:t>
      </w:r>
      <w:r w:rsidR="00170197" w:rsidRPr="00BA0878">
        <w:rPr>
          <w:b/>
          <w:lang w:val="en-US"/>
        </w:rPr>
        <w:t>-</w:t>
      </w:r>
      <w:r w:rsidRPr="00BA0878">
        <w:rPr>
          <w:b/>
          <w:lang w:val="en-US"/>
        </w:rPr>
        <w:t>reflecting signals mentioned in the ADR (European Agreement concerning the international carriage of dangerous goods by road);</w:t>
      </w:r>
    </w:p>
    <w:p w14:paraId="2B24AFBC" w14:textId="4DF89671" w:rsidR="00D21901" w:rsidRPr="00BA0878" w:rsidRDefault="00D21901" w:rsidP="00170197">
      <w:pPr>
        <w:pStyle w:val="SingleTxtG"/>
        <w:ind w:left="2268" w:right="992" w:hanging="1134"/>
        <w:rPr>
          <w:b/>
          <w:lang w:val="en-US"/>
        </w:rPr>
      </w:pPr>
      <w:r w:rsidRPr="00BA0878">
        <w:rPr>
          <w:b/>
          <w:lang w:val="en-US"/>
        </w:rPr>
        <w:t>2.5.8.3.</w:t>
      </w:r>
      <w:r w:rsidRPr="00BA0878">
        <w:rPr>
          <w:b/>
          <w:lang w:val="en-US"/>
        </w:rPr>
        <w:tab/>
        <w:t>Other retro-reflective plates and signals which shall be used to comply with national requirements for use as regards certain categories of vehicles or certain methods of operation;</w:t>
      </w:r>
    </w:p>
    <w:p w14:paraId="3976916B" w14:textId="13F6C6B6" w:rsidR="00D21901" w:rsidRPr="00BA0878" w:rsidRDefault="00D21901" w:rsidP="00170197">
      <w:pPr>
        <w:pStyle w:val="SingleTxtG"/>
        <w:ind w:left="2268" w:right="992" w:hanging="1134"/>
        <w:rPr>
          <w:b/>
          <w:lang w:val="en-US"/>
        </w:rPr>
      </w:pPr>
      <w:r w:rsidRPr="00BA0878">
        <w:rPr>
          <w:b/>
          <w:lang w:val="en-US"/>
        </w:rPr>
        <w:t>2.5.8.4.</w:t>
      </w:r>
      <w:r w:rsidRPr="00BA0878">
        <w:rPr>
          <w:b/>
          <w:lang w:val="en-US"/>
        </w:rPr>
        <w:tab/>
        <w:t>Retro-reflecting materials approved as Class D or E or F according to Regulation</w:t>
      </w:r>
      <w:r w:rsidR="0027257E" w:rsidRPr="00BA0878">
        <w:rPr>
          <w:b/>
          <w:lang w:val="en-US"/>
        </w:rPr>
        <w:t>s</w:t>
      </w:r>
      <w:r w:rsidRPr="00BA0878">
        <w:rPr>
          <w:b/>
          <w:lang w:val="en-US"/>
        </w:rPr>
        <w:t xml:space="preserve"> No</w:t>
      </w:r>
      <w:r w:rsidR="0027257E" w:rsidRPr="00BA0878">
        <w:rPr>
          <w:b/>
          <w:lang w:val="en-US"/>
        </w:rPr>
        <w:t>s</w:t>
      </w:r>
      <w:r w:rsidRPr="00BA0878">
        <w:rPr>
          <w:b/>
          <w:lang w:val="en-US"/>
        </w:rPr>
        <w:t xml:space="preserve">. 104 </w:t>
      </w:r>
      <w:r w:rsidR="0027257E" w:rsidRPr="00BA0878">
        <w:rPr>
          <w:b/>
        </w:rPr>
        <w:t xml:space="preserve">or [RRD] </w:t>
      </w:r>
      <w:r w:rsidRPr="00BA0878">
        <w:rPr>
          <w:b/>
          <w:lang w:val="en-US"/>
        </w:rPr>
        <w:t xml:space="preserve">and used for other purposes in compliance with national requirements.". </w:t>
      </w:r>
    </w:p>
    <w:p w14:paraId="14B592B6" w14:textId="629EDE7E" w:rsidR="00D21901" w:rsidRPr="00BA0878" w:rsidRDefault="00D21901" w:rsidP="00170197">
      <w:pPr>
        <w:pStyle w:val="SingleTxtG"/>
        <w:ind w:left="2268" w:right="992" w:hanging="1134"/>
        <w:rPr>
          <w:b/>
          <w:lang w:val="en-US"/>
        </w:rPr>
      </w:pPr>
      <w:r w:rsidRPr="00BA0878">
        <w:rPr>
          <w:b/>
          <w:lang w:val="en-US"/>
        </w:rPr>
        <w:t>2.5.9.</w:t>
      </w:r>
      <w:r w:rsidRPr="00BA0878">
        <w:rPr>
          <w:b/>
          <w:lang w:val="en-US"/>
        </w:rPr>
        <w:tab/>
      </w:r>
      <w:r w:rsidRPr="00BA0878">
        <w:rPr>
          <w:b/>
          <w:bCs/>
          <w:lang w:val="en-US"/>
        </w:rPr>
        <w:t>"</w:t>
      </w:r>
      <w:r w:rsidRPr="00BA0878">
        <w:rPr>
          <w:b/>
          <w:bCs/>
          <w:i/>
          <w:lang w:val="en-US"/>
        </w:rPr>
        <w:t>Conspicuity marking</w:t>
      </w:r>
      <w:r w:rsidRPr="00BA0878">
        <w:rPr>
          <w:b/>
          <w:bCs/>
          <w:lang w:val="en-US"/>
        </w:rPr>
        <w:t xml:space="preserve">" means a device intended to increase the conspicuity of a vehicle, when viewed from the side or rear </w:t>
      </w:r>
      <w:r w:rsidRPr="00BA0878">
        <w:rPr>
          <w:b/>
          <w:lang w:val="en-US"/>
        </w:rPr>
        <w:t>(or in the case of trailers, additionally from the front), by the reflection of light</w:t>
      </w:r>
      <w:r w:rsidRPr="00BA0878">
        <w:rPr>
          <w:b/>
          <w:bCs/>
          <w:lang w:val="en-US"/>
        </w:rPr>
        <w:t xml:space="preserve"> emanating from a light source not connected to the vehicle, the observer being situated near the source.</w:t>
      </w:r>
    </w:p>
    <w:p w14:paraId="14CA059E" w14:textId="0B7ED71E" w:rsidR="00D21901" w:rsidRPr="00BA0878" w:rsidRDefault="00D21901" w:rsidP="00170197">
      <w:pPr>
        <w:pStyle w:val="SingleTxtG"/>
        <w:ind w:left="2268" w:right="992" w:hanging="1134"/>
        <w:rPr>
          <w:b/>
          <w:lang w:val="en-US"/>
        </w:rPr>
      </w:pPr>
      <w:r w:rsidRPr="00BA0878">
        <w:rPr>
          <w:b/>
          <w:lang w:val="en-US"/>
        </w:rPr>
        <w:t>2.5.9.1.</w:t>
      </w:r>
      <w:r w:rsidRPr="00BA0878">
        <w:rPr>
          <w:b/>
          <w:lang w:val="en-US"/>
        </w:rPr>
        <w:tab/>
        <w:t>"</w:t>
      </w:r>
      <w:r w:rsidRPr="00BA0878">
        <w:rPr>
          <w:b/>
          <w:i/>
          <w:lang w:val="en-US"/>
        </w:rPr>
        <w:t>Contour marking</w:t>
      </w:r>
      <w:r w:rsidRPr="00BA0878">
        <w:rPr>
          <w:b/>
          <w:lang w:val="en-US"/>
        </w:rPr>
        <w:t>" means a conspicuity marking intended to indicate the horizontal and vertical dimensions (length, width and height) of a vehicle.</w:t>
      </w:r>
    </w:p>
    <w:p w14:paraId="25464C67" w14:textId="12126DCF" w:rsidR="00D21901" w:rsidRPr="00BA0878" w:rsidRDefault="00D21901" w:rsidP="00FB2642">
      <w:pPr>
        <w:pStyle w:val="SingleTxtG"/>
        <w:ind w:left="2268" w:right="992" w:hanging="1134"/>
        <w:rPr>
          <w:b/>
          <w:lang w:val="en-US"/>
        </w:rPr>
      </w:pPr>
      <w:r w:rsidRPr="00BA0878">
        <w:rPr>
          <w:b/>
          <w:lang w:val="en-US"/>
        </w:rPr>
        <w:t>2.5.9.1.1.</w:t>
      </w:r>
      <w:r w:rsidRPr="00BA0878">
        <w:rPr>
          <w:b/>
          <w:lang w:val="en-US"/>
        </w:rPr>
        <w:tab/>
        <w:t>"</w:t>
      </w:r>
      <w:r w:rsidRPr="00BA0878">
        <w:rPr>
          <w:b/>
          <w:i/>
          <w:lang w:val="en-US"/>
        </w:rPr>
        <w:t>Full contour marking</w:t>
      </w:r>
      <w:r w:rsidRPr="00BA0878">
        <w:rPr>
          <w:b/>
          <w:lang w:val="en-US"/>
        </w:rPr>
        <w:t>" means a contour marking that indicates the outline of the vehicle by a continuous line.</w:t>
      </w:r>
    </w:p>
    <w:p w14:paraId="14EDC245" w14:textId="38D7F19A" w:rsidR="00D21901" w:rsidRPr="00BA0878" w:rsidRDefault="00D21901" w:rsidP="00FB2642">
      <w:pPr>
        <w:pStyle w:val="SingleTxtG"/>
        <w:ind w:left="2268" w:right="992" w:hanging="1134"/>
        <w:rPr>
          <w:b/>
          <w:lang w:val="en-US"/>
        </w:rPr>
      </w:pPr>
      <w:r w:rsidRPr="00BA0878">
        <w:rPr>
          <w:b/>
          <w:lang w:val="en-US"/>
        </w:rPr>
        <w:t>2.5.9.1.2.</w:t>
      </w:r>
      <w:r w:rsidRPr="00BA0878">
        <w:rPr>
          <w:b/>
          <w:lang w:val="en-US"/>
        </w:rPr>
        <w:tab/>
        <w:t>"</w:t>
      </w:r>
      <w:r w:rsidRPr="00BA0878">
        <w:rPr>
          <w:b/>
          <w:i/>
          <w:lang w:val="en-US"/>
        </w:rPr>
        <w:t>Partial contour marking</w:t>
      </w:r>
      <w:r w:rsidRPr="00BA0878">
        <w:rPr>
          <w:b/>
          <w:lang w:val="en-US"/>
        </w:rPr>
        <w:t xml:space="preserve">" means a contour marking that indicates the horizontal dimension of the vehicle by a continuous line, and the vertical dimension by marking the upper corners. </w:t>
      </w:r>
    </w:p>
    <w:p w14:paraId="0042830C" w14:textId="654D87ED" w:rsidR="00D21901" w:rsidRPr="00BA0878" w:rsidRDefault="00D21901" w:rsidP="00FB2642">
      <w:pPr>
        <w:pStyle w:val="SingleTxtG"/>
        <w:ind w:left="2268" w:right="992" w:hanging="1134"/>
        <w:rPr>
          <w:b/>
          <w:bCs/>
          <w:lang w:val="en-US"/>
        </w:rPr>
      </w:pPr>
      <w:r w:rsidRPr="00BA0878">
        <w:rPr>
          <w:b/>
          <w:lang w:val="en-US"/>
        </w:rPr>
        <w:t>2.5.9.2.</w:t>
      </w:r>
      <w:r w:rsidRPr="00BA0878">
        <w:rPr>
          <w:b/>
          <w:lang w:val="en-US"/>
        </w:rPr>
        <w:tab/>
        <w:t>"</w:t>
      </w:r>
      <w:r w:rsidRPr="00BA0878">
        <w:rPr>
          <w:b/>
          <w:i/>
          <w:lang w:val="en-US"/>
        </w:rPr>
        <w:t>Line marking</w:t>
      </w:r>
      <w:r w:rsidRPr="00BA0878">
        <w:rPr>
          <w:b/>
          <w:lang w:val="en-US"/>
        </w:rPr>
        <w:t>" means a conspicuity marking intended to indicate the horizontal dimensions (length and width) of a vehicle by a continuous line.</w:t>
      </w:r>
    </w:p>
    <w:p w14:paraId="13896997" w14:textId="2CF7645F" w:rsidR="00D21901" w:rsidRPr="00BA0878" w:rsidRDefault="00D21901" w:rsidP="00FB2642">
      <w:pPr>
        <w:pStyle w:val="SingleTxtG"/>
        <w:ind w:left="2268" w:right="992" w:hanging="1134"/>
        <w:rPr>
          <w:b/>
          <w:lang w:val="en-US"/>
        </w:rPr>
      </w:pPr>
      <w:r w:rsidRPr="00BA0878">
        <w:rPr>
          <w:b/>
          <w:lang w:val="en-US"/>
        </w:rPr>
        <w:t>2.5.10.</w:t>
      </w:r>
      <w:r w:rsidRPr="00BA0878">
        <w:rPr>
          <w:b/>
          <w:lang w:val="en-US"/>
        </w:rPr>
        <w:tab/>
        <w:t>"</w:t>
      </w:r>
      <w:r w:rsidRPr="00BA0878">
        <w:rPr>
          <w:b/>
          <w:i/>
          <w:lang w:val="en-US"/>
        </w:rPr>
        <w:t>Front fog lamp</w:t>
      </w:r>
      <w:r w:rsidRPr="00BA0878">
        <w:rPr>
          <w:b/>
          <w:lang w:val="en-US"/>
        </w:rPr>
        <w:t>" means a lamp used to improve the illumination of the road ahead of the vehicle in case of fog or any similar condition of reduced visibility.</w:t>
      </w:r>
    </w:p>
    <w:p w14:paraId="19A47224" w14:textId="087A8E0B" w:rsidR="00D21901" w:rsidRPr="00BA0878" w:rsidRDefault="006339C6" w:rsidP="00FB2642">
      <w:pPr>
        <w:pStyle w:val="SingleTxtG"/>
        <w:ind w:left="2268" w:right="992" w:hanging="1134"/>
        <w:rPr>
          <w:b/>
          <w:lang w:val="en-US"/>
        </w:rPr>
      </w:pPr>
      <w:r w:rsidRPr="00BA0878">
        <w:rPr>
          <w:b/>
          <w:lang w:val="en-US"/>
        </w:rPr>
        <w:t>2.5.11.</w:t>
      </w:r>
      <w:r w:rsidR="00D21901" w:rsidRPr="00BA0878">
        <w:rPr>
          <w:b/>
          <w:lang w:val="en-US"/>
        </w:rPr>
        <w:tab/>
        <w:t>"</w:t>
      </w:r>
      <w:r w:rsidR="00D21901" w:rsidRPr="00BA0878">
        <w:rPr>
          <w:b/>
          <w:i/>
          <w:lang w:val="en-US"/>
        </w:rPr>
        <w:t>Rear fog lamp</w:t>
      </w:r>
      <w:r w:rsidR="00D21901" w:rsidRPr="00BA0878">
        <w:rPr>
          <w:b/>
          <w:lang w:val="en-US"/>
        </w:rPr>
        <w:t>" means a lamp used to make the vehicle more easily visible from the rear in dense fog.</w:t>
      </w:r>
    </w:p>
    <w:p w14:paraId="54BB8FF7" w14:textId="25EB4302" w:rsidR="00D21901" w:rsidRPr="00BA0878" w:rsidRDefault="006339C6" w:rsidP="00FB2642">
      <w:pPr>
        <w:pStyle w:val="SingleTxtG"/>
        <w:ind w:left="2268" w:right="992" w:hanging="1134"/>
        <w:rPr>
          <w:b/>
          <w:lang w:val="en-US"/>
        </w:rPr>
      </w:pPr>
      <w:r w:rsidRPr="00BA0878">
        <w:rPr>
          <w:b/>
          <w:lang w:val="en-US"/>
        </w:rPr>
        <w:t>2.5.12.</w:t>
      </w:r>
      <w:r w:rsidR="00D21901" w:rsidRPr="00BA0878">
        <w:rPr>
          <w:b/>
          <w:lang w:val="en-US"/>
        </w:rPr>
        <w:tab/>
        <w:t>"</w:t>
      </w:r>
      <w:r w:rsidR="00D21901" w:rsidRPr="00BA0878">
        <w:rPr>
          <w:b/>
          <w:i/>
          <w:lang w:val="en-US"/>
        </w:rPr>
        <w:t>Reversing lamp</w:t>
      </w:r>
      <w:r w:rsidR="00D21901" w:rsidRPr="00BA0878">
        <w:rPr>
          <w:b/>
          <w:lang w:val="en-US"/>
        </w:rPr>
        <w:t>" means the lamp used to illuminate the road to the rear of the vehicle and to warn other road</w:t>
      </w:r>
      <w:r w:rsidR="00D21901" w:rsidRPr="00BA0878">
        <w:rPr>
          <w:b/>
          <w:lang w:val="en-US"/>
        </w:rPr>
        <w:noBreakHyphen/>
        <w:t>users that the vehicle is reversing or about to reverse.</w:t>
      </w:r>
    </w:p>
    <w:p w14:paraId="3A8EDC1C" w14:textId="559F36A4" w:rsidR="00D21901" w:rsidRPr="00BA0878" w:rsidRDefault="006339C6" w:rsidP="00FB2642">
      <w:pPr>
        <w:pStyle w:val="SingleTxtG"/>
        <w:ind w:left="2268" w:right="992" w:hanging="1134"/>
        <w:rPr>
          <w:b/>
          <w:lang w:val="en-US"/>
        </w:rPr>
      </w:pPr>
      <w:r w:rsidRPr="00BA0878">
        <w:rPr>
          <w:b/>
          <w:lang w:val="en-US"/>
        </w:rPr>
        <w:t>2.5.13.</w:t>
      </w:r>
      <w:r w:rsidR="00D21901" w:rsidRPr="00BA0878">
        <w:rPr>
          <w:b/>
          <w:lang w:val="en-US"/>
        </w:rPr>
        <w:tab/>
        <w:t>"</w:t>
      </w:r>
      <w:r w:rsidR="00D21901" w:rsidRPr="00BA0878">
        <w:rPr>
          <w:b/>
          <w:i/>
          <w:lang w:val="en-US"/>
        </w:rPr>
        <w:t>Parking lamp</w:t>
      </w:r>
      <w:r w:rsidR="00D21901" w:rsidRPr="00BA0878">
        <w:rPr>
          <w:b/>
          <w:lang w:val="en-US"/>
        </w:rPr>
        <w:t>" means a lamp which is used to draw attention to the presence of a stationary vehicle in a built</w:t>
      </w:r>
      <w:r w:rsidR="00D21901" w:rsidRPr="00BA0878">
        <w:rPr>
          <w:b/>
          <w:lang w:val="en-US"/>
        </w:rPr>
        <w:noBreakHyphen/>
        <w:t>up area. In such circumstances it replaces the front and rear position lamps.</w:t>
      </w:r>
    </w:p>
    <w:p w14:paraId="159EEECC" w14:textId="151ED568" w:rsidR="00D21901" w:rsidRPr="00BA0878" w:rsidRDefault="006339C6" w:rsidP="00FB2642">
      <w:pPr>
        <w:pStyle w:val="SingleTxtG"/>
        <w:ind w:left="2268" w:right="992" w:hanging="1134"/>
        <w:rPr>
          <w:b/>
          <w:lang w:val="en-US"/>
        </w:rPr>
      </w:pPr>
      <w:r w:rsidRPr="00BA0878">
        <w:rPr>
          <w:b/>
          <w:lang w:val="en-US"/>
        </w:rPr>
        <w:t>2.5.14.</w:t>
      </w:r>
      <w:r w:rsidR="00D21901" w:rsidRPr="00BA0878">
        <w:rPr>
          <w:b/>
          <w:lang w:val="en-US"/>
        </w:rPr>
        <w:tab/>
        <w:t>"</w:t>
      </w:r>
      <w:r w:rsidR="00D21901" w:rsidRPr="00BA0878">
        <w:rPr>
          <w:b/>
          <w:i/>
          <w:lang w:val="en-US"/>
        </w:rPr>
        <w:t>End</w:t>
      </w:r>
      <w:r w:rsidR="00D21901" w:rsidRPr="00BA0878">
        <w:rPr>
          <w:b/>
          <w:i/>
          <w:lang w:val="en-US"/>
        </w:rPr>
        <w:noBreakHyphen/>
        <w:t>outline marker lamp</w:t>
      </w:r>
      <w:r w:rsidR="00D21901" w:rsidRPr="00BA0878">
        <w:rPr>
          <w:b/>
          <w:lang w:val="en-US"/>
        </w:rPr>
        <w:t>" means the lamp fitted near to the extreme outer edge and as close as possible to the top of the vehicle and intended to indicate clearly the vehicle's overall width. This lamp is intended, for certain vehicles and trailers, to complement the vehicle's front and rear position lamps by drawing particular attention to its bulk.</w:t>
      </w:r>
    </w:p>
    <w:p w14:paraId="0D3BCCAC" w14:textId="6DD4132D" w:rsidR="00D21901" w:rsidRPr="00BA0878" w:rsidRDefault="006339C6" w:rsidP="00FB2642">
      <w:pPr>
        <w:pStyle w:val="SingleTxtG"/>
        <w:ind w:left="2268" w:right="992" w:hanging="1134"/>
        <w:rPr>
          <w:b/>
          <w:lang w:val="en-US"/>
        </w:rPr>
      </w:pPr>
      <w:r w:rsidRPr="00BA0878">
        <w:rPr>
          <w:b/>
          <w:lang w:val="en-US"/>
        </w:rPr>
        <w:t>2.5.15.</w:t>
      </w:r>
      <w:r w:rsidR="00D21901" w:rsidRPr="00BA0878">
        <w:rPr>
          <w:b/>
          <w:lang w:val="en-US"/>
        </w:rPr>
        <w:tab/>
        <w:t>"</w:t>
      </w:r>
      <w:r w:rsidR="00D21901" w:rsidRPr="00BA0878">
        <w:rPr>
          <w:b/>
          <w:i/>
          <w:lang w:val="en-US"/>
        </w:rPr>
        <w:t>Side marker lamp</w:t>
      </w:r>
      <w:r w:rsidR="00D21901" w:rsidRPr="00BA0878">
        <w:rPr>
          <w:b/>
          <w:lang w:val="en-US"/>
        </w:rPr>
        <w:t>" means a lamp used to indicate the presence of the vehicle when viewed from the side.</w:t>
      </w:r>
    </w:p>
    <w:p w14:paraId="4A279DAD" w14:textId="584B7825" w:rsidR="00D21901" w:rsidRPr="00BA0878" w:rsidRDefault="006339C6" w:rsidP="00FB2642">
      <w:pPr>
        <w:pStyle w:val="SingleTxtG"/>
        <w:ind w:left="2268" w:right="992" w:hanging="1134"/>
        <w:rPr>
          <w:b/>
          <w:lang w:val="en-US"/>
        </w:rPr>
      </w:pPr>
      <w:r w:rsidRPr="00BA0878">
        <w:rPr>
          <w:b/>
          <w:lang w:val="en-US"/>
        </w:rPr>
        <w:t>2.5.16.</w:t>
      </w:r>
      <w:r w:rsidR="00D21901" w:rsidRPr="00BA0878">
        <w:rPr>
          <w:b/>
          <w:lang w:val="en-US"/>
        </w:rPr>
        <w:tab/>
        <w:t>"</w:t>
      </w:r>
      <w:r w:rsidR="00D21901" w:rsidRPr="00BA0878">
        <w:rPr>
          <w:b/>
          <w:i/>
          <w:lang w:val="en-US"/>
        </w:rPr>
        <w:t>Daytime running lamp</w:t>
      </w:r>
      <w:r w:rsidR="00D21901" w:rsidRPr="00BA0878">
        <w:rPr>
          <w:b/>
          <w:lang w:val="en-US"/>
        </w:rPr>
        <w:t>" means a lamp facing in a forward direction used to make the vehicle more easily visible when driving during daytime.</w:t>
      </w:r>
    </w:p>
    <w:p w14:paraId="6CD8E2B7" w14:textId="132B26B6" w:rsidR="00D21901" w:rsidRPr="00BA0878" w:rsidRDefault="006339C6" w:rsidP="00FB2642">
      <w:pPr>
        <w:pStyle w:val="SingleTxtG"/>
        <w:ind w:left="2268" w:right="992" w:hanging="1134"/>
        <w:rPr>
          <w:b/>
          <w:lang w:val="en-US"/>
        </w:rPr>
      </w:pPr>
      <w:r w:rsidRPr="00BA0878">
        <w:rPr>
          <w:b/>
          <w:lang w:val="en-US"/>
        </w:rPr>
        <w:t>2.5.17.</w:t>
      </w:r>
      <w:r w:rsidR="00D21901" w:rsidRPr="00BA0878">
        <w:rPr>
          <w:rFonts w:hint="eastAsia"/>
          <w:b/>
          <w:lang w:val="en-US"/>
        </w:rPr>
        <w:tab/>
      </w:r>
      <w:r w:rsidR="00D21901" w:rsidRPr="00BA0878">
        <w:rPr>
          <w:b/>
          <w:lang w:val="en-US"/>
        </w:rPr>
        <w:t>"</w:t>
      </w:r>
      <w:r w:rsidR="00D21901" w:rsidRPr="00BA0878">
        <w:rPr>
          <w:rFonts w:hint="eastAsia"/>
          <w:b/>
          <w:i/>
          <w:lang w:val="en-US"/>
        </w:rPr>
        <w:t>Cornering lamp</w:t>
      </w:r>
      <w:r w:rsidR="00D21901" w:rsidRPr="00BA0878">
        <w:rPr>
          <w:b/>
          <w:lang w:val="en-US"/>
        </w:rPr>
        <w:t>"</w:t>
      </w:r>
      <w:r w:rsidR="00D21901" w:rsidRPr="00BA0878">
        <w:rPr>
          <w:rFonts w:hint="eastAsia"/>
          <w:b/>
          <w:lang w:val="en-US"/>
        </w:rPr>
        <w:t xml:space="preserve"> means a lamp used to provide supplementary illumination of that part of the road which is located near the forward corner of the vehicle at the side towards which the vehicle is going to turn</w:t>
      </w:r>
      <w:r w:rsidR="00D21901" w:rsidRPr="00BA0878">
        <w:rPr>
          <w:b/>
          <w:lang w:val="en-US"/>
        </w:rPr>
        <w:t>.</w:t>
      </w:r>
    </w:p>
    <w:p w14:paraId="0C725D8B" w14:textId="2931E808" w:rsidR="00D21901" w:rsidRPr="00BA0878" w:rsidRDefault="006339C6" w:rsidP="00FB2642">
      <w:pPr>
        <w:pStyle w:val="SingleTxtG"/>
        <w:ind w:left="2268" w:right="992" w:hanging="1134"/>
        <w:rPr>
          <w:b/>
          <w:lang w:val="en-US"/>
        </w:rPr>
      </w:pPr>
      <w:r w:rsidRPr="00BA0878">
        <w:rPr>
          <w:b/>
          <w:lang w:val="en-US"/>
        </w:rPr>
        <w:t>2.5.18.</w:t>
      </w:r>
      <w:r w:rsidR="00D21901" w:rsidRPr="00BA0878">
        <w:rPr>
          <w:b/>
          <w:lang w:val="en-US"/>
        </w:rPr>
        <w:tab/>
        <w:t>"</w:t>
      </w:r>
      <w:r w:rsidR="00D21901" w:rsidRPr="00BA0878">
        <w:rPr>
          <w:b/>
          <w:i/>
          <w:lang w:val="en-US"/>
        </w:rPr>
        <w:t>Exterior courtesy lamp</w:t>
      </w:r>
      <w:r w:rsidR="00D21901" w:rsidRPr="00BA0878">
        <w:rPr>
          <w:b/>
          <w:lang w:val="en-US"/>
        </w:rPr>
        <w:t>" means a lamp used to provide supplementary illumination to assist the entry and exit of the vehicle driver and passenger or in loading operations;</w:t>
      </w:r>
    </w:p>
    <w:p w14:paraId="0923D189" w14:textId="705D910C" w:rsidR="00B0214F" w:rsidRPr="00BA0878" w:rsidRDefault="006339C6" w:rsidP="00D65DC7">
      <w:pPr>
        <w:pStyle w:val="SingleTxtG"/>
        <w:ind w:left="2268" w:right="992" w:hanging="1134"/>
        <w:rPr>
          <w:b/>
          <w:iCs/>
          <w:lang w:val="en-US"/>
        </w:rPr>
      </w:pPr>
      <w:r w:rsidRPr="00BA0878">
        <w:rPr>
          <w:b/>
          <w:iCs/>
          <w:lang w:val="en-US"/>
        </w:rPr>
        <w:t>2.5.19.</w:t>
      </w:r>
      <w:r w:rsidR="00D21901" w:rsidRPr="00BA0878">
        <w:rPr>
          <w:b/>
          <w:iCs/>
          <w:lang w:val="en-US"/>
        </w:rPr>
        <w:tab/>
        <w:t>"</w:t>
      </w:r>
      <w:r w:rsidR="00D21901" w:rsidRPr="00BA0878">
        <w:rPr>
          <w:b/>
          <w:i/>
          <w:lang w:val="en-US"/>
        </w:rPr>
        <w:t>Manoeuvring lamp</w:t>
      </w:r>
      <w:r w:rsidR="00D21901" w:rsidRPr="00BA0878">
        <w:rPr>
          <w:b/>
          <w:iCs/>
          <w:lang w:val="en-US"/>
        </w:rPr>
        <w:t>" means a lamp used to provide supplementary illumination to the side of the vehicle to assist during slow manoeuvres.</w:t>
      </w:r>
    </w:p>
    <w:p w14:paraId="6CCD83FD" w14:textId="545C5078" w:rsidR="00D21901" w:rsidRPr="00BA0878" w:rsidRDefault="005B4036" w:rsidP="00D65DC7">
      <w:pPr>
        <w:pStyle w:val="SingleTxtG"/>
        <w:ind w:left="2268" w:right="992" w:hanging="1134"/>
        <w:rPr>
          <w:b/>
          <w:iCs/>
          <w:lang w:val="en-US"/>
        </w:rPr>
      </w:pPr>
      <w:r w:rsidRPr="00BA0878">
        <w:rPr>
          <w:b/>
          <w:iCs/>
          <w:lang w:val="en-US"/>
        </w:rPr>
        <w:t>2.6.</w:t>
      </w:r>
      <w:r w:rsidR="001C45DF" w:rsidRPr="00BA0878">
        <w:rPr>
          <w:b/>
          <w:iCs/>
          <w:lang w:val="en-US"/>
        </w:rPr>
        <w:tab/>
      </w:r>
      <w:r w:rsidRPr="00BA0878">
        <w:rPr>
          <w:b/>
          <w:iCs/>
          <w:lang w:val="en-US"/>
        </w:rPr>
        <w:t>SIGNAL</w:t>
      </w:r>
    </w:p>
    <w:p w14:paraId="41C3BE0F" w14:textId="5AB796CC" w:rsidR="00623717" w:rsidRPr="00BA0878" w:rsidRDefault="00623717" w:rsidP="00D65DC7">
      <w:pPr>
        <w:pStyle w:val="SingleTxtG"/>
        <w:ind w:left="2268" w:right="992" w:hanging="1134"/>
        <w:rPr>
          <w:b/>
          <w:lang w:val="en-US"/>
        </w:rPr>
      </w:pPr>
      <w:r w:rsidRPr="00BA0878">
        <w:rPr>
          <w:b/>
          <w:iCs/>
          <w:lang w:val="en-US"/>
        </w:rPr>
        <w:t>2.6</w:t>
      </w:r>
      <w:r w:rsidRPr="00BA0878">
        <w:rPr>
          <w:b/>
          <w:lang w:val="en-US"/>
        </w:rPr>
        <w:t>.1.</w:t>
      </w:r>
      <w:r w:rsidRPr="00BA0878">
        <w:rPr>
          <w:b/>
          <w:lang w:val="en-US"/>
        </w:rPr>
        <w:tab/>
        <w:t>"</w:t>
      </w:r>
      <w:r w:rsidRPr="00BA0878">
        <w:rPr>
          <w:b/>
          <w:i/>
          <w:lang w:val="en-US"/>
        </w:rPr>
        <w:t>Hazard warning signal</w:t>
      </w:r>
      <w:r w:rsidRPr="00BA0878">
        <w:rPr>
          <w:b/>
          <w:lang w:val="en-US"/>
        </w:rPr>
        <w:t>" means the simultaneous operation of all of a vehicle's direction</w:t>
      </w:r>
      <w:r w:rsidRPr="00BA0878">
        <w:rPr>
          <w:b/>
          <w:lang w:val="en-US"/>
        </w:rPr>
        <w:noBreakHyphen/>
        <w:t>indicator lamps to show that the vehicle temporarily constitutes a special danger to other road</w:t>
      </w:r>
      <w:r w:rsidR="00D65DC7" w:rsidRPr="00BA0878">
        <w:rPr>
          <w:b/>
          <w:lang w:val="en-US"/>
        </w:rPr>
        <w:t xml:space="preserve"> </w:t>
      </w:r>
      <w:r w:rsidRPr="00BA0878">
        <w:rPr>
          <w:b/>
          <w:lang w:val="en-US"/>
        </w:rPr>
        <w:t>users.</w:t>
      </w:r>
    </w:p>
    <w:p w14:paraId="75C7A198" w14:textId="3374707E" w:rsidR="004D36CB" w:rsidRPr="00BA0878" w:rsidRDefault="005B4036" w:rsidP="00D65DC7">
      <w:pPr>
        <w:pStyle w:val="SingleTxtG"/>
        <w:ind w:left="2268" w:right="992" w:hanging="1134"/>
        <w:rPr>
          <w:b/>
          <w:lang w:val="en-US"/>
        </w:rPr>
      </w:pPr>
      <w:r w:rsidRPr="00BA0878">
        <w:rPr>
          <w:b/>
          <w:lang w:val="en-US"/>
        </w:rPr>
        <w:t>2.6.</w:t>
      </w:r>
      <w:r w:rsidR="00623717" w:rsidRPr="00BA0878">
        <w:rPr>
          <w:b/>
          <w:lang w:val="en-US"/>
        </w:rPr>
        <w:t>2</w:t>
      </w:r>
      <w:r w:rsidRPr="00BA0878">
        <w:rPr>
          <w:b/>
          <w:lang w:val="en-US"/>
        </w:rPr>
        <w:t>.</w:t>
      </w:r>
      <w:r w:rsidR="004D36CB" w:rsidRPr="00BA0878">
        <w:rPr>
          <w:b/>
          <w:lang w:val="en-US"/>
        </w:rPr>
        <w:tab/>
        <w:t>"</w:t>
      </w:r>
      <w:r w:rsidR="004D36CB" w:rsidRPr="00BA0878">
        <w:rPr>
          <w:b/>
          <w:i/>
          <w:lang w:val="en-US"/>
        </w:rPr>
        <w:t>Emergency stop signal</w:t>
      </w:r>
      <w:r w:rsidR="004D36CB" w:rsidRPr="00BA0878">
        <w:rPr>
          <w:b/>
          <w:lang w:val="en-US"/>
        </w:rPr>
        <w:t>" means a signal to indicate to other road users to the rear of the vehicle that a high retardation force has been applied to the vehicle relative to the prevailing road conditions.</w:t>
      </w:r>
    </w:p>
    <w:p w14:paraId="46A80BBA" w14:textId="50927298" w:rsidR="003A1F52" w:rsidRPr="00BA0878" w:rsidRDefault="000105C4" w:rsidP="00E35EF4">
      <w:pPr>
        <w:pStyle w:val="SingleTxtG"/>
        <w:ind w:left="2268" w:right="992" w:hanging="1134"/>
        <w:rPr>
          <w:b/>
          <w:lang w:val="en-US"/>
        </w:rPr>
      </w:pPr>
      <w:r w:rsidRPr="00BA0878">
        <w:rPr>
          <w:b/>
          <w:lang w:val="en-US"/>
        </w:rPr>
        <w:t>2.6.</w:t>
      </w:r>
      <w:r w:rsidR="00623717" w:rsidRPr="00BA0878">
        <w:rPr>
          <w:b/>
          <w:lang w:val="en-US"/>
        </w:rPr>
        <w:t>3</w:t>
      </w:r>
      <w:r w:rsidRPr="00BA0878">
        <w:rPr>
          <w:b/>
          <w:lang w:val="en-US"/>
        </w:rPr>
        <w:t>.</w:t>
      </w:r>
      <w:r w:rsidRPr="00BA0878">
        <w:rPr>
          <w:b/>
          <w:lang w:val="en-US"/>
        </w:rPr>
        <w:tab/>
        <w:t>"</w:t>
      </w:r>
      <w:r w:rsidRPr="00BA0878">
        <w:rPr>
          <w:b/>
          <w:i/>
          <w:lang w:val="en-US"/>
        </w:rPr>
        <w:t>Rear-end collision alert signal (RECAS)</w:t>
      </w:r>
      <w:r w:rsidRPr="00BA0878">
        <w:rPr>
          <w:b/>
          <w:lang w:val="en-US"/>
        </w:rPr>
        <w:t>" means an automatic signal given by the leading vehicle to the following vehicle. It warns that the following vehicle needs to take emergency action to avoid a collision.</w:t>
      </w:r>
    </w:p>
    <w:p w14:paraId="6D225FA3" w14:textId="3BBD818A" w:rsidR="009945A1" w:rsidRPr="00BA0878" w:rsidRDefault="009945A1" w:rsidP="00D65DC7">
      <w:pPr>
        <w:pStyle w:val="SingleTxtG"/>
        <w:ind w:left="2268" w:right="992" w:hanging="1134"/>
        <w:rPr>
          <w:b/>
          <w:lang w:val="en-US"/>
        </w:rPr>
      </w:pPr>
      <w:r w:rsidRPr="00BA0878">
        <w:rPr>
          <w:b/>
          <w:lang w:val="en-US"/>
        </w:rPr>
        <w:t>2.7.</w:t>
      </w:r>
      <w:r w:rsidR="001C45DF" w:rsidRPr="00BA0878">
        <w:rPr>
          <w:b/>
          <w:lang w:val="en-US"/>
        </w:rPr>
        <w:tab/>
      </w:r>
      <w:r w:rsidRPr="00BA0878">
        <w:rPr>
          <w:b/>
          <w:lang w:val="en-US"/>
        </w:rPr>
        <w:t>SYSTEM</w:t>
      </w:r>
    </w:p>
    <w:p w14:paraId="425F2D0E" w14:textId="701F6AE3" w:rsidR="009945A1" w:rsidRPr="00BA0878" w:rsidRDefault="00E37C2A" w:rsidP="00D65DC7">
      <w:pPr>
        <w:pStyle w:val="SingleTxtG"/>
        <w:ind w:left="2268" w:right="992" w:hanging="1134"/>
        <w:rPr>
          <w:b/>
          <w:lang w:val="en-US"/>
        </w:rPr>
      </w:pPr>
      <w:r w:rsidRPr="00BA0878">
        <w:rPr>
          <w:b/>
          <w:lang w:val="en-US"/>
        </w:rPr>
        <w:t>2.7.1.</w:t>
      </w:r>
      <w:r w:rsidR="001C45DF" w:rsidRPr="00BA0878">
        <w:rPr>
          <w:b/>
          <w:lang w:val="en-US"/>
        </w:rPr>
        <w:tab/>
      </w:r>
      <w:r w:rsidR="009945A1" w:rsidRPr="00BA0878">
        <w:rPr>
          <w:b/>
          <w:lang w:val="en-US"/>
        </w:rPr>
        <w:t>"</w:t>
      </w:r>
      <w:r w:rsidR="009945A1" w:rsidRPr="00BA0878">
        <w:rPr>
          <w:b/>
          <w:i/>
          <w:lang w:val="en-US"/>
        </w:rPr>
        <w:t>Aiming</w:t>
      </w:r>
      <w:r w:rsidR="009945A1" w:rsidRPr="00BA0878">
        <w:rPr>
          <w:b/>
          <w:lang w:val="en-US"/>
        </w:rPr>
        <w:t>" means the positioning of the beam or part thereof on an aiming screen according to the relevant criteria;</w:t>
      </w:r>
    </w:p>
    <w:p w14:paraId="197922B8" w14:textId="00548BEB" w:rsidR="009945A1" w:rsidRPr="00BA0878" w:rsidRDefault="00E37C2A" w:rsidP="00D65DC7">
      <w:pPr>
        <w:pStyle w:val="SingleTxtG"/>
        <w:ind w:left="2268" w:right="992" w:hanging="1134"/>
        <w:rPr>
          <w:b/>
          <w:lang w:val="en-US"/>
        </w:rPr>
      </w:pPr>
      <w:r w:rsidRPr="00BA0878">
        <w:rPr>
          <w:b/>
          <w:lang w:val="en-US"/>
        </w:rPr>
        <w:t>2.7.2.</w:t>
      </w:r>
      <w:r w:rsidR="001C45DF" w:rsidRPr="00BA0878">
        <w:rPr>
          <w:b/>
          <w:lang w:val="en-US"/>
        </w:rPr>
        <w:tab/>
      </w:r>
      <w:r w:rsidR="009945A1" w:rsidRPr="00BA0878">
        <w:rPr>
          <w:b/>
          <w:lang w:val="en-US"/>
        </w:rPr>
        <w:t>"</w:t>
      </w:r>
      <w:r w:rsidR="009945A1" w:rsidRPr="00BA0878">
        <w:rPr>
          <w:b/>
          <w:i/>
          <w:lang w:val="en-US"/>
        </w:rPr>
        <w:t>Adjustment</w:t>
      </w:r>
      <w:r w:rsidR="009945A1" w:rsidRPr="00BA0878">
        <w:rPr>
          <w:b/>
          <w:lang w:val="en-US"/>
        </w:rPr>
        <w:t>" means the use of the means provided by the system for vertical and/or horizontal aiming of the beam;</w:t>
      </w:r>
    </w:p>
    <w:p w14:paraId="43732C00" w14:textId="53B1BC52" w:rsidR="009945A1" w:rsidRPr="00BA0878" w:rsidRDefault="00E37C2A" w:rsidP="00D65DC7">
      <w:pPr>
        <w:pStyle w:val="SingleTxtG"/>
        <w:ind w:left="2268" w:right="992" w:hanging="1134"/>
        <w:rPr>
          <w:b/>
          <w:lang w:val="en-US"/>
        </w:rPr>
      </w:pPr>
      <w:r w:rsidRPr="00BA0878">
        <w:rPr>
          <w:b/>
          <w:lang w:val="en-US"/>
        </w:rPr>
        <w:t>2.7.3.</w:t>
      </w:r>
      <w:r w:rsidR="009945A1" w:rsidRPr="00BA0878">
        <w:rPr>
          <w:b/>
          <w:lang w:val="en-US"/>
        </w:rPr>
        <w:tab/>
        <w:t>"</w:t>
      </w:r>
      <w:r w:rsidR="009945A1" w:rsidRPr="00BA0878">
        <w:rPr>
          <w:b/>
          <w:i/>
          <w:lang w:val="en-US"/>
        </w:rPr>
        <w:t>Bend lighting</w:t>
      </w:r>
      <w:r w:rsidR="009945A1" w:rsidRPr="00BA0878">
        <w:rPr>
          <w:b/>
          <w:lang w:val="en-US"/>
        </w:rPr>
        <w:t>" means a lighting function to provide enhanced illumination in bends.</w:t>
      </w:r>
    </w:p>
    <w:p w14:paraId="1AF2BD1C" w14:textId="6D86B2D1" w:rsidR="009945A1" w:rsidRPr="00BA0878" w:rsidRDefault="00E37C2A" w:rsidP="00D65DC7">
      <w:pPr>
        <w:pStyle w:val="SingleTxtG"/>
        <w:ind w:left="2268" w:right="992" w:hanging="1134"/>
        <w:rPr>
          <w:b/>
          <w:lang w:val="en-US"/>
        </w:rPr>
      </w:pPr>
      <w:r w:rsidRPr="00BA0878">
        <w:rPr>
          <w:b/>
          <w:lang w:val="en-US"/>
        </w:rPr>
        <w:t>2.7.4.</w:t>
      </w:r>
      <w:r w:rsidR="009945A1" w:rsidRPr="00BA0878">
        <w:rPr>
          <w:b/>
          <w:lang w:val="en-US"/>
        </w:rPr>
        <w:tab/>
        <w:t>"</w:t>
      </w:r>
      <w:r w:rsidR="009945A1" w:rsidRPr="00BA0878">
        <w:rPr>
          <w:b/>
          <w:i/>
          <w:lang w:val="en-US"/>
        </w:rPr>
        <w:t>Adaptive front lighting system</w:t>
      </w:r>
      <w:r w:rsidR="009945A1" w:rsidRPr="00BA0878">
        <w:rPr>
          <w:b/>
          <w:lang w:val="en-US"/>
        </w:rPr>
        <w:t>" (or "</w:t>
      </w:r>
      <w:r w:rsidR="009945A1" w:rsidRPr="00BA0878">
        <w:rPr>
          <w:b/>
          <w:i/>
          <w:lang w:val="en-US"/>
        </w:rPr>
        <w:t>AFS</w:t>
      </w:r>
      <w:r w:rsidR="009945A1" w:rsidRPr="00BA0878">
        <w:rPr>
          <w:b/>
          <w:lang w:val="en-US"/>
        </w:rPr>
        <w:t>") means a lighting device type-approved according to Regulation</w:t>
      </w:r>
      <w:r w:rsidR="0027257E" w:rsidRPr="00BA0878">
        <w:rPr>
          <w:b/>
          <w:lang w:val="en-US"/>
        </w:rPr>
        <w:t>s</w:t>
      </w:r>
      <w:r w:rsidR="009945A1" w:rsidRPr="00BA0878">
        <w:rPr>
          <w:b/>
          <w:lang w:val="en-US"/>
        </w:rPr>
        <w:t xml:space="preserve"> No</w:t>
      </w:r>
      <w:r w:rsidR="0027257E" w:rsidRPr="00BA0878">
        <w:rPr>
          <w:b/>
          <w:lang w:val="en-US"/>
        </w:rPr>
        <w:t>s</w:t>
      </w:r>
      <w:r w:rsidR="009945A1" w:rsidRPr="00BA0878">
        <w:rPr>
          <w:b/>
          <w:lang w:val="en-US"/>
        </w:rPr>
        <w:t>. 123</w:t>
      </w:r>
      <w:r w:rsidR="0027257E" w:rsidRPr="00BA0878">
        <w:rPr>
          <w:b/>
          <w:lang w:val="en-US"/>
        </w:rPr>
        <w:t xml:space="preserve"> </w:t>
      </w:r>
      <w:r w:rsidR="0027257E" w:rsidRPr="00BA0878">
        <w:rPr>
          <w:b/>
        </w:rPr>
        <w:t>or [RID]</w:t>
      </w:r>
      <w:r w:rsidR="009945A1" w:rsidRPr="00BA0878">
        <w:rPr>
          <w:b/>
          <w:lang w:val="en-US"/>
        </w:rPr>
        <w:t>, providing beams with differing characteristics for automatic adaptation to varying conditions of use of the dipped-beam (passing-beam) and, if it applies, the main-beam (driving-beam).</w:t>
      </w:r>
    </w:p>
    <w:p w14:paraId="6D4D977D" w14:textId="64CDFB7E" w:rsidR="009945A1" w:rsidRPr="00BA0878" w:rsidRDefault="00E37C2A" w:rsidP="00D65DC7">
      <w:pPr>
        <w:pStyle w:val="SingleTxtG"/>
        <w:ind w:left="2268" w:right="992" w:hanging="1134"/>
        <w:rPr>
          <w:b/>
          <w:lang w:val="en-US"/>
        </w:rPr>
      </w:pPr>
      <w:r w:rsidRPr="00BA0878">
        <w:rPr>
          <w:b/>
          <w:lang w:val="en-US"/>
        </w:rPr>
        <w:t>2.7.4.1.</w:t>
      </w:r>
      <w:r w:rsidR="009945A1" w:rsidRPr="00BA0878">
        <w:rPr>
          <w:b/>
          <w:lang w:val="en-US"/>
        </w:rPr>
        <w:tab/>
        <w:t>"</w:t>
      </w:r>
      <w:r w:rsidR="009945A1" w:rsidRPr="00BA0878">
        <w:rPr>
          <w:b/>
          <w:i/>
          <w:lang w:val="en-US"/>
        </w:rPr>
        <w:t>Lighting unit</w:t>
      </w:r>
      <w:r w:rsidR="009945A1" w:rsidRPr="00BA0878">
        <w:rPr>
          <w:b/>
          <w:lang w:val="en-US"/>
        </w:rPr>
        <w:t>" means a light-emitting component designed to provide or contribute to one or more front lighting function(s) provided by the AFS.</w:t>
      </w:r>
    </w:p>
    <w:p w14:paraId="54B978B7" w14:textId="2E10BA2D" w:rsidR="009945A1" w:rsidRPr="00BA0878" w:rsidRDefault="00E37C2A" w:rsidP="00D65DC7">
      <w:pPr>
        <w:pStyle w:val="SingleTxtG"/>
        <w:ind w:left="2268" w:right="992" w:hanging="1134"/>
        <w:rPr>
          <w:b/>
          <w:i/>
          <w:lang w:val="en-US"/>
        </w:rPr>
      </w:pPr>
      <w:r w:rsidRPr="00BA0878">
        <w:rPr>
          <w:b/>
          <w:lang w:val="en-US"/>
        </w:rPr>
        <w:t>2.7.4.2.</w:t>
      </w:r>
      <w:r w:rsidR="009945A1" w:rsidRPr="00BA0878">
        <w:rPr>
          <w:b/>
          <w:lang w:val="en-US"/>
        </w:rPr>
        <w:tab/>
        <w:t>"</w:t>
      </w:r>
      <w:r w:rsidR="009945A1" w:rsidRPr="00BA0878">
        <w:rPr>
          <w:b/>
          <w:i/>
          <w:lang w:val="en-US"/>
        </w:rPr>
        <w:t>Installation unit</w:t>
      </w:r>
      <w:r w:rsidR="009945A1" w:rsidRPr="00BA0878">
        <w:rPr>
          <w:b/>
          <w:lang w:val="en-US"/>
        </w:rPr>
        <w:t>" means an indivisible housing (lamp body) which contains one or more lighting unit(s).</w:t>
      </w:r>
    </w:p>
    <w:p w14:paraId="6A58EA4E" w14:textId="09F5F4D0" w:rsidR="009945A1" w:rsidRPr="00BA0878" w:rsidRDefault="00E37C2A" w:rsidP="00D65DC7">
      <w:pPr>
        <w:pStyle w:val="SingleTxtG"/>
        <w:ind w:left="2268" w:right="992" w:hanging="1134"/>
        <w:rPr>
          <w:b/>
          <w:lang w:val="en-US"/>
        </w:rPr>
      </w:pPr>
      <w:r w:rsidRPr="00BA0878">
        <w:rPr>
          <w:b/>
          <w:lang w:val="en-US"/>
        </w:rPr>
        <w:t>2.7.4.3.</w:t>
      </w:r>
      <w:r w:rsidR="009945A1" w:rsidRPr="00BA0878">
        <w:rPr>
          <w:b/>
          <w:lang w:val="en-US"/>
        </w:rPr>
        <w:tab/>
        <w:t>"</w:t>
      </w:r>
      <w:r w:rsidR="009945A1" w:rsidRPr="00BA0878">
        <w:rPr>
          <w:b/>
          <w:i/>
          <w:lang w:val="en-US"/>
        </w:rPr>
        <w:t>Lighting mode</w:t>
      </w:r>
      <w:r w:rsidR="009945A1" w:rsidRPr="00BA0878">
        <w:rPr>
          <w:b/>
          <w:lang w:val="en-US"/>
        </w:rPr>
        <w:t xml:space="preserve">" or </w:t>
      </w:r>
      <w:r w:rsidR="0049073D" w:rsidRPr="00BA0878">
        <w:rPr>
          <w:b/>
          <w:iCs/>
          <w:lang w:val="en-US"/>
        </w:rPr>
        <w:t>"</w:t>
      </w:r>
      <w:r w:rsidR="0049073D" w:rsidRPr="00BA0878">
        <w:rPr>
          <w:b/>
          <w:i/>
          <w:iCs/>
          <w:lang w:val="en-US"/>
        </w:rPr>
        <w:t>Mode</w:t>
      </w:r>
      <w:r w:rsidR="0049073D" w:rsidRPr="00BA0878">
        <w:rPr>
          <w:b/>
          <w:iCs/>
          <w:lang w:val="en-US"/>
        </w:rPr>
        <w:t>" of a front-lighting function provided by an AFS means a beam within the provisions either for one of the passing beam classes or for the main beam, designed and specified by the manufacturer for adaptation to dedicated vehicle and ambient conditions;</w:t>
      </w:r>
    </w:p>
    <w:p w14:paraId="7021ACC4" w14:textId="20ACCDD9" w:rsidR="009945A1" w:rsidRPr="00BA0878" w:rsidRDefault="00E37C2A" w:rsidP="00D65DC7">
      <w:pPr>
        <w:pStyle w:val="SingleTxtG"/>
        <w:ind w:left="2268" w:right="992" w:hanging="1134"/>
        <w:rPr>
          <w:b/>
          <w:lang w:val="en-US"/>
        </w:rPr>
      </w:pPr>
      <w:r w:rsidRPr="00BA0878">
        <w:rPr>
          <w:b/>
          <w:lang w:val="en-US"/>
        </w:rPr>
        <w:t>2.7.4.4.</w:t>
      </w:r>
      <w:r w:rsidR="009945A1" w:rsidRPr="00BA0878">
        <w:rPr>
          <w:b/>
          <w:lang w:val="en-US"/>
        </w:rPr>
        <w:tab/>
        <w:t>"</w:t>
      </w:r>
      <w:r w:rsidR="009945A1" w:rsidRPr="00BA0878">
        <w:rPr>
          <w:b/>
          <w:i/>
          <w:lang w:val="en-US"/>
        </w:rPr>
        <w:t>System control</w:t>
      </w:r>
      <w:r w:rsidR="009945A1" w:rsidRPr="00BA0878">
        <w:rPr>
          <w:b/>
          <w:lang w:val="en-US"/>
        </w:rPr>
        <w:t>" means that part(s) of the AFS receiving the AFS control signals from the vehicle and controlling the operation of the lighting units automatically.</w:t>
      </w:r>
    </w:p>
    <w:p w14:paraId="56EDD3C3" w14:textId="639BDEAA" w:rsidR="009945A1" w:rsidRPr="00BA0878" w:rsidRDefault="00E37C2A" w:rsidP="00D65DC7">
      <w:pPr>
        <w:pStyle w:val="SingleTxtG"/>
        <w:ind w:left="2268" w:right="992" w:hanging="1134"/>
        <w:rPr>
          <w:b/>
          <w:lang w:val="en-US"/>
        </w:rPr>
      </w:pPr>
      <w:r w:rsidRPr="00BA0878">
        <w:rPr>
          <w:b/>
          <w:lang w:val="en-US"/>
        </w:rPr>
        <w:t>2.7.4.5.</w:t>
      </w:r>
      <w:r w:rsidR="009945A1" w:rsidRPr="00BA0878">
        <w:rPr>
          <w:b/>
          <w:lang w:val="en-US"/>
        </w:rPr>
        <w:tab/>
        <w:t>"</w:t>
      </w:r>
      <w:r w:rsidR="009945A1" w:rsidRPr="00BA0878">
        <w:rPr>
          <w:b/>
          <w:i/>
          <w:lang w:val="en-US"/>
        </w:rPr>
        <w:t>AFS control signal</w:t>
      </w:r>
      <w:r w:rsidR="009945A1" w:rsidRPr="00BA0878">
        <w:rPr>
          <w:b/>
          <w:lang w:val="en-US"/>
        </w:rPr>
        <w:t>" (V, E, W, T) means the input to the AFS in accordance with the paragraph 6.22.7.4. of this Regulation.</w:t>
      </w:r>
    </w:p>
    <w:p w14:paraId="7CE1C3B7" w14:textId="15D0EFEB" w:rsidR="009945A1" w:rsidRPr="00BA0878" w:rsidRDefault="00E37C2A" w:rsidP="00D65DC7">
      <w:pPr>
        <w:pStyle w:val="SingleTxtG"/>
        <w:ind w:left="2268" w:right="992" w:hanging="1134"/>
        <w:rPr>
          <w:b/>
          <w:lang w:val="en-US"/>
        </w:rPr>
      </w:pPr>
      <w:r w:rsidRPr="00BA0878">
        <w:rPr>
          <w:b/>
          <w:lang w:val="en-US"/>
        </w:rPr>
        <w:t>2.7.4.6.</w:t>
      </w:r>
      <w:r w:rsidR="009945A1" w:rsidRPr="00BA0878">
        <w:rPr>
          <w:b/>
          <w:lang w:val="en-US"/>
        </w:rPr>
        <w:tab/>
        <w:t>"</w:t>
      </w:r>
      <w:r w:rsidR="009945A1" w:rsidRPr="00BA0878">
        <w:rPr>
          <w:b/>
          <w:i/>
          <w:lang w:val="en-US"/>
        </w:rPr>
        <w:t>Neutral state</w:t>
      </w:r>
      <w:r w:rsidR="009945A1" w:rsidRPr="00BA0878">
        <w:rPr>
          <w:b/>
          <w:lang w:val="en-US"/>
        </w:rPr>
        <w:t xml:space="preserve">" means the state of the AFS when a defined mode of the class C passing-beam ("basic passing-beam") or of the main beam </w:t>
      </w:r>
      <w:r w:rsidR="009945A1" w:rsidRPr="00BA0878">
        <w:rPr>
          <w:b/>
          <w:bCs/>
          <w:lang w:val="en-US"/>
        </w:rPr>
        <w:t>in the maximum condition of activation, if any,</w:t>
      </w:r>
      <w:r w:rsidR="009945A1" w:rsidRPr="00BA0878">
        <w:rPr>
          <w:b/>
          <w:lang w:val="en-US"/>
        </w:rPr>
        <w:t xml:space="preserve"> is produced, and no AFS control signal applies. </w:t>
      </w:r>
    </w:p>
    <w:p w14:paraId="7C1E488D" w14:textId="49B08C70" w:rsidR="009945A1" w:rsidRPr="00BA0878" w:rsidRDefault="00E37C2A" w:rsidP="00D65DC7">
      <w:pPr>
        <w:pStyle w:val="SingleTxtG"/>
        <w:ind w:left="2268" w:right="992" w:hanging="1134"/>
        <w:rPr>
          <w:b/>
          <w:lang w:val="en-US"/>
        </w:rPr>
      </w:pPr>
      <w:r w:rsidRPr="00BA0878">
        <w:rPr>
          <w:b/>
          <w:lang w:val="en-US"/>
        </w:rPr>
        <w:t>2.7.4.7.</w:t>
      </w:r>
      <w:r w:rsidR="009945A1" w:rsidRPr="00BA0878">
        <w:rPr>
          <w:b/>
          <w:lang w:val="en-US"/>
        </w:rPr>
        <w:tab/>
        <w:t>"</w:t>
      </w:r>
      <w:r w:rsidR="009945A1" w:rsidRPr="00BA0878">
        <w:rPr>
          <w:b/>
          <w:i/>
          <w:iCs/>
          <w:lang w:val="en-US"/>
        </w:rPr>
        <w:t>Adaptive main-beam</w:t>
      </w:r>
      <w:r w:rsidR="009945A1" w:rsidRPr="00BA0878">
        <w:rPr>
          <w:b/>
          <w:lang w:val="en-US"/>
        </w:rPr>
        <w:t>" means a main-beam of the AFS that adapts its beam pattern to the presence of oncoming and preceding vehicles in order to improve the long-range visibility for the driver without causing discomfort, distraction or glare to other road users.</w:t>
      </w:r>
    </w:p>
    <w:p w14:paraId="079A9A48" w14:textId="13EFBE1C" w:rsidR="009945A1" w:rsidRPr="00BA0878" w:rsidRDefault="009C1EA3" w:rsidP="00D65DC7">
      <w:pPr>
        <w:pStyle w:val="SingleTxtG"/>
        <w:ind w:left="2268" w:right="992" w:hanging="1134"/>
        <w:rPr>
          <w:b/>
          <w:lang w:val="en-US"/>
        </w:rPr>
      </w:pPr>
      <w:r w:rsidRPr="00BA0878">
        <w:rPr>
          <w:b/>
          <w:lang w:val="en-US"/>
        </w:rPr>
        <w:t>2.7.5.</w:t>
      </w:r>
      <w:r w:rsidR="001C45DF" w:rsidRPr="00BA0878">
        <w:rPr>
          <w:b/>
          <w:lang w:val="en-US"/>
        </w:rPr>
        <w:tab/>
      </w:r>
      <w:r w:rsidR="009945A1" w:rsidRPr="00BA0878">
        <w:rPr>
          <w:b/>
          <w:lang w:val="en-US"/>
        </w:rPr>
        <w:t xml:space="preserve">Definitions with regard to </w:t>
      </w:r>
      <w:r w:rsidR="007E5E5F" w:rsidRPr="00BA0878">
        <w:rPr>
          <w:b/>
          <w:lang w:val="en-US"/>
        </w:rPr>
        <w:t>AFS</w:t>
      </w:r>
      <w:r w:rsidR="009945A1" w:rsidRPr="00BA0878">
        <w:rPr>
          <w:b/>
          <w:lang w:val="en-US"/>
        </w:rPr>
        <w:t>:</w:t>
      </w:r>
    </w:p>
    <w:p w14:paraId="511D6A76" w14:textId="6F5D00DA" w:rsidR="009945A1" w:rsidRPr="00BA0878" w:rsidRDefault="009C1EA3" w:rsidP="00D65DC7">
      <w:pPr>
        <w:pStyle w:val="SingleTxtG"/>
        <w:ind w:left="2268" w:right="992" w:hanging="1134"/>
        <w:rPr>
          <w:b/>
          <w:lang w:val="en-US"/>
        </w:rPr>
      </w:pPr>
      <w:r w:rsidRPr="00BA0878">
        <w:rPr>
          <w:b/>
          <w:lang w:val="en-US"/>
        </w:rPr>
        <w:t>2.7.5.1.</w:t>
      </w:r>
      <w:r w:rsidR="001C45DF" w:rsidRPr="00BA0878">
        <w:rPr>
          <w:b/>
          <w:lang w:val="en-US"/>
        </w:rPr>
        <w:tab/>
      </w:r>
      <w:r w:rsidR="009945A1" w:rsidRPr="00BA0878">
        <w:rPr>
          <w:b/>
          <w:lang w:val="en-US"/>
        </w:rPr>
        <w:t>"</w:t>
      </w:r>
      <w:r w:rsidR="009945A1" w:rsidRPr="00BA0878">
        <w:rPr>
          <w:b/>
          <w:i/>
          <w:lang w:val="en-US"/>
        </w:rPr>
        <w:t>Class</w:t>
      </w:r>
      <w:r w:rsidR="009945A1" w:rsidRPr="00BA0878">
        <w:rPr>
          <w:b/>
          <w:lang w:val="en-US"/>
        </w:rPr>
        <w:t>" of a passing beam (C, V, E or W) means the designation of a passing beam, identified by particular provisions according to UN</w:t>
      </w:r>
      <w:r w:rsidR="007E5E5F" w:rsidRPr="00BA0878">
        <w:rPr>
          <w:b/>
          <w:lang w:val="en-US"/>
        </w:rPr>
        <w:t xml:space="preserve"> </w:t>
      </w:r>
      <w:r w:rsidR="009945A1" w:rsidRPr="00BA0878">
        <w:rPr>
          <w:b/>
          <w:lang w:val="en-US"/>
        </w:rPr>
        <w:t xml:space="preserve">Regulation No. 48 (For explanation only. The provisions of the passing-beam classes are dedicated to conditions as follows: C for the basic passing-beam, V for use in lit areas such as towns, E for use on roads such as motorways, W for use in adverse conditions such as wet road); </w:t>
      </w:r>
    </w:p>
    <w:p w14:paraId="708A1472" w14:textId="06BF96FC" w:rsidR="009945A1" w:rsidRPr="00BA0878" w:rsidRDefault="009C1EA3" w:rsidP="009C7C79">
      <w:pPr>
        <w:pStyle w:val="SingleTxtG"/>
        <w:ind w:left="2268" w:right="992" w:hanging="1134"/>
        <w:rPr>
          <w:b/>
          <w:lang w:val="en-US"/>
        </w:rPr>
      </w:pPr>
      <w:r w:rsidRPr="00BA0878">
        <w:rPr>
          <w:b/>
          <w:lang w:val="en-US"/>
        </w:rPr>
        <w:t>2.7.5.2.</w:t>
      </w:r>
      <w:r w:rsidR="001C45DF" w:rsidRPr="00BA0878">
        <w:rPr>
          <w:b/>
          <w:lang w:val="en-US"/>
        </w:rPr>
        <w:tab/>
      </w:r>
      <w:r w:rsidR="009945A1" w:rsidRPr="00BA0878">
        <w:rPr>
          <w:b/>
          <w:lang w:val="en-US"/>
        </w:rPr>
        <w:t>"</w:t>
      </w:r>
      <w:r w:rsidR="009945A1" w:rsidRPr="00BA0878">
        <w:rPr>
          <w:b/>
          <w:i/>
          <w:lang w:val="en-US"/>
        </w:rPr>
        <w:t>Bending mode</w:t>
      </w:r>
      <w:r w:rsidR="009945A1" w:rsidRPr="00BA0878">
        <w:rPr>
          <w:b/>
          <w:lang w:val="en-US"/>
        </w:rPr>
        <w:t>" means the designation of a mode of a front-lighting function with its illumination being laterally moved or modified (to obtain an equivalent effect), designed for bends, curves or intersections of the road, and, identified by particular photometric provisions;</w:t>
      </w:r>
    </w:p>
    <w:p w14:paraId="7C3F429C" w14:textId="2A097AFC" w:rsidR="009945A1" w:rsidRPr="00BA0878" w:rsidRDefault="001C45DF" w:rsidP="00F17639">
      <w:pPr>
        <w:suppressAutoHyphens w:val="0"/>
        <w:spacing w:after="120" w:line="240" w:lineRule="auto"/>
        <w:ind w:left="2835" w:right="992" w:hanging="567"/>
        <w:jc w:val="both"/>
        <w:rPr>
          <w:b/>
          <w:lang w:val="en-US"/>
        </w:rPr>
      </w:pPr>
      <w:r w:rsidRPr="00BA0878">
        <w:rPr>
          <w:b/>
          <w:lang w:val="en-US"/>
        </w:rPr>
        <w:t>(a)</w:t>
      </w:r>
      <w:r w:rsidRPr="00BA0878">
        <w:rPr>
          <w:b/>
          <w:lang w:val="en-US"/>
        </w:rPr>
        <w:tab/>
      </w:r>
      <w:r w:rsidR="009945A1" w:rsidRPr="00BA0878">
        <w:rPr>
          <w:b/>
          <w:lang w:val="en-US"/>
        </w:rPr>
        <w:t>"</w:t>
      </w:r>
      <w:r w:rsidR="009945A1" w:rsidRPr="00BA0878">
        <w:rPr>
          <w:b/>
          <w:i/>
          <w:lang w:val="en-US"/>
        </w:rPr>
        <w:t>Category 1 bending mode</w:t>
      </w:r>
      <w:r w:rsidR="009945A1" w:rsidRPr="00BA0878">
        <w:rPr>
          <w:b/>
          <w:lang w:val="en-US"/>
        </w:rPr>
        <w:t>" means a bending mode with horizontal movement of the kink of the cut-off;</w:t>
      </w:r>
    </w:p>
    <w:p w14:paraId="21EB5BC7" w14:textId="7C307E4A" w:rsidR="009945A1" w:rsidRPr="00BA0878" w:rsidRDefault="001C45DF" w:rsidP="00F17639">
      <w:pPr>
        <w:suppressAutoHyphens w:val="0"/>
        <w:spacing w:after="120" w:line="240" w:lineRule="auto"/>
        <w:ind w:left="2835" w:right="992" w:hanging="567"/>
        <w:jc w:val="both"/>
        <w:rPr>
          <w:b/>
          <w:lang w:val="en-US"/>
        </w:rPr>
      </w:pPr>
      <w:r w:rsidRPr="00BA0878">
        <w:rPr>
          <w:b/>
          <w:lang w:val="en-US"/>
        </w:rPr>
        <w:t>(b)</w:t>
      </w:r>
      <w:r w:rsidRPr="00BA0878">
        <w:rPr>
          <w:b/>
          <w:lang w:val="en-US"/>
        </w:rPr>
        <w:tab/>
      </w:r>
      <w:r w:rsidR="009945A1" w:rsidRPr="00BA0878">
        <w:rPr>
          <w:b/>
          <w:lang w:val="en-US"/>
        </w:rPr>
        <w:t>"</w:t>
      </w:r>
      <w:r w:rsidR="009945A1" w:rsidRPr="00BA0878">
        <w:rPr>
          <w:b/>
          <w:i/>
          <w:lang w:val="en-US"/>
        </w:rPr>
        <w:t>Category 2 bending mode</w:t>
      </w:r>
      <w:r w:rsidR="009945A1" w:rsidRPr="00BA0878">
        <w:rPr>
          <w:b/>
          <w:lang w:val="en-US"/>
        </w:rPr>
        <w:t>" means a bending mode without horizontal movement of the kink of the cut-off;</w:t>
      </w:r>
    </w:p>
    <w:p w14:paraId="5D2C9392" w14:textId="0A525938" w:rsidR="009945A1" w:rsidRPr="00BA0878" w:rsidRDefault="009C1EA3" w:rsidP="009C7C79">
      <w:pPr>
        <w:pStyle w:val="SingleTxtG"/>
        <w:ind w:left="2268" w:right="992" w:hanging="1134"/>
        <w:rPr>
          <w:b/>
          <w:lang w:val="en-US"/>
        </w:rPr>
      </w:pPr>
      <w:r w:rsidRPr="00BA0878">
        <w:rPr>
          <w:b/>
          <w:lang w:val="en-US"/>
        </w:rPr>
        <w:t>2.7.5.</w:t>
      </w:r>
      <w:r w:rsidR="001C45DF" w:rsidRPr="00BA0878">
        <w:rPr>
          <w:b/>
          <w:lang w:val="en-US"/>
        </w:rPr>
        <w:t>3</w:t>
      </w:r>
      <w:r w:rsidRPr="00BA0878">
        <w:rPr>
          <w:b/>
          <w:lang w:val="en-US"/>
        </w:rPr>
        <w:t>.</w:t>
      </w:r>
      <w:r w:rsidR="001C45DF" w:rsidRPr="00BA0878">
        <w:rPr>
          <w:b/>
          <w:lang w:val="en-US"/>
        </w:rPr>
        <w:tab/>
      </w:r>
      <w:r w:rsidR="009945A1" w:rsidRPr="00BA0878">
        <w:rPr>
          <w:b/>
          <w:lang w:val="en-US"/>
        </w:rPr>
        <w:t>"</w:t>
      </w:r>
      <w:r w:rsidR="009945A1" w:rsidRPr="00BA0878">
        <w:rPr>
          <w:b/>
          <w:i/>
          <w:lang w:val="en-US"/>
        </w:rPr>
        <w:t>Right side</w:t>
      </w:r>
      <w:r w:rsidR="009945A1" w:rsidRPr="00BA0878">
        <w:rPr>
          <w:b/>
          <w:lang w:val="en-US"/>
        </w:rPr>
        <w:t>" respectively "left side" means the combined total of the lighting units intended to be installed to that side of the longitudinal median plane of the vehicle, relative to its forward motion;</w:t>
      </w:r>
    </w:p>
    <w:p w14:paraId="12261D50" w14:textId="14357F08" w:rsidR="009945A1" w:rsidRPr="00BA0878" w:rsidRDefault="009C1EA3" w:rsidP="009C7C79">
      <w:pPr>
        <w:pStyle w:val="SingleTxtG"/>
        <w:ind w:left="2268" w:right="992" w:hanging="1134"/>
        <w:rPr>
          <w:b/>
          <w:lang w:val="en-US"/>
        </w:rPr>
      </w:pPr>
      <w:r w:rsidRPr="00BA0878">
        <w:rPr>
          <w:b/>
          <w:lang w:val="en-US"/>
        </w:rPr>
        <w:t>2.7.5.</w:t>
      </w:r>
      <w:r w:rsidR="001C45DF" w:rsidRPr="00BA0878">
        <w:rPr>
          <w:b/>
          <w:lang w:val="en-US"/>
        </w:rPr>
        <w:t>4</w:t>
      </w:r>
      <w:r w:rsidRPr="00BA0878">
        <w:rPr>
          <w:b/>
          <w:lang w:val="en-US"/>
        </w:rPr>
        <w:t>.</w:t>
      </w:r>
      <w:r w:rsidR="001C45DF" w:rsidRPr="00BA0878">
        <w:rPr>
          <w:b/>
          <w:lang w:val="en-US"/>
        </w:rPr>
        <w:tab/>
      </w:r>
      <w:r w:rsidR="009945A1" w:rsidRPr="00BA0878">
        <w:rPr>
          <w:b/>
          <w:lang w:val="en-US"/>
        </w:rPr>
        <w:t>"</w:t>
      </w:r>
      <w:r w:rsidR="009945A1" w:rsidRPr="00BA0878">
        <w:rPr>
          <w:b/>
          <w:i/>
          <w:lang w:val="en-US"/>
        </w:rPr>
        <w:t>Signal</w:t>
      </w:r>
      <w:r w:rsidR="009945A1" w:rsidRPr="00BA0878">
        <w:rPr>
          <w:b/>
          <w:lang w:val="en-US"/>
        </w:rPr>
        <w:t>" means any AFS control signal or any additional control input to the system or a control output from the system to the vehicle;</w:t>
      </w:r>
    </w:p>
    <w:p w14:paraId="5B3F2E4C" w14:textId="63570688" w:rsidR="009945A1" w:rsidRPr="00BA0878" w:rsidRDefault="009C1EA3" w:rsidP="009C7C79">
      <w:pPr>
        <w:pStyle w:val="SingleTxtG"/>
        <w:ind w:left="2268" w:right="992" w:hanging="1134"/>
        <w:rPr>
          <w:b/>
          <w:lang w:val="en-US"/>
        </w:rPr>
      </w:pPr>
      <w:r w:rsidRPr="00BA0878">
        <w:rPr>
          <w:b/>
          <w:lang w:val="en-US"/>
        </w:rPr>
        <w:t>2.7.5.</w:t>
      </w:r>
      <w:r w:rsidR="001C45DF" w:rsidRPr="00BA0878">
        <w:rPr>
          <w:b/>
          <w:lang w:val="en-US"/>
        </w:rPr>
        <w:t>5</w:t>
      </w:r>
      <w:r w:rsidRPr="00BA0878">
        <w:rPr>
          <w:b/>
          <w:lang w:val="en-US"/>
        </w:rPr>
        <w:t>.</w:t>
      </w:r>
      <w:r w:rsidR="001C45DF" w:rsidRPr="00BA0878">
        <w:rPr>
          <w:b/>
          <w:lang w:val="en-US"/>
        </w:rPr>
        <w:tab/>
      </w:r>
      <w:r w:rsidR="009945A1" w:rsidRPr="00BA0878">
        <w:rPr>
          <w:b/>
          <w:lang w:val="en-US"/>
        </w:rPr>
        <w:t>"</w:t>
      </w:r>
      <w:r w:rsidR="009945A1" w:rsidRPr="00BA0878">
        <w:rPr>
          <w:b/>
          <w:i/>
          <w:lang w:val="en-US"/>
        </w:rPr>
        <w:t>Signal generator</w:t>
      </w:r>
      <w:r w:rsidR="009945A1" w:rsidRPr="00BA0878">
        <w:rPr>
          <w:b/>
          <w:lang w:val="en-US"/>
        </w:rPr>
        <w:t>" means a device, reproducing one or more of the signals for system tests;</w:t>
      </w:r>
    </w:p>
    <w:p w14:paraId="21E00835" w14:textId="1CA28B31" w:rsidR="009945A1" w:rsidRPr="00BA0878" w:rsidRDefault="009C1EA3" w:rsidP="009C7C79">
      <w:pPr>
        <w:pStyle w:val="SingleTxtG"/>
        <w:ind w:left="2268" w:right="992" w:hanging="1134"/>
        <w:rPr>
          <w:b/>
          <w:lang w:val="en-US"/>
        </w:rPr>
      </w:pPr>
      <w:r w:rsidRPr="00BA0878">
        <w:rPr>
          <w:b/>
          <w:lang w:val="en-US"/>
        </w:rPr>
        <w:t>2.7.5.</w:t>
      </w:r>
      <w:r w:rsidR="001C45DF" w:rsidRPr="00BA0878">
        <w:rPr>
          <w:b/>
          <w:lang w:val="en-US"/>
        </w:rPr>
        <w:t>6</w:t>
      </w:r>
      <w:r w:rsidRPr="00BA0878">
        <w:rPr>
          <w:b/>
          <w:lang w:val="en-US"/>
        </w:rPr>
        <w:t>.</w:t>
      </w:r>
      <w:r w:rsidR="001C45DF" w:rsidRPr="00BA0878">
        <w:rPr>
          <w:b/>
          <w:lang w:val="en-US"/>
        </w:rPr>
        <w:tab/>
      </w:r>
      <w:r w:rsidR="009945A1" w:rsidRPr="00BA0878">
        <w:rPr>
          <w:b/>
          <w:lang w:val="en-US"/>
        </w:rPr>
        <w:t>"</w:t>
      </w:r>
      <w:r w:rsidR="009945A1" w:rsidRPr="00BA0878">
        <w:rPr>
          <w:b/>
          <w:i/>
          <w:lang w:val="en-US"/>
        </w:rPr>
        <w:t>Supply and operating device</w:t>
      </w:r>
      <w:r w:rsidR="009945A1" w:rsidRPr="00BA0878">
        <w:rPr>
          <w:b/>
          <w:lang w:val="en-US"/>
        </w:rPr>
        <w:t>" means one or more components of a system providing power to one or more parts of the system, including such as power and/or voltage control(s) for one or more light sources as e.g. electronic light source control gears;</w:t>
      </w:r>
    </w:p>
    <w:p w14:paraId="2AA790A1" w14:textId="3408F7D7" w:rsidR="009945A1" w:rsidRPr="00BA0878" w:rsidRDefault="009C1EA3" w:rsidP="009C7C79">
      <w:pPr>
        <w:pStyle w:val="SingleTxtG"/>
        <w:ind w:left="2268" w:right="992" w:hanging="1134"/>
        <w:rPr>
          <w:b/>
          <w:lang w:val="en-US"/>
        </w:rPr>
      </w:pPr>
      <w:r w:rsidRPr="00BA0878">
        <w:rPr>
          <w:b/>
          <w:lang w:val="en-US"/>
        </w:rPr>
        <w:t>2.7.5.</w:t>
      </w:r>
      <w:r w:rsidR="001C45DF" w:rsidRPr="00BA0878">
        <w:rPr>
          <w:b/>
          <w:lang w:val="en-US"/>
        </w:rPr>
        <w:t>7</w:t>
      </w:r>
      <w:r w:rsidRPr="00BA0878">
        <w:rPr>
          <w:b/>
          <w:lang w:val="en-US"/>
        </w:rPr>
        <w:t>.</w:t>
      </w:r>
      <w:r w:rsidR="001C45DF" w:rsidRPr="00BA0878">
        <w:rPr>
          <w:b/>
          <w:lang w:val="en-US"/>
        </w:rPr>
        <w:tab/>
      </w:r>
      <w:r w:rsidR="009945A1" w:rsidRPr="00BA0878">
        <w:rPr>
          <w:b/>
          <w:lang w:val="en-US"/>
        </w:rPr>
        <w:t>"</w:t>
      </w:r>
      <w:r w:rsidR="009945A1" w:rsidRPr="00BA0878">
        <w:rPr>
          <w:b/>
          <w:i/>
          <w:lang w:val="en-US"/>
        </w:rPr>
        <w:t>System reference axis</w:t>
      </w:r>
      <w:r w:rsidR="009945A1" w:rsidRPr="00BA0878">
        <w:rPr>
          <w:b/>
          <w:lang w:val="en-US"/>
        </w:rPr>
        <w:t xml:space="preserve">" </w:t>
      </w:r>
      <w:r w:rsidR="007E5E5F" w:rsidRPr="00BA0878">
        <w:rPr>
          <w:b/>
          <w:lang w:val="en-US"/>
        </w:rPr>
        <w:t xml:space="preserve">for an AFS </w:t>
      </w:r>
      <w:r w:rsidR="009945A1" w:rsidRPr="00BA0878">
        <w:rPr>
          <w:b/>
          <w:lang w:val="en-US"/>
        </w:rPr>
        <w:t xml:space="preserve">means the intersection line of the vehicle's longitudinal median plane with the horizontal plane through the centre of reference of one lighting unit specified in the drawings </w:t>
      </w:r>
      <w:r w:rsidR="007E5E5F" w:rsidRPr="00BA0878">
        <w:rPr>
          <w:b/>
          <w:lang w:val="en-US"/>
        </w:rPr>
        <w:t>accompanying the application for approval</w:t>
      </w:r>
      <w:r w:rsidR="00EF6F87" w:rsidRPr="00BA0878">
        <w:rPr>
          <w:b/>
          <w:lang w:val="en-US"/>
        </w:rPr>
        <w:t xml:space="preserve"> of the device</w:t>
      </w:r>
      <w:r w:rsidR="009945A1" w:rsidRPr="00BA0878">
        <w:rPr>
          <w:b/>
          <w:lang w:val="en-US"/>
        </w:rPr>
        <w:t>;</w:t>
      </w:r>
    </w:p>
    <w:p w14:paraId="79642CE1" w14:textId="1CA712D0" w:rsidR="009945A1" w:rsidRPr="00BA0878" w:rsidRDefault="009C1EA3" w:rsidP="009C7C79">
      <w:pPr>
        <w:pStyle w:val="SingleTxtG"/>
        <w:ind w:left="2268" w:right="992" w:hanging="1134"/>
        <w:rPr>
          <w:b/>
          <w:lang w:val="en-US"/>
        </w:rPr>
      </w:pPr>
      <w:r w:rsidRPr="00BA0878">
        <w:rPr>
          <w:b/>
          <w:lang w:val="en-US"/>
        </w:rPr>
        <w:t>2.7.5.</w:t>
      </w:r>
      <w:r w:rsidR="001C45DF" w:rsidRPr="00BA0878">
        <w:rPr>
          <w:b/>
          <w:lang w:val="en-US"/>
        </w:rPr>
        <w:t>8</w:t>
      </w:r>
      <w:r w:rsidRPr="00BA0878">
        <w:rPr>
          <w:b/>
          <w:lang w:val="en-US"/>
        </w:rPr>
        <w:t>.</w:t>
      </w:r>
      <w:r w:rsidR="001C45DF" w:rsidRPr="00BA0878">
        <w:rPr>
          <w:b/>
          <w:lang w:val="en-US"/>
        </w:rPr>
        <w:tab/>
      </w:r>
      <w:r w:rsidR="009945A1" w:rsidRPr="00BA0878">
        <w:rPr>
          <w:b/>
          <w:lang w:val="en-US"/>
        </w:rPr>
        <w:t>"</w:t>
      </w:r>
      <w:r w:rsidR="009945A1" w:rsidRPr="00BA0878">
        <w:rPr>
          <w:b/>
          <w:i/>
          <w:lang w:val="en-US"/>
        </w:rPr>
        <w:t>Traffic-change function</w:t>
      </w:r>
      <w:r w:rsidR="009945A1" w:rsidRPr="00BA0878">
        <w:rPr>
          <w:b/>
          <w:lang w:val="en-US"/>
        </w:rPr>
        <w:t>" means any front-lighting function or a mode thereof, or part(s) thereof only, or any combination of these, intended to avoid glare and provide sufficient illumination in case where a vehicle being equipped with a system designed for one traffic direction only is temporarily used in a country with the opposite direction of traffic.</w:t>
      </w:r>
    </w:p>
    <w:p w14:paraId="6D6FFE6C" w14:textId="4BBE1409" w:rsidR="009945A1" w:rsidRPr="00BA0878" w:rsidRDefault="009C1EA3" w:rsidP="009C7C79">
      <w:pPr>
        <w:pStyle w:val="SingleTxtG"/>
        <w:ind w:left="2268" w:right="992" w:hanging="1134"/>
        <w:rPr>
          <w:b/>
          <w:lang w:val="en-US"/>
        </w:rPr>
      </w:pPr>
      <w:r w:rsidRPr="00BA0878">
        <w:rPr>
          <w:b/>
          <w:lang w:val="en-US"/>
        </w:rPr>
        <w:t>2.7.5.</w:t>
      </w:r>
      <w:r w:rsidR="001C45DF" w:rsidRPr="00BA0878">
        <w:rPr>
          <w:b/>
          <w:lang w:val="en-US"/>
        </w:rPr>
        <w:t>9</w:t>
      </w:r>
      <w:r w:rsidRPr="00BA0878">
        <w:rPr>
          <w:b/>
          <w:lang w:val="en-US"/>
        </w:rPr>
        <w:t>.</w:t>
      </w:r>
      <w:r w:rsidR="001C45DF" w:rsidRPr="00BA0878">
        <w:rPr>
          <w:b/>
          <w:lang w:val="en-US"/>
        </w:rPr>
        <w:tab/>
      </w:r>
      <w:r w:rsidR="009945A1" w:rsidRPr="00BA0878">
        <w:rPr>
          <w:b/>
          <w:lang w:val="en-US"/>
        </w:rPr>
        <w:t>"</w:t>
      </w:r>
      <w:r w:rsidR="009945A1" w:rsidRPr="00BA0878">
        <w:rPr>
          <w:b/>
          <w:i/>
          <w:lang w:val="en-US"/>
        </w:rPr>
        <w:t>Substitute function</w:t>
      </w:r>
      <w:r w:rsidR="009945A1" w:rsidRPr="00BA0878">
        <w:rPr>
          <w:b/>
          <w:lang w:val="en-US"/>
        </w:rPr>
        <w:t>" means any specified front-lighting and/or front light-signalling, be it a front-lighting and/or a front light-signalling function, or a mode thereof, or part(s) thereof only, or any combination of it, intended to replace a front-lighting function/ mode in case of failure.</w:t>
      </w:r>
    </w:p>
    <w:p w14:paraId="028949A7" w14:textId="56136C51" w:rsidR="00BF3442" w:rsidRPr="00BA0878" w:rsidRDefault="00BF3442" w:rsidP="009C7C79">
      <w:pPr>
        <w:pStyle w:val="SingleTxtG"/>
        <w:ind w:left="2268" w:right="992" w:hanging="1134"/>
        <w:rPr>
          <w:b/>
          <w:color w:val="FF0000"/>
          <w:lang w:val="en-US"/>
        </w:rPr>
      </w:pPr>
      <w:r w:rsidRPr="00BA0878">
        <w:rPr>
          <w:b/>
          <w:lang w:val="en-US"/>
        </w:rPr>
        <w:t>2.7.5.1</w:t>
      </w:r>
      <w:r w:rsidR="001C45DF" w:rsidRPr="00BA0878">
        <w:rPr>
          <w:b/>
          <w:lang w:val="en-US"/>
        </w:rPr>
        <w:t>0</w:t>
      </w:r>
      <w:r w:rsidRPr="00BA0878">
        <w:rPr>
          <w:b/>
          <w:lang w:val="en-US"/>
        </w:rPr>
        <w:t>.</w:t>
      </w:r>
      <w:r w:rsidR="001C45DF" w:rsidRPr="00BA0878">
        <w:rPr>
          <w:b/>
          <w:lang w:val="en-US"/>
        </w:rPr>
        <w:tab/>
      </w:r>
      <w:r w:rsidRPr="00BA0878">
        <w:rPr>
          <w:b/>
          <w:lang w:val="en-US"/>
        </w:rPr>
        <w:t>"</w:t>
      </w:r>
      <w:r w:rsidRPr="00BA0878">
        <w:rPr>
          <w:b/>
          <w:i/>
          <w:iCs/>
          <w:lang w:val="en-US"/>
        </w:rPr>
        <w:t>Functional unit</w:t>
      </w:r>
      <w:r w:rsidRPr="00BA0878">
        <w:rPr>
          <w:b/>
          <w:iCs/>
          <w:lang w:val="en-US"/>
        </w:rPr>
        <w:t xml:space="preserve">" </w:t>
      </w:r>
      <w:r w:rsidRPr="00BA0878">
        <w:rPr>
          <w:b/>
          <w:iCs/>
        </w:rPr>
        <w:t>means</w:t>
      </w:r>
      <w:r w:rsidRPr="00BA0878">
        <w:rPr>
          <w:b/>
          <w:iCs/>
          <w:lang w:val="en-US"/>
        </w:rPr>
        <w:t xml:space="preserve"> a part of a lighting unit providing a specific light distribution which may be used for different modes or classes. If used for the bending mode its light distribution may vary as a function of the T-signal (turn-radius); however, the light distribution shall be identical for a given T-signal (turn-radius) in all modes or classes.</w:t>
      </w:r>
    </w:p>
    <w:p w14:paraId="637745DA" w14:textId="4C21AA9C" w:rsidR="009945A1" w:rsidRPr="00BA0878" w:rsidRDefault="001A0613" w:rsidP="009C7C79">
      <w:pPr>
        <w:pStyle w:val="SingleTxtG"/>
        <w:ind w:left="2268" w:right="992" w:hanging="1134"/>
        <w:rPr>
          <w:rFonts w:eastAsia="Calibri"/>
          <w:b/>
        </w:rPr>
      </w:pPr>
      <w:r w:rsidRPr="00BA0878">
        <w:rPr>
          <w:rFonts w:eastAsia="Calibri"/>
          <w:b/>
        </w:rPr>
        <w:t>2.7.6.</w:t>
      </w:r>
      <w:r w:rsidR="009945A1" w:rsidRPr="00BA0878">
        <w:rPr>
          <w:rFonts w:eastAsia="Calibri"/>
          <w:b/>
        </w:rPr>
        <w:tab/>
        <w:t>"</w:t>
      </w:r>
      <w:r w:rsidR="009945A1" w:rsidRPr="00BA0878">
        <w:rPr>
          <w:rFonts w:eastAsia="Calibri"/>
          <w:b/>
          <w:i/>
        </w:rPr>
        <w:t>Sequential activation</w:t>
      </w:r>
      <w:r w:rsidR="009945A1" w:rsidRPr="00BA0878">
        <w:rPr>
          <w:rFonts w:eastAsia="Calibri"/>
          <w:b/>
        </w:rPr>
        <w:t>" means an electrical connection where the individual light sources of a lamp are wired such that they are activated in a predetermined sequence.</w:t>
      </w:r>
    </w:p>
    <w:p w14:paraId="5ABBE361" w14:textId="1D43072A" w:rsidR="009945A1" w:rsidRPr="00BA0878" w:rsidRDefault="001A0613" w:rsidP="00E35EF4">
      <w:pPr>
        <w:pStyle w:val="SingleTxtG"/>
        <w:ind w:left="2268" w:right="992" w:hanging="1134"/>
        <w:rPr>
          <w:b/>
          <w:snapToGrid w:val="0"/>
          <w:lang w:val="en-US"/>
        </w:rPr>
      </w:pPr>
      <w:r w:rsidRPr="00BA0878">
        <w:rPr>
          <w:b/>
          <w:lang w:val="en-US"/>
        </w:rPr>
        <w:t>2.7.7.</w:t>
      </w:r>
      <w:r w:rsidR="001C45DF" w:rsidRPr="00BA0878">
        <w:rPr>
          <w:b/>
          <w:lang w:val="en-US"/>
        </w:rPr>
        <w:tab/>
        <w:t>“</w:t>
      </w:r>
      <w:r w:rsidR="009945A1" w:rsidRPr="00BA0878">
        <w:rPr>
          <w:b/>
          <w:i/>
          <w:lang w:val="en-US"/>
        </w:rPr>
        <w:t>Retro-reflecting optical unit</w:t>
      </w:r>
      <w:r w:rsidR="009945A1" w:rsidRPr="00BA0878">
        <w:rPr>
          <w:b/>
          <w:lang w:val="en-US"/>
        </w:rPr>
        <w:t>" means a combination of optical components producing retro-reflection.</w:t>
      </w:r>
    </w:p>
    <w:p w14:paraId="56DF36C8" w14:textId="7D1B25B2" w:rsidR="009945A1" w:rsidRPr="00BA0878" w:rsidRDefault="00B551B4" w:rsidP="009C7C79">
      <w:pPr>
        <w:pStyle w:val="SingleTxtG"/>
        <w:ind w:left="2268" w:right="992" w:hanging="1134"/>
        <w:rPr>
          <w:b/>
          <w:lang w:val="en-US"/>
        </w:rPr>
      </w:pPr>
      <w:r w:rsidRPr="00BA0878">
        <w:rPr>
          <w:b/>
          <w:lang w:val="en-US"/>
        </w:rPr>
        <w:t>2.8.</w:t>
      </w:r>
      <w:r w:rsidR="00243102" w:rsidRPr="00BA0878">
        <w:rPr>
          <w:b/>
          <w:lang w:val="en-US"/>
        </w:rPr>
        <w:tab/>
      </w:r>
      <w:r w:rsidRPr="00BA0878">
        <w:rPr>
          <w:b/>
          <w:lang w:val="en-US"/>
        </w:rPr>
        <w:t>LENS</w:t>
      </w:r>
    </w:p>
    <w:p w14:paraId="48EB7FBC" w14:textId="63E0D45F" w:rsidR="00B551B4" w:rsidRPr="00BA0878" w:rsidRDefault="00B551B4" w:rsidP="009C7C79">
      <w:pPr>
        <w:pStyle w:val="SingleTxtG"/>
        <w:ind w:left="2268" w:right="992" w:hanging="1134"/>
        <w:rPr>
          <w:b/>
          <w:lang w:val="en-US"/>
        </w:rPr>
      </w:pPr>
      <w:r w:rsidRPr="00BA0878">
        <w:rPr>
          <w:b/>
          <w:lang w:val="en-US"/>
        </w:rPr>
        <w:t>2.8.</w:t>
      </w:r>
      <w:r w:rsidR="00243102" w:rsidRPr="00BA0878">
        <w:rPr>
          <w:b/>
          <w:lang w:val="en-US"/>
        </w:rPr>
        <w:t>1</w:t>
      </w:r>
      <w:r w:rsidRPr="00BA0878">
        <w:rPr>
          <w:b/>
          <w:lang w:val="en-US"/>
        </w:rPr>
        <w:t>.</w:t>
      </w:r>
      <w:r w:rsidR="00243102" w:rsidRPr="00BA0878">
        <w:rPr>
          <w:b/>
          <w:lang w:val="en-US"/>
        </w:rPr>
        <w:tab/>
      </w:r>
      <w:r w:rsidRPr="00BA0878">
        <w:rPr>
          <w:b/>
          <w:lang w:val="en-US"/>
        </w:rPr>
        <w:t>"</w:t>
      </w:r>
      <w:r w:rsidRPr="00BA0878">
        <w:rPr>
          <w:b/>
          <w:i/>
          <w:lang w:val="en-US"/>
        </w:rPr>
        <w:t>Lens</w:t>
      </w:r>
      <w:r w:rsidRPr="00BA0878">
        <w:rPr>
          <w:b/>
          <w:lang w:val="en-US"/>
        </w:rPr>
        <w:t>" means the outermost component of the headlamp (unit) which transmits light through the illuminating surface;</w:t>
      </w:r>
    </w:p>
    <w:p w14:paraId="414B030E" w14:textId="43403CBE" w:rsidR="00243102" w:rsidRPr="00BA0878" w:rsidRDefault="00B551B4" w:rsidP="002B7CC4">
      <w:pPr>
        <w:pStyle w:val="SingleTxtG"/>
        <w:ind w:left="2268" w:right="992" w:hanging="1134"/>
        <w:rPr>
          <w:b/>
          <w:lang w:val="en-US"/>
        </w:rPr>
      </w:pPr>
      <w:r w:rsidRPr="00BA0878">
        <w:rPr>
          <w:b/>
          <w:lang w:val="en-US"/>
        </w:rPr>
        <w:t>2.8.</w:t>
      </w:r>
      <w:r w:rsidR="00243102" w:rsidRPr="00BA0878">
        <w:rPr>
          <w:b/>
          <w:lang w:val="en-US"/>
        </w:rPr>
        <w:t>2</w:t>
      </w:r>
      <w:r w:rsidRPr="00BA0878">
        <w:rPr>
          <w:b/>
          <w:lang w:val="en-US"/>
        </w:rPr>
        <w:t>.</w:t>
      </w:r>
      <w:r w:rsidR="00243102" w:rsidRPr="00BA0878">
        <w:rPr>
          <w:b/>
          <w:lang w:val="en-US"/>
        </w:rPr>
        <w:tab/>
      </w:r>
      <w:r w:rsidRPr="00BA0878">
        <w:rPr>
          <w:b/>
          <w:lang w:val="en-US"/>
        </w:rPr>
        <w:t>"</w:t>
      </w:r>
      <w:r w:rsidRPr="00BA0878">
        <w:rPr>
          <w:b/>
          <w:i/>
          <w:lang w:val="en-US"/>
        </w:rPr>
        <w:t>Coating</w:t>
      </w:r>
      <w:r w:rsidRPr="00BA0878">
        <w:rPr>
          <w:b/>
          <w:lang w:val="en-US"/>
        </w:rPr>
        <w:t>" means any product or products applied in one or more layers to the outer face of a lens;</w:t>
      </w:r>
    </w:p>
    <w:p w14:paraId="2C8BECF6" w14:textId="2F7696D9" w:rsidR="00B551B4" w:rsidRPr="00BA0878" w:rsidRDefault="00243102" w:rsidP="00E35EF4">
      <w:pPr>
        <w:pStyle w:val="SingleTxtG"/>
        <w:ind w:left="2268" w:right="992" w:hanging="1134"/>
        <w:rPr>
          <w:b/>
          <w:snapToGrid w:val="0"/>
          <w:lang w:val="en-US"/>
        </w:rPr>
      </w:pPr>
      <w:r w:rsidRPr="00BA0878">
        <w:rPr>
          <w:b/>
          <w:lang w:val="en-US"/>
        </w:rPr>
        <w:t>2.8.3.</w:t>
      </w:r>
      <w:r w:rsidRPr="00BA0878">
        <w:rPr>
          <w:b/>
          <w:lang w:val="en-US"/>
        </w:rPr>
        <w:tab/>
        <w:t>"</w:t>
      </w:r>
      <w:r w:rsidRPr="00BA0878">
        <w:rPr>
          <w:b/>
          <w:i/>
          <w:lang w:val="en-US"/>
        </w:rPr>
        <w:t>Textured outer lens</w:t>
      </w:r>
      <w:r w:rsidRPr="00BA0878">
        <w:rPr>
          <w:b/>
          <w:lang w:val="en-US"/>
        </w:rPr>
        <w:t>" or "</w:t>
      </w:r>
      <w:r w:rsidRPr="00BA0878">
        <w:rPr>
          <w:b/>
          <w:i/>
          <w:lang w:val="en-US"/>
        </w:rPr>
        <w:t>Textured outer lens area</w:t>
      </w:r>
      <w:r w:rsidRPr="00BA0878">
        <w:rPr>
          <w:b/>
          <w:lang w:val="en-US"/>
        </w:rPr>
        <w:t>" means all or part of an outer lens, designed to modify or influence the propagation of light from the light source(s), such that the light rays are significantly diverted from their original direction.</w:t>
      </w:r>
    </w:p>
    <w:p w14:paraId="28491FCC" w14:textId="3058A7EE" w:rsidR="00C76A00" w:rsidRPr="00BA0878" w:rsidRDefault="00C177FA" w:rsidP="002B7CC4">
      <w:pPr>
        <w:pStyle w:val="SingleTxtG"/>
        <w:ind w:left="2268" w:right="992" w:hanging="1134"/>
        <w:rPr>
          <w:b/>
          <w:lang w:val="en-US"/>
        </w:rPr>
      </w:pPr>
      <w:r w:rsidRPr="00BA0878">
        <w:rPr>
          <w:b/>
          <w:lang w:val="en-US"/>
        </w:rPr>
        <w:t>2.9.</w:t>
      </w:r>
      <w:r w:rsidRPr="00BA0878">
        <w:rPr>
          <w:b/>
          <w:lang w:val="en-US"/>
        </w:rPr>
        <w:tab/>
      </w:r>
      <w:r w:rsidR="00C76A00" w:rsidRPr="00BA0878">
        <w:rPr>
          <w:b/>
          <w:lang w:val="en-US"/>
        </w:rPr>
        <w:t>LIGHT SOURCES</w:t>
      </w:r>
    </w:p>
    <w:p w14:paraId="6A1D83B0" w14:textId="25F306B7" w:rsidR="00DC55FC" w:rsidRPr="00BA0878" w:rsidRDefault="00C76A00" w:rsidP="002B7CC4">
      <w:pPr>
        <w:pStyle w:val="SingleTxtG"/>
        <w:ind w:left="2268" w:right="992" w:hanging="1134"/>
        <w:rPr>
          <w:b/>
          <w:lang w:val="en-US"/>
        </w:rPr>
      </w:pPr>
      <w:r w:rsidRPr="00BA0878">
        <w:rPr>
          <w:b/>
          <w:lang w:val="en-US"/>
        </w:rPr>
        <w:t>2.9.1</w:t>
      </w:r>
      <w:r w:rsidR="00243102" w:rsidRPr="00BA0878">
        <w:rPr>
          <w:b/>
          <w:lang w:val="en-US"/>
        </w:rPr>
        <w:t>.</w:t>
      </w:r>
      <w:r w:rsidR="00243102" w:rsidRPr="00BA0878">
        <w:rPr>
          <w:b/>
          <w:lang w:val="en-US"/>
        </w:rPr>
        <w:tab/>
      </w:r>
      <w:r w:rsidRPr="00BA0878">
        <w:rPr>
          <w:b/>
          <w:lang w:val="en-US"/>
        </w:rPr>
        <w:t>"</w:t>
      </w:r>
      <w:r w:rsidRPr="00BA0878">
        <w:rPr>
          <w:b/>
          <w:i/>
          <w:lang w:val="en-US"/>
        </w:rPr>
        <w:t>Light source</w:t>
      </w:r>
      <w:r w:rsidRPr="00BA0878">
        <w:rPr>
          <w:b/>
          <w:lang w:val="en-US"/>
        </w:rPr>
        <w:t xml:space="preserve">" means one or more elements for visible radiation, </w:t>
      </w:r>
      <w:r w:rsidR="00DC55FC" w:rsidRPr="00BA0878">
        <w:rPr>
          <w:b/>
          <w:lang w:val="en-US"/>
        </w:rPr>
        <w:t xml:space="preserve">with a base for mechanical and electrical connection, possibly </w:t>
      </w:r>
      <w:r w:rsidRPr="00BA0878">
        <w:rPr>
          <w:b/>
          <w:lang w:val="en-US"/>
        </w:rPr>
        <w:t xml:space="preserve">assembled with one or more </w:t>
      </w:r>
      <w:r w:rsidR="00DC55FC" w:rsidRPr="00BA0878">
        <w:rPr>
          <w:b/>
          <w:lang w:val="en-US"/>
        </w:rPr>
        <w:t>components to control the elements for visible radiation</w:t>
      </w:r>
      <w:r w:rsidRPr="00BA0878">
        <w:rPr>
          <w:b/>
          <w:lang w:val="en-US"/>
        </w:rPr>
        <w:t>.</w:t>
      </w:r>
    </w:p>
    <w:p w14:paraId="4C0E4915" w14:textId="58AA17C9" w:rsidR="00C76A00" w:rsidRPr="00BA0878" w:rsidRDefault="00C76A00" w:rsidP="002B7CC4">
      <w:pPr>
        <w:pStyle w:val="SingleTxtG"/>
        <w:ind w:left="2268" w:right="992" w:hanging="1134"/>
        <w:rPr>
          <w:b/>
          <w:bCs/>
          <w:iCs/>
          <w:lang w:val="en-US"/>
        </w:rPr>
      </w:pPr>
      <w:r w:rsidRPr="00BA0878">
        <w:rPr>
          <w:b/>
          <w:bCs/>
          <w:iCs/>
          <w:lang w:val="en-US"/>
        </w:rPr>
        <w:t>2.9.1.1.</w:t>
      </w:r>
      <w:r w:rsidRPr="00BA0878">
        <w:rPr>
          <w:b/>
          <w:bCs/>
          <w:iCs/>
          <w:lang w:val="en-US"/>
        </w:rPr>
        <w:tab/>
        <w:t>"</w:t>
      </w:r>
      <w:r w:rsidRPr="00BA0878">
        <w:rPr>
          <w:b/>
          <w:bCs/>
          <w:i/>
          <w:iCs/>
          <w:lang w:val="en-US"/>
        </w:rPr>
        <w:t>Replaceable light source</w:t>
      </w:r>
      <w:r w:rsidRPr="00BA0878">
        <w:rPr>
          <w:b/>
          <w:bCs/>
          <w:iCs/>
          <w:lang w:val="en-US"/>
        </w:rPr>
        <w:t>" means a light source which is designed to be inserted in and removed from the holder of its device without tool.</w:t>
      </w:r>
    </w:p>
    <w:p w14:paraId="5B168CC9" w14:textId="35462367" w:rsidR="00C76A00" w:rsidRPr="00BA0878" w:rsidRDefault="00C76A00" w:rsidP="002B7CC4">
      <w:pPr>
        <w:pStyle w:val="para0"/>
        <w:ind w:right="992"/>
        <w:rPr>
          <w:b/>
          <w:bCs/>
          <w:iCs/>
          <w:lang w:val="en-US"/>
        </w:rPr>
      </w:pPr>
      <w:r w:rsidRPr="00BA0878">
        <w:rPr>
          <w:b/>
          <w:bCs/>
          <w:iCs/>
          <w:lang w:val="en-US"/>
        </w:rPr>
        <w:t>2.9.1.2.</w:t>
      </w:r>
      <w:r w:rsidRPr="00BA0878">
        <w:rPr>
          <w:b/>
          <w:bCs/>
          <w:iCs/>
          <w:lang w:val="en-US"/>
        </w:rPr>
        <w:tab/>
        <w:t>"</w:t>
      </w:r>
      <w:r w:rsidRPr="00BA0878">
        <w:rPr>
          <w:b/>
          <w:bCs/>
          <w:i/>
          <w:iCs/>
          <w:lang w:val="en-US"/>
        </w:rPr>
        <w:t>Non-replaceable light source</w:t>
      </w:r>
      <w:r w:rsidRPr="00BA0878">
        <w:rPr>
          <w:b/>
          <w:bCs/>
          <w:iCs/>
          <w:lang w:val="en-US"/>
        </w:rPr>
        <w:t>" means a light source which can only be replaced by replacement of the device to which this light source is fixed.</w:t>
      </w:r>
    </w:p>
    <w:p w14:paraId="0B23D2EA" w14:textId="04223913" w:rsidR="00C76A00" w:rsidRPr="00BA0878" w:rsidRDefault="00C76A00" w:rsidP="00F17639">
      <w:pPr>
        <w:suppressAutoHyphens w:val="0"/>
        <w:spacing w:after="120" w:line="240" w:lineRule="auto"/>
        <w:ind w:left="2835" w:right="992" w:hanging="567"/>
        <w:jc w:val="both"/>
        <w:rPr>
          <w:b/>
          <w:bCs/>
          <w:iCs/>
          <w:lang w:val="en-US"/>
        </w:rPr>
      </w:pPr>
      <w:r w:rsidRPr="00BA0878">
        <w:rPr>
          <w:b/>
          <w:bCs/>
          <w:iCs/>
          <w:lang w:val="en-US"/>
        </w:rPr>
        <w:t>(a)</w:t>
      </w:r>
      <w:r w:rsidR="00243102" w:rsidRPr="00BA0878">
        <w:rPr>
          <w:b/>
          <w:bCs/>
          <w:iCs/>
          <w:lang w:val="en-US"/>
        </w:rPr>
        <w:tab/>
      </w:r>
      <w:r w:rsidRPr="00BA0878">
        <w:rPr>
          <w:b/>
          <w:lang w:val="en-US"/>
        </w:rPr>
        <w:t>In</w:t>
      </w:r>
      <w:r w:rsidRPr="00BA0878">
        <w:rPr>
          <w:b/>
          <w:bCs/>
          <w:iCs/>
          <w:lang w:val="en-US"/>
        </w:rPr>
        <w:t xml:space="preserve"> case of a light source module: a light source which can only be replaced by replacement of the light source module to which this light source is fixed;</w:t>
      </w:r>
    </w:p>
    <w:p w14:paraId="785F10F4" w14:textId="6128C3EF" w:rsidR="00C76A00" w:rsidRPr="00BA0878" w:rsidRDefault="00C76A00" w:rsidP="00F17639">
      <w:pPr>
        <w:suppressAutoHyphens w:val="0"/>
        <w:spacing w:after="120" w:line="240" w:lineRule="auto"/>
        <w:ind w:left="2835" w:right="992" w:hanging="567"/>
        <w:jc w:val="both"/>
        <w:rPr>
          <w:b/>
          <w:bCs/>
          <w:iCs/>
          <w:lang w:val="en-US"/>
        </w:rPr>
      </w:pPr>
      <w:r w:rsidRPr="00BA0878">
        <w:rPr>
          <w:b/>
          <w:bCs/>
          <w:iCs/>
          <w:lang w:val="en-US"/>
        </w:rPr>
        <w:t>(b)</w:t>
      </w:r>
      <w:r w:rsidRPr="00BA0878">
        <w:rPr>
          <w:b/>
          <w:bCs/>
          <w:iCs/>
          <w:lang w:val="en-US"/>
        </w:rPr>
        <w:tab/>
        <w:t xml:space="preserve">In </w:t>
      </w:r>
      <w:r w:rsidRPr="00BA0878">
        <w:rPr>
          <w:b/>
          <w:lang w:val="en-US"/>
        </w:rPr>
        <w:t>case</w:t>
      </w:r>
      <w:r w:rsidRPr="00BA0878">
        <w:rPr>
          <w:b/>
          <w:bCs/>
          <w:iCs/>
          <w:lang w:val="en-US"/>
        </w:rPr>
        <w:t xml:space="preserve"> of AFS: a light source which can only be replaced by replacement of the lighting unit to which this light source is fixed.</w:t>
      </w:r>
    </w:p>
    <w:p w14:paraId="721A5873" w14:textId="3B78D022" w:rsidR="00C76A00" w:rsidRPr="00BA0878" w:rsidRDefault="00C76A00" w:rsidP="002B7CC4">
      <w:pPr>
        <w:pStyle w:val="para0"/>
        <w:ind w:right="992"/>
        <w:rPr>
          <w:b/>
          <w:bCs/>
          <w:iCs/>
          <w:lang w:val="en-US"/>
        </w:rPr>
      </w:pPr>
      <w:r w:rsidRPr="00BA0878">
        <w:rPr>
          <w:b/>
          <w:bCs/>
          <w:iCs/>
          <w:lang w:val="en-US"/>
        </w:rPr>
        <w:t>2.9.1.3.</w:t>
      </w:r>
      <w:r w:rsidRPr="00BA0878">
        <w:rPr>
          <w:b/>
          <w:bCs/>
          <w:iCs/>
          <w:lang w:val="en-US"/>
        </w:rPr>
        <w:tab/>
        <w:t>"</w:t>
      </w:r>
      <w:r w:rsidRPr="00BA0878">
        <w:rPr>
          <w:b/>
          <w:bCs/>
          <w:i/>
          <w:iCs/>
          <w:lang w:val="en-US"/>
        </w:rPr>
        <w:t>Light source module</w:t>
      </w:r>
      <w:r w:rsidRPr="00BA0878">
        <w:rPr>
          <w:b/>
          <w:bCs/>
          <w:iCs/>
          <w:lang w:val="en-US"/>
        </w:rPr>
        <w:t>" means an optical part of a device which is specific to that device. It contains one or more non-replaceable light sources and it may optionally contain one or more holders for approved replaceable light sources.</w:t>
      </w:r>
    </w:p>
    <w:p w14:paraId="77C01EB2" w14:textId="46A3861A" w:rsidR="00C76A00" w:rsidRPr="00BA0878" w:rsidRDefault="00C76A00" w:rsidP="002B7CC4">
      <w:pPr>
        <w:pStyle w:val="para0"/>
        <w:ind w:right="992"/>
        <w:rPr>
          <w:b/>
          <w:bCs/>
          <w:iCs/>
          <w:lang w:val="en-US"/>
        </w:rPr>
      </w:pPr>
      <w:r w:rsidRPr="00BA0878">
        <w:rPr>
          <w:b/>
          <w:bCs/>
          <w:iCs/>
          <w:lang w:val="en-US"/>
        </w:rPr>
        <w:t>2.9.1.4.</w:t>
      </w:r>
      <w:r w:rsidRPr="00BA0878">
        <w:rPr>
          <w:b/>
          <w:bCs/>
          <w:iCs/>
          <w:lang w:val="en-US"/>
        </w:rPr>
        <w:tab/>
        <w:t>"</w:t>
      </w:r>
      <w:r w:rsidRPr="00BA0878">
        <w:rPr>
          <w:b/>
          <w:bCs/>
          <w:i/>
          <w:iCs/>
          <w:lang w:val="en-US"/>
        </w:rPr>
        <w:t>Filament light source</w:t>
      </w:r>
      <w:r w:rsidRPr="00BA0878">
        <w:rPr>
          <w:b/>
          <w:bCs/>
          <w:iCs/>
          <w:lang w:val="en-US"/>
        </w:rPr>
        <w:t xml:space="preserve">" (filament lamp) means a light source where the </w:t>
      </w:r>
      <w:r w:rsidR="00DC55FC" w:rsidRPr="00BA0878">
        <w:rPr>
          <w:b/>
          <w:bCs/>
          <w:iCs/>
          <w:lang w:val="en-US"/>
        </w:rPr>
        <w:t xml:space="preserve">only </w:t>
      </w:r>
      <w:r w:rsidRPr="00BA0878">
        <w:rPr>
          <w:b/>
          <w:bCs/>
          <w:iCs/>
          <w:lang w:val="en-US"/>
        </w:rPr>
        <w:t>element for visible radiation is one or more filaments producing thermal radiation.</w:t>
      </w:r>
    </w:p>
    <w:p w14:paraId="20669AA9" w14:textId="3F608240" w:rsidR="00C76A00" w:rsidRPr="00BA0878" w:rsidRDefault="00C76A00" w:rsidP="002B7CC4">
      <w:pPr>
        <w:pStyle w:val="para0"/>
        <w:ind w:right="992"/>
        <w:rPr>
          <w:b/>
          <w:bCs/>
          <w:iCs/>
          <w:lang w:val="en-US"/>
        </w:rPr>
      </w:pPr>
      <w:r w:rsidRPr="00BA0878">
        <w:rPr>
          <w:b/>
          <w:bCs/>
          <w:iCs/>
          <w:lang w:val="en-US"/>
        </w:rPr>
        <w:t>2.9.1.5.</w:t>
      </w:r>
      <w:r w:rsidRPr="00BA0878">
        <w:rPr>
          <w:b/>
          <w:bCs/>
          <w:iCs/>
          <w:lang w:val="en-US"/>
        </w:rPr>
        <w:tab/>
        <w:t>"</w:t>
      </w:r>
      <w:r w:rsidRPr="00BA0878">
        <w:rPr>
          <w:b/>
          <w:bCs/>
          <w:i/>
          <w:iCs/>
          <w:lang w:val="en-US"/>
        </w:rPr>
        <w:t>Gas-discharge light source</w:t>
      </w:r>
      <w:r w:rsidRPr="00BA0878">
        <w:rPr>
          <w:b/>
          <w:bCs/>
          <w:iCs/>
          <w:lang w:val="en-US"/>
        </w:rPr>
        <w:t xml:space="preserve">" means a light source where the </w:t>
      </w:r>
      <w:r w:rsidR="00DC55FC" w:rsidRPr="00BA0878">
        <w:rPr>
          <w:b/>
          <w:bCs/>
          <w:iCs/>
          <w:lang w:val="en-US"/>
        </w:rPr>
        <w:t xml:space="preserve">only </w:t>
      </w:r>
      <w:r w:rsidRPr="00BA0878">
        <w:rPr>
          <w:b/>
          <w:bCs/>
          <w:iCs/>
          <w:lang w:val="en-US"/>
        </w:rPr>
        <w:t>element for visible radiation is a discharge arc producing electroluminescence.</w:t>
      </w:r>
    </w:p>
    <w:p w14:paraId="1B4812F3" w14:textId="61997717" w:rsidR="00C76A00" w:rsidRPr="00BA0878" w:rsidRDefault="00C76A00" w:rsidP="002B7CC4">
      <w:pPr>
        <w:pStyle w:val="para0"/>
        <w:ind w:right="992"/>
        <w:rPr>
          <w:b/>
          <w:lang w:val="en-US"/>
        </w:rPr>
      </w:pPr>
      <w:r w:rsidRPr="00BA0878">
        <w:rPr>
          <w:b/>
          <w:bCs/>
          <w:iCs/>
          <w:lang w:val="en-US"/>
        </w:rPr>
        <w:t>2.9.1.6.</w:t>
      </w:r>
      <w:r w:rsidRPr="00BA0878">
        <w:rPr>
          <w:b/>
          <w:lang w:val="en-US"/>
        </w:rPr>
        <w:tab/>
        <w:t>"</w:t>
      </w:r>
      <w:r w:rsidRPr="00BA0878">
        <w:rPr>
          <w:b/>
          <w:i/>
          <w:lang w:val="en-US"/>
        </w:rPr>
        <w:t>Light-emitting diode (LED)</w:t>
      </w:r>
      <w:r w:rsidRPr="00BA0878">
        <w:rPr>
          <w:rFonts w:hint="eastAsia"/>
          <w:b/>
          <w:i/>
          <w:lang w:val="en-US"/>
        </w:rPr>
        <w:t> </w:t>
      </w:r>
      <w:r w:rsidRPr="00BA0878">
        <w:rPr>
          <w:b/>
          <w:i/>
          <w:lang w:val="en-US"/>
        </w:rPr>
        <w:t>light</w:t>
      </w:r>
      <w:r w:rsidRPr="00BA0878">
        <w:rPr>
          <w:rFonts w:hint="eastAsia"/>
          <w:b/>
          <w:i/>
          <w:lang w:val="en-US"/>
        </w:rPr>
        <w:t> </w:t>
      </w:r>
      <w:r w:rsidRPr="00BA0878">
        <w:rPr>
          <w:b/>
          <w:i/>
          <w:lang w:val="en-US"/>
        </w:rPr>
        <w:t>source</w:t>
      </w:r>
      <w:r w:rsidRPr="00BA0878">
        <w:rPr>
          <w:b/>
          <w:lang w:val="en-US"/>
        </w:rPr>
        <w:t xml:space="preserve">" means a light source where the </w:t>
      </w:r>
      <w:r w:rsidR="00DC55FC" w:rsidRPr="00BA0878">
        <w:rPr>
          <w:b/>
          <w:lang w:val="en-US"/>
        </w:rPr>
        <w:t xml:space="preserve">only </w:t>
      </w:r>
      <w:r w:rsidRPr="00BA0878">
        <w:rPr>
          <w:b/>
          <w:lang w:val="en-US"/>
        </w:rPr>
        <w:t>element for visible radiation is one or more solid state junctions producing</w:t>
      </w:r>
      <w:r w:rsidR="00DC55FC" w:rsidRPr="00BA0878">
        <w:rPr>
          <w:b/>
          <w:lang w:val="en-US"/>
        </w:rPr>
        <w:t xml:space="preserve"> electroluminescence possibly completed with one or more elements for fluorescence-based conversion</w:t>
      </w:r>
      <w:r w:rsidRPr="00BA0878">
        <w:rPr>
          <w:b/>
          <w:lang w:val="en-US"/>
        </w:rPr>
        <w:t>.</w:t>
      </w:r>
    </w:p>
    <w:p w14:paraId="370BA7AE" w14:textId="148CE4B9" w:rsidR="00C76A00" w:rsidRPr="00BA0878" w:rsidRDefault="00C76A00" w:rsidP="002B7CC4">
      <w:pPr>
        <w:pStyle w:val="para0"/>
        <w:ind w:right="992"/>
        <w:rPr>
          <w:b/>
          <w:lang w:val="en-US"/>
        </w:rPr>
      </w:pPr>
      <w:r w:rsidRPr="00BA0878">
        <w:rPr>
          <w:b/>
          <w:bCs/>
          <w:iCs/>
          <w:lang w:val="en-US"/>
        </w:rPr>
        <w:t>2.9.1.7.</w:t>
      </w:r>
      <w:r w:rsidRPr="00BA0878">
        <w:rPr>
          <w:b/>
          <w:lang w:val="en-US"/>
        </w:rPr>
        <w:tab/>
        <w:t>"</w:t>
      </w:r>
      <w:r w:rsidRPr="00BA0878">
        <w:rPr>
          <w:b/>
          <w:i/>
          <w:lang w:val="en-US"/>
        </w:rPr>
        <w:t>LED module</w:t>
      </w:r>
      <w:r w:rsidRPr="00BA0878">
        <w:rPr>
          <w:b/>
          <w:lang w:val="en-US"/>
        </w:rPr>
        <w:t xml:space="preserve">" means a light source module containing as light sources only LEDs. However </w:t>
      </w:r>
      <w:r w:rsidRPr="00BA0878">
        <w:rPr>
          <w:b/>
          <w:bCs/>
          <w:lang w:val="en-US"/>
        </w:rPr>
        <w:t xml:space="preserve">it may optionally contain one or more holders for approved replaceable light sources. </w:t>
      </w:r>
    </w:p>
    <w:p w14:paraId="552C88EA" w14:textId="1880444E" w:rsidR="00C76A00" w:rsidRPr="00BA0878" w:rsidRDefault="00E15A19" w:rsidP="002B7CC4">
      <w:pPr>
        <w:pStyle w:val="para0"/>
        <w:ind w:right="992"/>
        <w:rPr>
          <w:b/>
          <w:bCs/>
          <w:iCs/>
          <w:lang w:val="en-US"/>
        </w:rPr>
      </w:pPr>
      <w:r w:rsidRPr="00BA0878">
        <w:rPr>
          <w:b/>
          <w:bCs/>
          <w:iCs/>
          <w:lang w:val="en-US"/>
        </w:rPr>
        <w:t>2.9.2.</w:t>
      </w:r>
      <w:r w:rsidR="00C76A00" w:rsidRPr="00BA0878">
        <w:rPr>
          <w:b/>
          <w:bCs/>
          <w:iCs/>
          <w:lang w:val="en-US"/>
        </w:rPr>
        <w:tab/>
        <w:t>"</w:t>
      </w:r>
      <w:r w:rsidR="00C76A00" w:rsidRPr="00BA0878">
        <w:rPr>
          <w:b/>
          <w:bCs/>
          <w:i/>
          <w:iCs/>
          <w:lang w:val="en-US"/>
        </w:rPr>
        <w:t>Electronic light source control gear</w:t>
      </w:r>
      <w:r w:rsidR="00C76A00" w:rsidRPr="00BA0878">
        <w:rPr>
          <w:b/>
          <w:bCs/>
          <w:iCs/>
          <w:lang w:val="en-US"/>
        </w:rPr>
        <w:t xml:space="preserve">" means one or more components between supply and light source, whether or not integrated with the light source or the applied lamp, to control voltage and/ or electrical current of the light source. </w:t>
      </w:r>
    </w:p>
    <w:p w14:paraId="288D5685" w14:textId="726DFF72" w:rsidR="00C76A00" w:rsidRPr="00BA0878" w:rsidRDefault="00E15A19" w:rsidP="002B7CC4">
      <w:pPr>
        <w:pStyle w:val="para0"/>
        <w:ind w:right="992"/>
        <w:rPr>
          <w:b/>
          <w:bCs/>
          <w:iCs/>
          <w:lang w:val="en-US"/>
        </w:rPr>
      </w:pPr>
      <w:r w:rsidRPr="00BA0878">
        <w:rPr>
          <w:b/>
          <w:bCs/>
          <w:iCs/>
          <w:lang w:val="en-US"/>
        </w:rPr>
        <w:t>2.9.2.1.</w:t>
      </w:r>
      <w:r w:rsidR="00C76A00" w:rsidRPr="00BA0878">
        <w:rPr>
          <w:b/>
          <w:bCs/>
          <w:iCs/>
          <w:lang w:val="en-US"/>
        </w:rPr>
        <w:tab/>
        <w:t>"</w:t>
      </w:r>
      <w:r w:rsidR="00C76A00" w:rsidRPr="00BA0878">
        <w:rPr>
          <w:b/>
          <w:bCs/>
          <w:i/>
          <w:iCs/>
          <w:lang w:val="en-US"/>
        </w:rPr>
        <w:t>Ballast</w:t>
      </w:r>
      <w:r w:rsidR="00C76A00" w:rsidRPr="00BA0878">
        <w:rPr>
          <w:b/>
          <w:bCs/>
          <w:iCs/>
          <w:lang w:val="en-US"/>
        </w:rPr>
        <w:t xml:space="preserve">" means </w:t>
      </w:r>
      <w:r w:rsidR="00DC55FC" w:rsidRPr="00BA0878">
        <w:rPr>
          <w:b/>
          <w:bCs/>
          <w:iCs/>
          <w:lang w:val="en-US"/>
        </w:rPr>
        <w:t xml:space="preserve">one or more components, either between supply and </w:t>
      </w:r>
      <w:r w:rsidR="00C76A00" w:rsidRPr="00BA0878">
        <w:rPr>
          <w:b/>
          <w:bCs/>
          <w:iCs/>
          <w:lang w:val="en-US"/>
        </w:rPr>
        <w:t>light source</w:t>
      </w:r>
      <w:r w:rsidR="00DC55FC" w:rsidRPr="00BA0878">
        <w:rPr>
          <w:b/>
          <w:bCs/>
          <w:iCs/>
          <w:lang w:val="en-US"/>
        </w:rPr>
        <w:t xml:space="preserve"> </w:t>
      </w:r>
      <w:r w:rsidR="00C76A00" w:rsidRPr="00BA0878">
        <w:rPr>
          <w:b/>
          <w:bCs/>
          <w:iCs/>
          <w:lang w:val="en-US"/>
        </w:rPr>
        <w:t xml:space="preserve">or integrated with the light source, to </w:t>
      </w:r>
      <w:r w:rsidR="006F29B5" w:rsidRPr="00BA0878">
        <w:rPr>
          <w:b/>
          <w:bCs/>
          <w:iCs/>
          <w:lang w:val="en-US"/>
        </w:rPr>
        <w:t xml:space="preserve">control </w:t>
      </w:r>
      <w:r w:rsidR="00C76A00" w:rsidRPr="00BA0878">
        <w:rPr>
          <w:b/>
          <w:bCs/>
          <w:iCs/>
          <w:lang w:val="en-US"/>
        </w:rPr>
        <w:t xml:space="preserve">the electrical current of a gas-discharge light source. </w:t>
      </w:r>
    </w:p>
    <w:p w14:paraId="513CFA2B" w14:textId="3FE2B6CF" w:rsidR="00C76A00" w:rsidRPr="00BA0878" w:rsidRDefault="00C76A00" w:rsidP="002B7CC4">
      <w:pPr>
        <w:pStyle w:val="para0"/>
        <w:ind w:right="992"/>
        <w:rPr>
          <w:b/>
          <w:bCs/>
          <w:iCs/>
          <w:lang w:val="en-US"/>
        </w:rPr>
      </w:pPr>
      <w:r w:rsidRPr="00BA0878">
        <w:rPr>
          <w:b/>
          <w:bCs/>
          <w:iCs/>
          <w:lang w:val="en-US"/>
        </w:rPr>
        <w:t>2.</w:t>
      </w:r>
      <w:r w:rsidR="004B3832" w:rsidRPr="00BA0878">
        <w:rPr>
          <w:b/>
          <w:bCs/>
          <w:iCs/>
          <w:lang w:val="en-US"/>
        </w:rPr>
        <w:t>9</w:t>
      </w:r>
      <w:r w:rsidRPr="00BA0878">
        <w:rPr>
          <w:b/>
          <w:bCs/>
          <w:iCs/>
          <w:lang w:val="en-US"/>
        </w:rPr>
        <w:t>.2.2.</w:t>
      </w:r>
      <w:r w:rsidRPr="00BA0878">
        <w:rPr>
          <w:b/>
          <w:bCs/>
          <w:iCs/>
          <w:lang w:val="en-US"/>
        </w:rPr>
        <w:tab/>
        <w:t>"</w:t>
      </w:r>
      <w:r w:rsidRPr="00BA0878">
        <w:rPr>
          <w:b/>
          <w:bCs/>
          <w:i/>
          <w:iCs/>
          <w:lang w:val="en-US"/>
        </w:rPr>
        <w:t>Ignitor</w:t>
      </w:r>
      <w:r w:rsidRPr="00BA0878">
        <w:rPr>
          <w:b/>
          <w:bCs/>
          <w:iCs/>
          <w:lang w:val="en-US"/>
        </w:rPr>
        <w:t>" means an electronic light source control gear to start the arc of a gas-discharge light source.</w:t>
      </w:r>
    </w:p>
    <w:p w14:paraId="35D4478B" w14:textId="7385CC55" w:rsidR="00C76A00" w:rsidRPr="00BA0878" w:rsidRDefault="00E15A19" w:rsidP="00E35EF4">
      <w:pPr>
        <w:pStyle w:val="para0"/>
        <w:ind w:right="992"/>
        <w:rPr>
          <w:b/>
          <w:lang w:val="en-US"/>
        </w:rPr>
      </w:pPr>
      <w:r w:rsidRPr="00BA0878">
        <w:rPr>
          <w:b/>
          <w:lang w:val="en-US"/>
        </w:rPr>
        <w:t>2.9.3.</w:t>
      </w:r>
      <w:r w:rsidR="000E13FB" w:rsidRPr="00BA0878">
        <w:rPr>
          <w:b/>
          <w:lang w:val="en-US"/>
        </w:rPr>
        <w:tab/>
      </w:r>
      <w:r w:rsidR="00C76A00" w:rsidRPr="00BA0878">
        <w:rPr>
          <w:b/>
          <w:lang w:val="en-US"/>
        </w:rPr>
        <w:t>"</w:t>
      </w:r>
      <w:r w:rsidR="00C76A00" w:rsidRPr="00BA0878">
        <w:rPr>
          <w:b/>
          <w:i/>
          <w:lang w:val="en-US"/>
        </w:rPr>
        <w:t>Variable intensity control</w:t>
      </w:r>
      <w:r w:rsidR="00C76A00" w:rsidRPr="00BA0878">
        <w:rPr>
          <w:b/>
          <w:lang w:val="en-US"/>
        </w:rPr>
        <w:t xml:space="preserve">" means the device which automatically controls rear light signalling devices producing variable luminous intensities to assure the unvarying perception of their signals. The variable intensity control is part of the lamp, or part of the vehicle, or split between the said lamp and the vehicle. </w:t>
      </w:r>
    </w:p>
    <w:p w14:paraId="23D4592F" w14:textId="6105AD68" w:rsidR="00C922BA" w:rsidRPr="00BA0878" w:rsidRDefault="00C177FA" w:rsidP="00C177FA">
      <w:pPr>
        <w:pStyle w:val="para0"/>
        <w:ind w:right="992"/>
        <w:rPr>
          <w:b/>
          <w:lang w:val="en-US"/>
        </w:rPr>
      </w:pPr>
      <w:r w:rsidRPr="00BA0878">
        <w:rPr>
          <w:b/>
          <w:lang w:val="en-US"/>
        </w:rPr>
        <w:t>2.10.</w:t>
      </w:r>
      <w:r w:rsidRPr="00BA0878">
        <w:rPr>
          <w:b/>
          <w:lang w:val="en-US"/>
        </w:rPr>
        <w:tab/>
      </w:r>
      <w:r w:rsidR="00C922BA" w:rsidRPr="00BA0878">
        <w:rPr>
          <w:b/>
          <w:lang w:val="en-US"/>
        </w:rPr>
        <w:t>PHOTOMETRY</w:t>
      </w:r>
    </w:p>
    <w:p w14:paraId="7D10760B" w14:textId="0D3A8161" w:rsidR="00191917" w:rsidRPr="00BA0878" w:rsidRDefault="000C38C6" w:rsidP="00C177FA">
      <w:pPr>
        <w:pStyle w:val="para0"/>
        <w:ind w:right="992"/>
        <w:rPr>
          <w:b/>
          <w:lang w:val="en-US"/>
        </w:rPr>
      </w:pPr>
      <w:r w:rsidRPr="00BA0878">
        <w:rPr>
          <w:b/>
          <w:lang w:val="en-US"/>
        </w:rPr>
        <w:t>2.10.1.</w:t>
      </w:r>
      <w:r w:rsidR="00191917" w:rsidRPr="00BA0878">
        <w:rPr>
          <w:b/>
          <w:lang w:val="en-US"/>
        </w:rPr>
        <w:tab/>
        <w:t>"</w:t>
      </w:r>
      <w:r w:rsidR="00191917" w:rsidRPr="00BA0878">
        <w:rPr>
          <w:b/>
          <w:i/>
          <w:iCs/>
          <w:lang w:val="en-US"/>
        </w:rPr>
        <w:t>Objective luminous flux</w:t>
      </w:r>
      <w:r w:rsidR="00191917" w:rsidRPr="00BA0878">
        <w:rPr>
          <w:b/>
          <w:lang w:val="en-US"/>
        </w:rPr>
        <w:t>" means:</w:t>
      </w:r>
    </w:p>
    <w:p w14:paraId="7B8D7F06" w14:textId="40B8F1B1" w:rsidR="00191917" w:rsidRPr="00BA0878" w:rsidRDefault="00191917" w:rsidP="00F17639">
      <w:pPr>
        <w:suppressAutoHyphens w:val="0"/>
        <w:spacing w:after="120" w:line="240" w:lineRule="auto"/>
        <w:ind w:left="2835" w:right="992" w:hanging="567"/>
        <w:jc w:val="both"/>
        <w:rPr>
          <w:b/>
          <w:lang w:val="en-US"/>
        </w:rPr>
      </w:pPr>
      <w:r w:rsidRPr="00BA0878">
        <w:rPr>
          <w:b/>
          <w:lang w:val="en-US"/>
        </w:rPr>
        <w:t>(a)</w:t>
      </w:r>
      <w:r w:rsidRPr="00BA0878">
        <w:rPr>
          <w:b/>
          <w:lang w:val="en-US"/>
        </w:rPr>
        <w:tab/>
        <w:t>In the case of a light source:</w:t>
      </w:r>
    </w:p>
    <w:p w14:paraId="7E4F1345" w14:textId="77777777" w:rsidR="00191917" w:rsidRPr="00BA0878" w:rsidRDefault="00191917" w:rsidP="00F17639">
      <w:pPr>
        <w:pStyle w:val="para0"/>
        <w:ind w:left="2835" w:right="992" w:firstLine="0"/>
        <w:rPr>
          <w:b/>
          <w:snapToGrid/>
          <w:lang w:val="en-US"/>
        </w:rPr>
      </w:pPr>
      <w:r w:rsidRPr="00BA0878">
        <w:rPr>
          <w:b/>
          <w:snapToGrid/>
          <w:lang w:val="en-US"/>
        </w:rPr>
        <w:t>The value of the objective luminous flux, not including any tolerances, as indicated in the relevant data sheet of the applicable light source Regulation according to which the light source is approved;</w:t>
      </w:r>
    </w:p>
    <w:p w14:paraId="3AA33547" w14:textId="790842AE" w:rsidR="00191917" w:rsidRPr="00BA0878" w:rsidRDefault="00191917" w:rsidP="00F17639">
      <w:pPr>
        <w:suppressAutoHyphens w:val="0"/>
        <w:spacing w:after="120" w:line="240" w:lineRule="auto"/>
        <w:ind w:left="2835" w:right="992" w:hanging="567"/>
        <w:jc w:val="both"/>
        <w:rPr>
          <w:b/>
          <w:lang w:val="en-US"/>
        </w:rPr>
      </w:pPr>
      <w:r w:rsidRPr="00BA0878">
        <w:rPr>
          <w:b/>
          <w:lang w:val="en-US"/>
        </w:rPr>
        <w:t>(b)</w:t>
      </w:r>
      <w:r w:rsidRPr="00BA0878">
        <w:rPr>
          <w:b/>
          <w:lang w:val="en-US"/>
        </w:rPr>
        <w:tab/>
        <w:t>In the case of an LED module:</w:t>
      </w:r>
    </w:p>
    <w:p w14:paraId="223FBE56" w14:textId="121CE6D9" w:rsidR="00191917" w:rsidRPr="00BA0878" w:rsidRDefault="00191917" w:rsidP="00F17639">
      <w:pPr>
        <w:pStyle w:val="para0"/>
        <w:ind w:left="2835" w:right="992" w:firstLine="0"/>
        <w:rPr>
          <w:b/>
          <w:lang w:val="en-US"/>
        </w:rPr>
      </w:pPr>
      <w:r w:rsidRPr="00BA0878">
        <w:rPr>
          <w:b/>
          <w:snapToGrid/>
          <w:lang w:val="en-US"/>
        </w:rPr>
        <w:t>The value of the objective luminous flux as indicated in the technical specification</w:t>
      </w:r>
      <w:r w:rsidRPr="00BA0878">
        <w:rPr>
          <w:b/>
          <w:lang w:val="en-US"/>
        </w:rPr>
        <w:t xml:space="preserve"> submitted with the LED module for approval of the lamp of which the LED module is a part;</w:t>
      </w:r>
    </w:p>
    <w:p w14:paraId="7856B598" w14:textId="5C5F9353" w:rsidR="00191917" w:rsidRPr="00BA0878" w:rsidRDefault="000C38C6" w:rsidP="00C177FA">
      <w:pPr>
        <w:pStyle w:val="para0"/>
        <w:ind w:right="992"/>
        <w:rPr>
          <w:b/>
          <w:lang w:val="en-US"/>
        </w:rPr>
      </w:pPr>
      <w:r w:rsidRPr="00BA0878">
        <w:rPr>
          <w:b/>
          <w:lang w:val="en-US"/>
        </w:rPr>
        <w:t>2.10.2.</w:t>
      </w:r>
      <w:r w:rsidR="00191917" w:rsidRPr="00BA0878">
        <w:rPr>
          <w:b/>
          <w:lang w:val="en-US"/>
        </w:rPr>
        <w:tab/>
        <w:t>"</w:t>
      </w:r>
      <w:r w:rsidR="00191917" w:rsidRPr="00BA0878">
        <w:rPr>
          <w:b/>
          <w:i/>
          <w:lang w:val="en-US"/>
        </w:rPr>
        <w:t>Light emitting surface</w:t>
      </w:r>
      <w:r w:rsidR="00191917" w:rsidRPr="00BA0878">
        <w:rPr>
          <w:b/>
          <w:lang w:val="en-US"/>
        </w:rPr>
        <w:t>" of a "</w:t>
      </w:r>
      <w:r w:rsidR="00191917" w:rsidRPr="00BA0878">
        <w:rPr>
          <w:b/>
          <w:i/>
          <w:lang w:val="en-US"/>
        </w:rPr>
        <w:t>lighting device</w:t>
      </w:r>
      <w:r w:rsidR="00191917" w:rsidRPr="00BA0878">
        <w:rPr>
          <w:b/>
          <w:lang w:val="en-US"/>
        </w:rPr>
        <w:t>", "</w:t>
      </w:r>
      <w:r w:rsidR="00191917" w:rsidRPr="00BA0878">
        <w:rPr>
          <w:b/>
          <w:i/>
          <w:lang w:val="en-US"/>
        </w:rPr>
        <w:t>light-signalling device</w:t>
      </w:r>
      <w:r w:rsidR="00191917" w:rsidRPr="00BA0878">
        <w:rPr>
          <w:b/>
          <w:lang w:val="en-US"/>
        </w:rPr>
        <w:t>" or a retro-reflector means the surface as declared in the request for approval by the manufacturer of the device on the drawing, see Annex 3 (see e.g. Parts 1, and 4).</w:t>
      </w:r>
    </w:p>
    <w:p w14:paraId="31818BB8" w14:textId="4CF2FAFB" w:rsidR="00191917" w:rsidRPr="00BA0878" w:rsidRDefault="00191917" w:rsidP="00C177FA">
      <w:pPr>
        <w:pStyle w:val="para0"/>
        <w:ind w:right="992" w:firstLine="0"/>
        <w:rPr>
          <w:b/>
          <w:lang w:val="en-US"/>
        </w:rPr>
      </w:pPr>
      <w:r w:rsidRPr="00BA0878">
        <w:rPr>
          <w:b/>
          <w:lang w:val="en-US"/>
        </w:rPr>
        <w:t>This shall be declared according to one of the following conditions:</w:t>
      </w:r>
    </w:p>
    <w:p w14:paraId="51D9E34A" w14:textId="20934D12" w:rsidR="00191917" w:rsidRPr="00BA0878" w:rsidRDefault="00191917" w:rsidP="00F17639">
      <w:pPr>
        <w:suppressAutoHyphens w:val="0"/>
        <w:spacing w:after="120" w:line="240" w:lineRule="auto"/>
        <w:ind w:left="2835" w:right="992" w:hanging="567"/>
        <w:jc w:val="both"/>
        <w:rPr>
          <w:b/>
          <w:lang w:val="en-US"/>
        </w:rPr>
      </w:pPr>
      <w:r w:rsidRPr="00BA0878">
        <w:rPr>
          <w:b/>
          <w:lang w:val="en-US"/>
        </w:rPr>
        <w:t>(a)</w:t>
      </w:r>
      <w:r w:rsidRPr="00BA0878">
        <w:rPr>
          <w:b/>
          <w:lang w:val="en-US"/>
        </w:rPr>
        <w:tab/>
        <w:t>In the case where the outer lens is textured, the declared light emitting surface shall be all or part of the exterior surface of the outer lens;</w:t>
      </w:r>
    </w:p>
    <w:p w14:paraId="2EF178BB" w14:textId="4E0075DE" w:rsidR="00191917" w:rsidRPr="00BA0878" w:rsidRDefault="000C38C6" w:rsidP="00F17639">
      <w:pPr>
        <w:suppressAutoHyphens w:val="0"/>
        <w:spacing w:after="120" w:line="240" w:lineRule="auto"/>
        <w:ind w:left="2835" w:right="992" w:hanging="567"/>
        <w:jc w:val="both"/>
        <w:rPr>
          <w:b/>
          <w:lang w:val="en-US"/>
        </w:rPr>
      </w:pPr>
      <w:r w:rsidRPr="00BA0878">
        <w:rPr>
          <w:b/>
          <w:lang w:val="en-US"/>
        </w:rPr>
        <w:t>(</w:t>
      </w:r>
      <w:r w:rsidR="00191917" w:rsidRPr="00BA0878">
        <w:rPr>
          <w:b/>
          <w:lang w:val="en-US"/>
        </w:rPr>
        <w:t>b)</w:t>
      </w:r>
      <w:r w:rsidR="00191917" w:rsidRPr="00BA0878">
        <w:rPr>
          <w:b/>
          <w:lang w:val="en-US"/>
        </w:rPr>
        <w:tab/>
        <w:t>In the case where the outer lens is non-textured the outer lens may be disregarded and the light emitting surface shall be as declared on the drawing, see Annex 3 (see e.g. Part 5).</w:t>
      </w:r>
    </w:p>
    <w:p w14:paraId="7B9C22DA" w14:textId="3E5AEDD8" w:rsidR="00191917" w:rsidRPr="00BA0878" w:rsidRDefault="000C38C6" w:rsidP="00C177FA">
      <w:pPr>
        <w:pStyle w:val="para0"/>
        <w:ind w:right="992"/>
        <w:rPr>
          <w:b/>
          <w:lang w:val="en-US"/>
        </w:rPr>
      </w:pPr>
      <w:r w:rsidRPr="00BA0878">
        <w:rPr>
          <w:b/>
          <w:lang w:val="en-GB"/>
        </w:rPr>
        <w:t>2.10.3.</w:t>
      </w:r>
      <w:r w:rsidR="00191917" w:rsidRPr="00BA0878">
        <w:rPr>
          <w:b/>
          <w:lang w:val="en-US"/>
        </w:rPr>
        <w:tab/>
        <w:t>"</w:t>
      </w:r>
      <w:r w:rsidR="00191917" w:rsidRPr="00BA0878">
        <w:rPr>
          <w:b/>
          <w:i/>
          <w:lang w:val="en-US"/>
        </w:rPr>
        <w:t>Illuminating surface</w:t>
      </w:r>
      <w:r w:rsidR="00191917" w:rsidRPr="00BA0878">
        <w:rPr>
          <w:b/>
          <w:lang w:val="en-US"/>
        </w:rPr>
        <w:t>" (see Annex 3).</w:t>
      </w:r>
    </w:p>
    <w:p w14:paraId="2FF1F451" w14:textId="02DBB3BC" w:rsidR="00191917" w:rsidRPr="00BA0878" w:rsidRDefault="000C38C6" w:rsidP="00C177FA">
      <w:pPr>
        <w:pStyle w:val="para0"/>
        <w:ind w:right="992"/>
        <w:rPr>
          <w:b/>
          <w:lang w:val="en-US"/>
        </w:rPr>
      </w:pPr>
      <w:r w:rsidRPr="00BA0878">
        <w:rPr>
          <w:b/>
          <w:lang w:val="en-US"/>
        </w:rPr>
        <w:t>2.10.3.1.</w:t>
      </w:r>
      <w:r w:rsidR="00191917" w:rsidRPr="00BA0878">
        <w:rPr>
          <w:b/>
          <w:lang w:val="en-US"/>
        </w:rPr>
        <w:tab/>
        <w:t>"</w:t>
      </w:r>
      <w:r w:rsidR="00191917" w:rsidRPr="00BA0878">
        <w:rPr>
          <w:b/>
          <w:i/>
          <w:lang w:val="en-US"/>
        </w:rPr>
        <w:t>Illuminating surface of a lighting device</w:t>
      </w:r>
      <w:r w:rsidR="00191917" w:rsidRPr="00BA0878">
        <w:rPr>
          <w:b/>
          <w:lang w:val="en-US"/>
        </w:rPr>
        <w:t>" (paragraphs 2.</w:t>
      </w:r>
      <w:r w:rsidR="00797583" w:rsidRPr="00BA0878">
        <w:rPr>
          <w:b/>
          <w:lang w:val="en-US"/>
        </w:rPr>
        <w:t>5</w:t>
      </w:r>
      <w:r w:rsidR="00191917" w:rsidRPr="00BA0878">
        <w:rPr>
          <w:b/>
          <w:lang w:val="en-US"/>
        </w:rPr>
        <w:t>.</w:t>
      </w:r>
      <w:r w:rsidR="00797583" w:rsidRPr="00BA0878">
        <w:rPr>
          <w:b/>
          <w:lang w:val="en-US"/>
        </w:rPr>
        <w:t>1</w:t>
      </w:r>
      <w:r w:rsidR="00191917" w:rsidRPr="00BA0878">
        <w:rPr>
          <w:b/>
          <w:lang w:val="en-US"/>
        </w:rPr>
        <w:t>., 2.</w:t>
      </w:r>
      <w:r w:rsidR="00797583" w:rsidRPr="00BA0878">
        <w:rPr>
          <w:b/>
          <w:lang w:val="en-US"/>
        </w:rPr>
        <w:t>5</w:t>
      </w:r>
      <w:r w:rsidR="00191917" w:rsidRPr="00BA0878">
        <w:rPr>
          <w:b/>
          <w:lang w:val="en-US"/>
        </w:rPr>
        <w:t>.</w:t>
      </w:r>
      <w:r w:rsidR="00797583" w:rsidRPr="00BA0878">
        <w:rPr>
          <w:b/>
          <w:lang w:val="en-US"/>
        </w:rPr>
        <w:t>2</w:t>
      </w:r>
      <w:r w:rsidR="00191917" w:rsidRPr="00BA0878">
        <w:rPr>
          <w:b/>
          <w:lang w:val="en-US"/>
        </w:rPr>
        <w:t>., 2.</w:t>
      </w:r>
      <w:r w:rsidR="00797583" w:rsidRPr="00BA0878">
        <w:rPr>
          <w:b/>
          <w:lang w:val="en-US"/>
        </w:rPr>
        <w:t>5</w:t>
      </w:r>
      <w:r w:rsidR="00191917" w:rsidRPr="00BA0878">
        <w:rPr>
          <w:b/>
          <w:lang w:val="en-US"/>
        </w:rPr>
        <w:t>.1</w:t>
      </w:r>
      <w:r w:rsidR="00797583" w:rsidRPr="00BA0878">
        <w:rPr>
          <w:b/>
          <w:lang w:val="en-US"/>
        </w:rPr>
        <w:t>0</w:t>
      </w:r>
      <w:r w:rsidR="00191917" w:rsidRPr="00BA0878">
        <w:rPr>
          <w:b/>
          <w:lang w:val="en-US"/>
        </w:rPr>
        <w:t>., 2.</w:t>
      </w:r>
      <w:r w:rsidR="00797583" w:rsidRPr="00BA0878">
        <w:rPr>
          <w:b/>
          <w:lang w:val="en-US"/>
        </w:rPr>
        <w:t>5</w:t>
      </w:r>
      <w:r w:rsidR="00191917" w:rsidRPr="00BA0878">
        <w:rPr>
          <w:b/>
          <w:lang w:val="en-US"/>
        </w:rPr>
        <w:t>.</w:t>
      </w:r>
      <w:r w:rsidR="00797583" w:rsidRPr="00BA0878">
        <w:rPr>
          <w:b/>
          <w:lang w:val="en-US"/>
        </w:rPr>
        <w:t>12</w:t>
      </w:r>
      <w:r w:rsidR="00191917" w:rsidRPr="00BA0878">
        <w:rPr>
          <w:b/>
          <w:lang w:val="en-US"/>
        </w:rPr>
        <w:t>. and 2.</w:t>
      </w:r>
      <w:r w:rsidR="00797583" w:rsidRPr="00BA0878">
        <w:rPr>
          <w:b/>
          <w:lang w:val="en-US"/>
        </w:rPr>
        <w:t>5</w:t>
      </w:r>
      <w:r w:rsidR="00191917" w:rsidRPr="00BA0878">
        <w:rPr>
          <w:b/>
          <w:lang w:val="en-US"/>
        </w:rPr>
        <w:t>.</w:t>
      </w:r>
      <w:r w:rsidR="00797583" w:rsidRPr="00BA0878">
        <w:rPr>
          <w:b/>
          <w:lang w:val="en-US"/>
        </w:rPr>
        <w:t>17</w:t>
      </w:r>
      <w:r w:rsidR="00191917" w:rsidRPr="00BA0878">
        <w:rPr>
          <w:b/>
          <w:lang w:val="en-US"/>
        </w:rPr>
        <w:t>.) means the orthogonal projection of the full aperture of the reflector, or in the case of headlamps</w:t>
      </w:r>
      <w:r w:rsidR="00191917" w:rsidRPr="00BA0878">
        <w:rPr>
          <w:rFonts w:hint="eastAsia"/>
          <w:b/>
          <w:lang w:val="en-US"/>
        </w:rPr>
        <w:t xml:space="preserve"> </w:t>
      </w:r>
      <w:r w:rsidR="00191917" w:rsidRPr="00BA0878">
        <w:rPr>
          <w:b/>
          <w:lang w:val="en-US"/>
        </w:rPr>
        <w:t>with an ellipsoidal reflector of the "projection lens", on a transverse plane. If the lighting device</w:t>
      </w:r>
      <w:r w:rsidR="00191917" w:rsidRPr="00BA0878">
        <w:rPr>
          <w:rFonts w:hint="eastAsia"/>
          <w:b/>
          <w:lang w:val="en-US"/>
        </w:rPr>
        <w:t xml:space="preserve"> </w:t>
      </w:r>
      <w:r w:rsidR="00191917" w:rsidRPr="00BA0878">
        <w:rPr>
          <w:b/>
          <w:lang w:val="en-US"/>
        </w:rPr>
        <w:t>has no reflector, the definition of paragraph 2.</w:t>
      </w:r>
      <w:r w:rsidR="00797583" w:rsidRPr="00BA0878">
        <w:rPr>
          <w:b/>
          <w:lang w:val="en-US"/>
        </w:rPr>
        <w:t>10.3</w:t>
      </w:r>
      <w:r w:rsidR="00191917" w:rsidRPr="00BA0878">
        <w:rPr>
          <w:b/>
          <w:lang w:val="en-US"/>
        </w:rPr>
        <w:t>.2. shall be applied. If the light e</w:t>
      </w:r>
      <w:r w:rsidR="00191917" w:rsidRPr="00BA0878">
        <w:rPr>
          <w:rFonts w:hint="eastAsia"/>
          <w:b/>
          <w:lang w:val="en-US"/>
        </w:rPr>
        <w:t>m</w:t>
      </w:r>
      <w:r w:rsidR="00191917" w:rsidRPr="00BA0878">
        <w:rPr>
          <w:b/>
          <w:lang w:val="en-US"/>
        </w:rPr>
        <w:t>itting surface of</w:t>
      </w:r>
      <w:r w:rsidR="00191917" w:rsidRPr="00BA0878">
        <w:rPr>
          <w:rFonts w:hint="eastAsia"/>
          <w:b/>
          <w:lang w:val="en-US"/>
        </w:rPr>
        <w:t xml:space="preserve"> </w:t>
      </w:r>
      <w:r w:rsidR="00191917" w:rsidRPr="00BA0878">
        <w:rPr>
          <w:b/>
          <w:lang w:val="en-US"/>
        </w:rPr>
        <w:t>the lamp extends over part only of the full aperture of the reflector, then the projection of that</w:t>
      </w:r>
      <w:r w:rsidR="00191917" w:rsidRPr="00BA0878">
        <w:rPr>
          <w:rFonts w:hint="eastAsia"/>
          <w:b/>
          <w:lang w:val="en-US"/>
        </w:rPr>
        <w:t xml:space="preserve"> </w:t>
      </w:r>
      <w:r w:rsidR="00191917" w:rsidRPr="00BA0878">
        <w:rPr>
          <w:b/>
          <w:lang w:val="en-US"/>
        </w:rPr>
        <w:t>part only is taken into account.</w:t>
      </w:r>
    </w:p>
    <w:p w14:paraId="70368949" w14:textId="77777777" w:rsidR="00191917" w:rsidRPr="00BA0878" w:rsidRDefault="00191917" w:rsidP="00C177FA">
      <w:pPr>
        <w:pStyle w:val="para0"/>
        <w:ind w:right="992" w:firstLine="0"/>
        <w:rPr>
          <w:b/>
          <w:lang w:val="en-US"/>
        </w:rPr>
      </w:pPr>
      <w:r w:rsidRPr="00BA0878">
        <w:rPr>
          <w:b/>
          <w:lang w:val="en-US"/>
        </w:rPr>
        <w:t>In the case of a dipped-beam headlamp, the illuminating surface is limited by the apparent trace of the cut-off on to the lens. If the reflector and lens are adjustable relative to one another, the mean adjustment should be used.</w:t>
      </w:r>
    </w:p>
    <w:p w14:paraId="773DA8C2" w14:textId="77777777" w:rsidR="00191917" w:rsidRPr="00BA0878" w:rsidRDefault="00191917" w:rsidP="00C177FA">
      <w:pPr>
        <w:pStyle w:val="para0"/>
        <w:ind w:right="992" w:firstLine="0"/>
        <w:rPr>
          <w:b/>
          <w:lang w:val="en-US"/>
        </w:rPr>
      </w:pPr>
      <w:r w:rsidRPr="00BA0878">
        <w:rPr>
          <w:b/>
          <w:lang w:val="en-US"/>
        </w:rPr>
        <w:t xml:space="preserve">In the case of AFS being installed: where a lighting function is produced by two or more simultaneously operated lighting units on a given side of the vehicle, the individual illuminating surfaces, taken together, constitute the illuminating surface to be considered (for example, in the figure of paragraph 6.22.4. below, the individual illuminating surfaces of the lighting units 8, 9 and 11, regarded together and taking into account their respective location, constitute the illuminating surface to be considered for the right hand side of the vehicle). </w:t>
      </w:r>
    </w:p>
    <w:p w14:paraId="13800268" w14:textId="210521F6" w:rsidR="00191917" w:rsidRPr="00BA0878" w:rsidRDefault="000C38C6" w:rsidP="00C177FA">
      <w:pPr>
        <w:pStyle w:val="para0"/>
        <w:ind w:right="992"/>
        <w:rPr>
          <w:b/>
          <w:lang w:val="en-US"/>
        </w:rPr>
      </w:pPr>
      <w:r w:rsidRPr="00BA0878">
        <w:rPr>
          <w:b/>
          <w:lang w:val="en-US"/>
        </w:rPr>
        <w:t>2.10.3.2.</w:t>
      </w:r>
      <w:r w:rsidR="00191917" w:rsidRPr="00BA0878">
        <w:rPr>
          <w:b/>
          <w:lang w:val="en-US"/>
        </w:rPr>
        <w:tab/>
        <w:t>"</w:t>
      </w:r>
      <w:r w:rsidR="00191917" w:rsidRPr="00BA0878">
        <w:rPr>
          <w:b/>
          <w:i/>
          <w:lang w:val="en-US"/>
        </w:rPr>
        <w:t>Illuminating surface of a light-signalling device other than a retro-reflector</w:t>
      </w:r>
      <w:r w:rsidR="00191917" w:rsidRPr="00BA0878">
        <w:rPr>
          <w:b/>
          <w:lang w:val="en-US"/>
        </w:rPr>
        <w:t>" (paragraphs 2.</w:t>
      </w:r>
      <w:r w:rsidR="00797583" w:rsidRPr="00BA0878">
        <w:rPr>
          <w:b/>
          <w:lang w:val="en-US"/>
        </w:rPr>
        <w:t>5</w:t>
      </w:r>
      <w:r w:rsidR="00191917" w:rsidRPr="00BA0878">
        <w:rPr>
          <w:b/>
          <w:lang w:val="en-US"/>
        </w:rPr>
        <w:t>.</w:t>
      </w:r>
      <w:r w:rsidR="00797583" w:rsidRPr="00BA0878">
        <w:rPr>
          <w:b/>
          <w:lang w:val="en-US"/>
        </w:rPr>
        <w:t>3</w:t>
      </w:r>
      <w:r w:rsidR="00191917" w:rsidRPr="00BA0878">
        <w:rPr>
          <w:b/>
          <w:lang w:val="en-US"/>
        </w:rPr>
        <w:t>. to 2.</w:t>
      </w:r>
      <w:r w:rsidR="00797583" w:rsidRPr="00BA0878">
        <w:rPr>
          <w:b/>
          <w:lang w:val="en-US"/>
        </w:rPr>
        <w:t>5</w:t>
      </w:r>
      <w:r w:rsidR="00191917" w:rsidRPr="00BA0878">
        <w:rPr>
          <w:b/>
          <w:lang w:val="en-US"/>
        </w:rPr>
        <w:t>.</w:t>
      </w:r>
      <w:r w:rsidR="00797583" w:rsidRPr="00BA0878">
        <w:rPr>
          <w:b/>
          <w:lang w:val="en-US"/>
        </w:rPr>
        <w:t>7</w:t>
      </w:r>
      <w:r w:rsidR="00191917" w:rsidRPr="00BA0878">
        <w:rPr>
          <w:b/>
          <w:lang w:val="en-US"/>
        </w:rPr>
        <w:t>., 2.</w:t>
      </w:r>
      <w:r w:rsidR="00797583" w:rsidRPr="00BA0878">
        <w:rPr>
          <w:b/>
          <w:lang w:val="en-US"/>
        </w:rPr>
        <w:t>6</w:t>
      </w:r>
      <w:r w:rsidR="00191917" w:rsidRPr="00BA0878">
        <w:rPr>
          <w:b/>
          <w:lang w:val="en-US"/>
        </w:rPr>
        <w:t>.</w:t>
      </w:r>
      <w:r w:rsidR="00797583" w:rsidRPr="00BA0878">
        <w:rPr>
          <w:b/>
          <w:lang w:val="en-US"/>
        </w:rPr>
        <w:t>1</w:t>
      </w:r>
      <w:r w:rsidR="00191917" w:rsidRPr="00BA0878">
        <w:rPr>
          <w:b/>
          <w:lang w:val="en-US"/>
        </w:rPr>
        <w:t>., 2.</w:t>
      </w:r>
      <w:r w:rsidR="00797583" w:rsidRPr="00BA0878">
        <w:rPr>
          <w:b/>
          <w:lang w:val="en-US"/>
        </w:rPr>
        <w:t>5</w:t>
      </w:r>
      <w:r w:rsidR="00191917" w:rsidRPr="00BA0878">
        <w:rPr>
          <w:b/>
          <w:lang w:val="en-US"/>
        </w:rPr>
        <w:t>.</w:t>
      </w:r>
      <w:r w:rsidR="00797583" w:rsidRPr="00BA0878">
        <w:rPr>
          <w:b/>
          <w:lang w:val="en-US"/>
        </w:rPr>
        <w:t>11</w:t>
      </w:r>
      <w:r w:rsidR="00191917" w:rsidRPr="00BA0878">
        <w:rPr>
          <w:b/>
          <w:lang w:val="en-US"/>
        </w:rPr>
        <w:t>. and 2.</w:t>
      </w:r>
      <w:r w:rsidR="007E5E5F" w:rsidRPr="00BA0878">
        <w:rPr>
          <w:b/>
          <w:lang w:val="en-US"/>
        </w:rPr>
        <w:t>5</w:t>
      </w:r>
      <w:r w:rsidR="00191917" w:rsidRPr="00BA0878">
        <w:rPr>
          <w:b/>
          <w:lang w:val="en-US"/>
        </w:rPr>
        <w:t>.</w:t>
      </w:r>
      <w:r w:rsidR="007E5E5F" w:rsidRPr="00BA0878">
        <w:rPr>
          <w:b/>
          <w:lang w:val="en-US"/>
        </w:rPr>
        <w:t>13</w:t>
      </w:r>
      <w:r w:rsidR="00191917" w:rsidRPr="00BA0878">
        <w:rPr>
          <w:b/>
          <w:lang w:val="en-US"/>
        </w:rPr>
        <w:t>. to 2.</w:t>
      </w:r>
      <w:r w:rsidR="007E5E5F" w:rsidRPr="00BA0878">
        <w:rPr>
          <w:b/>
          <w:lang w:val="en-US"/>
        </w:rPr>
        <w:t>5</w:t>
      </w:r>
      <w:r w:rsidR="00191917" w:rsidRPr="00BA0878">
        <w:rPr>
          <w:b/>
          <w:lang w:val="en-US"/>
        </w:rPr>
        <w:t>.</w:t>
      </w:r>
      <w:r w:rsidR="007E5E5F" w:rsidRPr="00BA0878">
        <w:rPr>
          <w:b/>
          <w:lang w:val="en-US"/>
        </w:rPr>
        <w:t>16</w:t>
      </w:r>
      <w:r w:rsidR="00191917" w:rsidRPr="00BA0878">
        <w:rPr>
          <w:b/>
          <w:lang w:val="en-US"/>
        </w:rPr>
        <w:t>)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w:t>
      </w:r>
    </w:p>
    <w:p w14:paraId="30E900DC" w14:textId="7348DD0C" w:rsidR="00191917" w:rsidRPr="00BA0878" w:rsidRDefault="00191917" w:rsidP="00C177FA">
      <w:pPr>
        <w:pStyle w:val="para0"/>
        <w:ind w:right="992" w:firstLine="0"/>
        <w:rPr>
          <w:b/>
          <w:lang w:val="en-US"/>
        </w:rPr>
      </w:pPr>
      <w:r w:rsidRPr="00BA0878">
        <w:rPr>
          <w:b/>
          <w:lang w:val="en-US"/>
        </w:rPr>
        <w:t>To determine the lower, upper and lateral limits of the illuminating surface only screens with horizontal or vertical edges shall be used to verify the distance to the extreme edges of the vehicle and the height above the ground.</w:t>
      </w:r>
    </w:p>
    <w:p w14:paraId="75D2D0C9" w14:textId="4D5504B4" w:rsidR="00191917" w:rsidRPr="00BA0878" w:rsidRDefault="00191917" w:rsidP="00C177FA">
      <w:pPr>
        <w:pStyle w:val="para0"/>
        <w:ind w:right="992" w:firstLine="0"/>
        <w:rPr>
          <w:b/>
          <w:lang w:val="en-US"/>
        </w:rPr>
      </w:pPr>
      <w:r w:rsidRPr="00BA0878">
        <w:rPr>
          <w:b/>
          <w:lang w:val="en-US"/>
        </w:rPr>
        <w:t>For other applications of the illuminating surface, e.g. distance between two lamps or functions, the shape of the periphery of this illuminating surface shall be used. The screens shall remain parallel, but other orientations are allowed to be used.</w:t>
      </w:r>
    </w:p>
    <w:p w14:paraId="33A09932" w14:textId="6F682861" w:rsidR="00191917" w:rsidRPr="00BA0878" w:rsidRDefault="00191917" w:rsidP="00C177FA">
      <w:pPr>
        <w:pStyle w:val="para0"/>
        <w:ind w:right="992" w:firstLine="0"/>
        <w:rPr>
          <w:b/>
          <w:lang w:val="en-US"/>
        </w:rPr>
      </w:pPr>
      <w:r w:rsidRPr="00BA0878">
        <w:rPr>
          <w:b/>
          <w:lang w:val="en-US"/>
        </w:rPr>
        <w:t>In the case of a light-signalling device whose illuminating surface encloses either totally or partially the illuminating surface of another function or encloses a non-lighted surface, the illuminating surface may be considered to be the light emitting surface itself (see e.g. Annex 3, Parts 2, 3, 5 and 6).</w:t>
      </w:r>
    </w:p>
    <w:p w14:paraId="3321D57A" w14:textId="1F0D0E8A" w:rsidR="00191917" w:rsidRPr="00BA0878" w:rsidRDefault="000C38C6" w:rsidP="00C177FA">
      <w:pPr>
        <w:pStyle w:val="para0"/>
        <w:ind w:right="992"/>
        <w:rPr>
          <w:b/>
          <w:lang w:val="en-US"/>
        </w:rPr>
      </w:pPr>
      <w:r w:rsidRPr="00BA0878">
        <w:rPr>
          <w:b/>
          <w:lang w:val="en-US"/>
        </w:rPr>
        <w:t>2.10.3.3.</w:t>
      </w:r>
      <w:r w:rsidR="00191917" w:rsidRPr="00BA0878">
        <w:rPr>
          <w:b/>
          <w:lang w:val="en-US"/>
        </w:rPr>
        <w:tab/>
        <w:t>"</w:t>
      </w:r>
      <w:r w:rsidR="00191917" w:rsidRPr="00BA0878">
        <w:rPr>
          <w:b/>
          <w:i/>
          <w:lang w:val="en-US"/>
        </w:rPr>
        <w:t>Illuminating surface of a retro-reflector</w:t>
      </w:r>
      <w:r w:rsidR="00191917" w:rsidRPr="00BA0878">
        <w:rPr>
          <w:b/>
          <w:lang w:val="en-US"/>
        </w:rPr>
        <w:t>" (paragraph 2.</w:t>
      </w:r>
      <w:r w:rsidR="00851CEF" w:rsidRPr="00BA0878">
        <w:rPr>
          <w:b/>
          <w:lang w:val="en-US"/>
        </w:rPr>
        <w:t>5</w:t>
      </w:r>
      <w:r w:rsidR="00191917" w:rsidRPr="00BA0878">
        <w:rPr>
          <w:b/>
          <w:lang w:val="en-US"/>
        </w:rPr>
        <w:t>.</w:t>
      </w:r>
      <w:r w:rsidR="00851CEF" w:rsidRPr="00BA0878">
        <w:rPr>
          <w:b/>
          <w:lang w:val="en-US"/>
        </w:rPr>
        <w:t>8</w:t>
      </w:r>
      <w:r w:rsidR="00191917" w:rsidRPr="00BA0878">
        <w:rPr>
          <w:b/>
          <w:lang w:val="en-US"/>
        </w:rPr>
        <w:t>.) means, as declared by the applicant during the component approval procedure for the retro-reflectors, the orthogonal projection of a retro-reflector in a plane perpendicular to its axis of reference and delimited by planes contiguous to the declared outermost parts of the retro-reflectors' optical system and parallel to that axis. For the purposes of determining the lower, upper and lateral edges of the device, only horizontal and vertical planes shall be considered.</w:t>
      </w:r>
    </w:p>
    <w:p w14:paraId="340779A5" w14:textId="7B2D115A" w:rsidR="00191917" w:rsidRPr="00BA0878" w:rsidRDefault="000C38C6" w:rsidP="00C177FA">
      <w:pPr>
        <w:pStyle w:val="para0"/>
        <w:ind w:right="992"/>
        <w:rPr>
          <w:b/>
          <w:bCs/>
          <w:iCs/>
          <w:lang w:val="en-US"/>
        </w:rPr>
      </w:pPr>
      <w:r w:rsidRPr="00BA0878">
        <w:rPr>
          <w:b/>
          <w:lang w:val="en-US"/>
        </w:rPr>
        <w:t>2.10.4.</w:t>
      </w:r>
      <w:r w:rsidR="00191917" w:rsidRPr="00BA0878">
        <w:rPr>
          <w:b/>
          <w:lang w:val="en-US"/>
        </w:rPr>
        <w:tab/>
      </w:r>
      <w:r w:rsidR="00191917" w:rsidRPr="00BA0878">
        <w:rPr>
          <w:b/>
          <w:bCs/>
          <w:iCs/>
          <w:lang w:val="en-US"/>
        </w:rPr>
        <w:t>The "</w:t>
      </w:r>
      <w:r w:rsidR="00191917" w:rsidRPr="00BA0878">
        <w:rPr>
          <w:b/>
          <w:bCs/>
          <w:i/>
          <w:lang w:val="en-US"/>
        </w:rPr>
        <w:t>apparent surface</w:t>
      </w:r>
      <w:r w:rsidR="00191917" w:rsidRPr="00BA0878">
        <w:rPr>
          <w:b/>
          <w:bCs/>
          <w:iCs/>
          <w:lang w:val="en-US"/>
        </w:rPr>
        <w:t>" for a defined direction of observation means, at the request of the manufacturer or his duly accredited representative, the orthogonal projection of:</w:t>
      </w:r>
    </w:p>
    <w:p w14:paraId="1DD27DFE" w14:textId="77777777" w:rsidR="00191917" w:rsidRPr="00BA0878" w:rsidRDefault="00191917" w:rsidP="00C177FA">
      <w:pPr>
        <w:pStyle w:val="para0"/>
        <w:ind w:right="992" w:firstLine="0"/>
        <w:rPr>
          <w:b/>
          <w:lang w:val="en-US"/>
        </w:rPr>
      </w:pPr>
      <w:r w:rsidRPr="00BA0878">
        <w:rPr>
          <w:b/>
          <w:lang w:val="en-US"/>
        </w:rPr>
        <w:t>Either the boundary of the illuminating surface projected on the exterior surface of the lens;</w:t>
      </w:r>
    </w:p>
    <w:p w14:paraId="2F3844F4" w14:textId="77777777" w:rsidR="00191917" w:rsidRPr="00BA0878" w:rsidRDefault="00191917" w:rsidP="00C177FA">
      <w:pPr>
        <w:pStyle w:val="para0"/>
        <w:ind w:right="992" w:firstLine="0"/>
        <w:rPr>
          <w:b/>
          <w:lang w:val="en-US"/>
        </w:rPr>
      </w:pPr>
      <w:r w:rsidRPr="00BA0878">
        <w:rPr>
          <w:b/>
          <w:lang w:val="en-US"/>
        </w:rPr>
        <w:t>Or the light-emitting surface;</w:t>
      </w:r>
    </w:p>
    <w:p w14:paraId="1CBA09A7" w14:textId="0DE7F08F" w:rsidR="00191917" w:rsidRPr="00BA0878" w:rsidRDefault="00191917" w:rsidP="00C177FA">
      <w:pPr>
        <w:pStyle w:val="para0"/>
        <w:ind w:right="992" w:firstLine="0"/>
        <w:rPr>
          <w:b/>
          <w:lang w:val="en-US"/>
        </w:rPr>
      </w:pPr>
      <w:r w:rsidRPr="00BA0878">
        <w:rPr>
          <w:b/>
          <w:lang w:val="en-US"/>
        </w:rPr>
        <w:t>Only in the case of a light-signalling device producing variable luminous intensities, its apparent surface that may be variable as specified in paragraph 2.</w:t>
      </w:r>
      <w:r w:rsidR="00851CEF" w:rsidRPr="00BA0878">
        <w:rPr>
          <w:b/>
          <w:lang w:val="en-US"/>
        </w:rPr>
        <w:t>9</w:t>
      </w:r>
      <w:r w:rsidRPr="00BA0878">
        <w:rPr>
          <w:b/>
          <w:lang w:val="en-US"/>
        </w:rPr>
        <w:t>.3. shall be considered under all conditions permitted by the variable intensity control, if applicable.</w:t>
      </w:r>
    </w:p>
    <w:p w14:paraId="28110A4F" w14:textId="77777777" w:rsidR="00191917" w:rsidRPr="00BA0878" w:rsidRDefault="00191917" w:rsidP="00C177FA">
      <w:pPr>
        <w:pStyle w:val="para0"/>
        <w:ind w:right="992" w:firstLine="0"/>
        <w:rPr>
          <w:b/>
          <w:lang w:val="en-US"/>
        </w:rPr>
      </w:pPr>
      <w:r w:rsidRPr="00BA0878">
        <w:rPr>
          <w:b/>
          <w:lang w:val="en-US"/>
        </w:rPr>
        <w:t>In a plane perpendicular to the direction of observation and tangential to the most exterior point of the lens.  Different examples of the application of apparent surface can be found in Annex 3 to this Regulation.</w:t>
      </w:r>
    </w:p>
    <w:p w14:paraId="30C54CD8" w14:textId="5BB8699D" w:rsidR="00191917" w:rsidRPr="00BA0878" w:rsidRDefault="000C38C6" w:rsidP="000266E9">
      <w:pPr>
        <w:pStyle w:val="para0"/>
        <w:ind w:right="992"/>
        <w:rPr>
          <w:b/>
          <w:lang w:val="en-US"/>
        </w:rPr>
      </w:pPr>
      <w:r w:rsidRPr="00BA0878">
        <w:rPr>
          <w:b/>
          <w:lang w:val="en-US"/>
        </w:rPr>
        <w:t>2.10.5.</w:t>
      </w:r>
      <w:r w:rsidR="00191917" w:rsidRPr="00BA0878">
        <w:rPr>
          <w:b/>
          <w:lang w:val="en-US"/>
        </w:rPr>
        <w:tab/>
        <w:t>"</w:t>
      </w:r>
      <w:r w:rsidR="00191917" w:rsidRPr="00BA0878">
        <w:rPr>
          <w:b/>
          <w:i/>
          <w:lang w:val="en-US"/>
        </w:rPr>
        <w:t>Axis of reference</w:t>
      </w:r>
      <w:r w:rsidR="00191917" w:rsidRPr="00BA0878">
        <w:rPr>
          <w:b/>
          <w:lang w:val="en-US"/>
        </w:rPr>
        <w:t>" (or "</w:t>
      </w:r>
      <w:r w:rsidR="00191917" w:rsidRPr="00BA0878">
        <w:rPr>
          <w:b/>
          <w:i/>
          <w:lang w:val="en-US"/>
        </w:rPr>
        <w:t>reference axis</w:t>
      </w:r>
      <w:r w:rsidR="00191917" w:rsidRPr="00BA0878">
        <w:rPr>
          <w:b/>
          <w:lang w:val="en-US"/>
        </w:rPr>
        <w:t>") means the characteristic axis of the lamp determined by the manufacturer (of the lamp) for use as the direction of reference (H = 0°, V = 0°) for angles of field for photometric measurements and for installing the lamp on the vehicle.</w:t>
      </w:r>
    </w:p>
    <w:p w14:paraId="27BA5437" w14:textId="77777777" w:rsidR="00461014" w:rsidRPr="00BA0878" w:rsidRDefault="000C38C6" w:rsidP="000266E9">
      <w:pPr>
        <w:pStyle w:val="para0"/>
        <w:ind w:right="992"/>
        <w:rPr>
          <w:b/>
          <w:lang w:val="en-US"/>
        </w:rPr>
      </w:pPr>
      <w:r w:rsidRPr="00BA0878">
        <w:rPr>
          <w:b/>
          <w:lang w:val="en-US"/>
        </w:rPr>
        <w:t>2.10.6.</w:t>
      </w:r>
      <w:r w:rsidR="00191917" w:rsidRPr="00BA0878">
        <w:rPr>
          <w:b/>
          <w:lang w:val="en-US"/>
        </w:rPr>
        <w:tab/>
        <w:t>"</w:t>
      </w:r>
      <w:r w:rsidR="00191917" w:rsidRPr="00BA0878">
        <w:rPr>
          <w:b/>
          <w:i/>
          <w:lang w:val="en-US"/>
        </w:rPr>
        <w:t>Centre of reference</w:t>
      </w:r>
      <w:r w:rsidR="00191917" w:rsidRPr="00BA0878">
        <w:rPr>
          <w:b/>
          <w:lang w:val="en-US"/>
        </w:rPr>
        <w:t>" means</w:t>
      </w:r>
      <w:r w:rsidR="00461014" w:rsidRPr="00BA0878">
        <w:rPr>
          <w:b/>
          <w:lang w:val="en-US"/>
        </w:rPr>
        <w:t>:</w:t>
      </w:r>
    </w:p>
    <w:p w14:paraId="22110D09" w14:textId="77777777" w:rsidR="00461014" w:rsidRPr="00BA0878" w:rsidRDefault="00461014" w:rsidP="000266E9">
      <w:pPr>
        <w:pStyle w:val="para0"/>
        <w:ind w:right="992" w:firstLine="0"/>
        <w:rPr>
          <w:b/>
          <w:lang w:val="en-US"/>
        </w:rPr>
      </w:pPr>
      <w:r w:rsidRPr="00BA0878">
        <w:rPr>
          <w:b/>
          <w:lang w:val="en-US"/>
        </w:rPr>
        <w:t>-</w:t>
      </w:r>
      <w:r w:rsidR="00191917" w:rsidRPr="00BA0878">
        <w:rPr>
          <w:b/>
          <w:lang w:val="en-US"/>
        </w:rPr>
        <w:t xml:space="preserve"> the intersection of the axis of reference with the exterior light</w:t>
      </w:r>
      <w:r w:rsidR="00851CEF" w:rsidRPr="00BA0878">
        <w:rPr>
          <w:b/>
          <w:lang w:val="en-US"/>
        </w:rPr>
        <w:t>-</w:t>
      </w:r>
      <w:r w:rsidR="00191917" w:rsidRPr="00BA0878">
        <w:rPr>
          <w:b/>
          <w:lang w:val="en-US"/>
        </w:rPr>
        <w:t>emitting surface</w:t>
      </w:r>
      <w:r w:rsidR="00184CE3" w:rsidRPr="00BA0878">
        <w:rPr>
          <w:b/>
          <w:lang w:val="en-US"/>
        </w:rPr>
        <w:t xml:space="preserve"> or </w:t>
      </w:r>
    </w:p>
    <w:p w14:paraId="3F22104C" w14:textId="77777777" w:rsidR="00461014" w:rsidRPr="00BA0878" w:rsidRDefault="00461014" w:rsidP="000266E9">
      <w:pPr>
        <w:pStyle w:val="para0"/>
        <w:ind w:right="992" w:firstLine="0"/>
        <w:rPr>
          <w:b/>
          <w:lang w:val="en-US"/>
        </w:rPr>
      </w:pPr>
      <w:r w:rsidRPr="00BA0878">
        <w:rPr>
          <w:b/>
          <w:lang w:val="en-US"/>
        </w:rPr>
        <w:t xml:space="preserve">- </w:t>
      </w:r>
      <w:r w:rsidR="00184CE3" w:rsidRPr="00BA0878">
        <w:rPr>
          <w:b/>
          <w:lang w:val="en-US"/>
        </w:rPr>
        <w:t>a point on or near a retro-reflective area</w:t>
      </w:r>
    </w:p>
    <w:p w14:paraId="1C21D3A3" w14:textId="38CDA81D" w:rsidR="00191917" w:rsidRPr="00BA0878" w:rsidRDefault="00184CE3" w:rsidP="000266E9">
      <w:pPr>
        <w:pStyle w:val="para0"/>
        <w:ind w:right="992" w:firstLine="0"/>
        <w:rPr>
          <w:b/>
          <w:lang w:val="en-US"/>
        </w:rPr>
      </w:pPr>
      <w:r w:rsidRPr="00BA0878">
        <w:rPr>
          <w:b/>
          <w:lang w:val="en-US"/>
        </w:rPr>
        <w:t>which is designated to be the centre of the device</w:t>
      </w:r>
      <w:r w:rsidR="00461014" w:rsidRPr="00BA0878">
        <w:rPr>
          <w:b/>
          <w:lang w:val="en-US"/>
        </w:rPr>
        <w:t xml:space="preserve"> </w:t>
      </w:r>
      <w:r w:rsidRPr="00BA0878">
        <w:rPr>
          <w:b/>
          <w:lang w:val="en-US"/>
        </w:rPr>
        <w:t>for the purpose of specifying its performance</w:t>
      </w:r>
      <w:r w:rsidR="00191917" w:rsidRPr="00BA0878">
        <w:rPr>
          <w:b/>
          <w:lang w:val="en-US"/>
        </w:rPr>
        <w:t>; it is specified by the manufacturer of the lamp.</w:t>
      </w:r>
    </w:p>
    <w:p w14:paraId="4A3E3677" w14:textId="31BC3040" w:rsidR="00191917" w:rsidRPr="00BA0878" w:rsidRDefault="000C38C6" w:rsidP="000266E9">
      <w:pPr>
        <w:pStyle w:val="para0"/>
        <w:ind w:right="992"/>
        <w:rPr>
          <w:b/>
          <w:lang w:val="en-US"/>
        </w:rPr>
      </w:pPr>
      <w:r w:rsidRPr="00BA0878">
        <w:rPr>
          <w:b/>
          <w:lang w:val="en-US"/>
        </w:rPr>
        <w:t>2.10.7.</w:t>
      </w:r>
      <w:r w:rsidR="00191917" w:rsidRPr="00BA0878">
        <w:rPr>
          <w:b/>
          <w:lang w:val="en-US"/>
        </w:rPr>
        <w:tab/>
        <w:t>"</w:t>
      </w:r>
      <w:r w:rsidR="00191917" w:rsidRPr="00BA0878">
        <w:rPr>
          <w:b/>
          <w:i/>
          <w:lang w:val="en-US"/>
        </w:rPr>
        <w:t>Angles of geometric visibility</w:t>
      </w:r>
      <w:r w:rsidR="00191917" w:rsidRPr="00BA0878">
        <w:rPr>
          <w:b/>
          <w:lang w:val="en-US"/>
        </w:rPr>
        <w:t xml:space="preserve">" means the angles which determine the field of the minimum solid angle in which the apparent surface of the lamp is visible.  That field of the solid angle is determined by the segments of the sphere of which the centre coincides with the centre of reference of the lamp and the equator is parallel with the ground.  These segments are determined in relation to the axis of reference. The horizontal angles ß correspond to the longitude and the vertical angles </w:t>
      </w:r>
      <w:r w:rsidR="00191917" w:rsidRPr="00BA0878">
        <w:rPr>
          <w:b/>
        </w:rPr>
        <w:t>α</w:t>
      </w:r>
      <w:r w:rsidR="00191917" w:rsidRPr="00BA0878">
        <w:rPr>
          <w:b/>
          <w:lang w:val="en-US"/>
        </w:rPr>
        <w:t xml:space="preserve"> to the latitude.</w:t>
      </w:r>
    </w:p>
    <w:p w14:paraId="1CFC4848" w14:textId="0DD9A9CB" w:rsidR="00191917" w:rsidRPr="00BA0878" w:rsidRDefault="000C38C6" w:rsidP="00671D2C">
      <w:pPr>
        <w:pStyle w:val="para0"/>
        <w:ind w:right="992"/>
        <w:rPr>
          <w:b/>
          <w:lang w:val="en-US"/>
        </w:rPr>
      </w:pPr>
      <w:r w:rsidRPr="00BA0878">
        <w:rPr>
          <w:b/>
          <w:lang w:val="en-US"/>
        </w:rPr>
        <w:t>2.10.8.</w:t>
      </w:r>
      <w:r w:rsidR="00A33EEC" w:rsidRPr="00BA0878">
        <w:rPr>
          <w:b/>
          <w:lang w:val="en-US"/>
        </w:rPr>
        <w:tab/>
      </w:r>
      <w:r w:rsidR="00191917" w:rsidRPr="00BA0878">
        <w:rPr>
          <w:b/>
          <w:lang w:val="en-US"/>
        </w:rPr>
        <w:t>"</w:t>
      </w:r>
      <w:r w:rsidR="00191917" w:rsidRPr="00BA0878">
        <w:rPr>
          <w:b/>
          <w:i/>
          <w:lang w:val="en-US"/>
        </w:rPr>
        <w:t>Photometric stability has occurred</w:t>
      </w:r>
      <w:r w:rsidR="00191917" w:rsidRPr="00BA0878">
        <w:rPr>
          <w:b/>
          <w:lang w:val="en-US"/>
        </w:rPr>
        <w:t>" means the variation of the luminous intensity for the specified test point is less than 3 per cent within any 15 minute period.</w:t>
      </w:r>
    </w:p>
    <w:p w14:paraId="57EBD64D" w14:textId="420AC1DE" w:rsidR="00191917" w:rsidRPr="00BA0878" w:rsidRDefault="000C38C6" w:rsidP="00671D2C">
      <w:pPr>
        <w:pStyle w:val="para0"/>
        <w:ind w:right="992"/>
        <w:rPr>
          <w:b/>
          <w:lang w:val="en-US"/>
        </w:rPr>
      </w:pPr>
      <w:r w:rsidRPr="00BA0878">
        <w:rPr>
          <w:b/>
          <w:lang w:val="en-US"/>
        </w:rPr>
        <w:t>2.10.9.</w:t>
      </w:r>
      <w:r w:rsidR="00191917" w:rsidRPr="00BA0878">
        <w:rPr>
          <w:b/>
          <w:bCs/>
          <w:lang w:val="en-US"/>
        </w:rPr>
        <w:tab/>
        <w:t>"</w:t>
      </w:r>
      <w:r w:rsidR="00191917" w:rsidRPr="00BA0878">
        <w:rPr>
          <w:b/>
          <w:bCs/>
          <w:i/>
          <w:lang w:val="en-US"/>
        </w:rPr>
        <w:t>Gonio(photo)meter system (</w:t>
      </w:r>
      <w:r w:rsidR="00191917" w:rsidRPr="00BA0878">
        <w:rPr>
          <w:b/>
          <w:i/>
          <w:lang w:val="en-US"/>
        </w:rPr>
        <w:t>i</w:t>
      </w:r>
      <w:r w:rsidR="00191917" w:rsidRPr="00BA0878">
        <w:rPr>
          <w:b/>
          <w:i/>
          <w:lang w:val="x-none"/>
        </w:rPr>
        <w:t>f not otherwise specified in a particular Regulation</w:t>
      </w:r>
      <w:r w:rsidR="00191917" w:rsidRPr="00BA0878">
        <w:rPr>
          <w:b/>
          <w:bCs/>
          <w:i/>
          <w:lang w:val="en-US"/>
        </w:rPr>
        <w:t>)</w:t>
      </w:r>
      <w:r w:rsidR="00191917" w:rsidRPr="00BA0878">
        <w:rPr>
          <w:b/>
          <w:bCs/>
          <w:lang w:val="en-US"/>
        </w:rPr>
        <w:t>" means a system used for the photometric measurements specified by the angular coordinates in degrees on a sphere with a vertical polar axis according to CIE publication No. 70, Vienna 1987, i.e. corresponding to a gonio(photo)meter system with a horizontal ("elevation") axis fixed to the ground and a second, moveable ("rotation") axis perpendicular to the fixed horizontal axis (see Annex 14 to this Regulation).</w:t>
      </w:r>
      <w:r w:rsidR="00191917" w:rsidRPr="00BA0878">
        <w:rPr>
          <w:b/>
          <w:lang w:val="en-US"/>
        </w:rPr>
        <w:t xml:space="preserve">  </w:t>
      </w:r>
      <w:r w:rsidR="00191917" w:rsidRPr="00BA0878">
        <w:rPr>
          <w:b/>
          <w:i/>
          <w:lang w:val="en-US"/>
        </w:rPr>
        <w:t>Note:</w:t>
      </w:r>
      <w:r w:rsidR="00191917" w:rsidRPr="00BA0878">
        <w:rPr>
          <w:b/>
          <w:lang w:val="en-US"/>
        </w:rPr>
        <w:t xml:space="preserve"> </w:t>
      </w:r>
      <w:r w:rsidR="00191917" w:rsidRPr="00BA0878">
        <w:rPr>
          <w:b/>
          <w:bCs/>
          <w:lang w:val="en-US"/>
        </w:rPr>
        <w:t>The above mentioned CIE publication</w:t>
      </w:r>
      <w:r w:rsidR="00191917" w:rsidRPr="00BA0878">
        <w:rPr>
          <w:b/>
          <w:lang w:val="en-US"/>
        </w:rPr>
        <w:t xml:space="preserve"> specifies a procedure to correct the angular coordinates in the case where an alternative </w:t>
      </w:r>
      <w:r w:rsidR="00191917" w:rsidRPr="00BA0878">
        <w:rPr>
          <w:b/>
          <w:bCs/>
          <w:lang w:val="en-US"/>
        </w:rPr>
        <w:t>gonio(photo)meter system</w:t>
      </w:r>
      <w:r w:rsidR="00191917" w:rsidRPr="00BA0878">
        <w:rPr>
          <w:b/>
          <w:lang w:val="en-US"/>
        </w:rPr>
        <w:t xml:space="preserve"> is used.</w:t>
      </w:r>
    </w:p>
    <w:p w14:paraId="0D892915" w14:textId="64599FC2" w:rsidR="00191917" w:rsidRPr="00BA0878" w:rsidRDefault="000C38C6" w:rsidP="00671D2C">
      <w:pPr>
        <w:pStyle w:val="para0"/>
        <w:ind w:right="992"/>
        <w:rPr>
          <w:b/>
          <w:lang w:val="en-US"/>
        </w:rPr>
      </w:pPr>
      <w:r w:rsidRPr="00BA0878">
        <w:rPr>
          <w:b/>
          <w:lang w:val="en-US"/>
        </w:rPr>
        <w:t>2.10.10.</w:t>
      </w:r>
      <w:r w:rsidR="00191917" w:rsidRPr="00BA0878">
        <w:rPr>
          <w:b/>
          <w:lang w:val="en-US"/>
        </w:rPr>
        <w:tab/>
        <w:t>"</w:t>
      </w:r>
      <w:r w:rsidR="00191917" w:rsidRPr="00BA0878">
        <w:rPr>
          <w:b/>
          <w:i/>
          <w:lang w:val="en-US"/>
        </w:rPr>
        <w:t>H plane</w:t>
      </w:r>
      <w:r w:rsidR="00191917" w:rsidRPr="00BA0878">
        <w:rPr>
          <w:b/>
          <w:lang w:val="en-US"/>
        </w:rPr>
        <w:t>" means the horizontal plane containing the centre of reference of the lamp.</w:t>
      </w:r>
    </w:p>
    <w:p w14:paraId="055A6B28" w14:textId="24713130" w:rsidR="00191917" w:rsidRPr="00BA0878" w:rsidRDefault="000C38C6" w:rsidP="00671D2C">
      <w:pPr>
        <w:pStyle w:val="para0"/>
        <w:ind w:right="992"/>
        <w:rPr>
          <w:b/>
          <w:lang w:val="en-US"/>
        </w:rPr>
      </w:pPr>
      <w:r w:rsidRPr="00BA0878">
        <w:rPr>
          <w:b/>
          <w:lang w:val="en-US"/>
        </w:rPr>
        <w:t>2.10.11.</w:t>
      </w:r>
      <w:r w:rsidR="00A33EEC" w:rsidRPr="00BA0878">
        <w:rPr>
          <w:b/>
          <w:lang w:val="en-US"/>
        </w:rPr>
        <w:tab/>
      </w:r>
      <w:r w:rsidR="00191917" w:rsidRPr="00BA0878">
        <w:rPr>
          <w:b/>
          <w:lang w:val="en-US"/>
        </w:rPr>
        <w:t>"</w:t>
      </w:r>
      <w:r w:rsidR="00191917" w:rsidRPr="00BA0878">
        <w:rPr>
          <w:b/>
          <w:i/>
          <w:lang w:val="en-US"/>
        </w:rPr>
        <w:t>Transverse plane</w:t>
      </w:r>
      <w:r w:rsidR="00191917" w:rsidRPr="00BA0878">
        <w:rPr>
          <w:b/>
          <w:lang w:val="en-US"/>
        </w:rPr>
        <w:t>" means a vertical plane perpendicular to the median longitudinal plane of the vehicle.</w:t>
      </w:r>
    </w:p>
    <w:p w14:paraId="0840E700" w14:textId="32477A5C" w:rsidR="00191917" w:rsidRPr="00BA0878" w:rsidRDefault="000C38C6" w:rsidP="00671D2C">
      <w:pPr>
        <w:pStyle w:val="para0"/>
        <w:ind w:right="992"/>
        <w:rPr>
          <w:b/>
          <w:lang w:val="en-US"/>
        </w:rPr>
      </w:pPr>
      <w:r w:rsidRPr="00BA0878">
        <w:rPr>
          <w:b/>
          <w:lang w:val="en-US"/>
        </w:rPr>
        <w:t>2.10.1</w:t>
      </w:r>
      <w:r w:rsidR="003715E0" w:rsidRPr="00BA0878">
        <w:rPr>
          <w:b/>
          <w:lang w:val="en-US"/>
        </w:rPr>
        <w:t>2</w:t>
      </w:r>
      <w:r w:rsidRPr="00BA0878">
        <w:rPr>
          <w:b/>
          <w:lang w:val="en-US"/>
        </w:rPr>
        <w:t>.</w:t>
      </w:r>
      <w:r w:rsidR="00A33EEC" w:rsidRPr="00BA0878">
        <w:rPr>
          <w:b/>
          <w:lang w:val="en-US"/>
        </w:rPr>
        <w:tab/>
      </w:r>
      <w:r w:rsidR="00520947" w:rsidRPr="00BA0878">
        <w:rPr>
          <w:b/>
          <w:lang w:val="en-US"/>
        </w:rPr>
        <w:t>''</w:t>
      </w:r>
      <w:r w:rsidR="00191917" w:rsidRPr="00BA0878">
        <w:rPr>
          <w:b/>
          <w:i/>
          <w:lang w:val="en-US"/>
        </w:rPr>
        <w:t>Angle of divergence</w:t>
      </w:r>
      <w:r w:rsidR="00191917" w:rsidRPr="00BA0878">
        <w:rPr>
          <w:b/>
          <w:lang w:val="en-US"/>
        </w:rPr>
        <w:t>" means the angle between the straight lines connecting the centre of reference to the centre of the receiver and to the centre of the source of illumination.</w:t>
      </w:r>
    </w:p>
    <w:p w14:paraId="3CEAAAB1" w14:textId="3B9288CF" w:rsidR="00191917" w:rsidRPr="00BA0878" w:rsidRDefault="003715E0" w:rsidP="00671D2C">
      <w:pPr>
        <w:pStyle w:val="para0"/>
        <w:ind w:right="992"/>
        <w:rPr>
          <w:b/>
          <w:lang w:val="en-US"/>
        </w:rPr>
      </w:pPr>
      <w:r w:rsidRPr="00BA0878">
        <w:rPr>
          <w:b/>
          <w:lang w:val="en-US"/>
        </w:rPr>
        <w:t>2.10.13.</w:t>
      </w:r>
      <w:r w:rsidR="00A33EEC" w:rsidRPr="00BA0878">
        <w:rPr>
          <w:b/>
          <w:lang w:val="en-US"/>
        </w:rPr>
        <w:tab/>
      </w:r>
      <w:r w:rsidR="00191917" w:rsidRPr="00BA0878">
        <w:rPr>
          <w:b/>
          <w:lang w:val="en-US"/>
        </w:rPr>
        <w:t>''</w:t>
      </w:r>
      <w:r w:rsidR="00191917" w:rsidRPr="00BA0878">
        <w:rPr>
          <w:b/>
          <w:i/>
          <w:lang w:val="en-US"/>
        </w:rPr>
        <w:t>Illumination angle</w:t>
      </w:r>
      <w:r w:rsidR="00191917" w:rsidRPr="00BA0878">
        <w:rPr>
          <w:b/>
          <w:lang w:val="en-US"/>
        </w:rPr>
        <w:t>" means the angle between the axis of reference and the straight line connecting the centre of reference to the centre of the source of illumination.</w:t>
      </w:r>
    </w:p>
    <w:p w14:paraId="11A30AEA" w14:textId="7F9749F5" w:rsidR="00191917" w:rsidRPr="00BA0878" w:rsidRDefault="003715E0" w:rsidP="00671D2C">
      <w:pPr>
        <w:pStyle w:val="para0"/>
        <w:ind w:right="992"/>
        <w:rPr>
          <w:b/>
          <w:lang w:val="en-US"/>
        </w:rPr>
      </w:pPr>
      <w:r w:rsidRPr="00BA0878">
        <w:rPr>
          <w:b/>
          <w:lang w:val="en-US"/>
        </w:rPr>
        <w:t>2.10.14.</w:t>
      </w:r>
      <w:r w:rsidR="00A33EEC" w:rsidRPr="00BA0878">
        <w:rPr>
          <w:b/>
          <w:lang w:val="en-US"/>
        </w:rPr>
        <w:tab/>
      </w:r>
      <w:r w:rsidR="00191917" w:rsidRPr="00BA0878">
        <w:rPr>
          <w:b/>
          <w:lang w:val="en-US"/>
        </w:rPr>
        <w:t>"</w:t>
      </w:r>
      <w:r w:rsidR="00191917" w:rsidRPr="00BA0878">
        <w:rPr>
          <w:b/>
          <w:i/>
          <w:lang w:val="en-US"/>
        </w:rPr>
        <w:t>Angle of rotation</w:t>
      </w:r>
      <w:r w:rsidR="00191917" w:rsidRPr="00BA0878">
        <w:rPr>
          <w:b/>
          <w:lang w:val="en-US"/>
        </w:rPr>
        <w:t>" means the angle through which the retro-reflective device is rotated about its axis of reference starting from one given position.</w:t>
      </w:r>
    </w:p>
    <w:p w14:paraId="36E678D8" w14:textId="69FD3742" w:rsidR="00191917" w:rsidRPr="00BA0878" w:rsidRDefault="003715E0" w:rsidP="00671D2C">
      <w:pPr>
        <w:pStyle w:val="para0"/>
        <w:ind w:right="992"/>
        <w:rPr>
          <w:b/>
          <w:lang w:val="en-US"/>
        </w:rPr>
      </w:pPr>
      <w:r w:rsidRPr="00BA0878">
        <w:rPr>
          <w:b/>
          <w:lang w:val="en-US"/>
        </w:rPr>
        <w:t>2.10.15.</w:t>
      </w:r>
      <w:r w:rsidR="00A33EEC" w:rsidRPr="00BA0878">
        <w:rPr>
          <w:b/>
          <w:lang w:val="en-US"/>
        </w:rPr>
        <w:tab/>
      </w:r>
      <w:r w:rsidR="00191917" w:rsidRPr="00BA0878">
        <w:rPr>
          <w:b/>
          <w:lang w:val="en-US"/>
        </w:rPr>
        <w:t>"</w:t>
      </w:r>
      <w:r w:rsidR="00191917" w:rsidRPr="00BA0878">
        <w:rPr>
          <w:b/>
          <w:i/>
          <w:lang w:val="en-US"/>
        </w:rPr>
        <w:t>Angular diameter of the retro-reflective device</w:t>
      </w:r>
      <w:r w:rsidR="00191917" w:rsidRPr="00BA0878">
        <w:rPr>
          <w:b/>
          <w:lang w:val="en-US"/>
        </w:rPr>
        <w:t>" means the angle subtended by the greatest dimension of the visible area of the illuminating surface, either at the centre of the source of illumination or at the centre of the receiver.</w:t>
      </w:r>
    </w:p>
    <w:p w14:paraId="42B6B509" w14:textId="323DD78A" w:rsidR="00191917" w:rsidRPr="00BA0878" w:rsidRDefault="003715E0" w:rsidP="00671D2C">
      <w:pPr>
        <w:pStyle w:val="para0"/>
        <w:ind w:right="992"/>
        <w:rPr>
          <w:b/>
          <w:lang w:val="en-US"/>
        </w:rPr>
      </w:pPr>
      <w:r w:rsidRPr="00BA0878">
        <w:rPr>
          <w:b/>
          <w:lang w:val="en-US"/>
        </w:rPr>
        <w:t>2.10.16.</w:t>
      </w:r>
      <w:r w:rsidR="00A33EEC" w:rsidRPr="00BA0878">
        <w:rPr>
          <w:b/>
          <w:lang w:val="en-US"/>
        </w:rPr>
        <w:tab/>
      </w:r>
      <w:r w:rsidR="00191917" w:rsidRPr="00BA0878">
        <w:rPr>
          <w:b/>
          <w:lang w:val="en-US"/>
        </w:rPr>
        <w:t>"</w:t>
      </w:r>
      <w:r w:rsidR="00191917" w:rsidRPr="00BA0878">
        <w:rPr>
          <w:b/>
          <w:i/>
          <w:lang w:val="en-US"/>
        </w:rPr>
        <w:t>Illumination of the retro-reflective device</w:t>
      </w:r>
      <w:r w:rsidR="00191917" w:rsidRPr="00BA0878">
        <w:rPr>
          <w:b/>
          <w:lang w:val="en-US"/>
        </w:rPr>
        <w:t>" is the abbreviated expression used conventionally to designate the illumination measured in a plane perpendicular to the incident rays and passing through the centre of reference.</w:t>
      </w:r>
    </w:p>
    <w:p w14:paraId="00975938" w14:textId="6EFCE059" w:rsidR="00184CE3" w:rsidRPr="00BA0878" w:rsidRDefault="003715E0" w:rsidP="00E35EF4">
      <w:pPr>
        <w:pStyle w:val="para0"/>
        <w:ind w:right="992"/>
        <w:rPr>
          <w:b/>
          <w:lang w:val="en-US"/>
        </w:rPr>
      </w:pPr>
      <w:r w:rsidRPr="00BA0878">
        <w:rPr>
          <w:b/>
          <w:lang w:val="en-US"/>
        </w:rPr>
        <w:t>2.10.17.</w:t>
      </w:r>
      <w:r w:rsidR="00A33EEC" w:rsidRPr="00BA0878">
        <w:rPr>
          <w:b/>
          <w:lang w:val="en-US"/>
        </w:rPr>
        <w:tab/>
      </w:r>
      <w:r w:rsidR="00191917" w:rsidRPr="00BA0878">
        <w:rPr>
          <w:b/>
          <w:lang w:val="en-US"/>
        </w:rPr>
        <w:t>"</w:t>
      </w:r>
      <w:r w:rsidR="00191917" w:rsidRPr="00BA0878">
        <w:rPr>
          <w:b/>
          <w:i/>
          <w:lang w:val="en-US"/>
        </w:rPr>
        <w:t>Coefficient of luminous intensity (CIL)</w:t>
      </w:r>
      <w:r w:rsidR="00191917" w:rsidRPr="00BA0878">
        <w:rPr>
          <w:b/>
          <w:lang w:val="en-US"/>
        </w:rPr>
        <w:t>" means the quotient of the luminous intensity reflected in the direction considered, divided by the illumination of the retro-reflective device for given angles of illumination, divergence and rotation.</w:t>
      </w:r>
    </w:p>
    <w:p w14:paraId="4236F3C9" w14:textId="5133301F" w:rsidR="003A1F52" w:rsidRPr="00BA0878" w:rsidRDefault="003A1F52" w:rsidP="00671D2C">
      <w:pPr>
        <w:pStyle w:val="para0"/>
        <w:ind w:right="992"/>
        <w:rPr>
          <w:b/>
          <w:lang w:val="en-US"/>
        </w:rPr>
      </w:pPr>
      <w:r w:rsidRPr="00BA0878">
        <w:rPr>
          <w:b/>
          <w:lang w:val="en-US"/>
        </w:rPr>
        <w:t xml:space="preserve">2.11. </w:t>
      </w:r>
      <w:r w:rsidRPr="00BA0878">
        <w:rPr>
          <w:b/>
          <w:lang w:val="en-US"/>
        </w:rPr>
        <w:tab/>
        <w:t>COLOUR</w:t>
      </w:r>
    </w:p>
    <w:p w14:paraId="068F3CEF" w14:textId="505C38F4" w:rsidR="004D36CB" w:rsidRPr="00BA0878" w:rsidRDefault="003A1F52" w:rsidP="00671D2C">
      <w:pPr>
        <w:pStyle w:val="para0"/>
        <w:tabs>
          <w:tab w:val="left" w:pos="8505"/>
        </w:tabs>
        <w:ind w:right="992"/>
        <w:rPr>
          <w:b/>
          <w:i/>
          <w:lang w:val="en-US"/>
        </w:rPr>
      </w:pPr>
      <w:r w:rsidRPr="00BA0878">
        <w:rPr>
          <w:b/>
          <w:lang w:val="en-US"/>
        </w:rPr>
        <w:t>2.11.1.</w:t>
      </w:r>
      <w:r w:rsidR="00184CE3" w:rsidRPr="00BA0878">
        <w:rPr>
          <w:b/>
          <w:lang w:val="en-US"/>
        </w:rPr>
        <w:tab/>
      </w:r>
      <w:r w:rsidR="004D36CB" w:rsidRPr="00BA0878">
        <w:rPr>
          <w:b/>
          <w:lang w:val="en-US"/>
        </w:rPr>
        <w:t>Colour of the light emitted from a device</w:t>
      </w:r>
    </w:p>
    <w:p w14:paraId="402141EA" w14:textId="7D01C65F" w:rsidR="004D36CB" w:rsidRPr="00BA0878" w:rsidRDefault="003A1F52" w:rsidP="00671D2C">
      <w:pPr>
        <w:pStyle w:val="para0"/>
        <w:tabs>
          <w:tab w:val="left" w:pos="8505"/>
        </w:tabs>
        <w:ind w:right="992"/>
        <w:rPr>
          <w:b/>
          <w:lang w:val="en-US"/>
        </w:rPr>
      </w:pPr>
      <w:r w:rsidRPr="00BA0878">
        <w:rPr>
          <w:b/>
          <w:lang w:val="en-US"/>
        </w:rPr>
        <w:t>2.11.1.1.</w:t>
      </w:r>
      <w:r w:rsidR="00184CE3" w:rsidRPr="00BA0878">
        <w:rPr>
          <w:b/>
          <w:lang w:val="en-US"/>
        </w:rPr>
        <w:tab/>
      </w:r>
      <w:r w:rsidR="004D36CB" w:rsidRPr="00BA0878">
        <w:rPr>
          <w:b/>
          <w:lang w:val="en-US"/>
        </w:rPr>
        <w:t>"</w:t>
      </w:r>
      <w:r w:rsidR="004D36CB" w:rsidRPr="00BA0878">
        <w:rPr>
          <w:b/>
          <w:i/>
          <w:lang w:val="en-US"/>
        </w:rPr>
        <w:t>White</w:t>
      </w:r>
      <w:r w:rsidR="004D36CB" w:rsidRPr="00BA0878">
        <w:rPr>
          <w:b/>
          <w:lang w:val="en-US"/>
        </w:rPr>
        <w:t>" means the chromaticity coordinates (x,y)</w:t>
      </w:r>
      <w:r w:rsidR="004D36CB" w:rsidRPr="00BA0878">
        <w:rPr>
          <w:rStyle w:val="FootnoteReference"/>
          <w:b/>
        </w:rPr>
        <w:footnoteReference w:id="5"/>
      </w:r>
      <w:r w:rsidR="004D36CB" w:rsidRPr="00BA0878">
        <w:rPr>
          <w:b/>
          <w:lang w:val="en-US"/>
        </w:rPr>
        <w:t xml:space="preserve"> of the light emitted that lie inside the chromaticity areas defined by the boundaries:</w:t>
      </w:r>
    </w:p>
    <w:tbl>
      <w:tblPr>
        <w:tblW w:w="6144" w:type="dxa"/>
        <w:tblInd w:w="2376" w:type="dxa"/>
        <w:tblLook w:val="0000" w:firstRow="0" w:lastRow="0" w:firstColumn="0" w:lastColumn="0" w:noHBand="0" w:noVBand="0"/>
      </w:tblPr>
      <w:tblGrid>
        <w:gridCol w:w="1096"/>
        <w:gridCol w:w="2924"/>
        <w:gridCol w:w="2124"/>
      </w:tblGrid>
      <w:tr w:rsidR="004D36CB" w:rsidRPr="00BA0878" w14:paraId="525451B7" w14:textId="77777777" w:rsidTr="005B4036">
        <w:trPr>
          <w:cantSplit/>
        </w:trPr>
        <w:tc>
          <w:tcPr>
            <w:tcW w:w="1096" w:type="dxa"/>
          </w:tcPr>
          <w:p w14:paraId="56EA8479"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12</w:t>
            </w:r>
          </w:p>
        </w:tc>
        <w:tc>
          <w:tcPr>
            <w:tcW w:w="2924" w:type="dxa"/>
          </w:tcPr>
          <w:p w14:paraId="7DE90752"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green boundary</w:t>
            </w:r>
          </w:p>
        </w:tc>
        <w:tc>
          <w:tcPr>
            <w:tcW w:w="2124" w:type="dxa"/>
          </w:tcPr>
          <w:p w14:paraId="6FCACE2C"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y = 0.150 + 0.640 x</w:t>
            </w:r>
          </w:p>
        </w:tc>
      </w:tr>
      <w:tr w:rsidR="004D36CB" w:rsidRPr="00BA0878" w14:paraId="5A2433DE" w14:textId="77777777" w:rsidTr="005B4036">
        <w:trPr>
          <w:cantSplit/>
        </w:trPr>
        <w:tc>
          <w:tcPr>
            <w:tcW w:w="1096" w:type="dxa"/>
          </w:tcPr>
          <w:p w14:paraId="07CFAA55"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23</w:t>
            </w:r>
          </w:p>
        </w:tc>
        <w:tc>
          <w:tcPr>
            <w:tcW w:w="2924" w:type="dxa"/>
          </w:tcPr>
          <w:p w14:paraId="44C631FB"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yellowish green boundary</w:t>
            </w:r>
          </w:p>
        </w:tc>
        <w:tc>
          <w:tcPr>
            <w:tcW w:w="2124" w:type="dxa"/>
          </w:tcPr>
          <w:p w14:paraId="02783F62"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y = 0.440</w:t>
            </w:r>
          </w:p>
        </w:tc>
      </w:tr>
      <w:tr w:rsidR="004D36CB" w:rsidRPr="00BA0878" w14:paraId="70681ECA" w14:textId="77777777" w:rsidTr="005B4036">
        <w:trPr>
          <w:cantSplit/>
        </w:trPr>
        <w:tc>
          <w:tcPr>
            <w:tcW w:w="1096" w:type="dxa"/>
          </w:tcPr>
          <w:p w14:paraId="39E6BE5E"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34</w:t>
            </w:r>
          </w:p>
        </w:tc>
        <w:tc>
          <w:tcPr>
            <w:tcW w:w="2924" w:type="dxa"/>
          </w:tcPr>
          <w:p w14:paraId="6421EA26"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yellow boundary</w:t>
            </w:r>
          </w:p>
        </w:tc>
        <w:tc>
          <w:tcPr>
            <w:tcW w:w="2124" w:type="dxa"/>
          </w:tcPr>
          <w:p w14:paraId="04209105"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x = 0.500</w:t>
            </w:r>
          </w:p>
        </w:tc>
      </w:tr>
      <w:tr w:rsidR="004D36CB" w:rsidRPr="00BA0878" w14:paraId="5930D954" w14:textId="77777777" w:rsidTr="005B4036">
        <w:trPr>
          <w:cantSplit/>
        </w:trPr>
        <w:tc>
          <w:tcPr>
            <w:tcW w:w="1096" w:type="dxa"/>
          </w:tcPr>
          <w:p w14:paraId="65723181"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45</w:t>
            </w:r>
          </w:p>
        </w:tc>
        <w:tc>
          <w:tcPr>
            <w:tcW w:w="2924" w:type="dxa"/>
          </w:tcPr>
          <w:p w14:paraId="68E20118"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reddish purple boundary</w:t>
            </w:r>
          </w:p>
        </w:tc>
        <w:tc>
          <w:tcPr>
            <w:tcW w:w="2124" w:type="dxa"/>
          </w:tcPr>
          <w:p w14:paraId="4150F0C0"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y = 0.382</w:t>
            </w:r>
          </w:p>
        </w:tc>
      </w:tr>
      <w:tr w:rsidR="004D36CB" w:rsidRPr="00BA0878" w14:paraId="58C0E7F2" w14:textId="77777777" w:rsidTr="005B4036">
        <w:trPr>
          <w:cantSplit/>
        </w:trPr>
        <w:tc>
          <w:tcPr>
            <w:tcW w:w="1096" w:type="dxa"/>
          </w:tcPr>
          <w:p w14:paraId="420E54B7"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56</w:t>
            </w:r>
          </w:p>
        </w:tc>
        <w:tc>
          <w:tcPr>
            <w:tcW w:w="2924" w:type="dxa"/>
          </w:tcPr>
          <w:p w14:paraId="3AD4CB38"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purple boundary</w:t>
            </w:r>
          </w:p>
        </w:tc>
        <w:tc>
          <w:tcPr>
            <w:tcW w:w="2124" w:type="dxa"/>
          </w:tcPr>
          <w:p w14:paraId="1084FBEA"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y = 0.050 + 0.750 x</w:t>
            </w:r>
          </w:p>
        </w:tc>
      </w:tr>
      <w:tr w:rsidR="004D36CB" w:rsidRPr="00BA0878" w14:paraId="08934BFB" w14:textId="77777777" w:rsidTr="005B4036">
        <w:trPr>
          <w:cantSplit/>
        </w:trPr>
        <w:tc>
          <w:tcPr>
            <w:tcW w:w="1096" w:type="dxa"/>
          </w:tcPr>
          <w:p w14:paraId="7B8F01A2"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61</w:t>
            </w:r>
          </w:p>
        </w:tc>
        <w:tc>
          <w:tcPr>
            <w:tcW w:w="2924" w:type="dxa"/>
          </w:tcPr>
          <w:p w14:paraId="383E9212"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blue boundary</w:t>
            </w:r>
          </w:p>
        </w:tc>
        <w:tc>
          <w:tcPr>
            <w:tcW w:w="2124" w:type="dxa"/>
          </w:tcPr>
          <w:p w14:paraId="53769DDF" w14:textId="77777777" w:rsidR="004D36CB" w:rsidRPr="00BA0878" w:rsidRDefault="004D36CB" w:rsidP="00671D2C">
            <w:pPr>
              <w:keepNext/>
              <w:tabs>
                <w:tab w:val="left" w:pos="8505"/>
              </w:tabs>
              <w:suppressAutoHyphens w:val="0"/>
              <w:spacing w:line="240" w:lineRule="auto"/>
              <w:ind w:left="851" w:right="283" w:hanging="851"/>
              <w:rPr>
                <w:b/>
              </w:rPr>
            </w:pPr>
            <w:r w:rsidRPr="00BA0878">
              <w:rPr>
                <w:b/>
              </w:rPr>
              <w:t>x = 0.310</w:t>
            </w:r>
          </w:p>
        </w:tc>
      </w:tr>
    </w:tbl>
    <w:p w14:paraId="15D6991A"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2835"/>
        <w:gridCol w:w="2126"/>
      </w:tblGrid>
      <w:tr w:rsidR="004D36CB" w:rsidRPr="00BA0878" w14:paraId="2D16972A" w14:textId="77777777" w:rsidTr="005B4036">
        <w:trPr>
          <w:cantSplit/>
        </w:trPr>
        <w:tc>
          <w:tcPr>
            <w:tcW w:w="1134" w:type="dxa"/>
            <w:tcBorders>
              <w:top w:val="nil"/>
              <w:left w:val="nil"/>
              <w:bottom w:val="nil"/>
              <w:right w:val="nil"/>
            </w:tcBorders>
          </w:tcPr>
          <w:p w14:paraId="64BC47C5" w14:textId="77777777" w:rsidR="004D36CB" w:rsidRPr="00BA0878" w:rsidRDefault="004D36CB" w:rsidP="00671D2C">
            <w:pPr>
              <w:tabs>
                <w:tab w:val="left" w:pos="8505"/>
              </w:tabs>
              <w:suppressAutoHyphens w:val="0"/>
              <w:spacing w:line="240" w:lineRule="auto"/>
              <w:ind w:left="851" w:right="283" w:hanging="851"/>
              <w:jc w:val="center"/>
              <w:rPr>
                <w:b/>
              </w:rPr>
            </w:pPr>
          </w:p>
        </w:tc>
        <w:tc>
          <w:tcPr>
            <w:tcW w:w="2835" w:type="dxa"/>
            <w:tcBorders>
              <w:top w:val="nil"/>
              <w:left w:val="nil"/>
              <w:bottom w:val="nil"/>
              <w:right w:val="nil"/>
            </w:tcBorders>
          </w:tcPr>
          <w:p w14:paraId="261A3BCA" w14:textId="77777777" w:rsidR="004D36CB" w:rsidRPr="00BA0878" w:rsidRDefault="004D36CB" w:rsidP="00671D2C">
            <w:pPr>
              <w:tabs>
                <w:tab w:val="left" w:pos="851"/>
                <w:tab w:val="left" w:pos="8505"/>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126" w:type="dxa"/>
            <w:tcBorders>
              <w:top w:val="nil"/>
              <w:left w:val="nil"/>
              <w:bottom w:val="nil"/>
              <w:right w:val="nil"/>
            </w:tcBorders>
          </w:tcPr>
          <w:p w14:paraId="57748B73" w14:textId="77777777" w:rsidR="004D36CB" w:rsidRPr="00BA0878" w:rsidRDefault="004D36CB" w:rsidP="00671D2C">
            <w:pPr>
              <w:tabs>
                <w:tab w:val="left" w:pos="851"/>
                <w:tab w:val="left" w:pos="8505"/>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19ABD03D" w14:textId="77777777" w:rsidTr="005B4036">
        <w:trPr>
          <w:cantSplit/>
        </w:trPr>
        <w:tc>
          <w:tcPr>
            <w:tcW w:w="1134" w:type="dxa"/>
            <w:tcBorders>
              <w:top w:val="nil"/>
              <w:left w:val="nil"/>
              <w:bottom w:val="nil"/>
              <w:right w:val="nil"/>
            </w:tcBorders>
          </w:tcPr>
          <w:p w14:paraId="56B1FEAC" w14:textId="77777777" w:rsidR="004D36CB" w:rsidRPr="00BA0878" w:rsidRDefault="004D36CB" w:rsidP="00671D2C">
            <w:pPr>
              <w:tabs>
                <w:tab w:val="left" w:pos="8505"/>
              </w:tabs>
              <w:suppressAutoHyphens w:val="0"/>
              <w:spacing w:line="240" w:lineRule="auto"/>
              <w:ind w:left="851" w:right="283" w:hanging="851"/>
              <w:rPr>
                <w:b/>
              </w:rPr>
            </w:pPr>
            <w:r w:rsidRPr="00BA0878">
              <w:rPr>
                <w:b/>
              </w:rPr>
              <w:t>W</w:t>
            </w:r>
            <w:r w:rsidRPr="00BA0878">
              <w:rPr>
                <w:b/>
                <w:vertAlign w:val="subscript"/>
              </w:rPr>
              <w:t>1</w:t>
            </w:r>
          </w:p>
        </w:tc>
        <w:tc>
          <w:tcPr>
            <w:tcW w:w="2835" w:type="dxa"/>
            <w:tcBorders>
              <w:top w:val="nil"/>
              <w:left w:val="nil"/>
              <w:bottom w:val="nil"/>
              <w:right w:val="nil"/>
            </w:tcBorders>
          </w:tcPr>
          <w:p w14:paraId="0583F337" w14:textId="77777777" w:rsidR="004D36CB" w:rsidRPr="00BA0878" w:rsidRDefault="004D36CB" w:rsidP="00671D2C">
            <w:pPr>
              <w:tabs>
                <w:tab w:val="left" w:pos="8505"/>
              </w:tabs>
              <w:suppressAutoHyphens w:val="0"/>
              <w:spacing w:line="240" w:lineRule="auto"/>
              <w:ind w:left="851" w:right="283" w:hanging="851"/>
              <w:rPr>
                <w:b/>
              </w:rPr>
            </w:pPr>
            <w:r w:rsidRPr="00BA0878">
              <w:rPr>
                <w:b/>
              </w:rPr>
              <w:t>0.310</w:t>
            </w:r>
          </w:p>
        </w:tc>
        <w:tc>
          <w:tcPr>
            <w:tcW w:w="2126" w:type="dxa"/>
            <w:tcBorders>
              <w:top w:val="nil"/>
              <w:left w:val="nil"/>
              <w:bottom w:val="nil"/>
              <w:right w:val="nil"/>
            </w:tcBorders>
          </w:tcPr>
          <w:p w14:paraId="32163995" w14:textId="77777777" w:rsidR="004D36CB" w:rsidRPr="00BA0878" w:rsidRDefault="004D36CB" w:rsidP="00671D2C">
            <w:pPr>
              <w:tabs>
                <w:tab w:val="left" w:pos="8505"/>
              </w:tabs>
              <w:suppressAutoHyphens w:val="0"/>
              <w:spacing w:line="240" w:lineRule="auto"/>
              <w:ind w:left="851" w:right="283" w:hanging="851"/>
              <w:rPr>
                <w:b/>
              </w:rPr>
            </w:pPr>
            <w:r w:rsidRPr="00BA0878">
              <w:rPr>
                <w:b/>
              </w:rPr>
              <w:t>0.348</w:t>
            </w:r>
          </w:p>
        </w:tc>
      </w:tr>
      <w:tr w:rsidR="004D36CB" w:rsidRPr="00BA0878" w14:paraId="5FEAF0C9" w14:textId="77777777" w:rsidTr="005B4036">
        <w:trPr>
          <w:cantSplit/>
        </w:trPr>
        <w:tc>
          <w:tcPr>
            <w:tcW w:w="1134" w:type="dxa"/>
            <w:tcBorders>
              <w:top w:val="nil"/>
              <w:left w:val="nil"/>
              <w:bottom w:val="nil"/>
              <w:right w:val="nil"/>
            </w:tcBorders>
          </w:tcPr>
          <w:p w14:paraId="6F607618"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2</w:t>
            </w:r>
          </w:p>
        </w:tc>
        <w:tc>
          <w:tcPr>
            <w:tcW w:w="2835" w:type="dxa"/>
            <w:tcBorders>
              <w:top w:val="nil"/>
              <w:left w:val="nil"/>
              <w:bottom w:val="nil"/>
              <w:right w:val="nil"/>
            </w:tcBorders>
          </w:tcPr>
          <w:p w14:paraId="629F70ED" w14:textId="77777777" w:rsidR="004D36CB" w:rsidRPr="00BA0878" w:rsidRDefault="004D36CB" w:rsidP="00671D2C">
            <w:pPr>
              <w:tabs>
                <w:tab w:val="left" w:pos="8505"/>
              </w:tabs>
              <w:suppressAutoHyphens w:val="0"/>
              <w:spacing w:line="240" w:lineRule="auto"/>
              <w:ind w:left="851" w:right="283" w:hanging="851"/>
              <w:rPr>
                <w:b/>
              </w:rPr>
            </w:pPr>
            <w:r w:rsidRPr="00BA0878">
              <w:rPr>
                <w:b/>
              </w:rPr>
              <w:t>0.453</w:t>
            </w:r>
          </w:p>
        </w:tc>
        <w:tc>
          <w:tcPr>
            <w:tcW w:w="2126" w:type="dxa"/>
            <w:tcBorders>
              <w:top w:val="nil"/>
              <w:left w:val="nil"/>
              <w:bottom w:val="nil"/>
              <w:right w:val="nil"/>
            </w:tcBorders>
          </w:tcPr>
          <w:p w14:paraId="19BC17D4" w14:textId="77777777" w:rsidR="004D36CB" w:rsidRPr="00BA0878" w:rsidRDefault="004D36CB" w:rsidP="00671D2C">
            <w:pPr>
              <w:tabs>
                <w:tab w:val="left" w:pos="8505"/>
              </w:tabs>
              <w:suppressAutoHyphens w:val="0"/>
              <w:spacing w:line="240" w:lineRule="auto"/>
              <w:ind w:left="851" w:right="283" w:hanging="851"/>
              <w:rPr>
                <w:b/>
              </w:rPr>
            </w:pPr>
            <w:r w:rsidRPr="00BA0878">
              <w:rPr>
                <w:b/>
              </w:rPr>
              <w:t>0.440</w:t>
            </w:r>
          </w:p>
        </w:tc>
      </w:tr>
      <w:tr w:rsidR="004D36CB" w:rsidRPr="00BA0878" w14:paraId="088B9BD9" w14:textId="77777777" w:rsidTr="005B4036">
        <w:trPr>
          <w:cantSplit/>
        </w:trPr>
        <w:tc>
          <w:tcPr>
            <w:tcW w:w="1134" w:type="dxa"/>
            <w:tcBorders>
              <w:top w:val="nil"/>
              <w:left w:val="nil"/>
              <w:bottom w:val="nil"/>
              <w:right w:val="nil"/>
            </w:tcBorders>
          </w:tcPr>
          <w:p w14:paraId="532447E1"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3</w:t>
            </w:r>
          </w:p>
        </w:tc>
        <w:tc>
          <w:tcPr>
            <w:tcW w:w="2835" w:type="dxa"/>
            <w:tcBorders>
              <w:top w:val="nil"/>
              <w:left w:val="nil"/>
              <w:bottom w:val="nil"/>
              <w:right w:val="nil"/>
            </w:tcBorders>
          </w:tcPr>
          <w:p w14:paraId="31E65C0E" w14:textId="77777777" w:rsidR="004D36CB" w:rsidRPr="00BA0878" w:rsidRDefault="004D36CB" w:rsidP="00671D2C">
            <w:pPr>
              <w:tabs>
                <w:tab w:val="left" w:pos="8505"/>
              </w:tabs>
              <w:suppressAutoHyphens w:val="0"/>
              <w:spacing w:line="240" w:lineRule="auto"/>
              <w:ind w:left="851" w:right="283" w:hanging="851"/>
              <w:rPr>
                <w:b/>
              </w:rPr>
            </w:pPr>
            <w:r w:rsidRPr="00BA0878">
              <w:rPr>
                <w:b/>
              </w:rPr>
              <w:t>0.500</w:t>
            </w:r>
          </w:p>
        </w:tc>
        <w:tc>
          <w:tcPr>
            <w:tcW w:w="2126" w:type="dxa"/>
            <w:tcBorders>
              <w:top w:val="nil"/>
              <w:left w:val="nil"/>
              <w:bottom w:val="nil"/>
              <w:right w:val="nil"/>
            </w:tcBorders>
          </w:tcPr>
          <w:p w14:paraId="6D664C57" w14:textId="77777777" w:rsidR="004D36CB" w:rsidRPr="00BA0878" w:rsidRDefault="004D36CB" w:rsidP="00671D2C">
            <w:pPr>
              <w:tabs>
                <w:tab w:val="left" w:pos="8505"/>
              </w:tabs>
              <w:suppressAutoHyphens w:val="0"/>
              <w:spacing w:line="240" w:lineRule="auto"/>
              <w:ind w:left="851" w:right="283" w:hanging="851"/>
              <w:rPr>
                <w:b/>
              </w:rPr>
            </w:pPr>
            <w:r w:rsidRPr="00BA0878">
              <w:rPr>
                <w:b/>
              </w:rPr>
              <w:t>0.440</w:t>
            </w:r>
          </w:p>
        </w:tc>
      </w:tr>
      <w:tr w:rsidR="004D36CB" w:rsidRPr="00BA0878" w14:paraId="687B71C3" w14:textId="77777777" w:rsidTr="005B4036">
        <w:trPr>
          <w:cantSplit/>
        </w:trPr>
        <w:tc>
          <w:tcPr>
            <w:tcW w:w="1134" w:type="dxa"/>
            <w:tcBorders>
              <w:top w:val="nil"/>
              <w:left w:val="nil"/>
              <w:bottom w:val="nil"/>
              <w:right w:val="nil"/>
            </w:tcBorders>
          </w:tcPr>
          <w:p w14:paraId="6EE67938"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4</w:t>
            </w:r>
          </w:p>
        </w:tc>
        <w:tc>
          <w:tcPr>
            <w:tcW w:w="2835" w:type="dxa"/>
            <w:tcBorders>
              <w:top w:val="nil"/>
              <w:left w:val="nil"/>
              <w:bottom w:val="nil"/>
              <w:right w:val="nil"/>
            </w:tcBorders>
          </w:tcPr>
          <w:p w14:paraId="1AC54BB0" w14:textId="77777777" w:rsidR="004D36CB" w:rsidRPr="00BA0878" w:rsidRDefault="004D36CB" w:rsidP="00671D2C">
            <w:pPr>
              <w:tabs>
                <w:tab w:val="left" w:pos="8505"/>
              </w:tabs>
              <w:suppressAutoHyphens w:val="0"/>
              <w:spacing w:line="240" w:lineRule="auto"/>
              <w:ind w:left="851" w:right="283" w:hanging="851"/>
              <w:rPr>
                <w:b/>
              </w:rPr>
            </w:pPr>
            <w:r w:rsidRPr="00BA0878">
              <w:rPr>
                <w:b/>
              </w:rPr>
              <w:t>0.500</w:t>
            </w:r>
          </w:p>
        </w:tc>
        <w:tc>
          <w:tcPr>
            <w:tcW w:w="2126" w:type="dxa"/>
            <w:tcBorders>
              <w:top w:val="nil"/>
              <w:left w:val="nil"/>
              <w:bottom w:val="nil"/>
              <w:right w:val="nil"/>
            </w:tcBorders>
          </w:tcPr>
          <w:p w14:paraId="1DF5599C" w14:textId="77777777" w:rsidR="004D36CB" w:rsidRPr="00BA0878" w:rsidRDefault="004D36CB" w:rsidP="00671D2C">
            <w:pPr>
              <w:tabs>
                <w:tab w:val="left" w:pos="8505"/>
              </w:tabs>
              <w:suppressAutoHyphens w:val="0"/>
              <w:spacing w:line="240" w:lineRule="auto"/>
              <w:ind w:left="851" w:right="283" w:hanging="851"/>
              <w:rPr>
                <w:b/>
              </w:rPr>
            </w:pPr>
            <w:r w:rsidRPr="00BA0878">
              <w:rPr>
                <w:b/>
              </w:rPr>
              <w:t>0.382</w:t>
            </w:r>
          </w:p>
        </w:tc>
      </w:tr>
      <w:tr w:rsidR="004D36CB" w:rsidRPr="00BA0878" w14:paraId="56643028" w14:textId="77777777" w:rsidTr="005B4036">
        <w:trPr>
          <w:cantSplit/>
        </w:trPr>
        <w:tc>
          <w:tcPr>
            <w:tcW w:w="1134" w:type="dxa"/>
            <w:tcBorders>
              <w:top w:val="nil"/>
              <w:left w:val="nil"/>
              <w:bottom w:val="nil"/>
              <w:right w:val="nil"/>
            </w:tcBorders>
          </w:tcPr>
          <w:p w14:paraId="62C8399A"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5</w:t>
            </w:r>
          </w:p>
        </w:tc>
        <w:tc>
          <w:tcPr>
            <w:tcW w:w="2835" w:type="dxa"/>
            <w:tcBorders>
              <w:top w:val="nil"/>
              <w:left w:val="nil"/>
              <w:bottom w:val="nil"/>
              <w:right w:val="nil"/>
            </w:tcBorders>
          </w:tcPr>
          <w:p w14:paraId="3656BB23" w14:textId="77777777" w:rsidR="004D36CB" w:rsidRPr="00BA0878" w:rsidRDefault="004D36CB" w:rsidP="00671D2C">
            <w:pPr>
              <w:tabs>
                <w:tab w:val="left" w:pos="8505"/>
              </w:tabs>
              <w:suppressAutoHyphens w:val="0"/>
              <w:spacing w:line="240" w:lineRule="auto"/>
              <w:ind w:left="851" w:right="283" w:hanging="851"/>
              <w:rPr>
                <w:b/>
              </w:rPr>
            </w:pPr>
            <w:r w:rsidRPr="00BA0878">
              <w:rPr>
                <w:b/>
              </w:rPr>
              <w:t>0.443</w:t>
            </w:r>
          </w:p>
        </w:tc>
        <w:tc>
          <w:tcPr>
            <w:tcW w:w="2126" w:type="dxa"/>
            <w:tcBorders>
              <w:top w:val="nil"/>
              <w:left w:val="nil"/>
              <w:bottom w:val="nil"/>
              <w:right w:val="nil"/>
            </w:tcBorders>
          </w:tcPr>
          <w:p w14:paraId="385600A9" w14:textId="77777777" w:rsidR="004D36CB" w:rsidRPr="00BA0878" w:rsidRDefault="004D36CB" w:rsidP="00671D2C">
            <w:pPr>
              <w:tabs>
                <w:tab w:val="left" w:pos="8505"/>
              </w:tabs>
              <w:suppressAutoHyphens w:val="0"/>
              <w:spacing w:line="240" w:lineRule="auto"/>
              <w:ind w:left="851" w:right="283" w:hanging="851"/>
              <w:rPr>
                <w:b/>
              </w:rPr>
            </w:pPr>
            <w:r w:rsidRPr="00BA0878">
              <w:rPr>
                <w:b/>
              </w:rPr>
              <w:t>0.382</w:t>
            </w:r>
          </w:p>
        </w:tc>
      </w:tr>
      <w:tr w:rsidR="004D36CB" w:rsidRPr="00BA0878" w14:paraId="5E513012" w14:textId="77777777" w:rsidTr="005B4036">
        <w:trPr>
          <w:cantSplit/>
        </w:trPr>
        <w:tc>
          <w:tcPr>
            <w:tcW w:w="1134" w:type="dxa"/>
            <w:tcBorders>
              <w:top w:val="nil"/>
              <w:left w:val="nil"/>
              <w:bottom w:val="nil"/>
              <w:right w:val="nil"/>
            </w:tcBorders>
          </w:tcPr>
          <w:p w14:paraId="5C98436C" w14:textId="77777777" w:rsidR="004D36CB" w:rsidRPr="00BA0878" w:rsidRDefault="004D36CB" w:rsidP="00671D2C">
            <w:pPr>
              <w:tabs>
                <w:tab w:val="left" w:pos="8505"/>
              </w:tabs>
              <w:suppressAutoHyphens w:val="0"/>
              <w:spacing w:line="240" w:lineRule="auto"/>
              <w:ind w:left="851" w:right="283" w:hanging="851"/>
              <w:rPr>
                <w:b/>
                <w:vertAlign w:val="subscript"/>
              </w:rPr>
            </w:pPr>
            <w:r w:rsidRPr="00BA0878">
              <w:rPr>
                <w:b/>
              </w:rPr>
              <w:t>W</w:t>
            </w:r>
            <w:r w:rsidRPr="00BA0878">
              <w:rPr>
                <w:b/>
                <w:vertAlign w:val="subscript"/>
              </w:rPr>
              <w:t>6</w:t>
            </w:r>
          </w:p>
        </w:tc>
        <w:tc>
          <w:tcPr>
            <w:tcW w:w="2835" w:type="dxa"/>
            <w:tcBorders>
              <w:top w:val="nil"/>
              <w:left w:val="nil"/>
              <w:bottom w:val="nil"/>
              <w:right w:val="nil"/>
            </w:tcBorders>
          </w:tcPr>
          <w:p w14:paraId="585F7EB8" w14:textId="77777777" w:rsidR="004D36CB" w:rsidRPr="00BA0878" w:rsidRDefault="004D36CB" w:rsidP="00671D2C">
            <w:pPr>
              <w:tabs>
                <w:tab w:val="left" w:pos="8505"/>
              </w:tabs>
              <w:suppressAutoHyphens w:val="0"/>
              <w:spacing w:line="240" w:lineRule="auto"/>
              <w:ind w:left="851" w:right="283" w:hanging="851"/>
              <w:rPr>
                <w:b/>
              </w:rPr>
            </w:pPr>
            <w:r w:rsidRPr="00BA0878">
              <w:rPr>
                <w:b/>
              </w:rPr>
              <w:t>0.310</w:t>
            </w:r>
          </w:p>
        </w:tc>
        <w:tc>
          <w:tcPr>
            <w:tcW w:w="2126" w:type="dxa"/>
            <w:tcBorders>
              <w:top w:val="nil"/>
              <w:left w:val="nil"/>
              <w:bottom w:val="nil"/>
              <w:right w:val="nil"/>
            </w:tcBorders>
          </w:tcPr>
          <w:p w14:paraId="628D35AE" w14:textId="77777777" w:rsidR="004D36CB" w:rsidRPr="00BA0878" w:rsidRDefault="004D36CB" w:rsidP="00671D2C">
            <w:pPr>
              <w:tabs>
                <w:tab w:val="left" w:pos="8505"/>
              </w:tabs>
              <w:suppressAutoHyphens w:val="0"/>
              <w:spacing w:line="240" w:lineRule="auto"/>
              <w:ind w:left="851" w:right="283" w:hanging="851"/>
              <w:rPr>
                <w:b/>
              </w:rPr>
            </w:pPr>
            <w:r w:rsidRPr="00BA0878">
              <w:rPr>
                <w:b/>
              </w:rPr>
              <w:t>0.283</w:t>
            </w:r>
          </w:p>
        </w:tc>
      </w:tr>
    </w:tbl>
    <w:p w14:paraId="6BAE16E6" w14:textId="5DC0AB82" w:rsidR="004D36CB" w:rsidRPr="00BA0878" w:rsidRDefault="003A1F52" w:rsidP="00E35EF4">
      <w:pPr>
        <w:pStyle w:val="para0"/>
        <w:tabs>
          <w:tab w:val="left" w:pos="8505"/>
        </w:tabs>
        <w:spacing w:before="120"/>
        <w:ind w:right="992"/>
        <w:rPr>
          <w:b/>
          <w:lang w:val="en-US"/>
        </w:rPr>
      </w:pPr>
      <w:r w:rsidRPr="00BA0878">
        <w:rPr>
          <w:b/>
          <w:lang w:val="en-US"/>
        </w:rPr>
        <w:t>2.11.1.2.</w:t>
      </w:r>
      <w:r w:rsidR="004D36CB" w:rsidRPr="00BA0878">
        <w:rPr>
          <w:b/>
          <w:lang w:val="en-US"/>
        </w:rPr>
        <w:tab/>
        <w:t>"</w:t>
      </w:r>
      <w:r w:rsidR="004D36CB" w:rsidRPr="00BA0878">
        <w:rPr>
          <w:b/>
          <w:i/>
          <w:lang w:val="en-US"/>
        </w:rPr>
        <w:t>Selective-yellow</w:t>
      </w:r>
      <w:r w:rsidR="004D36CB" w:rsidRPr="00BA0878">
        <w:rPr>
          <w:b/>
          <w:lang w:val="en-US"/>
        </w:rPr>
        <w:t>" means the chromaticity coordinates (x,y)</w:t>
      </w:r>
      <w:r w:rsidR="004D36CB" w:rsidRPr="00BA0878">
        <w:rPr>
          <w:b/>
          <w:vertAlign w:val="superscript"/>
          <w:lang w:val="en-US"/>
        </w:rPr>
        <w:t>4</w:t>
      </w:r>
      <w:r w:rsidR="004D36CB" w:rsidRPr="00BA0878">
        <w:rPr>
          <w:b/>
          <w:lang w:val="en-US"/>
        </w:rPr>
        <w:t xml:space="preserve"> of the light emitted that lie inside the chromaticity areas defined by the boundaries:</w:t>
      </w:r>
    </w:p>
    <w:tbl>
      <w:tblPr>
        <w:tblW w:w="6249" w:type="dxa"/>
        <w:tblInd w:w="2376" w:type="dxa"/>
        <w:tblLook w:val="0000" w:firstRow="0" w:lastRow="0" w:firstColumn="0" w:lastColumn="0" w:noHBand="0" w:noVBand="0"/>
      </w:tblPr>
      <w:tblGrid>
        <w:gridCol w:w="1113"/>
        <w:gridCol w:w="2966"/>
        <w:gridCol w:w="2170"/>
      </w:tblGrid>
      <w:tr w:rsidR="004D36CB" w:rsidRPr="00BA0878" w14:paraId="08F43184" w14:textId="77777777" w:rsidTr="005B4036">
        <w:tc>
          <w:tcPr>
            <w:tcW w:w="1113" w:type="dxa"/>
          </w:tcPr>
          <w:p w14:paraId="10B17922" w14:textId="77777777" w:rsidR="004D36CB" w:rsidRPr="00BA0878" w:rsidRDefault="004D36CB" w:rsidP="004F6CBD">
            <w:pPr>
              <w:suppressAutoHyphens w:val="0"/>
              <w:spacing w:line="240" w:lineRule="auto"/>
              <w:ind w:left="851" w:right="283" w:hanging="851"/>
              <w:rPr>
                <w:b/>
                <w:vertAlign w:val="subscript"/>
              </w:rPr>
            </w:pPr>
            <w:r w:rsidRPr="00BA0878">
              <w:rPr>
                <w:b/>
              </w:rPr>
              <w:t>SY</w:t>
            </w:r>
            <w:r w:rsidRPr="00BA0878">
              <w:rPr>
                <w:b/>
                <w:vertAlign w:val="subscript"/>
              </w:rPr>
              <w:t>12</w:t>
            </w:r>
          </w:p>
        </w:tc>
        <w:tc>
          <w:tcPr>
            <w:tcW w:w="2966" w:type="dxa"/>
          </w:tcPr>
          <w:p w14:paraId="0380BF55" w14:textId="77777777" w:rsidR="004D36CB" w:rsidRPr="00BA0878" w:rsidRDefault="004D36CB" w:rsidP="004F6CBD">
            <w:pPr>
              <w:suppressAutoHyphens w:val="0"/>
              <w:spacing w:line="240" w:lineRule="auto"/>
              <w:ind w:left="851" w:right="283" w:hanging="851"/>
              <w:rPr>
                <w:b/>
              </w:rPr>
            </w:pPr>
            <w:r w:rsidRPr="00BA0878">
              <w:rPr>
                <w:b/>
              </w:rPr>
              <w:t>green boundary</w:t>
            </w:r>
          </w:p>
        </w:tc>
        <w:tc>
          <w:tcPr>
            <w:tcW w:w="2170" w:type="dxa"/>
          </w:tcPr>
          <w:p w14:paraId="7D38D945" w14:textId="77777777" w:rsidR="004D36CB" w:rsidRPr="00BA0878" w:rsidRDefault="004D36CB" w:rsidP="004F6CBD">
            <w:pPr>
              <w:suppressAutoHyphens w:val="0"/>
              <w:spacing w:line="240" w:lineRule="auto"/>
              <w:ind w:left="851" w:right="283" w:hanging="851"/>
              <w:rPr>
                <w:b/>
              </w:rPr>
            </w:pPr>
            <w:r w:rsidRPr="00BA0878">
              <w:rPr>
                <w:b/>
              </w:rPr>
              <w:t>y = 1.290 x - 0.100</w:t>
            </w:r>
          </w:p>
        </w:tc>
      </w:tr>
      <w:tr w:rsidR="004D36CB" w:rsidRPr="00BA0878" w14:paraId="23E36A10" w14:textId="77777777" w:rsidTr="005B4036">
        <w:tc>
          <w:tcPr>
            <w:tcW w:w="1113" w:type="dxa"/>
          </w:tcPr>
          <w:p w14:paraId="1B1C5BC3" w14:textId="77777777" w:rsidR="004D36CB" w:rsidRPr="00BA0878" w:rsidRDefault="004D36CB" w:rsidP="004F6CBD">
            <w:pPr>
              <w:suppressAutoHyphens w:val="0"/>
              <w:spacing w:line="240" w:lineRule="auto"/>
              <w:ind w:left="851" w:right="283" w:hanging="851"/>
              <w:rPr>
                <w:b/>
              </w:rPr>
            </w:pPr>
            <w:r w:rsidRPr="00BA0878">
              <w:rPr>
                <w:b/>
              </w:rPr>
              <w:t>SY</w:t>
            </w:r>
            <w:r w:rsidRPr="00BA0878">
              <w:rPr>
                <w:b/>
                <w:vertAlign w:val="subscript"/>
              </w:rPr>
              <w:t>23</w:t>
            </w:r>
          </w:p>
        </w:tc>
        <w:tc>
          <w:tcPr>
            <w:tcW w:w="2966" w:type="dxa"/>
          </w:tcPr>
          <w:p w14:paraId="29F91445" w14:textId="77777777" w:rsidR="004D36CB" w:rsidRPr="00BA0878" w:rsidRDefault="004D36CB" w:rsidP="004F6CBD">
            <w:pPr>
              <w:suppressAutoHyphens w:val="0"/>
              <w:spacing w:line="240" w:lineRule="auto"/>
              <w:ind w:left="851" w:right="283" w:hanging="851"/>
              <w:rPr>
                <w:b/>
              </w:rPr>
            </w:pPr>
            <w:r w:rsidRPr="00BA0878">
              <w:rPr>
                <w:b/>
              </w:rPr>
              <w:t>the spectral locus</w:t>
            </w:r>
          </w:p>
        </w:tc>
        <w:tc>
          <w:tcPr>
            <w:tcW w:w="2170" w:type="dxa"/>
          </w:tcPr>
          <w:p w14:paraId="538B5908" w14:textId="77777777" w:rsidR="004D36CB" w:rsidRPr="00BA0878" w:rsidRDefault="004D36CB" w:rsidP="004F6CBD">
            <w:pPr>
              <w:suppressAutoHyphens w:val="0"/>
              <w:spacing w:line="240" w:lineRule="auto"/>
              <w:ind w:left="851" w:right="283" w:hanging="851"/>
              <w:rPr>
                <w:b/>
              </w:rPr>
            </w:pPr>
          </w:p>
        </w:tc>
      </w:tr>
      <w:tr w:rsidR="004D36CB" w:rsidRPr="00BA0878" w14:paraId="48685697" w14:textId="77777777" w:rsidTr="005B4036">
        <w:tc>
          <w:tcPr>
            <w:tcW w:w="1113" w:type="dxa"/>
          </w:tcPr>
          <w:p w14:paraId="6668BFB4" w14:textId="77777777" w:rsidR="004D36CB" w:rsidRPr="00BA0878" w:rsidRDefault="004D36CB" w:rsidP="004F6CBD">
            <w:pPr>
              <w:suppressAutoHyphens w:val="0"/>
              <w:spacing w:line="240" w:lineRule="auto"/>
              <w:ind w:left="851" w:right="283" w:hanging="851"/>
              <w:rPr>
                <w:b/>
                <w:vertAlign w:val="subscript"/>
              </w:rPr>
            </w:pPr>
            <w:r w:rsidRPr="00BA0878">
              <w:rPr>
                <w:b/>
              </w:rPr>
              <w:t>SY</w:t>
            </w:r>
            <w:r w:rsidRPr="00BA0878">
              <w:rPr>
                <w:b/>
                <w:vertAlign w:val="subscript"/>
              </w:rPr>
              <w:t>34</w:t>
            </w:r>
          </w:p>
        </w:tc>
        <w:tc>
          <w:tcPr>
            <w:tcW w:w="2966" w:type="dxa"/>
          </w:tcPr>
          <w:p w14:paraId="5B8F38B3" w14:textId="77777777" w:rsidR="004D36CB" w:rsidRPr="00BA0878" w:rsidRDefault="004D36CB" w:rsidP="004F6CBD">
            <w:pPr>
              <w:suppressAutoHyphens w:val="0"/>
              <w:spacing w:line="240" w:lineRule="auto"/>
              <w:ind w:left="851" w:right="283" w:hanging="851"/>
              <w:rPr>
                <w:b/>
              </w:rPr>
            </w:pPr>
            <w:r w:rsidRPr="00BA0878">
              <w:rPr>
                <w:b/>
              </w:rPr>
              <w:t>red boundary</w:t>
            </w:r>
          </w:p>
        </w:tc>
        <w:tc>
          <w:tcPr>
            <w:tcW w:w="2170" w:type="dxa"/>
          </w:tcPr>
          <w:p w14:paraId="207F22D7" w14:textId="77777777" w:rsidR="004D36CB" w:rsidRPr="00BA0878" w:rsidRDefault="004D36CB" w:rsidP="004F6CBD">
            <w:pPr>
              <w:suppressAutoHyphens w:val="0"/>
              <w:spacing w:line="240" w:lineRule="auto"/>
              <w:ind w:left="851" w:right="283" w:hanging="851"/>
              <w:rPr>
                <w:b/>
              </w:rPr>
            </w:pPr>
            <w:r w:rsidRPr="00BA0878">
              <w:rPr>
                <w:b/>
              </w:rPr>
              <w:t>y = 0.138 + 0.580 x</w:t>
            </w:r>
          </w:p>
        </w:tc>
      </w:tr>
      <w:tr w:rsidR="004D36CB" w:rsidRPr="00BA0878" w14:paraId="0733091C" w14:textId="77777777" w:rsidTr="005B4036">
        <w:tc>
          <w:tcPr>
            <w:tcW w:w="1113" w:type="dxa"/>
          </w:tcPr>
          <w:p w14:paraId="65CEB971" w14:textId="77777777" w:rsidR="004D36CB" w:rsidRPr="00BA0878" w:rsidRDefault="004D36CB" w:rsidP="004F6CBD">
            <w:pPr>
              <w:suppressAutoHyphens w:val="0"/>
              <w:spacing w:line="240" w:lineRule="auto"/>
              <w:ind w:left="851" w:right="283" w:hanging="851"/>
              <w:rPr>
                <w:b/>
              </w:rPr>
            </w:pPr>
            <w:r w:rsidRPr="00BA0878">
              <w:rPr>
                <w:b/>
              </w:rPr>
              <w:t>SY</w:t>
            </w:r>
            <w:r w:rsidRPr="00BA0878">
              <w:rPr>
                <w:b/>
                <w:vertAlign w:val="subscript"/>
              </w:rPr>
              <w:t>45</w:t>
            </w:r>
          </w:p>
        </w:tc>
        <w:tc>
          <w:tcPr>
            <w:tcW w:w="2966" w:type="dxa"/>
          </w:tcPr>
          <w:p w14:paraId="46AD150B" w14:textId="77777777" w:rsidR="004D36CB" w:rsidRPr="00BA0878" w:rsidRDefault="004D36CB" w:rsidP="004F6CBD">
            <w:pPr>
              <w:suppressAutoHyphens w:val="0"/>
              <w:spacing w:line="240" w:lineRule="auto"/>
              <w:ind w:left="851" w:right="283" w:hanging="851"/>
              <w:rPr>
                <w:b/>
              </w:rPr>
            </w:pPr>
            <w:r w:rsidRPr="00BA0878">
              <w:rPr>
                <w:b/>
              </w:rPr>
              <w:t>yellowish white boundary</w:t>
            </w:r>
          </w:p>
        </w:tc>
        <w:tc>
          <w:tcPr>
            <w:tcW w:w="2170" w:type="dxa"/>
          </w:tcPr>
          <w:p w14:paraId="790D1D89" w14:textId="77777777" w:rsidR="004D36CB" w:rsidRPr="00BA0878" w:rsidRDefault="004D36CB" w:rsidP="004F6CBD">
            <w:pPr>
              <w:suppressAutoHyphens w:val="0"/>
              <w:spacing w:line="240" w:lineRule="auto"/>
              <w:ind w:left="851" w:right="283" w:hanging="851"/>
              <w:rPr>
                <w:b/>
              </w:rPr>
            </w:pPr>
            <w:r w:rsidRPr="00BA0878">
              <w:rPr>
                <w:b/>
              </w:rPr>
              <w:t>y = 0.440</w:t>
            </w:r>
          </w:p>
        </w:tc>
      </w:tr>
      <w:tr w:rsidR="004D36CB" w:rsidRPr="00BA0878" w14:paraId="4F19A3B8" w14:textId="77777777" w:rsidTr="005B4036">
        <w:tc>
          <w:tcPr>
            <w:tcW w:w="1113" w:type="dxa"/>
          </w:tcPr>
          <w:p w14:paraId="4BF11FDC" w14:textId="77777777" w:rsidR="004D36CB" w:rsidRPr="00BA0878" w:rsidRDefault="004D36CB" w:rsidP="004F6CBD">
            <w:pPr>
              <w:suppressAutoHyphens w:val="0"/>
              <w:spacing w:line="240" w:lineRule="auto"/>
              <w:ind w:left="851" w:right="283" w:hanging="851"/>
              <w:rPr>
                <w:b/>
                <w:vertAlign w:val="subscript"/>
              </w:rPr>
            </w:pPr>
            <w:r w:rsidRPr="00BA0878">
              <w:rPr>
                <w:b/>
              </w:rPr>
              <w:t>SY</w:t>
            </w:r>
            <w:r w:rsidRPr="00BA0878">
              <w:rPr>
                <w:b/>
                <w:vertAlign w:val="subscript"/>
              </w:rPr>
              <w:t>51</w:t>
            </w:r>
          </w:p>
        </w:tc>
        <w:tc>
          <w:tcPr>
            <w:tcW w:w="2966" w:type="dxa"/>
          </w:tcPr>
          <w:p w14:paraId="7C600699" w14:textId="77777777" w:rsidR="004D36CB" w:rsidRPr="00BA0878" w:rsidRDefault="004D36CB" w:rsidP="004F6CBD">
            <w:pPr>
              <w:suppressAutoHyphens w:val="0"/>
              <w:spacing w:line="240" w:lineRule="auto"/>
              <w:ind w:left="851" w:right="283" w:hanging="851"/>
              <w:rPr>
                <w:b/>
              </w:rPr>
            </w:pPr>
            <w:r w:rsidRPr="00BA0878">
              <w:rPr>
                <w:b/>
              </w:rPr>
              <w:t>white boundary</w:t>
            </w:r>
          </w:p>
        </w:tc>
        <w:tc>
          <w:tcPr>
            <w:tcW w:w="2170" w:type="dxa"/>
          </w:tcPr>
          <w:p w14:paraId="0AEA06F5" w14:textId="77777777" w:rsidR="004D36CB" w:rsidRPr="00BA0878" w:rsidRDefault="004D36CB" w:rsidP="004F6CBD">
            <w:pPr>
              <w:suppressAutoHyphens w:val="0"/>
              <w:spacing w:line="240" w:lineRule="auto"/>
              <w:ind w:left="851" w:right="283" w:hanging="851"/>
              <w:rPr>
                <w:b/>
              </w:rPr>
            </w:pPr>
            <w:r w:rsidRPr="00BA0878">
              <w:rPr>
                <w:b/>
              </w:rPr>
              <w:t>y = 0.940 - x</w:t>
            </w:r>
          </w:p>
        </w:tc>
      </w:tr>
    </w:tbl>
    <w:p w14:paraId="25AAA4F5"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ook w:val="0000" w:firstRow="0" w:lastRow="0" w:firstColumn="0" w:lastColumn="0" w:noHBand="0" w:noVBand="0"/>
      </w:tblPr>
      <w:tblGrid>
        <w:gridCol w:w="1134"/>
        <w:gridCol w:w="2977"/>
        <w:gridCol w:w="2126"/>
      </w:tblGrid>
      <w:tr w:rsidR="004D36CB" w:rsidRPr="00BA0878" w14:paraId="2E8DA6D8" w14:textId="77777777" w:rsidTr="005B4036">
        <w:tc>
          <w:tcPr>
            <w:tcW w:w="1134" w:type="dxa"/>
          </w:tcPr>
          <w:p w14:paraId="1E87200D" w14:textId="77777777" w:rsidR="004D36CB" w:rsidRPr="00BA0878" w:rsidRDefault="004D36CB" w:rsidP="004F6CBD">
            <w:pPr>
              <w:keepNext/>
              <w:keepLines/>
              <w:suppressAutoHyphens w:val="0"/>
              <w:spacing w:line="240" w:lineRule="auto"/>
              <w:ind w:left="851" w:right="283" w:hanging="851"/>
              <w:rPr>
                <w:b/>
              </w:rPr>
            </w:pPr>
          </w:p>
        </w:tc>
        <w:tc>
          <w:tcPr>
            <w:tcW w:w="2977" w:type="dxa"/>
          </w:tcPr>
          <w:p w14:paraId="40E54C6B"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126" w:type="dxa"/>
          </w:tcPr>
          <w:p w14:paraId="37B17977"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4F79A00C" w14:textId="77777777" w:rsidTr="005B4036">
        <w:tc>
          <w:tcPr>
            <w:tcW w:w="1134" w:type="dxa"/>
          </w:tcPr>
          <w:p w14:paraId="0B46736E"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SY</w:t>
            </w:r>
            <w:r w:rsidRPr="00BA0878">
              <w:rPr>
                <w:b/>
                <w:vertAlign w:val="subscript"/>
              </w:rPr>
              <w:t>1</w:t>
            </w:r>
          </w:p>
        </w:tc>
        <w:tc>
          <w:tcPr>
            <w:tcW w:w="2977" w:type="dxa"/>
          </w:tcPr>
          <w:p w14:paraId="28C6F6F7" w14:textId="77777777" w:rsidR="004D36CB" w:rsidRPr="00BA0878" w:rsidRDefault="004D36CB" w:rsidP="004F6CBD">
            <w:pPr>
              <w:keepNext/>
              <w:keepLines/>
              <w:suppressAutoHyphens w:val="0"/>
              <w:spacing w:line="240" w:lineRule="auto"/>
              <w:ind w:left="851" w:right="283" w:hanging="851"/>
              <w:rPr>
                <w:b/>
              </w:rPr>
            </w:pPr>
            <w:r w:rsidRPr="00BA0878">
              <w:rPr>
                <w:b/>
              </w:rPr>
              <w:t>0.454</w:t>
            </w:r>
          </w:p>
        </w:tc>
        <w:tc>
          <w:tcPr>
            <w:tcW w:w="2126" w:type="dxa"/>
          </w:tcPr>
          <w:p w14:paraId="73FD1774" w14:textId="77777777" w:rsidR="004D36CB" w:rsidRPr="00BA0878" w:rsidRDefault="004D36CB" w:rsidP="004F6CBD">
            <w:pPr>
              <w:keepNext/>
              <w:keepLines/>
              <w:suppressAutoHyphens w:val="0"/>
              <w:spacing w:line="240" w:lineRule="auto"/>
              <w:ind w:left="851" w:right="283" w:hanging="851"/>
              <w:rPr>
                <w:b/>
              </w:rPr>
            </w:pPr>
            <w:r w:rsidRPr="00BA0878">
              <w:rPr>
                <w:b/>
              </w:rPr>
              <w:t>0.486</w:t>
            </w:r>
          </w:p>
        </w:tc>
      </w:tr>
      <w:tr w:rsidR="004D36CB" w:rsidRPr="00BA0878" w14:paraId="753D5A43" w14:textId="77777777" w:rsidTr="005B4036">
        <w:tc>
          <w:tcPr>
            <w:tcW w:w="1134" w:type="dxa"/>
          </w:tcPr>
          <w:p w14:paraId="07FDBD36"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SY</w:t>
            </w:r>
            <w:r w:rsidRPr="00BA0878">
              <w:rPr>
                <w:b/>
                <w:vertAlign w:val="subscript"/>
              </w:rPr>
              <w:t>2</w:t>
            </w:r>
          </w:p>
        </w:tc>
        <w:tc>
          <w:tcPr>
            <w:tcW w:w="2977" w:type="dxa"/>
          </w:tcPr>
          <w:p w14:paraId="2C5073B8" w14:textId="77777777" w:rsidR="004D36CB" w:rsidRPr="00BA0878" w:rsidRDefault="004D36CB" w:rsidP="004F6CBD">
            <w:pPr>
              <w:keepNext/>
              <w:keepLines/>
              <w:suppressAutoHyphens w:val="0"/>
              <w:spacing w:line="240" w:lineRule="auto"/>
              <w:ind w:left="851" w:right="283" w:hanging="851"/>
              <w:rPr>
                <w:b/>
              </w:rPr>
            </w:pPr>
            <w:r w:rsidRPr="00BA0878">
              <w:rPr>
                <w:b/>
              </w:rPr>
              <w:t>0.480</w:t>
            </w:r>
          </w:p>
        </w:tc>
        <w:tc>
          <w:tcPr>
            <w:tcW w:w="2126" w:type="dxa"/>
          </w:tcPr>
          <w:p w14:paraId="25742F0A" w14:textId="77777777" w:rsidR="004D36CB" w:rsidRPr="00BA0878" w:rsidRDefault="004D36CB" w:rsidP="004F6CBD">
            <w:pPr>
              <w:keepNext/>
              <w:keepLines/>
              <w:suppressAutoHyphens w:val="0"/>
              <w:spacing w:line="240" w:lineRule="auto"/>
              <w:ind w:left="851" w:right="283" w:hanging="851"/>
              <w:rPr>
                <w:b/>
              </w:rPr>
            </w:pPr>
            <w:r w:rsidRPr="00BA0878">
              <w:rPr>
                <w:b/>
              </w:rPr>
              <w:t>0.519</w:t>
            </w:r>
          </w:p>
        </w:tc>
      </w:tr>
      <w:tr w:rsidR="004D36CB" w:rsidRPr="00BA0878" w14:paraId="555887B5" w14:textId="77777777" w:rsidTr="005B4036">
        <w:tc>
          <w:tcPr>
            <w:tcW w:w="1134" w:type="dxa"/>
          </w:tcPr>
          <w:p w14:paraId="4DBCAF0E" w14:textId="77777777" w:rsidR="004D36CB" w:rsidRPr="00BA0878" w:rsidRDefault="004D36CB" w:rsidP="004F6CBD">
            <w:pPr>
              <w:suppressAutoHyphens w:val="0"/>
              <w:spacing w:line="240" w:lineRule="auto"/>
              <w:ind w:left="851" w:right="283" w:hanging="851"/>
              <w:rPr>
                <w:b/>
                <w:vertAlign w:val="subscript"/>
              </w:rPr>
            </w:pPr>
            <w:r w:rsidRPr="00BA0878">
              <w:rPr>
                <w:b/>
              </w:rPr>
              <w:t>SY</w:t>
            </w:r>
            <w:r w:rsidRPr="00BA0878">
              <w:rPr>
                <w:b/>
                <w:vertAlign w:val="subscript"/>
              </w:rPr>
              <w:t>3</w:t>
            </w:r>
          </w:p>
        </w:tc>
        <w:tc>
          <w:tcPr>
            <w:tcW w:w="2977" w:type="dxa"/>
          </w:tcPr>
          <w:p w14:paraId="5A948985" w14:textId="77777777" w:rsidR="004D36CB" w:rsidRPr="00BA0878" w:rsidRDefault="004D36CB" w:rsidP="004F6CBD">
            <w:pPr>
              <w:suppressAutoHyphens w:val="0"/>
              <w:spacing w:line="240" w:lineRule="auto"/>
              <w:ind w:left="851" w:right="283" w:hanging="851"/>
              <w:rPr>
                <w:b/>
              </w:rPr>
            </w:pPr>
            <w:r w:rsidRPr="00BA0878">
              <w:rPr>
                <w:b/>
              </w:rPr>
              <w:t>0.545</w:t>
            </w:r>
          </w:p>
        </w:tc>
        <w:tc>
          <w:tcPr>
            <w:tcW w:w="2126" w:type="dxa"/>
          </w:tcPr>
          <w:p w14:paraId="0F6CA091" w14:textId="77777777" w:rsidR="004D36CB" w:rsidRPr="00BA0878" w:rsidRDefault="004D36CB" w:rsidP="004F6CBD">
            <w:pPr>
              <w:suppressAutoHyphens w:val="0"/>
              <w:spacing w:line="240" w:lineRule="auto"/>
              <w:ind w:left="851" w:right="283" w:hanging="851"/>
              <w:rPr>
                <w:b/>
              </w:rPr>
            </w:pPr>
            <w:r w:rsidRPr="00BA0878">
              <w:rPr>
                <w:b/>
              </w:rPr>
              <w:t>0.454</w:t>
            </w:r>
          </w:p>
        </w:tc>
      </w:tr>
      <w:tr w:rsidR="004D36CB" w:rsidRPr="00BA0878" w14:paraId="3529B3F4" w14:textId="77777777" w:rsidTr="005B4036">
        <w:tc>
          <w:tcPr>
            <w:tcW w:w="1134" w:type="dxa"/>
          </w:tcPr>
          <w:p w14:paraId="405B0AF6" w14:textId="77777777" w:rsidR="004D36CB" w:rsidRPr="00BA0878" w:rsidRDefault="004D36CB" w:rsidP="004F6CBD">
            <w:pPr>
              <w:suppressAutoHyphens w:val="0"/>
              <w:spacing w:line="240" w:lineRule="auto"/>
              <w:ind w:left="851" w:right="283" w:hanging="851"/>
              <w:rPr>
                <w:b/>
                <w:vertAlign w:val="subscript"/>
              </w:rPr>
            </w:pPr>
            <w:r w:rsidRPr="00BA0878">
              <w:rPr>
                <w:b/>
              </w:rPr>
              <w:t>SY</w:t>
            </w:r>
            <w:r w:rsidRPr="00BA0878">
              <w:rPr>
                <w:b/>
                <w:vertAlign w:val="subscript"/>
              </w:rPr>
              <w:t>4</w:t>
            </w:r>
          </w:p>
        </w:tc>
        <w:tc>
          <w:tcPr>
            <w:tcW w:w="2977" w:type="dxa"/>
          </w:tcPr>
          <w:p w14:paraId="7FC061E5" w14:textId="77777777" w:rsidR="004D36CB" w:rsidRPr="00BA0878" w:rsidRDefault="004D36CB" w:rsidP="004F6CBD">
            <w:pPr>
              <w:suppressAutoHyphens w:val="0"/>
              <w:spacing w:line="240" w:lineRule="auto"/>
              <w:ind w:left="851" w:right="283" w:hanging="851"/>
              <w:rPr>
                <w:b/>
              </w:rPr>
            </w:pPr>
            <w:r w:rsidRPr="00BA0878">
              <w:rPr>
                <w:b/>
              </w:rPr>
              <w:t>0.521</w:t>
            </w:r>
          </w:p>
        </w:tc>
        <w:tc>
          <w:tcPr>
            <w:tcW w:w="2126" w:type="dxa"/>
          </w:tcPr>
          <w:p w14:paraId="127888ED" w14:textId="77777777" w:rsidR="004D36CB" w:rsidRPr="00BA0878" w:rsidRDefault="004D36CB" w:rsidP="004F6CBD">
            <w:pPr>
              <w:suppressAutoHyphens w:val="0"/>
              <w:spacing w:line="240" w:lineRule="auto"/>
              <w:ind w:left="851" w:right="283" w:hanging="851"/>
              <w:rPr>
                <w:b/>
              </w:rPr>
            </w:pPr>
            <w:r w:rsidRPr="00BA0878">
              <w:rPr>
                <w:b/>
              </w:rPr>
              <w:t>0.440</w:t>
            </w:r>
          </w:p>
        </w:tc>
      </w:tr>
      <w:tr w:rsidR="004D36CB" w:rsidRPr="00BA0878" w14:paraId="55488F13" w14:textId="77777777" w:rsidTr="005B4036">
        <w:tc>
          <w:tcPr>
            <w:tcW w:w="1134" w:type="dxa"/>
          </w:tcPr>
          <w:p w14:paraId="1BE978E6" w14:textId="77777777" w:rsidR="004D36CB" w:rsidRPr="00BA0878" w:rsidRDefault="004D36CB" w:rsidP="004F6CBD">
            <w:pPr>
              <w:suppressAutoHyphens w:val="0"/>
              <w:spacing w:line="240" w:lineRule="auto"/>
              <w:ind w:left="851" w:right="283" w:hanging="851"/>
              <w:rPr>
                <w:b/>
                <w:vertAlign w:val="subscript"/>
              </w:rPr>
            </w:pPr>
            <w:r w:rsidRPr="00BA0878">
              <w:rPr>
                <w:b/>
              </w:rPr>
              <w:t>SY</w:t>
            </w:r>
            <w:r w:rsidRPr="00BA0878">
              <w:rPr>
                <w:b/>
                <w:vertAlign w:val="subscript"/>
              </w:rPr>
              <w:t>5</w:t>
            </w:r>
          </w:p>
        </w:tc>
        <w:tc>
          <w:tcPr>
            <w:tcW w:w="2977" w:type="dxa"/>
          </w:tcPr>
          <w:p w14:paraId="66CFE08D" w14:textId="77777777" w:rsidR="004D36CB" w:rsidRPr="00BA0878" w:rsidRDefault="004D36CB" w:rsidP="004F6CBD">
            <w:pPr>
              <w:suppressAutoHyphens w:val="0"/>
              <w:spacing w:line="240" w:lineRule="auto"/>
              <w:ind w:left="851" w:right="283" w:hanging="851"/>
              <w:rPr>
                <w:b/>
              </w:rPr>
            </w:pPr>
            <w:r w:rsidRPr="00BA0878">
              <w:rPr>
                <w:b/>
              </w:rPr>
              <w:t>0.500</w:t>
            </w:r>
          </w:p>
        </w:tc>
        <w:tc>
          <w:tcPr>
            <w:tcW w:w="2126" w:type="dxa"/>
          </w:tcPr>
          <w:p w14:paraId="4FE668A0" w14:textId="77777777" w:rsidR="004D36CB" w:rsidRPr="00BA0878" w:rsidRDefault="004D36CB" w:rsidP="004F6CBD">
            <w:pPr>
              <w:suppressAutoHyphens w:val="0"/>
              <w:spacing w:line="240" w:lineRule="auto"/>
              <w:ind w:left="851" w:right="283" w:hanging="851"/>
              <w:rPr>
                <w:b/>
              </w:rPr>
            </w:pPr>
            <w:r w:rsidRPr="00BA0878">
              <w:rPr>
                <w:b/>
              </w:rPr>
              <w:t>0.440</w:t>
            </w:r>
          </w:p>
        </w:tc>
      </w:tr>
    </w:tbl>
    <w:p w14:paraId="5BA5BAA5" w14:textId="32225FA6" w:rsidR="004D36CB" w:rsidRPr="00BA0878" w:rsidRDefault="003A1F52" w:rsidP="00E35EF4">
      <w:pPr>
        <w:pStyle w:val="para0"/>
        <w:tabs>
          <w:tab w:val="left" w:pos="8505"/>
        </w:tabs>
        <w:spacing w:before="120"/>
        <w:ind w:right="992"/>
        <w:rPr>
          <w:b/>
          <w:lang w:val="en-US"/>
        </w:rPr>
      </w:pPr>
      <w:r w:rsidRPr="00BA0878">
        <w:rPr>
          <w:b/>
          <w:lang w:val="en-US"/>
        </w:rPr>
        <w:t>2.11.1.3.</w:t>
      </w:r>
      <w:r w:rsidR="004D36CB" w:rsidRPr="00BA0878">
        <w:rPr>
          <w:b/>
          <w:lang w:val="en-US"/>
        </w:rPr>
        <w:tab/>
        <w:t>"</w:t>
      </w:r>
      <w:r w:rsidR="004D36CB" w:rsidRPr="00BA0878">
        <w:rPr>
          <w:b/>
          <w:i/>
          <w:lang w:val="en-US"/>
        </w:rPr>
        <w:t>Amber</w:t>
      </w:r>
      <w:r w:rsidR="004D36CB" w:rsidRPr="00BA0878">
        <w:rPr>
          <w:b/>
          <w:lang w:val="en-US"/>
        </w:rPr>
        <w:t>" means the chromaticity coordinates (x,y)</w:t>
      </w:r>
      <w:r w:rsidR="004D36CB" w:rsidRPr="00BA0878">
        <w:rPr>
          <w:b/>
          <w:vertAlign w:val="superscript"/>
          <w:lang w:val="en-US"/>
        </w:rPr>
        <w:t xml:space="preserve">4 </w:t>
      </w:r>
      <w:r w:rsidR="004D36CB" w:rsidRPr="00BA0878">
        <w:rPr>
          <w:b/>
          <w:lang w:val="en-US"/>
        </w:rPr>
        <w:t>of the light emitted that lie inside the chromaticity areas defined by the boundaries:</w:t>
      </w:r>
    </w:p>
    <w:tbl>
      <w:tblPr>
        <w:tblW w:w="0" w:type="auto"/>
        <w:tblInd w:w="2376" w:type="dxa"/>
        <w:tblLook w:val="0000" w:firstRow="0" w:lastRow="0" w:firstColumn="0" w:lastColumn="0" w:noHBand="0" w:noVBand="0"/>
      </w:tblPr>
      <w:tblGrid>
        <w:gridCol w:w="1134"/>
        <w:gridCol w:w="2977"/>
        <w:gridCol w:w="2126"/>
      </w:tblGrid>
      <w:tr w:rsidR="004D36CB" w:rsidRPr="00BA0878" w14:paraId="384AC8C4" w14:textId="77777777" w:rsidTr="005B4036">
        <w:tc>
          <w:tcPr>
            <w:tcW w:w="1134" w:type="dxa"/>
          </w:tcPr>
          <w:p w14:paraId="7FF6379C"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A</w:t>
            </w:r>
            <w:r w:rsidRPr="00BA0878">
              <w:rPr>
                <w:b/>
                <w:vertAlign w:val="subscript"/>
              </w:rPr>
              <w:t>12</w:t>
            </w:r>
          </w:p>
        </w:tc>
        <w:tc>
          <w:tcPr>
            <w:tcW w:w="2977" w:type="dxa"/>
          </w:tcPr>
          <w:p w14:paraId="23C05C8D" w14:textId="77777777" w:rsidR="004D36CB" w:rsidRPr="00BA0878" w:rsidRDefault="004D36CB" w:rsidP="004F6CBD">
            <w:pPr>
              <w:keepNext/>
              <w:keepLines/>
              <w:suppressAutoHyphens w:val="0"/>
              <w:spacing w:line="240" w:lineRule="auto"/>
              <w:ind w:left="851" w:right="283" w:hanging="851"/>
              <w:rPr>
                <w:b/>
              </w:rPr>
            </w:pPr>
            <w:r w:rsidRPr="00BA0878">
              <w:rPr>
                <w:b/>
              </w:rPr>
              <w:t>green boundary</w:t>
            </w:r>
          </w:p>
        </w:tc>
        <w:tc>
          <w:tcPr>
            <w:tcW w:w="2126" w:type="dxa"/>
          </w:tcPr>
          <w:p w14:paraId="25AB50E3" w14:textId="77777777" w:rsidR="004D36CB" w:rsidRPr="00BA0878" w:rsidRDefault="004D36CB" w:rsidP="004F6CBD">
            <w:pPr>
              <w:keepNext/>
              <w:keepLines/>
              <w:suppressAutoHyphens w:val="0"/>
              <w:spacing w:line="240" w:lineRule="auto"/>
              <w:ind w:left="851" w:right="283" w:hanging="851"/>
              <w:rPr>
                <w:b/>
              </w:rPr>
            </w:pPr>
            <w:r w:rsidRPr="00BA0878">
              <w:rPr>
                <w:b/>
              </w:rPr>
              <w:t>y = x - 0.120</w:t>
            </w:r>
          </w:p>
        </w:tc>
      </w:tr>
      <w:tr w:rsidR="004D36CB" w:rsidRPr="00BA0878" w14:paraId="035CC284" w14:textId="77777777" w:rsidTr="005B4036">
        <w:tc>
          <w:tcPr>
            <w:tcW w:w="1134" w:type="dxa"/>
          </w:tcPr>
          <w:p w14:paraId="2804D8CD"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A</w:t>
            </w:r>
            <w:r w:rsidRPr="00BA0878">
              <w:rPr>
                <w:b/>
                <w:vertAlign w:val="subscript"/>
              </w:rPr>
              <w:t>23</w:t>
            </w:r>
          </w:p>
        </w:tc>
        <w:tc>
          <w:tcPr>
            <w:tcW w:w="2977" w:type="dxa"/>
          </w:tcPr>
          <w:p w14:paraId="5CFE02E4" w14:textId="77777777" w:rsidR="004D36CB" w:rsidRPr="00BA0878" w:rsidRDefault="004D36CB" w:rsidP="004F6CBD">
            <w:pPr>
              <w:keepNext/>
              <w:keepLines/>
              <w:suppressAutoHyphens w:val="0"/>
              <w:spacing w:line="240" w:lineRule="auto"/>
              <w:ind w:left="851" w:right="283" w:hanging="851"/>
              <w:rPr>
                <w:b/>
              </w:rPr>
            </w:pPr>
            <w:r w:rsidRPr="00BA0878">
              <w:rPr>
                <w:b/>
              </w:rPr>
              <w:t>the spectral locus</w:t>
            </w:r>
          </w:p>
        </w:tc>
        <w:tc>
          <w:tcPr>
            <w:tcW w:w="2126" w:type="dxa"/>
          </w:tcPr>
          <w:p w14:paraId="17C1DD8A" w14:textId="77777777" w:rsidR="004D36CB" w:rsidRPr="00BA0878" w:rsidRDefault="004D36CB" w:rsidP="004F6CBD">
            <w:pPr>
              <w:keepNext/>
              <w:keepLines/>
              <w:suppressAutoHyphens w:val="0"/>
              <w:spacing w:line="240" w:lineRule="auto"/>
              <w:ind w:left="851" w:right="283" w:hanging="851"/>
              <w:rPr>
                <w:b/>
              </w:rPr>
            </w:pPr>
          </w:p>
        </w:tc>
      </w:tr>
      <w:tr w:rsidR="004D36CB" w:rsidRPr="00BA0878" w14:paraId="2B8CBAC5" w14:textId="77777777" w:rsidTr="005B4036">
        <w:tc>
          <w:tcPr>
            <w:tcW w:w="1134" w:type="dxa"/>
          </w:tcPr>
          <w:p w14:paraId="189EEB17"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A</w:t>
            </w:r>
            <w:r w:rsidRPr="00BA0878">
              <w:rPr>
                <w:b/>
                <w:vertAlign w:val="subscript"/>
              </w:rPr>
              <w:t>34</w:t>
            </w:r>
          </w:p>
        </w:tc>
        <w:tc>
          <w:tcPr>
            <w:tcW w:w="2977" w:type="dxa"/>
          </w:tcPr>
          <w:p w14:paraId="23ADA07B" w14:textId="77777777" w:rsidR="004D36CB" w:rsidRPr="00BA0878" w:rsidRDefault="004D36CB" w:rsidP="004F6CBD">
            <w:pPr>
              <w:keepNext/>
              <w:keepLines/>
              <w:suppressAutoHyphens w:val="0"/>
              <w:spacing w:line="240" w:lineRule="auto"/>
              <w:ind w:left="851" w:right="283" w:hanging="851"/>
              <w:rPr>
                <w:b/>
              </w:rPr>
            </w:pPr>
            <w:r w:rsidRPr="00BA0878">
              <w:rPr>
                <w:b/>
              </w:rPr>
              <w:t>red boundary</w:t>
            </w:r>
          </w:p>
        </w:tc>
        <w:tc>
          <w:tcPr>
            <w:tcW w:w="2126" w:type="dxa"/>
          </w:tcPr>
          <w:p w14:paraId="56F26154" w14:textId="77777777" w:rsidR="004D36CB" w:rsidRPr="00BA0878" w:rsidRDefault="004D36CB" w:rsidP="004F6CBD">
            <w:pPr>
              <w:keepNext/>
              <w:keepLines/>
              <w:suppressAutoHyphens w:val="0"/>
              <w:spacing w:line="240" w:lineRule="auto"/>
              <w:ind w:left="851" w:right="283" w:hanging="851"/>
              <w:rPr>
                <w:b/>
              </w:rPr>
            </w:pPr>
            <w:r w:rsidRPr="00BA0878">
              <w:rPr>
                <w:b/>
              </w:rPr>
              <w:t>y = 0.390</w:t>
            </w:r>
          </w:p>
        </w:tc>
      </w:tr>
      <w:tr w:rsidR="004D36CB" w:rsidRPr="00BA0878" w14:paraId="4B440A0A" w14:textId="77777777" w:rsidTr="005B4036">
        <w:tc>
          <w:tcPr>
            <w:tcW w:w="1134" w:type="dxa"/>
          </w:tcPr>
          <w:p w14:paraId="50E5D695" w14:textId="77777777" w:rsidR="004D36CB" w:rsidRPr="00BA0878" w:rsidRDefault="004D36CB" w:rsidP="004F6CBD">
            <w:pPr>
              <w:suppressAutoHyphens w:val="0"/>
              <w:spacing w:line="240" w:lineRule="auto"/>
              <w:ind w:left="851" w:right="283" w:hanging="851"/>
              <w:rPr>
                <w:b/>
                <w:vertAlign w:val="subscript"/>
              </w:rPr>
            </w:pPr>
            <w:r w:rsidRPr="00BA0878">
              <w:rPr>
                <w:b/>
              </w:rPr>
              <w:t>A</w:t>
            </w:r>
            <w:r w:rsidRPr="00BA0878">
              <w:rPr>
                <w:b/>
                <w:vertAlign w:val="subscript"/>
              </w:rPr>
              <w:t>41</w:t>
            </w:r>
          </w:p>
        </w:tc>
        <w:tc>
          <w:tcPr>
            <w:tcW w:w="2977" w:type="dxa"/>
          </w:tcPr>
          <w:p w14:paraId="1C65E2C1" w14:textId="77777777" w:rsidR="004D36CB" w:rsidRPr="00BA0878" w:rsidRDefault="004D36CB" w:rsidP="004F6CBD">
            <w:pPr>
              <w:suppressAutoHyphens w:val="0"/>
              <w:spacing w:line="240" w:lineRule="auto"/>
              <w:ind w:left="851" w:right="283" w:hanging="851"/>
              <w:rPr>
                <w:b/>
              </w:rPr>
            </w:pPr>
            <w:r w:rsidRPr="00BA0878">
              <w:rPr>
                <w:b/>
              </w:rPr>
              <w:t>white boundary</w:t>
            </w:r>
          </w:p>
        </w:tc>
        <w:tc>
          <w:tcPr>
            <w:tcW w:w="2126" w:type="dxa"/>
          </w:tcPr>
          <w:p w14:paraId="0BB8CAAD" w14:textId="77777777" w:rsidR="004D36CB" w:rsidRPr="00BA0878" w:rsidRDefault="004D36CB" w:rsidP="004F6CBD">
            <w:pPr>
              <w:suppressAutoHyphens w:val="0"/>
              <w:spacing w:line="240" w:lineRule="auto"/>
              <w:ind w:left="851" w:right="283" w:hanging="851"/>
              <w:rPr>
                <w:b/>
              </w:rPr>
            </w:pPr>
            <w:r w:rsidRPr="00BA0878">
              <w:rPr>
                <w:b/>
              </w:rPr>
              <w:t>y = 0.790 - 0.670 x</w:t>
            </w:r>
          </w:p>
        </w:tc>
      </w:tr>
    </w:tbl>
    <w:p w14:paraId="0C420E82"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ook w:val="0000" w:firstRow="0" w:lastRow="0" w:firstColumn="0" w:lastColumn="0" w:noHBand="0" w:noVBand="0"/>
      </w:tblPr>
      <w:tblGrid>
        <w:gridCol w:w="1134"/>
        <w:gridCol w:w="2977"/>
        <w:gridCol w:w="2126"/>
      </w:tblGrid>
      <w:tr w:rsidR="004D36CB" w:rsidRPr="00BA0878" w14:paraId="4595FB35" w14:textId="77777777" w:rsidTr="005B4036">
        <w:tc>
          <w:tcPr>
            <w:tcW w:w="1134" w:type="dxa"/>
          </w:tcPr>
          <w:p w14:paraId="5D3341C7" w14:textId="77777777" w:rsidR="004D36CB" w:rsidRPr="00BA0878" w:rsidRDefault="004D36CB" w:rsidP="004F6CBD">
            <w:pPr>
              <w:keepNext/>
              <w:keepLines/>
              <w:suppressAutoHyphens w:val="0"/>
              <w:spacing w:line="240" w:lineRule="auto"/>
              <w:ind w:left="851" w:right="283" w:hanging="851"/>
              <w:rPr>
                <w:b/>
              </w:rPr>
            </w:pPr>
          </w:p>
        </w:tc>
        <w:tc>
          <w:tcPr>
            <w:tcW w:w="2977" w:type="dxa"/>
          </w:tcPr>
          <w:p w14:paraId="126F641C"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126" w:type="dxa"/>
          </w:tcPr>
          <w:p w14:paraId="56604077"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0FF5042C" w14:textId="77777777" w:rsidTr="005B4036">
        <w:tc>
          <w:tcPr>
            <w:tcW w:w="1134" w:type="dxa"/>
          </w:tcPr>
          <w:p w14:paraId="25D30243"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A</w:t>
            </w:r>
            <w:r w:rsidRPr="00BA0878">
              <w:rPr>
                <w:b/>
                <w:vertAlign w:val="subscript"/>
              </w:rPr>
              <w:t>1</w:t>
            </w:r>
          </w:p>
        </w:tc>
        <w:tc>
          <w:tcPr>
            <w:tcW w:w="2977" w:type="dxa"/>
          </w:tcPr>
          <w:p w14:paraId="2B0A8E4C" w14:textId="77777777" w:rsidR="004D36CB" w:rsidRPr="00BA0878" w:rsidRDefault="004D36CB" w:rsidP="004F6CBD">
            <w:pPr>
              <w:keepNext/>
              <w:keepLines/>
              <w:suppressAutoHyphens w:val="0"/>
              <w:spacing w:line="240" w:lineRule="auto"/>
              <w:ind w:left="851" w:right="283" w:hanging="851"/>
              <w:rPr>
                <w:b/>
              </w:rPr>
            </w:pPr>
            <w:r w:rsidRPr="00BA0878">
              <w:rPr>
                <w:b/>
              </w:rPr>
              <w:t>0.545</w:t>
            </w:r>
          </w:p>
        </w:tc>
        <w:tc>
          <w:tcPr>
            <w:tcW w:w="2126" w:type="dxa"/>
          </w:tcPr>
          <w:p w14:paraId="4F01B7CD" w14:textId="77777777" w:rsidR="004D36CB" w:rsidRPr="00BA0878" w:rsidRDefault="004D36CB" w:rsidP="004F6CBD">
            <w:pPr>
              <w:keepNext/>
              <w:keepLines/>
              <w:suppressAutoHyphens w:val="0"/>
              <w:spacing w:line="240" w:lineRule="auto"/>
              <w:ind w:left="851" w:right="283" w:hanging="851"/>
              <w:rPr>
                <w:b/>
              </w:rPr>
            </w:pPr>
            <w:r w:rsidRPr="00BA0878">
              <w:rPr>
                <w:b/>
              </w:rPr>
              <w:t>0.425</w:t>
            </w:r>
          </w:p>
        </w:tc>
      </w:tr>
      <w:tr w:rsidR="004D36CB" w:rsidRPr="00BA0878" w14:paraId="6918B9FE" w14:textId="77777777" w:rsidTr="005B4036">
        <w:tc>
          <w:tcPr>
            <w:tcW w:w="1134" w:type="dxa"/>
          </w:tcPr>
          <w:p w14:paraId="45ADD783"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A</w:t>
            </w:r>
            <w:r w:rsidRPr="00BA0878">
              <w:rPr>
                <w:b/>
                <w:vertAlign w:val="subscript"/>
              </w:rPr>
              <w:t>2</w:t>
            </w:r>
          </w:p>
        </w:tc>
        <w:tc>
          <w:tcPr>
            <w:tcW w:w="2977" w:type="dxa"/>
          </w:tcPr>
          <w:p w14:paraId="39319A07" w14:textId="77777777" w:rsidR="004D36CB" w:rsidRPr="00BA0878" w:rsidRDefault="004D36CB" w:rsidP="004F6CBD">
            <w:pPr>
              <w:keepNext/>
              <w:keepLines/>
              <w:suppressAutoHyphens w:val="0"/>
              <w:spacing w:line="240" w:lineRule="auto"/>
              <w:ind w:left="851" w:right="283" w:hanging="851"/>
              <w:rPr>
                <w:b/>
              </w:rPr>
            </w:pPr>
            <w:r w:rsidRPr="00BA0878">
              <w:rPr>
                <w:b/>
              </w:rPr>
              <w:t>0.560</w:t>
            </w:r>
          </w:p>
        </w:tc>
        <w:tc>
          <w:tcPr>
            <w:tcW w:w="2126" w:type="dxa"/>
          </w:tcPr>
          <w:p w14:paraId="3EEEC56D" w14:textId="77777777" w:rsidR="004D36CB" w:rsidRPr="00BA0878" w:rsidRDefault="004D36CB" w:rsidP="004F6CBD">
            <w:pPr>
              <w:keepNext/>
              <w:keepLines/>
              <w:suppressAutoHyphens w:val="0"/>
              <w:spacing w:line="240" w:lineRule="auto"/>
              <w:ind w:left="851" w:right="283" w:hanging="851"/>
              <w:rPr>
                <w:b/>
              </w:rPr>
            </w:pPr>
            <w:r w:rsidRPr="00BA0878">
              <w:rPr>
                <w:b/>
              </w:rPr>
              <w:t>0.440</w:t>
            </w:r>
          </w:p>
        </w:tc>
      </w:tr>
      <w:tr w:rsidR="004D36CB" w:rsidRPr="00BA0878" w14:paraId="6EF10045" w14:textId="77777777" w:rsidTr="005B4036">
        <w:tc>
          <w:tcPr>
            <w:tcW w:w="1134" w:type="dxa"/>
          </w:tcPr>
          <w:p w14:paraId="74A4257A"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A</w:t>
            </w:r>
            <w:r w:rsidRPr="00BA0878">
              <w:rPr>
                <w:b/>
                <w:vertAlign w:val="subscript"/>
              </w:rPr>
              <w:t>3</w:t>
            </w:r>
          </w:p>
        </w:tc>
        <w:tc>
          <w:tcPr>
            <w:tcW w:w="2977" w:type="dxa"/>
          </w:tcPr>
          <w:p w14:paraId="583EC237" w14:textId="77777777" w:rsidR="004D36CB" w:rsidRPr="00BA0878" w:rsidRDefault="004D36CB" w:rsidP="004F6CBD">
            <w:pPr>
              <w:keepNext/>
              <w:keepLines/>
              <w:suppressAutoHyphens w:val="0"/>
              <w:spacing w:line="240" w:lineRule="auto"/>
              <w:ind w:left="851" w:right="283" w:hanging="851"/>
              <w:rPr>
                <w:b/>
              </w:rPr>
            </w:pPr>
            <w:r w:rsidRPr="00BA0878">
              <w:rPr>
                <w:b/>
              </w:rPr>
              <w:t>0.609</w:t>
            </w:r>
          </w:p>
        </w:tc>
        <w:tc>
          <w:tcPr>
            <w:tcW w:w="2126" w:type="dxa"/>
          </w:tcPr>
          <w:p w14:paraId="7AAD8C6C" w14:textId="77777777" w:rsidR="004D36CB" w:rsidRPr="00BA0878" w:rsidRDefault="004D36CB" w:rsidP="004F6CBD">
            <w:pPr>
              <w:keepNext/>
              <w:keepLines/>
              <w:suppressAutoHyphens w:val="0"/>
              <w:spacing w:line="240" w:lineRule="auto"/>
              <w:ind w:left="851" w:right="283" w:hanging="851"/>
              <w:rPr>
                <w:b/>
              </w:rPr>
            </w:pPr>
            <w:r w:rsidRPr="00BA0878">
              <w:rPr>
                <w:b/>
              </w:rPr>
              <w:t>0.390</w:t>
            </w:r>
          </w:p>
        </w:tc>
      </w:tr>
      <w:tr w:rsidR="004D36CB" w:rsidRPr="00BA0878" w14:paraId="6DFA6599" w14:textId="77777777" w:rsidTr="005B4036">
        <w:tc>
          <w:tcPr>
            <w:tcW w:w="1134" w:type="dxa"/>
          </w:tcPr>
          <w:p w14:paraId="2EA44CC8" w14:textId="77777777" w:rsidR="004D36CB" w:rsidRPr="00BA0878" w:rsidRDefault="004D36CB" w:rsidP="004F6CBD">
            <w:pPr>
              <w:suppressAutoHyphens w:val="0"/>
              <w:spacing w:line="240" w:lineRule="auto"/>
              <w:ind w:left="851" w:right="283" w:hanging="851"/>
              <w:rPr>
                <w:b/>
                <w:vertAlign w:val="subscript"/>
              </w:rPr>
            </w:pPr>
            <w:r w:rsidRPr="00BA0878">
              <w:rPr>
                <w:b/>
              </w:rPr>
              <w:t>A</w:t>
            </w:r>
            <w:r w:rsidRPr="00BA0878">
              <w:rPr>
                <w:b/>
                <w:vertAlign w:val="subscript"/>
              </w:rPr>
              <w:t>4</w:t>
            </w:r>
          </w:p>
        </w:tc>
        <w:tc>
          <w:tcPr>
            <w:tcW w:w="2977" w:type="dxa"/>
          </w:tcPr>
          <w:p w14:paraId="702255EB" w14:textId="77777777" w:rsidR="004D36CB" w:rsidRPr="00BA0878" w:rsidRDefault="004D36CB" w:rsidP="004F6CBD">
            <w:pPr>
              <w:suppressAutoHyphens w:val="0"/>
              <w:spacing w:line="240" w:lineRule="auto"/>
              <w:ind w:left="851" w:right="283" w:hanging="851"/>
              <w:rPr>
                <w:b/>
              </w:rPr>
            </w:pPr>
            <w:r w:rsidRPr="00BA0878">
              <w:rPr>
                <w:b/>
              </w:rPr>
              <w:t>0.597</w:t>
            </w:r>
          </w:p>
        </w:tc>
        <w:tc>
          <w:tcPr>
            <w:tcW w:w="2126" w:type="dxa"/>
          </w:tcPr>
          <w:p w14:paraId="7046FA3A" w14:textId="77777777" w:rsidR="004D36CB" w:rsidRPr="00BA0878" w:rsidRDefault="004D36CB" w:rsidP="004F6CBD">
            <w:pPr>
              <w:suppressAutoHyphens w:val="0"/>
              <w:spacing w:line="240" w:lineRule="auto"/>
              <w:ind w:left="851" w:right="283" w:hanging="851"/>
              <w:rPr>
                <w:b/>
              </w:rPr>
            </w:pPr>
            <w:r w:rsidRPr="00BA0878">
              <w:rPr>
                <w:b/>
              </w:rPr>
              <w:t>0.390</w:t>
            </w:r>
          </w:p>
        </w:tc>
      </w:tr>
    </w:tbl>
    <w:p w14:paraId="3A189964" w14:textId="30711B61" w:rsidR="004D36CB" w:rsidRPr="00BA0878" w:rsidRDefault="003A1F52" w:rsidP="00E35EF4">
      <w:pPr>
        <w:pStyle w:val="para0"/>
        <w:tabs>
          <w:tab w:val="left" w:pos="8505"/>
        </w:tabs>
        <w:spacing w:before="120"/>
        <w:ind w:right="992"/>
        <w:rPr>
          <w:b/>
          <w:lang w:val="en-US"/>
        </w:rPr>
      </w:pPr>
      <w:r w:rsidRPr="00BA0878">
        <w:rPr>
          <w:b/>
          <w:lang w:val="en-US"/>
        </w:rPr>
        <w:t>2.11.1.4.</w:t>
      </w:r>
      <w:r w:rsidR="004D36CB" w:rsidRPr="00BA0878">
        <w:rPr>
          <w:b/>
          <w:lang w:val="en-US"/>
        </w:rPr>
        <w:tab/>
        <w:t>"</w:t>
      </w:r>
      <w:r w:rsidR="004D36CB" w:rsidRPr="00BA0878">
        <w:rPr>
          <w:b/>
          <w:i/>
          <w:lang w:val="en-US"/>
        </w:rPr>
        <w:t>Red</w:t>
      </w:r>
      <w:r w:rsidR="004D36CB" w:rsidRPr="00BA0878">
        <w:rPr>
          <w:b/>
          <w:lang w:val="en-US"/>
        </w:rPr>
        <w:t>" means the chromaticity coordinates (x,y)</w:t>
      </w:r>
      <w:r w:rsidR="004D36CB" w:rsidRPr="00BA0878">
        <w:rPr>
          <w:b/>
          <w:vertAlign w:val="superscript"/>
          <w:lang w:val="en-US"/>
        </w:rPr>
        <w:t xml:space="preserve">4 </w:t>
      </w:r>
      <w:r w:rsidR="004D36CB" w:rsidRPr="00BA0878">
        <w:rPr>
          <w:b/>
          <w:lang w:val="en-US"/>
        </w:rPr>
        <w:t>of the light emitted that lie inside the chromaticity areas defined by the boundaries:</w:t>
      </w:r>
    </w:p>
    <w:tbl>
      <w:tblPr>
        <w:tblW w:w="6237" w:type="dxa"/>
        <w:tblInd w:w="2376" w:type="dxa"/>
        <w:tblLook w:val="0000" w:firstRow="0" w:lastRow="0" w:firstColumn="0" w:lastColumn="0" w:noHBand="0" w:noVBand="0"/>
      </w:tblPr>
      <w:tblGrid>
        <w:gridCol w:w="1134"/>
        <w:gridCol w:w="1843"/>
        <w:gridCol w:w="3260"/>
      </w:tblGrid>
      <w:tr w:rsidR="004D36CB" w:rsidRPr="00BA0878" w14:paraId="32008D6F" w14:textId="77777777" w:rsidTr="00671D2C">
        <w:tc>
          <w:tcPr>
            <w:tcW w:w="1134" w:type="dxa"/>
          </w:tcPr>
          <w:p w14:paraId="5CC16014"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R</w:t>
            </w:r>
            <w:r w:rsidRPr="00BA0878">
              <w:rPr>
                <w:b/>
                <w:vertAlign w:val="subscript"/>
              </w:rPr>
              <w:t>12</w:t>
            </w:r>
          </w:p>
        </w:tc>
        <w:tc>
          <w:tcPr>
            <w:tcW w:w="1843" w:type="dxa"/>
          </w:tcPr>
          <w:p w14:paraId="018FB570" w14:textId="77777777" w:rsidR="004D36CB" w:rsidRPr="00BA0878" w:rsidRDefault="004D36CB" w:rsidP="00671D2C">
            <w:pPr>
              <w:keepNext/>
              <w:keepLines/>
              <w:suppressAutoHyphens w:val="0"/>
              <w:spacing w:line="240" w:lineRule="auto"/>
              <w:ind w:left="34" w:right="34"/>
              <w:rPr>
                <w:b/>
              </w:rPr>
            </w:pPr>
            <w:r w:rsidRPr="00BA0878">
              <w:rPr>
                <w:b/>
              </w:rPr>
              <w:t>yellow boundary</w:t>
            </w:r>
          </w:p>
        </w:tc>
        <w:tc>
          <w:tcPr>
            <w:tcW w:w="3260" w:type="dxa"/>
          </w:tcPr>
          <w:p w14:paraId="013038D2" w14:textId="77777777" w:rsidR="004D36CB" w:rsidRPr="00BA0878" w:rsidRDefault="004D36CB" w:rsidP="00671D2C">
            <w:pPr>
              <w:keepNext/>
              <w:keepLines/>
              <w:suppressAutoHyphens w:val="0"/>
              <w:spacing w:line="240" w:lineRule="auto"/>
              <w:ind w:left="34" w:right="175"/>
              <w:jc w:val="both"/>
              <w:rPr>
                <w:b/>
              </w:rPr>
            </w:pPr>
            <w:r w:rsidRPr="00BA0878">
              <w:rPr>
                <w:b/>
              </w:rPr>
              <w:t>y = 0.335</w:t>
            </w:r>
          </w:p>
        </w:tc>
      </w:tr>
      <w:tr w:rsidR="004D36CB" w:rsidRPr="00BA0878" w14:paraId="3522CEF1" w14:textId="77777777" w:rsidTr="00671D2C">
        <w:tc>
          <w:tcPr>
            <w:tcW w:w="1134" w:type="dxa"/>
          </w:tcPr>
          <w:p w14:paraId="5A3EA2B1"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R</w:t>
            </w:r>
            <w:r w:rsidRPr="00BA0878">
              <w:rPr>
                <w:b/>
                <w:vertAlign w:val="subscript"/>
              </w:rPr>
              <w:t>23</w:t>
            </w:r>
          </w:p>
        </w:tc>
        <w:tc>
          <w:tcPr>
            <w:tcW w:w="1843" w:type="dxa"/>
          </w:tcPr>
          <w:p w14:paraId="2FF436CF" w14:textId="77777777" w:rsidR="004D36CB" w:rsidRPr="00BA0878" w:rsidRDefault="004D36CB" w:rsidP="00671D2C">
            <w:pPr>
              <w:keepNext/>
              <w:keepLines/>
              <w:suppressAutoHyphens w:val="0"/>
              <w:spacing w:line="240" w:lineRule="auto"/>
              <w:ind w:left="34" w:right="34"/>
              <w:rPr>
                <w:b/>
              </w:rPr>
            </w:pPr>
            <w:r w:rsidRPr="00BA0878">
              <w:rPr>
                <w:b/>
              </w:rPr>
              <w:t>the spectral locus</w:t>
            </w:r>
          </w:p>
        </w:tc>
        <w:tc>
          <w:tcPr>
            <w:tcW w:w="3260" w:type="dxa"/>
          </w:tcPr>
          <w:p w14:paraId="46E75E8B" w14:textId="77777777" w:rsidR="004D36CB" w:rsidRPr="00BA0878" w:rsidRDefault="004D36CB" w:rsidP="00671D2C">
            <w:pPr>
              <w:keepNext/>
              <w:keepLines/>
              <w:suppressAutoHyphens w:val="0"/>
              <w:spacing w:line="240" w:lineRule="auto"/>
              <w:ind w:left="34" w:right="175"/>
              <w:jc w:val="both"/>
              <w:rPr>
                <w:b/>
              </w:rPr>
            </w:pPr>
          </w:p>
        </w:tc>
      </w:tr>
      <w:tr w:rsidR="004D36CB" w:rsidRPr="00BA0878" w14:paraId="6DB5B057" w14:textId="77777777" w:rsidTr="00671D2C">
        <w:tc>
          <w:tcPr>
            <w:tcW w:w="1134" w:type="dxa"/>
          </w:tcPr>
          <w:p w14:paraId="1369C23B"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R</w:t>
            </w:r>
            <w:r w:rsidRPr="00BA0878">
              <w:rPr>
                <w:b/>
                <w:vertAlign w:val="subscript"/>
              </w:rPr>
              <w:t>34</w:t>
            </w:r>
          </w:p>
        </w:tc>
        <w:tc>
          <w:tcPr>
            <w:tcW w:w="1843" w:type="dxa"/>
          </w:tcPr>
          <w:p w14:paraId="5B4CFA45" w14:textId="77777777" w:rsidR="004D36CB" w:rsidRPr="00BA0878" w:rsidRDefault="004D36CB" w:rsidP="00671D2C">
            <w:pPr>
              <w:keepNext/>
              <w:keepLines/>
              <w:suppressAutoHyphens w:val="0"/>
              <w:spacing w:line="240" w:lineRule="auto"/>
              <w:ind w:left="34" w:right="34"/>
              <w:rPr>
                <w:b/>
              </w:rPr>
            </w:pPr>
            <w:r w:rsidRPr="00BA0878">
              <w:rPr>
                <w:b/>
              </w:rPr>
              <w:t>the purple line</w:t>
            </w:r>
          </w:p>
        </w:tc>
        <w:tc>
          <w:tcPr>
            <w:tcW w:w="3260" w:type="dxa"/>
          </w:tcPr>
          <w:p w14:paraId="332A02AF" w14:textId="77777777" w:rsidR="004D36CB" w:rsidRPr="00BA0878" w:rsidRDefault="004D36CB" w:rsidP="00671D2C">
            <w:pPr>
              <w:keepNext/>
              <w:keepLines/>
              <w:suppressAutoHyphens w:val="0"/>
              <w:spacing w:line="240" w:lineRule="auto"/>
              <w:ind w:left="34" w:right="175"/>
              <w:jc w:val="both"/>
              <w:rPr>
                <w:b/>
              </w:rPr>
            </w:pPr>
            <w:r w:rsidRPr="00BA0878">
              <w:rPr>
                <w:b/>
              </w:rPr>
              <w:t>(its linear extension across the purple range of colours between the red and the blue extremities of the spectral locus).</w:t>
            </w:r>
          </w:p>
        </w:tc>
      </w:tr>
      <w:tr w:rsidR="004D36CB" w:rsidRPr="00BA0878" w14:paraId="7A6FF0B7" w14:textId="77777777" w:rsidTr="00671D2C">
        <w:tc>
          <w:tcPr>
            <w:tcW w:w="1134" w:type="dxa"/>
          </w:tcPr>
          <w:p w14:paraId="6E3ADF5B" w14:textId="77777777" w:rsidR="004D36CB" w:rsidRPr="00BA0878" w:rsidRDefault="004D36CB" w:rsidP="004F6CBD">
            <w:pPr>
              <w:keepNext/>
              <w:keepLines/>
              <w:suppressAutoHyphens w:val="0"/>
              <w:spacing w:line="240" w:lineRule="auto"/>
              <w:ind w:left="851" w:right="283" w:hanging="851"/>
              <w:rPr>
                <w:b/>
                <w:vertAlign w:val="subscript"/>
              </w:rPr>
            </w:pPr>
            <w:r w:rsidRPr="00BA0878">
              <w:rPr>
                <w:b/>
              </w:rPr>
              <w:t>R</w:t>
            </w:r>
            <w:r w:rsidRPr="00BA0878">
              <w:rPr>
                <w:b/>
                <w:vertAlign w:val="subscript"/>
              </w:rPr>
              <w:t>41</w:t>
            </w:r>
          </w:p>
        </w:tc>
        <w:tc>
          <w:tcPr>
            <w:tcW w:w="1843" w:type="dxa"/>
          </w:tcPr>
          <w:p w14:paraId="639799AC" w14:textId="77777777" w:rsidR="004D36CB" w:rsidRPr="00BA0878" w:rsidRDefault="004D36CB" w:rsidP="00671D2C">
            <w:pPr>
              <w:keepNext/>
              <w:keepLines/>
              <w:suppressAutoHyphens w:val="0"/>
              <w:spacing w:line="240" w:lineRule="auto"/>
              <w:ind w:left="34" w:right="34"/>
              <w:rPr>
                <w:b/>
              </w:rPr>
            </w:pPr>
            <w:r w:rsidRPr="00BA0878">
              <w:rPr>
                <w:b/>
              </w:rPr>
              <w:t>purple boundary:</w:t>
            </w:r>
          </w:p>
        </w:tc>
        <w:tc>
          <w:tcPr>
            <w:tcW w:w="3260" w:type="dxa"/>
          </w:tcPr>
          <w:p w14:paraId="49EF3FD0" w14:textId="77777777" w:rsidR="004D36CB" w:rsidRPr="00BA0878" w:rsidRDefault="004D36CB" w:rsidP="00671D2C">
            <w:pPr>
              <w:keepNext/>
              <w:keepLines/>
              <w:suppressAutoHyphens w:val="0"/>
              <w:spacing w:line="240" w:lineRule="auto"/>
              <w:ind w:left="34" w:right="175"/>
              <w:jc w:val="both"/>
              <w:rPr>
                <w:b/>
              </w:rPr>
            </w:pPr>
            <w:r w:rsidRPr="00BA0878">
              <w:rPr>
                <w:b/>
              </w:rPr>
              <w:t>y = 0.980 – x</w:t>
            </w:r>
          </w:p>
        </w:tc>
      </w:tr>
    </w:tbl>
    <w:p w14:paraId="33729ABC"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ook w:val="0000" w:firstRow="0" w:lastRow="0" w:firstColumn="0" w:lastColumn="0" w:noHBand="0" w:noVBand="0"/>
      </w:tblPr>
      <w:tblGrid>
        <w:gridCol w:w="1134"/>
        <w:gridCol w:w="2977"/>
        <w:gridCol w:w="2126"/>
      </w:tblGrid>
      <w:tr w:rsidR="004D36CB" w:rsidRPr="00BA0878" w14:paraId="6A471340" w14:textId="77777777" w:rsidTr="005B4036">
        <w:tc>
          <w:tcPr>
            <w:tcW w:w="1134" w:type="dxa"/>
          </w:tcPr>
          <w:p w14:paraId="4EA6FAAF" w14:textId="77777777" w:rsidR="004D36CB" w:rsidRPr="00BA0878" w:rsidRDefault="004D36CB" w:rsidP="004F6CBD">
            <w:pPr>
              <w:suppressAutoHyphens w:val="0"/>
              <w:spacing w:line="240" w:lineRule="auto"/>
              <w:ind w:left="851" w:right="283" w:hanging="851"/>
              <w:jc w:val="center"/>
              <w:rPr>
                <w:b/>
              </w:rPr>
            </w:pPr>
          </w:p>
        </w:tc>
        <w:tc>
          <w:tcPr>
            <w:tcW w:w="2977" w:type="dxa"/>
          </w:tcPr>
          <w:p w14:paraId="76EBE3FD"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126" w:type="dxa"/>
          </w:tcPr>
          <w:p w14:paraId="529647A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7F6B2407" w14:textId="77777777" w:rsidTr="005B4036">
        <w:tc>
          <w:tcPr>
            <w:tcW w:w="1134" w:type="dxa"/>
          </w:tcPr>
          <w:p w14:paraId="43BA72B0" w14:textId="77777777" w:rsidR="004D36CB" w:rsidRPr="00BA0878" w:rsidRDefault="004D36CB" w:rsidP="004F6CBD">
            <w:pPr>
              <w:suppressAutoHyphens w:val="0"/>
              <w:spacing w:line="240" w:lineRule="auto"/>
              <w:ind w:left="851" w:right="283" w:hanging="851"/>
              <w:rPr>
                <w:b/>
                <w:vertAlign w:val="subscript"/>
              </w:rPr>
            </w:pPr>
            <w:r w:rsidRPr="00BA0878">
              <w:rPr>
                <w:b/>
              </w:rPr>
              <w:t>R</w:t>
            </w:r>
            <w:r w:rsidRPr="00BA0878">
              <w:rPr>
                <w:b/>
                <w:vertAlign w:val="subscript"/>
              </w:rPr>
              <w:t>1</w:t>
            </w:r>
          </w:p>
        </w:tc>
        <w:tc>
          <w:tcPr>
            <w:tcW w:w="2977" w:type="dxa"/>
          </w:tcPr>
          <w:p w14:paraId="62CEAE1D" w14:textId="77777777" w:rsidR="004D36CB" w:rsidRPr="00BA0878" w:rsidRDefault="004D36CB" w:rsidP="004F6CBD">
            <w:pPr>
              <w:suppressAutoHyphens w:val="0"/>
              <w:spacing w:line="240" w:lineRule="auto"/>
              <w:ind w:left="851" w:right="283" w:hanging="851"/>
              <w:rPr>
                <w:b/>
              </w:rPr>
            </w:pPr>
            <w:r w:rsidRPr="00BA0878">
              <w:rPr>
                <w:b/>
              </w:rPr>
              <w:t>0.645</w:t>
            </w:r>
          </w:p>
        </w:tc>
        <w:tc>
          <w:tcPr>
            <w:tcW w:w="2126" w:type="dxa"/>
          </w:tcPr>
          <w:p w14:paraId="2DFA891F" w14:textId="77777777" w:rsidR="004D36CB" w:rsidRPr="00BA0878" w:rsidRDefault="004D36CB" w:rsidP="004F6CBD">
            <w:pPr>
              <w:suppressAutoHyphens w:val="0"/>
              <w:spacing w:line="240" w:lineRule="auto"/>
              <w:ind w:left="851" w:right="283" w:hanging="851"/>
              <w:rPr>
                <w:b/>
              </w:rPr>
            </w:pPr>
            <w:r w:rsidRPr="00BA0878">
              <w:rPr>
                <w:b/>
              </w:rPr>
              <w:t>0.335</w:t>
            </w:r>
          </w:p>
        </w:tc>
      </w:tr>
      <w:tr w:rsidR="004D36CB" w:rsidRPr="00BA0878" w14:paraId="17321FC7" w14:textId="77777777" w:rsidTr="005B4036">
        <w:tc>
          <w:tcPr>
            <w:tcW w:w="1134" w:type="dxa"/>
          </w:tcPr>
          <w:p w14:paraId="4C522278" w14:textId="77777777" w:rsidR="004D36CB" w:rsidRPr="00BA0878" w:rsidRDefault="004D36CB" w:rsidP="004F6CBD">
            <w:pPr>
              <w:suppressAutoHyphens w:val="0"/>
              <w:spacing w:line="240" w:lineRule="auto"/>
              <w:ind w:left="851" w:right="283" w:hanging="851"/>
              <w:rPr>
                <w:b/>
                <w:vertAlign w:val="subscript"/>
              </w:rPr>
            </w:pPr>
            <w:r w:rsidRPr="00BA0878">
              <w:rPr>
                <w:b/>
              </w:rPr>
              <w:t>R</w:t>
            </w:r>
            <w:r w:rsidRPr="00BA0878">
              <w:rPr>
                <w:b/>
                <w:vertAlign w:val="subscript"/>
              </w:rPr>
              <w:t>2</w:t>
            </w:r>
          </w:p>
        </w:tc>
        <w:tc>
          <w:tcPr>
            <w:tcW w:w="2977" w:type="dxa"/>
          </w:tcPr>
          <w:p w14:paraId="06012E3D" w14:textId="77777777" w:rsidR="004D36CB" w:rsidRPr="00BA0878" w:rsidRDefault="004D36CB" w:rsidP="004F6CBD">
            <w:pPr>
              <w:suppressAutoHyphens w:val="0"/>
              <w:spacing w:line="240" w:lineRule="auto"/>
              <w:ind w:left="851" w:right="283" w:hanging="851"/>
              <w:rPr>
                <w:b/>
              </w:rPr>
            </w:pPr>
            <w:r w:rsidRPr="00BA0878">
              <w:rPr>
                <w:b/>
              </w:rPr>
              <w:t>0.665</w:t>
            </w:r>
          </w:p>
        </w:tc>
        <w:tc>
          <w:tcPr>
            <w:tcW w:w="2126" w:type="dxa"/>
          </w:tcPr>
          <w:p w14:paraId="76578910" w14:textId="77777777" w:rsidR="004D36CB" w:rsidRPr="00BA0878" w:rsidRDefault="004D36CB" w:rsidP="004F6CBD">
            <w:pPr>
              <w:suppressAutoHyphens w:val="0"/>
              <w:spacing w:line="240" w:lineRule="auto"/>
              <w:ind w:left="851" w:right="283" w:hanging="851"/>
              <w:rPr>
                <w:b/>
              </w:rPr>
            </w:pPr>
            <w:r w:rsidRPr="00BA0878">
              <w:rPr>
                <w:b/>
              </w:rPr>
              <w:t>0.335</w:t>
            </w:r>
          </w:p>
        </w:tc>
      </w:tr>
      <w:tr w:rsidR="004D36CB" w:rsidRPr="00BA0878" w14:paraId="232627D2" w14:textId="77777777" w:rsidTr="005B4036">
        <w:tc>
          <w:tcPr>
            <w:tcW w:w="1134" w:type="dxa"/>
          </w:tcPr>
          <w:p w14:paraId="78F9DD98" w14:textId="77777777" w:rsidR="004D36CB" w:rsidRPr="00BA0878" w:rsidRDefault="004D36CB" w:rsidP="004F6CBD">
            <w:pPr>
              <w:suppressAutoHyphens w:val="0"/>
              <w:spacing w:line="240" w:lineRule="auto"/>
              <w:ind w:left="851" w:right="283" w:hanging="851"/>
              <w:rPr>
                <w:b/>
                <w:vertAlign w:val="subscript"/>
              </w:rPr>
            </w:pPr>
            <w:r w:rsidRPr="00BA0878">
              <w:rPr>
                <w:b/>
              </w:rPr>
              <w:t>R</w:t>
            </w:r>
            <w:r w:rsidRPr="00BA0878">
              <w:rPr>
                <w:b/>
                <w:vertAlign w:val="subscript"/>
              </w:rPr>
              <w:t>3</w:t>
            </w:r>
          </w:p>
        </w:tc>
        <w:tc>
          <w:tcPr>
            <w:tcW w:w="2977" w:type="dxa"/>
          </w:tcPr>
          <w:p w14:paraId="24B71B4A" w14:textId="77777777" w:rsidR="004D36CB" w:rsidRPr="00BA0878" w:rsidRDefault="004D36CB" w:rsidP="004F6CBD">
            <w:pPr>
              <w:suppressAutoHyphens w:val="0"/>
              <w:spacing w:line="240" w:lineRule="auto"/>
              <w:ind w:left="851" w:right="283" w:hanging="851"/>
              <w:rPr>
                <w:b/>
              </w:rPr>
            </w:pPr>
            <w:r w:rsidRPr="00BA0878">
              <w:rPr>
                <w:b/>
              </w:rPr>
              <w:t>0.735</w:t>
            </w:r>
          </w:p>
        </w:tc>
        <w:tc>
          <w:tcPr>
            <w:tcW w:w="2126" w:type="dxa"/>
          </w:tcPr>
          <w:p w14:paraId="1F9E9E28" w14:textId="77777777" w:rsidR="004D36CB" w:rsidRPr="00BA0878" w:rsidRDefault="004D36CB" w:rsidP="004F6CBD">
            <w:pPr>
              <w:suppressAutoHyphens w:val="0"/>
              <w:spacing w:line="240" w:lineRule="auto"/>
              <w:ind w:left="851" w:right="283" w:hanging="851"/>
              <w:rPr>
                <w:b/>
              </w:rPr>
            </w:pPr>
            <w:r w:rsidRPr="00BA0878">
              <w:rPr>
                <w:b/>
              </w:rPr>
              <w:t>0.265</w:t>
            </w:r>
          </w:p>
        </w:tc>
      </w:tr>
      <w:tr w:rsidR="004D36CB" w:rsidRPr="00BA0878" w14:paraId="4DE83930" w14:textId="77777777" w:rsidTr="005B4036">
        <w:tc>
          <w:tcPr>
            <w:tcW w:w="1134" w:type="dxa"/>
          </w:tcPr>
          <w:p w14:paraId="09D25B1D" w14:textId="77777777" w:rsidR="004D36CB" w:rsidRPr="00BA0878" w:rsidRDefault="004D36CB" w:rsidP="004F6CBD">
            <w:pPr>
              <w:suppressAutoHyphens w:val="0"/>
              <w:spacing w:line="240" w:lineRule="auto"/>
              <w:ind w:left="851" w:right="283" w:hanging="851"/>
              <w:rPr>
                <w:b/>
                <w:vertAlign w:val="subscript"/>
              </w:rPr>
            </w:pPr>
            <w:r w:rsidRPr="00BA0878">
              <w:rPr>
                <w:b/>
              </w:rPr>
              <w:t>R</w:t>
            </w:r>
            <w:r w:rsidRPr="00BA0878">
              <w:rPr>
                <w:b/>
                <w:vertAlign w:val="subscript"/>
              </w:rPr>
              <w:t>4</w:t>
            </w:r>
          </w:p>
        </w:tc>
        <w:tc>
          <w:tcPr>
            <w:tcW w:w="2977" w:type="dxa"/>
          </w:tcPr>
          <w:p w14:paraId="65FE275F" w14:textId="77777777" w:rsidR="004D36CB" w:rsidRPr="00BA0878" w:rsidRDefault="004D36CB" w:rsidP="004F6CBD">
            <w:pPr>
              <w:suppressAutoHyphens w:val="0"/>
              <w:spacing w:line="240" w:lineRule="auto"/>
              <w:ind w:left="851" w:right="283" w:hanging="851"/>
              <w:rPr>
                <w:b/>
              </w:rPr>
            </w:pPr>
            <w:r w:rsidRPr="00BA0878">
              <w:rPr>
                <w:b/>
              </w:rPr>
              <w:t>0.721</w:t>
            </w:r>
          </w:p>
        </w:tc>
        <w:tc>
          <w:tcPr>
            <w:tcW w:w="2126" w:type="dxa"/>
          </w:tcPr>
          <w:p w14:paraId="62395E6C" w14:textId="77777777" w:rsidR="004D36CB" w:rsidRPr="00BA0878" w:rsidRDefault="004D36CB" w:rsidP="004F6CBD">
            <w:pPr>
              <w:suppressAutoHyphens w:val="0"/>
              <w:spacing w:line="240" w:lineRule="auto"/>
              <w:ind w:left="851" w:right="283" w:hanging="851"/>
              <w:rPr>
                <w:b/>
              </w:rPr>
            </w:pPr>
            <w:r w:rsidRPr="00BA0878">
              <w:rPr>
                <w:b/>
              </w:rPr>
              <w:t>0.259</w:t>
            </w:r>
          </w:p>
        </w:tc>
      </w:tr>
    </w:tbl>
    <w:p w14:paraId="60E6CC1D" w14:textId="17E8C58D" w:rsidR="004D36CB" w:rsidRPr="00BA0878" w:rsidRDefault="001A24F1" w:rsidP="00E35EF4">
      <w:pPr>
        <w:pStyle w:val="para0"/>
        <w:tabs>
          <w:tab w:val="left" w:pos="8505"/>
        </w:tabs>
        <w:spacing w:before="120"/>
        <w:ind w:right="992"/>
        <w:rPr>
          <w:b/>
          <w:lang w:val="en-US"/>
        </w:rPr>
      </w:pPr>
      <w:r w:rsidRPr="00BA0878">
        <w:rPr>
          <w:b/>
          <w:lang w:val="en-US"/>
        </w:rPr>
        <w:t>2.11.2.</w:t>
      </w:r>
      <w:r w:rsidR="004D36CB" w:rsidRPr="00BA0878">
        <w:rPr>
          <w:b/>
          <w:lang w:val="en-US"/>
        </w:rPr>
        <w:tab/>
        <w:t xml:space="preserve">Night-time </w:t>
      </w:r>
      <w:r w:rsidR="00E35EF4" w:rsidRPr="00BA0878">
        <w:rPr>
          <w:b/>
          <w:lang w:val="en-US"/>
        </w:rPr>
        <w:t>c</w:t>
      </w:r>
      <w:r w:rsidR="004D36CB" w:rsidRPr="00BA0878">
        <w:rPr>
          <w:b/>
          <w:lang w:val="en-US"/>
        </w:rPr>
        <w:t>olour of the light retro-reflected from a device excluding retro</w:t>
      </w:r>
      <w:r w:rsidR="00C4060F" w:rsidRPr="00BA0878">
        <w:rPr>
          <w:b/>
          <w:lang w:val="en-US"/>
        </w:rPr>
        <w:t>-</w:t>
      </w:r>
      <w:r w:rsidR="004D36CB" w:rsidRPr="00BA0878">
        <w:rPr>
          <w:b/>
          <w:lang w:val="en-US"/>
        </w:rPr>
        <w:t>reflective tires according to Regulation No. 88</w:t>
      </w:r>
    </w:p>
    <w:p w14:paraId="11316109" w14:textId="73762017" w:rsidR="004D36CB" w:rsidRPr="00BA0878" w:rsidRDefault="001A24F1" w:rsidP="00671D2C">
      <w:pPr>
        <w:pStyle w:val="para0"/>
        <w:tabs>
          <w:tab w:val="left" w:pos="8505"/>
        </w:tabs>
        <w:ind w:right="992"/>
        <w:rPr>
          <w:b/>
          <w:lang w:val="en-US"/>
        </w:rPr>
      </w:pPr>
      <w:r w:rsidRPr="00BA0878">
        <w:rPr>
          <w:b/>
          <w:lang w:val="en-US"/>
        </w:rPr>
        <w:t>2.11.2.1.</w:t>
      </w:r>
      <w:r w:rsidR="004D36CB" w:rsidRPr="00BA0878">
        <w:rPr>
          <w:b/>
          <w:lang w:val="en-US"/>
        </w:rPr>
        <w:tab/>
        <w:t>"</w:t>
      </w:r>
      <w:r w:rsidR="004D36CB" w:rsidRPr="00BA0878">
        <w:rPr>
          <w:b/>
          <w:i/>
          <w:lang w:val="en-US"/>
        </w:rPr>
        <w:t>White</w:t>
      </w:r>
      <w:r w:rsidR="004D36CB" w:rsidRPr="00BA0878">
        <w:rPr>
          <w:b/>
          <w:lang w:val="en-US"/>
        </w:rPr>
        <w:t>" means the chromaticity coordinates (x,y)</w:t>
      </w:r>
      <w:r w:rsidR="004D36CB" w:rsidRPr="00BA0878">
        <w:rPr>
          <w:b/>
          <w:vertAlign w:val="superscript"/>
          <w:lang w:val="en-US"/>
        </w:rPr>
        <w:t>4</w:t>
      </w:r>
      <w:r w:rsidR="004D36CB" w:rsidRPr="00BA0878">
        <w:rPr>
          <w:b/>
          <w:lang w:val="en-US"/>
        </w:rPr>
        <w:t xml:space="preserve"> of the light reflected that lie inside the chromaticity areas defined by the boundaries:</w:t>
      </w:r>
    </w:p>
    <w:tbl>
      <w:tblPr>
        <w:tblW w:w="0" w:type="auto"/>
        <w:tblInd w:w="2376" w:type="dxa"/>
        <w:tblLook w:val="0000" w:firstRow="0" w:lastRow="0" w:firstColumn="0" w:lastColumn="0" w:noHBand="0" w:noVBand="0"/>
      </w:tblPr>
      <w:tblGrid>
        <w:gridCol w:w="1134"/>
        <w:gridCol w:w="2268"/>
        <w:gridCol w:w="2551"/>
      </w:tblGrid>
      <w:tr w:rsidR="004D36CB" w:rsidRPr="00BA0878" w14:paraId="6E8F65F3" w14:textId="77777777" w:rsidTr="005B4036">
        <w:tc>
          <w:tcPr>
            <w:tcW w:w="1134" w:type="dxa"/>
          </w:tcPr>
          <w:p w14:paraId="2E644A59"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w:t>
            </w:r>
            <w:r w:rsidRPr="00BA0878">
              <w:rPr>
                <w:b/>
                <w:vertAlign w:val="subscript"/>
                <w:lang w:eastAsia="cs-CZ"/>
              </w:rPr>
              <w:t>12</w:t>
            </w:r>
          </w:p>
        </w:tc>
        <w:tc>
          <w:tcPr>
            <w:tcW w:w="2268" w:type="dxa"/>
          </w:tcPr>
          <w:p w14:paraId="5884F506"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blue boundary:</w:t>
            </w:r>
          </w:p>
        </w:tc>
        <w:tc>
          <w:tcPr>
            <w:tcW w:w="2551" w:type="dxa"/>
          </w:tcPr>
          <w:p w14:paraId="7FB8C5F6"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0.843 - 1.182 x</w:t>
            </w:r>
          </w:p>
        </w:tc>
      </w:tr>
      <w:tr w:rsidR="004D36CB" w:rsidRPr="00BA0878" w14:paraId="582FFC59" w14:textId="77777777" w:rsidTr="005B4036">
        <w:tc>
          <w:tcPr>
            <w:tcW w:w="1134" w:type="dxa"/>
          </w:tcPr>
          <w:p w14:paraId="0E471796"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w:t>
            </w:r>
            <w:r w:rsidRPr="00BA0878">
              <w:rPr>
                <w:b/>
                <w:vertAlign w:val="subscript"/>
                <w:lang w:eastAsia="cs-CZ"/>
              </w:rPr>
              <w:t>23</w:t>
            </w:r>
          </w:p>
        </w:tc>
        <w:tc>
          <w:tcPr>
            <w:tcW w:w="2268" w:type="dxa"/>
          </w:tcPr>
          <w:p w14:paraId="58609627"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violet boundary</w:t>
            </w:r>
          </w:p>
        </w:tc>
        <w:tc>
          <w:tcPr>
            <w:tcW w:w="2551" w:type="dxa"/>
          </w:tcPr>
          <w:p w14:paraId="0C6D4D02"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0.489 x + 0.146</w:t>
            </w:r>
          </w:p>
        </w:tc>
      </w:tr>
      <w:tr w:rsidR="004D36CB" w:rsidRPr="00BA0878" w14:paraId="23A603A7" w14:textId="77777777" w:rsidTr="005B4036">
        <w:tc>
          <w:tcPr>
            <w:tcW w:w="1134" w:type="dxa"/>
          </w:tcPr>
          <w:p w14:paraId="43F0CC22"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w:t>
            </w:r>
            <w:r w:rsidRPr="00BA0878">
              <w:rPr>
                <w:b/>
                <w:vertAlign w:val="subscript"/>
                <w:lang w:eastAsia="cs-CZ"/>
              </w:rPr>
              <w:t>34</w:t>
            </w:r>
          </w:p>
        </w:tc>
        <w:tc>
          <w:tcPr>
            <w:tcW w:w="2268" w:type="dxa"/>
          </w:tcPr>
          <w:p w14:paraId="07D3FA1D"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yellow boundary</w:t>
            </w:r>
          </w:p>
        </w:tc>
        <w:tc>
          <w:tcPr>
            <w:tcW w:w="2551" w:type="dxa"/>
          </w:tcPr>
          <w:p w14:paraId="6A2EE221"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0.968 - 1.010 x</w:t>
            </w:r>
          </w:p>
        </w:tc>
      </w:tr>
      <w:tr w:rsidR="004D36CB" w:rsidRPr="00BA0878" w14:paraId="4CCC11A3" w14:textId="77777777" w:rsidTr="005B4036">
        <w:tc>
          <w:tcPr>
            <w:tcW w:w="1134" w:type="dxa"/>
          </w:tcPr>
          <w:p w14:paraId="32E6D438"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w:t>
            </w:r>
            <w:r w:rsidRPr="00BA0878">
              <w:rPr>
                <w:b/>
                <w:vertAlign w:val="subscript"/>
                <w:lang w:eastAsia="cs-CZ"/>
              </w:rPr>
              <w:t>41</w:t>
            </w:r>
          </w:p>
        </w:tc>
        <w:tc>
          <w:tcPr>
            <w:tcW w:w="2268" w:type="dxa"/>
          </w:tcPr>
          <w:p w14:paraId="5C6824CF"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green boundary</w:t>
            </w:r>
          </w:p>
        </w:tc>
        <w:tc>
          <w:tcPr>
            <w:tcW w:w="2551" w:type="dxa"/>
          </w:tcPr>
          <w:p w14:paraId="22590972"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1.442 x - 0.136</w:t>
            </w:r>
          </w:p>
        </w:tc>
      </w:tr>
    </w:tbl>
    <w:p w14:paraId="4BCD6F09"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ook w:val="0000" w:firstRow="0" w:lastRow="0" w:firstColumn="0" w:lastColumn="0" w:noHBand="0" w:noVBand="0"/>
      </w:tblPr>
      <w:tblGrid>
        <w:gridCol w:w="1172"/>
        <w:gridCol w:w="2230"/>
        <w:gridCol w:w="2551"/>
      </w:tblGrid>
      <w:tr w:rsidR="004D36CB" w:rsidRPr="00BA0878" w14:paraId="49695268" w14:textId="77777777" w:rsidTr="005B4036">
        <w:tc>
          <w:tcPr>
            <w:tcW w:w="1172" w:type="dxa"/>
          </w:tcPr>
          <w:p w14:paraId="2329776D"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jc w:val="center"/>
              <w:textAlignment w:val="baseline"/>
              <w:rPr>
                <w:b/>
                <w:lang w:eastAsia="cs-CZ"/>
              </w:rPr>
            </w:pPr>
          </w:p>
        </w:tc>
        <w:tc>
          <w:tcPr>
            <w:tcW w:w="2230" w:type="dxa"/>
          </w:tcPr>
          <w:p w14:paraId="08D74B32"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551" w:type="dxa"/>
          </w:tcPr>
          <w:p w14:paraId="466C724A"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1EBA6CC7" w14:textId="77777777" w:rsidTr="005B4036">
        <w:tc>
          <w:tcPr>
            <w:tcW w:w="1172" w:type="dxa"/>
          </w:tcPr>
          <w:p w14:paraId="688B2B3B"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W</w:t>
            </w:r>
            <w:r w:rsidRPr="00BA0878">
              <w:rPr>
                <w:b/>
                <w:vertAlign w:val="subscript"/>
                <w:lang w:eastAsia="cs-CZ"/>
              </w:rPr>
              <w:t>1</w:t>
            </w:r>
          </w:p>
        </w:tc>
        <w:tc>
          <w:tcPr>
            <w:tcW w:w="2230" w:type="dxa"/>
          </w:tcPr>
          <w:p w14:paraId="3E067344"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0.373</w:t>
            </w:r>
          </w:p>
        </w:tc>
        <w:tc>
          <w:tcPr>
            <w:tcW w:w="2551" w:type="dxa"/>
          </w:tcPr>
          <w:p w14:paraId="1880C2B6"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0.402</w:t>
            </w:r>
          </w:p>
        </w:tc>
      </w:tr>
      <w:tr w:rsidR="004D36CB" w:rsidRPr="00BA0878" w14:paraId="5EE806F4" w14:textId="77777777" w:rsidTr="005B4036">
        <w:tc>
          <w:tcPr>
            <w:tcW w:w="1172" w:type="dxa"/>
          </w:tcPr>
          <w:p w14:paraId="70EBCBA8"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W</w:t>
            </w:r>
            <w:r w:rsidRPr="00BA0878">
              <w:rPr>
                <w:b/>
                <w:vertAlign w:val="subscript"/>
                <w:lang w:eastAsia="cs-CZ"/>
              </w:rPr>
              <w:t>2</w:t>
            </w:r>
          </w:p>
        </w:tc>
        <w:tc>
          <w:tcPr>
            <w:tcW w:w="2230" w:type="dxa"/>
          </w:tcPr>
          <w:p w14:paraId="20F0E32B"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0.417</w:t>
            </w:r>
          </w:p>
        </w:tc>
        <w:tc>
          <w:tcPr>
            <w:tcW w:w="2551" w:type="dxa"/>
          </w:tcPr>
          <w:p w14:paraId="5447BB44"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0.350</w:t>
            </w:r>
          </w:p>
        </w:tc>
      </w:tr>
      <w:tr w:rsidR="004D36CB" w:rsidRPr="00BA0878" w14:paraId="12748D3B" w14:textId="77777777" w:rsidTr="005B4036">
        <w:tc>
          <w:tcPr>
            <w:tcW w:w="1172" w:type="dxa"/>
          </w:tcPr>
          <w:p w14:paraId="065FA406"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W</w:t>
            </w:r>
            <w:r w:rsidRPr="00BA0878">
              <w:rPr>
                <w:b/>
                <w:vertAlign w:val="subscript"/>
                <w:lang w:eastAsia="cs-CZ"/>
              </w:rPr>
              <w:t>3</w:t>
            </w:r>
          </w:p>
        </w:tc>
        <w:tc>
          <w:tcPr>
            <w:tcW w:w="2230" w:type="dxa"/>
          </w:tcPr>
          <w:p w14:paraId="1E242471"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0.548</w:t>
            </w:r>
          </w:p>
        </w:tc>
        <w:tc>
          <w:tcPr>
            <w:tcW w:w="2551" w:type="dxa"/>
          </w:tcPr>
          <w:p w14:paraId="6B96C79C"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0.414</w:t>
            </w:r>
          </w:p>
        </w:tc>
      </w:tr>
      <w:tr w:rsidR="004D36CB" w:rsidRPr="00BA0878" w14:paraId="7E5C4B0E" w14:textId="77777777" w:rsidTr="005B4036">
        <w:tc>
          <w:tcPr>
            <w:tcW w:w="1172" w:type="dxa"/>
          </w:tcPr>
          <w:p w14:paraId="1C5AD718"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W</w:t>
            </w:r>
            <w:r w:rsidRPr="00BA0878">
              <w:rPr>
                <w:b/>
                <w:vertAlign w:val="subscript"/>
                <w:lang w:eastAsia="cs-CZ"/>
              </w:rPr>
              <w:t>4</w:t>
            </w:r>
          </w:p>
        </w:tc>
        <w:tc>
          <w:tcPr>
            <w:tcW w:w="2230" w:type="dxa"/>
          </w:tcPr>
          <w:p w14:paraId="63FA7235"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0.450</w:t>
            </w:r>
          </w:p>
        </w:tc>
        <w:tc>
          <w:tcPr>
            <w:tcW w:w="2551" w:type="dxa"/>
          </w:tcPr>
          <w:p w14:paraId="19FC47D4"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0.513</w:t>
            </w:r>
          </w:p>
        </w:tc>
      </w:tr>
    </w:tbl>
    <w:p w14:paraId="35B85D62" w14:textId="19855101" w:rsidR="004D36CB" w:rsidRPr="00BA0878" w:rsidRDefault="001A24F1" w:rsidP="00E35EF4">
      <w:pPr>
        <w:pStyle w:val="para0"/>
        <w:tabs>
          <w:tab w:val="left" w:pos="8505"/>
        </w:tabs>
        <w:spacing w:before="120"/>
        <w:ind w:right="992"/>
        <w:rPr>
          <w:b/>
          <w:lang w:val="en-US"/>
        </w:rPr>
      </w:pPr>
      <w:r w:rsidRPr="00BA0878">
        <w:rPr>
          <w:b/>
          <w:lang w:val="en-US"/>
        </w:rPr>
        <w:t>2.11.2.2.</w:t>
      </w:r>
      <w:r w:rsidR="004D36CB" w:rsidRPr="00BA0878">
        <w:rPr>
          <w:b/>
          <w:lang w:val="en-US"/>
        </w:rPr>
        <w:tab/>
        <w:t>"</w:t>
      </w:r>
      <w:r w:rsidR="004D36CB" w:rsidRPr="00BA0878">
        <w:rPr>
          <w:b/>
          <w:i/>
          <w:lang w:val="en-US"/>
        </w:rPr>
        <w:t>Yellow</w:t>
      </w:r>
      <w:r w:rsidR="004D36CB" w:rsidRPr="00BA0878">
        <w:rPr>
          <w:b/>
          <w:lang w:val="en-US"/>
        </w:rPr>
        <w:t>" means the chromaticity coordinates (x,y)</w:t>
      </w:r>
      <w:r w:rsidR="004D36CB" w:rsidRPr="00BA0878">
        <w:rPr>
          <w:b/>
          <w:vertAlign w:val="superscript"/>
          <w:lang w:val="en-US"/>
        </w:rPr>
        <w:t>4</w:t>
      </w:r>
      <w:r w:rsidR="004D36CB" w:rsidRPr="00BA0878">
        <w:rPr>
          <w:b/>
          <w:lang w:val="en-US"/>
        </w:rPr>
        <w:t xml:space="preserve"> of the light reflected that lie inside the chromaticity areas defined by the boundaries:</w:t>
      </w:r>
    </w:p>
    <w:tbl>
      <w:tblPr>
        <w:tblW w:w="0" w:type="auto"/>
        <w:tblInd w:w="2376" w:type="dxa"/>
        <w:tblLook w:val="0000" w:firstRow="0" w:lastRow="0" w:firstColumn="0" w:lastColumn="0" w:noHBand="0" w:noVBand="0"/>
      </w:tblPr>
      <w:tblGrid>
        <w:gridCol w:w="1134"/>
        <w:gridCol w:w="2268"/>
        <w:gridCol w:w="2693"/>
      </w:tblGrid>
      <w:tr w:rsidR="004D36CB" w:rsidRPr="00BA0878" w14:paraId="0BA56E27" w14:textId="77777777" w:rsidTr="005B4036">
        <w:tc>
          <w:tcPr>
            <w:tcW w:w="1134" w:type="dxa"/>
          </w:tcPr>
          <w:p w14:paraId="7CE357D5"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w:t>
            </w:r>
            <w:r w:rsidRPr="00BA0878">
              <w:rPr>
                <w:b/>
                <w:vertAlign w:val="subscript"/>
                <w:lang w:eastAsia="cs-CZ"/>
              </w:rPr>
              <w:t>12</w:t>
            </w:r>
          </w:p>
        </w:tc>
        <w:tc>
          <w:tcPr>
            <w:tcW w:w="2268" w:type="dxa"/>
          </w:tcPr>
          <w:p w14:paraId="38AD8169"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green boundary</w:t>
            </w:r>
          </w:p>
        </w:tc>
        <w:tc>
          <w:tcPr>
            <w:tcW w:w="2693" w:type="dxa"/>
          </w:tcPr>
          <w:p w14:paraId="734A7CDF"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x - 0.040</w:t>
            </w:r>
          </w:p>
        </w:tc>
      </w:tr>
      <w:tr w:rsidR="004D36CB" w:rsidRPr="00BA0878" w14:paraId="4454985B" w14:textId="77777777" w:rsidTr="005B4036">
        <w:tc>
          <w:tcPr>
            <w:tcW w:w="1134" w:type="dxa"/>
          </w:tcPr>
          <w:p w14:paraId="647F7A7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w:t>
            </w:r>
            <w:r w:rsidRPr="00BA0878">
              <w:rPr>
                <w:b/>
                <w:vertAlign w:val="subscript"/>
                <w:lang w:eastAsia="cs-CZ"/>
              </w:rPr>
              <w:t>23</w:t>
            </w:r>
          </w:p>
        </w:tc>
        <w:tc>
          <w:tcPr>
            <w:tcW w:w="2268" w:type="dxa"/>
          </w:tcPr>
          <w:p w14:paraId="09897508"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the spectral locus</w:t>
            </w:r>
          </w:p>
        </w:tc>
        <w:tc>
          <w:tcPr>
            <w:tcW w:w="2693" w:type="dxa"/>
          </w:tcPr>
          <w:p w14:paraId="795B72E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p>
        </w:tc>
      </w:tr>
      <w:tr w:rsidR="004D36CB" w:rsidRPr="00BA0878" w14:paraId="0B0CA211" w14:textId="77777777" w:rsidTr="005B4036">
        <w:tc>
          <w:tcPr>
            <w:tcW w:w="1134" w:type="dxa"/>
          </w:tcPr>
          <w:p w14:paraId="7C65C5FA"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w:t>
            </w:r>
            <w:r w:rsidRPr="00BA0878">
              <w:rPr>
                <w:b/>
                <w:vertAlign w:val="subscript"/>
                <w:lang w:eastAsia="cs-CZ"/>
              </w:rPr>
              <w:t>34</w:t>
            </w:r>
          </w:p>
        </w:tc>
        <w:tc>
          <w:tcPr>
            <w:tcW w:w="2268" w:type="dxa"/>
          </w:tcPr>
          <w:p w14:paraId="67690FBD"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red boundary</w:t>
            </w:r>
          </w:p>
        </w:tc>
        <w:tc>
          <w:tcPr>
            <w:tcW w:w="2693" w:type="dxa"/>
          </w:tcPr>
          <w:p w14:paraId="448DB2AE"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0.200 x + 0.268</w:t>
            </w:r>
          </w:p>
        </w:tc>
      </w:tr>
      <w:tr w:rsidR="004D36CB" w:rsidRPr="00BA0878" w14:paraId="24DD868E" w14:textId="77777777" w:rsidTr="005B4036">
        <w:tc>
          <w:tcPr>
            <w:tcW w:w="1134" w:type="dxa"/>
          </w:tcPr>
          <w:p w14:paraId="7EB22C61"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w:t>
            </w:r>
            <w:r w:rsidRPr="00BA0878">
              <w:rPr>
                <w:b/>
                <w:vertAlign w:val="subscript"/>
                <w:lang w:eastAsia="cs-CZ"/>
              </w:rPr>
              <w:t>41</w:t>
            </w:r>
          </w:p>
        </w:tc>
        <w:tc>
          <w:tcPr>
            <w:tcW w:w="2268" w:type="dxa"/>
          </w:tcPr>
          <w:p w14:paraId="145D8D0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white boundary</w:t>
            </w:r>
          </w:p>
        </w:tc>
        <w:tc>
          <w:tcPr>
            <w:tcW w:w="2693" w:type="dxa"/>
          </w:tcPr>
          <w:p w14:paraId="63F764A9"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0.970 - x</w:t>
            </w:r>
          </w:p>
        </w:tc>
      </w:tr>
    </w:tbl>
    <w:p w14:paraId="617FC349"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ook w:val="0000" w:firstRow="0" w:lastRow="0" w:firstColumn="0" w:lastColumn="0" w:noHBand="0" w:noVBand="0"/>
      </w:tblPr>
      <w:tblGrid>
        <w:gridCol w:w="1134"/>
        <w:gridCol w:w="2977"/>
        <w:gridCol w:w="2126"/>
      </w:tblGrid>
      <w:tr w:rsidR="004D36CB" w:rsidRPr="00BA0878" w14:paraId="507C17C7" w14:textId="77777777" w:rsidTr="005B4036">
        <w:tc>
          <w:tcPr>
            <w:tcW w:w="1134" w:type="dxa"/>
          </w:tcPr>
          <w:p w14:paraId="7D73AF38"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p>
        </w:tc>
        <w:tc>
          <w:tcPr>
            <w:tcW w:w="2977" w:type="dxa"/>
          </w:tcPr>
          <w:p w14:paraId="5A15E02B"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126" w:type="dxa"/>
          </w:tcPr>
          <w:p w14:paraId="1445AFF5"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43F207A2" w14:textId="77777777" w:rsidTr="005B4036">
        <w:tc>
          <w:tcPr>
            <w:tcW w:w="1134" w:type="dxa"/>
          </w:tcPr>
          <w:p w14:paraId="43A91BF6"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r w:rsidRPr="00BA0878">
              <w:rPr>
                <w:b/>
                <w:vertAlign w:val="subscript"/>
                <w:lang w:eastAsia="cs-CZ"/>
              </w:rPr>
              <w:t>1</w:t>
            </w:r>
          </w:p>
        </w:tc>
        <w:tc>
          <w:tcPr>
            <w:tcW w:w="2977" w:type="dxa"/>
          </w:tcPr>
          <w:p w14:paraId="49A29112"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0.505</w:t>
            </w:r>
          </w:p>
        </w:tc>
        <w:tc>
          <w:tcPr>
            <w:tcW w:w="2126" w:type="dxa"/>
          </w:tcPr>
          <w:p w14:paraId="7CA43E2C"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0.465</w:t>
            </w:r>
          </w:p>
        </w:tc>
      </w:tr>
      <w:tr w:rsidR="004D36CB" w:rsidRPr="00BA0878" w14:paraId="1C9FAA3A" w14:textId="77777777" w:rsidTr="005B4036">
        <w:tc>
          <w:tcPr>
            <w:tcW w:w="1134" w:type="dxa"/>
          </w:tcPr>
          <w:p w14:paraId="371BB030"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r w:rsidRPr="00BA0878">
              <w:rPr>
                <w:b/>
                <w:vertAlign w:val="subscript"/>
                <w:lang w:eastAsia="cs-CZ"/>
              </w:rPr>
              <w:t>2</w:t>
            </w:r>
          </w:p>
        </w:tc>
        <w:tc>
          <w:tcPr>
            <w:tcW w:w="2977" w:type="dxa"/>
          </w:tcPr>
          <w:p w14:paraId="3C42EF37"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0.520</w:t>
            </w:r>
          </w:p>
        </w:tc>
        <w:tc>
          <w:tcPr>
            <w:tcW w:w="2126" w:type="dxa"/>
          </w:tcPr>
          <w:p w14:paraId="6EDFD949"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0.480</w:t>
            </w:r>
          </w:p>
        </w:tc>
      </w:tr>
      <w:tr w:rsidR="004D36CB" w:rsidRPr="00BA0878" w14:paraId="325D6950" w14:textId="77777777" w:rsidTr="005B4036">
        <w:tc>
          <w:tcPr>
            <w:tcW w:w="1134" w:type="dxa"/>
          </w:tcPr>
          <w:p w14:paraId="34522B58"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r w:rsidRPr="00BA0878">
              <w:rPr>
                <w:b/>
                <w:vertAlign w:val="subscript"/>
                <w:lang w:eastAsia="cs-CZ"/>
              </w:rPr>
              <w:t>3</w:t>
            </w:r>
          </w:p>
        </w:tc>
        <w:tc>
          <w:tcPr>
            <w:tcW w:w="2977" w:type="dxa"/>
          </w:tcPr>
          <w:p w14:paraId="4F559241"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0.610</w:t>
            </w:r>
          </w:p>
        </w:tc>
        <w:tc>
          <w:tcPr>
            <w:tcW w:w="2126" w:type="dxa"/>
          </w:tcPr>
          <w:p w14:paraId="20D8A5CD"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0.390</w:t>
            </w:r>
          </w:p>
        </w:tc>
      </w:tr>
      <w:tr w:rsidR="004D36CB" w:rsidRPr="00BA0878" w14:paraId="747DC60A" w14:textId="77777777" w:rsidTr="005B4036">
        <w:tc>
          <w:tcPr>
            <w:tcW w:w="1134" w:type="dxa"/>
          </w:tcPr>
          <w:p w14:paraId="449DF29C"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r w:rsidRPr="00BA0878">
              <w:rPr>
                <w:b/>
                <w:vertAlign w:val="subscript"/>
                <w:lang w:eastAsia="cs-CZ"/>
              </w:rPr>
              <w:t>4</w:t>
            </w:r>
          </w:p>
        </w:tc>
        <w:tc>
          <w:tcPr>
            <w:tcW w:w="2977" w:type="dxa"/>
          </w:tcPr>
          <w:p w14:paraId="7A712E9F"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0.585</w:t>
            </w:r>
          </w:p>
        </w:tc>
        <w:tc>
          <w:tcPr>
            <w:tcW w:w="2126" w:type="dxa"/>
          </w:tcPr>
          <w:p w14:paraId="631695CD"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0.385</w:t>
            </w:r>
          </w:p>
        </w:tc>
      </w:tr>
    </w:tbl>
    <w:p w14:paraId="18237568" w14:textId="7AAADDB5" w:rsidR="004D36CB" w:rsidRPr="00BA0878" w:rsidRDefault="001A24F1" w:rsidP="00E35EF4">
      <w:pPr>
        <w:pStyle w:val="para0"/>
        <w:tabs>
          <w:tab w:val="left" w:pos="8505"/>
        </w:tabs>
        <w:spacing w:before="120"/>
        <w:ind w:right="992"/>
        <w:rPr>
          <w:b/>
          <w:lang w:val="en-US"/>
        </w:rPr>
      </w:pPr>
      <w:r w:rsidRPr="00BA0878">
        <w:rPr>
          <w:b/>
          <w:lang w:val="en-US"/>
        </w:rPr>
        <w:t>2.11.2.3.</w:t>
      </w:r>
      <w:r w:rsidR="004D36CB" w:rsidRPr="00BA0878">
        <w:rPr>
          <w:b/>
          <w:lang w:val="en-US"/>
        </w:rPr>
        <w:tab/>
        <w:t>"</w:t>
      </w:r>
      <w:r w:rsidR="004D36CB" w:rsidRPr="00BA0878">
        <w:rPr>
          <w:b/>
          <w:i/>
          <w:lang w:val="en-US"/>
        </w:rPr>
        <w:t>Amber</w:t>
      </w:r>
      <w:r w:rsidR="004D36CB" w:rsidRPr="00BA0878">
        <w:rPr>
          <w:b/>
          <w:lang w:val="en-US"/>
        </w:rPr>
        <w:t>" means the chromaticity coordinates (x,y)</w:t>
      </w:r>
      <w:r w:rsidR="004D36CB" w:rsidRPr="00BA0878">
        <w:rPr>
          <w:b/>
          <w:vertAlign w:val="superscript"/>
          <w:lang w:val="en-US"/>
        </w:rPr>
        <w:t xml:space="preserve">4 </w:t>
      </w:r>
      <w:r w:rsidR="004D36CB" w:rsidRPr="00BA0878">
        <w:rPr>
          <w:b/>
          <w:lang w:val="en-US"/>
        </w:rPr>
        <w:t>of the light reflected that lie inside the chromaticity areas defined by the boundaries:</w:t>
      </w:r>
    </w:p>
    <w:tbl>
      <w:tblPr>
        <w:tblW w:w="0" w:type="auto"/>
        <w:tblInd w:w="2376" w:type="dxa"/>
        <w:tblLook w:val="01E0" w:firstRow="1" w:lastRow="1" w:firstColumn="1" w:lastColumn="1" w:noHBand="0" w:noVBand="0"/>
      </w:tblPr>
      <w:tblGrid>
        <w:gridCol w:w="1134"/>
        <w:gridCol w:w="2977"/>
        <w:gridCol w:w="2126"/>
      </w:tblGrid>
      <w:tr w:rsidR="004D36CB" w:rsidRPr="00BA0878" w14:paraId="69A70CAD" w14:textId="77777777" w:rsidTr="005B4036">
        <w:tc>
          <w:tcPr>
            <w:tcW w:w="1134" w:type="dxa"/>
            <w:shd w:val="clear" w:color="auto" w:fill="auto"/>
          </w:tcPr>
          <w:p w14:paraId="235BCF5B" w14:textId="77777777" w:rsidR="004D36CB" w:rsidRPr="00BA0878" w:rsidRDefault="004D36CB" w:rsidP="004F6CBD">
            <w:pPr>
              <w:widowControl w:val="0"/>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A</w:t>
            </w:r>
            <w:r w:rsidRPr="00BA0878">
              <w:rPr>
                <w:b/>
                <w:vertAlign w:val="subscript"/>
                <w:lang w:eastAsia="cs-CZ"/>
              </w:rPr>
              <w:t>12</w:t>
            </w:r>
          </w:p>
        </w:tc>
        <w:tc>
          <w:tcPr>
            <w:tcW w:w="2977" w:type="dxa"/>
            <w:shd w:val="clear" w:color="auto" w:fill="auto"/>
          </w:tcPr>
          <w:p w14:paraId="142E8EDB" w14:textId="77777777" w:rsidR="004D36CB" w:rsidRPr="00BA0878" w:rsidRDefault="004D36CB" w:rsidP="004F6CBD">
            <w:pPr>
              <w:widowControl w:val="0"/>
              <w:suppressAutoHyphens w:val="0"/>
              <w:spacing w:line="240" w:lineRule="auto"/>
              <w:ind w:left="851" w:right="283" w:hanging="851"/>
              <w:jc w:val="both"/>
              <w:rPr>
                <w:rFonts w:cs="Arial"/>
                <w:b/>
              </w:rPr>
            </w:pPr>
            <w:r w:rsidRPr="00BA0878">
              <w:rPr>
                <w:b/>
                <w:lang w:eastAsia="cs-CZ"/>
              </w:rPr>
              <w:t>green boundary</w:t>
            </w:r>
          </w:p>
        </w:tc>
        <w:tc>
          <w:tcPr>
            <w:tcW w:w="2126" w:type="dxa"/>
            <w:shd w:val="clear" w:color="auto" w:fill="auto"/>
          </w:tcPr>
          <w:p w14:paraId="592B3542" w14:textId="77777777" w:rsidR="004D36CB" w:rsidRPr="00BA0878" w:rsidRDefault="004D36CB" w:rsidP="004F6CBD">
            <w:pPr>
              <w:widowControl w:val="0"/>
              <w:suppressAutoHyphens w:val="0"/>
              <w:spacing w:line="240" w:lineRule="auto"/>
              <w:ind w:left="851" w:right="283" w:hanging="851"/>
              <w:jc w:val="both"/>
              <w:rPr>
                <w:rFonts w:cs="Arial"/>
                <w:b/>
              </w:rPr>
            </w:pPr>
            <w:r w:rsidRPr="00BA0878">
              <w:rPr>
                <w:b/>
                <w:lang w:eastAsia="cs-CZ"/>
              </w:rPr>
              <w:t>y = 1.417 x - 0.347</w:t>
            </w:r>
          </w:p>
        </w:tc>
      </w:tr>
      <w:tr w:rsidR="004D36CB" w:rsidRPr="00BA0878" w14:paraId="370C11AB" w14:textId="77777777" w:rsidTr="005B4036">
        <w:tc>
          <w:tcPr>
            <w:tcW w:w="1134" w:type="dxa"/>
            <w:shd w:val="clear" w:color="auto" w:fill="auto"/>
          </w:tcPr>
          <w:p w14:paraId="489E31AC" w14:textId="77777777" w:rsidR="004D36CB" w:rsidRPr="00BA0878" w:rsidRDefault="004D36CB" w:rsidP="004F6CBD">
            <w:pPr>
              <w:widowControl w:val="0"/>
              <w:suppressAutoHyphens w:val="0"/>
              <w:spacing w:line="240" w:lineRule="auto"/>
              <w:ind w:left="851" w:right="283" w:hanging="851"/>
              <w:jc w:val="both"/>
              <w:rPr>
                <w:rFonts w:cs="Arial"/>
                <w:b/>
              </w:rPr>
            </w:pPr>
            <w:r w:rsidRPr="00BA0878">
              <w:rPr>
                <w:b/>
                <w:lang w:eastAsia="cs-CZ"/>
              </w:rPr>
              <w:t>A</w:t>
            </w:r>
            <w:r w:rsidRPr="00BA0878">
              <w:rPr>
                <w:b/>
                <w:vertAlign w:val="subscript"/>
                <w:lang w:eastAsia="cs-CZ"/>
              </w:rPr>
              <w:t>23</w:t>
            </w:r>
          </w:p>
        </w:tc>
        <w:tc>
          <w:tcPr>
            <w:tcW w:w="2977" w:type="dxa"/>
            <w:shd w:val="clear" w:color="auto" w:fill="auto"/>
          </w:tcPr>
          <w:p w14:paraId="77E471BE" w14:textId="77777777" w:rsidR="004D36CB" w:rsidRPr="00BA0878" w:rsidRDefault="004D36CB" w:rsidP="004F6CBD">
            <w:pPr>
              <w:widowControl w:val="0"/>
              <w:suppressAutoHyphens w:val="0"/>
              <w:spacing w:line="240" w:lineRule="auto"/>
              <w:ind w:left="851" w:right="283" w:hanging="851"/>
              <w:jc w:val="both"/>
              <w:rPr>
                <w:rFonts w:cs="Arial"/>
                <w:b/>
              </w:rPr>
            </w:pPr>
            <w:r w:rsidRPr="00BA0878">
              <w:rPr>
                <w:b/>
                <w:lang w:eastAsia="cs-CZ"/>
              </w:rPr>
              <w:t>the spectral locus</w:t>
            </w:r>
          </w:p>
        </w:tc>
        <w:tc>
          <w:tcPr>
            <w:tcW w:w="2126" w:type="dxa"/>
            <w:shd w:val="clear" w:color="auto" w:fill="auto"/>
          </w:tcPr>
          <w:p w14:paraId="11EC7332" w14:textId="77777777" w:rsidR="004D36CB" w:rsidRPr="00BA0878" w:rsidRDefault="004D36CB" w:rsidP="004F6CBD">
            <w:pPr>
              <w:widowControl w:val="0"/>
              <w:suppressAutoHyphens w:val="0"/>
              <w:spacing w:line="240" w:lineRule="auto"/>
              <w:ind w:left="851" w:right="283" w:hanging="851"/>
              <w:jc w:val="both"/>
              <w:rPr>
                <w:rFonts w:cs="Arial"/>
                <w:b/>
              </w:rPr>
            </w:pPr>
          </w:p>
        </w:tc>
      </w:tr>
      <w:tr w:rsidR="004D36CB" w:rsidRPr="00BA0878" w14:paraId="4E7D45FB" w14:textId="77777777" w:rsidTr="005B4036">
        <w:tc>
          <w:tcPr>
            <w:tcW w:w="1134" w:type="dxa"/>
            <w:shd w:val="clear" w:color="auto" w:fill="auto"/>
          </w:tcPr>
          <w:p w14:paraId="650E920E" w14:textId="77777777" w:rsidR="004D36CB" w:rsidRPr="00BA0878" w:rsidRDefault="004D36CB" w:rsidP="004F6CBD">
            <w:pPr>
              <w:widowControl w:val="0"/>
              <w:suppressAutoHyphens w:val="0"/>
              <w:spacing w:line="240" w:lineRule="auto"/>
              <w:ind w:left="851" w:right="283" w:hanging="851"/>
              <w:jc w:val="both"/>
              <w:rPr>
                <w:b/>
                <w:lang w:eastAsia="cs-CZ"/>
              </w:rPr>
            </w:pPr>
            <w:r w:rsidRPr="00BA0878">
              <w:rPr>
                <w:b/>
                <w:lang w:eastAsia="cs-CZ"/>
              </w:rPr>
              <w:t>A</w:t>
            </w:r>
            <w:r w:rsidRPr="00BA0878">
              <w:rPr>
                <w:b/>
                <w:vertAlign w:val="subscript"/>
                <w:lang w:eastAsia="cs-CZ"/>
              </w:rPr>
              <w:t>34</w:t>
            </w:r>
          </w:p>
        </w:tc>
        <w:tc>
          <w:tcPr>
            <w:tcW w:w="2977" w:type="dxa"/>
            <w:shd w:val="clear" w:color="auto" w:fill="auto"/>
          </w:tcPr>
          <w:p w14:paraId="7B06011E" w14:textId="77777777" w:rsidR="004D36CB" w:rsidRPr="00BA0878" w:rsidRDefault="004D36CB" w:rsidP="004F6CBD">
            <w:pPr>
              <w:widowControl w:val="0"/>
              <w:suppressAutoHyphens w:val="0"/>
              <w:spacing w:line="240" w:lineRule="auto"/>
              <w:ind w:left="851" w:right="283" w:hanging="851"/>
              <w:jc w:val="both"/>
              <w:rPr>
                <w:b/>
                <w:lang w:eastAsia="cs-CZ"/>
              </w:rPr>
            </w:pPr>
            <w:r w:rsidRPr="00BA0878">
              <w:rPr>
                <w:b/>
                <w:lang w:eastAsia="cs-CZ"/>
              </w:rPr>
              <w:t>red boundary</w:t>
            </w:r>
          </w:p>
        </w:tc>
        <w:tc>
          <w:tcPr>
            <w:tcW w:w="2126" w:type="dxa"/>
            <w:shd w:val="clear" w:color="auto" w:fill="auto"/>
          </w:tcPr>
          <w:p w14:paraId="3065DA87" w14:textId="77777777" w:rsidR="004D36CB" w:rsidRPr="00BA0878" w:rsidRDefault="004D36CB" w:rsidP="004F6CBD">
            <w:pPr>
              <w:widowControl w:val="0"/>
              <w:suppressAutoHyphens w:val="0"/>
              <w:spacing w:line="240" w:lineRule="auto"/>
              <w:ind w:left="851" w:right="283" w:hanging="851"/>
              <w:jc w:val="both"/>
              <w:rPr>
                <w:rFonts w:cs="Arial"/>
                <w:b/>
              </w:rPr>
            </w:pPr>
            <w:r w:rsidRPr="00BA0878">
              <w:rPr>
                <w:b/>
                <w:lang w:eastAsia="cs-CZ"/>
              </w:rPr>
              <w:t>y = 0.390</w:t>
            </w:r>
          </w:p>
        </w:tc>
      </w:tr>
      <w:tr w:rsidR="004D36CB" w:rsidRPr="00BA0878" w14:paraId="49D602C7" w14:textId="77777777" w:rsidTr="005B4036">
        <w:tc>
          <w:tcPr>
            <w:tcW w:w="1134" w:type="dxa"/>
            <w:shd w:val="clear" w:color="auto" w:fill="auto"/>
          </w:tcPr>
          <w:p w14:paraId="36F29F54" w14:textId="77777777" w:rsidR="004D36CB" w:rsidRPr="00BA0878" w:rsidRDefault="004D36CB" w:rsidP="004F6CBD">
            <w:pPr>
              <w:widowControl w:val="0"/>
              <w:suppressAutoHyphens w:val="0"/>
              <w:spacing w:line="240" w:lineRule="auto"/>
              <w:ind w:left="851" w:right="283" w:hanging="851"/>
              <w:jc w:val="both"/>
              <w:rPr>
                <w:b/>
                <w:lang w:eastAsia="cs-CZ"/>
              </w:rPr>
            </w:pPr>
            <w:r w:rsidRPr="00BA0878">
              <w:rPr>
                <w:b/>
                <w:lang w:eastAsia="cs-CZ"/>
              </w:rPr>
              <w:t>A</w:t>
            </w:r>
            <w:r w:rsidRPr="00BA0878">
              <w:rPr>
                <w:b/>
                <w:vertAlign w:val="subscript"/>
                <w:lang w:eastAsia="cs-CZ"/>
              </w:rPr>
              <w:t>41</w:t>
            </w:r>
          </w:p>
        </w:tc>
        <w:tc>
          <w:tcPr>
            <w:tcW w:w="2977" w:type="dxa"/>
            <w:shd w:val="clear" w:color="auto" w:fill="auto"/>
          </w:tcPr>
          <w:p w14:paraId="14D717A2" w14:textId="77777777" w:rsidR="004D36CB" w:rsidRPr="00BA0878" w:rsidRDefault="004D36CB" w:rsidP="004F6CBD">
            <w:pPr>
              <w:widowControl w:val="0"/>
              <w:suppressAutoHyphens w:val="0"/>
              <w:spacing w:line="240" w:lineRule="auto"/>
              <w:ind w:left="851" w:right="283" w:hanging="851"/>
              <w:jc w:val="both"/>
              <w:rPr>
                <w:b/>
                <w:lang w:eastAsia="cs-CZ"/>
              </w:rPr>
            </w:pPr>
            <w:r w:rsidRPr="00BA0878">
              <w:rPr>
                <w:b/>
                <w:lang w:eastAsia="cs-CZ"/>
              </w:rPr>
              <w:t>white boundary</w:t>
            </w:r>
          </w:p>
        </w:tc>
        <w:tc>
          <w:tcPr>
            <w:tcW w:w="2126" w:type="dxa"/>
            <w:shd w:val="clear" w:color="auto" w:fill="auto"/>
          </w:tcPr>
          <w:p w14:paraId="1AB26B95" w14:textId="77777777" w:rsidR="004D36CB" w:rsidRPr="00BA0878" w:rsidRDefault="004D36CB" w:rsidP="004F6CBD">
            <w:pPr>
              <w:widowControl w:val="0"/>
              <w:suppressAutoHyphens w:val="0"/>
              <w:spacing w:line="240" w:lineRule="auto"/>
              <w:ind w:left="851" w:right="283" w:hanging="851"/>
              <w:jc w:val="both"/>
              <w:rPr>
                <w:b/>
                <w:lang w:eastAsia="cs-CZ"/>
              </w:rPr>
            </w:pPr>
            <w:r w:rsidRPr="00BA0878">
              <w:rPr>
                <w:b/>
                <w:lang w:eastAsia="cs-CZ"/>
              </w:rPr>
              <w:t>y = 0.790 - 0.670 x</w:t>
            </w:r>
          </w:p>
        </w:tc>
      </w:tr>
    </w:tbl>
    <w:p w14:paraId="3235695B"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ook w:val="0000" w:firstRow="0" w:lastRow="0" w:firstColumn="0" w:lastColumn="0" w:noHBand="0" w:noVBand="0"/>
      </w:tblPr>
      <w:tblGrid>
        <w:gridCol w:w="1134"/>
        <w:gridCol w:w="2977"/>
        <w:gridCol w:w="2126"/>
      </w:tblGrid>
      <w:tr w:rsidR="004D36CB" w:rsidRPr="00BA0878" w14:paraId="3C488B53" w14:textId="77777777" w:rsidTr="005B4036">
        <w:tc>
          <w:tcPr>
            <w:tcW w:w="1134" w:type="dxa"/>
          </w:tcPr>
          <w:p w14:paraId="46179276"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p>
        </w:tc>
        <w:tc>
          <w:tcPr>
            <w:tcW w:w="2977" w:type="dxa"/>
          </w:tcPr>
          <w:p w14:paraId="115AA0DF"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126" w:type="dxa"/>
          </w:tcPr>
          <w:p w14:paraId="5CDA42FB"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4739491D" w14:textId="77777777" w:rsidTr="005B4036">
        <w:tc>
          <w:tcPr>
            <w:tcW w:w="1134" w:type="dxa"/>
          </w:tcPr>
          <w:p w14:paraId="4615B775"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A</w:t>
            </w:r>
            <w:r w:rsidRPr="00BA0878">
              <w:rPr>
                <w:b/>
                <w:vertAlign w:val="subscript"/>
                <w:lang w:eastAsia="cs-CZ"/>
              </w:rPr>
              <w:t>1</w:t>
            </w:r>
          </w:p>
        </w:tc>
        <w:tc>
          <w:tcPr>
            <w:tcW w:w="2977" w:type="dxa"/>
          </w:tcPr>
          <w:p w14:paraId="4A2BE835"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0.545</w:t>
            </w:r>
          </w:p>
        </w:tc>
        <w:tc>
          <w:tcPr>
            <w:tcW w:w="2126" w:type="dxa"/>
          </w:tcPr>
          <w:p w14:paraId="117817E4"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0.425</w:t>
            </w:r>
          </w:p>
        </w:tc>
      </w:tr>
      <w:tr w:rsidR="004D36CB" w:rsidRPr="00BA0878" w14:paraId="636BFC3C" w14:textId="77777777" w:rsidTr="005B4036">
        <w:tc>
          <w:tcPr>
            <w:tcW w:w="1134" w:type="dxa"/>
          </w:tcPr>
          <w:p w14:paraId="7BB6BBB7"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A</w:t>
            </w:r>
            <w:r w:rsidRPr="00BA0878">
              <w:rPr>
                <w:b/>
                <w:vertAlign w:val="subscript"/>
                <w:lang w:eastAsia="cs-CZ"/>
              </w:rPr>
              <w:t>2</w:t>
            </w:r>
          </w:p>
        </w:tc>
        <w:tc>
          <w:tcPr>
            <w:tcW w:w="2977" w:type="dxa"/>
          </w:tcPr>
          <w:p w14:paraId="2C4C680C"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0.557</w:t>
            </w:r>
          </w:p>
        </w:tc>
        <w:tc>
          <w:tcPr>
            <w:tcW w:w="2126" w:type="dxa"/>
          </w:tcPr>
          <w:p w14:paraId="0A4064E9"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0.442</w:t>
            </w:r>
          </w:p>
        </w:tc>
      </w:tr>
      <w:tr w:rsidR="004D36CB" w:rsidRPr="00BA0878" w14:paraId="741105E5" w14:textId="77777777" w:rsidTr="005B4036">
        <w:tc>
          <w:tcPr>
            <w:tcW w:w="1134" w:type="dxa"/>
          </w:tcPr>
          <w:p w14:paraId="40B86F7A"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A</w:t>
            </w:r>
            <w:r w:rsidRPr="00BA0878">
              <w:rPr>
                <w:b/>
                <w:vertAlign w:val="subscript"/>
                <w:lang w:eastAsia="cs-CZ"/>
              </w:rPr>
              <w:t>3</w:t>
            </w:r>
          </w:p>
        </w:tc>
        <w:tc>
          <w:tcPr>
            <w:tcW w:w="2977" w:type="dxa"/>
          </w:tcPr>
          <w:p w14:paraId="7E996173"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0.609</w:t>
            </w:r>
          </w:p>
        </w:tc>
        <w:tc>
          <w:tcPr>
            <w:tcW w:w="2126" w:type="dxa"/>
          </w:tcPr>
          <w:p w14:paraId="5D3C7994"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0.390</w:t>
            </w:r>
          </w:p>
        </w:tc>
      </w:tr>
      <w:tr w:rsidR="004D36CB" w:rsidRPr="00BA0878" w14:paraId="332A0BC7" w14:textId="77777777" w:rsidTr="005B4036">
        <w:tc>
          <w:tcPr>
            <w:tcW w:w="1134" w:type="dxa"/>
          </w:tcPr>
          <w:p w14:paraId="4C1C07F2"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A</w:t>
            </w:r>
            <w:r w:rsidRPr="00BA0878">
              <w:rPr>
                <w:b/>
                <w:vertAlign w:val="subscript"/>
                <w:lang w:eastAsia="cs-CZ"/>
              </w:rPr>
              <w:t>4</w:t>
            </w:r>
          </w:p>
        </w:tc>
        <w:tc>
          <w:tcPr>
            <w:tcW w:w="2977" w:type="dxa"/>
          </w:tcPr>
          <w:p w14:paraId="6A699C2A"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0.597</w:t>
            </w:r>
          </w:p>
        </w:tc>
        <w:tc>
          <w:tcPr>
            <w:tcW w:w="2126" w:type="dxa"/>
          </w:tcPr>
          <w:p w14:paraId="7098DB82" w14:textId="77777777" w:rsidR="004D36CB" w:rsidRPr="00BA0878" w:rsidRDefault="004D36CB" w:rsidP="004F6CBD">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0.390</w:t>
            </w:r>
          </w:p>
        </w:tc>
      </w:tr>
    </w:tbl>
    <w:p w14:paraId="6F12AD61" w14:textId="5FB2DEA0" w:rsidR="004D36CB" w:rsidRPr="00BA0878" w:rsidRDefault="001A24F1" w:rsidP="00E35EF4">
      <w:pPr>
        <w:pStyle w:val="para0"/>
        <w:tabs>
          <w:tab w:val="left" w:pos="8505"/>
        </w:tabs>
        <w:spacing w:before="120"/>
        <w:ind w:right="992"/>
        <w:rPr>
          <w:b/>
          <w:lang w:val="en-US"/>
        </w:rPr>
      </w:pPr>
      <w:r w:rsidRPr="00BA0878">
        <w:rPr>
          <w:b/>
          <w:lang w:val="en-US"/>
        </w:rPr>
        <w:t>2.11.2.4.</w:t>
      </w:r>
      <w:r w:rsidR="004D36CB" w:rsidRPr="00BA0878">
        <w:rPr>
          <w:b/>
          <w:lang w:val="en-US"/>
        </w:rPr>
        <w:tab/>
        <w:t>"</w:t>
      </w:r>
      <w:r w:rsidR="004D36CB" w:rsidRPr="00BA0878">
        <w:rPr>
          <w:b/>
          <w:i/>
          <w:lang w:val="en-US"/>
        </w:rPr>
        <w:t>Red</w:t>
      </w:r>
      <w:r w:rsidR="004D36CB" w:rsidRPr="00BA0878">
        <w:rPr>
          <w:b/>
          <w:lang w:val="en-US"/>
        </w:rPr>
        <w:t>" means the chromaticity coordinates (x,y)</w:t>
      </w:r>
      <w:r w:rsidR="004D36CB" w:rsidRPr="00BA0878">
        <w:rPr>
          <w:b/>
          <w:vertAlign w:val="superscript"/>
          <w:lang w:val="en-US"/>
        </w:rPr>
        <w:t>4</w:t>
      </w:r>
      <w:r w:rsidR="004D36CB" w:rsidRPr="00BA0878">
        <w:rPr>
          <w:b/>
          <w:lang w:val="en-US"/>
        </w:rPr>
        <w:t xml:space="preserve"> of the light reflected that lie inside the chromaticity areas defined by the boundaries:</w:t>
      </w:r>
    </w:p>
    <w:tbl>
      <w:tblPr>
        <w:tblW w:w="0" w:type="auto"/>
        <w:tblInd w:w="2376" w:type="dxa"/>
        <w:tblLook w:val="0000" w:firstRow="0" w:lastRow="0" w:firstColumn="0" w:lastColumn="0" w:noHBand="0" w:noVBand="0"/>
      </w:tblPr>
      <w:tblGrid>
        <w:gridCol w:w="1134"/>
        <w:gridCol w:w="2977"/>
        <w:gridCol w:w="2126"/>
      </w:tblGrid>
      <w:tr w:rsidR="004D36CB" w:rsidRPr="00BA0878" w14:paraId="3D85F087" w14:textId="77777777" w:rsidTr="005B4036">
        <w:tc>
          <w:tcPr>
            <w:tcW w:w="1134" w:type="dxa"/>
          </w:tcPr>
          <w:p w14:paraId="3A924525"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w:t>
            </w:r>
            <w:r w:rsidRPr="00BA0878">
              <w:rPr>
                <w:b/>
                <w:vertAlign w:val="subscript"/>
                <w:lang w:eastAsia="cs-CZ"/>
              </w:rPr>
              <w:t>12</w:t>
            </w:r>
          </w:p>
        </w:tc>
        <w:tc>
          <w:tcPr>
            <w:tcW w:w="2977" w:type="dxa"/>
          </w:tcPr>
          <w:p w14:paraId="18736D4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yellow boundary</w:t>
            </w:r>
          </w:p>
        </w:tc>
        <w:tc>
          <w:tcPr>
            <w:tcW w:w="2126" w:type="dxa"/>
          </w:tcPr>
          <w:p w14:paraId="1F348959"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0.335</w:t>
            </w:r>
          </w:p>
        </w:tc>
      </w:tr>
      <w:tr w:rsidR="004D36CB" w:rsidRPr="00BA0878" w14:paraId="00E202BF" w14:textId="77777777" w:rsidTr="005B4036">
        <w:tc>
          <w:tcPr>
            <w:tcW w:w="1134" w:type="dxa"/>
          </w:tcPr>
          <w:p w14:paraId="566932AC"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w:t>
            </w:r>
            <w:r w:rsidRPr="00BA0878">
              <w:rPr>
                <w:b/>
                <w:vertAlign w:val="subscript"/>
                <w:lang w:eastAsia="cs-CZ"/>
              </w:rPr>
              <w:t>23</w:t>
            </w:r>
          </w:p>
        </w:tc>
        <w:tc>
          <w:tcPr>
            <w:tcW w:w="2977" w:type="dxa"/>
          </w:tcPr>
          <w:p w14:paraId="1CC9E334"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the spectral locus</w:t>
            </w:r>
          </w:p>
        </w:tc>
        <w:tc>
          <w:tcPr>
            <w:tcW w:w="2126" w:type="dxa"/>
          </w:tcPr>
          <w:p w14:paraId="081DF8E4"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p>
        </w:tc>
      </w:tr>
      <w:tr w:rsidR="004D36CB" w:rsidRPr="00BA0878" w14:paraId="51B0F996" w14:textId="77777777" w:rsidTr="005B4036">
        <w:tc>
          <w:tcPr>
            <w:tcW w:w="1134" w:type="dxa"/>
          </w:tcPr>
          <w:p w14:paraId="79900A89"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w:t>
            </w:r>
            <w:r w:rsidRPr="00BA0878">
              <w:rPr>
                <w:b/>
                <w:vertAlign w:val="subscript"/>
                <w:lang w:eastAsia="cs-CZ"/>
              </w:rPr>
              <w:t>34</w:t>
            </w:r>
          </w:p>
        </w:tc>
        <w:tc>
          <w:tcPr>
            <w:tcW w:w="2977" w:type="dxa"/>
          </w:tcPr>
          <w:p w14:paraId="25F12FF8"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 xml:space="preserve">the purple line </w:t>
            </w:r>
          </w:p>
        </w:tc>
        <w:tc>
          <w:tcPr>
            <w:tcW w:w="2126" w:type="dxa"/>
          </w:tcPr>
          <w:p w14:paraId="30CA0866"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p>
        </w:tc>
      </w:tr>
      <w:tr w:rsidR="004D36CB" w:rsidRPr="00BA0878" w14:paraId="593E006A" w14:textId="77777777" w:rsidTr="005B4036">
        <w:tc>
          <w:tcPr>
            <w:tcW w:w="1134" w:type="dxa"/>
          </w:tcPr>
          <w:p w14:paraId="0D63C2BE"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w:t>
            </w:r>
            <w:r w:rsidRPr="00BA0878">
              <w:rPr>
                <w:b/>
                <w:vertAlign w:val="subscript"/>
                <w:lang w:eastAsia="cs-CZ"/>
              </w:rPr>
              <w:t>41</w:t>
            </w:r>
          </w:p>
        </w:tc>
        <w:tc>
          <w:tcPr>
            <w:tcW w:w="2977" w:type="dxa"/>
          </w:tcPr>
          <w:p w14:paraId="47329EEE"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purple boundary</w:t>
            </w:r>
          </w:p>
        </w:tc>
        <w:tc>
          <w:tcPr>
            <w:tcW w:w="2126" w:type="dxa"/>
          </w:tcPr>
          <w:p w14:paraId="7C07FB3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rFonts w:cs="Arial"/>
                <w:b/>
              </w:rPr>
              <w:t>y = 0.978 - x</w:t>
            </w:r>
          </w:p>
        </w:tc>
      </w:tr>
    </w:tbl>
    <w:p w14:paraId="3AA2D79F"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ayout w:type="fixed"/>
        <w:tblLook w:val="0000" w:firstRow="0" w:lastRow="0" w:firstColumn="0" w:lastColumn="0" w:noHBand="0" w:noVBand="0"/>
      </w:tblPr>
      <w:tblGrid>
        <w:gridCol w:w="1134"/>
        <w:gridCol w:w="2977"/>
        <w:gridCol w:w="2126"/>
      </w:tblGrid>
      <w:tr w:rsidR="004D36CB" w:rsidRPr="00BA0878" w14:paraId="754A1CAB" w14:textId="77777777" w:rsidTr="005B4036">
        <w:tc>
          <w:tcPr>
            <w:tcW w:w="1134" w:type="dxa"/>
          </w:tcPr>
          <w:p w14:paraId="1436C4EF"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jc w:val="center"/>
              <w:textAlignment w:val="baseline"/>
              <w:rPr>
                <w:b/>
                <w:lang w:eastAsia="cs-CZ"/>
              </w:rPr>
            </w:pPr>
          </w:p>
        </w:tc>
        <w:tc>
          <w:tcPr>
            <w:tcW w:w="2977" w:type="dxa"/>
          </w:tcPr>
          <w:p w14:paraId="142DB3F5"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126" w:type="dxa"/>
          </w:tcPr>
          <w:p w14:paraId="385D7B25"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5FE2E296" w14:textId="77777777" w:rsidTr="005B4036">
        <w:tc>
          <w:tcPr>
            <w:tcW w:w="1134" w:type="dxa"/>
          </w:tcPr>
          <w:p w14:paraId="373AD158"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R</w:t>
            </w:r>
            <w:r w:rsidRPr="00BA0878">
              <w:rPr>
                <w:b/>
                <w:vertAlign w:val="subscript"/>
                <w:lang w:eastAsia="cs-CZ"/>
              </w:rPr>
              <w:t>1</w:t>
            </w:r>
          </w:p>
        </w:tc>
        <w:tc>
          <w:tcPr>
            <w:tcW w:w="2977" w:type="dxa"/>
          </w:tcPr>
          <w:p w14:paraId="667DF54F"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0.643</w:t>
            </w:r>
          </w:p>
        </w:tc>
        <w:tc>
          <w:tcPr>
            <w:tcW w:w="2126" w:type="dxa"/>
          </w:tcPr>
          <w:p w14:paraId="0938B776"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0.335</w:t>
            </w:r>
          </w:p>
        </w:tc>
      </w:tr>
      <w:tr w:rsidR="004D36CB" w:rsidRPr="00BA0878" w14:paraId="16944F60" w14:textId="77777777" w:rsidTr="005B4036">
        <w:tc>
          <w:tcPr>
            <w:tcW w:w="1134" w:type="dxa"/>
          </w:tcPr>
          <w:p w14:paraId="1E1B8197"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R</w:t>
            </w:r>
            <w:r w:rsidRPr="00BA0878">
              <w:rPr>
                <w:b/>
                <w:vertAlign w:val="subscript"/>
                <w:lang w:eastAsia="cs-CZ"/>
              </w:rPr>
              <w:t>2</w:t>
            </w:r>
          </w:p>
        </w:tc>
        <w:tc>
          <w:tcPr>
            <w:tcW w:w="2977" w:type="dxa"/>
          </w:tcPr>
          <w:p w14:paraId="20474351"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0.665</w:t>
            </w:r>
          </w:p>
        </w:tc>
        <w:tc>
          <w:tcPr>
            <w:tcW w:w="2126" w:type="dxa"/>
          </w:tcPr>
          <w:p w14:paraId="68EE3C83"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0.335</w:t>
            </w:r>
          </w:p>
        </w:tc>
      </w:tr>
      <w:tr w:rsidR="004D36CB" w:rsidRPr="00BA0878" w14:paraId="6B790E9D" w14:textId="77777777" w:rsidTr="005B4036">
        <w:tc>
          <w:tcPr>
            <w:tcW w:w="1134" w:type="dxa"/>
          </w:tcPr>
          <w:p w14:paraId="52B5CAEC"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R</w:t>
            </w:r>
            <w:r w:rsidRPr="00BA0878">
              <w:rPr>
                <w:b/>
                <w:vertAlign w:val="subscript"/>
                <w:lang w:eastAsia="cs-CZ"/>
              </w:rPr>
              <w:t>3</w:t>
            </w:r>
          </w:p>
        </w:tc>
        <w:tc>
          <w:tcPr>
            <w:tcW w:w="2977" w:type="dxa"/>
          </w:tcPr>
          <w:p w14:paraId="2336B0A7"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0.735</w:t>
            </w:r>
          </w:p>
        </w:tc>
        <w:tc>
          <w:tcPr>
            <w:tcW w:w="2126" w:type="dxa"/>
          </w:tcPr>
          <w:p w14:paraId="0423C63F"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0.265</w:t>
            </w:r>
          </w:p>
        </w:tc>
      </w:tr>
      <w:tr w:rsidR="004D36CB" w:rsidRPr="00BA0878" w14:paraId="7B45A72C" w14:textId="77777777" w:rsidTr="005B4036">
        <w:tc>
          <w:tcPr>
            <w:tcW w:w="1134" w:type="dxa"/>
          </w:tcPr>
          <w:p w14:paraId="1E3291ED"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R</w:t>
            </w:r>
            <w:r w:rsidRPr="00BA0878">
              <w:rPr>
                <w:b/>
                <w:vertAlign w:val="subscript"/>
                <w:lang w:eastAsia="cs-CZ"/>
              </w:rPr>
              <w:t>4</w:t>
            </w:r>
          </w:p>
        </w:tc>
        <w:tc>
          <w:tcPr>
            <w:tcW w:w="2977" w:type="dxa"/>
          </w:tcPr>
          <w:p w14:paraId="1514F25D"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0.720</w:t>
            </w:r>
          </w:p>
        </w:tc>
        <w:tc>
          <w:tcPr>
            <w:tcW w:w="2126" w:type="dxa"/>
          </w:tcPr>
          <w:p w14:paraId="5FA29547"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0.258</w:t>
            </w:r>
          </w:p>
        </w:tc>
      </w:tr>
    </w:tbl>
    <w:p w14:paraId="3A2B2FC8" w14:textId="456845CE" w:rsidR="004D36CB" w:rsidRPr="00BA0878" w:rsidRDefault="00AC4307" w:rsidP="00E35EF4">
      <w:pPr>
        <w:pStyle w:val="para0"/>
        <w:tabs>
          <w:tab w:val="left" w:pos="8505"/>
        </w:tabs>
        <w:spacing w:before="120"/>
        <w:ind w:right="992"/>
        <w:rPr>
          <w:b/>
          <w:lang w:val="en-US"/>
        </w:rPr>
      </w:pPr>
      <w:r w:rsidRPr="00BA0878">
        <w:rPr>
          <w:b/>
          <w:lang w:val="en-US"/>
        </w:rPr>
        <w:t>2.11.3.</w:t>
      </w:r>
      <w:r w:rsidR="004D36CB" w:rsidRPr="00BA0878">
        <w:rPr>
          <w:b/>
          <w:lang w:val="en-US"/>
        </w:rPr>
        <w:tab/>
        <w:t xml:space="preserve">Day-time Colour of the light reflected from a device </w:t>
      </w:r>
    </w:p>
    <w:p w14:paraId="25D4DB9B" w14:textId="69CC1EAD" w:rsidR="004D36CB" w:rsidRPr="00BA0878" w:rsidRDefault="00AC4307" w:rsidP="00671D2C">
      <w:pPr>
        <w:pStyle w:val="para0"/>
        <w:tabs>
          <w:tab w:val="left" w:pos="8505"/>
        </w:tabs>
        <w:ind w:right="992"/>
        <w:rPr>
          <w:b/>
          <w:lang w:val="en-US"/>
        </w:rPr>
      </w:pPr>
      <w:r w:rsidRPr="00BA0878">
        <w:rPr>
          <w:b/>
          <w:lang w:val="en-US"/>
        </w:rPr>
        <w:t>2.11.3.1.</w:t>
      </w:r>
      <w:r w:rsidR="004D36CB" w:rsidRPr="00BA0878">
        <w:rPr>
          <w:b/>
          <w:lang w:val="en-US"/>
        </w:rPr>
        <w:tab/>
        <w:t>"</w:t>
      </w:r>
      <w:r w:rsidR="004D36CB" w:rsidRPr="00BA0878">
        <w:rPr>
          <w:b/>
          <w:i/>
          <w:lang w:val="en-US"/>
        </w:rPr>
        <w:t>White</w:t>
      </w:r>
      <w:r w:rsidR="004D36CB" w:rsidRPr="00BA0878">
        <w:rPr>
          <w:b/>
          <w:lang w:val="en-US"/>
        </w:rPr>
        <w:t>" means the chromaticity coordinates (x,y)</w:t>
      </w:r>
      <w:r w:rsidR="004D36CB" w:rsidRPr="00BA0878">
        <w:rPr>
          <w:b/>
          <w:vertAlign w:val="superscript"/>
          <w:lang w:val="en-US"/>
        </w:rPr>
        <w:t>4</w:t>
      </w:r>
      <w:r w:rsidR="004D36CB" w:rsidRPr="00BA0878">
        <w:rPr>
          <w:b/>
          <w:lang w:val="en-US"/>
        </w:rPr>
        <w:t xml:space="preserve"> of the light reflected that lie inside the chromaticity areas defined by the boundaries:</w:t>
      </w:r>
    </w:p>
    <w:tbl>
      <w:tblPr>
        <w:tblW w:w="6237" w:type="dxa"/>
        <w:tblInd w:w="2338" w:type="dxa"/>
        <w:tblCellMar>
          <w:left w:w="70" w:type="dxa"/>
          <w:right w:w="70" w:type="dxa"/>
        </w:tblCellMar>
        <w:tblLook w:val="0000" w:firstRow="0" w:lastRow="0" w:firstColumn="0" w:lastColumn="0" w:noHBand="0" w:noVBand="0"/>
      </w:tblPr>
      <w:tblGrid>
        <w:gridCol w:w="1134"/>
        <w:gridCol w:w="2977"/>
        <w:gridCol w:w="2126"/>
      </w:tblGrid>
      <w:tr w:rsidR="004D36CB" w:rsidRPr="00BA0878" w14:paraId="17ED978C" w14:textId="77777777" w:rsidTr="005B4036">
        <w:trPr>
          <w:trHeight w:val="255"/>
        </w:trPr>
        <w:tc>
          <w:tcPr>
            <w:tcW w:w="1134" w:type="dxa"/>
            <w:noWrap/>
            <w:vAlign w:val="bottom"/>
          </w:tcPr>
          <w:p w14:paraId="71F99BE0"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w:t>
            </w:r>
            <w:r w:rsidRPr="00BA0878">
              <w:rPr>
                <w:b/>
                <w:vertAlign w:val="subscript"/>
                <w:lang w:eastAsia="cs-CZ"/>
              </w:rPr>
              <w:t>12</w:t>
            </w:r>
          </w:p>
        </w:tc>
        <w:tc>
          <w:tcPr>
            <w:tcW w:w="2977" w:type="dxa"/>
            <w:vAlign w:val="bottom"/>
          </w:tcPr>
          <w:p w14:paraId="0FDDE706"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violet boundary</w:t>
            </w:r>
          </w:p>
        </w:tc>
        <w:tc>
          <w:tcPr>
            <w:tcW w:w="2126" w:type="dxa"/>
            <w:noWrap/>
            <w:vAlign w:val="bottom"/>
          </w:tcPr>
          <w:p w14:paraId="4EF49464"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rFonts w:cs="Arial"/>
                <w:b/>
              </w:rPr>
              <w:t>y = x - 0.030</w:t>
            </w:r>
          </w:p>
        </w:tc>
      </w:tr>
      <w:tr w:rsidR="004D36CB" w:rsidRPr="00BA0878" w14:paraId="3D3906E4" w14:textId="77777777" w:rsidTr="005B4036">
        <w:trPr>
          <w:trHeight w:val="255"/>
        </w:trPr>
        <w:tc>
          <w:tcPr>
            <w:tcW w:w="1134" w:type="dxa"/>
            <w:noWrap/>
            <w:vAlign w:val="bottom"/>
          </w:tcPr>
          <w:p w14:paraId="10DB99D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w:t>
            </w:r>
            <w:r w:rsidRPr="00BA0878">
              <w:rPr>
                <w:b/>
                <w:vertAlign w:val="subscript"/>
                <w:lang w:eastAsia="cs-CZ"/>
              </w:rPr>
              <w:t>23</w:t>
            </w:r>
          </w:p>
        </w:tc>
        <w:tc>
          <w:tcPr>
            <w:tcW w:w="2977" w:type="dxa"/>
            <w:vAlign w:val="bottom"/>
          </w:tcPr>
          <w:p w14:paraId="53A8DD76"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yellow boundary</w:t>
            </w:r>
          </w:p>
        </w:tc>
        <w:tc>
          <w:tcPr>
            <w:tcW w:w="2126" w:type="dxa"/>
            <w:noWrap/>
            <w:vAlign w:val="bottom"/>
          </w:tcPr>
          <w:p w14:paraId="1044DF59"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0.740 – x</w:t>
            </w:r>
          </w:p>
        </w:tc>
      </w:tr>
      <w:tr w:rsidR="004D36CB" w:rsidRPr="00BA0878" w14:paraId="6DCC968A" w14:textId="77777777" w:rsidTr="005B4036">
        <w:trPr>
          <w:trHeight w:val="255"/>
        </w:trPr>
        <w:tc>
          <w:tcPr>
            <w:tcW w:w="1134" w:type="dxa"/>
            <w:noWrap/>
            <w:vAlign w:val="bottom"/>
          </w:tcPr>
          <w:p w14:paraId="4FCA1D16"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w:t>
            </w:r>
            <w:r w:rsidRPr="00BA0878">
              <w:rPr>
                <w:b/>
                <w:vertAlign w:val="subscript"/>
                <w:lang w:eastAsia="cs-CZ"/>
              </w:rPr>
              <w:t>34</w:t>
            </w:r>
          </w:p>
        </w:tc>
        <w:tc>
          <w:tcPr>
            <w:tcW w:w="2977" w:type="dxa"/>
            <w:vAlign w:val="bottom"/>
          </w:tcPr>
          <w:p w14:paraId="17CAC10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green boundary</w:t>
            </w:r>
          </w:p>
        </w:tc>
        <w:tc>
          <w:tcPr>
            <w:tcW w:w="2126" w:type="dxa"/>
            <w:noWrap/>
            <w:vAlign w:val="bottom"/>
          </w:tcPr>
          <w:p w14:paraId="585C73A0"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x + 0,050</w:t>
            </w:r>
          </w:p>
        </w:tc>
      </w:tr>
      <w:tr w:rsidR="004D36CB" w:rsidRPr="00BA0878" w14:paraId="004CFA79" w14:textId="77777777" w:rsidTr="005B4036">
        <w:trPr>
          <w:trHeight w:val="255"/>
        </w:trPr>
        <w:tc>
          <w:tcPr>
            <w:tcW w:w="1134" w:type="dxa"/>
            <w:noWrap/>
            <w:vAlign w:val="bottom"/>
          </w:tcPr>
          <w:p w14:paraId="5CB82F08"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w:t>
            </w:r>
            <w:r w:rsidRPr="00BA0878">
              <w:rPr>
                <w:b/>
                <w:vertAlign w:val="subscript"/>
                <w:lang w:eastAsia="cs-CZ"/>
              </w:rPr>
              <w:t>41</w:t>
            </w:r>
          </w:p>
        </w:tc>
        <w:tc>
          <w:tcPr>
            <w:tcW w:w="2977" w:type="dxa"/>
            <w:vAlign w:val="bottom"/>
          </w:tcPr>
          <w:p w14:paraId="20F12C56"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blue boundary</w:t>
            </w:r>
          </w:p>
        </w:tc>
        <w:tc>
          <w:tcPr>
            <w:tcW w:w="2126" w:type="dxa"/>
            <w:noWrap/>
            <w:vAlign w:val="bottom"/>
          </w:tcPr>
          <w:p w14:paraId="5F3E9E55"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0.570 – x</w:t>
            </w:r>
          </w:p>
        </w:tc>
      </w:tr>
    </w:tbl>
    <w:p w14:paraId="2431B466"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ook w:val="0000" w:firstRow="0" w:lastRow="0" w:firstColumn="0" w:lastColumn="0" w:noHBand="0" w:noVBand="0"/>
      </w:tblPr>
      <w:tblGrid>
        <w:gridCol w:w="1134"/>
        <w:gridCol w:w="2268"/>
        <w:gridCol w:w="2693"/>
      </w:tblGrid>
      <w:tr w:rsidR="004D36CB" w:rsidRPr="00BA0878" w14:paraId="641C9F29" w14:textId="77777777" w:rsidTr="005B4036">
        <w:tc>
          <w:tcPr>
            <w:tcW w:w="1134" w:type="dxa"/>
          </w:tcPr>
          <w:p w14:paraId="21E268A0"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p>
        </w:tc>
        <w:tc>
          <w:tcPr>
            <w:tcW w:w="2268" w:type="dxa"/>
          </w:tcPr>
          <w:p w14:paraId="05D49380"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693" w:type="dxa"/>
          </w:tcPr>
          <w:p w14:paraId="472B5304"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037921EB" w14:textId="77777777" w:rsidTr="005B4036">
        <w:tc>
          <w:tcPr>
            <w:tcW w:w="1134" w:type="dxa"/>
            <w:vAlign w:val="center"/>
          </w:tcPr>
          <w:p w14:paraId="3912D883"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W</w:t>
            </w:r>
            <w:r w:rsidRPr="00BA0878">
              <w:rPr>
                <w:b/>
                <w:vertAlign w:val="subscript"/>
                <w:lang w:eastAsia="cs-CZ"/>
              </w:rPr>
              <w:t>1</w:t>
            </w:r>
          </w:p>
        </w:tc>
        <w:tc>
          <w:tcPr>
            <w:tcW w:w="2268" w:type="dxa"/>
            <w:vAlign w:val="center"/>
          </w:tcPr>
          <w:p w14:paraId="2308F3A8"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0.300</w:t>
            </w:r>
          </w:p>
        </w:tc>
        <w:tc>
          <w:tcPr>
            <w:tcW w:w="2693" w:type="dxa"/>
            <w:vAlign w:val="center"/>
          </w:tcPr>
          <w:p w14:paraId="2978343F"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0.270</w:t>
            </w:r>
          </w:p>
        </w:tc>
      </w:tr>
      <w:tr w:rsidR="004D36CB" w:rsidRPr="00BA0878" w14:paraId="6EE06E73" w14:textId="77777777" w:rsidTr="005B4036">
        <w:tc>
          <w:tcPr>
            <w:tcW w:w="1134" w:type="dxa"/>
            <w:vAlign w:val="center"/>
          </w:tcPr>
          <w:p w14:paraId="5916DD5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W</w:t>
            </w:r>
            <w:r w:rsidRPr="00BA0878">
              <w:rPr>
                <w:b/>
                <w:vertAlign w:val="subscript"/>
                <w:lang w:eastAsia="cs-CZ"/>
              </w:rPr>
              <w:t>2</w:t>
            </w:r>
          </w:p>
        </w:tc>
        <w:tc>
          <w:tcPr>
            <w:tcW w:w="2268" w:type="dxa"/>
            <w:vAlign w:val="center"/>
          </w:tcPr>
          <w:p w14:paraId="5D36D39C"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0.385</w:t>
            </w:r>
          </w:p>
        </w:tc>
        <w:tc>
          <w:tcPr>
            <w:tcW w:w="2693" w:type="dxa"/>
            <w:vAlign w:val="center"/>
          </w:tcPr>
          <w:p w14:paraId="1B60E290"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0.355</w:t>
            </w:r>
          </w:p>
        </w:tc>
      </w:tr>
      <w:tr w:rsidR="004D36CB" w:rsidRPr="00BA0878" w14:paraId="499101DD" w14:textId="77777777" w:rsidTr="005B4036">
        <w:tc>
          <w:tcPr>
            <w:tcW w:w="1134" w:type="dxa"/>
            <w:vAlign w:val="center"/>
          </w:tcPr>
          <w:p w14:paraId="32FA1E3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W</w:t>
            </w:r>
            <w:r w:rsidRPr="00BA0878">
              <w:rPr>
                <w:b/>
                <w:vertAlign w:val="subscript"/>
                <w:lang w:eastAsia="cs-CZ"/>
              </w:rPr>
              <w:t>3</w:t>
            </w:r>
          </w:p>
        </w:tc>
        <w:tc>
          <w:tcPr>
            <w:tcW w:w="2268" w:type="dxa"/>
            <w:vAlign w:val="center"/>
          </w:tcPr>
          <w:p w14:paraId="40655E1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0.345</w:t>
            </w:r>
          </w:p>
        </w:tc>
        <w:tc>
          <w:tcPr>
            <w:tcW w:w="2693" w:type="dxa"/>
            <w:vAlign w:val="center"/>
          </w:tcPr>
          <w:p w14:paraId="0BD6C6B0"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0.395</w:t>
            </w:r>
          </w:p>
        </w:tc>
      </w:tr>
      <w:tr w:rsidR="004D36CB" w:rsidRPr="00BA0878" w14:paraId="014D2874" w14:textId="77777777" w:rsidTr="005B4036">
        <w:tc>
          <w:tcPr>
            <w:tcW w:w="1134" w:type="dxa"/>
            <w:vAlign w:val="center"/>
          </w:tcPr>
          <w:p w14:paraId="5B015067"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W</w:t>
            </w:r>
            <w:r w:rsidRPr="00BA0878">
              <w:rPr>
                <w:b/>
                <w:vertAlign w:val="subscript"/>
                <w:lang w:eastAsia="cs-CZ"/>
              </w:rPr>
              <w:t>4</w:t>
            </w:r>
          </w:p>
        </w:tc>
        <w:tc>
          <w:tcPr>
            <w:tcW w:w="2268" w:type="dxa"/>
            <w:vAlign w:val="center"/>
          </w:tcPr>
          <w:p w14:paraId="5C766671"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0.260</w:t>
            </w:r>
          </w:p>
        </w:tc>
        <w:tc>
          <w:tcPr>
            <w:tcW w:w="2693" w:type="dxa"/>
            <w:vAlign w:val="center"/>
          </w:tcPr>
          <w:p w14:paraId="4544F3E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0.310</w:t>
            </w:r>
            <w:r w:rsidRPr="00BA0878">
              <w:rPr>
                <w:rFonts w:cs="Arial"/>
                <w:b/>
              </w:rPr>
              <w:t>"</w:t>
            </w:r>
          </w:p>
        </w:tc>
      </w:tr>
    </w:tbl>
    <w:p w14:paraId="0815AD94" w14:textId="068AE3DF" w:rsidR="004D36CB" w:rsidRPr="00BA0878" w:rsidRDefault="00AC4307" w:rsidP="00E35EF4">
      <w:pPr>
        <w:pStyle w:val="para0"/>
        <w:tabs>
          <w:tab w:val="left" w:pos="8505"/>
        </w:tabs>
        <w:spacing w:before="120"/>
        <w:ind w:right="992"/>
        <w:rPr>
          <w:b/>
          <w:lang w:val="en-US"/>
        </w:rPr>
      </w:pPr>
      <w:r w:rsidRPr="00BA0878">
        <w:rPr>
          <w:b/>
          <w:lang w:val="en-US"/>
        </w:rPr>
        <w:t>2.11.3.2.</w:t>
      </w:r>
      <w:r w:rsidR="004D36CB" w:rsidRPr="00BA0878">
        <w:rPr>
          <w:b/>
          <w:lang w:val="en-US"/>
        </w:rPr>
        <w:tab/>
        <w:t>"</w:t>
      </w:r>
      <w:r w:rsidR="004D36CB" w:rsidRPr="00BA0878">
        <w:rPr>
          <w:b/>
          <w:i/>
          <w:lang w:val="en-US"/>
        </w:rPr>
        <w:t>Yellow</w:t>
      </w:r>
      <w:r w:rsidR="004D36CB" w:rsidRPr="00BA0878">
        <w:rPr>
          <w:b/>
          <w:lang w:val="en-US"/>
        </w:rPr>
        <w:t>" means the chromaticity coordinates (x,y)</w:t>
      </w:r>
      <w:r w:rsidR="004D36CB" w:rsidRPr="00BA0878">
        <w:rPr>
          <w:b/>
          <w:vertAlign w:val="superscript"/>
          <w:lang w:val="en-US"/>
        </w:rPr>
        <w:t>4</w:t>
      </w:r>
      <w:r w:rsidR="004D36CB" w:rsidRPr="00BA0878">
        <w:rPr>
          <w:b/>
          <w:lang w:val="en-US"/>
        </w:rPr>
        <w:t xml:space="preserve"> of the light reflected that lie inside the chromaticity areas defined by the boundaries:</w:t>
      </w:r>
    </w:p>
    <w:tbl>
      <w:tblPr>
        <w:tblW w:w="6095" w:type="dxa"/>
        <w:tblInd w:w="2338" w:type="dxa"/>
        <w:tblCellMar>
          <w:left w:w="70" w:type="dxa"/>
          <w:right w:w="70" w:type="dxa"/>
        </w:tblCellMar>
        <w:tblLook w:val="0000" w:firstRow="0" w:lastRow="0" w:firstColumn="0" w:lastColumn="0" w:noHBand="0" w:noVBand="0"/>
      </w:tblPr>
      <w:tblGrid>
        <w:gridCol w:w="1134"/>
        <w:gridCol w:w="2268"/>
        <w:gridCol w:w="2693"/>
      </w:tblGrid>
      <w:tr w:rsidR="004D36CB" w:rsidRPr="00BA0878" w14:paraId="622ECE91" w14:textId="77777777" w:rsidTr="005B4036">
        <w:trPr>
          <w:trHeight w:val="255"/>
        </w:trPr>
        <w:tc>
          <w:tcPr>
            <w:tcW w:w="1134" w:type="dxa"/>
            <w:noWrap/>
            <w:vAlign w:val="bottom"/>
          </w:tcPr>
          <w:p w14:paraId="42B0CC86"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w:t>
            </w:r>
            <w:r w:rsidRPr="00BA0878">
              <w:rPr>
                <w:b/>
                <w:vertAlign w:val="subscript"/>
                <w:lang w:eastAsia="cs-CZ"/>
              </w:rPr>
              <w:t>12</w:t>
            </w:r>
          </w:p>
        </w:tc>
        <w:tc>
          <w:tcPr>
            <w:tcW w:w="2268" w:type="dxa"/>
          </w:tcPr>
          <w:p w14:paraId="13A31A25"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red boundary</w:t>
            </w:r>
          </w:p>
        </w:tc>
        <w:tc>
          <w:tcPr>
            <w:tcW w:w="2693" w:type="dxa"/>
            <w:noWrap/>
            <w:vAlign w:val="center"/>
          </w:tcPr>
          <w:p w14:paraId="732EB6FC"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 xml:space="preserve">y = 0.534 x + 0.163 </w:t>
            </w:r>
          </w:p>
        </w:tc>
      </w:tr>
      <w:tr w:rsidR="004D36CB" w:rsidRPr="00BA0878" w14:paraId="1FE3CE44" w14:textId="77777777" w:rsidTr="005B4036">
        <w:trPr>
          <w:trHeight w:val="255"/>
        </w:trPr>
        <w:tc>
          <w:tcPr>
            <w:tcW w:w="1134" w:type="dxa"/>
            <w:noWrap/>
            <w:vAlign w:val="center"/>
          </w:tcPr>
          <w:p w14:paraId="38B7759B"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w:t>
            </w:r>
            <w:r w:rsidRPr="00BA0878">
              <w:rPr>
                <w:b/>
                <w:vertAlign w:val="subscript"/>
                <w:lang w:eastAsia="cs-CZ"/>
              </w:rPr>
              <w:t>23</w:t>
            </w:r>
          </w:p>
        </w:tc>
        <w:tc>
          <w:tcPr>
            <w:tcW w:w="2268" w:type="dxa"/>
            <w:vAlign w:val="center"/>
          </w:tcPr>
          <w:p w14:paraId="7127887B"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white boundary</w:t>
            </w:r>
          </w:p>
        </w:tc>
        <w:tc>
          <w:tcPr>
            <w:tcW w:w="2693" w:type="dxa"/>
            <w:noWrap/>
            <w:vAlign w:val="center"/>
          </w:tcPr>
          <w:p w14:paraId="14ABDA56"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0.910 - x</w:t>
            </w:r>
          </w:p>
        </w:tc>
      </w:tr>
      <w:tr w:rsidR="004D36CB" w:rsidRPr="00BA0878" w14:paraId="6C8B81AF" w14:textId="77777777" w:rsidTr="005B4036">
        <w:trPr>
          <w:trHeight w:val="255"/>
        </w:trPr>
        <w:tc>
          <w:tcPr>
            <w:tcW w:w="1134" w:type="dxa"/>
            <w:noWrap/>
            <w:vAlign w:val="center"/>
          </w:tcPr>
          <w:p w14:paraId="016CC2F3"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w:t>
            </w:r>
            <w:r w:rsidRPr="00BA0878">
              <w:rPr>
                <w:b/>
                <w:vertAlign w:val="subscript"/>
                <w:lang w:eastAsia="cs-CZ"/>
              </w:rPr>
              <w:t>34</w:t>
            </w:r>
          </w:p>
        </w:tc>
        <w:tc>
          <w:tcPr>
            <w:tcW w:w="2268" w:type="dxa"/>
            <w:vAlign w:val="center"/>
          </w:tcPr>
          <w:p w14:paraId="447F9940"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green boundary</w:t>
            </w:r>
          </w:p>
        </w:tc>
        <w:tc>
          <w:tcPr>
            <w:tcW w:w="2693" w:type="dxa"/>
            <w:noWrap/>
            <w:vAlign w:val="center"/>
          </w:tcPr>
          <w:p w14:paraId="6E271633"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=1.342 x - 0.090</w:t>
            </w:r>
          </w:p>
        </w:tc>
      </w:tr>
      <w:tr w:rsidR="004D36CB" w:rsidRPr="00BA0878" w14:paraId="33796EF0" w14:textId="77777777" w:rsidTr="005B4036">
        <w:trPr>
          <w:trHeight w:val="255"/>
        </w:trPr>
        <w:tc>
          <w:tcPr>
            <w:tcW w:w="1134" w:type="dxa"/>
            <w:noWrap/>
            <w:vAlign w:val="center"/>
          </w:tcPr>
          <w:p w14:paraId="3EFB0ACA"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w:t>
            </w:r>
            <w:r w:rsidRPr="00BA0878">
              <w:rPr>
                <w:b/>
                <w:vertAlign w:val="subscript"/>
                <w:lang w:eastAsia="cs-CZ"/>
              </w:rPr>
              <w:t>41</w:t>
            </w:r>
          </w:p>
        </w:tc>
        <w:tc>
          <w:tcPr>
            <w:tcW w:w="2268" w:type="dxa"/>
            <w:vAlign w:val="center"/>
          </w:tcPr>
          <w:p w14:paraId="3FD9B6BB"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the spectral locus</w:t>
            </w:r>
          </w:p>
        </w:tc>
        <w:tc>
          <w:tcPr>
            <w:tcW w:w="2693" w:type="dxa"/>
            <w:noWrap/>
            <w:vAlign w:val="center"/>
          </w:tcPr>
          <w:p w14:paraId="1E440B7D" w14:textId="77777777" w:rsidR="004D36CB" w:rsidRPr="00BA0878" w:rsidRDefault="004D36CB" w:rsidP="004F6CBD">
            <w:pPr>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p>
        </w:tc>
      </w:tr>
    </w:tbl>
    <w:p w14:paraId="54A1AD53"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ook w:val="0000" w:firstRow="0" w:lastRow="0" w:firstColumn="0" w:lastColumn="0" w:noHBand="0" w:noVBand="0"/>
      </w:tblPr>
      <w:tblGrid>
        <w:gridCol w:w="1134"/>
        <w:gridCol w:w="2268"/>
        <w:gridCol w:w="2693"/>
      </w:tblGrid>
      <w:tr w:rsidR="004D36CB" w:rsidRPr="00BA0878" w14:paraId="7A5B0CD8" w14:textId="77777777" w:rsidTr="005B4036">
        <w:tc>
          <w:tcPr>
            <w:tcW w:w="1134" w:type="dxa"/>
          </w:tcPr>
          <w:p w14:paraId="59833593"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p>
        </w:tc>
        <w:tc>
          <w:tcPr>
            <w:tcW w:w="2268" w:type="dxa"/>
          </w:tcPr>
          <w:p w14:paraId="19AB1BE0"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693" w:type="dxa"/>
          </w:tcPr>
          <w:p w14:paraId="54592130"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7BF45D35" w14:textId="77777777" w:rsidTr="005B4036">
        <w:tc>
          <w:tcPr>
            <w:tcW w:w="1134" w:type="dxa"/>
          </w:tcPr>
          <w:p w14:paraId="1208B594"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r w:rsidRPr="00BA0878">
              <w:rPr>
                <w:b/>
                <w:vertAlign w:val="subscript"/>
                <w:lang w:eastAsia="cs-CZ"/>
              </w:rPr>
              <w:t>1</w:t>
            </w:r>
          </w:p>
        </w:tc>
        <w:tc>
          <w:tcPr>
            <w:tcW w:w="2268" w:type="dxa"/>
            <w:vAlign w:val="center"/>
          </w:tcPr>
          <w:p w14:paraId="732AB306"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0.545</w:t>
            </w:r>
          </w:p>
        </w:tc>
        <w:tc>
          <w:tcPr>
            <w:tcW w:w="2693" w:type="dxa"/>
            <w:vAlign w:val="center"/>
          </w:tcPr>
          <w:p w14:paraId="4822D93A"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0.454</w:t>
            </w:r>
          </w:p>
        </w:tc>
      </w:tr>
      <w:tr w:rsidR="004D36CB" w:rsidRPr="00BA0878" w14:paraId="5CFBE56B" w14:textId="77777777" w:rsidTr="005B4036">
        <w:tc>
          <w:tcPr>
            <w:tcW w:w="1134" w:type="dxa"/>
          </w:tcPr>
          <w:p w14:paraId="68A8C3F8"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r w:rsidRPr="00BA0878">
              <w:rPr>
                <w:b/>
                <w:vertAlign w:val="subscript"/>
                <w:lang w:eastAsia="cs-CZ"/>
              </w:rPr>
              <w:t>2</w:t>
            </w:r>
          </w:p>
        </w:tc>
        <w:tc>
          <w:tcPr>
            <w:tcW w:w="2268" w:type="dxa"/>
            <w:vAlign w:val="center"/>
          </w:tcPr>
          <w:p w14:paraId="2D72FBE7"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0.487</w:t>
            </w:r>
          </w:p>
        </w:tc>
        <w:tc>
          <w:tcPr>
            <w:tcW w:w="2693" w:type="dxa"/>
            <w:vAlign w:val="center"/>
          </w:tcPr>
          <w:p w14:paraId="2F369B98"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0.423</w:t>
            </w:r>
          </w:p>
        </w:tc>
      </w:tr>
      <w:tr w:rsidR="004D36CB" w:rsidRPr="00BA0878" w14:paraId="2BC1DD8C" w14:textId="77777777" w:rsidTr="005B4036">
        <w:tc>
          <w:tcPr>
            <w:tcW w:w="1134" w:type="dxa"/>
          </w:tcPr>
          <w:p w14:paraId="469D137C"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r w:rsidRPr="00BA0878">
              <w:rPr>
                <w:b/>
                <w:vertAlign w:val="subscript"/>
                <w:lang w:eastAsia="cs-CZ"/>
              </w:rPr>
              <w:t>3</w:t>
            </w:r>
          </w:p>
        </w:tc>
        <w:tc>
          <w:tcPr>
            <w:tcW w:w="2268" w:type="dxa"/>
            <w:vAlign w:val="center"/>
          </w:tcPr>
          <w:p w14:paraId="13015F2E"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0.427</w:t>
            </w:r>
          </w:p>
        </w:tc>
        <w:tc>
          <w:tcPr>
            <w:tcW w:w="2693" w:type="dxa"/>
            <w:vAlign w:val="center"/>
          </w:tcPr>
          <w:p w14:paraId="36AD271A"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0.483</w:t>
            </w:r>
          </w:p>
        </w:tc>
      </w:tr>
      <w:tr w:rsidR="004D36CB" w:rsidRPr="00BA0878" w14:paraId="3DB8EE91" w14:textId="77777777" w:rsidTr="005B4036">
        <w:tc>
          <w:tcPr>
            <w:tcW w:w="1134" w:type="dxa"/>
          </w:tcPr>
          <w:p w14:paraId="475D1A2D"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r w:rsidRPr="00BA0878">
              <w:rPr>
                <w:b/>
                <w:vertAlign w:val="subscript"/>
                <w:lang w:eastAsia="cs-CZ"/>
              </w:rPr>
              <w:t>4</w:t>
            </w:r>
          </w:p>
        </w:tc>
        <w:tc>
          <w:tcPr>
            <w:tcW w:w="2268" w:type="dxa"/>
            <w:vAlign w:val="center"/>
          </w:tcPr>
          <w:p w14:paraId="59C213C7"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0.465</w:t>
            </w:r>
          </w:p>
        </w:tc>
        <w:tc>
          <w:tcPr>
            <w:tcW w:w="2693" w:type="dxa"/>
            <w:vAlign w:val="center"/>
          </w:tcPr>
          <w:p w14:paraId="057D948F" w14:textId="77777777" w:rsidR="004D36CB" w:rsidRPr="00BA0878" w:rsidRDefault="004D36CB" w:rsidP="004F6CBD">
            <w:pPr>
              <w:widowControl w:val="0"/>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0.534</w:t>
            </w:r>
          </w:p>
        </w:tc>
      </w:tr>
    </w:tbl>
    <w:p w14:paraId="7AA5087D" w14:textId="5BAA3D15" w:rsidR="004D36CB" w:rsidRPr="00BA0878" w:rsidRDefault="00AC4307" w:rsidP="00E35EF4">
      <w:pPr>
        <w:pStyle w:val="para0"/>
        <w:tabs>
          <w:tab w:val="left" w:pos="8505"/>
        </w:tabs>
        <w:spacing w:before="120"/>
        <w:ind w:right="992"/>
        <w:rPr>
          <w:b/>
          <w:lang w:val="en-US"/>
        </w:rPr>
      </w:pPr>
      <w:r w:rsidRPr="00BA0878">
        <w:rPr>
          <w:b/>
          <w:lang w:val="en-US"/>
        </w:rPr>
        <w:t>2.11.3.3.</w:t>
      </w:r>
      <w:r w:rsidR="004D36CB" w:rsidRPr="00BA0878">
        <w:rPr>
          <w:b/>
          <w:lang w:val="en-US"/>
        </w:rPr>
        <w:tab/>
        <w:t>"</w:t>
      </w:r>
      <w:r w:rsidR="004D36CB" w:rsidRPr="00BA0878">
        <w:rPr>
          <w:b/>
          <w:i/>
          <w:lang w:val="en-US"/>
        </w:rPr>
        <w:t>Red</w:t>
      </w:r>
      <w:r w:rsidR="004D36CB" w:rsidRPr="00BA0878">
        <w:rPr>
          <w:b/>
          <w:lang w:val="en-US"/>
        </w:rPr>
        <w:t>" means the chromaticity coordinates (x,y)</w:t>
      </w:r>
      <w:r w:rsidR="004D36CB" w:rsidRPr="00BA0878">
        <w:rPr>
          <w:b/>
          <w:vertAlign w:val="superscript"/>
          <w:lang w:val="en-US"/>
        </w:rPr>
        <w:t>4</w:t>
      </w:r>
      <w:r w:rsidR="004D36CB" w:rsidRPr="00BA0878">
        <w:rPr>
          <w:b/>
          <w:lang w:val="en-US"/>
        </w:rPr>
        <w:t xml:space="preserve"> of the light reflected that lie inside the chromaticity areas defined by the boundaries:</w:t>
      </w:r>
    </w:p>
    <w:tbl>
      <w:tblPr>
        <w:tblW w:w="6095" w:type="dxa"/>
        <w:tblInd w:w="2338" w:type="dxa"/>
        <w:tblCellMar>
          <w:left w:w="70" w:type="dxa"/>
          <w:right w:w="70" w:type="dxa"/>
        </w:tblCellMar>
        <w:tblLook w:val="0000" w:firstRow="0" w:lastRow="0" w:firstColumn="0" w:lastColumn="0" w:noHBand="0" w:noVBand="0"/>
      </w:tblPr>
      <w:tblGrid>
        <w:gridCol w:w="1134"/>
        <w:gridCol w:w="2268"/>
        <w:gridCol w:w="2693"/>
      </w:tblGrid>
      <w:tr w:rsidR="004D36CB" w:rsidRPr="00BA0878" w14:paraId="561CB364" w14:textId="77777777" w:rsidTr="005B4036">
        <w:trPr>
          <w:trHeight w:val="255"/>
        </w:trPr>
        <w:tc>
          <w:tcPr>
            <w:tcW w:w="1134" w:type="dxa"/>
            <w:noWrap/>
            <w:vAlign w:val="bottom"/>
          </w:tcPr>
          <w:p w14:paraId="28439F1E"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w:t>
            </w:r>
            <w:r w:rsidRPr="00BA0878">
              <w:rPr>
                <w:b/>
                <w:vertAlign w:val="subscript"/>
                <w:lang w:eastAsia="cs-CZ"/>
              </w:rPr>
              <w:t>12</w:t>
            </w:r>
          </w:p>
        </w:tc>
        <w:tc>
          <w:tcPr>
            <w:tcW w:w="2268" w:type="dxa"/>
          </w:tcPr>
          <w:p w14:paraId="453C178B"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red boundary</w:t>
            </w:r>
          </w:p>
        </w:tc>
        <w:tc>
          <w:tcPr>
            <w:tcW w:w="2693" w:type="dxa"/>
            <w:noWrap/>
            <w:vAlign w:val="center"/>
          </w:tcPr>
          <w:p w14:paraId="2D5FFA93"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0.346 – 0.053 x</w:t>
            </w:r>
          </w:p>
        </w:tc>
      </w:tr>
      <w:tr w:rsidR="004D36CB" w:rsidRPr="00BA0878" w14:paraId="5DE24534" w14:textId="77777777" w:rsidTr="005B4036">
        <w:trPr>
          <w:trHeight w:val="255"/>
        </w:trPr>
        <w:tc>
          <w:tcPr>
            <w:tcW w:w="1134" w:type="dxa"/>
            <w:noWrap/>
            <w:vAlign w:val="bottom"/>
          </w:tcPr>
          <w:p w14:paraId="261AE2F0"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w:t>
            </w:r>
            <w:r w:rsidRPr="00BA0878">
              <w:rPr>
                <w:b/>
                <w:vertAlign w:val="subscript"/>
                <w:lang w:eastAsia="cs-CZ"/>
              </w:rPr>
              <w:t>23</w:t>
            </w:r>
          </w:p>
        </w:tc>
        <w:tc>
          <w:tcPr>
            <w:tcW w:w="2268" w:type="dxa"/>
          </w:tcPr>
          <w:p w14:paraId="7080E255"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purple boundary</w:t>
            </w:r>
          </w:p>
        </w:tc>
        <w:tc>
          <w:tcPr>
            <w:tcW w:w="2693" w:type="dxa"/>
            <w:noWrap/>
            <w:vAlign w:val="center"/>
          </w:tcPr>
          <w:p w14:paraId="1B77CC38"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0.910 – x</w:t>
            </w:r>
          </w:p>
        </w:tc>
      </w:tr>
      <w:tr w:rsidR="004D36CB" w:rsidRPr="00BA0878" w14:paraId="5DDD48C0" w14:textId="77777777" w:rsidTr="005B4036">
        <w:trPr>
          <w:trHeight w:val="255"/>
        </w:trPr>
        <w:tc>
          <w:tcPr>
            <w:tcW w:w="1134" w:type="dxa"/>
            <w:noWrap/>
            <w:vAlign w:val="bottom"/>
          </w:tcPr>
          <w:p w14:paraId="4C85B2F5" w14:textId="77777777" w:rsidR="004D36CB" w:rsidRPr="00BA0878" w:rsidRDefault="004D36CB" w:rsidP="004F6CBD">
            <w:pPr>
              <w:keepNext/>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w:t>
            </w:r>
            <w:r w:rsidRPr="00BA0878">
              <w:rPr>
                <w:b/>
                <w:vertAlign w:val="subscript"/>
                <w:lang w:eastAsia="cs-CZ"/>
              </w:rPr>
              <w:t>34</w:t>
            </w:r>
          </w:p>
        </w:tc>
        <w:tc>
          <w:tcPr>
            <w:tcW w:w="2268" w:type="dxa"/>
          </w:tcPr>
          <w:p w14:paraId="402F3D64" w14:textId="77777777" w:rsidR="004D36CB" w:rsidRPr="00BA0878" w:rsidRDefault="004D36CB" w:rsidP="004F6CBD">
            <w:pPr>
              <w:keepNext/>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yellow boundary</w:t>
            </w:r>
          </w:p>
        </w:tc>
        <w:tc>
          <w:tcPr>
            <w:tcW w:w="2693" w:type="dxa"/>
            <w:noWrap/>
            <w:vAlign w:val="center"/>
          </w:tcPr>
          <w:p w14:paraId="6F52FDBE" w14:textId="77777777" w:rsidR="004D36CB" w:rsidRPr="00BA0878" w:rsidRDefault="004D36CB" w:rsidP="004F6CBD">
            <w:pPr>
              <w:keepNext/>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0.350</w:t>
            </w:r>
          </w:p>
        </w:tc>
      </w:tr>
      <w:tr w:rsidR="004D36CB" w:rsidRPr="00BA0878" w14:paraId="5E851CDE" w14:textId="77777777" w:rsidTr="005B4036">
        <w:trPr>
          <w:trHeight w:val="255"/>
        </w:trPr>
        <w:tc>
          <w:tcPr>
            <w:tcW w:w="1134" w:type="dxa"/>
            <w:noWrap/>
            <w:vAlign w:val="bottom"/>
          </w:tcPr>
          <w:p w14:paraId="0D3CC8CB" w14:textId="77777777" w:rsidR="004D36CB" w:rsidRPr="00BA0878" w:rsidRDefault="004D36CB" w:rsidP="004F6CBD">
            <w:pPr>
              <w:keepNext/>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w:t>
            </w:r>
            <w:r w:rsidRPr="00BA0878">
              <w:rPr>
                <w:b/>
                <w:vertAlign w:val="subscript"/>
                <w:lang w:eastAsia="cs-CZ"/>
              </w:rPr>
              <w:t>41</w:t>
            </w:r>
          </w:p>
        </w:tc>
        <w:tc>
          <w:tcPr>
            <w:tcW w:w="2268" w:type="dxa"/>
          </w:tcPr>
          <w:p w14:paraId="6FEFBB75" w14:textId="77777777" w:rsidR="004D36CB" w:rsidRPr="00BA0878" w:rsidRDefault="004D36CB" w:rsidP="004F6CBD">
            <w:pPr>
              <w:keepNext/>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the spectral locus</w:t>
            </w:r>
          </w:p>
        </w:tc>
        <w:tc>
          <w:tcPr>
            <w:tcW w:w="2693" w:type="dxa"/>
            <w:noWrap/>
            <w:vAlign w:val="center"/>
          </w:tcPr>
          <w:p w14:paraId="5AF75BAF" w14:textId="77777777" w:rsidR="004D36CB" w:rsidRPr="00BA0878" w:rsidRDefault="004D36CB" w:rsidP="004F6CBD">
            <w:pPr>
              <w:keepNext/>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p>
        </w:tc>
      </w:tr>
    </w:tbl>
    <w:p w14:paraId="33B157C0"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ook w:val="0000" w:firstRow="0" w:lastRow="0" w:firstColumn="0" w:lastColumn="0" w:noHBand="0" w:noVBand="0"/>
      </w:tblPr>
      <w:tblGrid>
        <w:gridCol w:w="1134"/>
        <w:gridCol w:w="2268"/>
        <w:gridCol w:w="2693"/>
      </w:tblGrid>
      <w:tr w:rsidR="004D36CB" w:rsidRPr="00BA0878" w14:paraId="045F5211" w14:textId="77777777" w:rsidTr="005B4036">
        <w:tc>
          <w:tcPr>
            <w:tcW w:w="1134" w:type="dxa"/>
          </w:tcPr>
          <w:p w14:paraId="35803831"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p>
        </w:tc>
        <w:tc>
          <w:tcPr>
            <w:tcW w:w="2268" w:type="dxa"/>
          </w:tcPr>
          <w:p w14:paraId="12F888A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693" w:type="dxa"/>
          </w:tcPr>
          <w:p w14:paraId="639FCBEE"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6813F740" w14:textId="77777777" w:rsidTr="005B4036">
        <w:tc>
          <w:tcPr>
            <w:tcW w:w="1134" w:type="dxa"/>
          </w:tcPr>
          <w:p w14:paraId="57DBF92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R</w:t>
            </w:r>
            <w:r w:rsidRPr="00BA0878">
              <w:rPr>
                <w:b/>
                <w:vertAlign w:val="subscript"/>
                <w:lang w:eastAsia="cs-CZ"/>
              </w:rPr>
              <w:t>1</w:t>
            </w:r>
          </w:p>
        </w:tc>
        <w:tc>
          <w:tcPr>
            <w:tcW w:w="2268" w:type="dxa"/>
            <w:vAlign w:val="bottom"/>
          </w:tcPr>
          <w:p w14:paraId="2CF2B9C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0.690</w:t>
            </w:r>
          </w:p>
        </w:tc>
        <w:tc>
          <w:tcPr>
            <w:tcW w:w="2693" w:type="dxa"/>
            <w:vAlign w:val="bottom"/>
          </w:tcPr>
          <w:p w14:paraId="76CE6C0C"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0.310</w:t>
            </w:r>
          </w:p>
        </w:tc>
      </w:tr>
      <w:tr w:rsidR="004D36CB" w:rsidRPr="00BA0878" w14:paraId="06FEE607" w14:textId="77777777" w:rsidTr="005B4036">
        <w:tc>
          <w:tcPr>
            <w:tcW w:w="1134" w:type="dxa"/>
          </w:tcPr>
          <w:p w14:paraId="61014BD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R</w:t>
            </w:r>
            <w:r w:rsidRPr="00BA0878">
              <w:rPr>
                <w:b/>
                <w:vertAlign w:val="subscript"/>
                <w:lang w:eastAsia="cs-CZ"/>
              </w:rPr>
              <w:t>2</w:t>
            </w:r>
          </w:p>
        </w:tc>
        <w:tc>
          <w:tcPr>
            <w:tcW w:w="2268" w:type="dxa"/>
            <w:vAlign w:val="bottom"/>
          </w:tcPr>
          <w:p w14:paraId="09C80932"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0.595</w:t>
            </w:r>
          </w:p>
        </w:tc>
        <w:tc>
          <w:tcPr>
            <w:tcW w:w="2693" w:type="dxa"/>
            <w:vAlign w:val="bottom"/>
          </w:tcPr>
          <w:p w14:paraId="5A15879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0.315</w:t>
            </w:r>
          </w:p>
        </w:tc>
      </w:tr>
      <w:tr w:rsidR="004D36CB" w:rsidRPr="00BA0878" w14:paraId="38200B6E" w14:textId="77777777" w:rsidTr="005B4036">
        <w:tc>
          <w:tcPr>
            <w:tcW w:w="1134" w:type="dxa"/>
          </w:tcPr>
          <w:p w14:paraId="7BCB42ED"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R</w:t>
            </w:r>
            <w:r w:rsidRPr="00BA0878">
              <w:rPr>
                <w:b/>
                <w:vertAlign w:val="subscript"/>
                <w:lang w:eastAsia="cs-CZ"/>
              </w:rPr>
              <w:t>3</w:t>
            </w:r>
          </w:p>
        </w:tc>
        <w:tc>
          <w:tcPr>
            <w:tcW w:w="2268" w:type="dxa"/>
            <w:vAlign w:val="bottom"/>
          </w:tcPr>
          <w:p w14:paraId="3FD37AA1"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0.560</w:t>
            </w:r>
          </w:p>
        </w:tc>
        <w:tc>
          <w:tcPr>
            <w:tcW w:w="2693" w:type="dxa"/>
            <w:vAlign w:val="bottom"/>
          </w:tcPr>
          <w:p w14:paraId="2F144822"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0.350</w:t>
            </w:r>
          </w:p>
        </w:tc>
      </w:tr>
      <w:tr w:rsidR="004D36CB" w:rsidRPr="00BA0878" w14:paraId="39EDAC03" w14:textId="77777777" w:rsidTr="005B4036">
        <w:tc>
          <w:tcPr>
            <w:tcW w:w="1134" w:type="dxa"/>
          </w:tcPr>
          <w:p w14:paraId="406354F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R</w:t>
            </w:r>
            <w:r w:rsidRPr="00BA0878">
              <w:rPr>
                <w:b/>
                <w:vertAlign w:val="subscript"/>
                <w:lang w:eastAsia="cs-CZ"/>
              </w:rPr>
              <w:t>4</w:t>
            </w:r>
          </w:p>
        </w:tc>
        <w:tc>
          <w:tcPr>
            <w:tcW w:w="2268" w:type="dxa"/>
            <w:vAlign w:val="bottom"/>
          </w:tcPr>
          <w:p w14:paraId="3DBECDE3"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0.650</w:t>
            </w:r>
          </w:p>
        </w:tc>
        <w:tc>
          <w:tcPr>
            <w:tcW w:w="2693" w:type="dxa"/>
            <w:vAlign w:val="bottom"/>
          </w:tcPr>
          <w:p w14:paraId="5BED4E9C"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0.350</w:t>
            </w:r>
            <w:r w:rsidRPr="00BA0878">
              <w:rPr>
                <w:rFonts w:cs="Arial"/>
                <w:b/>
              </w:rPr>
              <w:t>"</w:t>
            </w:r>
          </w:p>
        </w:tc>
      </w:tr>
    </w:tbl>
    <w:p w14:paraId="6DECB3CC" w14:textId="50A5CFBA" w:rsidR="004D36CB" w:rsidRPr="00BA0878" w:rsidRDefault="00AC4307" w:rsidP="00E35EF4">
      <w:pPr>
        <w:pStyle w:val="para0"/>
        <w:tabs>
          <w:tab w:val="left" w:pos="8505"/>
        </w:tabs>
        <w:spacing w:before="120"/>
        <w:ind w:right="992"/>
        <w:rPr>
          <w:b/>
          <w:lang w:val="en-US"/>
        </w:rPr>
      </w:pPr>
      <w:r w:rsidRPr="00BA0878">
        <w:rPr>
          <w:b/>
          <w:lang w:val="en-US"/>
        </w:rPr>
        <w:t>2.11.4.</w:t>
      </w:r>
      <w:r w:rsidR="004D36CB" w:rsidRPr="00BA0878">
        <w:rPr>
          <w:b/>
          <w:lang w:val="en-US"/>
        </w:rPr>
        <w:tab/>
        <w:t xml:space="preserve">Day-time </w:t>
      </w:r>
      <w:r w:rsidR="00E35EF4" w:rsidRPr="00BA0878">
        <w:rPr>
          <w:b/>
          <w:lang w:val="en-US"/>
        </w:rPr>
        <w:t>c</w:t>
      </w:r>
      <w:r w:rsidR="004D36CB" w:rsidRPr="00BA0878">
        <w:rPr>
          <w:b/>
          <w:lang w:val="en-US"/>
        </w:rPr>
        <w:t xml:space="preserve">olour of the fluorescent a device </w:t>
      </w:r>
    </w:p>
    <w:p w14:paraId="2CBA889B" w14:textId="36B0F26B" w:rsidR="004D36CB" w:rsidRPr="00BA0878" w:rsidRDefault="00AC4307" w:rsidP="00671D2C">
      <w:pPr>
        <w:pStyle w:val="para0"/>
        <w:tabs>
          <w:tab w:val="left" w:pos="8505"/>
        </w:tabs>
        <w:ind w:right="992"/>
        <w:rPr>
          <w:b/>
          <w:lang w:val="en-US"/>
        </w:rPr>
      </w:pPr>
      <w:r w:rsidRPr="00BA0878">
        <w:rPr>
          <w:b/>
          <w:lang w:val="en-US"/>
        </w:rPr>
        <w:t>2.11.4.1</w:t>
      </w:r>
      <w:r w:rsidR="00C4060F" w:rsidRPr="00BA0878">
        <w:rPr>
          <w:b/>
          <w:lang w:val="en-US"/>
        </w:rPr>
        <w:t>.</w:t>
      </w:r>
      <w:r w:rsidR="004D36CB" w:rsidRPr="00BA0878">
        <w:rPr>
          <w:b/>
          <w:lang w:val="en-US"/>
        </w:rPr>
        <w:tab/>
        <w:t>"</w:t>
      </w:r>
      <w:r w:rsidR="004D36CB" w:rsidRPr="00BA0878">
        <w:rPr>
          <w:b/>
          <w:i/>
          <w:lang w:val="en-US"/>
        </w:rPr>
        <w:t>Red</w:t>
      </w:r>
      <w:r w:rsidR="004D36CB" w:rsidRPr="00BA0878">
        <w:rPr>
          <w:b/>
          <w:lang w:val="en-US"/>
        </w:rPr>
        <w:t>" means the chromaticity coordinates (x,y)</w:t>
      </w:r>
      <w:r w:rsidR="004D36CB" w:rsidRPr="00BA0878">
        <w:rPr>
          <w:b/>
          <w:vertAlign w:val="superscript"/>
          <w:lang w:val="en-US"/>
        </w:rPr>
        <w:t>4</w:t>
      </w:r>
      <w:r w:rsidR="004D36CB" w:rsidRPr="00BA0878">
        <w:rPr>
          <w:b/>
          <w:lang w:val="en-US"/>
        </w:rPr>
        <w:t xml:space="preserve"> of the light reflected that lie inside the chromaticity areas defined by the boundaries:</w:t>
      </w:r>
    </w:p>
    <w:tbl>
      <w:tblPr>
        <w:tblW w:w="6095" w:type="dxa"/>
        <w:tblInd w:w="2338" w:type="dxa"/>
        <w:tblCellMar>
          <w:left w:w="70" w:type="dxa"/>
          <w:right w:w="70" w:type="dxa"/>
        </w:tblCellMar>
        <w:tblLook w:val="0000" w:firstRow="0" w:lastRow="0" w:firstColumn="0" w:lastColumn="0" w:noHBand="0" w:noVBand="0"/>
      </w:tblPr>
      <w:tblGrid>
        <w:gridCol w:w="1134"/>
        <w:gridCol w:w="2268"/>
        <w:gridCol w:w="2693"/>
      </w:tblGrid>
      <w:tr w:rsidR="004D36CB" w:rsidRPr="00BA0878" w14:paraId="443F0DB9" w14:textId="77777777" w:rsidTr="005B4036">
        <w:trPr>
          <w:trHeight w:val="255"/>
        </w:trPr>
        <w:tc>
          <w:tcPr>
            <w:tcW w:w="1134" w:type="dxa"/>
            <w:noWrap/>
            <w:vAlign w:val="bottom"/>
          </w:tcPr>
          <w:p w14:paraId="0B176094"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FR</w:t>
            </w:r>
            <w:r w:rsidRPr="00BA0878">
              <w:rPr>
                <w:b/>
                <w:vertAlign w:val="subscript"/>
                <w:lang w:eastAsia="cs-CZ"/>
              </w:rPr>
              <w:t>12</w:t>
            </w:r>
          </w:p>
        </w:tc>
        <w:tc>
          <w:tcPr>
            <w:tcW w:w="2268" w:type="dxa"/>
          </w:tcPr>
          <w:p w14:paraId="1AE0BF12"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red boundary</w:t>
            </w:r>
          </w:p>
        </w:tc>
        <w:tc>
          <w:tcPr>
            <w:tcW w:w="2693" w:type="dxa"/>
            <w:noWrap/>
            <w:vAlign w:val="center"/>
          </w:tcPr>
          <w:p w14:paraId="3B0EDCF2"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0.346 – 0.053 x</w:t>
            </w:r>
          </w:p>
        </w:tc>
      </w:tr>
      <w:tr w:rsidR="004D36CB" w:rsidRPr="00BA0878" w14:paraId="44A482D2" w14:textId="77777777" w:rsidTr="005B4036">
        <w:trPr>
          <w:trHeight w:val="255"/>
        </w:trPr>
        <w:tc>
          <w:tcPr>
            <w:tcW w:w="1134" w:type="dxa"/>
            <w:noWrap/>
            <w:vAlign w:val="bottom"/>
          </w:tcPr>
          <w:p w14:paraId="41FE5BEE"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FR</w:t>
            </w:r>
            <w:r w:rsidRPr="00BA0878">
              <w:rPr>
                <w:b/>
                <w:vertAlign w:val="subscript"/>
                <w:lang w:eastAsia="cs-CZ"/>
              </w:rPr>
              <w:t>23</w:t>
            </w:r>
          </w:p>
        </w:tc>
        <w:tc>
          <w:tcPr>
            <w:tcW w:w="2268" w:type="dxa"/>
          </w:tcPr>
          <w:p w14:paraId="56199E9D"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purple boundary</w:t>
            </w:r>
          </w:p>
        </w:tc>
        <w:tc>
          <w:tcPr>
            <w:tcW w:w="2693" w:type="dxa"/>
            <w:noWrap/>
            <w:vAlign w:val="center"/>
          </w:tcPr>
          <w:p w14:paraId="2FE6CF1E"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0.910 – x</w:t>
            </w:r>
          </w:p>
        </w:tc>
      </w:tr>
      <w:tr w:rsidR="004D36CB" w:rsidRPr="00BA0878" w14:paraId="584511D4" w14:textId="77777777" w:rsidTr="005B4036">
        <w:trPr>
          <w:trHeight w:val="255"/>
        </w:trPr>
        <w:tc>
          <w:tcPr>
            <w:tcW w:w="1134" w:type="dxa"/>
            <w:noWrap/>
            <w:vAlign w:val="bottom"/>
          </w:tcPr>
          <w:p w14:paraId="763B92B8"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FR</w:t>
            </w:r>
            <w:r w:rsidRPr="00BA0878">
              <w:rPr>
                <w:b/>
                <w:vertAlign w:val="subscript"/>
                <w:lang w:eastAsia="cs-CZ"/>
              </w:rPr>
              <w:t>34</w:t>
            </w:r>
          </w:p>
        </w:tc>
        <w:tc>
          <w:tcPr>
            <w:tcW w:w="2268" w:type="dxa"/>
          </w:tcPr>
          <w:p w14:paraId="66789447"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yellow boundary</w:t>
            </w:r>
          </w:p>
        </w:tc>
        <w:tc>
          <w:tcPr>
            <w:tcW w:w="2693" w:type="dxa"/>
            <w:noWrap/>
            <w:vAlign w:val="center"/>
          </w:tcPr>
          <w:p w14:paraId="3ADD5650"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y = 0.315 + 0.047 x</w:t>
            </w:r>
          </w:p>
        </w:tc>
      </w:tr>
      <w:tr w:rsidR="004D36CB" w:rsidRPr="00BA0878" w14:paraId="24C0D229" w14:textId="77777777" w:rsidTr="005B4036">
        <w:trPr>
          <w:trHeight w:val="255"/>
        </w:trPr>
        <w:tc>
          <w:tcPr>
            <w:tcW w:w="1134" w:type="dxa"/>
            <w:noWrap/>
            <w:vAlign w:val="bottom"/>
          </w:tcPr>
          <w:p w14:paraId="6CC9D8E4"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FR</w:t>
            </w:r>
            <w:r w:rsidRPr="00BA0878">
              <w:rPr>
                <w:b/>
                <w:vertAlign w:val="subscript"/>
                <w:lang w:eastAsia="cs-CZ"/>
              </w:rPr>
              <w:t>41</w:t>
            </w:r>
          </w:p>
        </w:tc>
        <w:tc>
          <w:tcPr>
            <w:tcW w:w="2268" w:type="dxa"/>
          </w:tcPr>
          <w:p w14:paraId="16928BBB"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r w:rsidRPr="00BA0878">
              <w:rPr>
                <w:b/>
                <w:lang w:eastAsia="cs-CZ"/>
              </w:rPr>
              <w:t>the spectral locus</w:t>
            </w:r>
          </w:p>
        </w:tc>
        <w:tc>
          <w:tcPr>
            <w:tcW w:w="2693" w:type="dxa"/>
            <w:noWrap/>
            <w:vAlign w:val="center"/>
          </w:tcPr>
          <w:p w14:paraId="0F0743CD"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jc w:val="both"/>
              <w:textAlignment w:val="baseline"/>
              <w:rPr>
                <w:b/>
                <w:lang w:eastAsia="cs-CZ"/>
              </w:rPr>
            </w:pPr>
          </w:p>
        </w:tc>
      </w:tr>
    </w:tbl>
    <w:p w14:paraId="144B3BB3" w14:textId="77777777" w:rsidR="004D36CB" w:rsidRPr="00BA0878" w:rsidRDefault="004D36CB" w:rsidP="00671D2C">
      <w:pPr>
        <w:pStyle w:val="para0"/>
        <w:tabs>
          <w:tab w:val="left" w:pos="8505"/>
        </w:tabs>
        <w:spacing w:before="120"/>
        <w:ind w:right="992" w:firstLine="0"/>
        <w:rPr>
          <w:b/>
        </w:rPr>
      </w:pPr>
      <w:r w:rsidRPr="00BA0878">
        <w:rPr>
          <w:b/>
        </w:rPr>
        <w:t>With intersection points:</w:t>
      </w:r>
    </w:p>
    <w:tbl>
      <w:tblPr>
        <w:tblW w:w="0" w:type="auto"/>
        <w:tblInd w:w="2376" w:type="dxa"/>
        <w:tblLayout w:type="fixed"/>
        <w:tblLook w:val="0000" w:firstRow="0" w:lastRow="0" w:firstColumn="0" w:lastColumn="0" w:noHBand="0" w:noVBand="0"/>
      </w:tblPr>
      <w:tblGrid>
        <w:gridCol w:w="1134"/>
        <w:gridCol w:w="2269"/>
        <w:gridCol w:w="2693"/>
      </w:tblGrid>
      <w:tr w:rsidR="004D36CB" w:rsidRPr="00BA0878" w14:paraId="103BF1FB" w14:textId="77777777" w:rsidTr="00E35EF4">
        <w:tc>
          <w:tcPr>
            <w:tcW w:w="1134" w:type="dxa"/>
          </w:tcPr>
          <w:p w14:paraId="253DFC79"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jc w:val="center"/>
              <w:textAlignment w:val="baseline"/>
              <w:rPr>
                <w:b/>
                <w:lang w:eastAsia="cs-CZ"/>
              </w:rPr>
            </w:pPr>
          </w:p>
        </w:tc>
        <w:tc>
          <w:tcPr>
            <w:tcW w:w="2269" w:type="dxa"/>
          </w:tcPr>
          <w:p w14:paraId="560B7B82"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x</w:t>
            </w:r>
          </w:p>
        </w:tc>
        <w:tc>
          <w:tcPr>
            <w:tcW w:w="2693" w:type="dxa"/>
          </w:tcPr>
          <w:p w14:paraId="118E03FE"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y</w:t>
            </w:r>
          </w:p>
        </w:tc>
      </w:tr>
      <w:tr w:rsidR="004D36CB" w:rsidRPr="00BA0878" w14:paraId="34F9F1D6" w14:textId="77777777" w:rsidTr="00E35EF4">
        <w:tc>
          <w:tcPr>
            <w:tcW w:w="1134" w:type="dxa"/>
          </w:tcPr>
          <w:p w14:paraId="66BEE154"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FR</w:t>
            </w:r>
            <w:r w:rsidRPr="00BA0878">
              <w:rPr>
                <w:b/>
                <w:vertAlign w:val="subscript"/>
                <w:lang w:eastAsia="cs-CZ"/>
              </w:rPr>
              <w:t>1</w:t>
            </w:r>
          </w:p>
        </w:tc>
        <w:tc>
          <w:tcPr>
            <w:tcW w:w="2269" w:type="dxa"/>
            <w:vAlign w:val="bottom"/>
          </w:tcPr>
          <w:p w14:paraId="43D747BB"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0,690</w:t>
            </w:r>
          </w:p>
        </w:tc>
        <w:tc>
          <w:tcPr>
            <w:tcW w:w="2693" w:type="dxa"/>
            <w:vAlign w:val="bottom"/>
          </w:tcPr>
          <w:p w14:paraId="34E7A035"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0,310</w:t>
            </w:r>
          </w:p>
        </w:tc>
      </w:tr>
      <w:tr w:rsidR="004D36CB" w:rsidRPr="00BA0878" w14:paraId="71827C5F" w14:textId="77777777" w:rsidTr="00E35EF4">
        <w:tc>
          <w:tcPr>
            <w:tcW w:w="1134" w:type="dxa"/>
          </w:tcPr>
          <w:p w14:paraId="73BF7DC0"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FR</w:t>
            </w:r>
            <w:r w:rsidRPr="00BA0878">
              <w:rPr>
                <w:b/>
                <w:vertAlign w:val="subscript"/>
                <w:lang w:eastAsia="cs-CZ"/>
              </w:rPr>
              <w:t>2</w:t>
            </w:r>
          </w:p>
        </w:tc>
        <w:tc>
          <w:tcPr>
            <w:tcW w:w="2269" w:type="dxa"/>
            <w:vAlign w:val="bottom"/>
          </w:tcPr>
          <w:p w14:paraId="144814E1"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0,595</w:t>
            </w:r>
          </w:p>
        </w:tc>
        <w:tc>
          <w:tcPr>
            <w:tcW w:w="2693" w:type="dxa"/>
            <w:vAlign w:val="bottom"/>
          </w:tcPr>
          <w:p w14:paraId="2C55C565" w14:textId="77777777" w:rsidR="004D36CB" w:rsidRPr="00BA0878" w:rsidRDefault="004D36CB" w:rsidP="004F6CBD">
            <w:pPr>
              <w:keepNext/>
              <w:keepLines/>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0,315</w:t>
            </w:r>
          </w:p>
        </w:tc>
      </w:tr>
      <w:tr w:rsidR="004D36CB" w:rsidRPr="00BA0878" w14:paraId="08415520" w14:textId="77777777" w:rsidTr="00E35EF4">
        <w:tc>
          <w:tcPr>
            <w:tcW w:w="1134" w:type="dxa"/>
          </w:tcPr>
          <w:p w14:paraId="35EA29B2"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FR</w:t>
            </w:r>
            <w:r w:rsidRPr="00BA0878">
              <w:rPr>
                <w:b/>
                <w:vertAlign w:val="subscript"/>
                <w:lang w:eastAsia="cs-CZ"/>
              </w:rPr>
              <w:t>3</w:t>
            </w:r>
          </w:p>
        </w:tc>
        <w:tc>
          <w:tcPr>
            <w:tcW w:w="2269" w:type="dxa"/>
            <w:vAlign w:val="bottom"/>
          </w:tcPr>
          <w:p w14:paraId="734E5BC4"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0,569</w:t>
            </w:r>
          </w:p>
        </w:tc>
        <w:tc>
          <w:tcPr>
            <w:tcW w:w="2693" w:type="dxa"/>
            <w:vAlign w:val="bottom"/>
          </w:tcPr>
          <w:p w14:paraId="202360B2"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0,341</w:t>
            </w:r>
          </w:p>
        </w:tc>
      </w:tr>
      <w:tr w:rsidR="004D36CB" w:rsidRPr="00BA0878" w14:paraId="54D3B768" w14:textId="77777777" w:rsidTr="00E35EF4">
        <w:tc>
          <w:tcPr>
            <w:tcW w:w="1134" w:type="dxa"/>
          </w:tcPr>
          <w:p w14:paraId="4D6B528A"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FR</w:t>
            </w:r>
            <w:r w:rsidRPr="00BA0878">
              <w:rPr>
                <w:b/>
                <w:vertAlign w:val="subscript"/>
                <w:lang w:eastAsia="cs-CZ"/>
              </w:rPr>
              <w:t>4</w:t>
            </w:r>
          </w:p>
        </w:tc>
        <w:tc>
          <w:tcPr>
            <w:tcW w:w="2269" w:type="dxa"/>
            <w:vAlign w:val="bottom"/>
          </w:tcPr>
          <w:p w14:paraId="294A4E87"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0,655</w:t>
            </w:r>
          </w:p>
        </w:tc>
        <w:tc>
          <w:tcPr>
            <w:tcW w:w="2693" w:type="dxa"/>
            <w:vAlign w:val="bottom"/>
          </w:tcPr>
          <w:p w14:paraId="22B35514" w14:textId="77777777" w:rsidR="004D36CB" w:rsidRPr="00BA0878" w:rsidRDefault="004D36CB" w:rsidP="004F6CBD">
            <w:pPr>
              <w:tabs>
                <w:tab w:val="left" w:pos="851"/>
              </w:tabs>
              <w:suppressAutoHyphens w:val="0"/>
              <w:overflowPunct w:val="0"/>
              <w:autoSpaceDE w:val="0"/>
              <w:autoSpaceDN w:val="0"/>
              <w:adjustRightInd w:val="0"/>
              <w:spacing w:line="240" w:lineRule="auto"/>
              <w:ind w:left="851" w:right="283" w:hanging="851"/>
              <w:textAlignment w:val="baseline"/>
              <w:rPr>
                <w:b/>
                <w:lang w:eastAsia="cs-CZ"/>
              </w:rPr>
            </w:pPr>
            <w:r w:rsidRPr="00BA0878">
              <w:rPr>
                <w:b/>
                <w:lang w:eastAsia="cs-CZ"/>
              </w:rPr>
              <w:t>0,345</w:t>
            </w:r>
          </w:p>
        </w:tc>
      </w:tr>
    </w:tbl>
    <w:p w14:paraId="25A96E10" w14:textId="666D42D9" w:rsidR="002F3AFA" w:rsidRPr="00963CEB" w:rsidRDefault="00E35EF4" w:rsidP="00E35EF4">
      <w:pPr>
        <w:spacing w:line="276" w:lineRule="auto"/>
        <w:ind w:left="1134" w:right="992"/>
        <w:jc w:val="right"/>
        <w:rPr>
          <w:bCs/>
        </w:rPr>
      </w:pPr>
      <w:r>
        <w:rPr>
          <w:bCs/>
        </w:rPr>
        <w:t>"</w:t>
      </w:r>
    </w:p>
    <w:p w14:paraId="6666D8BF" w14:textId="4A8B85C6" w:rsidR="00951DC4" w:rsidRDefault="00EB477F" w:rsidP="00391654">
      <w:pPr>
        <w:pStyle w:val="SingleTxtG"/>
        <w:ind w:right="0"/>
        <w:rPr>
          <w:snapToGrid w:val="0"/>
        </w:rPr>
      </w:pPr>
      <w:r w:rsidRPr="00391654">
        <w:rPr>
          <w:i/>
          <w:snapToGrid w:val="0"/>
        </w:rPr>
        <w:t>Paragraph 3.2.1.</w:t>
      </w:r>
      <w:r w:rsidRPr="00EB477F">
        <w:rPr>
          <w:snapToGrid w:val="0"/>
        </w:rPr>
        <w:t>, amend to read:</w:t>
      </w:r>
    </w:p>
    <w:p w14:paraId="231C6D24" w14:textId="508ED2D5" w:rsidR="00951DC4" w:rsidRDefault="00EB477F" w:rsidP="009964AD">
      <w:pPr>
        <w:pStyle w:val="SingleTxtG"/>
        <w:ind w:left="2268" w:right="992" w:hanging="1134"/>
        <w:rPr>
          <w:lang w:val="en-US"/>
        </w:rPr>
      </w:pPr>
      <w:r>
        <w:rPr>
          <w:lang w:val="en-US"/>
        </w:rPr>
        <w:t>“</w:t>
      </w:r>
      <w:r w:rsidR="00951DC4" w:rsidRPr="00EB477F">
        <w:rPr>
          <w:lang w:val="en-US"/>
        </w:rPr>
        <w:t>3.2.1.</w:t>
      </w:r>
      <w:r w:rsidR="00951DC4" w:rsidRPr="00EB477F">
        <w:rPr>
          <w:lang w:val="en-US"/>
        </w:rPr>
        <w:tab/>
        <w:t xml:space="preserve">A </w:t>
      </w:r>
      <w:r w:rsidR="00951DC4" w:rsidRPr="00391654">
        <w:t>description</w:t>
      </w:r>
      <w:r w:rsidR="00951DC4" w:rsidRPr="00EB477F">
        <w:rPr>
          <w:lang w:val="en-US"/>
        </w:rPr>
        <w:t xml:space="preserve"> of the vehicle type with regard to the items mentioned in paragraphs </w:t>
      </w:r>
      <w:r w:rsidRPr="00EB477F">
        <w:rPr>
          <w:strike/>
        </w:rPr>
        <w:t>2.2.1. to 2.2.4.</w:t>
      </w:r>
      <w:r w:rsidRPr="00EB477F">
        <w:t xml:space="preserve"> </w:t>
      </w:r>
      <w:r w:rsidR="00951DC4" w:rsidRPr="00EB477F">
        <w:rPr>
          <w:b/>
          <w:lang w:val="en-US"/>
        </w:rPr>
        <w:t>2.2.1.</w:t>
      </w:r>
      <w:r w:rsidR="008D6071" w:rsidRPr="00EB477F">
        <w:rPr>
          <w:b/>
          <w:lang w:val="en-US"/>
        </w:rPr>
        <w:t xml:space="preserve">1. </w:t>
      </w:r>
      <w:r w:rsidR="00951DC4" w:rsidRPr="00EB477F">
        <w:rPr>
          <w:b/>
          <w:lang w:val="en-US"/>
        </w:rPr>
        <w:t>to 2.2.</w:t>
      </w:r>
      <w:r w:rsidR="008D6071" w:rsidRPr="00EB477F">
        <w:rPr>
          <w:b/>
          <w:lang w:val="en-US"/>
        </w:rPr>
        <w:t>1.</w:t>
      </w:r>
      <w:r w:rsidR="00951DC4" w:rsidRPr="00EB477F">
        <w:rPr>
          <w:b/>
          <w:lang w:val="en-US"/>
        </w:rPr>
        <w:t>4</w:t>
      </w:r>
      <w:r w:rsidR="00951DC4" w:rsidRPr="00EB477F">
        <w:rPr>
          <w:lang w:val="en-US"/>
        </w:rPr>
        <w:t>. above, together with the restrictions on loading, particularly the maximum permissible load in the boot;</w:t>
      </w:r>
      <w:r>
        <w:rPr>
          <w:lang w:val="en-US"/>
        </w:rPr>
        <w:t>”</w:t>
      </w:r>
    </w:p>
    <w:p w14:paraId="509D03B7" w14:textId="66F60073" w:rsidR="00EB477F" w:rsidRDefault="00EB477F" w:rsidP="00391654">
      <w:pPr>
        <w:pStyle w:val="SingleTxtG"/>
        <w:ind w:right="0"/>
        <w:rPr>
          <w:snapToGrid w:val="0"/>
        </w:rPr>
      </w:pPr>
      <w:r w:rsidRPr="00391654">
        <w:rPr>
          <w:i/>
          <w:snapToGrid w:val="0"/>
        </w:rPr>
        <w:t>Paragraph 3.2.4.</w:t>
      </w:r>
      <w:r w:rsidRPr="00EB477F">
        <w:rPr>
          <w:snapToGrid w:val="0"/>
        </w:rPr>
        <w:t>, amend to read:</w:t>
      </w:r>
    </w:p>
    <w:p w14:paraId="2A9DD815" w14:textId="43E3BDA4" w:rsidR="00951DC4" w:rsidRDefault="00EB477F" w:rsidP="009964AD">
      <w:pPr>
        <w:pStyle w:val="SingleTxtG"/>
        <w:ind w:left="2268" w:right="992" w:hanging="1134"/>
        <w:rPr>
          <w:lang w:val="en-US"/>
        </w:rPr>
      </w:pPr>
      <w:r>
        <w:rPr>
          <w:lang w:val="en-US"/>
        </w:rPr>
        <w:t>“</w:t>
      </w:r>
      <w:r w:rsidR="00951DC4" w:rsidRPr="00EB477F">
        <w:rPr>
          <w:lang w:val="en-US"/>
        </w:rPr>
        <w:t>3.2.4.</w:t>
      </w:r>
      <w:r w:rsidR="00951DC4" w:rsidRPr="00EB477F">
        <w:rPr>
          <w:lang w:val="en-US"/>
        </w:rPr>
        <w:tab/>
        <w:t xml:space="preserve">If necessary, in order to verify the conformity to the prescriptions of the present Regulation, layout drawing(s) for each individual lamp showing the illuminating surface as defined in paragraph </w:t>
      </w:r>
      <w:r w:rsidRPr="00EB477F">
        <w:rPr>
          <w:strike/>
          <w:lang w:val="en-US"/>
        </w:rPr>
        <w:t>2.9.</w:t>
      </w:r>
      <w:r>
        <w:rPr>
          <w:lang w:val="en-US"/>
        </w:rPr>
        <w:t xml:space="preserve"> </w:t>
      </w:r>
      <w:r w:rsidR="008D6071" w:rsidRPr="00EB477F">
        <w:rPr>
          <w:b/>
          <w:lang w:val="en-US"/>
        </w:rPr>
        <w:t>2.10.3</w:t>
      </w:r>
      <w:r w:rsidR="008D6071" w:rsidRPr="00EB477F">
        <w:rPr>
          <w:lang w:val="en-US"/>
        </w:rPr>
        <w:t>.</w:t>
      </w:r>
      <w:r w:rsidR="00951DC4" w:rsidRPr="00EB477F">
        <w:rPr>
          <w:lang w:val="en-US"/>
        </w:rPr>
        <w:t xml:space="preserve">, the light-emitting surface as defined in paragraph </w:t>
      </w:r>
      <w:r w:rsidRPr="00EB477F">
        <w:rPr>
          <w:strike/>
          <w:lang w:val="en-US"/>
        </w:rPr>
        <w:t>2.8.</w:t>
      </w:r>
      <w:r>
        <w:rPr>
          <w:lang w:val="en-US"/>
        </w:rPr>
        <w:t xml:space="preserve"> </w:t>
      </w:r>
      <w:r w:rsidR="00951DC4" w:rsidRPr="00EB477F">
        <w:rPr>
          <w:b/>
          <w:lang w:val="en-US"/>
        </w:rPr>
        <w:t>2.</w:t>
      </w:r>
      <w:r w:rsidR="008D6071" w:rsidRPr="00EB477F">
        <w:rPr>
          <w:b/>
          <w:lang w:val="en-US"/>
        </w:rPr>
        <w:t>10.2</w:t>
      </w:r>
      <w:r w:rsidR="00951DC4" w:rsidRPr="00EB477F">
        <w:rPr>
          <w:b/>
          <w:lang w:val="en-US"/>
        </w:rPr>
        <w:t>.</w:t>
      </w:r>
      <w:r w:rsidR="00951DC4" w:rsidRPr="00EB477F">
        <w:rPr>
          <w:lang w:val="en-US"/>
        </w:rPr>
        <w:t>, the axis of refere</w:t>
      </w:r>
      <w:r w:rsidR="008D6071" w:rsidRPr="00EB477F">
        <w:rPr>
          <w:lang w:val="en-US"/>
        </w:rPr>
        <w:t>nce as defined in paragraph </w:t>
      </w:r>
      <w:r w:rsidRPr="00EB477F">
        <w:rPr>
          <w:strike/>
          <w:lang w:val="en-US"/>
        </w:rPr>
        <w:t>2.11.</w:t>
      </w:r>
      <w:r>
        <w:rPr>
          <w:lang w:val="en-US"/>
        </w:rPr>
        <w:t xml:space="preserve"> </w:t>
      </w:r>
      <w:r w:rsidR="008D6071" w:rsidRPr="00EB477F">
        <w:rPr>
          <w:b/>
          <w:lang w:val="en-US"/>
        </w:rPr>
        <w:t>2.10.5</w:t>
      </w:r>
      <w:r w:rsidR="008D6071" w:rsidRPr="00EB477F">
        <w:rPr>
          <w:lang w:val="en-US"/>
        </w:rPr>
        <w:t>.</w:t>
      </w:r>
      <w:r w:rsidR="00951DC4" w:rsidRPr="00EB477F">
        <w:rPr>
          <w:lang w:val="en-US"/>
        </w:rPr>
        <w:t xml:space="preserve"> and the centre of reference as defined in paragraph </w:t>
      </w:r>
      <w:r w:rsidRPr="00EB477F">
        <w:rPr>
          <w:strike/>
          <w:lang w:val="en-US"/>
        </w:rPr>
        <w:t>2.12.</w:t>
      </w:r>
      <w:r>
        <w:rPr>
          <w:lang w:val="en-US"/>
        </w:rPr>
        <w:t xml:space="preserve"> </w:t>
      </w:r>
      <w:r w:rsidR="00951DC4" w:rsidRPr="00EB477F">
        <w:rPr>
          <w:b/>
          <w:lang w:val="en-US"/>
        </w:rPr>
        <w:t>2.1</w:t>
      </w:r>
      <w:r w:rsidR="008D6071" w:rsidRPr="00EB477F">
        <w:rPr>
          <w:b/>
          <w:lang w:val="en-US"/>
        </w:rPr>
        <w:t>0.6</w:t>
      </w:r>
      <w:r w:rsidR="00951DC4" w:rsidRPr="00EB477F">
        <w:rPr>
          <w:lang w:val="en-US"/>
        </w:rPr>
        <w:t>. This information is not necessary in the case of the rear registration plate lamp (paragraph </w:t>
      </w:r>
      <w:r w:rsidRPr="00EB477F">
        <w:rPr>
          <w:strike/>
          <w:lang w:val="en-US"/>
        </w:rPr>
        <w:t>2.7.13.</w:t>
      </w:r>
      <w:r>
        <w:rPr>
          <w:lang w:val="en-US"/>
        </w:rPr>
        <w:t xml:space="preserve"> </w:t>
      </w:r>
      <w:r w:rsidR="00951DC4" w:rsidRPr="00EB477F">
        <w:rPr>
          <w:b/>
          <w:lang w:val="en-US"/>
        </w:rPr>
        <w:t>2.</w:t>
      </w:r>
      <w:r w:rsidR="008D6071" w:rsidRPr="00EB477F">
        <w:rPr>
          <w:b/>
          <w:lang w:val="en-US"/>
        </w:rPr>
        <w:t>5.5.</w:t>
      </w:r>
      <w:r w:rsidR="00951DC4" w:rsidRPr="00EB477F">
        <w:rPr>
          <w:lang w:val="en-US"/>
        </w:rPr>
        <w:t>);</w:t>
      </w:r>
      <w:r>
        <w:rPr>
          <w:lang w:val="en-US"/>
        </w:rPr>
        <w:t>”</w:t>
      </w:r>
    </w:p>
    <w:p w14:paraId="3C77A782" w14:textId="2C3077C5" w:rsidR="00EB477F" w:rsidRDefault="00EB477F" w:rsidP="00391654">
      <w:pPr>
        <w:pStyle w:val="SingleTxtG"/>
        <w:ind w:right="0"/>
        <w:rPr>
          <w:snapToGrid w:val="0"/>
        </w:rPr>
      </w:pPr>
      <w:r w:rsidRPr="00391654">
        <w:rPr>
          <w:i/>
          <w:snapToGrid w:val="0"/>
        </w:rPr>
        <w:t>Paragraph 3.2.5.</w:t>
      </w:r>
      <w:r w:rsidRPr="00EB477F">
        <w:rPr>
          <w:snapToGrid w:val="0"/>
        </w:rPr>
        <w:t>, amend to read:</w:t>
      </w:r>
    </w:p>
    <w:p w14:paraId="04777885" w14:textId="48E8A913" w:rsidR="00951DC4" w:rsidRDefault="00EB477F" w:rsidP="009964AD">
      <w:pPr>
        <w:pStyle w:val="SingleTxtG"/>
        <w:ind w:left="2268" w:right="992" w:hanging="1134"/>
        <w:rPr>
          <w:lang w:val="en-US"/>
        </w:rPr>
      </w:pPr>
      <w:r>
        <w:rPr>
          <w:lang w:val="en-US"/>
        </w:rPr>
        <w:t>“</w:t>
      </w:r>
      <w:r w:rsidR="00951DC4" w:rsidRPr="00EB477F">
        <w:rPr>
          <w:lang w:val="en-US"/>
        </w:rPr>
        <w:t>3.2.5.</w:t>
      </w:r>
      <w:r w:rsidR="00951DC4" w:rsidRPr="00EB477F">
        <w:rPr>
          <w:lang w:val="en-US"/>
        </w:rPr>
        <w:tab/>
        <w:t xml:space="preserve">The application shall include a statement of the method used for the definition of the apparent surface (see paragraph </w:t>
      </w:r>
      <w:r w:rsidRPr="00EB477F">
        <w:rPr>
          <w:strike/>
          <w:lang w:val="en-US"/>
        </w:rPr>
        <w:t>2.10.</w:t>
      </w:r>
      <w:r>
        <w:rPr>
          <w:lang w:val="en-US"/>
        </w:rPr>
        <w:t xml:space="preserve"> </w:t>
      </w:r>
      <w:r w:rsidR="00951DC4" w:rsidRPr="00EB477F">
        <w:rPr>
          <w:b/>
          <w:lang w:val="en-US"/>
        </w:rPr>
        <w:t>2.10.</w:t>
      </w:r>
      <w:r w:rsidR="008E449D" w:rsidRPr="00EB477F">
        <w:rPr>
          <w:b/>
          <w:lang w:val="en-US"/>
        </w:rPr>
        <w:t>4.</w:t>
      </w:r>
      <w:r w:rsidR="00951DC4" w:rsidRPr="00EB477F">
        <w:rPr>
          <w:lang w:val="en-US"/>
        </w:rPr>
        <w:t>).</w:t>
      </w:r>
      <w:r>
        <w:rPr>
          <w:lang w:val="en-US"/>
        </w:rPr>
        <w:t>”</w:t>
      </w:r>
    </w:p>
    <w:p w14:paraId="73400EEB" w14:textId="5A35F765" w:rsidR="00EB477F" w:rsidRDefault="00EB477F" w:rsidP="00391654">
      <w:pPr>
        <w:pStyle w:val="SingleTxtG"/>
        <w:ind w:right="0"/>
        <w:rPr>
          <w:snapToGrid w:val="0"/>
        </w:rPr>
      </w:pPr>
      <w:r w:rsidRPr="00391654">
        <w:rPr>
          <w:i/>
          <w:snapToGrid w:val="0"/>
        </w:rPr>
        <w:t>Paragraph 3.2.7.</w:t>
      </w:r>
      <w:r w:rsidRPr="00EB477F">
        <w:rPr>
          <w:snapToGrid w:val="0"/>
        </w:rPr>
        <w:t>, amend to read:</w:t>
      </w:r>
    </w:p>
    <w:p w14:paraId="39FA7916" w14:textId="4CE87C7E" w:rsidR="000B3AA1" w:rsidRDefault="00EB477F" w:rsidP="009964AD">
      <w:pPr>
        <w:pStyle w:val="SingleTxtG"/>
        <w:ind w:left="2268" w:right="992" w:hanging="1134"/>
        <w:rPr>
          <w:i/>
          <w:snapToGrid w:val="0"/>
        </w:rPr>
      </w:pPr>
      <w:r>
        <w:rPr>
          <w:lang w:val="en-US"/>
        </w:rPr>
        <w:t>“</w:t>
      </w:r>
      <w:r w:rsidR="00951DC4" w:rsidRPr="00EB477F">
        <w:rPr>
          <w:lang w:val="en-US"/>
        </w:rPr>
        <w:t>3.2.7.</w:t>
      </w:r>
      <w:r w:rsidR="00951DC4" w:rsidRPr="00EB477F">
        <w:rPr>
          <w:lang w:val="en-US"/>
        </w:rPr>
        <w:tab/>
      </w:r>
      <w:r w:rsidR="00951DC4" w:rsidRPr="00EB477F">
        <w:rPr>
          <w:bCs/>
          <w:lang w:val="en-US"/>
        </w:rPr>
        <w:t xml:space="preserve">For vehicles of  M and N categories a description of </w:t>
      </w:r>
      <w:r w:rsidR="00951DC4" w:rsidRPr="00EB477F">
        <w:rPr>
          <w:lang w:val="en-US"/>
        </w:rPr>
        <w:t xml:space="preserve">the electric power supply conditions for the devices indicated in paragraphs </w:t>
      </w:r>
      <w:r w:rsidRPr="00EB477F">
        <w:rPr>
          <w:strike/>
        </w:rPr>
        <w:t>2.7.9., 2.7.10., 2.7.12., 2.7.14. and 2.7.15.</w:t>
      </w:r>
      <w:r w:rsidRPr="00EB477F">
        <w:t xml:space="preserve"> </w:t>
      </w:r>
      <w:r w:rsidR="00951DC4" w:rsidRPr="00EB477F">
        <w:rPr>
          <w:b/>
          <w:lang w:val="en-US"/>
        </w:rPr>
        <w:t>2.</w:t>
      </w:r>
      <w:r w:rsidR="008E449D" w:rsidRPr="00EB477F">
        <w:rPr>
          <w:b/>
          <w:lang w:val="en-US"/>
        </w:rPr>
        <w:t>5.1.</w:t>
      </w:r>
      <w:r w:rsidR="00951DC4" w:rsidRPr="00EB477F">
        <w:rPr>
          <w:lang w:val="en-US"/>
        </w:rPr>
        <w:t xml:space="preserve">, </w:t>
      </w:r>
      <w:r w:rsidR="00951DC4" w:rsidRPr="00EB477F">
        <w:rPr>
          <w:b/>
          <w:lang w:val="en-US"/>
        </w:rPr>
        <w:t>2.</w:t>
      </w:r>
      <w:r w:rsidR="008E449D" w:rsidRPr="00EB477F">
        <w:rPr>
          <w:b/>
          <w:lang w:val="en-US"/>
        </w:rPr>
        <w:t>5.2.</w:t>
      </w:r>
      <w:r w:rsidR="00951DC4" w:rsidRPr="00EB477F">
        <w:rPr>
          <w:lang w:val="en-US"/>
        </w:rPr>
        <w:t xml:space="preserve">, </w:t>
      </w:r>
      <w:r w:rsidR="00951DC4" w:rsidRPr="00EB477F">
        <w:rPr>
          <w:b/>
          <w:lang w:val="en-US"/>
        </w:rPr>
        <w:t>2.</w:t>
      </w:r>
      <w:r w:rsidR="008E449D" w:rsidRPr="00EB477F">
        <w:rPr>
          <w:b/>
          <w:lang w:val="en-US"/>
        </w:rPr>
        <w:t>5.4</w:t>
      </w:r>
      <w:r w:rsidR="00951DC4" w:rsidRPr="00EB477F">
        <w:rPr>
          <w:b/>
          <w:lang w:val="en-US"/>
        </w:rPr>
        <w:t>.</w:t>
      </w:r>
      <w:r w:rsidR="008E449D" w:rsidRPr="00EB477F">
        <w:rPr>
          <w:lang w:val="en-US"/>
        </w:rPr>
        <w:t xml:space="preserve">, </w:t>
      </w:r>
      <w:r w:rsidR="008E449D" w:rsidRPr="00EB477F">
        <w:rPr>
          <w:b/>
          <w:lang w:val="en-US"/>
        </w:rPr>
        <w:t>2.5.6</w:t>
      </w:r>
      <w:r w:rsidR="00951DC4" w:rsidRPr="00EB477F">
        <w:rPr>
          <w:b/>
          <w:lang w:val="en-US"/>
        </w:rPr>
        <w:t xml:space="preserve">. </w:t>
      </w:r>
      <w:r w:rsidR="00951DC4" w:rsidRPr="00EB477F">
        <w:rPr>
          <w:lang w:val="en-US"/>
        </w:rPr>
        <w:t xml:space="preserve">and </w:t>
      </w:r>
      <w:r w:rsidR="00951DC4" w:rsidRPr="00EB477F">
        <w:rPr>
          <w:b/>
          <w:lang w:val="en-US"/>
        </w:rPr>
        <w:t>2.</w:t>
      </w:r>
      <w:r w:rsidR="008E449D" w:rsidRPr="00EB477F">
        <w:rPr>
          <w:b/>
          <w:lang w:val="en-US"/>
        </w:rPr>
        <w:t>5.</w:t>
      </w:r>
      <w:r w:rsidR="00951DC4" w:rsidRPr="00EB477F">
        <w:rPr>
          <w:b/>
          <w:lang w:val="en-US"/>
        </w:rPr>
        <w:t>7.</w:t>
      </w:r>
      <w:r w:rsidR="00951DC4" w:rsidRPr="00EB477F">
        <w:rPr>
          <w:lang w:val="en-US"/>
        </w:rPr>
        <w:t xml:space="preserve"> above, including, if applicable, information on a special power supply/electronic light source control gear, or variable intensity control.</w:t>
      </w:r>
      <w:r>
        <w:rPr>
          <w:lang w:val="en-US"/>
        </w:rPr>
        <w:t>”</w:t>
      </w:r>
      <w:bookmarkStart w:id="2" w:name="_Toc338161436"/>
    </w:p>
    <w:p w14:paraId="2D2B5CC6" w14:textId="0AEE535C" w:rsidR="00C10F29" w:rsidRDefault="00C10F29" w:rsidP="00C10F29">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1</w:t>
      </w:r>
      <w:r w:rsidR="00EE05E8">
        <w:rPr>
          <w:i/>
          <w:snapToGrid w:val="0"/>
        </w:rPr>
        <w:t>.</w:t>
      </w:r>
      <w:r w:rsidRPr="00EB477F">
        <w:rPr>
          <w:snapToGrid w:val="0"/>
        </w:rPr>
        <w:t>, amend to read:</w:t>
      </w:r>
    </w:p>
    <w:p w14:paraId="1C560555" w14:textId="725458A9" w:rsidR="00951DC4" w:rsidRPr="00391654" w:rsidRDefault="00C10F29" w:rsidP="00E35EF4">
      <w:pPr>
        <w:pStyle w:val="SingleTxtG"/>
        <w:ind w:left="2268" w:right="992" w:hanging="1134"/>
        <w:rPr>
          <w:bCs/>
          <w:lang w:val="en-US"/>
        </w:rPr>
      </w:pPr>
      <w:r w:rsidRPr="009964AD">
        <w:t>“</w:t>
      </w:r>
      <w:bookmarkEnd w:id="2"/>
      <w:r w:rsidR="00951DC4" w:rsidRPr="009964AD">
        <w:rPr>
          <w:lang w:val="en-US"/>
        </w:rPr>
        <w:t>5.1.</w:t>
      </w:r>
      <w:r w:rsidR="00951DC4" w:rsidRPr="00391654">
        <w:rPr>
          <w:lang w:val="en-US"/>
        </w:rPr>
        <w:tab/>
      </w:r>
      <w:r w:rsidR="009964AD">
        <w:rPr>
          <w:bCs/>
          <w:lang w:val="en-US"/>
        </w:rPr>
        <w:t>The lighting and light-</w:t>
      </w:r>
      <w:r w:rsidR="00951DC4" w:rsidRPr="00391654">
        <w:rPr>
          <w:bCs/>
          <w:lang w:val="en-US"/>
        </w:rPr>
        <w:t>signalling devices shall be so fitted that under normal conditions of use as defined in paragraphs</w:t>
      </w:r>
      <w:r w:rsidR="002F32E3">
        <w:rPr>
          <w:bCs/>
          <w:lang w:val="en-US"/>
        </w:rPr>
        <w:t xml:space="preserve"> </w:t>
      </w:r>
      <w:r w:rsidR="002F32E3" w:rsidRPr="002F32E3">
        <w:rPr>
          <w:strike/>
        </w:rPr>
        <w:t>2.24., 2.24.1. and 2.24.2</w:t>
      </w:r>
      <w:r w:rsidR="002F32E3">
        <w:t xml:space="preserve"> </w:t>
      </w:r>
      <w:r w:rsidR="00951DC4" w:rsidRPr="00391654">
        <w:rPr>
          <w:b/>
          <w:bCs/>
          <w:lang w:val="en-US"/>
        </w:rPr>
        <w:t>2.</w:t>
      </w:r>
      <w:r w:rsidR="00B90D61" w:rsidRPr="00391654">
        <w:rPr>
          <w:b/>
          <w:bCs/>
          <w:lang w:val="en-US"/>
        </w:rPr>
        <w:t>3.10</w:t>
      </w:r>
      <w:r w:rsidR="00951DC4" w:rsidRPr="00391654">
        <w:rPr>
          <w:b/>
          <w:bCs/>
          <w:lang w:val="en-US"/>
        </w:rPr>
        <w:t>., 2.</w:t>
      </w:r>
      <w:r w:rsidR="00B90D61" w:rsidRPr="00391654">
        <w:rPr>
          <w:b/>
          <w:bCs/>
          <w:lang w:val="en-US"/>
        </w:rPr>
        <w:t>3.10.</w:t>
      </w:r>
      <w:r w:rsidR="00951DC4" w:rsidRPr="00391654">
        <w:rPr>
          <w:b/>
          <w:bCs/>
          <w:lang w:val="en-US"/>
        </w:rPr>
        <w:t>1. and 2.</w:t>
      </w:r>
      <w:r w:rsidR="00B90D61" w:rsidRPr="00391654">
        <w:rPr>
          <w:b/>
          <w:bCs/>
          <w:lang w:val="en-US"/>
        </w:rPr>
        <w:t>3.10</w:t>
      </w:r>
      <w:r w:rsidR="00951DC4" w:rsidRPr="00391654">
        <w:rPr>
          <w:b/>
          <w:bCs/>
          <w:lang w:val="en-US"/>
        </w:rPr>
        <w:t>.2.</w:t>
      </w:r>
      <w:r w:rsidR="00951DC4" w:rsidRPr="00391654">
        <w:rPr>
          <w:bCs/>
          <w:lang w:val="en-US"/>
        </w:rPr>
        <w:t xml:space="preserve"> and notwithstanding any vibrations to which they may be subjected, they retain the characteristics prescribed by this Regulation and enable the vehicle to comply with the requirements of this Regulation. In particular, it shall not be possible for the lamps to be inadvertently maladjusted.</w:t>
      </w:r>
      <w:r>
        <w:rPr>
          <w:bCs/>
          <w:lang w:val="en-US"/>
        </w:rPr>
        <w:t>”</w:t>
      </w:r>
    </w:p>
    <w:p w14:paraId="6EE50D4E" w14:textId="7400A757" w:rsidR="00C10F29" w:rsidRDefault="00C10F29" w:rsidP="00E35EF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2</w:t>
      </w:r>
      <w:r w:rsidR="00EE05E8">
        <w:rPr>
          <w:i/>
          <w:snapToGrid w:val="0"/>
        </w:rPr>
        <w:t>.</w:t>
      </w:r>
      <w:r w:rsidRPr="00EB477F">
        <w:rPr>
          <w:snapToGrid w:val="0"/>
        </w:rPr>
        <w:t>, amend to read:</w:t>
      </w:r>
    </w:p>
    <w:p w14:paraId="2B174E8B" w14:textId="35B09EFA" w:rsidR="00951DC4" w:rsidRDefault="00C10F29" w:rsidP="00E35EF4">
      <w:pPr>
        <w:pStyle w:val="SingleTxtG"/>
        <w:ind w:left="2268" w:right="992" w:hanging="1134"/>
        <w:rPr>
          <w:lang w:val="en-US"/>
        </w:rPr>
      </w:pPr>
      <w:r>
        <w:rPr>
          <w:lang w:val="en-US"/>
        </w:rPr>
        <w:t>“</w:t>
      </w:r>
      <w:r w:rsidR="00951DC4" w:rsidRPr="00391654">
        <w:rPr>
          <w:lang w:val="en-US"/>
        </w:rPr>
        <w:t>5.2.</w:t>
      </w:r>
      <w:r w:rsidR="00951DC4" w:rsidRPr="00391654">
        <w:rPr>
          <w:lang w:val="en-US"/>
        </w:rPr>
        <w:tab/>
        <w:t xml:space="preserve">The illuminating lamps described in paragraphs </w:t>
      </w:r>
      <w:r w:rsidR="002F32E3" w:rsidRPr="002F32E3">
        <w:rPr>
          <w:strike/>
        </w:rPr>
        <w:t xml:space="preserve">2.7.9., 2.7.10. and 2.7.19. </w:t>
      </w:r>
      <w:r w:rsidR="00951DC4" w:rsidRPr="00391654">
        <w:rPr>
          <w:b/>
          <w:lang w:val="en-US"/>
        </w:rPr>
        <w:t>2.</w:t>
      </w:r>
      <w:r w:rsidR="00B90D61" w:rsidRPr="00391654">
        <w:rPr>
          <w:b/>
          <w:lang w:val="en-US"/>
        </w:rPr>
        <w:t>5.1</w:t>
      </w:r>
      <w:r w:rsidR="00951DC4" w:rsidRPr="00391654">
        <w:rPr>
          <w:b/>
          <w:lang w:val="en-US"/>
        </w:rPr>
        <w:t>., 2.</w:t>
      </w:r>
      <w:r w:rsidR="00B90D61" w:rsidRPr="00391654">
        <w:rPr>
          <w:b/>
          <w:lang w:val="en-US"/>
        </w:rPr>
        <w:t>5.2</w:t>
      </w:r>
      <w:r w:rsidR="00951DC4" w:rsidRPr="00391654">
        <w:rPr>
          <w:b/>
          <w:lang w:val="en-US"/>
        </w:rPr>
        <w:t>. and 2.</w:t>
      </w:r>
      <w:r w:rsidR="00B90D61" w:rsidRPr="00391654">
        <w:rPr>
          <w:b/>
          <w:lang w:val="en-US"/>
        </w:rPr>
        <w:t>5.10</w:t>
      </w:r>
      <w:r w:rsidR="00951DC4" w:rsidRPr="00391654">
        <w:rPr>
          <w:b/>
          <w:lang w:val="en-US"/>
        </w:rPr>
        <w:t>.</w:t>
      </w:r>
      <w:r w:rsidR="00951DC4" w:rsidRPr="00391654">
        <w:rPr>
          <w:lang w:val="en-US"/>
        </w:rPr>
        <w:t xml:space="preserve"> shall be so installed that correct adjustment of their orientation can easily be carried out.</w:t>
      </w:r>
      <w:r>
        <w:rPr>
          <w:lang w:val="en-US"/>
        </w:rPr>
        <w:t>”</w:t>
      </w:r>
    </w:p>
    <w:p w14:paraId="5791B92E" w14:textId="5820BA47" w:rsidR="00C10F29" w:rsidRDefault="00C10F29" w:rsidP="00E35EF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4</w:t>
      </w:r>
      <w:r w:rsidR="00EE05E8">
        <w:rPr>
          <w:i/>
          <w:snapToGrid w:val="0"/>
        </w:rPr>
        <w:t>.</w:t>
      </w:r>
      <w:r w:rsidRPr="00EB477F">
        <w:rPr>
          <w:snapToGrid w:val="0"/>
        </w:rPr>
        <w:t>, amend to read:</w:t>
      </w:r>
    </w:p>
    <w:p w14:paraId="191057F0" w14:textId="072F870A" w:rsidR="00951DC4" w:rsidRPr="00391654" w:rsidRDefault="00C10F29" w:rsidP="00E35EF4">
      <w:pPr>
        <w:pStyle w:val="SingleTxtG"/>
        <w:ind w:left="2268" w:right="992" w:hanging="1134"/>
        <w:rPr>
          <w:lang w:val="en-US"/>
        </w:rPr>
      </w:pPr>
      <w:r>
        <w:rPr>
          <w:lang w:val="en-US"/>
        </w:rPr>
        <w:t>“</w:t>
      </w:r>
      <w:r w:rsidR="00951DC4" w:rsidRPr="00391654">
        <w:rPr>
          <w:lang w:val="en-US"/>
        </w:rPr>
        <w:t>5.4.</w:t>
      </w:r>
      <w:r w:rsidR="00951DC4" w:rsidRPr="00391654">
        <w:rPr>
          <w:lang w:val="en-US"/>
        </w:rPr>
        <w:tab/>
        <w:t>In the absence of specific instructions, the height and orientation of the lamps shall be verified with the vehicle unladen and placed on a flat, horizontal surface, in the condition defined in paragraphs</w:t>
      </w:r>
      <w:r w:rsidR="002F32E3" w:rsidRPr="002F32E3">
        <w:rPr>
          <w:strike/>
          <w:lang w:val="en-US"/>
        </w:rPr>
        <w:t xml:space="preserve"> </w:t>
      </w:r>
      <w:r w:rsidR="002F32E3" w:rsidRPr="002F32E3">
        <w:rPr>
          <w:strike/>
        </w:rPr>
        <w:t>2.24., 2.24.1. and 2.24.2.</w:t>
      </w:r>
      <w:r w:rsidR="002F32E3">
        <w:t xml:space="preserve"> </w:t>
      </w:r>
      <w:r w:rsidR="00951DC4" w:rsidRPr="00391654">
        <w:rPr>
          <w:lang w:val="en-US"/>
        </w:rPr>
        <w:t xml:space="preserve"> </w:t>
      </w:r>
      <w:r w:rsidR="00951DC4" w:rsidRPr="00391654">
        <w:rPr>
          <w:b/>
          <w:lang w:val="en-US"/>
        </w:rPr>
        <w:t>2.</w:t>
      </w:r>
      <w:r w:rsidR="00B90D61" w:rsidRPr="00391654">
        <w:rPr>
          <w:b/>
          <w:lang w:val="en-US"/>
        </w:rPr>
        <w:t>3.10.</w:t>
      </w:r>
      <w:r w:rsidR="00951DC4" w:rsidRPr="00391654">
        <w:rPr>
          <w:b/>
          <w:lang w:val="en-US"/>
        </w:rPr>
        <w:t>, 2.</w:t>
      </w:r>
      <w:r w:rsidR="00B90D61" w:rsidRPr="00391654">
        <w:rPr>
          <w:b/>
          <w:lang w:val="en-US"/>
        </w:rPr>
        <w:t>3.10</w:t>
      </w:r>
      <w:r w:rsidR="00951DC4" w:rsidRPr="00391654">
        <w:rPr>
          <w:b/>
          <w:lang w:val="en-US"/>
        </w:rPr>
        <w:t>.1. and 2.</w:t>
      </w:r>
      <w:r w:rsidR="00B90D61" w:rsidRPr="00391654">
        <w:rPr>
          <w:b/>
          <w:lang w:val="en-US"/>
        </w:rPr>
        <w:t>3.10</w:t>
      </w:r>
      <w:r w:rsidR="00951DC4" w:rsidRPr="00391654">
        <w:rPr>
          <w:b/>
          <w:lang w:val="en-US"/>
        </w:rPr>
        <w:t>.2.</w:t>
      </w:r>
      <w:r w:rsidR="00951DC4" w:rsidRPr="00391654">
        <w:rPr>
          <w:lang w:val="en-US"/>
        </w:rPr>
        <w:t xml:space="preserve"> and, in the case where an AFS is installed, with the system in its neutral state.</w:t>
      </w:r>
      <w:r w:rsidR="009964AD">
        <w:rPr>
          <w:lang w:val="en-US"/>
        </w:rPr>
        <w:t>”</w:t>
      </w:r>
    </w:p>
    <w:p w14:paraId="0916E272" w14:textId="3A56F734" w:rsidR="00C10F29" w:rsidRDefault="00C10F29" w:rsidP="00E35EF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5</w:t>
      </w:r>
      <w:r w:rsidR="002F32E3">
        <w:rPr>
          <w:i/>
          <w:snapToGrid w:val="0"/>
        </w:rPr>
        <w:t>.1.</w:t>
      </w:r>
      <w:r w:rsidRPr="00EB477F">
        <w:rPr>
          <w:snapToGrid w:val="0"/>
        </w:rPr>
        <w:t>, amend to read:</w:t>
      </w:r>
    </w:p>
    <w:p w14:paraId="5CBD7551" w14:textId="53F2FCD6" w:rsidR="00951DC4" w:rsidRDefault="00C10F29" w:rsidP="00E35EF4">
      <w:pPr>
        <w:pStyle w:val="SingleTxtG"/>
        <w:ind w:left="2268" w:right="992" w:hanging="1134"/>
        <w:rPr>
          <w:lang w:val="en-US"/>
        </w:rPr>
      </w:pPr>
      <w:r>
        <w:rPr>
          <w:lang w:val="en-US"/>
        </w:rPr>
        <w:t>“</w:t>
      </w:r>
      <w:r w:rsidR="00951DC4" w:rsidRPr="00391654">
        <w:rPr>
          <w:lang w:val="en-US"/>
        </w:rPr>
        <w:t>5.5.1.</w:t>
      </w:r>
      <w:r w:rsidR="00951DC4" w:rsidRPr="00391654">
        <w:rPr>
          <w:lang w:val="en-US"/>
        </w:rPr>
        <w:tab/>
        <w:t xml:space="preserve">Be fitted to the vehicle symmetrically in relation to the median longitudinal plane (this estimate to be based on the exterior geometrical form of the lamp and not on the edge of its illuminating surface referred to in paragraph </w:t>
      </w:r>
      <w:r w:rsidR="002F32E3" w:rsidRPr="002F32E3">
        <w:rPr>
          <w:strike/>
          <w:lang w:val="en-US"/>
        </w:rPr>
        <w:t xml:space="preserve">2.9. </w:t>
      </w:r>
      <w:r w:rsidR="00951DC4" w:rsidRPr="00391654">
        <w:rPr>
          <w:b/>
          <w:lang w:val="en-US"/>
        </w:rPr>
        <w:t>2.</w:t>
      </w:r>
      <w:r w:rsidR="00B90D61" w:rsidRPr="00391654">
        <w:rPr>
          <w:b/>
          <w:lang w:val="en-US"/>
        </w:rPr>
        <w:t>10.3</w:t>
      </w:r>
      <w:r w:rsidR="00951DC4" w:rsidRPr="00391654">
        <w:rPr>
          <w:b/>
          <w:lang w:val="en-US"/>
        </w:rPr>
        <w:t>.</w:t>
      </w:r>
      <w:r>
        <w:rPr>
          <w:lang w:val="en-US"/>
        </w:rPr>
        <w:t>);”</w:t>
      </w:r>
    </w:p>
    <w:p w14:paraId="3DB87ED1" w14:textId="1106A556" w:rsidR="00C10F29" w:rsidRPr="000B3AA1" w:rsidRDefault="00C10F29" w:rsidP="00E35EF4">
      <w:pPr>
        <w:pStyle w:val="SingleTxtG"/>
        <w:rPr>
          <w:snapToGrid w:val="0"/>
        </w:rPr>
      </w:pPr>
      <w:r w:rsidRPr="000B3AA1">
        <w:rPr>
          <w:i/>
          <w:snapToGrid w:val="0"/>
        </w:rPr>
        <w:t>Paragraph 5.7.2</w:t>
      </w:r>
      <w:r w:rsidR="002F32E3" w:rsidRPr="000B3AA1">
        <w:rPr>
          <w:i/>
          <w:snapToGrid w:val="0"/>
        </w:rPr>
        <w:t>.1.</w:t>
      </w:r>
      <w:r w:rsidRPr="000B3AA1">
        <w:rPr>
          <w:snapToGrid w:val="0"/>
        </w:rPr>
        <w:t>, amend to read:</w:t>
      </w:r>
    </w:p>
    <w:p w14:paraId="35A05B8E" w14:textId="6BDD2EF6" w:rsidR="00951DC4" w:rsidRPr="00391654" w:rsidRDefault="00C10F29" w:rsidP="00E35EF4">
      <w:pPr>
        <w:pStyle w:val="SingleTxtG"/>
        <w:ind w:left="2268" w:right="992" w:hanging="1134"/>
        <w:rPr>
          <w:bCs/>
          <w:lang w:val="en-US"/>
        </w:rPr>
      </w:pPr>
      <w:r w:rsidRPr="000B3AA1">
        <w:t>“</w:t>
      </w:r>
      <w:r w:rsidR="00951DC4" w:rsidRPr="000B3AA1">
        <w:rPr>
          <w:lang w:val="en-US"/>
        </w:rPr>
        <w:t>5.7.2.1.</w:t>
      </w:r>
      <w:r w:rsidR="00951DC4" w:rsidRPr="000B3AA1">
        <w:rPr>
          <w:lang w:val="en-US"/>
        </w:rPr>
        <w:tab/>
      </w:r>
      <w:r w:rsidR="00951DC4" w:rsidRPr="000B3AA1">
        <w:rPr>
          <w:bCs/>
          <w:lang w:val="en-US"/>
        </w:rPr>
        <w:t xml:space="preserve">Single lamps </w:t>
      </w:r>
      <w:r w:rsidR="00951DC4" w:rsidRPr="00391654">
        <w:rPr>
          <w:bCs/>
          <w:lang w:val="en-US"/>
        </w:rPr>
        <w:t xml:space="preserve">as defined in paragraph </w:t>
      </w:r>
      <w:r w:rsidR="000B3AA1" w:rsidRPr="000B3AA1">
        <w:rPr>
          <w:bCs/>
          <w:strike/>
          <w:lang w:val="en-US"/>
        </w:rPr>
        <w:t>2.16.1.</w:t>
      </w:r>
      <w:r w:rsidR="000B3AA1" w:rsidRPr="000B3AA1">
        <w:rPr>
          <w:bCs/>
          <w:lang w:val="en-US"/>
        </w:rPr>
        <w:t xml:space="preserve"> </w:t>
      </w:r>
      <w:r w:rsidR="00951DC4" w:rsidRPr="00391654">
        <w:rPr>
          <w:b/>
          <w:bCs/>
          <w:lang w:val="en-US"/>
        </w:rPr>
        <w:t>2.</w:t>
      </w:r>
      <w:r w:rsidR="00B90D61" w:rsidRPr="00391654">
        <w:rPr>
          <w:b/>
          <w:bCs/>
          <w:lang w:val="en-US"/>
        </w:rPr>
        <w:t>4.11.</w:t>
      </w:r>
      <w:r w:rsidR="00951DC4" w:rsidRPr="00391654">
        <w:rPr>
          <w:b/>
          <w:bCs/>
          <w:lang w:val="en-US"/>
        </w:rPr>
        <w:t>1.</w:t>
      </w:r>
      <w:r w:rsidR="000B3AA1">
        <w:rPr>
          <w:bCs/>
          <w:lang w:val="en-US"/>
        </w:rPr>
        <w:t>, subparagraph</w:t>
      </w:r>
      <w:r w:rsidR="000B3AA1" w:rsidRPr="000B3AA1">
        <w:rPr>
          <w:bCs/>
          <w:lang w:val="en-US"/>
        </w:rPr>
        <w:t xml:space="preserve"> </w:t>
      </w:r>
      <w:r w:rsidR="00951DC4" w:rsidRPr="00391654">
        <w:rPr>
          <w:bCs/>
          <w:lang w:val="en-US"/>
        </w:rPr>
        <w:t>(a), composed of two or more distinct parts, shall be installed in such a way that:</w:t>
      </w:r>
    </w:p>
    <w:p w14:paraId="63E51EAA" w14:textId="51552A82" w:rsidR="00C10F29" w:rsidRPr="000B3AA1" w:rsidRDefault="00951DC4" w:rsidP="00E35EF4">
      <w:pPr>
        <w:pStyle w:val="para0"/>
        <w:rPr>
          <w:bCs/>
          <w:lang w:val="en-US"/>
        </w:rPr>
      </w:pPr>
      <w:r w:rsidRPr="00391654">
        <w:rPr>
          <w:bCs/>
          <w:lang w:val="en-US"/>
        </w:rPr>
        <w:tab/>
      </w:r>
      <w:r w:rsidR="00C10F29" w:rsidRPr="000B3AA1">
        <w:rPr>
          <w:bCs/>
          <w:lang w:val="en-US"/>
        </w:rPr>
        <w:t>…”</w:t>
      </w:r>
    </w:p>
    <w:p w14:paraId="2E438B1F" w14:textId="7A97116D" w:rsidR="00C10F29" w:rsidRPr="000B3AA1" w:rsidRDefault="00C10F29" w:rsidP="00E35EF4">
      <w:pPr>
        <w:pStyle w:val="SingleTxtG"/>
        <w:rPr>
          <w:snapToGrid w:val="0"/>
        </w:rPr>
      </w:pPr>
      <w:r w:rsidRPr="000B3AA1">
        <w:rPr>
          <w:i/>
          <w:snapToGrid w:val="0"/>
        </w:rPr>
        <w:t>Paragraph 5.7.2.2</w:t>
      </w:r>
      <w:r w:rsidR="00EE05E8">
        <w:rPr>
          <w:i/>
          <w:snapToGrid w:val="0"/>
        </w:rPr>
        <w:t>.</w:t>
      </w:r>
      <w:r w:rsidRPr="000B3AA1">
        <w:rPr>
          <w:snapToGrid w:val="0"/>
        </w:rPr>
        <w:t>, amend to read:</w:t>
      </w:r>
    </w:p>
    <w:p w14:paraId="135F0823" w14:textId="20F8165D" w:rsidR="00C10F29" w:rsidRPr="000B3AA1" w:rsidRDefault="00C10F29" w:rsidP="00E35EF4">
      <w:pPr>
        <w:pStyle w:val="SingleTxtG"/>
        <w:ind w:left="2268" w:right="992" w:hanging="1134"/>
        <w:rPr>
          <w:lang w:val="en-US"/>
        </w:rPr>
      </w:pPr>
      <w:r w:rsidRPr="000B3AA1">
        <w:rPr>
          <w:lang w:val="en-US"/>
        </w:rPr>
        <w:t>“</w:t>
      </w:r>
      <w:r w:rsidR="00951DC4" w:rsidRPr="00391654">
        <w:rPr>
          <w:lang w:val="en-US"/>
        </w:rPr>
        <w:t xml:space="preserve">5.7.2.2. </w:t>
      </w:r>
      <w:r w:rsidR="00522B06" w:rsidRPr="00391654">
        <w:rPr>
          <w:lang w:val="en-US"/>
        </w:rPr>
        <w:tab/>
      </w:r>
      <w:r w:rsidR="00951DC4" w:rsidRPr="00391654">
        <w:rPr>
          <w:lang w:val="en-US"/>
        </w:rPr>
        <w:t xml:space="preserve">Single lamps as defined in paragraph </w:t>
      </w:r>
      <w:r w:rsidR="000B3AA1" w:rsidRPr="000B3AA1">
        <w:rPr>
          <w:bCs/>
          <w:strike/>
          <w:lang w:val="en-US"/>
        </w:rPr>
        <w:t>2.16.1.</w:t>
      </w:r>
      <w:r w:rsidR="000B3AA1" w:rsidRPr="000B3AA1">
        <w:rPr>
          <w:bCs/>
          <w:lang w:val="en-US"/>
        </w:rPr>
        <w:t xml:space="preserve"> </w:t>
      </w:r>
      <w:r w:rsidR="000B3AA1" w:rsidRPr="00391654">
        <w:rPr>
          <w:b/>
          <w:bCs/>
          <w:lang w:val="en-US"/>
        </w:rPr>
        <w:t>2.4.11.1.</w:t>
      </w:r>
      <w:r w:rsidR="000B3AA1" w:rsidRPr="000B3AA1">
        <w:rPr>
          <w:bCs/>
          <w:lang w:val="en-US"/>
        </w:rPr>
        <w:t>,</w:t>
      </w:r>
      <w:r w:rsidR="00951DC4" w:rsidRPr="00391654">
        <w:rPr>
          <w:lang w:val="en-US"/>
        </w:rPr>
        <w:t xml:space="preserve"> </w:t>
      </w:r>
      <w:r w:rsidR="000B3AA1" w:rsidRPr="000B3AA1">
        <w:rPr>
          <w:lang w:val="en-US"/>
        </w:rPr>
        <w:t xml:space="preserve">subparagraph </w:t>
      </w:r>
      <w:r w:rsidR="00951DC4" w:rsidRPr="00391654">
        <w:rPr>
          <w:lang w:val="en-US"/>
        </w:rPr>
        <w:t>(b) or (c), composed of two lamps marked "D" or two independent retro reflectors, shall be installed in such a way that:</w:t>
      </w:r>
    </w:p>
    <w:p w14:paraId="1C6365B3" w14:textId="1583C6C3" w:rsidR="00951DC4" w:rsidRPr="00391654" w:rsidRDefault="00C10F29" w:rsidP="00E35EF4">
      <w:pPr>
        <w:pStyle w:val="para0"/>
        <w:ind w:right="0" w:firstLine="0"/>
        <w:rPr>
          <w:lang w:val="en-US"/>
        </w:rPr>
      </w:pPr>
      <w:r w:rsidRPr="000B3AA1">
        <w:rPr>
          <w:lang w:val="en-US"/>
        </w:rPr>
        <w:t>…”</w:t>
      </w:r>
    </w:p>
    <w:p w14:paraId="5FE11F7F" w14:textId="6D46EB92" w:rsidR="00C10F29" w:rsidRPr="000B3AA1" w:rsidRDefault="00C10F29" w:rsidP="00E35EF4">
      <w:pPr>
        <w:pStyle w:val="SingleTxtG"/>
        <w:rPr>
          <w:snapToGrid w:val="0"/>
        </w:rPr>
      </w:pPr>
      <w:r w:rsidRPr="000B3AA1">
        <w:rPr>
          <w:i/>
          <w:snapToGrid w:val="0"/>
        </w:rPr>
        <w:t>Paragraph 5.7.2.3.</w:t>
      </w:r>
      <w:r w:rsidRPr="000B3AA1">
        <w:rPr>
          <w:snapToGrid w:val="0"/>
        </w:rPr>
        <w:t>, amend to read:</w:t>
      </w:r>
    </w:p>
    <w:p w14:paraId="1D5C915A" w14:textId="576BE64F" w:rsidR="00951DC4" w:rsidRPr="00391654" w:rsidRDefault="00C10F29" w:rsidP="00E35EF4">
      <w:pPr>
        <w:pStyle w:val="SingleTxtG"/>
        <w:ind w:left="2268" w:right="992" w:hanging="1134"/>
        <w:rPr>
          <w:lang w:val="en-US"/>
        </w:rPr>
      </w:pPr>
      <w:r w:rsidRPr="000B3AA1">
        <w:rPr>
          <w:lang w:val="en-US"/>
        </w:rPr>
        <w:t>“</w:t>
      </w:r>
      <w:r w:rsidR="00951DC4" w:rsidRPr="00391654">
        <w:rPr>
          <w:lang w:val="en-US"/>
        </w:rPr>
        <w:t xml:space="preserve">5.7.2.3. </w:t>
      </w:r>
      <w:r w:rsidR="00951DC4" w:rsidRPr="00391654">
        <w:rPr>
          <w:lang w:val="en-US"/>
        </w:rPr>
        <w:tab/>
        <w:t xml:space="preserve">Single lamps as defined in paragraph </w:t>
      </w:r>
      <w:r w:rsidR="000B3AA1" w:rsidRPr="000B3AA1">
        <w:rPr>
          <w:bCs/>
          <w:strike/>
          <w:lang w:val="en-US"/>
        </w:rPr>
        <w:t>2.16.1.</w:t>
      </w:r>
      <w:r w:rsidR="000B3AA1" w:rsidRPr="000B3AA1">
        <w:rPr>
          <w:bCs/>
          <w:lang w:val="en-US"/>
        </w:rPr>
        <w:t xml:space="preserve"> </w:t>
      </w:r>
      <w:r w:rsidR="000B3AA1" w:rsidRPr="00391654">
        <w:rPr>
          <w:b/>
          <w:bCs/>
          <w:lang w:val="en-US"/>
        </w:rPr>
        <w:t>2.4.11.1.</w:t>
      </w:r>
      <w:r w:rsidR="000B3AA1" w:rsidRPr="000B3AA1">
        <w:rPr>
          <w:bCs/>
          <w:lang w:val="en-US"/>
        </w:rPr>
        <w:t>,</w:t>
      </w:r>
      <w:r w:rsidR="000B3AA1" w:rsidRPr="00391654">
        <w:rPr>
          <w:lang w:val="en-US"/>
        </w:rPr>
        <w:t xml:space="preserve"> </w:t>
      </w:r>
      <w:r w:rsidR="000B3AA1" w:rsidRPr="000B3AA1">
        <w:rPr>
          <w:lang w:val="en-US"/>
        </w:rPr>
        <w:t xml:space="preserve">subparagraph </w:t>
      </w:r>
      <w:r w:rsidR="000B3AA1" w:rsidRPr="00391654">
        <w:rPr>
          <w:lang w:val="en-US"/>
        </w:rPr>
        <w:t>(</w:t>
      </w:r>
      <w:r w:rsidR="000B3AA1" w:rsidRPr="000B3AA1">
        <w:rPr>
          <w:lang w:val="en-US"/>
        </w:rPr>
        <w:t>d</w:t>
      </w:r>
      <w:r w:rsidR="000B3AA1" w:rsidRPr="00391654">
        <w:rPr>
          <w:lang w:val="en-US"/>
        </w:rPr>
        <w:t>)</w:t>
      </w:r>
      <w:r w:rsidR="00951DC4" w:rsidRPr="00391654">
        <w:rPr>
          <w:lang w:val="en-US"/>
        </w:rPr>
        <w:t xml:space="preserve"> shall fulfil the requirements of paragraph 5.7.2.1.</w:t>
      </w:r>
    </w:p>
    <w:p w14:paraId="0340E20C" w14:textId="77777777" w:rsidR="00951DC4" w:rsidRPr="00391654" w:rsidRDefault="00951DC4" w:rsidP="00E35EF4">
      <w:pPr>
        <w:pStyle w:val="para0"/>
        <w:ind w:right="992" w:firstLine="0"/>
        <w:rPr>
          <w:lang w:val="en-US"/>
        </w:rPr>
      </w:pPr>
      <w:r w:rsidRPr="00391654">
        <w:rPr>
          <w:lang w:val="en-US"/>
        </w:rPr>
        <w:t>Where two or more lamps and/or two or more separate apparent surfaces are included into the same lamp body and/or have a common outer lens these shall not be considered as an interdependent lamp system.</w:t>
      </w:r>
    </w:p>
    <w:p w14:paraId="6B2C8A3F" w14:textId="4D3F0AED" w:rsidR="00951DC4" w:rsidRDefault="00951DC4" w:rsidP="00E35EF4">
      <w:pPr>
        <w:pStyle w:val="para0"/>
        <w:ind w:right="992" w:firstLine="0"/>
        <w:rPr>
          <w:lang w:val="en-US"/>
        </w:rPr>
      </w:pPr>
      <w:r w:rsidRPr="00391654">
        <w:rPr>
          <w:lang w:val="en-US"/>
        </w:rPr>
        <w:t>However, a lamp in the shape of a band or strip may be part of an interdependent lamp system</w:t>
      </w:r>
      <w:r w:rsidR="00C10F29" w:rsidRPr="000B3AA1">
        <w:rPr>
          <w:lang w:val="en-US"/>
        </w:rPr>
        <w:t>.”</w:t>
      </w:r>
    </w:p>
    <w:p w14:paraId="4D204BEF" w14:textId="1084886C" w:rsidR="00C10F29" w:rsidRDefault="00C10F29" w:rsidP="00E35EF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10</w:t>
      </w:r>
      <w:r w:rsidR="00EE05E8">
        <w:rPr>
          <w:i/>
          <w:snapToGrid w:val="0"/>
        </w:rPr>
        <w:t>.</w:t>
      </w:r>
      <w:r w:rsidRPr="00EB477F">
        <w:rPr>
          <w:snapToGrid w:val="0"/>
        </w:rPr>
        <w:t>, amend to read:</w:t>
      </w:r>
    </w:p>
    <w:p w14:paraId="116B69FC" w14:textId="3D1CF07F" w:rsidR="00951DC4" w:rsidRPr="00391654" w:rsidRDefault="00C10F29" w:rsidP="00E35EF4">
      <w:pPr>
        <w:pStyle w:val="SingleTxtG"/>
        <w:ind w:left="2268" w:right="992" w:hanging="1134"/>
        <w:rPr>
          <w:lang w:val="en-US"/>
        </w:rPr>
      </w:pPr>
      <w:r>
        <w:rPr>
          <w:lang w:val="en-US"/>
        </w:rPr>
        <w:t>“</w:t>
      </w:r>
      <w:r w:rsidR="00951DC4" w:rsidRPr="00391654">
        <w:rPr>
          <w:lang w:val="en-US"/>
        </w:rPr>
        <w:t>5.10.</w:t>
      </w:r>
      <w:r w:rsidR="00951DC4" w:rsidRPr="00391654">
        <w:rPr>
          <w:lang w:val="en-US"/>
        </w:rPr>
        <w:tab/>
        <w:t>No red light which could give rise to confusion shall be emitted from a lamp as defined in paragraph</w:t>
      </w:r>
      <w:r w:rsidR="002F32E3">
        <w:rPr>
          <w:lang w:val="en-US"/>
        </w:rPr>
        <w:t xml:space="preserve"> </w:t>
      </w:r>
      <w:r w:rsidR="002F32E3" w:rsidRPr="002F32E3">
        <w:rPr>
          <w:strike/>
          <w:lang w:val="en-US"/>
        </w:rPr>
        <w:t>2.7.</w:t>
      </w:r>
      <w:r w:rsidR="00951DC4" w:rsidRPr="00391654">
        <w:rPr>
          <w:b/>
          <w:lang w:val="en-US"/>
        </w:rPr>
        <w:t xml:space="preserve"> 2.</w:t>
      </w:r>
      <w:r w:rsidR="00374F81" w:rsidRPr="00391654">
        <w:rPr>
          <w:b/>
          <w:lang w:val="en-US"/>
        </w:rPr>
        <w:t>1.5</w:t>
      </w:r>
      <w:r w:rsidR="00951DC4" w:rsidRPr="00391654">
        <w:rPr>
          <w:b/>
          <w:lang w:val="en-US"/>
        </w:rPr>
        <w:t>.</w:t>
      </w:r>
      <w:r w:rsidR="00951DC4" w:rsidRPr="00391654">
        <w:rPr>
          <w:lang w:val="en-US"/>
        </w:rPr>
        <w:t xml:space="preserve"> in a forward direction and no white light which could give rise to confusion, shall be emitted from a </w:t>
      </w:r>
      <w:r w:rsidR="00374F81" w:rsidRPr="00391654">
        <w:rPr>
          <w:lang w:val="en-US"/>
        </w:rPr>
        <w:t xml:space="preserve">lamp as defined in paragraph </w:t>
      </w:r>
      <w:r w:rsidR="002F32E3" w:rsidRPr="002F32E3">
        <w:rPr>
          <w:strike/>
          <w:lang w:val="en-US"/>
        </w:rPr>
        <w:t>2.7.</w:t>
      </w:r>
      <w:r w:rsidR="002F32E3" w:rsidRPr="00391654">
        <w:rPr>
          <w:b/>
          <w:lang w:val="en-US"/>
        </w:rPr>
        <w:t xml:space="preserve"> 2.1.5.</w:t>
      </w:r>
      <w:r w:rsidR="002F32E3" w:rsidRPr="00391654">
        <w:rPr>
          <w:lang w:val="en-US"/>
        </w:rPr>
        <w:t xml:space="preserve"> </w:t>
      </w:r>
      <w:r w:rsidR="00951DC4" w:rsidRPr="00391654">
        <w:rPr>
          <w:lang w:val="en-US"/>
        </w:rPr>
        <w:t>in a rearward direction. No account shall be taken of lighting devices fitted for the interior lighting of the vehicle. In case of doubt, this requirement shall be verified as follows:</w:t>
      </w:r>
      <w:r w:rsidR="002F32E3">
        <w:rPr>
          <w:lang w:val="en-US"/>
        </w:rPr>
        <w:t>”</w:t>
      </w:r>
    </w:p>
    <w:p w14:paraId="16F28972" w14:textId="74DC8706" w:rsidR="00C10F29" w:rsidRDefault="00C10F29" w:rsidP="00E35EF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18.2.</w:t>
      </w:r>
      <w:r w:rsidRPr="00EB477F">
        <w:rPr>
          <w:snapToGrid w:val="0"/>
        </w:rPr>
        <w:t>, amend to read:</w:t>
      </w:r>
    </w:p>
    <w:p w14:paraId="690741DE" w14:textId="44F4508E" w:rsidR="00951DC4" w:rsidRDefault="00C10F29" w:rsidP="00E35EF4">
      <w:pPr>
        <w:pStyle w:val="SingleTxtG"/>
        <w:ind w:left="2268" w:right="992" w:hanging="1134"/>
        <w:rPr>
          <w:lang w:val="en-US"/>
        </w:rPr>
      </w:pPr>
      <w:r>
        <w:rPr>
          <w:lang w:val="en-US"/>
        </w:rPr>
        <w:t>“</w:t>
      </w:r>
      <w:r w:rsidR="00951DC4" w:rsidRPr="00391654">
        <w:rPr>
          <w:lang w:val="en-US"/>
        </w:rPr>
        <w:t>5.18.2.</w:t>
      </w:r>
      <w:r w:rsidR="00951DC4" w:rsidRPr="00391654">
        <w:rPr>
          <w:lang w:val="en-US"/>
        </w:rPr>
        <w:tab/>
        <w:t>In the case where the functions referred to in paragraph 5.18. are obtained by an assembly of two lamps marked "D" (see paragraph</w:t>
      </w:r>
      <w:r w:rsidR="00951DC4" w:rsidRPr="00391654">
        <w:rPr>
          <w:strike/>
          <w:lang w:val="en-US"/>
        </w:rPr>
        <w:t xml:space="preserve"> </w:t>
      </w:r>
      <w:r w:rsidR="002F32E3" w:rsidRPr="002F32E3">
        <w:rPr>
          <w:strike/>
          <w:lang w:val="en-US"/>
        </w:rPr>
        <w:t xml:space="preserve">2.16.1. </w:t>
      </w:r>
      <w:r w:rsidR="00951DC4" w:rsidRPr="00391654">
        <w:rPr>
          <w:b/>
          <w:lang w:val="en-US"/>
        </w:rPr>
        <w:t>2.</w:t>
      </w:r>
      <w:r w:rsidR="00374F81" w:rsidRPr="00391654">
        <w:rPr>
          <w:b/>
          <w:lang w:val="en-US"/>
        </w:rPr>
        <w:t>4.11.1</w:t>
      </w:r>
      <w:r w:rsidR="00951DC4" w:rsidRPr="00391654">
        <w:rPr>
          <w:b/>
          <w:lang w:val="en-US"/>
        </w:rPr>
        <w:t>.</w:t>
      </w:r>
      <w:r w:rsidR="00951DC4" w:rsidRPr="00391654">
        <w:rPr>
          <w:lang w:val="en-US"/>
        </w:rPr>
        <w:t>), only one of the lamps needs to meet the position, geometric visibility and photometric requirements for those lamps at all fixed positions of the movable components.</w:t>
      </w:r>
      <w:r>
        <w:rPr>
          <w:lang w:val="en-US"/>
        </w:rPr>
        <w:t>”</w:t>
      </w:r>
    </w:p>
    <w:p w14:paraId="7F75A07B" w14:textId="4C0325C3" w:rsidR="00C10F29" w:rsidRDefault="00C10F29" w:rsidP="00E35EF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23</w:t>
      </w:r>
      <w:r w:rsidR="0054376F">
        <w:rPr>
          <w:i/>
          <w:snapToGrid w:val="0"/>
        </w:rPr>
        <w:t>.</w:t>
      </w:r>
      <w:r w:rsidRPr="00EB477F">
        <w:rPr>
          <w:snapToGrid w:val="0"/>
        </w:rPr>
        <w:t>, amend to read:</w:t>
      </w:r>
    </w:p>
    <w:p w14:paraId="274DB631" w14:textId="6641F896" w:rsidR="00951DC4" w:rsidRDefault="00C10F29" w:rsidP="00E35EF4">
      <w:pPr>
        <w:pStyle w:val="SingleTxtG"/>
        <w:ind w:left="2268" w:right="992" w:hanging="1134"/>
        <w:rPr>
          <w:lang w:val="en-US"/>
        </w:rPr>
      </w:pPr>
      <w:r>
        <w:rPr>
          <w:lang w:val="en-US"/>
        </w:rPr>
        <w:t>“</w:t>
      </w:r>
      <w:r w:rsidR="00951DC4" w:rsidRPr="00391654">
        <w:rPr>
          <w:lang w:val="en-US"/>
        </w:rPr>
        <w:t>5.23.</w:t>
      </w:r>
      <w:r w:rsidR="00951DC4" w:rsidRPr="00391654">
        <w:rPr>
          <w:lang w:val="en-US"/>
        </w:rPr>
        <w:tab/>
        <w:t xml:space="preserve">Lamps approved with light source(s) according to Regulation No. 37, except when such light sources are used as non-replaceable light source(s) as defined in paragraph </w:t>
      </w:r>
      <w:r w:rsidR="002F32E3" w:rsidRPr="002F32E3">
        <w:rPr>
          <w:strike/>
          <w:lang w:val="en-US"/>
        </w:rPr>
        <w:t>2.7.1.1.2.</w:t>
      </w:r>
      <w:r w:rsidR="002F32E3">
        <w:rPr>
          <w:lang w:val="en-US"/>
        </w:rPr>
        <w:t xml:space="preserve"> </w:t>
      </w:r>
      <w:r w:rsidR="00951DC4" w:rsidRPr="00391654">
        <w:rPr>
          <w:b/>
          <w:lang w:val="en-US"/>
        </w:rPr>
        <w:t>2.</w:t>
      </w:r>
      <w:r w:rsidR="00374F81" w:rsidRPr="00391654">
        <w:rPr>
          <w:b/>
          <w:lang w:val="en-US"/>
        </w:rPr>
        <w:t>9.1.2.</w:t>
      </w:r>
      <w:r w:rsidR="00951DC4" w:rsidRPr="00391654">
        <w:rPr>
          <w:lang w:val="en-US"/>
        </w:rPr>
        <w:t>, shall be fitted in a vehicle in such a way that the light source can be correctly replaced without the need for expert assistance and without the need for special tools, other than those provided with the vehicle by the manufacturer. The vehicle manufacturer shall provide with the vehicle a detailed description of the procedure for replacement.</w:t>
      </w:r>
      <w:r>
        <w:rPr>
          <w:lang w:val="en-US"/>
        </w:rPr>
        <w:t>”</w:t>
      </w:r>
    </w:p>
    <w:p w14:paraId="152CBBCD" w14:textId="3DA708A3" w:rsidR="00C10F29" w:rsidRDefault="00C10F29" w:rsidP="00E35EF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24</w:t>
      </w:r>
      <w:r w:rsidR="0054376F">
        <w:rPr>
          <w:i/>
          <w:snapToGrid w:val="0"/>
        </w:rPr>
        <w:t>.</w:t>
      </w:r>
      <w:r w:rsidRPr="00EB477F">
        <w:rPr>
          <w:snapToGrid w:val="0"/>
        </w:rPr>
        <w:t>, amend to read:</w:t>
      </w:r>
    </w:p>
    <w:p w14:paraId="73575873" w14:textId="31E4F522" w:rsidR="00951DC4" w:rsidRPr="00391654" w:rsidRDefault="00C10F29" w:rsidP="00E35EF4">
      <w:pPr>
        <w:pStyle w:val="SingleTxtG"/>
        <w:ind w:left="2268" w:right="992" w:hanging="1134"/>
        <w:rPr>
          <w:b/>
          <w:lang w:val="en-US"/>
        </w:rPr>
      </w:pPr>
      <w:r>
        <w:rPr>
          <w:lang w:val="en-US"/>
        </w:rPr>
        <w:t>“</w:t>
      </w:r>
      <w:r w:rsidR="00951DC4" w:rsidRPr="00391654">
        <w:rPr>
          <w:lang w:val="en-US"/>
        </w:rPr>
        <w:t>5.24.</w:t>
      </w:r>
      <w:r w:rsidR="00951DC4" w:rsidRPr="00391654">
        <w:rPr>
          <w:lang w:val="en-US"/>
        </w:rPr>
        <w:tab/>
        <w:t>Any temporary fail-safe replacement of the light-signalling function of a rear position lamp is allowed, provided that the replacement function in case of a failure is similar in colour, main intensity and position to the function that has ceased to operate and provided that the replacement device remains operational in its original safety function. During replacement, a tell-tale on the dashboard (paragraph </w:t>
      </w:r>
      <w:r w:rsidR="002F32E3" w:rsidRPr="002F32E3">
        <w:rPr>
          <w:strike/>
          <w:lang w:val="en-US"/>
        </w:rPr>
        <w:t>2.18.</w:t>
      </w:r>
      <w:r w:rsidR="002F32E3">
        <w:rPr>
          <w:lang w:val="en-US"/>
        </w:rPr>
        <w:t xml:space="preserve"> </w:t>
      </w:r>
      <w:r w:rsidR="00951DC4" w:rsidRPr="00391654">
        <w:rPr>
          <w:b/>
          <w:lang w:val="en-US"/>
        </w:rPr>
        <w:t>2.</w:t>
      </w:r>
      <w:r w:rsidR="00374F81" w:rsidRPr="00391654">
        <w:rPr>
          <w:b/>
          <w:lang w:val="en-US"/>
        </w:rPr>
        <w:t>3.5</w:t>
      </w:r>
      <w:r w:rsidR="00951DC4" w:rsidRPr="00391654">
        <w:rPr>
          <w:b/>
          <w:lang w:val="en-US"/>
        </w:rPr>
        <w:t xml:space="preserve">. </w:t>
      </w:r>
      <w:r w:rsidR="00951DC4" w:rsidRPr="00391654">
        <w:rPr>
          <w:lang w:val="en-US"/>
        </w:rPr>
        <w:t>of this Regulation) shall indicate occurrence of a temporary replacement and need for repair.</w:t>
      </w:r>
      <w:r w:rsidR="002F32E3">
        <w:rPr>
          <w:lang w:val="en-US"/>
        </w:rPr>
        <w:t>”</w:t>
      </w:r>
    </w:p>
    <w:p w14:paraId="448A9300" w14:textId="6DCBC73B" w:rsidR="00C10F29" w:rsidRDefault="00C10F29" w:rsidP="00E35EF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27</w:t>
      </w:r>
      <w:r w:rsidR="0054376F">
        <w:rPr>
          <w:i/>
          <w:snapToGrid w:val="0"/>
        </w:rPr>
        <w:t>.</w:t>
      </w:r>
      <w:r w:rsidRPr="00EB477F">
        <w:rPr>
          <w:snapToGrid w:val="0"/>
        </w:rPr>
        <w:t>, amend to read:</w:t>
      </w:r>
    </w:p>
    <w:p w14:paraId="5BA5D35F" w14:textId="7E683536" w:rsidR="00C10F29" w:rsidRDefault="00C10F29" w:rsidP="00E35EF4">
      <w:pPr>
        <w:pStyle w:val="SingleTxtG"/>
        <w:ind w:left="2268" w:right="992" w:hanging="1134"/>
        <w:rPr>
          <w:lang w:val="en-US"/>
        </w:rPr>
      </w:pPr>
      <w:r>
        <w:rPr>
          <w:lang w:val="en-US"/>
        </w:rPr>
        <w:t xml:space="preserve"> “</w:t>
      </w:r>
      <w:r w:rsidR="00951DC4" w:rsidRPr="00391654">
        <w:rPr>
          <w:lang w:val="en-US"/>
        </w:rPr>
        <w:t>5.27.</w:t>
      </w:r>
      <w:r w:rsidR="00951DC4" w:rsidRPr="00391654">
        <w:rPr>
          <w:lang w:val="en-US"/>
        </w:rPr>
        <w:tab/>
      </w:r>
      <w:r w:rsidR="00951DC4" w:rsidRPr="00391654">
        <w:rPr>
          <w:bCs/>
          <w:lang w:val="en-US"/>
        </w:rPr>
        <w:t xml:space="preserve">For vehicles of M and N categories the applicant shall </w:t>
      </w:r>
      <w:r w:rsidR="00951DC4" w:rsidRPr="00391654">
        <w:rPr>
          <w:lang w:val="en-US"/>
        </w:rPr>
        <w:t>demonstrate to the Technical Service responsible for type approval testing that the electric power supply conditions for the devices indicated in</w:t>
      </w:r>
      <w:r w:rsidR="002F32E3">
        <w:rPr>
          <w:lang w:val="en-US"/>
        </w:rPr>
        <w:t xml:space="preserve"> </w:t>
      </w:r>
      <w:r w:rsidR="002F32E3" w:rsidRPr="002F32E3">
        <w:rPr>
          <w:strike/>
        </w:rPr>
        <w:t>2.7.9., 2.7.10., 2.7.12., 2.7.14. and 2.7.15.</w:t>
      </w:r>
      <w:r w:rsidR="00951DC4" w:rsidRPr="00391654">
        <w:rPr>
          <w:lang w:val="en-US"/>
        </w:rPr>
        <w:t> </w:t>
      </w:r>
      <w:r w:rsidR="00951DC4" w:rsidRPr="00391654">
        <w:rPr>
          <w:b/>
          <w:lang w:val="en-US"/>
        </w:rPr>
        <w:t>2.</w:t>
      </w:r>
      <w:r w:rsidR="00374F81" w:rsidRPr="00391654">
        <w:rPr>
          <w:b/>
          <w:lang w:val="en-US"/>
        </w:rPr>
        <w:t>5.1</w:t>
      </w:r>
      <w:r w:rsidR="00951DC4" w:rsidRPr="00391654">
        <w:rPr>
          <w:b/>
          <w:lang w:val="en-US"/>
        </w:rPr>
        <w:t>., 2.</w:t>
      </w:r>
      <w:r w:rsidR="00374F81" w:rsidRPr="00391654">
        <w:rPr>
          <w:b/>
          <w:lang w:val="en-US"/>
        </w:rPr>
        <w:t>5.2</w:t>
      </w:r>
      <w:r w:rsidR="00951DC4" w:rsidRPr="00391654">
        <w:rPr>
          <w:b/>
          <w:lang w:val="en-US"/>
        </w:rPr>
        <w:t>., 2.</w:t>
      </w:r>
      <w:r w:rsidR="00374F81" w:rsidRPr="00391654">
        <w:rPr>
          <w:b/>
          <w:lang w:val="en-US"/>
        </w:rPr>
        <w:t>5.4</w:t>
      </w:r>
      <w:r w:rsidR="00951DC4" w:rsidRPr="00391654">
        <w:rPr>
          <w:b/>
          <w:lang w:val="en-US"/>
        </w:rPr>
        <w:t>.</w:t>
      </w:r>
      <w:r w:rsidR="00374F81" w:rsidRPr="00391654">
        <w:rPr>
          <w:b/>
          <w:lang w:val="en-US"/>
        </w:rPr>
        <w:t>, 2.5</w:t>
      </w:r>
      <w:r w:rsidR="00951DC4" w:rsidRPr="00391654">
        <w:rPr>
          <w:b/>
          <w:lang w:val="en-US"/>
        </w:rPr>
        <w:t>.</w:t>
      </w:r>
      <w:r w:rsidR="00374F81" w:rsidRPr="00391654">
        <w:rPr>
          <w:b/>
          <w:lang w:val="en-US"/>
        </w:rPr>
        <w:t>6</w:t>
      </w:r>
      <w:r w:rsidR="00951DC4" w:rsidRPr="00391654">
        <w:rPr>
          <w:b/>
          <w:lang w:val="en-US"/>
        </w:rPr>
        <w:t>.</w:t>
      </w:r>
      <w:r w:rsidR="00374F81" w:rsidRPr="00391654">
        <w:rPr>
          <w:b/>
          <w:lang w:val="en-US"/>
        </w:rPr>
        <w:t xml:space="preserve"> and 2.5</w:t>
      </w:r>
      <w:r w:rsidR="00951DC4" w:rsidRPr="00391654">
        <w:rPr>
          <w:b/>
          <w:lang w:val="en-US"/>
        </w:rPr>
        <w:t>.</w:t>
      </w:r>
      <w:r w:rsidR="00374F81" w:rsidRPr="00391654">
        <w:rPr>
          <w:b/>
          <w:lang w:val="en-US"/>
        </w:rPr>
        <w:t>7</w:t>
      </w:r>
      <w:r w:rsidR="00951DC4" w:rsidRPr="00391654">
        <w:rPr>
          <w:b/>
          <w:lang w:val="en-US"/>
        </w:rPr>
        <w:t>.</w:t>
      </w:r>
      <w:r w:rsidR="00951DC4" w:rsidRPr="00391654">
        <w:rPr>
          <w:lang w:val="en-US"/>
        </w:rPr>
        <w:t xml:space="preserve"> above comply, when the electrical system of the vehicle is in a constant voltage operating condition, representative for the relevant category of powered vehicle as specified by the applicant, with the following provisions: </w:t>
      </w:r>
    </w:p>
    <w:p w14:paraId="23FAC743" w14:textId="6E23E699" w:rsidR="00951DC4" w:rsidRPr="00391654" w:rsidRDefault="00951DC4" w:rsidP="00E35EF4">
      <w:pPr>
        <w:pStyle w:val="para0"/>
        <w:ind w:right="0" w:firstLine="0"/>
        <w:rPr>
          <w:lang w:val="en-US"/>
        </w:rPr>
      </w:pPr>
      <w:r w:rsidRPr="00391654">
        <w:rPr>
          <w:lang w:val="en-US"/>
        </w:rPr>
        <w:t>…</w:t>
      </w:r>
      <w:r w:rsidR="00C10F29">
        <w:rPr>
          <w:lang w:val="en-US"/>
        </w:rPr>
        <w:t>”</w:t>
      </w:r>
    </w:p>
    <w:p w14:paraId="09F0E2E6" w14:textId="7DCE6AE9" w:rsidR="00526654" w:rsidRDefault="00526654" w:rsidP="00E35EF4">
      <w:pPr>
        <w:pStyle w:val="SingleTxtG"/>
        <w:rPr>
          <w:snapToGrid w:val="0"/>
        </w:rPr>
      </w:pPr>
      <w:r w:rsidRPr="00CF37A7">
        <w:rPr>
          <w:i/>
          <w:snapToGrid w:val="0"/>
        </w:rPr>
        <w:t xml:space="preserve">Paragraph </w:t>
      </w:r>
      <w:r>
        <w:rPr>
          <w:i/>
          <w:snapToGrid w:val="0"/>
        </w:rPr>
        <w:t>6</w:t>
      </w:r>
      <w:r w:rsidRPr="00CF37A7">
        <w:rPr>
          <w:i/>
          <w:snapToGrid w:val="0"/>
        </w:rPr>
        <w:t>.</w:t>
      </w:r>
      <w:r>
        <w:rPr>
          <w:i/>
          <w:snapToGrid w:val="0"/>
        </w:rPr>
        <w:t>2.5</w:t>
      </w:r>
      <w:r w:rsidR="00421B25">
        <w:rPr>
          <w:i/>
          <w:snapToGrid w:val="0"/>
        </w:rPr>
        <w:t>.</w:t>
      </w:r>
      <w:r w:rsidRPr="00EB477F">
        <w:rPr>
          <w:snapToGrid w:val="0"/>
        </w:rPr>
        <w:t>, amend to read:</w:t>
      </w:r>
    </w:p>
    <w:p w14:paraId="13FB1F58" w14:textId="54F7D11D" w:rsidR="00951DC4" w:rsidRPr="00391654" w:rsidRDefault="00526654" w:rsidP="00E35EF4">
      <w:pPr>
        <w:pStyle w:val="SingleTxtG"/>
        <w:ind w:left="2268" w:right="992" w:hanging="1134"/>
        <w:rPr>
          <w:lang w:val="en-US"/>
        </w:rPr>
      </w:pPr>
      <w:r>
        <w:rPr>
          <w:lang w:val="en-US"/>
        </w:rPr>
        <w:t>“</w:t>
      </w:r>
      <w:r w:rsidR="00951DC4" w:rsidRPr="00391654">
        <w:rPr>
          <w:lang w:val="en-US"/>
        </w:rPr>
        <w:t>6.2.5.</w:t>
      </w:r>
      <w:r w:rsidR="00951DC4" w:rsidRPr="00391654">
        <w:rPr>
          <w:lang w:val="en-US"/>
        </w:rPr>
        <w:tab/>
      </w:r>
      <w:r>
        <w:rPr>
          <w:lang w:val="en-US"/>
        </w:rPr>
        <w:tab/>
      </w:r>
      <w:r w:rsidR="00951DC4" w:rsidRPr="00391654">
        <w:rPr>
          <w:lang w:val="en-US"/>
        </w:rPr>
        <w:t>Geometric visibility</w:t>
      </w:r>
    </w:p>
    <w:p w14:paraId="23EE2A91" w14:textId="2227ECC4" w:rsidR="00951DC4" w:rsidRPr="00391654" w:rsidRDefault="00951DC4" w:rsidP="00E35EF4">
      <w:pPr>
        <w:pStyle w:val="para0"/>
        <w:ind w:left="1985" w:right="992" w:firstLine="283"/>
        <w:rPr>
          <w:lang w:val="en-US"/>
        </w:rPr>
      </w:pPr>
      <w:r w:rsidRPr="00391654">
        <w:rPr>
          <w:lang w:val="en-US"/>
        </w:rPr>
        <w:t xml:space="preserve">Defined by angles </w:t>
      </w:r>
      <w:r w:rsidRPr="00391654">
        <w:t>α</w:t>
      </w:r>
      <w:r w:rsidRPr="00391654">
        <w:rPr>
          <w:lang w:val="en-US"/>
        </w:rPr>
        <w:t xml:space="preserve"> and ß as specified in paragraph </w:t>
      </w:r>
      <w:r w:rsidR="00421B25" w:rsidRPr="00421B25">
        <w:rPr>
          <w:strike/>
          <w:lang w:val="en-US"/>
        </w:rPr>
        <w:t xml:space="preserve">2.13. </w:t>
      </w:r>
      <w:r w:rsidRPr="00391654">
        <w:rPr>
          <w:b/>
          <w:lang w:val="en-US"/>
        </w:rPr>
        <w:t>2.</w:t>
      </w:r>
      <w:r w:rsidR="00374F81" w:rsidRPr="00391654">
        <w:rPr>
          <w:b/>
          <w:lang w:val="en-US"/>
        </w:rPr>
        <w:t>10.7</w:t>
      </w:r>
      <w:r w:rsidRPr="00391654">
        <w:rPr>
          <w:b/>
          <w:lang w:val="en-US"/>
        </w:rPr>
        <w:t>.:</w:t>
      </w:r>
    </w:p>
    <w:p w14:paraId="4932A5CB" w14:textId="77777777" w:rsidR="00F75DF2" w:rsidRPr="00391654" w:rsidRDefault="00F75DF2" w:rsidP="00E35EF4">
      <w:pPr>
        <w:pStyle w:val="para0"/>
        <w:ind w:left="1985" w:right="992" w:firstLine="283"/>
        <w:rPr>
          <w:lang w:val="en-US"/>
        </w:rPr>
      </w:pPr>
      <w:r w:rsidRPr="00391654">
        <w:t>α</w:t>
      </w:r>
      <w:r w:rsidRPr="00391654">
        <w:rPr>
          <w:lang w:val="en-US"/>
        </w:rPr>
        <w:t xml:space="preserve"> = 15° upwards and 10° downwards,</w:t>
      </w:r>
    </w:p>
    <w:p w14:paraId="370F25BA" w14:textId="77777777" w:rsidR="00F75DF2" w:rsidRPr="00391654" w:rsidRDefault="00F75DF2" w:rsidP="00E35EF4">
      <w:pPr>
        <w:pStyle w:val="para0"/>
        <w:ind w:left="1985" w:right="992" w:firstLine="283"/>
        <w:rPr>
          <w:lang w:val="en-US"/>
        </w:rPr>
      </w:pPr>
      <w:r w:rsidRPr="00391654">
        <w:rPr>
          <w:lang w:val="en-US"/>
        </w:rPr>
        <w:t xml:space="preserve">ß = 45° outwards and 10° inwards. </w:t>
      </w:r>
    </w:p>
    <w:p w14:paraId="39B0A83B" w14:textId="672894FC" w:rsidR="00F75DF2" w:rsidRDefault="00F75DF2" w:rsidP="00E35EF4">
      <w:pPr>
        <w:pStyle w:val="para0"/>
        <w:ind w:right="992" w:firstLine="0"/>
        <w:rPr>
          <w:lang w:val="en-US"/>
        </w:rPr>
      </w:pPr>
      <w:r w:rsidRPr="00391654">
        <w:rPr>
          <w:lang w:val="en-US"/>
        </w:rPr>
        <w:t>The presence of partitions or other items of equipment near the headlamp shall not give rise to secondary effects causing discomfort to other road users.</w:t>
      </w:r>
      <w:r w:rsidR="00526654">
        <w:rPr>
          <w:lang w:val="en-US"/>
        </w:rPr>
        <w:t>”</w:t>
      </w:r>
    </w:p>
    <w:p w14:paraId="06D45B40" w14:textId="1F2AA204" w:rsidR="00421B25" w:rsidRDefault="00421B25" w:rsidP="00E35EF4">
      <w:pPr>
        <w:pStyle w:val="SingleTxtG"/>
        <w:rPr>
          <w:snapToGrid w:val="0"/>
        </w:rPr>
      </w:pPr>
      <w:r w:rsidRPr="00CF37A7">
        <w:rPr>
          <w:i/>
          <w:snapToGrid w:val="0"/>
        </w:rPr>
        <w:t xml:space="preserve">Paragraph </w:t>
      </w:r>
      <w:r>
        <w:rPr>
          <w:i/>
          <w:snapToGrid w:val="0"/>
        </w:rPr>
        <w:t>6</w:t>
      </w:r>
      <w:r w:rsidRPr="00CF37A7">
        <w:rPr>
          <w:i/>
          <w:snapToGrid w:val="0"/>
        </w:rPr>
        <w:t>.</w:t>
      </w:r>
      <w:r>
        <w:rPr>
          <w:i/>
          <w:snapToGrid w:val="0"/>
        </w:rPr>
        <w:t>3.5.</w:t>
      </w:r>
      <w:r w:rsidRPr="00EB477F">
        <w:rPr>
          <w:snapToGrid w:val="0"/>
        </w:rPr>
        <w:t>, amend to read:</w:t>
      </w:r>
    </w:p>
    <w:p w14:paraId="1A044FAC" w14:textId="4BEF8B9F" w:rsidR="00951DC4" w:rsidRPr="00391654" w:rsidRDefault="00421B25" w:rsidP="00E35EF4">
      <w:pPr>
        <w:pStyle w:val="SingleTxtG"/>
        <w:ind w:left="2268" w:right="992" w:hanging="1134"/>
        <w:rPr>
          <w:lang w:val="en-US"/>
        </w:rPr>
      </w:pPr>
      <w:r w:rsidRPr="00421B25">
        <w:rPr>
          <w:lang w:val="en-US"/>
        </w:rPr>
        <w:t>“</w:t>
      </w:r>
      <w:r w:rsidR="00951DC4" w:rsidRPr="00391654">
        <w:rPr>
          <w:lang w:val="en-US"/>
        </w:rPr>
        <w:t>6.3.5.</w:t>
      </w:r>
      <w:r w:rsidR="00951DC4" w:rsidRPr="00391654">
        <w:rPr>
          <w:lang w:val="en-US"/>
        </w:rPr>
        <w:tab/>
        <w:t>Geometric visibility</w:t>
      </w:r>
    </w:p>
    <w:p w14:paraId="32713E58" w14:textId="31E1162A" w:rsidR="00951DC4" w:rsidRPr="00391654" w:rsidRDefault="00951DC4" w:rsidP="00E35EF4">
      <w:pPr>
        <w:pStyle w:val="para0"/>
        <w:ind w:right="992" w:firstLine="0"/>
        <w:rPr>
          <w:lang w:val="en-US"/>
        </w:rPr>
      </w:pPr>
      <w:r w:rsidRPr="00391654">
        <w:rPr>
          <w:lang w:val="en-US"/>
        </w:rPr>
        <w:t xml:space="preserve">Defined by angles </w:t>
      </w:r>
      <w:r w:rsidRPr="00391654">
        <w:t>α</w:t>
      </w:r>
      <w:r w:rsidRPr="00391654">
        <w:rPr>
          <w:lang w:val="en-US"/>
        </w:rPr>
        <w:t xml:space="preserve"> and ß as specified in paragraph</w:t>
      </w:r>
      <w:r w:rsidR="00421B25" w:rsidRPr="00391654">
        <w:rPr>
          <w:lang w:val="en-US"/>
        </w:rPr>
        <w:t xml:space="preserve"> </w:t>
      </w:r>
      <w:r w:rsidR="00421B25" w:rsidRPr="00421B25">
        <w:rPr>
          <w:strike/>
          <w:lang w:val="en-US"/>
        </w:rPr>
        <w:t xml:space="preserve">2.13. </w:t>
      </w:r>
      <w:r w:rsidR="00421B25" w:rsidRPr="00391654">
        <w:rPr>
          <w:b/>
          <w:lang w:val="en-US"/>
        </w:rPr>
        <w:t>2.10.7.:</w:t>
      </w:r>
    </w:p>
    <w:p w14:paraId="3D718D09" w14:textId="77777777" w:rsidR="00951DC4" w:rsidRPr="00391654" w:rsidRDefault="00951DC4" w:rsidP="00E35EF4">
      <w:pPr>
        <w:pStyle w:val="para0"/>
        <w:ind w:right="992" w:firstLine="0"/>
        <w:rPr>
          <w:lang w:val="en-US"/>
        </w:rPr>
      </w:pPr>
      <w:r w:rsidRPr="00391654">
        <w:t>α</w:t>
      </w:r>
      <w:r w:rsidRPr="00391654">
        <w:rPr>
          <w:lang w:val="en-US"/>
        </w:rPr>
        <w:t xml:space="preserve"> = 5° upwards and downwards, </w:t>
      </w:r>
    </w:p>
    <w:p w14:paraId="42171EBD" w14:textId="77777777" w:rsidR="00421B25" w:rsidRDefault="00951DC4" w:rsidP="00E35EF4">
      <w:pPr>
        <w:pStyle w:val="para0"/>
        <w:ind w:right="992" w:firstLine="0"/>
        <w:rPr>
          <w:lang w:val="en-US"/>
        </w:rPr>
      </w:pPr>
      <w:r w:rsidRPr="00391654">
        <w:rPr>
          <w:lang w:val="en-US"/>
        </w:rPr>
        <w:t>ß = 45° outwards and 10° inwards.</w:t>
      </w:r>
    </w:p>
    <w:p w14:paraId="483C6EA8" w14:textId="2648151D" w:rsidR="00951DC4" w:rsidRPr="00391654" w:rsidRDefault="00421B25" w:rsidP="00E35EF4">
      <w:pPr>
        <w:pStyle w:val="para0"/>
        <w:ind w:right="992" w:firstLine="0"/>
        <w:rPr>
          <w:lang w:val="en-US"/>
        </w:rPr>
      </w:pPr>
      <w:r w:rsidRPr="00421B25">
        <w:rPr>
          <w:lang w:val="en-US"/>
        </w:rPr>
        <w:t>The presence of partitions or other items of equipment near the front fog lamp shall not give rise to secondary effects causing discomfort to other road users.</w:t>
      </w:r>
      <w:r w:rsidRPr="00421B25">
        <w:rPr>
          <w:vertAlign w:val="superscript"/>
          <w:lang w:val="en-US"/>
        </w:rPr>
        <w:t>13</w:t>
      </w:r>
      <w:r>
        <w:rPr>
          <w:lang w:val="en-US"/>
        </w:rPr>
        <w:t>”</w:t>
      </w:r>
    </w:p>
    <w:p w14:paraId="4678C2BC" w14:textId="45EB8898" w:rsidR="00421B25" w:rsidRDefault="00421B25" w:rsidP="00E35EF4">
      <w:pPr>
        <w:pStyle w:val="SingleTxtG"/>
        <w:rPr>
          <w:snapToGrid w:val="0"/>
        </w:rPr>
      </w:pPr>
      <w:r w:rsidRPr="00CF37A7">
        <w:rPr>
          <w:i/>
          <w:snapToGrid w:val="0"/>
        </w:rPr>
        <w:t xml:space="preserve">Paragraph </w:t>
      </w:r>
      <w:r>
        <w:rPr>
          <w:i/>
          <w:snapToGrid w:val="0"/>
        </w:rPr>
        <w:t>6</w:t>
      </w:r>
      <w:r w:rsidRPr="00CF37A7">
        <w:rPr>
          <w:i/>
          <w:snapToGrid w:val="0"/>
        </w:rPr>
        <w:t>.</w:t>
      </w:r>
      <w:r>
        <w:rPr>
          <w:i/>
          <w:snapToGrid w:val="0"/>
        </w:rPr>
        <w:t>4.5.1.</w:t>
      </w:r>
      <w:r w:rsidRPr="00EB477F">
        <w:rPr>
          <w:snapToGrid w:val="0"/>
        </w:rPr>
        <w:t>, amend to read:</w:t>
      </w:r>
    </w:p>
    <w:p w14:paraId="514D94BF" w14:textId="78E73FF1" w:rsidR="00951DC4" w:rsidRPr="00391654" w:rsidRDefault="00421B25" w:rsidP="00E35EF4">
      <w:pPr>
        <w:pStyle w:val="SingleTxtG"/>
        <w:ind w:left="2268" w:right="992" w:hanging="1134"/>
        <w:rPr>
          <w:bCs/>
          <w:lang w:val="en-US"/>
        </w:rPr>
      </w:pPr>
      <w:r>
        <w:rPr>
          <w:bCs/>
          <w:lang w:val="en-US"/>
        </w:rPr>
        <w:t>“</w:t>
      </w:r>
      <w:r w:rsidR="00951DC4" w:rsidRPr="00391654">
        <w:rPr>
          <w:bCs/>
          <w:lang w:val="en-US"/>
        </w:rPr>
        <w:t>6.4.5.1.</w:t>
      </w:r>
      <w:r w:rsidR="00951DC4" w:rsidRPr="00391654">
        <w:rPr>
          <w:bCs/>
          <w:lang w:val="en-US"/>
        </w:rPr>
        <w:tab/>
        <w:t>Devices installed at the rear of the vehicle:</w:t>
      </w:r>
    </w:p>
    <w:p w14:paraId="2850549B" w14:textId="3F1CD079" w:rsidR="00951DC4" w:rsidRPr="00391654" w:rsidRDefault="00951DC4" w:rsidP="00E35EF4">
      <w:pPr>
        <w:pStyle w:val="para0"/>
        <w:ind w:right="992" w:firstLine="0"/>
        <w:rPr>
          <w:bCs/>
          <w:lang w:val="en-US"/>
        </w:rPr>
      </w:pPr>
      <w:r w:rsidRPr="00391654">
        <w:rPr>
          <w:bCs/>
          <w:lang w:val="en-US"/>
        </w:rPr>
        <w:tab/>
        <w:t xml:space="preserve">Defined by angles </w:t>
      </w:r>
      <w:r w:rsidRPr="00391654">
        <w:rPr>
          <w:bCs/>
        </w:rPr>
        <w:t>α</w:t>
      </w:r>
      <w:r w:rsidRPr="00391654">
        <w:rPr>
          <w:bCs/>
          <w:lang w:val="en-US"/>
        </w:rPr>
        <w:t xml:space="preserve"> and </w:t>
      </w:r>
      <w:r w:rsidRPr="00391654">
        <w:rPr>
          <w:bCs/>
        </w:rPr>
        <w:t>β</w:t>
      </w:r>
      <w:r w:rsidRPr="00391654">
        <w:rPr>
          <w:bCs/>
          <w:lang w:val="en-US"/>
        </w:rPr>
        <w:t xml:space="preserve">, as specified in paragraph </w:t>
      </w:r>
      <w:r w:rsidR="00421B25" w:rsidRPr="00421B25">
        <w:rPr>
          <w:strike/>
          <w:lang w:val="en-US"/>
        </w:rPr>
        <w:t xml:space="preserve">2.13. </w:t>
      </w:r>
      <w:r w:rsidR="00421B25" w:rsidRPr="00391654">
        <w:rPr>
          <w:b/>
          <w:lang w:val="en-US"/>
        </w:rPr>
        <w:t>2.10.7.:</w:t>
      </w:r>
    </w:p>
    <w:p w14:paraId="27C5D9BE" w14:textId="77777777" w:rsidR="00951DC4" w:rsidRPr="00391654" w:rsidRDefault="00951DC4" w:rsidP="00E35EF4">
      <w:pPr>
        <w:pStyle w:val="para0"/>
        <w:ind w:right="992" w:firstLine="0"/>
        <w:rPr>
          <w:bCs/>
          <w:lang w:val="en-US"/>
        </w:rPr>
      </w:pPr>
      <w:r w:rsidRPr="00391654">
        <w:rPr>
          <w:bCs/>
        </w:rPr>
        <w:t>α</w:t>
      </w:r>
      <w:r w:rsidRPr="00391654">
        <w:rPr>
          <w:bCs/>
          <w:lang w:val="en-US"/>
        </w:rPr>
        <w:t xml:space="preserve"> =</w:t>
      </w:r>
      <w:r w:rsidRPr="00391654">
        <w:rPr>
          <w:bCs/>
          <w:lang w:val="en-US"/>
        </w:rPr>
        <w:tab/>
        <w:t>15° upwards and 5° downwards,</w:t>
      </w:r>
    </w:p>
    <w:p w14:paraId="6C3F1ABF" w14:textId="77777777" w:rsidR="00951DC4" w:rsidRPr="00391654" w:rsidRDefault="00951DC4" w:rsidP="00E35EF4">
      <w:pPr>
        <w:pStyle w:val="para0"/>
        <w:ind w:right="992" w:firstLine="0"/>
        <w:rPr>
          <w:bCs/>
          <w:lang w:val="en-US"/>
        </w:rPr>
      </w:pPr>
      <w:r w:rsidRPr="00391654">
        <w:rPr>
          <w:bCs/>
          <w:lang w:val="en-US"/>
        </w:rPr>
        <w:tab/>
      </w:r>
      <w:r w:rsidRPr="00391654">
        <w:rPr>
          <w:bCs/>
        </w:rPr>
        <w:t>β</w:t>
      </w:r>
      <w:r w:rsidRPr="00391654">
        <w:rPr>
          <w:bCs/>
          <w:lang w:val="en-US"/>
        </w:rPr>
        <w:t xml:space="preserve"> =</w:t>
      </w:r>
      <w:r w:rsidRPr="00391654">
        <w:rPr>
          <w:bCs/>
          <w:lang w:val="en-US"/>
        </w:rPr>
        <w:tab/>
        <w:t>45° to right and to left if there is only one device,</w:t>
      </w:r>
    </w:p>
    <w:p w14:paraId="4BF21197" w14:textId="4485A054" w:rsidR="00951DC4" w:rsidRPr="00391654" w:rsidRDefault="00421B25" w:rsidP="00E35EF4">
      <w:pPr>
        <w:pStyle w:val="para0"/>
        <w:ind w:right="992" w:firstLine="0"/>
        <w:rPr>
          <w:bCs/>
          <w:lang w:val="en-US"/>
        </w:rPr>
      </w:pPr>
      <w:r>
        <w:rPr>
          <w:bCs/>
          <w:lang w:val="en-US"/>
        </w:rPr>
        <w:tab/>
      </w:r>
      <w:r w:rsidR="00951DC4" w:rsidRPr="00391654">
        <w:rPr>
          <w:bCs/>
          <w:lang w:val="en-US"/>
        </w:rPr>
        <w:t>45° outwards and 30° inwards if there are two.</w:t>
      </w:r>
      <w:r>
        <w:rPr>
          <w:bCs/>
          <w:lang w:val="en-US"/>
        </w:rPr>
        <w:t>”</w:t>
      </w:r>
    </w:p>
    <w:p w14:paraId="4DCF5FE0" w14:textId="47725A98" w:rsidR="00421B25" w:rsidRDefault="00421B25" w:rsidP="00E35EF4">
      <w:pPr>
        <w:pStyle w:val="SingleTxtG"/>
        <w:rPr>
          <w:snapToGrid w:val="0"/>
        </w:rPr>
      </w:pPr>
      <w:r w:rsidRPr="00CF37A7">
        <w:rPr>
          <w:i/>
          <w:snapToGrid w:val="0"/>
        </w:rPr>
        <w:t xml:space="preserve">Paragraph </w:t>
      </w:r>
      <w:r>
        <w:rPr>
          <w:i/>
          <w:snapToGrid w:val="0"/>
        </w:rPr>
        <w:t>6</w:t>
      </w:r>
      <w:r w:rsidRPr="00CF37A7">
        <w:rPr>
          <w:i/>
          <w:snapToGrid w:val="0"/>
        </w:rPr>
        <w:t>.</w:t>
      </w:r>
      <w:r>
        <w:rPr>
          <w:i/>
          <w:snapToGrid w:val="0"/>
        </w:rPr>
        <w:t>11.5</w:t>
      </w:r>
      <w:r w:rsidR="00EE05E8">
        <w:rPr>
          <w:i/>
          <w:snapToGrid w:val="0"/>
        </w:rPr>
        <w:t>.</w:t>
      </w:r>
      <w:r w:rsidRPr="00EB477F">
        <w:rPr>
          <w:snapToGrid w:val="0"/>
        </w:rPr>
        <w:t>, amend to read:</w:t>
      </w:r>
    </w:p>
    <w:p w14:paraId="25C350A8" w14:textId="48DADA74" w:rsidR="00F75DF2" w:rsidRPr="00391654" w:rsidRDefault="00421B25" w:rsidP="00E35EF4">
      <w:pPr>
        <w:pStyle w:val="SingleTxtG"/>
        <w:ind w:left="2268" w:right="992" w:hanging="1134"/>
        <w:rPr>
          <w:lang w:val="en-US"/>
        </w:rPr>
      </w:pPr>
      <w:r w:rsidRPr="00421B25">
        <w:rPr>
          <w:lang w:val="en-US"/>
        </w:rPr>
        <w:t>“</w:t>
      </w:r>
      <w:r w:rsidR="00F75DF2" w:rsidRPr="00391654">
        <w:rPr>
          <w:lang w:val="en-US"/>
        </w:rPr>
        <w:t>6.11.5.</w:t>
      </w:r>
      <w:r w:rsidR="00F75DF2" w:rsidRPr="00391654">
        <w:rPr>
          <w:lang w:val="en-US"/>
        </w:rPr>
        <w:tab/>
        <w:t>Geometric visibility</w:t>
      </w:r>
    </w:p>
    <w:p w14:paraId="50FA03B0" w14:textId="14434E37" w:rsidR="00F75DF2" w:rsidRPr="00391654" w:rsidRDefault="00F75DF2" w:rsidP="00E35EF4">
      <w:pPr>
        <w:pStyle w:val="para0"/>
        <w:ind w:right="992" w:firstLine="0"/>
        <w:rPr>
          <w:lang w:val="en-US"/>
        </w:rPr>
      </w:pPr>
      <w:r w:rsidRPr="00391654">
        <w:rPr>
          <w:lang w:val="en-US"/>
        </w:rPr>
        <w:t xml:space="preserve">Defined by angles </w:t>
      </w:r>
      <w:r w:rsidRPr="00391654">
        <w:t>α</w:t>
      </w:r>
      <w:r w:rsidRPr="00391654">
        <w:rPr>
          <w:lang w:val="en-US"/>
        </w:rPr>
        <w:t xml:space="preserve"> and ß as specified in paragraph </w:t>
      </w:r>
      <w:r w:rsidR="00421B25" w:rsidRPr="00421B25">
        <w:rPr>
          <w:strike/>
          <w:lang w:val="en-US"/>
        </w:rPr>
        <w:t xml:space="preserve">2.13. </w:t>
      </w:r>
      <w:r w:rsidR="00421B25" w:rsidRPr="00391654">
        <w:rPr>
          <w:b/>
          <w:lang w:val="en-US"/>
        </w:rPr>
        <w:t>2.10.7.:</w:t>
      </w:r>
    </w:p>
    <w:p w14:paraId="226C5BCB" w14:textId="77777777" w:rsidR="00F75DF2" w:rsidRPr="00391654" w:rsidRDefault="00F75DF2" w:rsidP="00E35EF4">
      <w:pPr>
        <w:pStyle w:val="para0"/>
        <w:ind w:right="992" w:firstLine="0"/>
        <w:rPr>
          <w:lang w:val="en-US"/>
        </w:rPr>
      </w:pPr>
      <w:r w:rsidRPr="00391654">
        <w:t>α</w:t>
      </w:r>
      <w:r w:rsidRPr="00391654">
        <w:rPr>
          <w:lang w:val="en-US"/>
        </w:rPr>
        <w:t xml:space="preserve"> = 5° upwards and 5° downwards; </w:t>
      </w:r>
    </w:p>
    <w:p w14:paraId="320A40F5" w14:textId="30457460" w:rsidR="00F75DF2" w:rsidRPr="00391654" w:rsidRDefault="00F75DF2" w:rsidP="00E35EF4">
      <w:pPr>
        <w:pStyle w:val="para0"/>
        <w:ind w:right="992" w:firstLine="0"/>
        <w:rPr>
          <w:lang w:val="en-US"/>
        </w:rPr>
      </w:pPr>
      <w:r w:rsidRPr="00391654">
        <w:rPr>
          <w:lang w:val="en-US"/>
        </w:rPr>
        <w:t>ß = 25° to right and to left.</w:t>
      </w:r>
      <w:r w:rsidR="00421B25">
        <w:rPr>
          <w:lang w:val="en-US"/>
        </w:rPr>
        <w:t>”</w:t>
      </w:r>
    </w:p>
    <w:p w14:paraId="17BBC471" w14:textId="090A5E60" w:rsidR="00421B25" w:rsidRDefault="00421B25" w:rsidP="00E35EF4">
      <w:pPr>
        <w:pStyle w:val="SingleTxtG"/>
        <w:rPr>
          <w:snapToGrid w:val="0"/>
        </w:rPr>
      </w:pPr>
      <w:r w:rsidRPr="00CF37A7">
        <w:rPr>
          <w:i/>
          <w:snapToGrid w:val="0"/>
        </w:rPr>
        <w:t xml:space="preserve">Paragraph </w:t>
      </w:r>
      <w:r>
        <w:rPr>
          <w:i/>
          <w:snapToGrid w:val="0"/>
        </w:rPr>
        <w:t>6</w:t>
      </w:r>
      <w:r w:rsidRPr="00CF37A7">
        <w:rPr>
          <w:i/>
          <w:snapToGrid w:val="0"/>
        </w:rPr>
        <w:t>.</w:t>
      </w:r>
      <w:r>
        <w:rPr>
          <w:i/>
          <w:snapToGrid w:val="0"/>
        </w:rPr>
        <w:t>20.5</w:t>
      </w:r>
      <w:r w:rsidR="00EE05E8">
        <w:rPr>
          <w:i/>
          <w:snapToGrid w:val="0"/>
        </w:rPr>
        <w:t>.</w:t>
      </w:r>
      <w:r w:rsidRPr="00EB477F">
        <w:rPr>
          <w:snapToGrid w:val="0"/>
        </w:rPr>
        <w:t>, amend to read:</w:t>
      </w:r>
    </w:p>
    <w:p w14:paraId="425BB220" w14:textId="0EFB672A" w:rsidR="00F75DF2" w:rsidRPr="00391654" w:rsidRDefault="00421B25" w:rsidP="00E35EF4">
      <w:pPr>
        <w:pStyle w:val="para0"/>
        <w:ind w:right="0"/>
        <w:rPr>
          <w:lang w:val="en-US"/>
        </w:rPr>
      </w:pPr>
      <w:r w:rsidRPr="00421B25">
        <w:rPr>
          <w:lang w:val="en-US"/>
        </w:rPr>
        <w:t>“</w:t>
      </w:r>
      <w:r w:rsidR="00F75DF2" w:rsidRPr="00391654">
        <w:rPr>
          <w:lang w:val="en-US"/>
        </w:rPr>
        <w:t>6.20.5.</w:t>
      </w:r>
      <w:r w:rsidR="00F75DF2" w:rsidRPr="00391654">
        <w:rPr>
          <w:lang w:val="en-US"/>
        </w:rPr>
        <w:tab/>
        <w:t>Geometric visibility</w:t>
      </w:r>
    </w:p>
    <w:p w14:paraId="52CD5635" w14:textId="176627BF" w:rsidR="00F75DF2" w:rsidRPr="00391654" w:rsidRDefault="00F75DF2" w:rsidP="00E35EF4">
      <w:pPr>
        <w:pStyle w:val="para0"/>
        <w:ind w:right="992" w:firstLine="0"/>
        <w:rPr>
          <w:lang w:val="en-US"/>
        </w:rPr>
      </w:pPr>
      <w:r w:rsidRPr="00391654">
        <w:rPr>
          <w:lang w:val="en-US"/>
        </w:rPr>
        <w:tab/>
        <w:t xml:space="preserve">Defined by angles </w:t>
      </w:r>
      <w:r w:rsidRPr="00391654">
        <w:sym w:font="Symbol" w:char="F061"/>
      </w:r>
      <w:r w:rsidRPr="00391654">
        <w:rPr>
          <w:lang w:val="en-US"/>
        </w:rPr>
        <w:t xml:space="preserve"> and </w:t>
      </w:r>
      <w:r w:rsidRPr="00391654">
        <w:sym w:font="Symbol" w:char="F062"/>
      </w:r>
      <w:r w:rsidRPr="00391654">
        <w:rPr>
          <w:lang w:val="en-US"/>
        </w:rPr>
        <w:t xml:space="preserve"> as specified in paragraph</w:t>
      </w:r>
      <w:r w:rsidR="00421B25" w:rsidRPr="00391654">
        <w:rPr>
          <w:lang w:val="en-US"/>
        </w:rPr>
        <w:t xml:space="preserve"> </w:t>
      </w:r>
      <w:r w:rsidR="00421B25" w:rsidRPr="00421B25">
        <w:rPr>
          <w:strike/>
          <w:lang w:val="en-US"/>
        </w:rPr>
        <w:t xml:space="preserve">2.13. </w:t>
      </w:r>
      <w:r w:rsidR="00421B25" w:rsidRPr="00391654">
        <w:rPr>
          <w:b/>
          <w:lang w:val="en-US"/>
        </w:rPr>
        <w:t>2.10.7.:</w:t>
      </w:r>
    </w:p>
    <w:p w14:paraId="2A710E44" w14:textId="77777777" w:rsidR="00F75DF2" w:rsidRPr="00391654" w:rsidRDefault="00F75DF2" w:rsidP="00E35EF4">
      <w:pPr>
        <w:pStyle w:val="para0"/>
        <w:ind w:right="992" w:firstLine="0"/>
        <w:rPr>
          <w:lang w:val="en-US"/>
        </w:rPr>
      </w:pPr>
      <w:r w:rsidRPr="00391654">
        <w:rPr>
          <w:lang w:val="en-US"/>
        </w:rPr>
        <w:tab/>
      </w:r>
      <w:r w:rsidRPr="00391654">
        <w:sym w:font="Symbol" w:char="F061"/>
      </w:r>
      <w:r w:rsidRPr="00391654">
        <w:rPr>
          <w:lang w:val="en-US"/>
        </w:rPr>
        <w:t xml:space="preserve"> = 10° upwards and downwards, </w:t>
      </w:r>
    </w:p>
    <w:p w14:paraId="4E3D0677" w14:textId="31704A4D" w:rsidR="00F75DF2" w:rsidRPr="00391654" w:rsidRDefault="00F75DF2" w:rsidP="00E35EF4">
      <w:pPr>
        <w:pStyle w:val="para0"/>
        <w:ind w:right="992" w:firstLine="0"/>
        <w:rPr>
          <w:lang w:val="en-US"/>
        </w:rPr>
      </w:pPr>
      <w:r w:rsidRPr="00391654">
        <w:rPr>
          <w:lang w:val="en-US"/>
        </w:rPr>
        <w:tab/>
      </w:r>
      <w:r w:rsidRPr="00391654">
        <w:sym w:font="Symbol" w:char="F062"/>
      </w:r>
      <w:r w:rsidRPr="00391654">
        <w:rPr>
          <w:lang w:val="en-US"/>
        </w:rPr>
        <w:t xml:space="preserve"> = 30° to 60° outwards.</w:t>
      </w:r>
      <w:r w:rsidR="00421B25">
        <w:rPr>
          <w:lang w:val="en-US"/>
        </w:rPr>
        <w:t>”</w:t>
      </w:r>
    </w:p>
    <w:p w14:paraId="6327AB9A" w14:textId="77777777" w:rsidR="009C11BE" w:rsidRDefault="00476EDD" w:rsidP="009C11BE">
      <w:pPr>
        <w:pStyle w:val="SingleTxtG"/>
        <w:rPr>
          <w:snapToGrid w:val="0"/>
        </w:rPr>
      </w:pPr>
      <w:r>
        <w:rPr>
          <w:i/>
          <w:snapToGrid w:val="0"/>
        </w:rPr>
        <w:t>Annex 3</w:t>
      </w:r>
      <w:r w:rsidRPr="00EB477F">
        <w:rPr>
          <w:snapToGrid w:val="0"/>
        </w:rPr>
        <w:t xml:space="preserve">, </w:t>
      </w:r>
    </w:p>
    <w:p w14:paraId="449876EC" w14:textId="331D7991" w:rsidR="00476EDD" w:rsidRDefault="009C11BE" w:rsidP="009C11BE">
      <w:pPr>
        <w:pStyle w:val="SingleTxtG"/>
        <w:rPr>
          <w:snapToGrid w:val="0"/>
        </w:rPr>
      </w:pPr>
      <w:r w:rsidRPr="009C11BE">
        <w:rPr>
          <w:i/>
          <w:snapToGrid w:val="0"/>
        </w:rPr>
        <w:t>Introductory part,</w:t>
      </w:r>
      <w:r>
        <w:rPr>
          <w:snapToGrid w:val="0"/>
        </w:rPr>
        <w:t xml:space="preserve"> </w:t>
      </w:r>
      <w:r w:rsidR="00476EDD" w:rsidRPr="00EB477F">
        <w:rPr>
          <w:snapToGrid w:val="0"/>
        </w:rPr>
        <w:t>amend to read:</w:t>
      </w:r>
    </w:p>
    <w:p w14:paraId="049050A3" w14:textId="47CEC9FC" w:rsidR="009C11BE" w:rsidRPr="00FF44CF" w:rsidRDefault="009C11BE" w:rsidP="009C11BE">
      <w:pPr>
        <w:pStyle w:val="HChG"/>
      </w:pPr>
      <w:bookmarkStart w:id="3" w:name="_Toc338161454"/>
      <w:r>
        <w:t>"</w:t>
      </w:r>
      <w:r w:rsidRPr="00FF44CF">
        <w:t>Annex 3</w:t>
      </w:r>
      <w:bookmarkEnd w:id="3"/>
    </w:p>
    <w:p w14:paraId="2F721CFC" w14:textId="77777777" w:rsidR="009C11BE" w:rsidRDefault="009C11BE" w:rsidP="009C11BE">
      <w:pPr>
        <w:pStyle w:val="HChG"/>
        <w:ind w:right="992"/>
      </w:pPr>
      <w:r>
        <w:tab/>
      </w:r>
      <w:r>
        <w:tab/>
      </w:r>
      <w:r w:rsidRPr="00755789">
        <w:t>Examples of lamp surfaces, axes, centres of reference, and angles of geometric visibility</w:t>
      </w:r>
      <w:r>
        <w:t xml:space="preserve"> </w:t>
      </w:r>
    </w:p>
    <w:p w14:paraId="44243E7F" w14:textId="3D7E6368" w:rsidR="009C11BE" w:rsidRDefault="009C11BE" w:rsidP="009C11BE">
      <w:pPr>
        <w:spacing w:after="120"/>
        <w:ind w:left="1134" w:right="992"/>
        <w:jc w:val="both"/>
      </w:pPr>
      <w:r w:rsidRPr="00755789">
        <w:t>These examples show some arrangements to aid the understanding of the provisions and are not intended to be design restrictive.</w:t>
      </w:r>
    </w:p>
    <w:p w14:paraId="5A1F54CD" w14:textId="77777777" w:rsidR="0099043B" w:rsidRPr="00391654" w:rsidRDefault="0099043B" w:rsidP="009C11BE">
      <w:pPr>
        <w:ind w:left="1134" w:right="992"/>
        <w:jc w:val="both"/>
      </w:pPr>
      <w:r w:rsidRPr="00391654">
        <w:t>KEY for all examples in this Annex:</w:t>
      </w:r>
    </w:p>
    <w:p w14:paraId="7F051230" w14:textId="77777777" w:rsidR="0099043B" w:rsidRPr="00391654" w:rsidRDefault="0099043B" w:rsidP="009C11BE">
      <w:pPr>
        <w:ind w:right="992"/>
        <w:rPr>
          <w:b/>
        </w:rPr>
      </w:pPr>
    </w:p>
    <w:tbl>
      <w:tblPr>
        <w:tblW w:w="8505" w:type="dxa"/>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0"/>
        <w:gridCol w:w="3305"/>
      </w:tblGrid>
      <w:tr w:rsidR="0099043B" w:rsidRPr="00D7273C" w14:paraId="68C10A41" w14:textId="77777777" w:rsidTr="005B3176">
        <w:tc>
          <w:tcPr>
            <w:tcW w:w="5200" w:type="dxa"/>
          </w:tcPr>
          <w:p w14:paraId="0097B3DA" w14:textId="77777777" w:rsidR="0099043B" w:rsidRPr="00391654" w:rsidRDefault="0099043B" w:rsidP="00476EDD">
            <w:pPr>
              <w:spacing w:before="240" w:after="80"/>
              <w:ind w:left="492" w:right="113" w:hanging="492"/>
              <w:rPr>
                <w:bCs/>
                <w:color w:val="000000"/>
              </w:rPr>
            </w:pPr>
            <w:r w:rsidRPr="00391654">
              <w:rPr>
                <w:bCs/>
                <w:color w:val="000000"/>
              </w:rPr>
              <w:t>1.</w:t>
            </w:r>
            <w:r w:rsidRPr="00391654">
              <w:rPr>
                <w:bCs/>
                <w:color w:val="000000"/>
              </w:rPr>
              <w:tab/>
              <w:t xml:space="preserve">Illuminating surface </w:t>
            </w:r>
          </w:p>
          <w:p w14:paraId="56DB61C6" w14:textId="77777777" w:rsidR="0099043B" w:rsidRPr="00391654" w:rsidRDefault="0099043B" w:rsidP="00476EDD">
            <w:pPr>
              <w:spacing w:after="80"/>
              <w:ind w:left="492" w:right="113" w:hanging="492"/>
              <w:rPr>
                <w:bCs/>
                <w:color w:val="000000"/>
              </w:rPr>
            </w:pPr>
            <w:r w:rsidRPr="00391654">
              <w:rPr>
                <w:bCs/>
                <w:color w:val="000000"/>
              </w:rPr>
              <w:t>2.</w:t>
            </w:r>
            <w:r w:rsidRPr="00391654">
              <w:rPr>
                <w:bCs/>
                <w:color w:val="000000"/>
              </w:rPr>
              <w:tab/>
              <w:t xml:space="preserve">Axis of reference </w:t>
            </w:r>
          </w:p>
          <w:p w14:paraId="3942CFE2" w14:textId="77777777" w:rsidR="0099043B" w:rsidRPr="00391654" w:rsidRDefault="0099043B" w:rsidP="00476EDD">
            <w:pPr>
              <w:spacing w:after="80"/>
              <w:ind w:left="492" w:right="113" w:hanging="492"/>
              <w:rPr>
                <w:bCs/>
                <w:color w:val="000000"/>
              </w:rPr>
            </w:pPr>
            <w:r w:rsidRPr="00391654">
              <w:rPr>
                <w:bCs/>
                <w:color w:val="000000"/>
              </w:rPr>
              <w:t>3.</w:t>
            </w:r>
            <w:r w:rsidRPr="00391654">
              <w:rPr>
                <w:bCs/>
                <w:color w:val="000000"/>
              </w:rPr>
              <w:tab/>
              <w:t xml:space="preserve">Centre of reference </w:t>
            </w:r>
          </w:p>
          <w:p w14:paraId="532DE612" w14:textId="77777777" w:rsidR="0099043B" w:rsidRPr="00391654" w:rsidRDefault="0099043B" w:rsidP="00476EDD">
            <w:pPr>
              <w:spacing w:after="80"/>
              <w:ind w:left="492" w:right="113" w:hanging="492"/>
              <w:rPr>
                <w:bCs/>
                <w:color w:val="000000"/>
              </w:rPr>
            </w:pPr>
            <w:r w:rsidRPr="00391654">
              <w:rPr>
                <w:bCs/>
                <w:color w:val="000000"/>
              </w:rPr>
              <w:t>4.</w:t>
            </w:r>
            <w:r w:rsidRPr="00391654">
              <w:rPr>
                <w:bCs/>
                <w:color w:val="000000"/>
              </w:rPr>
              <w:tab/>
              <w:t xml:space="preserve">Angle of geometric visibility </w:t>
            </w:r>
          </w:p>
          <w:p w14:paraId="22E019A2" w14:textId="77777777" w:rsidR="0099043B" w:rsidRPr="00391654" w:rsidRDefault="0099043B" w:rsidP="00476EDD">
            <w:pPr>
              <w:spacing w:after="80"/>
              <w:ind w:left="492" w:right="113" w:hanging="492"/>
              <w:rPr>
                <w:bCs/>
                <w:color w:val="000000"/>
              </w:rPr>
            </w:pPr>
            <w:r w:rsidRPr="00391654">
              <w:rPr>
                <w:bCs/>
                <w:color w:val="000000"/>
              </w:rPr>
              <w:t>5.</w:t>
            </w:r>
            <w:r w:rsidRPr="00391654">
              <w:rPr>
                <w:bCs/>
                <w:color w:val="000000"/>
              </w:rPr>
              <w:tab/>
              <w:t xml:space="preserve">Light-emitting surface </w:t>
            </w:r>
          </w:p>
          <w:p w14:paraId="0A440E35" w14:textId="77777777" w:rsidR="0099043B" w:rsidRPr="00391654" w:rsidRDefault="0099043B" w:rsidP="00476EDD">
            <w:pPr>
              <w:spacing w:after="80"/>
              <w:ind w:left="492" w:right="113" w:hanging="492"/>
              <w:rPr>
                <w:bCs/>
                <w:color w:val="000000"/>
              </w:rPr>
            </w:pPr>
            <w:r w:rsidRPr="00391654">
              <w:rPr>
                <w:bCs/>
                <w:color w:val="000000"/>
              </w:rPr>
              <w:t>6.</w:t>
            </w:r>
            <w:r w:rsidRPr="00391654">
              <w:rPr>
                <w:bCs/>
                <w:color w:val="000000"/>
              </w:rPr>
              <w:tab/>
              <w:t xml:space="preserve">Apparent surface based on the illuminating surface </w:t>
            </w:r>
          </w:p>
          <w:p w14:paraId="6FE1BD20" w14:textId="2EAC832B" w:rsidR="0099043B" w:rsidRPr="00391654" w:rsidRDefault="0099043B" w:rsidP="00476EDD">
            <w:pPr>
              <w:spacing w:after="80"/>
              <w:ind w:left="492" w:right="113" w:hanging="492"/>
              <w:rPr>
                <w:bCs/>
                <w:color w:val="000000"/>
              </w:rPr>
            </w:pPr>
            <w:r w:rsidRPr="00391654">
              <w:rPr>
                <w:bCs/>
                <w:color w:val="000000"/>
              </w:rPr>
              <w:t>7a.</w:t>
            </w:r>
            <w:r w:rsidRPr="00391654">
              <w:rPr>
                <w:bCs/>
                <w:color w:val="000000"/>
              </w:rPr>
              <w:tab/>
              <w:t>Apparent surface based on the light-emitting su</w:t>
            </w:r>
            <w:r w:rsidR="001D1617" w:rsidRPr="00391654">
              <w:rPr>
                <w:bCs/>
                <w:color w:val="000000"/>
              </w:rPr>
              <w:t xml:space="preserve">rface according to paragraph </w:t>
            </w:r>
            <w:r w:rsidR="00476EDD" w:rsidRPr="00476EDD">
              <w:rPr>
                <w:bCs/>
                <w:strike/>
                <w:color w:val="000000"/>
              </w:rPr>
              <w:t xml:space="preserve">2.8. </w:t>
            </w:r>
            <w:r w:rsidR="001D1617" w:rsidRPr="00391654">
              <w:rPr>
                <w:b/>
                <w:bCs/>
                <w:color w:val="000000"/>
              </w:rPr>
              <w:t>2.10.2</w:t>
            </w:r>
            <w:r w:rsidRPr="00391654">
              <w:rPr>
                <w:b/>
                <w:bCs/>
                <w:color w:val="000000"/>
              </w:rPr>
              <w:t>.</w:t>
            </w:r>
            <w:r w:rsidRPr="00391654">
              <w:rPr>
                <w:bCs/>
                <w:color w:val="000000"/>
              </w:rPr>
              <w:t xml:space="preserve"> </w:t>
            </w:r>
            <w:r w:rsidR="001D1617" w:rsidRPr="00391654">
              <w:rPr>
                <w:bCs/>
                <w:color w:val="000000"/>
              </w:rPr>
              <w:t>(</w:t>
            </w:r>
            <w:r w:rsidRPr="00391654">
              <w:rPr>
                <w:bCs/>
                <w:color w:val="000000"/>
              </w:rPr>
              <w:t>a) (with outer lens)</w:t>
            </w:r>
          </w:p>
          <w:p w14:paraId="42216578" w14:textId="26ED36A6" w:rsidR="0099043B" w:rsidRPr="00391654" w:rsidRDefault="0099043B" w:rsidP="00476EDD">
            <w:pPr>
              <w:spacing w:after="80"/>
              <w:ind w:left="492" w:right="113" w:hanging="492"/>
              <w:rPr>
                <w:bCs/>
                <w:color w:val="000000"/>
              </w:rPr>
            </w:pPr>
            <w:r w:rsidRPr="00391654">
              <w:rPr>
                <w:bCs/>
                <w:color w:val="000000"/>
              </w:rPr>
              <w:t>7b.</w:t>
            </w:r>
            <w:r w:rsidRPr="00391654">
              <w:rPr>
                <w:bCs/>
                <w:color w:val="000000"/>
              </w:rPr>
              <w:tab/>
              <w:t xml:space="preserve">Apparent surface based on the light-emitting surface according to paragraph </w:t>
            </w:r>
            <w:r w:rsidR="00476EDD" w:rsidRPr="00476EDD">
              <w:rPr>
                <w:bCs/>
                <w:strike/>
                <w:color w:val="000000"/>
              </w:rPr>
              <w:t xml:space="preserve">2.8. </w:t>
            </w:r>
            <w:r w:rsidR="00476EDD" w:rsidRPr="00391654">
              <w:rPr>
                <w:b/>
                <w:bCs/>
                <w:color w:val="000000"/>
              </w:rPr>
              <w:t>2.10.2.</w:t>
            </w:r>
            <w:r w:rsidR="00476EDD" w:rsidRPr="00391654">
              <w:rPr>
                <w:bCs/>
                <w:color w:val="000000"/>
              </w:rPr>
              <w:t xml:space="preserve"> (</w:t>
            </w:r>
            <w:r w:rsidR="00476EDD">
              <w:rPr>
                <w:bCs/>
                <w:color w:val="000000"/>
              </w:rPr>
              <w:t>b</w:t>
            </w:r>
            <w:r w:rsidR="00476EDD" w:rsidRPr="00391654">
              <w:rPr>
                <w:bCs/>
                <w:color w:val="000000"/>
              </w:rPr>
              <w:t xml:space="preserve">) </w:t>
            </w:r>
            <w:r w:rsidRPr="00391654">
              <w:rPr>
                <w:bCs/>
                <w:color w:val="000000"/>
              </w:rPr>
              <w:t>(without outer lens)</w:t>
            </w:r>
          </w:p>
          <w:p w14:paraId="163E755A" w14:textId="77777777" w:rsidR="0099043B" w:rsidRPr="00391654" w:rsidRDefault="0099043B" w:rsidP="00476EDD">
            <w:pPr>
              <w:ind w:left="492" w:right="113" w:hanging="492"/>
              <w:rPr>
                <w:bCs/>
                <w:color w:val="000000"/>
              </w:rPr>
            </w:pPr>
            <w:r w:rsidRPr="00391654">
              <w:rPr>
                <w:bCs/>
                <w:color w:val="000000"/>
              </w:rPr>
              <w:t>8.</w:t>
            </w:r>
            <w:r w:rsidRPr="00391654">
              <w:rPr>
                <w:bCs/>
                <w:color w:val="000000"/>
              </w:rPr>
              <w:tab/>
              <w:t>Direction of visibility</w:t>
            </w:r>
          </w:p>
          <w:p w14:paraId="7528BF7B" w14:textId="77777777" w:rsidR="0099043B" w:rsidRPr="00391654" w:rsidRDefault="0099043B" w:rsidP="005B3176">
            <w:pPr>
              <w:ind w:right="113"/>
              <w:rPr>
                <w:bCs/>
                <w:color w:val="000000"/>
              </w:rPr>
            </w:pPr>
          </w:p>
        </w:tc>
        <w:tc>
          <w:tcPr>
            <w:tcW w:w="3305" w:type="dxa"/>
          </w:tcPr>
          <w:p w14:paraId="3746BDF5" w14:textId="77777777" w:rsidR="0099043B" w:rsidRPr="00391654" w:rsidRDefault="0099043B" w:rsidP="005B3176">
            <w:pPr>
              <w:spacing w:before="240" w:after="80"/>
              <w:ind w:right="113"/>
              <w:rPr>
                <w:bCs/>
                <w:color w:val="000000"/>
              </w:rPr>
            </w:pPr>
            <w:r w:rsidRPr="00391654">
              <w:rPr>
                <w:bCs/>
                <w:color w:val="000000"/>
              </w:rPr>
              <w:t xml:space="preserve">IO  </w:t>
            </w:r>
            <w:r w:rsidRPr="00391654">
              <w:rPr>
                <w:bCs/>
                <w:color w:val="000000"/>
              </w:rPr>
              <w:tab/>
              <w:t>Inner optical part</w:t>
            </w:r>
          </w:p>
          <w:p w14:paraId="2FF2259D" w14:textId="77777777" w:rsidR="0099043B" w:rsidRPr="00391654" w:rsidRDefault="0099043B" w:rsidP="005B3176">
            <w:pPr>
              <w:spacing w:after="80"/>
              <w:ind w:right="113"/>
              <w:rPr>
                <w:bCs/>
                <w:color w:val="000000"/>
              </w:rPr>
            </w:pPr>
            <w:r w:rsidRPr="00391654">
              <w:rPr>
                <w:bCs/>
                <w:color w:val="000000"/>
              </w:rPr>
              <w:t xml:space="preserve">LG </w:t>
            </w:r>
            <w:r w:rsidRPr="00391654">
              <w:rPr>
                <w:bCs/>
                <w:color w:val="000000"/>
              </w:rPr>
              <w:tab/>
              <w:t>Light guide</w:t>
            </w:r>
          </w:p>
          <w:p w14:paraId="7799C80E" w14:textId="77777777" w:rsidR="0099043B" w:rsidRPr="00391654" w:rsidRDefault="0099043B" w:rsidP="005B3176">
            <w:pPr>
              <w:spacing w:after="80"/>
              <w:ind w:right="113"/>
              <w:rPr>
                <w:bCs/>
                <w:color w:val="000000"/>
              </w:rPr>
            </w:pPr>
            <w:r w:rsidRPr="00391654">
              <w:rPr>
                <w:bCs/>
                <w:color w:val="000000"/>
              </w:rPr>
              <w:t xml:space="preserve">L  </w:t>
            </w:r>
            <w:r w:rsidRPr="00391654">
              <w:rPr>
                <w:bCs/>
                <w:color w:val="000000"/>
              </w:rPr>
              <w:tab/>
              <w:t>Outer lens</w:t>
            </w:r>
          </w:p>
          <w:p w14:paraId="619CC0FD" w14:textId="77777777" w:rsidR="0099043B" w:rsidRPr="00391654" w:rsidRDefault="0099043B" w:rsidP="005B3176">
            <w:pPr>
              <w:spacing w:after="80"/>
              <w:ind w:right="113"/>
              <w:rPr>
                <w:bCs/>
                <w:color w:val="000000"/>
              </w:rPr>
            </w:pPr>
            <w:r w:rsidRPr="00391654">
              <w:rPr>
                <w:bCs/>
                <w:color w:val="000000"/>
              </w:rPr>
              <w:t xml:space="preserve">R  </w:t>
            </w:r>
            <w:r w:rsidRPr="00391654">
              <w:rPr>
                <w:bCs/>
                <w:color w:val="000000"/>
              </w:rPr>
              <w:tab/>
              <w:t>Reflector</w:t>
            </w:r>
          </w:p>
          <w:p w14:paraId="55A48625" w14:textId="77777777" w:rsidR="0099043B" w:rsidRPr="00391654" w:rsidRDefault="0099043B" w:rsidP="005B3176">
            <w:pPr>
              <w:spacing w:after="80"/>
              <w:ind w:right="113"/>
              <w:rPr>
                <w:bCs/>
                <w:color w:val="000000"/>
              </w:rPr>
            </w:pPr>
            <w:r w:rsidRPr="00391654">
              <w:rPr>
                <w:bCs/>
                <w:color w:val="000000"/>
              </w:rPr>
              <w:t xml:space="preserve">S  </w:t>
            </w:r>
            <w:r w:rsidRPr="00391654">
              <w:rPr>
                <w:bCs/>
                <w:color w:val="000000"/>
              </w:rPr>
              <w:tab/>
              <w:t>Light source</w:t>
            </w:r>
          </w:p>
          <w:p w14:paraId="23BB2A49" w14:textId="77777777" w:rsidR="0099043B" w:rsidRPr="00391654" w:rsidRDefault="0099043B" w:rsidP="005B3176">
            <w:pPr>
              <w:spacing w:after="80"/>
              <w:ind w:right="113"/>
              <w:rPr>
                <w:bCs/>
                <w:color w:val="000000"/>
              </w:rPr>
            </w:pPr>
            <w:r w:rsidRPr="00391654">
              <w:rPr>
                <w:bCs/>
                <w:color w:val="000000"/>
              </w:rPr>
              <w:t xml:space="preserve">X  </w:t>
            </w:r>
            <w:r w:rsidRPr="00391654">
              <w:rPr>
                <w:bCs/>
                <w:color w:val="000000"/>
              </w:rPr>
              <w:tab/>
              <w:t>Not part of this function</w:t>
            </w:r>
          </w:p>
          <w:p w14:paraId="5E51FB20" w14:textId="77777777" w:rsidR="0099043B" w:rsidRPr="00391654" w:rsidRDefault="0099043B" w:rsidP="005B3176">
            <w:pPr>
              <w:spacing w:after="80"/>
              <w:ind w:right="113"/>
              <w:rPr>
                <w:bCs/>
                <w:color w:val="000000"/>
              </w:rPr>
            </w:pPr>
            <w:r w:rsidRPr="00391654">
              <w:rPr>
                <w:bCs/>
                <w:color w:val="000000"/>
              </w:rPr>
              <w:t xml:space="preserve">F1  </w:t>
            </w:r>
            <w:r w:rsidRPr="00391654">
              <w:rPr>
                <w:bCs/>
                <w:color w:val="000000"/>
              </w:rPr>
              <w:tab/>
              <w:t>Function one</w:t>
            </w:r>
          </w:p>
          <w:p w14:paraId="0A1BD4D8" w14:textId="77777777" w:rsidR="0099043B" w:rsidRPr="00391654" w:rsidRDefault="0099043B" w:rsidP="005B3176">
            <w:pPr>
              <w:ind w:right="113"/>
              <w:rPr>
                <w:bCs/>
              </w:rPr>
            </w:pPr>
            <w:r w:rsidRPr="00391654">
              <w:rPr>
                <w:bCs/>
                <w:color w:val="000000"/>
              </w:rPr>
              <w:t xml:space="preserve">F2  </w:t>
            </w:r>
            <w:r w:rsidRPr="00391654">
              <w:rPr>
                <w:bCs/>
                <w:color w:val="000000"/>
              </w:rPr>
              <w:tab/>
              <w:t>Function two</w:t>
            </w:r>
          </w:p>
        </w:tc>
      </w:tr>
    </w:tbl>
    <w:p w14:paraId="270CD9B2" w14:textId="6C50432B" w:rsidR="0099043B" w:rsidRPr="00391654" w:rsidRDefault="00770F30" w:rsidP="00476EDD">
      <w:pPr>
        <w:spacing w:after="120"/>
        <w:ind w:left="1134"/>
        <w:jc w:val="both"/>
      </w:pPr>
      <w:r>
        <w:t>…</w:t>
      </w:r>
      <w:r w:rsidR="00476EDD">
        <w:t>”</w:t>
      </w:r>
    </w:p>
    <w:p w14:paraId="6EEE9A9D" w14:textId="07293FE6" w:rsidR="00476EDD" w:rsidRDefault="00476EDD" w:rsidP="00476EDD">
      <w:pPr>
        <w:pStyle w:val="SingleTxtG"/>
        <w:spacing w:before="240"/>
        <w:rPr>
          <w:snapToGrid w:val="0"/>
        </w:rPr>
      </w:pPr>
      <w:r w:rsidRPr="00231135">
        <w:rPr>
          <w:i/>
          <w:snapToGrid w:val="0"/>
        </w:rPr>
        <w:t xml:space="preserve">Part 5, </w:t>
      </w:r>
      <w:r w:rsidRPr="00EB477F">
        <w:rPr>
          <w:snapToGrid w:val="0"/>
        </w:rPr>
        <w:t>amend to read:</w:t>
      </w:r>
    </w:p>
    <w:p w14:paraId="0947EAF1" w14:textId="07D1C23D" w:rsidR="0099043B" w:rsidRDefault="00476EDD" w:rsidP="009964AD">
      <w:pPr>
        <w:spacing w:after="120"/>
        <w:ind w:left="1134" w:right="992"/>
        <w:jc w:val="both"/>
        <w:rPr>
          <w:bCs/>
        </w:rPr>
      </w:pPr>
      <w:r>
        <w:t>“</w:t>
      </w:r>
      <w:r w:rsidR="0099043B" w:rsidRPr="00391654">
        <w:t xml:space="preserve">Part 5 – Example of illuminating surface in comparison with light-emitting surface in the case of a "single function lamp" </w:t>
      </w:r>
      <w:r w:rsidR="0099043B" w:rsidRPr="00391654">
        <w:rPr>
          <w:bCs/>
        </w:rPr>
        <w:t xml:space="preserve">(see paragraphs </w:t>
      </w:r>
      <w:r w:rsidRPr="00476EDD">
        <w:rPr>
          <w:bCs/>
          <w:strike/>
        </w:rPr>
        <w:t>2.8. to 2.9.</w:t>
      </w:r>
      <w:r>
        <w:rPr>
          <w:bCs/>
        </w:rPr>
        <w:t xml:space="preserve"> </w:t>
      </w:r>
      <w:r w:rsidR="0099043B" w:rsidRPr="00391654">
        <w:rPr>
          <w:b/>
          <w:bCs/>
        </w:rPr>
        <w:t>2.</w:t>
      </w:r>
      <w:r w:rsidR="001135A1" w:rsidRPr="00391654">
        <w:rPr>
          <w:b/>
          <w:bCs/>
        </w:rPr>
        <w:t>10.2</w:t>
      </w:r>
      <w:r w:rsidR="0099043B" w:rsidRPr="00391654">
        <w:rPr>
          <w:b/>
          <w:bCs/>
        </w:rPr>
        <w:t>. to 2.</w:t>
      </w:r>
      <w:r w:rsidR="001135A1" w:rsidRPr="00391654">
        <w:rPr>
          <w:b/>
          <w:bCs/>
        </w:rPr>
        <w:t>10.3</w:t>
      </w:r>
      <w:r w:rsidR="0099043B" w:rsidRPr="00391654">
        <w:rPr>
          <w:b/>
          <w:bCs/>
        </w:rPr>
        <w:t>.</w:t>
      </w:r>
      <w:r w:rsidR="0099043B" w:rsidRPr="00391654">
        <w:rPr>
          <w:bCs/>
        </w:rPr>
        <w:t xml:space="preserve"> of this Regulation)</w:t>
      </w:r>
    </w:p>
    <w:p w14:paraId="0146DD20" w14:textId="7E741D40" w:rsidR="00476EDD" w:rsidRPr="00391654" w:rsidRDefault="00476EDD" w:rsidP="00476EDD">
      <w:pPr>
        <w:spacing w:after="120"/>
        <w:ind w:left="1134"/>
        <w:jc w:val="both"/>
        <w:rPr>
          <w:bCs/>
        </w:rPr>
      </w:pPr>
      <w:r>
        <w:rPr>
          <w:bCs/>
        </w:rPr>
        <w:t>…”</w:t>
      </w:r>
    </w:p>
    <w:p w14:paraId="5840EE66" w14:textId="7C5DF3DB" w:rsidR="00476EDD" w:rsidRDefault="00476EDD" w:rsidP="00476EDD">
      <w:pPr>
        <w:pStyle w:val="SingleTxtG"/>
        <w:spacing w:before="240"/>
        <w:rPr>
          <w:snapToGrid w:val="0"/>
        </w:rPr>
      </w:pPr>
      <w:r w:rsidRPr="00231135">
        <w:rPr>
          <w:i/>
          <w:snapToGrid w:val="0"/>
        </w:rPr>
        <w:t>Part 5, Example</w:t>
      </w:r>
      <w:r w:rsidR="009C11BE">
        <w:rPr>
          <w:i/>
          <w:snapToGrid w:val="0"/>
        </w:rPr>
        <w:t>s</w:t>
      </w:r>
      <w:r w:rsidRPr="00231135">
        <w:rPr>
          <w:i/>
          <w:snapToGrid w:val="0"/>
        </w:rPr>
        <w:t xml:space="preserve"> 7 to 9,</w:t>
      </w:r>
      <w:r>
        <w:rPr>
          <w:snapToGrid w:val="0"/>
        </w:rPr>
        <w:t xml:space="preserve"> </w:t>
      </w:r>
      <w:r w:rsidRPr="00EB477F">
        <w:rPr>
          <w:snapToGrid w:val="0"/>
        </w:rPr>
        <w:t>amend to read:</w:t>
      </w:r>
    </w:p>
    <w:p w14:paraId="0C71B017" w14:textId="2EE1A4B0" w:rsidR="0099043B" w:rsidRPr="00391654" w:rsidRDefault="009964AD" w:rsidP="00476EDD">
      <w:pPr>
        <w:tabs>
          <w:tab w:val="left" w:pos="5600"/>
        </w:tabs>
        <w:spacing w:after="120"/>
        <w:ind w:left="1134"/>
        <w:jc w:val="both"/>
      </w:pPr>
      <w:r>
        <w:t>“</w:t>
      </w:r>
      <w:r w:rsidR="0099043B" w:rsidRPr="00391654">
        <w:t>Example 7</w:t>
      </w:r>
    </w:p>
    <w:p w14:paraId="007D2C50" w14:textId="1CB2E21E" w:rsidR="0099043B" w:rsidRPr="009B0980" w:rsidRDefault="0099043B" w:rsidP="0099043B">
      <w:pPr>
        <w:ind w:left="1134"/>
        <w:rPr>
          <w:bCs/>
          <w:sz w:val="24"/>
          <w:szCs w:val="24"/>
        </w:rPr>
      </w:pPr>
      <w:r w:rsidRPr="009B0980">
        <w:rPr>
          <w:noProof/>
          <w:sz w:val="24"/>
          <w:szCs w:val="24"/>
          <w:lang w:eastAsia="en-GB"/>
        </w:rPr>
        <mc:AlternateContent>
          <mc:Choice Requires="wps">
            <w:drawing>
              <wp:anchor distT="0" distB="0" distL="114300" distR="114300" simplePos="0" relativeHeight="251634176" behindDoc="0" locked="0" layoutInCell="1" allowOverlap="1" wp14:anchorId="37F55A6C" wp14:editId="5C0A92E9">
                <wp:simplePos x="0" y="0"/>
                <wp:positionH relativeFrom="column">
                  <wp:posOffset>2476500</wp:posOffset>
                </wp:positionH>
                <wp:positionV relativeFrom="paragraph">
                  <wp:posOffset>1600200</wp:posOffset>
                </wp:positionV>
                <wp:extent cx="1143000" cy="342900"/>
                <wp:effectExtent l="0" t="0" r="0" b="0"/>
                <wp:wrapNone/>
                <wp:docPr id="42" name="Zone de text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6D9C35" w14:textId="77777777" w:rsidR="00CD684F" w:rsidRDefault="00CD684F" w:rsidP="0099043B">
                            <w:pPr>
                              <w:rPr>
                                <w:sz w:val="40"/>
                                <w:szCs w:val="40"/>
                              </w:rPr>
                            </w:pPr>
                            <w:r>
                              <w:rPr>
                                <w:sz w:val="40"/>
                                <w:szCs w:val="40"/>
                              </w:rPr>
                              <w:t>Section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42" o:spid="_x0000_s1026" type="#_x0000_t202" style="position:absolute;left:0;text-align:left;margin-left:195pt;margin-top:126pt;width:90pt;height:2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" stroked="f">
                <v:textbox>
                  <w:txbxContent>
                    <w:p w14:paraId="7C6D9C35" w14:textId="77777777" w:rsidR="00CD684F" w:rsidRDefault="00CD684F" w:rsidP="0099043B">
                      <w:pPr>
                        <w:rPr>
                          <w:sz w:val="40"/>
                          <w:szCs w:val="40"/>
                        </w:rPr>
                      </w:pPr>
                      <w:r>
                        <w:rPr>
                          <w:sz w:val="40"/>
                          <w:szCs w:val="40"/>
                        </w:rPr>
                        <w:t>Section</w:t>
                      </w:r>
                    </w:p>
                  </w:txbxContent>
                </v:textbox>
              </v:shape>
            </w:pict>
          </mc:Fallback>
        </mc:AlternateContent>
      </w:r>
      <w:r w:rsidRPr="009B0980">
        <w:rPr>
          <w:noProof/>
          <w:sz w:val="24"/>
          <w:szCs w:val="24"/>
          <w:lang w:eastAsia="en-GB"/>
        </w:rPr>
        <mc:AlternateContent>
          <mc:Choice Requires="wps">
            <w:drawing>
              <wp:anchor distT="0" distB="0" distL="114300" distR="114300" simplePos="0" relativeHeight="251636224" behindDoc="0" locked="0" layoutInCell="1" allowOverlap="1" wp14:anchorId="5A9AB54D" wp14:editId="51AD155A">
                <wp:simplePos x="0" y="0"/>
                <wp:positionH relativeFrom="column">
                  <wp:posOffset>2159000</wp:posOffset>
                </wp:positionH>
                <wp:positionV relativeFrom="paragraph">
                  <wp:posOffset>2047875</wp:posOffset>
                </wp:positionV>
                <wp:extent cx="3873500" cy="428625"/>
                <wp:effectExtent l="0" t="0" r="0" b="9525"/>
                <wp:wrapNone/>
                <wp:docPr id="41" name="Zone de text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0"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AE6E0" w14:textId="50250386" w:rsidR="00CD684F" w:rsidRPr="00683135" w:rsidRDefault="00CD684F" w:rsidP="0099043B">
                            <w:pPr>
                              <w:rPr>
                                <w:bCs/>
                                <w:color w:val="000000"/>
                                <w:lang w:val="en-US"/>
                              </w:rPr>
                            </w:pPr>
                            <w:r w:rsidRPr="00683135">
                              <w:rPr>
                                <w:bCs/>
                                <w:color w:val="000000"/>
                                <w:lang w:val="en-US"/>
                              </w:rPr>
                              <w:t>In the case where the non</w:t>
                            </w:r>
                            <w:r>
                              <w:rPr>
                                <w:bCs/>
                                <w:color w:val="000000"/>
                                <w:lang w:val="en-US"/>
                              </w:rPr>
                              <w:t>-</w:t>
                            </w:r>
                            <w:r w:rsidRPr="00683135">
                              <w:rPr>
                                <w:bCs/>
                                <w:color w:val="000000"/>
                                <w:lang w:val="en-US"/>
                              </w:rPr>
                              <w:t xml:space="preserve">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 paragraph </w:t>
                            </w:r>
                            <w:r w:rsidRPr="00476EDD">
                              <w:rPr>
                                <w:bCs/>
                                <w:strike/>
                                <w:color w:val="000000"/>
                                <w:lang w:val="en-US"/>
                              </w:rPr>
                              <w:t xml:space="preserve">2.8. </w:t>
                            </w:r>
                            <w:r w:rsidRPr="00391654">
                              <w:rPr>
                                <w:b/>
                                <w:bCs/>
                                <w:color w:val="000000"/>
                                <w:lang w:val="en-US"/>
                              </w:rPr>
                              <w:t>2</w:t>
                            </w:r>
                            <w:r w:rsidRPr="00476EDD">
                              <w:rPr>
                                <w:b/>
                                <w:bCs/>
                                <w:color w:val="000000"/>
                                <w:lang w:val="en-US"/>
                              </w:rPr>
                              <w:t>.10.2.</w:t>
                            </w:r>
                            <w:r w:rsidRPr="00476EDD">
                              <w:rPr>
                                <w:bCs/>
                                <w:color w:val="000000"/>
                                <w:lang w:val="en-US"/>
                              </w:rPr>
                              <w:t xml:space="preserve">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1" o:spid="_x0000_s1027" type="#_x0000_t202" style="position:absolute;left:0;text-align:left;margin-left:170pt;margin-top:161.25pt;width:305pt;height:33.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" stroked="f">
                <v:textbox>
                  <w:txbxContent>
                    <w:p w14:paraId="0F6AE6E0" w14:textId="50250386" w:rsidR="00CD684F" w:rsidRPr="00683135" w:rsidRDefault="00CD684F" w:rsidP="0099043B">
                      <w:pPr>
                        <w:rPr>
                          <w:bCs/>
                          <w:color w:val="000000"/>
                          <w:lang w:val="en-US"/>
                        </w:rPr>
                      </w:pPr>
                      <w:r w:rsidRPr="00683135">
                        <w:rPr>
                          <w:bCs/>
                          <w:color w:val="000000"/>
                          <w:lang w:val="en-US"/>
                        </w:rPr>
                        <w:t>In the case where the non</w:t>
                      </w:r>
                      <w:r>
                        <w:rPr>
                          <w:bCs/>
                          <w:color w:val="000000"/>
                          <w:lang w:val="en-US"/>
                        </w:rPr>
                        <w:t>-</w:t>
                      </w:r>
                      <w:r w:rsidRPr="00683135">
                        <w:rPr>
                          <w:bCs/>
                          <w:color w:val="000000"/>
                          <w:lang w:val="en-US"/>
                        </w:rPr>
                        <w:t xml:space="preserve">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 paragraph </w:t>
                      </w:r>
                      <w:r w:rsidRPr="00476EDD">
                        <w:rPr>
                          <w:bCs/>
                          <w:strike/>
                          <w:color w:val="000000"/>
                          <w:lang w:val="en-US"/>
                        </w:rPr>
                        <w:t xml:space="preserve">2.8. </w:t>
                      </w:r>
                      <w:r w:rsidRPr="00391654">
                        <w:rPr>
                          <w:b/>
                          <w:bCs/>
                          <w:color w:val="000000"/>
                          <w:lang w:val="en-US"/>
                        </w:rPr>
                        <w:t>2</w:t>
                      </w:r>
                      <w:r w:rsidRPr="00476EDD">
                        <w:rPr>
                          <w:b/>
                          <w:bCs/>
                          <w:color w:val="000000"/>
                          <w:lang w:val="en-US"/>
                        </w:rPr>
                        <w:t>.10.2.</w:t>
                      </w:r>
                      <w:r w:rsidRPr="00476EDD">
                        <w:rPr>
                          <w:bCs/>
                          <w:color w:val="000000"/>
                          <w:lang w:val="en-US"/>
                        </w:rPr>
                        <w:t xml:space="preserve"> (</w:t>
                      </w:r>
                      <w:proofErr w:type="gramStart"/>
                      <w:r w:rsidRPr="00476EDD">
                        <w:rPr>
                          <w:bCs/>
                          <w:color w:val="000000"/>
                          <w:lang w:val="en-US"/>
                        </w:rPr>
                        <w:t>b</w:t>
                      </w:r>
                      <w:proofErr w:type="gramEnd"/>
                      <w:r w:rsidRPr="00476EDD">
                        <w:rPr>
                          <w:bCs/>
                          <w:color w:val="000000"/>
                          <w:lang w:val="en-US"/>
                        </w:rPr>
                        <w:t>).</w:t>
                      </w:r>
                    </w:p>
                  </w:txbxContent>
                </v:textbox>
              </v:shape>
            </w:pict>
          </mc:Fallback>
        </mc:AlternateContent>
      </w:r>
      <w:r w:rsidRPr="009B0980">
        <w:rPr>
          <w:noProof/>
          <w:sz w:val="24"/>
          <w:szCs w:val="24"/>
          <w:lang w:eastAsia="en-GB"/>
        </w:rPr>
        <w:drawing>
          <wp:inline distT="0" distB="0" distL="0" distR="0" wp14:anchorId="7C2A4387" wp14:editId="3D900381">
            <wp:extent cx="3360420" cy="2324100"/>
            <wp:effectExtent l="0" t="0" r="0" b="0"/>
            <wp:docPr id="1" name="Image 1" descr="Description: Description: R48-A3-Graphik-03-c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Description: R48-A3-Graphik-03-cc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60420" cy="2324100"/>
                    </a:xfrm>
                    <a:prstGeom prst="rect">
                      <a:avLst/>
                    </a:prstGeom>
                    <a:noFill/>
                    <a:ln>
                      <a:noFill/>
                    </a:ln>
                  </pic:spPr>
                </pic:pic>
              </a:graphicData>
            </a:graphic>
          </wp:inline>
        </w:drawing>
      </w:r>
    </w:p>
    <w:p w14:paraId="414AE933" w14:textId="77777777" w:rsidR="0099043B" w:rsidRPr="00391654" w:rsidRDefault="0099043B" w:rsidP="0099043B">
      <w:pPr>
        <w:spacing w:before="240" w:after="120"/>
        <w:ind w:right="1134"/>
        <w:jc w:val="both"/>
        <w:rPr>
          <w:u w:val="single"/>
        </w:rPr>
      </w:pPr>
    </w:p>
    <w:p w14:paraId="253E57C0" w14:textId="2177C6BC" w:rsidR="0099043B" w:rsidRPr="00391654" w:rsidRDefault="0099043B" w:rsidP="00476EDD">
      <w:pPr>
        <w:spacing w:before="240" w:after="120"/>
        <w:ind w:right="1134" w:firstLine="1134"/>
        <w:jc w:val="both"/>
      </w:pPr>
      <w:r w:rsidRPr="00391654">
        <w:t>Example of a light guide optic or a reflector optic behind an outer lens:</w:t>
      </w:r>
    </w:p>
    <w:p w14:paraId="63B930FF" w14:textId="77777777" w:rsidR="0099043B" w:rsidRPr="00391654" w:rsidRDefault="0099043B" w:rsidP="0099043B">
      <w:pPr>
        <w:tabs>
          <w:tab w:val="left" w:pos="5600"/>
        </w:tabs>
        <w:spacing w:after="120"/>
        <w:ind w:left="1134" w:right="1134"/>
        <w:jc w:val="both"/>
      </w:pPr>
      <w:r w:rsidRPr="00391654">
        <w:t>Example 8</w:t>
      </w:r>
    </w:p>
    <w:p w14:paraId="52999515" w14:textId="3E864D29" w:rsidR="0099043B" w:rsidRPr="00391654" w:rsidRDefault="0099043B" w:rsidP="0099043B">
      <w:pPr>
        <w:keepNext/>
        <w:widowControl w:val="0"/>
        <w:ind w:left="1134"/>
        <w:rPr>
          <w:bCs/>
        </w:rPr>
      </w:pPr>
      <w:r w:rsidRPr="00391654">
        <w:rPr>
          <w:noProof/>
          <w:lang w:eastAsia="en-GB"/>
        </w:rPr>
        <mc:AlternateContent>
          <mc:Choice Requires="wps">
            <w:drawing>
              <wp:anchor distT="0" distB="0" distL="114300" distR="114300" simplePos="0" relativeHeight="251642368" behindDoc="0" locked="0" layoutInCell="1" allowOverlap="1" wp14:anchorId="59D39D4D" wp14:editId="6CC43731">
                <wp:simplePos x="0" y="0"/>
                <wp:positionH relativeFrom="column">
                  <wp:posOffset>2794000</wp:posOffset>
                </wp:positionH>
                <wp:positionV relativeFrom="paragraph">
                  <wp:posOffset>1547495</wp:posOffset>
                </wp:positionV>
                <wp:extent cx="857250" cy="342900"/>
                <wp:effectExtent l="0" t="0" r="0" b="0"/>
                <wp:wrapNone/>
                <wp:docPr id="40" name="Zone de text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B8EC7" w14:textId="77777777" w:rsidR="00CD684F" w:rsidRPr="00A35A3A" w:rsidRDefault="00CD684F" w:rsidP="0099043B">
                            <w:pPr>
                              <w:ind w:right="-132"/>
                              <w:rPr>
                                <w:sz w:val="36"/>
                                <w:szCs w:val="36"/>
                              </w:rPr>
                            </w:pPr>
                            <w:r w:rsidRPr="00A35A3A">
                              <w:rPr>
                                <w:sz w:val="36"/>
                                <w:szCs w:val="36"/>
                              </w:rPr>
                              <w:t>Sectio</w:t>
                            </w:r>
                            <w:r>
                              <w:rPr>
                                <w:sz w:val="36"/>
                                <w:szCs w:val="36"/>
                              </w:rPr>
                              <w:t>n</w:t>
                            </w:r>
                            <w:r w:rsidRPr="00A35A3A">
                              <w:rPr>
                                <w:sz w:val="36"/>
                                <w:szCs w:val="36"/>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0" o:spid="_x0000_s1028" type="#_x0000_t202" style="position:absolute;left:0;text-align:left;margin-left:220pt;margin-top:121.85pt;width:67.5pt;height:2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" stroked="f">
                <v:textbox>
                  <w:txbxContent>
                    <w:p w14:paraId="4DAB8EC7" w14:textId="77777777" w:rsidR="00CD684F" w:rsidRPr="00A35A3A" w:rsidRDefault="00CD684F" w:rsidP="0099043B">
                      <w:pPr>
                        <w:ind w:right="-132"/>
                        <w:rPr>
                          <w:sz w:val="36"/>
                          <w:szCs w:val="36"/>
                        </w:rPr>
                      </w:pPr>
                      <w:proofErr w:type="spellStart"/>
                      <w:r w:rsidRPr="00A35A3A">
                        <w:rPr>
                          <w:sz w:val="36"/>
                          <w:szCs w:val="36"/>
                        </w:rPr>
                        <w:t>Sectio</w:t>
                      </w:r>
                      <w:r>
                        <w:rPr>
                          <w:sz w:val="36"/>
                          <w:szCs w:val="36"/>
                        </w:rPr>
                        <w:t>n</w:t>
                      </w:r>
                      <w:r w:rsidRPr="00A35A3A">
                        <w:rPr>
                          <w:sz w:val="36"/>
                          <w:szCs w:val="36"/>
                        </w:rPr>
                        <w:t>n</w:t>
                      </w:r>
                      <w:proofErr w:type="spellEnd"/>
                    </w:p>
                  </w:txbxContent>
                </v:textbox>
              </v:shape>
            </w:pict>
          </mc:Fallback>
        </mc:AlternateContent>
      </w:r>
      <w:r w:rsidRPr="00391654">
        <w:rPr>
          <w:noProof/>
          <w:lang w:eastAsia="en-GB"/>
        </w:rPr>
        <mc:AlternateContent>
          <mc:Choice Requires="wps">
            <w:drawing>
              <wp:anchor distT="0" distB="0" distL="114300" distR="114300" simplePos="0" relativeHeight="251640320" behindDoc="0" locked="0" layoutInCell="1" allowOverlap="1" wp14:anchorId="2646859D" wp14:editId="7689B698">
                <wp:simplePos x="0" y="0"/>
                <wp:positionH relativeFrom="column">
                  <wp:posOffset>2730500</wp:posOffset>
                </wp:positionH>
                <wp:positionV relativeFrom="paragraph">
                  <wp:posOffset>1522730</wp:posOffset>
                </wp:positionV>
                <wp:extent cx="914400" cy="342900"/>
                <wp:effectExtent l="0" t="0" r="0" b="0"/>
                <wp:wrapNone/>
                <wp:docPr id="39" name="Zone de text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0FF399" w14:textId="77777777" w:rsidR="00CD684F" w:rsidRPr="00A35A3A" w:rsidRDefault="00CD684F" w:rsidP="0099043B">
                            <w:pPr>
                              <w:rPr>
                                <w:sz w:val="36"/>
                                <w:szCs w:val="36"/>
                              </w:rPr>
                            </w:pPr>
                            <w:r w:rsidRPr="00A35A3A">
                              <w:rPr>
                                <w:sz w:val="36"/>
                                <w:szCs w:val="36"/>
                              </w:rPr>
                              <w:t>Section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39" o:spid="_x0000_s1029" type="#_x0000_t202" style="position:absolute;left:0;text-align:left;margin-left:215pt;margin-top:119.9pt;width:1in;height:2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" stroked="f">
                <v:textbox>
                  <w:txbxContent>
                    <w:p w14:paraId="660FF399" w14:textId="77777777" w:rsidR="00CD684F" w:rsidRPr="00A35A3A" w:rsidRDefault="00CD684F" w:rsidP="0099043B">
                      <w:pPr>
                        <w:rPr>
                          <w:sz w:val="36"/>
                          <w:szCs w:val="36"/>
                        </w:rPr>
                      </w:pPr>
                      <w:r w:rsidRPr="00A35A3A">
                        <w:rPr>
                          <w:sz w:val="36"/>
                          <w:szCs w:val="36"/>
                        </w:rPr>
                        <w:t>Section</w:t>
                      </w:r>
                    </w:p>
                  </w:txbxContent>
                </v:textbox>
              </v:shape>
            </w:pict>
          </mc:Fallback>
        </mc:AlternateContent>
      </w:r>
      <w:r w:rsidRPr="00391654">
        <w:rPr>
          <w:noProof/>
          <w:lang w:eastAsia="en-GB"/>
        </w:rPr>
        <mc:AlternateContent>
          <mc:Choice Requires="wps">
            <w:drawing>
              <wp:anchor distT="0" distB="0" distL="114300" distR="114300" simplePos="0" relativeHeight="251638272" behindDoc="0" locked="0" layoutInCell="1" allowOverlap="1" wp14:anchorId="7A80AE6D" wp14:editId="373526FC">
                <wp:simplePos x="0" y="0"/>
                <wp:positionH relativeFrom="column">
                  <wp:posOffset>2032000</wp:posOffset>
                </wp:positionH>
                <wp:positionV relativeFrom="paragraph">
                  <wp:posOffset>1865630</wp:posOffset>
                </wp:positionV>
                <wp:extent cx="3937000" cy="571500"/>
                <wp:effectExtent l="0" t="0" r="6350" b="0"/>
                <wp:wrapNone/>
                <wp:docPr id="38" name="Zone de text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8FE003" w14:textId="788636D7" w:rsidR="00CD684F" w:rsidRPr="0005207B" w:rsidRDefault="00CD684F" w:rsidP="0099043B">
                            <w:pPr>
                              <w:rPr>
                                <w:lang w:val="en-US"/>
                              </w:rPr>
                            </w:pPr>
                            <w:r w:rsidRPr="00683135">
                              <w:rPr>
                                <w:bCs/>
                                <w:color w:val="000000"/>
                                <w:lang w:val="en-US"/>
                              </w:rPr>
                              <w:t xml:space="preserve">In the case where the non 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 paragraph</w:t>
                            </w:r>
                            <w:r w:rsidRPr="00476EDD">
                              <w:rPr>
                                <w:bCs/>
                                <w:strike/>
                                <w:color w:val="000000"/>
                                <w:lang w:val="en-US"/>
                              </w:rPr>
                              <w:t xml:space="preserve"> 2.8.</w:t>
                            </w:r>
                            <w:r>
                              <w:rPr>
                                <w:bCs/>
                                <w:color w:val="000000"/>
                                <w:lang w:val="en-US"/>
                              </w:rPr>
                              <w:t xml:space="preserve"> </w:t>
                            </w:r>
                            <w:r w:rsidRPr="00391654">
                              <w:rPr>
                                <w:b/>
                                <w:bCs/>
                                <w:color w:val="000000"/>
                                <w:lang w:val="en-US"/>
                              </w:rPr>
                              <w:t>2.10.</w:t>
                            </w:r>
                            <w:r w:rsidRPr="00476EDD">
                              <w:rPr>
                                <w:b/>
                                <w:bCs/>
                                <w:color w:val="000000"/>
                                <w:lang w:val="en-US"/>
                              </w:rPr>
                              <w:t>2.</w:t>
                            </w:r>
                            <w:r w:rsidRPr="00476EDD">
                              <w:rPr>
                                <w:bCs/>
                                <w:color w:val="000000"/>
                                <w:lang w:val="en-US"/>
                              </w:rPr>
                              <w:t xml:space="preserve"> (b),</w:t>
                            </w:r>
                            <w:r w:rsidRPr="00683135">
                              <w:rPr>
                                <w:bCs/>
                                <w:color w:val="000000"/>
                                <w:lang w:val="en-US"/>
                              </w:rPr>
                              <w:t xml:space="preserve"> and F1 shall not transparent to F2</w:t>
                            </w:r>
                            <w:r w:rsidRPr="00683135">
                              <w:rPr>
                                <w:bCs/>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38" o:spid="_x0000_s1030" type="#_x0000_t202" style="position:absolute;left:0;text-align:left;margin-left:160pt;margin-top:146.9pt;width:310pt;height:4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" stroked="f">
                <v:textbox>
                  <w:txbxContent>
                    <w:p w14:paraId="7E8FE003" w14:textId="788636D7" w:rsidR="00CD684F" w:rsidRPr="0005207B" w:rsidRDefault="00CD684F" w:rsidP="0099043B">
                      <w:pPr>
                        <w:rPr>
                          <w:lang w:val="en-US"/>
                        </w:rPr>
                      </w:pPr>
                      <w:r w:rsidRPr="00683135">
                        <w:rPr>
                          <w:bCs/>
                          <w:color w:val="000000"/>
                          <w:lang w:val="en-US"/>
                        </w:rPr>
                        <w:t xml:space="preserve">In the case where the </w:t>
                      </w:r>
                      <w:proofErr w:type="spellStart"/>
                      <w:r w:rsidRPr="00683135">
                        <w:rPr>
                          <w:bCs/>
                          <w:color w:val="000000"/>
                          <w:lang w:val="en-US"/>
                        </w:rPr>
                        <w:t>non textured</w:t>
                      </w:r>
                      <w:proofErr w:type="spellEnd"/>
                      <w:r w:rsidRPr="00683135">
                        <w:rPr>
                          <w:bCs/>
                          <w:color w:val="000000"/>
                          <w:lang w:val="en-US"/>
                        </w:rPr>
                        <w:t xml:space="preserve">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 paragraph</w:t>
                      </w:r>
                      <w:r w:rsidRPr="00476EDD">
                        <w:rPr>
                          <w:bCs/>
                          <w:strike/>
                          <w:color w:val="000000"/>
                          <w:lang w:val="en-US"/>
                        </w:rPr>
                        <w:t xml:space="preserve"> 2.8.</w:t>
                      </w:r>
                      <w:r>
                        <w:rPr>
                          <w:bCs/>
                          <w:color w:val="000000"/>
                          <w:lang w:val="en-US"/>
                        </w:rPr>
                        <w:t xml:space="preserve"> </w:t>
                      </w:r>
                      <w:r w:rsidRPr="00391654">
                        <w:rPr>
                          <w:b/>
                          <w:bCs/>
                          <w:color w:val="000000"/>
                          <w:lang w:val="en-US"/>
                        </w:rPr>
                        <w:t>2.10.</w:t>
                      </w:r>
                      <w:r w:rsidRPr="00476EDD">
                        <w:rPr>
                          <w:b/>
                          <w:bCs/>
                          <w:color w:val="000000"/>
                          <w:lang w:val="en-US"/>
                        </w:rPr>
                        <w:t>2.</w:t>
                      </w:r>
                      <w:r w:rsidRPr="00476EDD">
                        <w:rPr>
                          <w:bCs/>
                          <w:color w:val="000000"/>
                          <w:lang w:val="en-US"/>
                        </w:rPr>
                        <w:t xml:space="preserve"> (</w:t>
                      </w:r>
                      <w:proofErr w:type="gramStart"/>
                      <w:r w:rsidRPr="00476EDD">
                        <w:rPr>
                          <w:bCs/>
                          <w:color w:val="000000"/>
                          <w:lang w:val="en-US"/>
                        </w:rPr>
                        <w:t>b</w:t>
                      </w:r>
                      <w:proofErr w:type="gramEnd"/>
                      <w:r w:rsidRPr="00476EDD">
                        <w:rPr>
                          <w:bCs/>
                          <w:color w:val="000000"/>
                          <w:lang w:val="en-US"/>
                        </w:rPr>
                        <w:t>),</w:t>
                      </w:r>
                      <w:r w:rsidRPr="00683135">
                        <w:rPr>
                          <w:bCs/>
                          <w:color w:val="000000"/>
                          <w:lang w:val="en-US"/>
                        </w:rPr>
                        <w:t xml:space="preserve"> and F1 shall not transparent to F2</w:t>
                      </w:r>
                      <w:r w:rsidRPr="00683135">
                        <w:rPr>
                          <w:bCs/>
                          <w:lang w:val="en-US"/>
                        </w:rPr>
                        <w:t xml:space="preserve"> </w:t>
                      </w:r>
                    </w:p>
                  </w:txbxContent>
                </v:textbox>
              </v:shape>
            </w:pict>
          </mc:Fallback>
        </mc:AlternateContent>
      </w:r>
      <w:r w:rsidRPr="00391654">
        <w:rPr>
          <w:noProof/>
          <w:lang w:eastAsia="en-GB"/>
        </w:rPr>
        <w:drawing>
          <wp:inline distT="0" distB="0" distL="0" distR="0" wp14:anchorId="35B075FF" wp14:editId="2D5EA2C6">
            <wp:extent cx="4572000" cy="2186940"/>
            <wp:effectExtent l="0" t="0" r="0" b="3810"/>
            <wp:docPr id="2" name="Image 2" descr="Description: Description: R48-A3-Graphik-08-ccf-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escription: Description: R48-A3-Graphik-08-ccf-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2186940"/>
                    </a:xfrm>
                    <a:prstGeom prst="rect">
                      <a:avLst/>
                    </a:prstGeom>
                    <a:noFill/>
                    <a:ln>
                      <a:noFill/>
                    </a:ln>
                  </pic:spPr>
                </pic:pic>
              </a:graphicData>
            </a:graphic>
          </wp:inline>
        </w:drawing>
      </w:r>
    </w:p>
    <w:p w14:paraId="65E2655C" w14:textId="77777777" w:rsidR="00951DC4" w:rsidRPr="00391654" w:rsidRDefault="00951DC4" w:rsidP="00951DC4">
      <w:pPr>
        <w:pStyle w:val="para0"/>
        <w:ind w:left="1134" w:right="0"/>
        <w:rPr>
          <w:lang w:val="en-US"/>
        </w:rPr>
      </w:pPr>
    </w:p>
    <w:p w14:paraId="2912DDD7" w14:textId="77777777" w:rsidR="00951DC4" w:rsidRPr="00391654" w:rsidRDefault="00951DC4" w:rsidP="00951DC4">
      <w:pPr>
        <w:pStyle w:val="para0"/>
        <w:ind w:left="1134" w:right="0"/>
        <w:rPr>
          <w:lang w:val="en-US"/>
        </w:rPr>
      </w:pPr>
    </w:p>
    <w:p w14:paraId="37BAD109" w14:textId="77777777" w:rsidR="0099043B" w:rsidRPr="00391654" w:rsidRDefault="0099043B" w:rsidP="00476EDD">
      <w:pPr>
        <w:spacing w:after="120"/>
        <w:ind w:left="1134" w:right="1134"/>
        <w:jc w:val="both"/>
      </w:pPr>
      <w:r w:rsidRPr="00391654">
        <w:t>Example of a light source with a reflector optic in combination with an area which is not part of this function, behind an outer lens:</w:t>
      </w:r>
    </w:p>
    <w:p w14:paraId="14F20729" w14:textId="77777777" w:rsidR="0099043B" w:rsidRPr="00391654" w:rsidRDefault="0099043B" w:rsidP="0099043B">
      <w:pPr>
        <w:tabs>
          <w:tab w:val="left" w:pos="5600"/>
        </w:tabs>
        <w:spacing w:after="120"/>
        <w:ind w:left="1134" w:right="1134"/>
        <w:jc w:val="both"/>
      </w:pPr>
      <w:r w:rsidRPr="00391654">
        <w:t>Example 9</w:t>
      </w:r>
    </w:p>
    <w:p w14:paraId="24096EE9" w14:textId="4BFC99B9" w:rsidR="0099043B" w:rsidRPr="00391654" w:rsidRDefault="0099043B" w:rsidP="0099043B">
      <w:pPr>
        <w:ind w:left="1134"/>
        <w:rPr>
          <w:bCs/>
        </w:rPr>
      </w:pPr>
      <w:r w:rsidRPr="00391654">
        <w:rPr>
          <w:noProof/>
          <w:lang w:eastAsia="en-GB"/>
        </w:rPr>
        <mc:AlternateContent>
          <mc:Choice Requires="wps">
            <w:drawing>
              <wp:anchor distT="4294967295" distB="4294967295" distL="114299" distR="114299" simplePos="0" relativeHeight="251646464" behindDoc="0" locked="0" layoutInCell="1" allowOverlap="1" wp14:anchorId="3B05EBBB" wp14:editId="0B44083C">
                <wp:simplePos x="0" y="0"/>
                <wp:positionH relativeFrom="column">
                  <wp:posOffset>4571999</wp:posOffset>
                </wp:positionH>
                <wp:positionV relativeFrom="paragraph">
                  <wp:posOffset>2106294</wp:posOffset>
                </wp:positionV>
                <wp:extent cx="0" cy="0"/>
                <wp:effectExtent l="0" t="0" r="0" b="0"/>
                <wp:wrapNone/>
                <wp:docPr id="51" name="Connecteur droit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w15="http://schemas.microsoft.com/office/word/2012/wordml" xmlns:cx1="http://schemas.microsoft.com/office/drawing/2015/9/8/chartex" xmlns:cx="http://schemas.microsoft.com/office/drawing/2014/chartex">
            <w:pict>
              <v:line w14:anchorId="2158FBAC" id="Connecteur droit 51" o:spid="_x0000_s1026" style="position:absolute;z-index:2516464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5in,165.85pt" to="5in,1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"/>
            </w:pict>
          </mc:Fallback>
        </mc:AlternateContent>
      </w:r>
      <w:r w:rsidRPr="00391654">
        <w:rPr>
          <w:noProof/>
          <w:lang w:eastAsia="en-GB"/>
        </w:rPr>
        <w:drawing>
          <wp:inline distT="0" distB="0" distL="0" distR="0" wp14:anchorId="061805A8" wp14:editId="424DAB5B">
            <wp:extent cx="4015740" cy="2255520"/>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15740" cy="2255520"/>
                    </a:xfrm>
                    <a:prstGeom prst="rect">
                      <a:avLst/>
                    </a:prstGeom>
                    <a:noFill/>
                    <a:ln>
                      <a:noFill/>
                    </a:ln>
                  </pic:spPr>
                </pic:pic>
              </a:graphicData>
            </a:graphic>
          </wp:inline>
        </w:drawing>
      </w:r>
    </w:p>
    <w:p w14:paraId="18F0B145" w14:textId="49482CE5" w:rsidR="0099043B" w:rsidRPr="00391654" w:rsidRDefault="0099043B" w:rsidP="0099043B">
      <w:pPr>
        <w:jc w:val="center"/>
        <w:rPr>
          <w:bCs/>
        </w:rPr>
      </w:pPr>
      <w:r w:rsidRPr="00391654">
        <w:rPr>
          <w:noProof/>
          <w:lang w:eastAsia="en-GB"/>
        </w:rPr>
        <mc:AlternateContent>
          <mc:Choice Requires="wps">
            <w:drawing>
              <wp:anchor distT="0" distB="0" distL="114300" distR="114300" simplePos="0" relativeHeight="251644416" behindDoc="0" locked="0" layoutInCell="1" allowOverlap="1" wp14:anchorId="6D314AC2" wp14:editId="6C566406">
                <wp:simplePos x="0" y="0"/>
                <wp:positionH relativeFrom="column">
                  <wp:posOffset>1651000</wp:posOffset>
                </wp:positionH>
                <wp:positionV relativeFrom="paragraph">
                  <wp:posOffset>178435</wp:posOffset>
                </wp:positionV>
                <wp:extent cx="4229100" cy="402590"/>
                <wp:effectExtent l="0" t="0" r="0" b="0"/>
                <wp:wrapNone/>
                <wp:docPr id="50" name="Zone de texte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0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DA72A" w14:textId="54A8F5E8" w:rsidR="00CD684F" w:rsidRPr="00683135" w:rsidRDefault="00CD684F" w:rsidP="0099043B">
                            <w:pPr>
                              <w:rPr>
                                <w:bCs/>
                                <w:color w:val="000000"/>
                                <w:lang w:val="en-US"/>
                              </w:rPr>
                            </w:pPr>
                            <w:r w:rsidRPr="00683135">
                              <w:rPr>
                                <w:bCs/>
                                <w:color w:val="000000"/>
                                <w:lang w:val="en-US"/>
                              </w:rPr>
                              <w:t xml:space="preserve">In the case where the non 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w:t>
                            </w:r>
                            <w:r>
                              <w:rPr>
                                <w:bCs/>
                                <w:color w:val="000000"/>
                                <w:lang w:val="en-US"/>
                              </w:rPr>
                              <w:t xml:space="preserve"> </w:t>
                            </w:r>
                            <w:r w:rsidRPr="00231135">
                              <w:rPr>
                                <w:bCs/>
                                <w:color w:val="000000"/>
                                <w:lang w:val="en-US"/>
                              </w:rPr>
                              <w:t>paragraph</w:t>
                            </w:r>
                            <w:r w:rsidRPr="00391654">
                              <w:rPr>
                                <w:bCs/>
                                <w:strike/>
                                <w:color w:val="000000"/>
                                <w:lang w:val="en-US"/>
                              </w:rPr>
                              <w:t xml:space="preserve"> </w:t>
                            </w:r>
                            <w:r w:rsidRPr="00231135">
                              <w:rPr>
                                <w:bCs/>
                                <w:strike/>
                                <w:color w:val="000000"/>
                                <w:lang w:val="en-US"/>
                              </w:rPr>
                              <w:t>2.8.</w:t>
                            </w:r>
                            <w:r w:rsidRPr="00231135">
                              <w:rPr>
                                <w:b/>
                                <w:bCs/>
                                <w:color w:val="000000"/>
                                <w:lang w:val="en-US"/>
                              </w:rPr>
                              <w:t xml:space="preserve"> </w:t>
                            </w:r>
                            <w:r w:rsidRPr="00391654">
                              <w:rPr>
                                <w:b/>
                                <w:bCs/>
                                <w:color w:val="000000"/>
                                <w:lang w:val="en-US"/>
                              </w:rPr>
                              <w:t xml:space="preserve">2.10.2. </w:t>
                            </w:r>
                            <w:r w:rsidRPr="00231135">
                              <w:rPr>
                                <w:bCs/>
                                <w:color w:val="000000"/>
                                <w:lang w:val="en-US"/>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50" o:spid="_x0000_s1031" type="#_x0000_t202" style="position:absolute;left:0;text-align:left;margin-left:130pt;margin-top:14.05pt;width:333pt;height:31.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" stroked="f">
                <v:textbox>
                  <w:txbxContent>
                    <w:p w14:paraId="629DA72A" w14:textId="54A8F5E8" w:rsidR="00CD684F" w:rsidRPr="00683135" w:rsidRDefault="00CD684F" w:rsidP="0099043B">
                      <w:pPr>
                        <w:rPr>
                          <w:bCs/>
                          <w:color w:val="000000"/>
                          <w:lang w:val="en-US"/>
                        </w:rPr>
                      </w:pPr>
                      <w:r w:rsidRPr="00683135">
                        <w:rPr>
                          <w:bCs/>
                          <w:color w:val="000000"/>
                          <w:lang w:val="en-US"/>
                        </w:rPr>
                        <w:t xml:space="preserve">In the case where the </w:t>
                      </w:r>
                      <w:proofErr w:type="spellStart"/>
                      <w:r w:rsidRPr="00683135">
                        <w:rPr>
                          <w:bCs/>
                          <w:color w:val="000000"/>
                          <w:lang w:val="en-US"/>
                        </w:rPr>
                        <w:t>non textured</w:t>
                      </w:r>
                      <w:proofErr w:type="spellEnd"/>
                      <w:r w:rsidRPr="00683135">
                        <w:rPr>
                          <w:bCs/>
                          <w:color w:val="000000"/>
                          <w:lang w:val="en-US"/>
                        </w:rPr>
                        <w:t xml:space="preserve">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w:t>
                      </w:r>
                      <w:r>
                        <w:rPr>
                          <w:bCs/>
                          <w:color w:val="000000"/>
                          <w:lang w:val="en-US"/>
                        </w:rPr>
                        <w:t xml:space="preserve"> </w:t>
                      </w:r>
                      <w:r w:rsidRPr="00231135">
                        <w:rPr>
                          <w:bCs/>
                          <w:color w:val="000000"/>
                          <w:lang w:val="en-US"/>
                        </w:rPr>
                        <w:t>paragraph</w:t>
                      </w:r>
                      <w:r w:rsidRPr="00391654">
                        <w:rPr>
                          <w:bCs/>
                          <w:strike/>
                          <w:color w:val="000000"/>
                          <w:lang w:val="en-US"/>
                        </w:rPr>
                        <w:t xml:space="preserve"> </w:t>
                      </w:r>
                      <w:r w:rsidRPr="00231135">
                        <w:rPr>
                          <w:bCs/>
                          <w:strike/>
                          <w:color w:val="000000"/>
                          <w:lang w:val="en-US"/>
                        </w:rPr>
                        <w:t>2.8.</w:t>
                      </w:r>
                      <w:r w:rsidRPr="00231135">
                        <w:rPr>
                          <w:b/>
                          <w:bCs/>
                          <w:color w:val="000000"/>
                          <w:lang w:val="en-US"/>
                        </w:rPr>
                        <w:t xml:space="preserve"> </w:t>
                      </w:r>
                      <w:r w:rsidRPr="00391654">
                        <w:rPr>
                          <w:b/>
                          <w:bCs/>
                          <w:color w:val="000000"/>
                          <w:lang w:val="en-US"/>
                        </w:rPr>
                        <w:t xml:space="preserve">2.10.2. </w:t>
                      </w:r>
                      <w:r w:rsidRPr="00231135">
                        <w:rPr>
                          <w:bCs/>
                          <w:color w:val="000000"/>
                          <w:lang w:val="en-US"/>
                        </w:rPr>
                        <w:t>(</w:t>
                      </w:r>
                      <w:proofErr w:type="gramStart"/>
                      <w:r w:rsidRPr="00231135">
                        <w:rPr>
                          <w:bCs/>
                          <w:color w:val="000000"/>
                          <w:lang w:val="en-US"/>
                        </w:rPr>
                        <w:t>b</w:t>
                      </w:r>
                      <w:proofErr w:type="gramEnd"/>
                      <w:r w:rsidRPr="00231135">
                        <w:rPr>
                          <w:bCs/>
                          <w:color w:val="000000"/>
                          <w:lang w:val="en-US"/>
                        </w:rPr>
                        <w:t>).</w:t>
                      </w:r>
                    </w:p>
                  </w:txbxContent>
                </v:textbox>
              </v:shape>
            </w:pict>
          </mc:Fallback>
        </mc:AlternateContent>
      </w:r>
      <w:r w:rsidRPr="00391654">
        <w:rPr>
          <w:noProof/>
          <w:lang w:eastAsia="en-GB"/>
        </w:rPr>
        <mc:AlternateContent>
          <mc:Choice Requires="wps">
            <w:drawing>
              <wp:anchor distT="0" distB="0" distL="114300" distR="114300" simplePos="0" relativeHeight="251650560" behindDoc="0" locked="0" layoutInCell="1" allowOverlap="1" wp14:anchorId="170DEEEA" wp14:editId="7721D2E2">
                <wp:simplePos x="0" y="0"/>
                <wp:positionH relativeFrom="column">
                  <wp:posOffset>727075</wp:posOffset>
                </wp:positionH>
                <wp:positionV relativeFrom="paragraph">
                  <wp:posOffset>271145</wp:posOffset>
                </wp:positionV>
                <wp:extent cx="838200" cy="314325"/>
                <wp:effectExtent l="0" t="0" r="0" b="952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14325"/>
                        </a:xfrm>
                        <a:prstGeom prst="rect">
                          <a:avLst/>
                        </a:prstGeom>
                        <a:solidFill>
                          <a:srgbClr val="333333"/>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w15="http://schemas.microsoft.com/office/word/2012/wordml" xmlns:cx1="http://schemas.microsoft.com/office/drawing/2015/9/8/chartex" xmlns:cx="http://schemas.microsoft.com/office/drawing/2014/chartex">
            <w:pict>
              <v:rect w14:anchorId="5FDDBF5E" id="Rectangle 49" o:spid="_x0000_s1026" style="position:absolute;margin-left:57.25pt;margin-top:21.35pt;width:66pt;height:2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" fillcolor="#333" stroked="f"/>
            </w:pict>
          </mc:Fallback>
        </mc:AlternateContent>
      </w:r>
      <w:r w:rsidRPr="00391654">
        <w:rPr>
          <w:noProof/>
          <w:lang w:eastAsia="en-GB"/>
        </w:rPr>
        <mc:AlternateContent>
          <mc:Choice Requires="wps">
            <w:drawing>
              <wp:anchor distT="0" distB="0" distL="114300" distR="114300" simplePos="0" relativeHeight="251648512" behindDoc="0" locked="0" layoutInCell="1" allowOverlap="1" wp14:anchorId="0C9332FF" wp14:editId="6038693F">
                <wp:simplePos x="0" y="0"/>
                <wp:positionH relativeFrom="column">
                  <wp:posOffset>671830</wp:posOffset>
                </wp:positionH>
                <wp:positionV relativeFrom="paragraph">
                  <wp:posOffset>204470</wp:posOffset>
                </wp:positionV>
                <wp:extent cx="838200" cy="352425"/>
                <wp:effectExtent l="0" t="0" r="0" b="952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524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w15="http://schemas.microsoft.com/office/word/2012/wordml" xmlns:cx1="http://schemas.microsoft.com/office/drawing/2015/9/8/chartex" xmlns:cx="http://schemas.microsoft.com/office/drawing/2014/chartex">
            <w:pict>
              <v:rect w14:anchorId="569F1A64" id="Rectangle 48" o:spid="_x0000_s1026" style="position:absolute;margin-left:52.9pt;margin-top:16.1pt;width:66pt;height:27.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" filled="f" stroked="f"/>
            </w:pict>
          </mc:Fallback>
        </mc:AlternateContent>
      </w:r>
    </w:p>
    <w:p w14:paraId="64CD68A0" w14:textId="77777777" w:rsidR="0099043B" w:rsidRPr="00391654" w:rsidRDefault="0099043B" w:rsidP="0099043B">
      <w:pPr>
        <w:jc w:val="center"/>
        <w:rPr>
          <w:bCs/>
        </w:rPr>
      </w:pPr>
    </w:p>
    <w:p w14:paraId="3733A3AF" w14:textId="77777777" w:rsidR="0099043B" w:rsidRPr="00391654" w:rsidRDefault="0099043B" w:rsidP="0099043B">
      <w:pPr>
        <w:jc w:val="center"/>
        <w:rPr>
          <w:bCs/>
        </w:rPr>
      </w:pPr>
    </w:p>
    <w:p w14:paraId="55DE9BB7" w14:textId="77777777" w:rsidR="0099043B" w:rsidRPr="00D7273C" w:rsidRDefault="0099043B">
      <w:pPr>
        <w:suppressAutoHyphens w:val="0"/>
        <w:spacing w:line="240" w:lineRule="auto"/>
        <w:rPr>
          <w:b/>
          <w:lang w:val="en-US"/>
        </w:rPr>
      </w:pPr>
    </w:p>
    <w:p w14:paraId="2FBC0A5B" w14:textId="77777777" w:rsidR="009964AD" w:rsidRPr="00BC3099" w:rsidRDefault="009964AD" w:rsidP="0099043B">
      <w:pPr>
        <w:spacing w:after="120"/>
        <w:ind w:left="2127" w:right="1134" w:hanging="993"/>
        <w:jc w:val="both"/>
      </w:pPr>
    </w:p>
    <w:p w14:paraId="162DF32D" w14:textId="395FEAB6" w:rsidR="00F75DF2" w:rsidRPr="00BC3099" w:rsidRDefault="009964AD" w:rsidP="0099043B">
      <w:pPr>
        <w:spacing w:after="120"/>
        <w:ind w:left="2127" w:right="1134" w:hanging="993"/>
        <w:jc w:val="both"/>
      </w:pPr>
      <w:r w:rsidRPr="00BC3099">
        <w:t>…”</w:t>
      </w:r>
    </w:p>
    <w:p w14:paraId="3714363F" w14:textId="525DC2D4" w:rsidR="00231135" w:rsidRDefault="00231135" w:rsidP="00231135">
      <w:pPr>
        <w:pStyle w:val="SingleTxtG"/>
        <w:spacing w:before="240"/>
        <w:rPr>
          <w:snapToGrid w:val="0"/>
        </w:rPr>
      </w:pPr>
      <w:r w:rsidRPr="00231135">
        <w:rPr>
          <w:i/>
          <w:snapToGrid w:val="0"/>
        </w:rPr>
        <w:t>Part 6,</w:t>
      </w:r>
      <w:r>
        <w:rPr>
          <w:snapToGrid w:val="0"/>
        </w:rPr>
        <w:t xml:space="preserve"> </w:t>
      </w:r>
      <w:r w:rsidRPr="00EB477F">
        <w:rPr>
          <w:snapToGrid w:val="0"/>
        </w:rPr>
        <w:t>amend to read:</w:t>
      </w:r>
    </w:p>
    <w:p w14:paraId="3557E353" w14:textId="22D0D49A" w:rsidR="0099043B" w:rsidRPr="00391654" w:rsidRDefault="00BC3099" w:rsidP="00BC3099">
      <w:pPr>
        <w:spacing w:after="120"/>
        <w:ind w:left="1134" w:right="992"/>
        <w:jc w:val="both"/>
        <w:rPr>
          <w:bCs/>
        </w:rPr>
      </w:pPr>
      <w:r>
        <w:t>“</w:t>
      </w:r>
      <w:r w:rsidR="0099043B" w:rsidRPr="00391654">
        <w:t xml:space="preserve">Part 6 – Examples showing the determination of the light-emitting surface in comparison with illuminating surface </w:t>
      </w:r>
      <w:r w:rsidR="0099043B" w:rsidRPr="00391654">
        <w:rPr>
          <w:bCs/>
        </w:rPr>
        <w:t xml:space="preserve">(See paragraphs </w:t>
      </w:r>
      <w:r w:rsidR="00231135" w:rsidRPr="00231135">
        <w:rPr>
          <w:bCs/>
          <w:strike/>
        </w:rPr>
        <w:t>2.8. and 2.9.</w:t>
      </w:r>
      <w:r w:rsidR="00231135">
        <w:rPr>
          <w:bCs/>
        </w:rPr>
        <w:t xml:space="preserve"> </w:t>
      </w:r>
      <w:r w:rsidR="0099043B" w:rsidRPr="00391654">
        <w:rPr>
          <w:b/>
          <w:bCs/>
        </w:rPr>
        <w:t>2.</w:t>
      </w:r>
      <w:r w:rsidR="001135A1" w:rsidRPr="00391654">
        <w:rPr>
          <w:b/>
          <w:bCs/>
        </w:rPr>
        <w:t>10.2</w:t>
      </w:r>
      <w:r w:rsidR="0099043B" w:rsidRPr="00391654">
        <w:rPr>
          <w:b/>
          <w:bCs/>
        </w:rPr>
        <w:t>. and 2</w:t>
      </w:r>
      <w:r w:rsidR="001135A1" w:rsidRPr="00391654">
        <w:rPr>
          <w:b/>
          <w:bCs/>
        </w:rPr>
        <w:t>.10.3</w:t>
      </w:r>
      <w:r w:rsidR="0099043B" w:rsidRPr="00391654">
        <w:rPr>
          <w:b/>
          <w:bCs/>
        </w:rPr>
        <w:t>.</w:t>
      </w:r>
      <w:r w:rsidR="0099043B" w:rsidRPr="00391654">
        <w:rPr>
          <w:bCs/>
        </w:rPr>
        <w:t xml:space="preserve"> of this Regulation)</w:t>
      </w:r>
    </w:p>
    <w:p w14:paraId="07B8B9E0" w14:textId="77777777" w:rsidR="0099043B" w:rsidRPr="00391654" w:rsidRDefault="0099043B" w:rsidP="00BC3099">
      <w:pPr>
        <w:spacing w:after="120"/>
        <w:ind w:left="1134" w:right="992"/>
        <w:jc w:val="both"/>
      </w:pPr>
      <w:r w:rsidRPr="00391654">
        <w:rPr>
          <w:i/>
        </w:rPr>
        <w:t>Note:</w:t>
      </w:r>
      <w:r w:rsidRPr="00391654">
        <w:t xml:space="preserve"> Reflected light could / may contribute to the determination of the light emitting surface </w:t>
      </w:r>
    </w:p>
    <w:p w14:paraId="54BF8E3B" w14:textId="77777777" w:rsidR="0099043B" w:rsidRPr="00391654" w:rsidRDefault="0099043B" w:rsidP="0099043B">
      <w:pPr>
        <w:tabs>
          <w:tab w:val="left" w:pos="5600"/>
        </w:tabs>
        <w:spacing w:after="120"/>
        <w:ind w:left="1134" w:right="1134"/>
        <w:jc w:val="both"/>
        <w:rPr>
          <w:u w:val="single"/>
        </w:rPr>
      </w:pPr>
      <w:r w:rsidRPr="00391654">
        <w:rPr>
          <w:u w:val="single"/>
        </w:rPr>
        <w:t>Example A</w:t>
      </w:r>
    </w:p>
    <w:bookmarkStart w:id="4" w:name="OLE_LINK1"/>
    <w:p w14:paraId="53C04EB1" w14:textId="588F0EA5" w:rsidR="0099043B" w:rsidRPr="00391654" w:rsidRDefault="0099043B" w:rsidP="0099043B">
      <w:pPr>
        <w:spacing w:after="240"/>
        <w:ind w:left="1134"/>
        <w:rPr>
          <w:bCs/>
        </w:rPr>
      </w:pPr>
      <w:r w:rsidRPr="00391654">
        <w:rPr>
          <w:noProof/>
          <w:lang w:eastAsia="en-GB"/>
        </w:rPr>
        <mc:AlternateContent>
          <mc:Choice Requires="wps">
            <w:drawing>
              <wp:anchor distT="0" distB="0" distL="114300" distR="114300" simplePos="0" relativeHeight="251654656" behindDoc="0" locked="0" layoutInCell="1" allowOverlap="1" wp14:anchorId="5808A4D4" wp14:editId="27E35DB7">
                <wp:simplePos x="0" y="0"/>
                <wp:positionH relativeFrom="column">
                  <wp:posOffset>4254500</wp:posOffset>
                </wp:positionH>
                <wp:positionV relativeFrom="paragraph">
                  <wp:posOffset>330835</wp:posOffset>
                </wp:positionV>
                <wp:extent cx="1241425" cy="536575"/>
                <wp:effectExtent l="0" t="0" r="0" b="0"/>
                <wp:wrapNone/>
                <wp:docPr id="47" name="Zone de text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536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E8484" w14:textId="77777777" w:rsidR="00CD684F" w:rsidRPr="005962F8" w:rsidRDefault="00CD684F" w:rsidP="0099043B">
                            <w:r w:rsidRPr="005962F8">
                              <w:t>Surface of the lens</w:t>
                            </w:r>
                            <w:r>
                              <w:br/>
                            </w:r>
                            <w:r w:rsidRPr="005962F8">
                              <w:t>shown flat for convenience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7" o:spid="_x0000_s1032" type="#_x0000_t202" style="position:absolute;left:0;text-align:left;margin-left:335pt;margin-top:26.05pt;width:97.75pt;height:4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" stroked="f">
                <v:textbox>
                  <w:txbxContent>
                    <w:p w14:paraId="1AAE8484" w14:textId="77777777" w:rsidR="00CD684F" w:rsidRPr="005962F8" w:rsidRDefault="00CD684F" w:rsidP="0099043B">
                      <w:r w:rsidRPr="005962F8">
                        <w:t>Surface of the lens</w:t>
                      </w:r>
                      <w:r>
                        <w:br/>
                      </w:r>
                      <w:r w:rsidRPr="005962F8">
                        <w:t>shown flat for convenience</w:t>
                      </w:r>
                    </w:p>
                  </w:txbxContent>
                </v:textbox>
              </v:shape>
            </w:pict>
          </mc:Fallback>
        </mc:AlternateContent>
      </w:r>
      <w:r w:rsidRPr="00391654">
        <w:rPr>
          <w:noProof/>
          <w:lang w:eastAsia="en-GB"/>
        </w:rPr>
        <mc:AlternateContent>
          <mc:Choice Requires="wps">
            <w:drawing>
              <wp:anchor distT="0" distB="0" distL="114300" distR="114300" simplePos="0" relativeHeight="251656704" behindDoc="0" locked="0" layoutInCell="1" allowOverlap="1" wp14:anchorId="5EA841B0" wp14:editId="0D1ECFC9">
                <wp:simplePos x="0" y="0"/>
                <wp:positionH relativeFrom="column">
                  <wp:posOffset>5016500</wp:posOffset>
                </wp:positionH>
                <wp:positionV relativeFrom="paragraph">
                  <wp:posOffset>1702435</wp:posOffset>
                </wp:positionV>
                <wp:extent cx="952500" cy="377190"/>
                <wp:effectExtent l="0" t="0" r="0" b="3810"/>
                <wp:wrapNone/>
                <wp:docPr id="46" name="Zone de text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77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2F17E6" w14:textId="77777777" w:rsidR="00CD684F" w:rsidRPr="00683135" w:rsidRDefault="00CD684F" w:rsidP="0099043B">
                            <w:pPr>
                              <w:rPr>
                                <w:lang w:val="de-DE"/>
                              </w:rPr>
                            </w:pPr>
                            <w:r w:rsidRPr="00683135">
                              <w:rPr>
                                <w:lang w:val="de-DE"/>
                              </w:rPr>
                              <w:t>PROJECTED 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6" o:spid="_x0000_s1033" type="#_x0000_t202" style="position:absolute;left:0;text-align:left;margin-left:395pt;margin-top:134.05pt;width:75pt;height:29.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" stroked="f">
                <v:textbox>
                  <w:txbxContent>
                    <w:p w14:paraId="122F17E6" w14:textId="77777777" w:rsidR="00CD684F" w:rsidRPr="00683135" w:rsidRDefault="00CD684F" w:rsidP="0099043B">
                      <w:pPr>
                        <w:rPr>
                          <w:lang w:val="de-DE"/>
                        </w:rPr>
                      </w:pPr>
                      <w:r w:rsidRPr="00683135">
                        <w:rPr>
                          <w:lang w:val="de-DE"/>
                        </w:rPr>
                        <w:t>PROJECTED VIEW</w:t>
                      </w:r>
                    </w:p>
                  </w:txbxContent>
                </v:textbox>
              </v:shape>
            </w:pict>
          </mc:Fallback>
        </mc:AlternateContent>
      </w:r>
      <w:r w:rsidRPr="00391654">
        <w:rPr>
          <w:noProof/>
          <w:lang w:eastAsia="en-GB"/>
        </w:rPr>
        <mc:AlternateContent>
          <mc:Choice Requires="wps">
            <w:drawing>
              <wp:anchor distT="0" distB="0" distL="114300" distR="114300" simplePos="0" relativeHeight="251652608" behindDoc="0" locked="0" layoutInCell="1" allowOverlap="1" wp14:anchorId="77ECF39F" wp14:editId="0FDAB209">
                <wp:simplePos x="0" y="0"/>
                <wp:positionH relativeFrom="column">
                  <wp:posOffset>762000</wp:posOffset>
                </wp:positionH>
                <wp:positionV relativeFrom="paragraph">
                  <wp:posOffset>64135</wp:posOffset>
                </wp:positionV>
                <wp:extent cx="1003300" cy="625475"/>
                <wp:effectExtent l="0" t="0" r="6350" b="3175"/>
                <wp:wrapNone/>
                <wp:docPr id="45" name="Zone de text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64089F" w14:textId="77777777" w:rsidR="00CD684F" w:rsidRPr="00111593" w:rsidRDefault="00CD684F" w:rsidP="0099043B">
                            <w:pPr>
                              <w:rPr>
                                <w:rFonts w:ascii="Arial" w:hAnsi="Arial" w:cs="Arial"/>
                              </w:rPr>
                            </w:pPr>
                            <w:r w:rsidRPr="00111593">
                              <w:rPr>
                                <w:rFonts w:ascii="Arial" w:hAnsi="Arial" w:cs="Arial"/>
                              </w:rPr>
                              <w:t>DECLARED</w:t>
                            </w:r>
                          </w:p>
                          <w:p w14:paraId="08AB8ABD" w14:textId="77777777" w:rsidR="00CD684F" w:rsidRPr="00111593" w:rsidRDefault="00CD684F" w:rsidP="0099043B">
                            <w:pPr>
                              <w:rPr>
                                <w:rFonts w:ascii="Arial" w:hAnsi="Arial" w:cs="Arial"/>
                              </w:rPr>
                            </w:pPr>
                            <w:r w:rsidRPr="00111593">
                              <w:rPr>
                                <w:rFonts w:ascii="Arial" w:hAnsi="Arial" w:cs="Arial"/>
                              </w:rPr>
                              <w:t>AXIS OF 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5" o:spid="_x0000_s1034" type="#_x0000_t202" style="position:absolute;left:0;text-align:left;margin-left:60pt;margin-top:5.05pt;width:79pt;height:49.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" stroked="f">
                <v:textbox>
                  <w:txbxContent>
                    <w:p w14:paraId="3064089F" w14:textId="77777777" w:rsidR="00CD684F" w:rsidRPr="00111593" w:rsidRDefault="00CD684F" w:rsidP="0099043B">
                      <w:pPr>
                        <w:rPr>
                          <w:rFonts w:ascii="Arial" w:hAnsi="Arial" w:cs="Arial"/>
                        </w:rPr>
                      </w:pPr>
                      <w:r w:rsidRPr="00111593">
                        <w:rPr>
                          <w:rFonts w:ascii="Arial" w:hAnsi="Arial" w:cs="Arial"/>
                        </w:rPr>
                        <w:t>DECLARED</w:t>
                      </w:r>
                    </w:p>
                    <w:p w14:paraId="08AB8ABD" w14:textId="77777777" w:rsidR="00CD684F" w:rsidRPr="00111593" w:rsidRDefault="00CD684F" w:rsidP="0099043B">
                      <w:pPr>
                        <w:rPr>
                          <w:rFonts w:ascii="Arial" w:hAnsi="Arial" w:cs="Arial"/>
                        </w:rPr>
                      </w:pPr>
                      <w:r w:rsidRPr="00111593">
                        <w:rPr>
                          <w:rFonts w:ascii="Arial" w:hAnsi="Arial" w:cs="Arial"/>
                        </w:rPr>
                        <w:t>AXIS OF REFERENCE</w:t>
                      </w:r>
                    </w:p>
                  </w:txbxContent>
                </v:textbox>
              </v:shape>
            </w:pict>
          </mc:Fallback>
        </mc:AlternateContent>
      </w:r>
      <w:r w:rsidRPr="00391654">
        <w:rPr>
          <w:noProof/>
          <w:lang w:eastAsia="en-GB"/>
        </w:rPr>
        <w:drawing>
          <wp:inline distT="0" distB="0" distL="0" distR="0" wp14:anchorId="1DA4071E" wp14:editId="5B0F87DB">
            <wp:extent cx="4808220" cy="2072640"/>
            <wp:effectExtent l="0" t="0" r="0" b="3810"/>
            <wp:docPr id="6" name="Image 6" descr="Description: Description: W-Graphik-r48-1-2-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escription: Description: W-Graphik-r48-1-2-ne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08220" cy="2072640"/>
                    </a:xfrm>
                    <a:prstGeom prst="rect">
                      <a:avLst/>
                    </a:prstGeom>
                    <a:noFill/>
                    <a:ln>
                      <a:noFill/>
                    </a:ln>
                  </pic:spPr>
                </pic:pic>
              </a:graphicData>
            </a:graphic>
          </wp:inline>
        </w:drawing>
      </w:r>
    </w:p>
    <w:bookmarkEnd w:id="4"/>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537"/>
        <w:gridCol w:w="3310"/>
        <w:gridCol w:w="2658"/>
      </w:tblGrid>
      <w:tr w:rsidR="0099043B" w:rsidRPr="00D7273C" w14:paraId="08EEF261" w14:textId="77777777" w:rsidTr="005B3176">
        <w:tc>
          <w:tcPr>
            <w:tcW w:w="2418" w:type="dxa"/>
            <w:tcBorders>
              <w:top w:val="single" w:sz="4" w:space="0" w:color="auto"/>
              <w:left w:val="single" w:sz="4" w:space="0" w:color="auto"/>
              <w:bottom w:val="single" w:sz="4" w:space="0" w:color="auto"/>
              <w:right w:val="single" w:sz="4" w:space="0" w:color="auto"/>
            </w:tcBorders>
          </w:tcPr>
          <w:p w14:paraId="1397AD4D" w14:textId="77777777" w:rsidR="0099043B" w:rsidRPr="00391654" w:rsidRDefault="0099043B" w:rsidP="005B3176">
            <w:pPr>
              <w:spacing w:before="80" w:after="80" w:line="200" w:lineRule="exact"/>
              <w:ind w:left="113" w:right="113"/>
              <w:rPr>
                <w:bCs/>
                <w:i/>
                <w:color w:val="000000"/>
              </w:rPr>
            </w:pPr>
          </w:p>
        </w:tc>
        <w:tc>
          <w:tcPr>
            <w:tcW w:w="3154" w:type="dxa"/>
            <w:tcBorders>
              <w:top w:val="single" w:sz="4" w:space="0" w:color="auto"/>
              <w:left w:val="single" w:sz="4" w:space="0" w:color="auto"/>
              <w:bottom w:val="single" w:sz="4" w:space="0" w:color="auto"/>
              <w:right w:val="single" w:sz="4" w:space="0" w:color="auto"/>
            </w:tcBorders>
          </w:tcPr>
          <w:p w14:paraId="3CE02403" w14:textId="77777777" w:rsidR="0099043B" w:rsidRPr="00391654" w:rsidRDefault="0099043B" w:rsidP="005B3176">
            <w:pPr>
              <w:tabs>
                <w:tab w:val="left" w:pos="-1441"/>
                <w:tab w:val="left" w:pos="-1100"/>
                <w:tab w:val="left" w:pos="-573"/>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spacing w:before="80" w:after="80" w:line="200" w:lineRule="exact"/>
              <w:ind w:right="113"/>
              <w:rPr>
                <w:bCs/>
                <w:i/>
                <w:color w:val="000000"/>
              </w:rPr>
            </w:pPr>
            <w:r w:rsidRPr="00391654">
              <w:rPr>
                <w:bCs/>
                <w:i/>
                <w:color w:val="000000"/>
              </w:rPr>
              <w:t xml:space="preserve">Illuminating surface </w:t>
            </w:r>
          </w:p>
        </w:tc>
        <w:tc>
          <w:tcPr>
            <w:tcW w:w="2533" w:type="dxa"/>
            <w:tcBorders>
              <w:top w:val="single" w:sz="4" w:space="0" w:color="auto"/>
              <w:left w:val="single" w:sz="4" w:space="0" w:color="auto"/>
              <w:bottom w:val="single" w:sz="4" w:space="0" w:color="auto"/>
              <w:right w:val="single" w:sz="4" w:space="0" w:color="auto"/>
            </w:tcBorders>
          </w:tcPr>
          <w:p w14:paraId="7DD2540A" w14:textId="416C4CA4" w:rsidR="0099043B" w:rsidRPr="00391654" w:rsidRDefault="0099043B" w:rsidP="00231135">
            <w:pPr>
              <w:tabs>
                <w:tab w:val="left" w:pos="-1441"/>
                <w:tab w:val="left" w:pos="-1100"/>
                <w:tab w:val="left" w:pos="-573"/>
                <w:tab w:val="left" w:pos="867"/>
                <w:tab w:val="left" w:pos="1677"/>
                <w:tab w:val="left" w:pos="2233"/>
                <w:tab w:val="left" w:pos="2307"/>
                <w:tab w:val="left" w:pos="3027"/>
                <w:tab w:val="left" w:pos="5187"/>
                <w:tab w:val="left" w:pos="5702"/>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spacing w:before="80" w:after="80" w:line="200" w:lineRule="exact"/>
              <w:ind w:right="113"/>
              <w:rPr>
                <w:bCs/>
                <w:i/>
                <w:color w:val="000000"/>
              </w:rPr>
            </w:pPr>
            <w:r w:rsidRPr="00391654">
              <w:rPr>
                <w:bCs/>
                <w:i/>
                <w:color w:val="000000"/>
              </w:rPr>
              <w:t>Declared light-emitting surface according to</w:t>
            </w:r>
            <w:r w:rsidR="00231135" w:rsidRPr="00231135">
              <w:rPr>
                <w:bCs/>
                <w:i/>
                <w:strike/>
                <w:color w:val="000000"/>
              </w:rPr>
              <w:t xml:space="preserve"> 2.8. </w:t>
            </w:r>
            <w:r w:rsidRPr="00391654">
              <w:rPr>
                <w:bCs/>
                <w:i/>
                <w:color w:val="000000"/>
              </w:rPr>
              <w:t xml:space="preserve"> </w:t>
            </w:r>
            <w:r w:rsidRPr="00391654">
              <w:rPr>
                <w:b/>
                <w:bCs/>
                <w:i/>
                <w:color w:val="000000"/>
              </w:rPr>
              <w:t>2.</w:t>
            </w:r>
            <w:r w:rsidR="001135A1" w:rsidRPr="00391654">
              <w:rPr>
                <w:b/>
                <w:bCs/>
                <w:i/>
                <w:color w:val="000000"/>
              </w:rPr>
              <w:t>10.2</w:t>
            </w:r>
            <w:r w:rsidRPr="00391654">
              <w:rPr>
                <w:b/>
                <w:bCs/>
                <w:i/>
                <w:color w:val="000000"/>
              </w:rPr>
              <w:t>.</w:t>
            </w:r>
            <w:r w:rsidRPr="00391654">
              <w:rPr>
                <w:bCs/>
                <w:i/>
                <w:color w:val="000000"/>
              </w:rPr>
              <w:t xml:space="preserve"> </w:t>
            </w:r>
            <w:r w:rsidR="001135A1" w:rsidRPr="00391654">
              <w:rPr>
                <w:bCs/>
                <w:i/>
                <w:color w:val="000000"/>
              </w:rPr>
              <w:t>(</w:t>
            </w:r>
            <w:r w:rsidRPr="00391654">
              <w:rPr>
                <w:bCs/>
                <w:i/>
                <w:color w:val="000000"/>
              </w:rPr>
              <w:t>a)</w:t>
            </w:r>
          </w:p>
        </w:tc>
      </w:tr>
      <w:tr w:rsidR="0099043B" w:rsidRPr="00D7273C" w14:paraId="09F625EB" w14:textId="77777777" w:rsidTr="005B3176">
        <w:tc>
          <w:tcPr>
            <w:tcW w:w="2418" w:type="dxa"/>
            <w:tcBorders>
              <w:top w:val="single" w:sz="4" w:space="0" w:color="auto"/>
              <w:left w:val="single" w:sz="4" w:space="0" w:color="auto"/>
              <w:bottom w:val="single" w:sz="4" w:space="0" w:color="auto"/>
              <w:right w:val="single" w:sz="4" w:space="0" w:color="auto"/>
            </w:tcBorders>
          </w:tcPr>
          <w:p w14:paraId="51D538B2"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Edges are</w:t>
            </w:r>
          </w:p>
        </w:tc>
        <w:tc>
          <w:tcPr>
            <w:tcW w:w="3154" w:type="dxa"/>
            <w:tcBorders>
              <w:top w:val="single" w:sz="4" w:space="0" w:color="auto"/>
              <w:left w:val="single" w:sz="4" w:space="0" w:color="auto"/>
              <w:bottom w:val="single" w:sz="4" w:space="0" w:color="auto"/>
              <w:right w:val="single" w:sz="4" w:space="0" w:color="auto"/>
            </w:tcBorders>
          </w:tcPr>
          <w:p w14:paraId="7BECED1C"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a and b</w:t>
            </w:r>
          </w:p>
        </w:tc>
        <w:tc>
          <w:tcPr>
            <w:tcW w:w="2533" w:type="dxa"/>
            <w:tcBorders>
              <w:top w:val="single" w:sz="4" w:space="0" w:color="auto"/>
              <w:left w:val="single" w:sz="4" w:space="0" w:color="auto"/>
              <w:bottom w:val="single" w:sz="4" w:space="0" w:color="auto"/>
              <w:right w:val="single" w:sz="4" w:space="0" w:color="auto"/>
            </w:tcBorders>
          </w:tcPr>
          <w:p w14:paraId="4B515351"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c and d</w:t>
            </w:r>
          </w:p>
        </w:tc>
      </w:tr>
    </w:tbl>
    <w:p w14:paraId="43195388" w14:textId="77777777" w:rsidR="0099043B" w:rsidRPr="00391654" w:rsidRDefault="0099043B" w:rsidP="0099043B">
      <w:pPr>
        <w:ind w:left="567" w:firstLine="567"/>
      </w:pPr>
    </w:p>
    <w:p w14:paraId="5CFB4C24" w14:textId="77777777" w:rsidR="00EE05E8" w:rsidRDefault="00EE05E8">
      <w:pPr>
        <w:suppressAutoHyphens w:val="0"/>
        <w:spacing w:line="240" w:lineRule="auto"/>
        <w:rPr>
          <w:u w:val="single"/>
        </w:rPr>
      </w:pPr>
      <w:r>
        <w:rPr>
          <w:u w:val="single"/>
        </w:rPr>
        <w:br w:type="page"/>
      </w:r>
    </w:p>
    <w:p w14:paraId="3DA653DC" w14:textId="6DD34497" w:rsidR="0099043B" w:rsidRPr="00391654" w:rsidRDefault="0099043B" w:rsidP="0099043B">
      <w:pPr>
        <w:tabs>
          <w:tab w:val="left" w:pos="5600"/>
        </w:tabs>
        <w:spacing w:after="120"/>
        <w:ind w:left="1134" w:right="1134"/>
        <w:jc w:val="both"/>
        <w:rPr>
          <w:u w:val="single"/>
        </w:rPr>
      </w:pPr>
      <w:r w:rsidRPr="00391654">
        <w:rPr>
          <w:u w:val="single"/>
        </w:rPr>
        <w:t>Example B</w:t>
      </w:r>
    </w:p>
    <w:p w14:paraId="30EBF564" w14:textId="0248F959" w:rsidR="0099043B" w:rsidRPr="00391654" w:rsidRDefault="0099043B" w:rsidP="0099043B">
      <w:pPr>
        <w:jc w:val="center"/>
        <w:rPr>
          <w:bCs/>
        </w:rPr>
      </w:pPr>
      <w:r w:rsidRPr="00391654">
        <w:rPr>
          <w:noProof/>
          <w:lang w:eastAsia="en-GB"/>
        </w:rPr>
        <mc:AlternateContent>
          <mc:Choice Requires="wps">
            <w:drawing>
              <wp:anchor distT="0" distB="0" distL="114300" distR="114300" simplePos="0" relativeHeight="251662848" behindDoc="0" locked="0" layoutInCell="1" allowOverlap="1" wp14:anchorId="584B102C" wp14:editId="06082A3C">
                <wp:simplePos x="0" y="0"/>
                <wp:positionH relativeFrom="column">
                  <wp:posOffset>4524375</wp:posOffset>
                </wp:positionH>
                <wp:positionV relativeFrom="paragraph">
                  <wp:posOffset>1802765</wp:posOffset>
                </wp:positionV>
                <wp:extent cx="1317625" cy="241300"/>
                <wp:effectExtent l="0" t="0" r="0" b="6350"/>
                <wp:wrapNone/>
                <wp:docPr id="61" name="Zone de texte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24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03BAA3" w14:textId="77777777" w:rsidR="00CD684F" w:rsidRPr="00683135" w:rsidRDefault="00CD684F" w:rsidP="0099043B">
                            <w:pPr>
                              <w:rPr>
                                <w:lang w:val="de-DE"/>
                              </w:rPr>
                            </w:pPr>
                            <w:r w:rsidRPr="00683135">
                              <w:rPr>
                                <w:lang w:val="de-DE"/>
                              </w:rPr>
                              <w:t>PROJECTED 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61" o:spid="_x0000_s1035" type="#_x0000_t202" style="position:absolute;left:0;text-align:left;margin-left:356.25pt;margin-top:141.95pt;width:103.75pt;height:1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" stroked="f">
                <v:textbox>
                  <w:txbxContent>
                    <w:p w14:paraId="7C03BAA3" w14:textId="77777777" w:rsidR="00CD684F" w:rsidRPr="00683135" w:rsidRDefault="00CD684F" w:rsidP="0099043B">
                      <w:pPr>
                        <w:rPr>
                          <w:lang w:val="de-DE"/>
                        </w:rPr>
                      </w:pPr>
                      <w:r w:rsidRPr="00683135">
                        <w:rPr>
                          <w:lang w:val="de-DE"/>
                        </w:rPr>
                        <w:t>PROJECTED VIEW</w:t>
                      </w:r>
                    </w:p>
                  </w:txbxContent>
                </v:textbox>
              </v:shape>
            </w:pict>
          </mc:Fallback>
        </mc:AlternateContent>
      </w:r>
      <w:r w:rsidRPr="00391654">
        <w:rPr>
          <w:noProof/>
          <w:lang w:eastAsia="en-GB"/>
        </w:rPr>
        <mc:AlternateContent>
          <mc:Choice Requires="wps">
            <w:drawing>
              <wp:anchor distT="0" distB="0" distL="114300" distR="114300" simplePos="0" relativeHeight="251658752" behindDoc="0" locked="0" layoutInCell="1" allowOverlap="1" wp14:anchorId="52B85A19" wp14:editId="6AC8F2B3">
                <wp:simplePos x="0" y="0"/>
                <wp:positionH relativeFrom="column">
                  <wp:posOffset>4699000</wp:posOffset>
                </wp:positionH>
                <wp:positionV relativeFrom="paragraph">
                  <wp:posOffset>914400</wp:posOffset>
                </wp:positionV>
                <wp:extent cx="1282700" cy="571500"/>
                <wp:effectExtent l="0" t="0" r="0" b="0"/>
                <wp:wrapNone/>
                <wp:docPr id="60" name="Zone de text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06AFE" w14:textId="77777777" w:rsidR="00CD684F" w:rsidRPr="005962F8" w:rsidRDefault="00CD684F" w:rsidP="0099043B">
                            <w:r w:rsidRPr="005962F8">
                              <w:t>Surface of the lens</w:t>
                            </w:r>
                            <w:r w:rsidRPr="005962F8">
                              <w:br/>
                              <w:t>shown flat for convenience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60" o:spid="_x0000_s1036" type="#_x0000_t202" style="position:absolute;left:0;text-align:left;margin-left:370pt;margin-top:1in;width:101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" stroked="f">
                <v:textbox>
                  <w:txbxContent>
                    <w:p w14:paraId="6CC06AFE" w14:textId="77777777" w:rsidR="00CD684F" w:rsidRPr="005962F8" w:rsidRDefault="00CD684F" w:rsidP="0099043B">
                      <w:r w:rsidRPr="005962F8">
                        <w:t>Surface of the lens</w:t>
                      </w:r>
                      <w:r w:rsidRPr="005962F8">
                        <w:br/>
                        <w:t>shown flat for convenience</w:t>
                      </w:r>
                    </w:p>
                  </w:txbxContent>
                </v:textbox>
              </v:shape>
            </w:pict>
          </mc:Fallback>
        </mc:AlternateContent>
      </w:r>
      <w:r w:rsidRPr="00391654">
        <w:rPr>
          <w:noProof/>
          <w:lang w:eastAsia="en-GB"/>
        </w:rPr>
        <mc:AlternateContent>
          <mc:Choice Requires="wps">
            <w:drawing>
              <wp:anchor distT="0" distB="0" distL="114300" distR="114300" simplePos="0" relativeHeight="251660800" behindDoc="0" locked="0" layoutInCell="1" allowOverlap="1" wp14:anchorId="0565636D" wp14:editId="24075FE7">
                <wp:simplePos x="0" y="0"/>
                <wp:positionH relativeFrom="column">
                  <wp:posOffset>635000</wp:posOffset>
                </wp:positionH>
                <wp:positionV relativeFrom="paragraph">
                  <wp:posOffset>0</wp:posOffset>
                </wp:positionV>
                <wp:extent cx="1066800" cy="685800"/>
                <wp:effectExtent l="0" t="0" r="0" b="0"/>
                <wp:wrapNone/>
                <wp:docPr id="59" name="Zone de texte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957EF" w14:textId="77777777" w:rsidR="00CD684F" w:rsidRPr="00683135" w:rsidRDefault="00CD684F" w:rsidP="0099043B">
                            <w:r w:rsidRPr="00683135">
                              <w:t>DECLARED</w:t>
                            </w:r>
                          </w:p>
                          <w:p w14:paraId="799F1721" w14:textId="77777777" w:rsidR="00CD684F" w:rsidRPr="00683135" w:rsidRDefault="00CD684F" w:rsidP="0099043B">
                            <w:r w:rsidRPr="00683135">
                              <w:t>AXIS OF 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59" o:spid="_x0000_s1037" type="#_x0000_t202" style="position:absolute;left:0;text-align:left;margin-left:50pt;margin-top:0;width:84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" stroked="f">
                <v:textbox>
                  <w:txbxContent>
                    <w:p w14:paraId="16A957EF" w14:textId="77777777" w:rsidR="00CD684F" w:rsidRPr="00683135" w:rsidRDefault="00CD684F" w:rsidP="0099043B">
                      <w:r w:rsidRPr="00683135">
                        <w:t>DECLARED</w:t>
                      </w:r>
                    </w:p>
                    <w:p w14:paraId="799F1721" w14:textId="77777777" w:rsidR="00CD684F" w:rsidRPr="00683135" w:rsidRDefault="00CD684F" w:rsidP="0099043B">
                      <w:r w:rsidRPr="00683135">
                        <w:t>AXIS OF REFERENCE</w:t>
                      </w:r>
                    </w:p>
                  </w:txbxContent>
                </v:textbox>
              </v:shape>
            </w:pict>
          </mc:Fallback>
        </mc:AlternateContent>
      </w:r>
      <w:r w:rsidRPr="00391654">
        <w:rPr>
          <w:noProof/>
          <w:lang w:eastAsia="en-GB"/>
        </w:rPr>
        <w:drawing>
          <wp:inline distT="0" distB="0" distL="0" distR="0" wp14:anchorId="38B1DE6B" wp14:editId="0218EE8C">
            <wp:extent cx="4800600" cy="2354580"/>
            <wp:effectExtent l="0" t="0" r="0" b="7620"/>
            <wp:docPr id="5" name="Image 5" descr="Description: Description: W-Graphik-r48-3-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escription: Description: W-Graphik-r48-3-ne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00600" cy="2354580"/>
                    </a:xfrm>
                    <a:prstGeom prst="rect">
                      <a:avLst/>
                    </a:prstGeom>
                    <a:noFill/>
                    <a:ln>
                      <a:noFill/>
                    </a:ln>
                  </pic:spPr>
                </pic:pic>
              </a:graphicData>
            </a:graphic>
          </wp:inline>
        </w:drawing>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228"/>
        <w:gridCol w:w="3056"/>
        <w:gridCol w:w="3221"/>
      </w:tblGrid>
      <w:tr w:rsidR="0099043B" w:rsidRPr="00D7273C" w14:paraId="19AAFF5F" w14:textId="77777777" w:rsidTr="005B3176">
        <w:tc>
          <w:tcPr>
            <w:tcW w:w="2298" w:type="dxa"/>
            <w:tcBorders>
              <w:top w:val="single" w:sz="4" w:space="0" w:color="auto"/>
              <w:left w:val="single" w:sz="4" w:space="0" w:color="auto"/>
              <w:bottom w:val="single" w:sz="4" w:space="0" w:color="auto"/>
              <w:right w:val="single" w:sz="4" w:space="0" w:color="auto"/>
            </w:tcBorders>
          </w:tcPr>
          <w:p w14:paraId="6731C854" w14:textId="77777777" w:rsidR="0099043B" w:rsidRPr="00391654" w:rsidRDefault="0099043B" w:rsidP="005B3176">
            <w:pPr>
              <w:spacing w:before="80" w:after="80" w:line="200" w:lineRule="exact"/>
              <w:ind w:left="113" w:right="113"/>
              <w:rPr>
                <w:bCs/>
                <w:i/>
                <w:color w:val="000000"/>
              </w:rPr>
            </w:pPr>
          </w:p>
        </w:tc>
        <w:tc>
          <w:tcPr>
            <w:tcW w:w="3154" w:type="dxa"/>
            <w:tcBorders>
              <w:top w:val="single" w:sz="4" w:space="0" w:color="auto"/>
              <w:left w:val="single" w:sz="4" w:space="0" w:color="auto"/>
              <w:bottom w:val="single" w:sz="4" w:space="0" w:color="auto"/>
              <w:right w:val="single" w:sz="4" w:space="0" w:color="auto"/>
            </w:tcBorders>
          </w:tcPr>
          <w:p w14:paraId="7BDF37E5" w14:textId="77777777" w:rsidR="0099043B" w:rsidRPr="00391654" w:rsidRDefault="0099043B" w:rsidP="005B3176">
            <w:pPr>
              <w:spacing w:before="80" w:after="80" w:line="200" w:lineRule="exact"/>
              <w:ind w:right="113"/>
              <w:rPr>
                <w:bCs/>
                <w:i/>
                <w:color w:val="000000"/>
              </w:rPr>
            </w:pPr>
            <w:r w:rsidRPr="00391654">
              <w:rPr>
                <w:bCs/>
                <w:i/>
                <w:color w:val="000000"/>
              </w:rPr>
              <w:t xml:space="preserve">Illuminating surface </w:t>
            </w:r>
          </w:p>
        </w:tc>
        <w:tc>
          <w:tcPr>
            <w:tcW w:w="3325" w:type="dxa"/>
            <w:tcBorders>
              <w:top w:val="single" w:sz="4" w:space="0" w:color="auto"/>
              <w:left w:val="single" w:sz="4" w:space="0" w:color="auto"/>
              <w:bottom w:val="single" w:sz="4" w:space="0" w:color="auto"/>
              <w:right w:val="single" w:sz="4" w:space="0" w:color="auto"/>
            </w:tcBorders>
          </w:tcPr>
          <w:p w14:paraId="3D705649" w14:textId="3051AEA6" w:rsidR="0099043B" w:rsidRPr="00391654" w:rsidRDefault="00231135" w:rsidP="001135A1">
            <w:pPr>
              <w:spacing w:before="80" w:after="80" w:line="200" w:lineRule="exact"/>
              <w:ind w:right="113"/>
              <w:rPr>
                <w:bCs/>
                <w:i/>
                <w:color w:val="000000"/>
              </w:rPr>
            </w:pPr>
            <w:r w:rsidRPr="00391654">
              <w:rPr>
                <w:bCs/>
                <w:i/>
                <w:color w:val="000000"/>
              </w:rPr>
              <w:t>Declared light-emitting surface according to</w:t>
            </w:r>
            <w:r w:rsidRPr="00231135">
              <w:rPr>
                <w:bCs/>
                <w:i/>
                <w:strike/>
                <w:color w:val="000000"/>
              </w:rPr>
              <w:t xml:space="preserve"> 2.8. </w:t>
            </w:r>
            <w:r w:rsidRPr="00391654">
              <w:rPr>
                <w:bCs/>
                <w:i/>
                <w:color w:val="000000"/>
              </w:rPr>
              <w:t xml:space="preserve"> </w:t>
            </w:r>
            <w:r w:rsidRPr="00391654">
              <w:rPr>
                <w:b/>
                <w:bCs/>
                <w:i/>
                <w:color w:val="000000"/>
              </w:rPr>
              <w:t>2.10.2.</w:t>
            </w:r>
            <w:r w:rsidRPr="00391654">
              <w:rPr>
                <w:bCs/>
                <w:i/>
                <w:color w:val="000000"/>
              </w:rPr>
              <w:t xml:space="preserve"> (a)</w:t>
            </w:r>
          </w:p>
        </w:tc>
      </w:tr>
      <w:tr w:rsidR="0099043B" w:rsidRPr="00D7273C" w14:paraId="236E3188" w14:textId="77777777" w:rsidTr="005B3176">
        <w:tc>
          <w:tcPr>
            <w:tcW w:w="2298" w:type="dxa"/>
            <w:tcBorders>
              <w:top w:val="single" w:sz="4" w:space="0" w:color="auto"/>
              <w:left w:val="single" w:sz="4" w:space="0" w:color="auto"/>
              <w:bottom w:val="single" w:sz="4" w:space="0" w:color="auto"/>
              <w:right w:val="single" w:sz="4" w:space="0" w:color="auto"/>
            </w:tcBorders>
          </w:tcPr>
          <w:p w14:paraId="5013929D"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Edges are</w:t>
            </w:r>
          </w:p>
        </w:tc>
        <w:tc>
          <w:tcPr>
            <w:tcW w:w="3154" w:type="dxa"/>
            <w:tcBorders>
              <w:top w:val="single" w:sz="4" w:space="0" w:color="auto"/>
              <w:left w:val="single" w:sz="4" w:space="0" w:color="auto"/>
              <w:bottom w:val="single" w:sz="4" w:space="0" w:color="auto"/>
              <w:right w:val="single" w:sz="4" w:space="0" w:color="auto"/>
            </w:tcBorders>
          </w:tcPr>
          <w:p w14:paraId="19EC663B"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a and b</w:t>
            </w:r>
          </w:p>
        </w:tc>
        <w:tc>
          <w:tcPr>
            <w:tcW w:w="3325" w:type="dxa"/>
            <w:tcBorders>
              <w:top w:val="single" w:sz="4" w:space="0" w:color="auto"/>
              <w:left w:val="single" w:sz="4" w:space="0" w:color="auto"/>
              <w:bottom w:val="single" w:sz="4" w:space="0" w:color="auto"/>
              <w:right w:val="single" w:sz="4" w:space="0" w:color="auto"/>
            </w:tcBorders>
          </w:tcPr>
          <w:p w14:paraId="1D1AAD11"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c and d</w:t>
            </w:r>
          </w:p>
        </w:tc>
      </w:tr>
    </w:tbl>
    <w:p w14:paraId="3ECC57F6" w14:textId="6D3136E7" w:rsidR="0099043B" w:rsidRDefault="0099043B">
      <w:pPr>
        <w:suppressAutoHyphens w:val="0"/>
        <w:spacing w:line="240" w:lineRule="auto"/>
        <w:rPr>
          <w:b/>
          <w:lang w:val="en-US"/>
        </w:rPr>
      </w:pPr>
    </w:p>
    <w:p w14:paraId="14142F29" w14:textId="720817A7" w:rsidR="00231135" w:rsidRDefault="00231135" w:rsidP="00231135">
      <w:pPr>
        <w:suppressAutoHyphens w:val="0"/>
        <w:spacing w:line="240" w:lineRule="auto"/>
        <w:ind w:left="1134"/>
        <w:rPr>
          <w:lang w:val="en-US"/>
        </w:rPr>
      </w:pPr>
      <w:r w:rsidRPr="00231135">
        <w:rPr>
          <w:lang w:val="en-US"/>
        </w:rPr>
        <w:t>…</w:t>
      </w:r>
    </w:p>
    <w:p w14:paraId="004A5600" w14:textId="6C14AC98" w:rsidR="0099043B" w:rsidRPr="00391654" w:rsidRDefault="0099043B" w:rsidP="00231135">
      <w:pPr>
        <w:tabs>
          <w:tab w:val="left" w:pos="5600"/>
        </w:tabs>
        <w:spacing w:before="240" w:after="120"/>
        <w:ind w:left="1134" w:right="1134"/>
        <w:jc w:val="both"/>
        <w:rPr>
          <w:u w:val="single"/>
        </w:rPr>
      </w:pPr>
      <w:r w:rsidRPr="00391654">
        <w:rPr>
          <w:u w:val="single"/>
        </w:rPr>
        <w:t>Example D</w:t>
      </w:r>
    </w:p>
    <w:p w14:paraId="3ED1E590" w14:textId="36E168C9" w:rsidR="0099043B" w:rsidRPr="00391654" w:rsidRDefault="0099043B" w:rsidP="00BC3099">
      <w:pPr>
        <w:spacing w:after="120"/>
        <w:ind w:left="1134" w:right="992"/>
        <w:jc w:val="both"/>
      </w:pPr>
      <w:r w:rsidRPr="00391654">
        <w:rPr>
          <w:noProof/>
          <w:lang w:eastAsia="en-GB"/>
        </w:rPr>
        <mc:AlternateContent>
          <mc:Choice Requires="wps">
            <w:drawing>
              <wp:anchor distT="0" distB="0" distL="114300" distR="114300" simplePos="0" relativeHeight="251665920" behindDoc="0" locked="0" layoutInCell="1" allowOverlap="1" wp14:anchorId="4057550E" wp14:editId="0E18FBC2">
                <wp:simplePos x="0" y="0"/>
                <wp:positionH relativeFrom="column">
                  <wp:posOffset>646430</wp:posOffset>
                </wp:positionH>
                <wp:positionV relativeFrom="paragraph">
                  <wp:posOffset>344805</wp:posOffset>
                </wp:positionV>
                <wp:extent cx="1129030" cy="685800"/>
                <wp:effectExtent l="0" t="0" r="0" b="0"/>
                <wp:wrapNone/>
                <wp:docPr id="968" name="Zone de texte 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0C5469" w14:textId="77777777" w:rsidR="00CD684F" w:rsidRPr="006004F4" w:rsidRDefault="00CD684F" w:rsidP="0099043B">
                            <w:pPr>
                              <w:rPr>
                                <w:bCs/>
                              </w:rPr>
                            </w:pPr>
                            <w:r w:rsidRPr="006004F4">
                              <w:rPr>
                                <w:bCs/>
                              </w:rPr>
                              <w:t>DECLARED</w:t>
                            </w:r>
                          </w:p>
                          <w:p w14:paraId="210EF57F" w14:textId="77777777" w:rsidR="00CD684F" w:rsidRPr="006004F4" w:rsidRDefault="00CD684F" w:rsidP="0099043B">
                            <w:pPr>
                              <w:rPr>
                                <w:bCs/>
                              </w:rPr>
                            </w:pPr>
                            <w:r w:rsidRPr="006004F4">
                              <w:rPr>
                                <w:bCs/>
                              </w:rPr>
                              <w:t>AXIS OF 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68" o:spid="_x0000_s1038" type="#_x0000_t202" style="position:absolute;left:0;text-align:left;margin-left:50.9pt;margin-top:27.15pt;width:88.9pt;height:5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" stroked="f">
                <v:textbox>
                  <w:txbxContent>
                    <w:p w14:paraId="110C5469" w14:textId="77777777" w:rsidR="00CD684F" w:rsidRPr="006004F4" w:rsidRDefault="00CD684F" w:rsidP="0099043B">
                      <w:pPr>
                        <w:rPr>
                          <w:bCs/>
                        </w:rPr>
                      </w:pPr>
                      <w:r w:rsidRPr="006004F4">
                        <w:rPr>
                          <w:bCs/>
                        </w:rPr>
                        <w:t>DECLARED</w:t>
                      </w:r>
                    </w:p>
                    <w:p w14:paraId="210EF57F" w14:textId="77777777" w:rsidR="00CD684F" w:rsidRPr="006004F4" w:rsidRDefault="00CD684F" w:rsidP="0099043B">
                      <w:pPr>
                        <w:rPr>
                          <w:bCs/>
                        </w:rPr>
                      </w:pPr>
                      <w:r w:rsidRPr="006004F4">
                        <w:rPr>
                          <w:bCs/>
                        </w:rPr>
                        <w:t>AXIS OF REFERENCE</w:t>
                      </w:r>
                    </w:p>
                  </w:txbxContent>
                </v:textbox>
              </v:shape>
            </w:pict>
          </mc:Fallback>
        </mc:AlternateContent>
      </w:r>
      <w:r w:rsidRPr="00391654">
        <w:t xml:space="preserve">Example to determine a light emitting surface according to </w:t>
      </w:r>
      <w:r w:rsidR="00231135" w:rsidRPr="00231135">
        <w:rPr>
          <w:strike/>
        </w:rPr>
        <w:t xml:space="preserve">2.8. </w:t>
      </w:r>
      <w:r w:rsidRPr="00391654">
        <w:rPr>
          <w:b/>
        </w:rPr>
        <w:t>2.</w:t>
      </w:r>
      <w:r w:rsidR="001135A1" w:rsidRPr="00391654">
        <w:rPr>
          <w:b/>
        </w:rPr>
        <w:t>10.2</w:t>
      </w:r>
      <w:r w:rsidRPr="00391654">
        <w:rPr>
          <w:b/>
        </w:rPr>
        <w:t>.</w:t>
      </w:r>
      <w:r w:rsidRPr="00391654">
        <w:t xml:space="preserve"> </w:t>
      </w:r>
      <w:r w:rsidR="001135A1" w:rsidRPr="00391654">
        <w:t>(</w:t>
      </w:r>
      <w:r w:rsidRPr="00391654">
        <w:t>a) in combination with an area which is not part of the function:</w:t>
      </w:r>
    </w:p>
    <w:p w14:paraId="15609B8F" w14:textId="6A882827" w:rsidR="0099043B" w:rsidRPr="00391654" w:rsidRDefault="00831B3C" w:rsidP="0099043B">
      <w:pPr>
        <w:ind w:left="1134"/>
        <w:rPr>
          <w:bCs/>
        </w:rPr>
      </w:pPr>
      <w:r w:rsidRPr="00391654">
        <w:rPr>
          <w:noProof/>
          <w:lang w:eastAsia="en-GB"/>
        </w:rPr>
        <mc:AlternateContent>
          <mc:Choice Requires="wps">
            <w:drawing>
              <wp:anchor distT="0" distB="0" distL="114300" distR="114300" simplePos="0" relativeHeight="251684352" behindDoc="0" locked="0" layoutInCell="1" allowOverlap="1" wp14:anchorId="04795AE8" wp14:editId="316076A8">
                <wp:simplePos x="0" y="0"/>
                <wp:positionH relativeFrom="column">
                  <wp:posOffset>4713165</wp:posOffset>
                </wp:positionH>
                <wp:positionV relativeFrom="paragraph">
                  <wp:posOffset>378314</wp:posOffset>
                </wp:positionV>
                <wp:extent cx="1061720" cy="625475"/>
                <wp:effectExtent l="0" t="0" r="5080" b="3175"/>
                <wp:wrapNone/>
                <wp:docPr id="973" name="Zone de texte 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B4C221" w14:textId="77777777" w:rsidR="00831B3C" w:rsidRPr="00B7435B" w:rsidRDefault="00831B3C" w:rsidP="00831B3C">
                            <w:pPr>
                              <w:ind w:left="-100" w:right="-120"/>
                            </w:pPr>
                            <w:r w:rsidRPr="00B7435B">
                              <w:t>Surface of the lens</w:t>
                            </w:r>
                            <w:r>
                              <w:t xml:space="preserve"> </w:t>
                            </w:r>
                            <w:r w:rsidRPr="00B7435B">
                              <w:t>Shown flat for convenience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61" o:spid="_x0000_s1039" type="#_x0000_t202" style="position:absolute;left:0;text-align:left;margin-left:371.1pt;margin-top:29.8pt;width:83.6pt;height:49.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" stroked="f">
                <v:textbox>
                  <w:txbxContent>
                    <w:p w14:paraId="0DB4C221" w14:textId="77777777" w:rsidR="00831B3C" w:rsidRPr="00B7435B" w:rsidRDefault="00831B3C" w:rsidP="00831B3C">
                      <w:pPr>
                        <w:ind w:left="-100" w:right="-120"/>
                      </w:pPr>
                      <w:r w:rsidRPr="00B7435B">
                        <w:t>Surface of the lens</w:t>
                      </w:r>
                      <w:r>
                        <w:t xml:space="preserve"> </w:t>
                      </w:r>
                      <w:r w:rsidRPr="00B7435B">
                        <w:t>Shown flat for convenience</w:t>
                      </w:r>
                    </w:p>
                  </w:txbxContent>
                </v:textbox>
              </v:shape>
            </w:pict>
          </mc:Fallback>
        </mc:AlternateContent>
      </w:r>
      <w:r w:rsidR="0099043B" w:rsidRPr="00391654">
        <w:rPr>
          <w:noProof/>
          <w:lang w:eastAsia="en-GB"/>
        </w:rPr>
        <mc:AlternateContent>
          <mc:Choice Requires="wps">
            <w:drawing>
              <wp:anchor distT="0" distB="0" distL="114300" distR="114300" simplePos="0" relativeHeight="251667968" behindDoc="0" locked="0" layoutInCell="1" allowOverlap="1" wp14:anchorId="7166C802" wp14:editId="693E14E7">
                <wp:simplePos x="0" y="0"/>
                <wp:positionH relativeFrom="column">
                  <wp:posOffset>3124200</wp:posOffset>
                </wp:positionH>
                <wp:positionV relativeFrom="paragraph">
                  <wp:posOffset>546100</wp:posOffset>
                </wp:positionV>
                <wp:extent cx="1587500" cy="363855"/>
                <wp:effectExtent l="0" t="0" r="0" b="0"/>
                <wp:wrapNone/>
                <wp:docPr id="967" name="Zone de texte 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0" cy="363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F8EFA" w14:textId="77777777" w:rsidR="00CD684F" w:rsidRPr="006004F4" w:rsidRDefault="00CD684F" w:rsidP="00831B3C">
                            <w:pPr>
                              <w:autoSpaceDE w:val="0"/>
                              <w:autoSpaceDN w:val="0"/>
                              <w:adjustRightInd w:val="0"/>
                              <w:spacing w:line="200" w:lineRule="atLeast"/>
                              <w:rPr>
                                <w:bCs/>
                                <w:color w:val="000000"/>
                                <w:lang w:val="en-US"/>
                              </w:rPr>
                            </w:pPr>
                            <w:r w:rsidRPr="006004F4">
                              <w:rPr>
                                <w:bCs/>
                                <w:color w:val="000000"/>
                                <w:lang w:val="en-US"/>
                              </w:rPr>
                              <w:t xml:space="preserve">X is not part of this function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67" o:spid="_x0000_s1040" type="#_x0000_t202" style="position:absolute;left:0;text-align:left;margin-left:246pt;margin-top:43pt;width:125pt;height:28.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" stroked="f">
                <v:textbox>
                  <w:txbxContent>
                    <w:p w14:paraId="77EF8EFA" w14:textId="77777777" w:rsidR="00CD684F" w:rsidRPr="006004F4" w:rsidRDefault="00CD684F" w:rsidP="00831B3C">
                      <w:pPr>
                        <w:autoSpaceDE w:val="0"/>
                        <w:autoSpaceDN w:val="0"/>
                        <w:adjustRightInd w:val="0"/>
                        <w:spacing w:line="200" w:lineRule="atLeast"/>
                        <w:rPr>
                          <w:bCs/>
                          <w:color w:val="000000"/>
                          <w:lang w:val="en-US"/>
                        </w:rPr>
                      </w:pPr>
                      <w:r w:rsidRPr="006004F4">
                        <w:rPr>
                          <w:bCs/>
                          <w:color w:val="000000"/>
                          <w:lang w:val="en-US"/>
                        </w:rPr>
                        <w:t xml:space="preserve">X is not part of this function </w:t>
                      </w:r>
                    </w:p>
                  </w:txbxContent>
                </v:textbox>
              </v:shape>
            </w:pict>
          </mc:Fallback>
        </mc:AlternateContent>
      </w:r>
      <w:r w:rsidR="0099043B" w:rsidRPr="00391654">
        <w:rPr>
          <w:noProof/>
          <w:lang w:eastAsia="en-GB"/>
        </w:rPr>
        <mc:AlternateContent>
          <mc:Choice Requires="wps">
            <w:drawing>
              <wp:anchor distT="0" distB="0" distL="114300" distR="114300" simplePos="0" relativeHeight="251672064" behindDoc="0" locked="0" layoutInCell="1" allowOverlap="1" wp14:anchorId="0F13F156" wp14:editId="172CE44A">
                <wp:simplePos x="0" y="0"/>
                <wp:positionH relativeFrom="column">
                  <wp:posOffset>4406900</wp:posOffset>
                </wp:positionH>
                <wp:positionV relativeFrom="paragraph">
                  <wp:posOffset>1581150</wp:posOffset>
                </wp:positionV>
                <wp:extent cx="1585595" cy="342900"/>
                <wp:effectExtent l="0" t="0" r="0" b="0"/>
                <wp:wrapNone/>
                <wp:docPr id="966" name="Zone de texte 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559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334CE" w14:textId="77777777" w:rsidR="00CD684F" w:rsidRPr="006004F4" w:rsidRDefault="00CD684F" w:rsidP="0099043B">
                            <w:pPr>
                              <w:rPr>
                                <w:lang w:val="de-DE"/>
                              </w:rPr>
                            </w:pPr>
                            <w:r w:rsidRPr="006004F4">
                              <w:rPr>
                                <w:lang w:val="de-DE"/>
                              </w:rPr>
                              <w:t>PROJECTED 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66" o:spid="_x0000_s1041" type="#_x0000_t202" style="position:absolute;left:0;text-align:left;margin-left:347pt;margin-top:124.5pt;width:124.85pt;height: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" stroked="f">
                <v:textbox>
                  <w:txbxContent>
                    <w:p w14:paraId="72A334CE" w14:textId="77777777" w:rsidR="00CD684F" w:rsidRPr="006004F4" w:rsidRDefault="00CD684F" w:rsidP="0099043B">
                      <w:pPr>
                        <w:rPr>
                          <w:lang w:val="de-DE"/>
                        </w:rPr>
                      </w:pPr>
                      <w:r w:rsidRPr="006004F4">
                        <w:rPr>
                          <w:lang w:val="de-DE"/>
                        </w:rPr>
                        <w:t>PROJECTED VIEW</w:t>
                      </w:r>
                    </w:p>
                  </w:txbxContent>
                </v:textbox>
              </v:shape>
            </w:pict>
          </mc:Fallback>
        </mc:AlternateContent>
      </w:r>
      <w:r w:rsidR="0099043B" w:rsidRPr="00391654">
        <w:rPr>
          <w:noProof/>
          <w:lang w:eastAsia="en-GB"/>
        </w:rPr>
        <w:drawing>
          <wp:inline distT="0" distB="0" distL="0" distR="0" wp14:anchorId="1EB496DD" wp14:editId="56AB34FA">
            <wp:extent cx="5021580" cy="2141220"/>
            <wp:effectExtent l="0" t="0" r="762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1580" cy="2141220"/>
                    </a:xfrm>
                    <a:prstGeom prst="rect">
                      <a:avLst/>
                    </a:prstGeom>
                    <a:noFill/>
                    <a:ln>
                      <a:noFill/>
                    </a:ln>
                  </pic:spPr>
                </pic:pic>
              </a:graphicData>
            </a:graphic>
          </wp:inline>
        </w:drawing>
      </w:r>
    </w:p>
    <w:p w14:paraId="363C816F" w14:textId="77777777" w:rsidR="0099043B" w:rsidRPr="00391654" w:rsidRDefault="0099043B" w:rsidP="0099043B">
      <w:pPr>
        <w:jc w:val="center"/>
        <w:rPr>
          <w:bCs/>
        </w:rPr>
      </w:pPr>
    </w:p>
    <w:tbl>
      <w:tblPr>
        <w:tblW w:w="7874" w:type="dxa"/>
        <w:tblInd w:w="1134"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1E0" w:firstRow="1" w:lastRow="1" w:firstColumn="1" w:lastColumn="1" w:noHBand="0" w:noVBand="0"/>
      </w:tblPr>
      <w:tblGrid>
        <w:gridCol w:w="2469"/>
        <w:gridCol w:w="5405"/>
      </w:tblGrid>
      <w:tr w:rsidR="0099043B" w:rsidRPr="00D7273C" w14:paraId="4FB2B3C2" w14:textId="77777777" w:rsidTr="005B3176">
        <w:tc>
          <w:tcPr>
            <w:tcW w:w="2469" w:type="dxa"/>
          </w:tcPr>
          <w:p w14:paraId="4A3E59EA" w14:textId="77777777" w:rsidR="0099043B" w:rsidRPr="00391654" w:rsidRDefault="0099043B" w:rsidP="005B3176">
            <w:pPr>
              <w:spacing w:before="80" w:after="80" w:line="200" w:lineRule="exact"/>
              <w:ind w:left="113" w:right="113"/>
              <w:rPr>
                <w:bCs/>
                <w:i/>
                <w:color w:val="000000"/>
              </w:rPr>
            </w:pPr>
          </w:p>
        </w:tc>
        <w:tc>
          <w:tcPr>
            <w:tcW w:w="5405" w:type="dxa"/>
          </w:tcPr>
          <w:p w14:paraId="550C30A3" w14:textId="0230F2B6" w:rsidR="0099043B" w:rsidRPr="00391654" w:rsidRDefault="0099043B">
            <w:pPr>
              <w:spacing w:before="80" w:after="80" w:line="200" w:lineRule="exact"/>
              <w:ind w:left="-3" w:right="113"/>
              <w:rPr>
                <w:bCs/>
                <w:i/>
                <w:color w:val="000000"/>
              </w:rPr>
            </w:pPr>
            <w:r w:rsidRPr="00391654">
              <w:rPr>
                <w:bCs/>
                <w:i/>
                <w:color w:val="000000"/>
              </w:rPr>
              <w:t>Declared Light-emitting surface according to</w:t>
            </w:r>
            <w:r w:rsidRPr="00391654">
              <w:rPr>
                <w:bCs/>
                <w:i/>
                <w:strike/>
                <w:color w:val="000000"/>
              </w:rPr>
              <w:t xml:space="preserve"> </w:t>
            </w:r>
            <w:r w:rsidR="00231135" w:rsidRPr="00231135">
              <w:rPr>
                <w:bCs/>
                <w:i/>
                <w:strike/>
                <w:color w:val="000000"/>
              </w:rPr>
              <w:t>2.8.</w:t>
            </w:r>
            <w:r w:rsidR="00231135">
              <w:rPr>
                <w:bCs/>
                <w:i/>
                <w:color w:val="000000"/>
              </w:rPr>
              <w:t xml:space="preserve"> </w:t>
            </w:r>
            <w:r w:rsidRPr="00391654">
              <w:rPr>
                <w:b/>
                <w:bCs/>
                <w:i/>
                <w:color w:val="000000"/>
              </w:rPr>
              <w:t>2.</w:t>
            </w:r>
            <w:r w:rsidR="001135A1" w:rsidRPr="00391654">
              <w:rPr>
                <w:b/>
                <w:bCs/>
                <w:i/>
                <w:color w:val="000000"/>
              </w:rPr>
              <w:t>10.2</w:t>
            </w:r>
            <w:r w:rsidRPr="00391654">
              <w:rPr>
                <w:b/>
                <w:bCs/>
                <w:i/>
                <w:color w:val="000000"/>
              </w:rPr>
              <w:t>.</w:t>
            </w:r>
            <w:r w:rsidRPr="00391654">
              <w:rPr>
                <w:bCs/>
                <w:i/>
                <w:color w:val="000000"/>
              </w:rPr>
              <w:t xml:space="preserve"> </w:t>
            </w:r>
            <w:r w:rsidR="001135A1" w:rsidRPr="00391654">
              <w:rPr>
                <w:bCs/>
                <w:i/>
                <w:color w:val="000000"/>
              </w:rPr>
              <w:t>(</w:t>
            </w:r>
            <w:r w:rsidRPr="00391654">
              <w:rPr>
                <w:bCs/>
                <w:i/>
                <w:color w:val="000000"/>
              </w:rPr>
              <w:t>a)</w:t>
            </w:r>
          </w:p>
        </w:tc>
      </w:tr>
      <w:tr w:rsidR="0099043B" w:rsidRPr="00D7273C" w14:paraId="7B19F5F3" w14:textId="77777777" w:rsidTr="005B3176">
        <w:tc>
          <w:tcPr>
            <w:tcW w:w="2469" w:type="dxa"/>
          </w:tcPr>
          <w:p w14:paraId="15A6EB73"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Edges are</w:t>
            </w:r>
          </w:p>
        </w:tc>
        <w:tc>
          <w:tcPr>
            <w:tcW w:w="5405" w:type="dxa"/>
          </w:tcPr>
          <w:p w14:paraId="3FA369AD"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c-d and e-f</w:t>
            </w:r>
          </w:p>
        </w:tc>
      </w:tr>
    </w:tbl>
    <w:p w14:paraId="60C439A9" w14:textId="05041535" w:rsidR="0099043B" w:rsidRPr="00391654" w:rsidRDefault="0099043B" w:rsidP="00231135">
      <w:pPr>
        <w:tabs>
          <w:tab w:val="left" w:pos="5600"/>
        </w:tabs>
        <w:spacing w:before="240" w:after="120"/>
        <w:ind w:left="1134" w:right="1134"/>
        <w:jc w:val="both"/>
        <w:rPr>
          <w:u w:val="single"/>
        </w:rPr>
      </w:pPr>
      <w:r w:rsidRPr="00391654">
        <w:rPr>
          <w:u w:val="single"/>
        </w:rPr>
        <w:t>Example E</w:t>
      </w:r>
    </w:p>
    <w:p w14:paraId="62E502D3" w14:textId="09CEB8F8" w:rsidR="0099043B" w:rsidRPr="00391654" w:rsidRDefault="0099043B" w:rsidP="00231135">
      <w:pPr>
        <w:spacing w:after="120"/>
        <w:ind w:left="1134" w:right="1134"/>
        <w:jc w:val="both"/>
      </w:pPr>
      <w:r w:rsidRPr="00391654">
        <w:t xml:space="preserve">Example to determine the apparent surface in combination with an area which is not part of the function and a non-textured outer lens (according to </w:t>
      </w:r>
      <w:r w:rsidR="00231135" w:rsidRPr="00231135">
        <w:rPr>
          <w:strike/>
        </w:rPr>
        <w:t xml:space="preserve">2.8. </w:t>
      </w:r>
      <w:r w:rsidR="00231135" w:rsidRPr="00391654">
        <w:rPr>
          <w:b/>
        </w:rPr>
        <w:t>2.10.2.</w:t>
      </w:r>
      <w:r w:rsidR="00231135" w:rsidRPr="00391654">
        <w:t xml:space="preserve"> (</w:t>
      </w:r>
      <w:r w:rsidR="00231135">
        <w:t>b</w:t>
      </w:r>
      <w:r w:rsidR="00231135" w:rsidRPr="00391654">
        <w:t>)</w:t>
      </w:r>
      <w:r w:rsidRPr="00391654">
        <w:t>):</w:t>
      </w:r>
    </w:p>
    <w:p w14:paraId="06AA5137" w14:textId="5C15DF5C" w:rsidR="0099043B" w:rsidRPr="00391654" w:rsidRDefault="0099043B" w:rsidP="0099043B">
      <w:pPr>
        <w:ind w:left="1134"/>
        <w:rPr>
          <w:bCs/>
        </w:rPr>
      </w:pPr>
      <w:r w:rsidRPr="00391654">
        <w:rPr>
          <w:noProof/>
          <w:lang w:eastAsia="en-GB"/>
        </w:rPr>
        <mc:AlternateContent>
          <mc:Choice Requires="wps">
            <w:drawing>
              <wp:anchor distT="0" distB="0" distL="114300" distR="114300" simplePos="0" relativeHeight="251680256" behindDoc="0" locked="0" layoutInCell="1" allowOverlap="1" wp14:anchorId="11CB4CB9" wp14:editId="7049D8FA">
                <wp:simplePos x="0" y="0"/>
                <wp:positionH relativeFrom="column">
                  <wp:posOffset>4984750</wp:posOffset>
                </wp:positionH>
                <wp:positionV relativeFrom="paragraph">
                  <wp:posOffset>1933575</wp:posOffset>
                </wp:positionV>
                <wp:extent cx="1395095" cy="256540"/>
                <wp:effectExtent l="0" t="0" r="0" b="0"/>
                <wp:wrapNone/>
                <wp:docPr id="963" name="Zone de texte 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09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758AA" w14:textId="77777777" w:rsidR="00CD684F" w:rsidRPr="006004F4" w:rsidRDefault="00CD684F" w:rsidP="0099043B">
                            <w:pPr>
                              <w:rPr>
                                <w:lang w:val="de-DE"/>
                              </w:rPr>
                            </w:pPr>
                            <w:r w:rsidRPr="006004F4">
                              <w:rPr>
                                <w:lang w:val="de-DE"/>
                              </w:rPr>
                              <w:t>PROJECTED 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63" o:spid="_x0000_s1042" type="#_x0000_t202" style="position:absolute;left:0;text-align:left;margin-left:392.5pt;margin-top:152.25pt;width:109.85pt;height:20.2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" stroked="f">
                <v:textbox>
                  <w:txbxContent>
                    <w:p w14:paraId="686758AA" w14:textId="77777777" w:rsidR="00CD684F" w:rsidRPr="006004F4" w:rsidRDefault="00CD684F" w:rsidP="0099043B">
                      <w:pPr>
                        <w:rPr>
                          <w:lang w:val="de-DE"/>
                        </w:rPr>
                      </w:pPr>
                      <w:r w:rsidRPr="006004F4">
                        <w:rPr>
                          <w:lang w:val="de-DE"/>
                        </w:rPr>
                        <w:t>PROJECTED VIEW</w:t>
                      </w:r>
                    </w:p>
                  </w:txbxContent>
                </v:textbox>
              </v:shape>
            </w:pict>
          </mc:Fallback>
        </mc:AlternateContent>
      </w:r>
      <w:r w:rsidRPr="00391654">
        <w:rPr>
          <w:noProof/>
          <w:lang w:eastAsia="en-GB"/>
        </w:rPr>
        <mc:AlternateContent>
          <mc:Choice Requires="wps">
            <w:drawing>
              <wp:anchor distT="0" distB="0" distL="114300" distR="114300" simplePos="0" relativeHeight="251678208" behindDoc="0" locked="0" layoutInCell="1" allowOverlap="1" wp14:anchorId="3F4B077C" wp14:editId="44459D49">
                <wp:simplePos x="0" y="0"/>
                <wp:positionH relativeFrom="column">
                  <wp:posOffset>5048250</wp:posOffset>
                </wp:positionH>
                <wp:positionV relativeFrom="paragraph">
                  <wp:posOffset>1050925</wp:posOffset>
                </wp:positionV>
                <wp:extent cx="1061720" cy="625475"/>
                <wp:effectExtent l="0" t="0" r="5080" b="3175"/>
                <wp:wrapNone/>
                <wp:docPr id="961" name="Zone de texte 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40EDE" w14:textId="77777777" w:rsidR="00CD684F" w:rsidRPr="00B7435B" w:rsidRDefault="00CD684F" w:rsidP="0099043B">
                            <w:pPr>
                              <w:ind w:left="-100" w:right="-120"/>
                            </w:pPr>
                            <w:r w:rsidRPr="00B7435B">
                              <w:t>Surface of the lens</w:t>
                            </w:r>
                            <w:r>
                              <w:t xml:space="preserve"> </w:t>
                            </w:r>
                            <w:r w:rsidRPr="00B7435B">
                              <w:t>Shown flat for convenience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43" type="#_x0000_t202" style="position:absolute;left:0;text-align:left;margin-left:397.5pt;margin-top:82.75pt;width:83.6pt;height:49.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" stroked="f">
                <v:textbox>
                  <w:txbxContent>
                    <w:p w14:paraId="16D40EDE" w14:textId="77777777" w:rsidR="00CD684F" w:rsidRPr="00B7435B" w:rsidRDefault="00CD684F" w:rsidP="0099043B">
                      <w:pPr>
                        <w:ind w:left="-100" w:right="-120"/>
                      </w:pPr>
                      <w:r w:rsidRPr="00B7435B">
                        <w:t>Surface of the lens</w:t>
                      </w:r>
                      <w:r>
                        <w:t xml:space="preserve"> </w:t>
                      </w:r>
                      <w:r w:rsidRPr="00B7435B">
                        <w:t>Shown flat for convenience</w:t>
                      </w:r>
                    </w:p>
                  </w:txbxContent>
                </v:textbox>
              </v:shape>
            </w:pict>
          </mc:Fallback>
        </mc:AlternateContent>
      </w:r>
      <w:r w:rsidRPr="00391654">
        <w:rPr>
          <w:noProof/>
          <w:lang w:eastAsia="en-GB"/>
        </w:rPr>
        <mc:AlternateContent>
          <mc:Choice Requires="wps">
            <w:drawing>
              <wp:anchor distT="0" distB="0" distL="114300" distR="114300" simplePos="0" relativeHeight="251674112" behindDoc="0" locked="0" layoutInCell="1" allowOverlap="1" wp14:anchorId="3C6AF551" wp14:editId="6E8218AB">
                <wp:simplePos x="0" y="0"/>
                <wp:positionH relativeFrom="column">
                  <wp:posOffset>3289300</wp:posOffset>
                </wp:positionH>
                <wp:positionV relativeFrom="paragraph">
                  <wp:posOffset>936625</wp:posOffset>
                </wp:positionV>
                <wp:extent cx="2447925" cy="237490"/>
                <wp:effectExtent l="0" t="0" r="0" b="0"/>
                <wp:wrapNone/>
                <wp:docPr id="962" name="Zone de texte 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3749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785B8" w14:textId="77777777" w:rsidR="00CD684F" w:rsidRPr="006004F4" w:rsidRDefault="00CD684F" w:rsidP="0099043B">
                            <w:pPr>
                              <w:autoSpaceDE w:val="0"/>
                              <w:autoSpaceDN w:val="0"/>
                              <w:adjustRightInd w:val="0"/>
                              <w:rPr>
                                <w:bCs/>
                                <w:color w:val="000000"/>
                                <w:lang w:val="en-US"/>
                              </w:rPr>
                            </w:pPr>
                            <w:r>
                              <w:rPr>
                                <w:bCs/>
                                <w:color w:val="000000"/>
                                <w:lang w:val="en-US"/>
                              </w:rPr>
                              <w:t>X is not part of this function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62" o:spid="_x0000_s1044" type="#_x0000_t202" style="position:absolute;left:0;text-align:left;margin-left:259pt;margin-top:73.75pt;width:192.75pt;height:18.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" filled="f" fillcolor="#bbe0e3" stroked="f">
                <v:textbox>
                  <w:txbxContent>
                    <w:p w14:paraId="3B9785B8" w14:textId="77777777" w:rsidR="00CD684F" w:rsidRPr="006004F4" w:rsidRDefault="00CD684F" w:rsidP="0099043B">
                      <w:pPr>
                        <w:autoSpaceDE w:val="0"/>
                        <w:autoSpaceDN w:val="0"/>
                        <w:adjustRightInd w:val="0"/>
                        <w:rPr>
                          <w:bCs/>
                          <w:color w:val="000000"/>
                          <w:lang w:val="en-US"/>
                        </w:rPr>
                      </w:pPr>
                      <w:r>
                        <w:rPr>
                          <w:bCs/>
                          <w:color w:val="000000"/>
                          <w:lang w:val="en-US"/>
                        </w:rPr>
                        <w:t>X is not part of this function</w:t>
                      </w:r>
                    </w:p>
                  </w:txbxContent>
                </v:textbox>
              </v:shape>
            </w:pict>
          </mc:Fallback>
        </mc:AlternateContent>
      </w:r>
      <w:r w:rsidRPr="00391654">
        <w:rPr>
          <w:noProof/>
          <w:lang w:eastAsia="en-GB"/>
        </w:rPr>
        <mc:AlternateContent>
          <mc:Choice Requires="wps">
            <w:drawing>
              <wp:anchor distT="0" distB="0" distL="114300" distR="114300" simplePos="0" relativeHeight="251676160" behindDoc="0" locked="0" layoutInCell="1" allowOverlap="1" wp14:anchorId="6E51F306" wp14:editId="2B4DCE49">
                <wp:simplePos x="0" y="0"/>
                <wp:positionH relativeFrom="column">
                  <wp:posOffset>952500</wp:posOffset>
                </wp:positionH>
                <wp:positionV relativeFrom="paragraph">
                  <wp:posOffset>22225</wp:posOffset>
                </wp:positionV>
                <wp:extent cx="995680" cy="685800"/>
                <wp:effectExtent l="0" t="0" r="0" b="0"/>
                <wp:wrapNone/>
                <wp:docPr id="960" name="Zone de texte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68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5A6784" w14:textId="77777777" w:rsidR="00CD684F" w:rsidRPr="006004F4" w:rsidRDefault="00CD684F" w:rsidP="0099043B">
                            <w:r w:rsidRPr="006004F4">
                              <w:t>DECLARED</w:t>
                            </w:r>
                          </w:p>
                          <w:p w14:paraId="7C420C90" w14:textId="77777777" w:rsidR="00CD684F" w:rsidRPr="00390184" w:rsidRDefault="00CD684F" w:rsidP="0099043B">
                            <w:pPr>
                              <w:rPr>
                                <w:b/>
                                <w:bCs/>
                              </w:rPr>
                            </w:pPr>
                            <w:r w:rsidRPr="006004F4">
                              <w:t>AXIS OF 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60" o:spid="_x0000_s1045" type="#_x0000_t202" style="position:absolute;left:0;text-align:left;margin-left:75pt;margin-top:1.75pt;width:78.4pt;height:5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" stroked="f">
                <v:textbox>
                  <w:txbxContent>
                    <w:p w14:paraId="595A6784" w14:textId="77777777" w:rsidR="00CD684F" w:rsidRPr="006004F4" w:rsidRDefault="00CD684F" w:rsidP="0099043B">
                      <w:r w:rsidRPr="006004F4">
                        <w:t>DECLARED</w:t>
                      </w:r>
                    </w:p>
                    <w:p w14:paraId="7C420C90" w14:textId="77777777" w:rsidR="00CD684F" w:rsidRPr="00390184" w:rsidRDefault="00CD684F" w:rsidP="0099043B">
                      <w:pPr>
                        <w:rPr>
                          <w:b/>
                          <w:bCs/>
                        </w:rPr>
                      </w:pPr>
                      <w:r w:rsidRPr="006004F4">
                        <w:t>AXIS OF REFERENCE</w:t>
                      </w:r>
                    </w:p>
                  </w:txbxContent>
                </v:textbox>
              </v:shape>
            </w:pict>
          </mc:Fallback>
        </mc:AlternateContent>
      </w:r>
      <w:r w:rsidRPr="00391654">
        <w:rPr>
          <w:noProof/>
          <w:lang w:eastAsia="en-GB"/>
        </w:rPr>
        <w:drawing>
          <wp:inline distT="0" distB="0" distL="0" distR="0" wp14:anchorId="58E51BC6" wp14:editId="1541AF7E">
            <wp:extent cx="5105400" cy="2209800"/>
            <wp:effectExtent l="0" t="0" r="0" b="0"/>
            <wp:docPr id="9" name="Image 9" descr="Description: Description: R48-A3-Graphik-06-1-c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escription: Description: R48-A3-Graphik-06-1-cc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05400" cy="2209800"/>
                    </a:xfrm>
                    <a:prstGeom prst="rect">
                      <a:avLst/>
                    </a:prstGeom>
                    <a:noFill/>
                    <a:ln>
                      <a:noFill/>
                    </a:ln>
                  </pic:spPr>
                </pic:pic>
              </a:graphicData>
            </a:graphic>
          </wp:inline>
        </w:drawing>
      </w:r>
    </w:p>
    <w:p w14:paraId="4EFA686C" w14:textId="77777777" w:rsidR="0099043B" w:rsidRPr="00391654" w:rsidRDefault="0099043B" w:rsidP="0099043B">
      <w:pPr>
        <w:jc w:val="center"/>
        <w:rPr>
          <w:bCs/>
        </w:rPr>
      </w:pPr>
    </w:p>
    <w:tbl>
      <w:tblPr>
        <w:tblW w:w="8505" w:type="dxa"/>
        <w:tblInd w:w="1134"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1E0" w:firstRow="1" w:lastRow="1" w:firstColumn="1" w:lastColumn="1" w:noHBand="0" w:noVBand="0"/>
      </w:tblPr>
      <w:tblGrid>
        <w:gridCol w:w="2489"/>
        <w:gridCol w:w="6016"/>
      </w:tblGrid>
      <w:tr w:rsidR="0099043B" w:rsidRPr="00D7273C" w14:paraId="07F12702" w14:textId="77777777" w:rsidTr="005B3176">
        <w:tc>
          <w:tcPr>
            <w:tcW w:w="2160" w:type="dxa"/>
          </w:tcPr>
          <w:p w14:paraId="7784CEF9" w14:textId="77777777" w:rsidR="0099043B" w:rsidRPr="00391654" w:rsidRDefault="0099043B" w:rsidP="005B3176">
            <w:pPr>
              <w:spacing w:before="80" w:after="80" w:line="200" w:lineRule="exact"/>
              <w:ind w:left="113" w:right="113"/>
              <w:rPr>
                <w:bCs/>
                <w:i/>
                <w:color w:val="000000"/>
              </w:rPr>
            </w:pPr>
          </w:p>
        </w:tc>
        <w:tc>
          <w:tcPr>
            <w:tcW w:w="5220" w:type="dxa"/>
          </w:tcPr>
          <w:p w14:paraId="3D051B32" w14:textId="7B4B8C34" w:rsidR="0099043B" w:rsidRPr="00391654" w:rsidRDefault="0099043B">
            <w:pPr>
              <w:spacing w:before="80" w:after="80" w:line="200" w:lineRule="exact"/>
              <w:ind w:right="113"/>
              <w:rPr>
                <w:bCs/>
                <w:i/>
                <w:color w:val="000000"/>
              </w:rPr>
            </w:pPr>
            <w:r w:rsidRPr="00391654">
              <w:rPr>
                <w:bCs/>
                <w:i/>
                <w:color w:val="000000"/>
              </w:rPr>
              <w:t xml:space="preserve">Declared Light emitting surface according to </w:t>
            </w:r>
            <w:r w:rsidR="00231135" w:rsidRPr="00231135">
              <w:rPr>
                <w:strike/>
              </w:rPr>
              <w:t xml:space="preserve">2.8. </w:t>
            </w:r>
            <w:r w:rsidR="00231135" w:rsidRPr="00391654">
              <w:rPr>
                <w:b/>
              </w:rPr>
              <w:t>2.10.2.</w:t>
            </w:r>
            <w:r w:rsidR="00231135" w:rsidRPr="00391654">
              <w:t xml:space="preserve"> (</w:t>
            </w:r>
            <w:r w:rsidR="00231135">
              <w:t>b</w:t>
            </w:r>
            <w:r w:rsidR="00231135" w:rsidRPr="00391654">
              <w:t xml:space="preserve">) </w:t>
            </w:r>
            <w:r w:rsidRPr="00391654">
              <w:rPr>
                <w:bCs/>
                <w:i/>
                <w:color w:val="000000"/>
              </w:rPr>
              <w:t>for example</w:t>
            </w:r>
          </w:p>
        </w:tc>
      </w:tr>
      <w:tr w:rsidR="0099043B" w:rsidRPr="00D7273C" w14:paraId="162EC69F" w14:textId="77777777" w:rsidTr="005B3176">
        <w:tc>
          <w:tcPr>
            <w:tcW w:w="2160" w:type="dxa"/>
          </w:tcPr>
          <w:p w14:paraId="49722309"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Edges are</w:t>
            </w:r>
          </w:p>
        </w:tc>
        <w:tc>
          <w:tcPr>
            <w:tcW w:w="5220" w:type="dxa"/>
          </w:tcPr>
          <w:p w14:paraId="3AB6E9A9" w14:textId="77777777" w:rsidR="0099043B" w:rsidRPr="00391654" w:rsidRDefault="0099043B" w:rsidP="005B317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c’-d’ and e’-f’</w:t>
            </w:r>
          </w:p>
        </w:tc>
      </w:tr>
    </w:tbl>
    <w:p w14:paraId="4E26C608" w14:textId="77777777" w:rsidR="0099043B" w:rsidRPr="00D7273C" w:rsidRDefault="0099043B">
      <w:pPr>
        <w:suppressAutoHyphens w:val="0"/>
        <w:spacing w:line="240" w:lineRule="auto"/>
        <w:rPr>
          <w:b/>
        </w:rPr>
      </w:pPr>
    </w:p>
    <w:p w14:paraId="782D41DF" w14:textId="5CB4CB51" w:rsidR="000F5F7D" w:rsidRPr="00770F30" w:rsidRDefault="00770F30" w:rsidP="00770F30">
      <w:pPr>
        <w:suppressAutoHyphens w:val="0"/>
        <w:spacing w:line="240" w:lineRule="auto"/>
        <w:ind w:firstLine="1134"/>
        <w:rPr>
          <w:lang w:val="en-US"/>
        </w:rPr>
      </w:pPr>
      <w:r w:rsidRPr="00770F30">
        <w:rPr>
          <w:lang w:val="en-US"/>
        </w:rPr>
        <w:t>”</w:t>
      </w:r>
    </w:p>
    <w:p w14:paraId="61A56A9A" w14:textId="3A641F99" w:rsidR="00231135" w:rsidRDefault="00231135" w:rsidP="00231135">
      <w:pPr>
        <w:pStyle w:val="SingleTxtG"/>
        <w:spacing w:before="240"/>
        <w:rPr>
          <w:snapToGrid w:val="0"/>
        </w:rPr>
      </w:pPr>
      <w:r w:rsidRPr="00231135">
        <w:rPr>
          <w:i/>
          <w:snapToGrid w:val="0"/>
        </w:rPr>
        <w:t xml:space="preserve">Part 7, </w:t>
      </w:r>
      <w:r w:rsidRPr="00EB477F">
        <w:rPr>
          <w:snapToGrid w:val="0"/>
        </w:rPr>
        <w:t>amend to read:</w:t>
      </w:r>
    </w:p>
    <w:p w14:paraId="328A267E" w14:textId="77777777" w:rsidR="00231135" w:rsidRDefault="00231135" w:rsidP="00231135">
      <w:pPr>
        <w:spacing w:after="120"/>
        <w:ind w:left="1134"/>
        <w:jc w:val="both"/>
      </w:pPr>
      <w:r>
        <w:t>“…</w:t>
      </w:r>
    </w:p>
    <w:p w14:paraId="348F27FA" w14:textId="40908CBE" w:rsidR="000F5F7D" w:rsidRPr="00391654" w:rsidRDefault="000F5F7D" w:rsidP="00BC3099">
      <w:pPr>
        <w:spacing w:after="120"/>
        <w:ind w:left="1134" w:right="992"/>
        <w:jc w:val="both"/>
      </w:pPr>
      <w:r w:rsidRPr="00391654">
        <w:t>In the case where the non</w:t>
      </w:r>
      <w:r w:rsidRPr="00391654">
        <w:noBreakHyphen/>
        <w:t xml:space="preserve">textured outer lens is excluded, "7b" is the apparent surface according to paragraph </w:t>
      </w:r>
      <w:r w:rsidR="00231135" w:rsidRPr="00231135">
        <w:rPr>
          <w:strike/>
        </w:rPr>
        <w:t xml:space="preserve">2.8. </w:t>
      </w:r>
      <w:r w:rsidRPr="00391654">
        <w:rPr>
          <w:b/>
        </w:rPr>
        <w:t>2.</w:t>
      </w:r>
      <w:r w:rsidR="001135A1" w:rsidRPr="00391654">
        <w:rPr>
          <w:b/>
        </w:rPr>
        <w:t>10.2</w:t>
      </w:r>
      <w:r w:rsidRPr="00391654">
        <w:rPr>
          <w:b/>
        </w:rPr>
        <w:t>.</w:t>
      </w:r>
      <w:r w:rsidRPr="00391654">
        <w:t xml:space="preserve"> and F1 shall not be transparent to F2: </w:t>
      </w:r>
    </w:p>
    <w:p w14:paraId="72FD8433" w14:textId="0CAE306B" w:rsidR="000F5F7D" w:rsidRPr="00391654" w:rsidRDefault="000F5F7D" w:rsidP="000F5F7D">
      <w:pPr>
        <w:ind w:left="1134"/>
        <w:rPr>
          <w:bCs/>
        </w:rPr>
      </w:pPr>
      <w:r w:rsidRPr="00391654">
        <w:rPr>
          <w:noProof/>
          <w:lang w:eastAsia="en-GB"/>
        </w:rPr>
        <mc:AlternateContent>
          <mc:Choice Requires="wps">
            <w:drawing>
              <wp:anchor distT="0" distB="0" distL="114300" distR="114300" simplePos="0" relativeHeight="251682304" behindDoc="0" locked="0" layoutInCell="1" allowOverlap="1" wp14:anchorId="7B450AE8" wp14:editId="308F8355">
                <wp:simplePos x="0" y="0"/>
                <wp:positionH relativeFrom="column">
                  <wp:posOffset>5270500</wp:posOffset>
                </wp:positionH>
                <wp:positionV relativeFrom="paragraph">
                  <wp:posOffset>685800</wp:posOffset>
                </wp:positionV>
                <wp:extent cx="732155" cy="857250"/>
                <wp:effectExtent l="0" t="0" r="0" b="0"/>
                <wp:wrapNone/>
                <wp:docPr id="988" name="Zone de texte 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155"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0B5F11" w14:textId="77777777" w:rsidR="00CD684F" w:rsidRPr="00DD6BBB" w:rsidRDefault="00CD684F" w:rsidP="000F5F7D">
                            <w:pPr>
                              <w:ind w:left="-100" w:right="-136"/>
                              <w:jc w:val="center"/>
                              <w:rPr>
                                <w:bCs/>
                                <w:lang w:val="en-US"/>
                              </w:rPr>
                            </w:pPr>
                            <w:r w:rsidRPr="00DD6BBB">
                              <w:rPr>
                                <w:bCs/>
                                <w:color w:val="000000"/>
                                <w:lang w:val="en-US"/>
                              </w:rPr>
                              <w:t>F1 is not reciprocally incorporated with F2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88" o:spid="_x0000_s1046" type="#_x0000_t202" style="position:absolute;left:0;text-align:left;margin-left:415pt;margin-top:54pt;width:57.65pt;height:6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" stroked="f">
                <v:textbox>
                  <w:txbxContent>
                    <w:p w14:paraId="4C0B5F11" w14:textId="77777777" w:rsidR="00CD684F" w:rsidRPr="00DD6BBB" w:rsidRDefault="00CD684F" w:rsidP="000F5F7D">
                      <w:pPr>
                        <w:ind w:left="-100" w:right="-136"/>
                        <w:jc w:val="center"/>
                        <w:rPr>
                          <w:bCs/>
                          <w:lang w:val="en-US"/>
                        </w:rPr>
                      </w:pPr>
                      <w:r w:rsidRPr="00DD6BBB">
                        <w:rPr>
                          <w:bCs/>
                          <w:color w:val="000000"/>
                          <w:lang w:val="en-US"/>
                        </w:rPr>
                        <w:t>F1 is not reciprocally incorporated with F2</w:t>
                      </w:r>
                    </w:p>
                  </w:txbxContent>
                </v:textbox>
              </v:shape>
            </w:pict>
          </mc:Fallback>
        </mc:AlternateContent>
      </w:r>
      <w:r w:rsidRPr="00391654">
        <w:rPr>
          <w:b/>
          <w:noProof/>
          <w:lang w:eastAsia="en-GB"/>
        </w:rPr>
        <w:drawing>
          <wp:inline distT="0" distB="0" distL="0" distR="0" wp14:anchorId="22C07313" wp14:editId="2FB4B00A">
            <wp:extent cx="4450080" cy="1958340"/>
            <wp:effectExtent l="0" t="0" r="7620" b="3810"/>
            <wp:docPr id="10" name="Image 10" descr="Description: Description: R48-A3-Graphik-08-ccf-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descr="Description: Description: R48-A3-Graphik-08-ccf-n"/>
                    <pic:cNvPicPr>
                      <a:picLocks noChangeAspect="1" noChangeArrowheads="1"/>
                    </pic:cNvPicPr>
                  </pic:nvPicPr>
                  <pic:blipFill>
                    <a:blip r:embed="rId20" cstate="print">
                      <a:extLst>
                        <a:ext uri="{28A0092B-C50C-407E-A947-70E740481C1C}">
                          <a14:useLocalDpi xmlns:a14="http://schemas.microsoft.com/office/drawing/2010/main" val="0"/>
                        </a:ext>
                      </a:extLst>
                    </a:blip>
                    <a:srcRect b="11290"/>
                    <a:stretch>
                      <a:fillRect/>
                    </a:stretch>
                  </pic:blipFill>
                  <pic:spPr bwMode="auto">
                    <a:xfrm>
                      <a:off x="0" y="0"/>
                      <a:ext cx="4450080" cy="1958340"/>
                    </a:xfrm>
                    <a:prstGeom prst="rect">
                      <a:avLst/>
                    </a:prstGeom>
                    <a:noFill/>
                    <a:ln>
                      <a:noFill/>
                    </a:ln>
                  </pic:spPr>
                </pic:pic>
              </a:graphicData>
            </a:graphic>
          </wp:inline>
        </w:drawing>
      </w:r>
    </w:p>
    <w:p w14:paraId="118438DD" w14:textId="29E3919A" w:rsidR="000F5F7D" w:rsidRPr="00231135" w:rsidRDefault="00231135" w:rsidP="00231135">
      <w:pPr>
        <w:suppressAutoHyphens w:val="0"/>
        <w:spacing w:line="240" w:lineRule="auto"/>
        <w:ind w:left="1134"/>
        <w:rPr>
          <w:lang w:val="en-US"/>
        </w:rPr>
      </w:pPr>
      <w:r w:rsidRPr="00231135">
        <w:rPr>
          <w:lang w:val="en-US"/>
        </w:rPr>
        <w:t>…”</w:t>
      </w:r>
    </w:p>
    <w:p w14:paraId="7B8325CE" w14:textId="77777777" w:rsidR="000F5F7D" w:rsidRPr="00D7273C" w:rsidRDefault="000F5F7D">
      <w:pPr>
        <w:suppressAutoHyphens w:val="0"/>
        <w:spacing w:line="240" w:lineRule="auto"/>
        <w:rPr>
          <w:b/>
          <w:lang w:val="en-US"/>
        </w:rPr>
      </w:pPr>
    </w:p>
    <w:p w14:paraId="44A05910" w14:textId="77777777" w:rsidR="00831B3C" w:rsidRDefault="00770F30" w:rsidP="00831B3C">
      <w:pPr>
        <w:pStyle w:val="SingleTxtG"/>
        <w:rPr>
          <w:i/>
          <w:snapToGrid w:val="0"/>
        </w:rPr>
      </w:pPr>
      <w:r w:rsidRPr="00231135">
        <w:rPr>
          <w:i/>
          <w:snapToGrid w:val="0"/>
        </w:rPr>
        <w:t xml:space="preserve">Annex </w:t>
      </w:r>
      <w:r>
        <w:rPr>
          <w:i/>
          <w:snapToGrid w:val="0"/>
        </w:rPr>
        <w:t>9</w:t>
      </w:r>
      <w:r w:rsidRPr="00231135">
        <w:rPr>
          <w:i/>
          <w:snapToGrid w:val="0"/>
        </w:rPr>
        <w:t xml:space="preserve">, </w:t>
      </w:r>
    </w:p>
    <w:p w14:paraId="1DA8A27E" w14:textId="3893BEBA" w:rsidR="00770F30" w:rsidRDefault="00831B3C" w:rsidP="00831B3C">
      <w:pPr>
        <w:pStyle w:val="SingleTxtG"/>
        <w:rPr>
          <w:snapToGrid w:val="0"/>
        </w:rPr>
      </w:pPr>
      <w:r>
        <w:rPr>
          <w:i/>
          <w:snapToGrid w:val="0"/>
        </w:rPr>
        <w:t>P</w:t>
      </w:r>
      <w:r w:rsidR="00694A26">
        <w:rPr>
          <w:i/>
          <w:snapToGrid w:val="0"/>
        </w:rPr>
        <w:t xml:space="preserve">aragraph 1.1. </w:t>
      </w:r>
      <w:r w:rsidR="00770F30" w:rsidRPr="00EB477F">
        <w:rPr>
          <w:snapToGrid w:val="0"/>
        </w:rPr>
        <w:t>amend to read:</w:t>
      </w:r>
    </w:p>
    <w:p w14:paraId="4544301A" w14:textId="42493D6B" w:rsidR="000F5F7D" w:rsidRPr="00391654" w:rsidRDefault="00694A26" w:rsidP="00BC3099">
      <w:pPr>
        <w:pStyle w:val="SingleTxtG"/>
        <w:ind w:left="2268" w:right="992" w:hanging="1134"/>
        <w:rPr>
          <w:lang w:val="en-US"/>
        </w:rPr>
      </w:pPr>
      <w:r>
        <w:rPr>
          <w:lang w:val="en-US"/>
        </w:rPr>
        <w:t>“</w:t>
      </w:r>
      <w:r w:rsidR="000F5F7D" w:rsidRPr="00391654">
        <w:rPr>
          <w:lang w:val="en-US"/>
        </w:rPr>
        <w:t>1.1.</w:t>
      </w:r>
      <w:r w:rsidR="000F5F7D" w:rsidRPr="00391654">
        <w:rPr>
          <w:lang w:val="en-US"/>
        </w:rPr>
        <w:tab/>
        <w:t>Position of lamps</w:t>
      </w:r>
    </w:p>
    <w:p w14:paraId="63F6264B" w14:textId="5D7AFBC3" w:rsidR="000F5F7D" w:rsidRPr="00391654" w:rsidRDefault="000F5F7D" w:rsidP="00BC3099">
      <w:pPr>
        <w:pStyle w:val="SingleTxtG"/>
        <w:ind w:left="2268" w:right="992"/>
        <w:rPr>
          <w:lang w:val="en-US"/>
        </w:rPr>
      </w:pPr>
      <w:r w:rsidRPr="00391654">
        <w:rPr>
          <w:lang w:val="en-US"/>
        </w:rPr>
        <w:t xml:space="preserve">The position of lamps, as defined in paragraph </w:t>
      </w:r>
      <w:r w:rsidR="00770F30" w:rsidRPr="00770F30">
        <w:rPr>
          <w:strike/>
          <w:lang w:val="en-US"/>
        </w:rPr>
        <w:t>2.7.</w:t>
      </w:r>
      <w:r w:rsidR="00770F30" w:rsidRPr="00770F30">
        <w:rPr>
          <w:b/>
          <w:lang w:val="en-US"/>
        </w:rPr>
        <w:t xml:space="preserve"> </w:t>
      </w:r>
      <w:r w:rsidRPr="00391654">
        <w:rPr>
          <w:b/>
          <w:lang w:val="en-US"/>
        </w:rPr>
        <w:t>2.</w:t>
      </w:r>
      <w:r w:rsidR="001135A1" w:rsidRPr="00391654">
        <w:rPr>
          <w:b/>
          <w:lang w:val="en-US"/>
        </w:rPr>
        <w:t>1.6</w:t>
      </w:r>
      <w:r w:rsidRPr="00391654">
        <w:rPr>
          <w:b/>
          <w:lang w:val="en-US"/>
        </w:rPr>
        <w:t xml:space="preserve">. </w:t>
      </w:r>
      <w:r w:rsidRPr="00391654">
        <w:rPr>
          <w:lang w:val="en-US"/>
        </w:rPr>
        <w:t>of this Regulation, in width, in height and in length shall be checked in accordance with the general requirements set out in paragraphs </w:t>
      </w:r>
      <w:r w:rsidR="00770F30" w:rsidRPr="00770F30">
        <w:rPr>
          <w:strike/>
        </w:rPr>
        <w:t xml:space="preserve">2.8. to 2.10., 2.14. </w:t>
      </w:r>
      <w:r w:rsidRPr="00391654">
        <w:rPr>
          <w:b/>
          <w:lang w:val="en-US"/>
        </w:rPr>
        <w:t>2.</w:t>
      </w:r>
      <w:r w:rsidR="001135A1" w:rsidRPr="00391654">
        <w:rPr>
          <w:b/>
          <w:lang w:val="en-US"/>
        </w:rPr>
        <w:t>10.2., 2.10.3., 2.10.4., 2.3.3.</w:t>
      </w:r>
      <w:r w:rsidRPr="00391654">
        <w:rPr>
          <w:b/>
          <w:lang w:val="en-US"/>
        </w:rPr>
        <w:t xml:space="preserve"> </w:t>
      </w:r>
      <w:r w:rsidRPr="00391654">
        <w:rPr>
          <w:lang w:val="en-US"/>
        </w:rPr>
        <w:t>and 5.4. of this Regulation.</w:t>
      </w:r>
    </w:p>
    <w:p w14:paraId="5A23E885" w14:textId="1708B8D2" w:rsidR="00694A26" w:rsidRDefault="000F5F7D" w:rsidP="00BC3099">
      <w:pPr>
        <w:pStyle w:val="SingleTxtG"/>
        <w:ind w:left="2268" w:right="992"/>
        <w:rPr>
          <w:lang w:val="en-US"/>
        </w:rPr>
      </w:pPr>
      <w:r w:rsidRPr="00391654">
        <w:rPr>
          <w:lang w:val="en-US"/>
        </w:rPr>
        <w:t>The values measured for the distances shall be such that the individual specifications applica</w:t>
      </w:r>
      <w:r w:rsidR="00694A26">
        <w:rPr>
          <w:lang w:val="en-US"/>
        </w:rPr>
        <w:t>ble to each lamp are fulfilled.”</w:t>
      </w:r>
    </w:p>
    <w:p w14:paraId="38FE5965" w14:textId="75759BF9" w:rsidR="00694A26" w:rsidRDefault="00831B3C" w:rsidP="00694A26">
      <w:pPr>
        <w:pStyle w:val="SingleTxtG"/>
        <w:spacing w:before="240"/>
        <w:rPr>
          <w:snapToGrid w:val="0"/>
        </w:rPr>
      </w:pPr>
      <w:r>
        <w:rPr>
          <w:i/>
          <w:snapToGrid w:val="0"/>
        </w:rPr>
        <w:t>P</w:t>
      </w:r>
      <w:r w:rsidR="00694A26">
        <w:rPr>
          <w:i/>
          <w:snapToGrid w:val="0"/>
        </w:rPr>
        <w:t xml:space="preserve">aragraph 1.2.1. </w:t>
      </w:r>
      <w:r w:rsidR="00694A26" w:rsidRPr="00EB477F">
        <w:rPr>
          <w:snapToGrid w:val="0"/>
        </w:rPr>
        <w:t>amend to read:</w:t>
      </w:r>
    </w:p>
    <w:p w14:paraId="39BC1B9B" w14:textId="0249F4B4" w:rsidR="0073438A" w:rsidRDefault="00694A26" w:rsidP="00694A26">
      <w:pPr>
        <w:pStyle w:val="SingleTxtG"/>
        <w:ind w:left="2268" w:right="992" w:hanging="1134"/>
        <w:rPr>
          <w:lang w:val="en-US"/>
        </w:rPr>
      </w:pPr>
      <w:r>
        <w:rPr>
          <w:lang w:val="en-US"/>
        </w:rPr>
        <w:t>“</w:t>
      </w:r>
      <w:r w:rsidR="000F5F7D" w:rsidRPr="00391654">
        <w:rPr>
          <w:lang w:val="en-US"/>
        </w:rPr>
        <w:t>1.2.1.</w:t>
      </w:r>
      <w:r w:rsidR="000F5F7D" w:rsidRPr="00391654">
        <w:rPr>
          <w:lang w:val="en-US"/>
        </w:rPr>
        <w:tab/>
        <w:t>The angles of geometric visibility shall be checked in accordance with paragraph </w:t>
      </w:r>
      <w:r w:rsidR="00770F30" w:rsidRPr="00770F30">
        <w:rPr>
          <w:strike/>
          <w:lang w:val="en-US"/>
        </w:rPr>
        <w:t>2.13.</w:t>
      </w:r>
      <w:r w:rsidR="00770F30" w:rsidRPr="00770F30">
        <w:rPr>
          <w:b/>
          <w:lang w:val="en-US"/>
        </w:rPr>
        <w:t xml:space="preserve"> </w:t>
      </w:r>
      <w:r w:rsidR="000F5F7D" w:rsidRPr="00391654">
        <w:rPr>
          <w:b/>
          <w:lang w:val="en-US"/>
        </w:rPr>
        <w:t>2.1</w:t>
      </w:r>
      <w:r w:rsidR="001135A1" w:rsidRPr="00391654">
        <w:rPr>
          <w:b/>
          <w:lang w:val="en-US"/>
        </w:rPr>
        <w:t>0.7</w:t>
      </w:r>
      <w:r w:rsidR="000F5F7D" w:rsidRPr="00391654">
        <w:rPr>
          <w:b/>
          <w:lang w:val="en-US"/>
        </w:rPr>
        <w:t>.</w:t>
      </w:r>
      <w:r w:rsidR="000F5F7D" w:rsidRPr="00391654">
        <w:rPr>
          <w:lang w:val="en-US"/>
        </w:rPr>
        <w:t xml:space="preserve"> of this Regulation. </w:t>
      </w:r>
    </w:p>
    <w:p w14:paraId="32815DFE" w14:textId="2CC3F8D2" w:rsidR="000F5F7D" w:rsidRPr="00391654" w:rsidRDefault="0073438A" w:rsidP="00BC3099">
      <w:pPr>
        <w:pStyle w:val="SingleTxtG"/>
        <w:ind w:left="2268" w:right="992"/>
        <w:rPr>
          <w:lang w:val="en-US"/>
        </w:rPr>
      </w:pPr>
      <w:r>
        <w:rPr>
          <w:lang w:val="en-US"/>
        </w:rPr>
        <w:t>…</w:t>
      </w:r>
      <w:r w:rsidR="00770F30">
        <w:rPr>
          <w:lang w:val="en-US"/>
        </w:rPr>
        <w:t>”</w:t>
      </w:r>
    </w:p>
    <w:p w14:paraId="186990DC" w14:textId="567F9D8F" w:rsidR="0073438A" w:rsidRDefault="0073438A" w:rsidP="00EC152D">
      <w:pPr>
        <w:pStyle w:val="SingleTxtG"/>
        <w:rPr>
          <w:snapToGrid w:val="0"/>
        </w:rPr>
      </w:pPr>
      <w:r w:rsidRPr="00231135">
        <w:rPr>
          <w:i/>
          <w:snapToGrid w:val="0"/>
        </w:rPr>
        <w:t xml:space="preserve">Annex </w:t>
      </w:r>
      <w:r>
        <w:rPr>
          <w:i/>
          <w:snapToGrid w:val="0"/>
        </w:rPr>
        <w:t>15</w:t>
      </w:r>
      <w:r w:rsidRPr="00231135">
        <w:rPr>
          <w:i/>
          <w:snapToGrid w:val="0"/>
        </w:rPr>
        <w:t xml:space="preserve">, </w:t>
      </w:r>
      <w:r w:rsidRPr="00EB477F">
        <w:rPr>
          <w:snapToGrid w:val="0"/>
        </w:rPr>
        <w:t>amend to read:</w:t>
      </w:r>
    </w:p>
    <w:p w14:paraId="3F5051AA" w14:textId="20834811" w:rsidR="00694A26" w:rsidRPr="000F25A3" w:rsidRDefault="00694A26" w:rsidP="00694A26">
      <w:pPr>
        <w:pStyle w:val="HChG"/>
        <w:rPr>
          <w:bCs/>
        </w:rPr>
      </w:pPr>
      <w:r>
        <w:t>“</w:t>
      </w:r>
      <w:r w:rsidRPr="000F25A3">
        <w:t>Annex 15</w:t>
      </w:r>
    </w:p>
    <w:p w14:paraId="06D13F7F" w14:textId="5B7D3C10" w:rsidR="000F5F7D" w:rsidRPr="00694A26" w:rsidRDefault="00694A26" w:rsidP="00694A26">
      <w:pPr>
        <w:pStyle w:val="HChG"/>
        <w:ind w:right="992"/>
        <w:jc w:val="both"/>
      </w:pPr>
      <w:r>
        <w:tab/>
      </w:r>
      <w:r>
        <w:tab/>
      </w:r>
      <w:r w:rsidR="000F5F7D" w:rsidRPr="00694A26">
        <w:t xml:space="preserve">Gonio(photo)meter system used for the photometric measurements as defined in paragraph </w:t>
      </w:r>
      <w:r w:rsidR="0073438A" w:rsidRPr="00694A26">
        <w:rPr>
          <w:strike/>
        </w:rPr>
        <w:t>2.34.</w:t>
      </w:r>
      <w:r w:rsidR="0073438A" w:rsidRPr="00694A26">
        <w:t xml:space="preserve"> </w:t>
      </w:r>
      <w:r w:rsidR="000F5F7D" w:rsidRPr="00694A26">
        <w:t>2.</w:t>
      </w:r>
      <w:r w:rsidR="001135A1" w:rsidRPr="00694A26">
        <w:t>10.9</w:t>
      </w:r>
      <w:r w:rsidR="000F5F7D" w:rsidRPr="00694A26">
        <w:t>.</w:t>
      </w:r>
      <w:r w:rsidRPr="00694A26">
        <w:t xml:space="preserve"> of this Regulation</w:t>
      </w:r>
    </w:p>
    <w:p w14:paraId="2EBBA2F7" w14:textId="77777777" w:rsidR="00694A26" w:rsidRDefault="000F5F7D" w:rsidP="000F5F7D">
      <w:pPr>
        <w:suppressAutoHyphens w:val="0"/>
        <w:spacing w:line="240" w:lineRule="auto"/>
        <w:rPr>
          <w:b/>
          <w:lang w:val="en-US"/>
        </w:rPr>
      </w:pPr>
      <w:r w:rsidRPr="009B0980">
        <w:rPr>
          <w:noProof/>
          <w:sz w:val="24"/>
          <w:szCs w:val="24"/>
          <w:lang w:eastAsia="en-GB"/>
        </w:rPr>
        <mc:AlternateContent>
          <mc:Choice Requires="wpc">
            <w:drawing>
              <wp:inline distT="0" distB="0" distL="0" distR="0" wp14:anchorId="3C664D12" wp14:editId="229C8D04">
                <wp:extent cx="4634230" cy="2409190"/>
                <wp:effectExtent l="3810" t="17145" r="635" b="2540"/>
                <wp:docPr id="304" name="Zone de dessin 30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1" name="Group 28"/>
                        <wpg:cNvGrpSpPr>
                          <a:grpSpLocks/>
                        </wpg:cNvGrpSpPr>
                        <wpg:grpSpPr bwMode="auto">
                          <a:xfrm>
                            <a:off x="1717511" y="340450"/>
                            <a:ext cx="342994" cy="688521"/>
                            <a:chOff x="2996" y="3125"/>
                            <a:chExt cx="270" cy="542"/>
                          </a:xfrm>
                        </wpg:grpSpPr>
                        <wps:wsp>
                          <wps:cNvPr id="12" name="Oval 29"/>
                          <wps:cNvSpPr>
                            <a:spLocks noChangeArrowheads="1"/>
                          </wps:cNvSpPr>
                          <wps:spPr bwMode="auto">
                            <a:xfrm rot="968537">
                              <a:off x="2996" y="3125"/>
                              <a:ext cx="270" cy="542"/>
                            </a:xfrm>
                            <a:prstGeom prst="ellipse">
                              <a:avLst/>
                            </a:prstGeom>
                            <a:solidFill>
                              <a:srgbClr val="000000"/>
                            </a:solidFill>
                            <a:ln>
                              <a:noFill/>
                            </a:ln>
                            <a:effectLst>
                              <a:prstShdw prst="shdw17" dist="17961" dir="2700000">
                                <a:srgbClr val="000000">
                                  <a:gamma/>
                                  <a:shade val="60000"/>
                                  <a:invGamma/>
                                </a:srgbClr>
                              </a:prstShdw>
                            </a:effectLst>
                            <a:extLst>
                              <a:ext uri="{91240B29-F687-4F45-9708-019B960494DF}">
                                <a14:hiddenLine xmlns:a14="http://schemas.microsoft.com/office/drawing/2010/main" w="9525">
                                  <a:solidFill>
                                    <a:srgbClr val="003466"/>
                                  </a:solidFill>
                                  <a:round/>
                                  <a:headEnd/>
                                  <a:tailEnd/>
                                </a14:hiddenLine>
                              </a:ext>
                            </a:extLst>
                          </wps:spPr>
                          <wps:bodyPr rot="0" vert="horz" wrap="square" lIns="90000" tIns="46800" rIns="90000" bIns="46800" anchor="ctr" anchorCtr="0" upright="1">
                            <a:noAutofit/>
                          </wps:bodyPr>
                        </wps:wsp>
                        <wps:wsp>
                          <wps:cNvPr id="13" name="Oval 30"/>
                          <wps:cNvSpPr>
                            <a:spLocks noChangeArrowheads="1"/>
                          </wps:cNvSpPr>
                          <wps:spPr bwMode="auto">
                            <a:xfrm rot="-3374736">
                              <a:off x="3073" y="3351"/>
                              <a:ext cx="128" cy="79"/>
                            </a:xfrm>
                            <a:prstGeom prst="ellipse">
                              <a:avLst/>
                            </a:prstGeom>
                            <a:solidFill>
                              <a:srgbClr val="FFFFFF"/>
                            </a:solidFill>
                            <a:ln>
                              <a:noFill/>
                            </a:ln>
                            <a:effectLst>
                              <a:prstShdw prst="shdw17" dist="17961" dir="2700000">
                                <a:srgbClr val="FFFFFF">
                                  <a:gamma/>
                                  <a:shade val="60000"/>
                                  <a:invGamma/>
                                </a:srgbClr>
                              </a:prstShdw>
                            </a:effectLst>
                            <a:extLst>
                              <a:ext uri="{91240B29-F687-4F45-9708-019B960494DF}">
                                <a14:hiddenLine xmlns:a14="http://schemas.microsoft.com/office/drawing/2010/main" w="9525">
                                  <a:solidFill>
                                    <a:srgbClr val="003466"/>
                                  </a:solidFill>
                                  <a:round/>
                                  <a:headEnd/>
                                  <a:tailEnd/>
                                </a14:hiddenLine>
                              </a:ext>
                            </a:extLst>
                          </wps:spPr>
                          <wps:bodyPr rot="0" vert="horz" wrap="square" lIns="90000" tIns="46800" rIns="90000" bIns="46800" anchor="ctr" anchorCtr="0" upright="1">
                            <a:noAutofit/>
                          </wps:bodyPr>
                        </wps:wsp>
                      </wpg:wgp>
                      <wpg:wgp>
                        <wpg:cNvPr id="16" name="Group 31"/>
                        <wpg:cNvGrpSpPr>
                          <a:grpSpLocks/>
                        </wpg:cNvGrpSpPr>
                        <wpg:grpSpPr bwMode="auto">
                          <a:xfrm>
                            <a:off x="934976" y="1054378"/>
                            <a:ext cx="903218" cy="1192844"/>
                            <a:chOff x="1562" y="2351"/>
                            <a:chExt cx="711" cy="939"/>
                          </a:xfrm>
                        </wpg:grpSpPr>
                        <wps:wsp>
                          <wps:cNvPr id="17" name="Line 32"/>
                          <wps:cNvCnPr>
                            <a:cxnSpLocks noChangeShapeType="1"/>
                          </wps:cNvCnPr>
                          <wps:spPr bwMode="auto">
                            <a:xfrm flipV="1">
                              <a:off x="1568" y="2380"/>
                              <a:ext cx="200" cy="128"/>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18" name="Line 33"/>
                          <wps:cNvCnPr>
                            <a:cxnSpLocks noChangeShapeType="1"/>
                          </wps:cNvCnPr>
                          <wps:spPr bwMode="auto">
                            <a:xfrm flipV="1">
                              <a:off x="1773" y="2984"/>
                              <a:ext cx="500" cy="3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19" name="Line 34"/>
                          <wps:cNvCnPr>
                            <a:cxnSpLocks noChangeShapeType="1"/>
                          </wps:cNvCnPr>
                          <wps:spPr bwMode="auto">
                            <a:xfrm flipV="1">
                              <a:off x="1565" y="248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0" name="Line 35"/>
                          <wps:cNvCnPr>
                            <a:cxnSpLocks noChangeShapeType="1"/>
                          </wps:cNvCnPr>
                          <wps:spPr bwMode="auto">
                            <a:xfrm flipV="1">
                              <a:off x="1562" y="241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1" name="Line 36"/>
                          <wps:cNvCnPr>
                            <a:cxnSpLocks noChangeShapeType="1"/>
                          </wps:cNvCnPr>
                          <wps:spPr bwMode="auto">
                            <a:xfrm flipH="1" flipV="1">
                              <a:off x="1565" y="2351"/>
                              <a:ext cx="0" cy="302"/>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2" name="Line 37"/>
                          <wps:cNvCnPr>
                            <a:cxnSpLocks noChangeShapeType="1"/>
                          </wps:cNvCnPr>
                          <wps:spPr bwMode="auto">
                            <a:xfrm flipH="1" flipV="1">
                              <a:off x="1777" y="2378"/>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wgp>
                      <wpg:wgp>
                        <wpg:cNvPr id="23" name="Group 38"/>
                        <wpg:cNvGrpSpPr>
                          <a:grpSpLocks/>
                        </wpg:cNvGrpSpPr>
                        <wpg:grpSpPr bwMode="auto">
                          <a:xfrm>
                            <a:off x="1937281" y="0"/>
                            <a:ext cx="822550" cy="1782280"/>
                            <a:chOff x="2351" y="1521"/>
                            <a:chExt cx="647" cy="1403"/>
                          </a:xfrm>
                        </wpg:grpSpPr>
                        <wps:wsp>
                          <wps:cNvPr id="24" name="Line 39"/>
                          <wps:cNvCnPr>
                            <a:cxnSpLocks noChangeShapeType="1"/>
                          </wps:cNvCnPr>
                          <wps:spPr bwMode="auto">
                            <a:xfrm flipV="1">
                              <a:off x="2790" y="1623"/>
                              <a:ext cx="200" cy="128"/>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5" name="Line 40"/>
                          <wps:cNvCnPr>
                            <a:cxnSpLocks noChangeShapeType="1"/>
                          </wps:cNvCnPr>
                          <wps:spPr bwMode="auto">
                            <a:xfrm flipV="1">
                              <a:off x="2351" y="2650"/>
                              <a:ext cx="448" cy="274"/>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6" name="Line 41"/>
                          <wps:cNvCnPr>
                            <a:cxnSpLocks noChangeShapeType="1"/>
                          </wps:cNvCnPr>
                          <wps:spPr bwMode="auto">
                            <a:xfrm flipV="1">
                              <a:off x="2894" y="1659"/>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7" name="Line 42"/>
                          <wps:cNvCnPr>
                            <a:cxnSpLocks noChangeShapeType="1"/>
                          </wps:cNvCnPr>
                          <wps:spPr bwMode="auto">
                            <a:xfrm flipV="1">
                              <a:off x="2892" y="159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8" name="Line 43"/>
                          <wps:cNvCnPr>
                            <a:cxnSpLocks noChangeShapeType="1"/>
                          </wps:cNvCnPr>
                          <wps:spPr bwMode="auto">
                            <a:xfrm flipH="1" flipV="1">
                              <a:off x="2994" y="1521"/>
                              <a:ext cx="4" cy="232"/>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 name="Line 44"/>
                          <wps:cNvCnPr>
                            <a:cxnSpLocks noChangeShapeType="1"/>
                          </wps:cNvCnPr>
                          <wps:spPr bwMode="auto">
                            <a:xfrm flipH="1" flipV="1">
                              <a:off x="2796" y="1752"/>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wgp>
                      <wpg:wgp>
                        <wpg:cNvPr id="30" name="Group 45"/>
                        <wpg:cNvGrpSpPr>
                          <a:grpSpLocks/>
                        </wpg:cNvGrpSpPr>
                        <wpg:grpSpPr bwMode="auto">
                          <a:xfrm>
                            <a:off x="491625" y="1253820"/>
                            <a:ext cx="443351" cy="340450"/>
                            <a:chOff x="1213" y="2508"/>
                            <a:chExt cx="349" cy="268"/>
                          </a:xfrm>
                        </wpg:grpSpPr>
                        <wps:wsp>
                          <wps:cNvPr id="31" name="Line 46"/>
                          <wps:cNvCnPr>
                            <a:cxnSpLocks noChangeShapeType="1"/>
                          </wps:cNvCnPr>
                          <wps:spPr bwMode="auto">
                            <a:xfrm flipV="1">
                              <a:off x="1230" y="2508"/>
                              <a:ext cx="332" cy="204"/>
                            </a:xfrm>
                            <a:prstGeom prst="line">
                              <a:avLst/>
                            </a:prstGeom>
                            <a:noFill/>
                            <a:ln w="254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32" name="Group 47"/>
                          <wpg:cNvGrpSpPr>
                            <a:grpSpLocks/>
                          </wpg:cNvGrpSpPr>
                          <wpg:grpSpPr bwMode="auto">
                            <a:xfrm>
                              <a:off x="1213" y="2544"/>
                              <a:ext cx="164" cy="232"/>
                              <a:chOff x="1213" y="2544"/>
                              <a:chExt cx="164" cy="232"/>
                            </a:xfrm>
                          </wpg:grpSpPr>
                          <wps:wsp>
                            <wps:cNvPr id="33" name="Arc 48"/>
                            <wps:cNvSpPr>
                              <a:spLocks/>
                            </wps:cNvSpPr>
                            <wps:spPr bwMode="auto">
                              <a:xfrm rot="10800000" flipV="1">
                                <a:off x="1213" y="2546"/>
                                <a:ext cx="51" cy="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4" name="Arc 49"/>
                            <wps:cNvSpPr>
                              <a:spLocks/>
                            </wps:cNvSpPr>
                            <wps:spPr bwMode="auto">
                              <a:xfrm rot="15600000" flipH="1" flipV="1">
                                <a:off x="1313" y="2679"/>
                                <a:ext cx="102" cy="2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5" name="Arc 50"/>
                            <wps:cNvSpPr>
                              <a:spLocks/>
                            </wps:cNvSpPr>
                            <wps:spPr bwMode="auto">
                              <a:xfrm rot="16200000" flipV="1">
                                <a:off x="1263" y="2543"/>
                                <a:ext cx="102" cy="10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6" name="Arc 51"/>
                            <wps:cNvSpPr>
                              <a:spLocks/>
                            </wps:cNvSpPr>
                            <wps:spPr bwMode="auto">
                              <a:xfrm rot="17100000" flipH="1" flipV="1">
                                <a:off x="1286" y="2701"/>
                                <a:ext cx="51" cy="99"/>
                              </a:xfrm>
                              <a:custGeom>
                                <a:avLst/>
                                <a:gdLst>
                                  <a:gd name="G0" fmla="+- 0 0 0"/>
                                  <a:gd name="G1" fmla="+- 21600 0 0"/>
                                  <a:gd name="G2" fmla="+- 21600 0 0"/>
                                  <a:gd name="T0" fmla="*/ 0 w 21600"/>
                                  <a:gd name="T1" fmla="*/ 0 h 32525"/>
                                  <a:gd name="T2" fmla="*/ 18634 w 21600"/>
                                  <a:gd name="T3" fmla="*/ 32525 h 32525"/>
                                  <a:gd name="T4" fmla="*/ 0 w 21600"/>
                                  <a:gd name="T5" fmla="*/ 21600 h 32525"/>
                                </a:gdLst>
                                <a:ahLst/>
                                <a:cxnLst>
                                  <a:cxn ang="0">
                                    <a:pos x="T0" y="T1"/>
                                  </a:cxn>
                                  <a:cxn ang="0">
                                    <a:pos x="T2" y="T3"/>
                                  </a:cxn>
                                  <a:cxn ang="0">
                                    <a:pos x="T4" y="T5"/>
                                  </a:cxn>
                                </a:cxnLst>
                                <a:rect l="0" t="0" r="r" b="b"/>
                                <a:pathLst>
                                  <a:path w="21600" h="32525" fill="none" extrusionOk="0">
                                    <a:moveTo>
                                      <a:pt x="-1" y="0"/>
                                    </a:moveTo>
                                    <a:cubicBezTo>
                                      <a:pt x="11929" y="0"/>
                                      <a:pt x="21600" y="9670"/>
                                      <a:pt x="21600" y="21600"/>
                                    </a:cubicBezTo>
                                    <a:cubicBezTo>
                                      <a:pt x="21600" y="25440"/>
                                      <a:pt x="20576" y="29211"/>
                                      <a:pt x="18633" y="32524"/>
                                    </a:cubicBezTo>
                                  </a:path>
                                  <a:path w="21600" h="32525" stroke="0" extrusionOk="0">
                                    <a:moveTo>
                                      <a:pt x="-1" y="0"/>
                                    </a:moveTo>
                                    <a:cubicBezTo>
                                      <a:pt x="11929" y="0"/>
                                      <a:pt x="21600" y="9670"/>
                                      <a:pt x="21600" y="21600"/>
                                    </a:cubicBezTo>
                                    <a:cubicBezTo>
                                      <a:pt x="21600" y="25440"/>
                                      <a:pt x="20576" y="29211"/>
                                      <a:pt x="18633" y="32524"/>
                                    </a:cubicBezTo>
                                    <a:lnTo>
                                      <a:pt x="0" y="21600"/>
                                    </a:lnTo>
                                    <a:close/>
                                  </a:path>
                                </a:pathLst>
                              </a:custGeom>
                              <a:noFill/>
                              <a:ln w="25400">
                                <a:solidFill>
                                  <a:srgbClr val="000000"/>
                                </a:solidFill>
                                <a:round/>
                                <a:headEnd type="none" w="med"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g:wgp>
                        <wpg:cNvPr id="37" name="Group 52"/>
                        <wpg:cNvGrpSpPr>
                          <a:grpSpLocks/>
                        </wpg:cNvGrpSpPr>
                        <wpg:grpSpPr bwMode="auto">
                          <a:xfrm>
                            <a:off x="1708618" y="790148"/>
                            <a:ext cx="311235" cy="1181411"/>
                            <a:chOff x="2171" y="2143"/>
                            <a:chExt cx="245" cy="930"/>
                          </a:xfrm>
                        </wpg:grpSpPr>
                        <wps:wsp>
                          <wps:cNvPr id="43" name="Line 53"/>
                          <wps:cNvCnPr>
                            <a:cxnSpLocks noChangeShapeType="1"/>
                          </wps:cNvCnPr>
                          <wps:spPr bwMode="auto">
                            <a:xfrm flipH="1" flipV="1">
                              <a:off x="2309" y="2143"/>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44" name="Line 54"/>
                          <wps:cNvCnPr>
                            <a:cxnSpLocks noChangeShapeType="1"/>
                          </wps:cNvCnPr>
                          <wps:spPr bwMode="auto">
                            <a:xfrm flipH="1" flipV="1">
                              <a:off x="2276" y="2900"/>
                              <a:ext cx="0" cy="17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53" name="Line 55"/>
                          <wps:cNvCnPr>
                            <a:cxnSpLocks noChangeShapeType="1"/>
                          </wps:cNvCnPr>
                          <wps:spPr bwMode="auto">
                            <a:xfrm flipH="1" flipV="1">
                              <a:off x="2348" y="2858"/>
                              <a:ext cx="0" cy="17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54" name="Line 56"/>
                          <wps:cNvCnPr>
                            <a:cxnSpLocks noChangeShapeType="1"/>
                          </wps:cNvCnPr>
                          <wps:spPr bwMode="auto">
                            <a:xfrm flipV="1">
                              <a:off x="2277" y="3026"/>
                              <a:ext cx="75" cy="4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55" name="Group 57"/>
                          <wpg:cNvGrpSpPr>
                            <a:grpSpLocks/>
                          </wpg:cNvGrpSpPr>
                          <wpg:grpSpPr bwMode="auto">
                            <a:xfrm>
                              <a:off x="2171" y="2533"/>
                              <a:ext cx="245" cy="141"/>
                              <a:chOff x="2171" y="2533"/>
                              <a:chExt cx="245" cy="141"/>
                            </a:xfrm>
                          </wpg:grpSpPr>
                          <wps:wsp>
                            <wps:cNvPr id="56" name="Arc 58"/>
                            <wps:cNvSpPr>
                              <a:spLocks/>
                            </wps:cNvSpPr>
                            <wps:spPr bwMode="auto">
                              <a:xfrm rot="16200000" flipV="1">
                                <a:off x="2357" y="2539"/>
                                <a:ext cx="51" cy="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57" name="Arc 59"/>
                            <wps:cNvSpPr>
                              <a:spLocks/>
                            </wps:cNvSpPr>
                            <wps:spPr bwMode="auto">
                              <a:xfrm flipH="1" flipV="1">
                                <a:off x="2204" y="2647"/>
                                <a:ext cx="102" cy="2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58" name="Arc 60"/>
                            <wps:cNvSpPr>
                              <a:spLocks/>
                            </wps:cNvSpPr>
                            <wps:spPr bwMode="auto">
                              <a:xfrm flipV="1">
                                <a:off x="2314" y="2595"/>
                                <a:ext cx="102" cy="7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62" name="Arc 61"/>
                            <wps:cNvSpPr>
                              <a:spLocks/>
                            </wps:cNvSpPr>
                            <wps:spPr bwMode="auto">
                              <a:xfrm rot="900000" flipH="1" flipV="1">
                                <a:off x="2171" y="2533"/>
                                <a:ext cx="51" cy="116"/>
                              </a:xfrm>
                              <a:custGeom>
                                <a:avLst/>
                                <a:gdLst>
                                  <a:gd name="G0" fmla="+- 0 0 0"/>
                                  <a:gd name="G1" fmla="+- 21600 0 0"/>
                                  <a:gd name="G2" fmla="+- 21600 0 0"/>
                                  <a:gd name="T0" fmla="*/ 0 w 21600"/>
                                  <a:gd name="T1" fmla="*/ 0 h 37995"/>
                                  <a:gd name="T2" fmla="*/ 14063 w 21600"/>
                                  <a:gd name="T3" fmla="*/ 37995 h 37995"/>
                                  <a:gd name="T4" fmla="*/ 0 w 21600"/>
                                  <a:gd name="T5" fmla="*/ 21600 h 37995"/>
                                </a:gdLst>
                                <a:ahLst/>
                                <a:cxnLst>
                                  <a:cxn ang="0">
                                    <a:pos x="T0" y="T1"/>
                                  </a:cxn>
                                  <a:cxn ang="0">
                                    <a:pos x="T2" y="T3"/>
                                  </a:cxn>
                                  <a:cxn ang="0">
                                    <a:pos x="T4" y="T5"/>
                                  </a:cxn>
                                </a:cxnLst>
                                <a:rect l="0" t="0" r="r" b="b"/>
                                <a:pathLst>
                                  <a:path w="21600" h="37995" fill="none" extrusionOk="0">
                                    <a:moveTo>
                                      <a:pt x="-1" y="0"/>
                                    </a:moveTo>
                                    <a:cubicBezTo>
                                      <a:pt x="11929" y="0"/>
                                      <a:pt x="21600" y="9670"/>
                                      <a:pt x="21600" y="21600"/>
                                    </a:cubicBezTo>
                                    <a:cubicBezTo>
                                      <a:pt x="21600" y="27902"/>
                                      <a:pt x="18846" y="33891"/>
                                      <a:pt x="14062" y="37994"/>
                                    </a:cubicBezTo>
                                  </a:path>
                                  <a:path w="21600" h="37995" stroke="0" extrusionOk="0">
                                    <a:moveTo>
                                      <a:pt x="-1" y="0"/>
                                    </a:moveTo>
                                    <a:cubicBezTo>
                                      <a:pt x="11929" y="0"/>
                                      <a:pt x="21600" y="9670"/>
                                      <a:pt x="21600" y="21600"/>
                                    </a:cubicBezTo>
                                    <a:cubicBezTo>
                                      <a:pt x="21600" y="27902"/>
                                      <a:pt x="18846" y="33891"/>
                                      <a:pt x="14062" y="37994"/>
                                    </a:cubicBezTo>
                                    <a:lnTo>
                                      <a:pt x="0" y="21600"/>
                                    </a:lnTo>
                                    <a:close/>
                                  </a:path>
                                </a:pathLst>
                              </a:custGeom>
                              <a:noFill/>
                              <a:ln w="25400">
                                <a:solidFill>
                                  <a:srgbClr val="000000"/>
                                </a:solidFill>
                                <a:round/>
                                <a:headEnd type="none" w="med"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g:wgp>
                        <wpg:cNvPr id="63" name="Group 62"/>
                        <wpg:cNvGrpSpPr>
                          <a:grpSpLocks/>
                        </wpg:cNvGrpSpPr>
                        <wpg:grpSpPr bwMode="auto">
                          <a:xfrm>
                            <a:off x="1883926" y="674548"/>
                            <a:ext cx="2358401" cy="461132"/>
                            <a:chOff x="2309" y="2052"/>
                            <a:chExt cx="1856" cy="363"/>
                          </a:xfrm>
                        </wpg:grpSpPr>
                        <wps:wsp>
                          <wps:cNvPr id="288" name="Line 63"/>
                          <wps:cNvCnPr>
                            <a:cxnSpLocks noChangeShapeType="1"/>
                          </wps:cNvCnPr>
                          <wps:spPr bwMode="auto">
                            <a:xfrm>
                              <a:off x="2309" y="2052"/>
                              <a:ext cx="1615" cy="242"/>
                            </a:xfrm>
                            <a:prstGeom prst="line">
                              <a:avLst/>
                            </a:prstGeom>
                            <a:noFill/>
                            <a:ln w="25400">
                              <a:solidFill>
                                <a:srgbClr val="000000"/>
                              </a:solidFill>
                              <a:prstDash val="dash"/>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289" name="Group 64"/>
                          <wpg:cNvGrpSpPr>
                            <a:grpSpLocks/>
                          </wpg:cNvGrpSpPr>
                          <wpg:grpSpPr bwMode="auto">
                            <a:xfrm>
                              <a:off x="3955" y="2218"/>
                              <a:ext cx="210" cy="197"/>
                              <a:chOff x="4011" y="2262"/>
                              <a:chExt cx="210" cy="197"/>
                            </a:xfrm>
                          </wpg:grpSpPr>
                          <wps:wsp>
                            <wps:cNvPr id="290" name="Oval 65"/>
                            <wps:cNvSpPr>
                              <a:spLocks noChangeArrowheads="1"/>
                            </wps:cNvSpPr>
                            <wps:spPr bwMode="auto">
                              <a:xfrm>
                                <a:off x="4011" y="2262"/>
                                <a:ext cx="56" cy="170"/>
                              </a:xfrm>
                              <a:prstGeom prst="ellipse">
                                <a:avLst/>
                              </a:prstGeom>
                              <a:solidFill>
                                <a:srgbClr val="FFFFFF"/>
                              </a:solid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1" name="Oval 66"/>
                            <wps:cNvSpPr>
                              <a:spLocks noChangeArrowheads="1"/>
                            </wps:cNvSpPr>
                            <wps:spPr bwMode="auto">
                              <a:xfrm>
                                <a:off x="4165" y="2289"/>
                                <a:ext cx="56" cy="170"/>
                              </a:xfrm>
                              <a:prstGeom prst="ellipse">
                                <a:avLst/>
                              </a:prstGeom>
                              <a:solidFill>
                                <a:srgbClr val="FFFFFF"/>
                              </a:solid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2" name="Line 67"/>
                            <wps:cNvCnPr>
                              <a:cxnSpLocks noChangeShapeType="1"/>
                            </wps:cNvCnPr>
                            <wps:spPr bwMode="auto">
                              <a:xfrm>
                                <a:off x="4034" y="2262"/>
                                <a:ext cx="155" cy="27"/>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3" name="Line 68"/>
                            <wps:cNvCnPr>
                              <a:cxnSpLocks noChangeShapeType="1"/>
                            </wps:cNvCnPr>
                            <wps:spPr bwMode="auto">
                              <a:xfrm>
                                <a:off x="4038" y="2431"/>
                                <a:ext cx="155" cy="27"/>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4" name="Oval 69"/>
                            <wps:cNvSpPr>
                              <a:spLocks noChangeArrowheads="1"/>
                            </wps:cNvSpPr>
                            <wps:spPr bwMode="auto">
                              <a:xfrm>
                                <a:off x="4036" y="2281"/>
                                <a:ext cx="34" cy="136"/>
                              </a:xfrm>
                              <a:prstGeom prst="ellipse">
                                <a:avLst/>
                              </a:prstGeom>
                              <a:solidFill>
                                <a:srgbClr val="FFFFFF"/>
                              </a:solidFill>
                              <a:ln w="25400">
                                <a:solidFill>
                                  <a:srgbClr val="FFFFFF"/>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s:wsp>
                        <wps:cNvPr id="295" name="Text Box 70"/>
                        <wps:cNvSpPr txBox="1">
                          <a:spLocks noChangeArrowheads="1"/>
                        </wps:cNvSpPr>
                        <wps:spPr bwMode="auto">
                          <a:xfrm>
                            <a:off x="3541095" y="1168708"/>
                            <a:ext cx="708854" cy="219768"/>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14:paraId="21C66DAB" w14:textId="77777777" w:rsidR="00CD684F" w:rsidRPr="00AD1A6F" w:rsidRDefault="00CD684F" w:rsidP="000F5F7D">
                              <w:pPr>
                                <w:autoSpaceDE w:val="0"/>
                                <w:autoSpaceDN w:val="0"/>
                                <w:adjustRightInd w:val="0"/>
                                <w:rPr>
                                  <w:color w:val="000000"/>
                                  <w:sz w:val="19"/>
                                  <w:lang w:val="en-US"/>
                                </w:rPr>
                              </w:pPr>
                              <w:r w:rsidRPr="00AD1A6F">
                                <w:rPr>
                                  <w:color w:val="000000"/>
                                  <w:sz w:val="19"/>
                                </w:rPr>
                                <w:t>Photometer</w:t>
                              </w:r>
                            </w:p>
                          </w:txbxContent>
                        </wps:txbx>
                        <wps:bodyPr rot="0" vert="horz" wrap="square" lIns="72000" tIns="37440" rIns="72000" bIns="37440" upright="1">
                          <a:noAutofit/>
                        </wps:bodyPr>
                      </wps:wsp>
                      <wpg:wgp>
                        <wpg:cNvPr id="296" name="Group 71"/>
                        <wpg:cNvGrpSpPr>
                          <a:grpSpLocks/>
                        </wpg:cNvGrpSpPr>
                        <wpg:grpSpPr bwMode="auto">
                          <a:xfrm>
                            <a:off x="1890278" y="674548"/>
                            <a:ext cx="2045896" cy="247715"/>
                            <a:chOff x="2314" y="2052"/>
                            <a:chExt cx="1610" cy="195"/>
                          </a:xfrm>
                        </wpg:grpSpPr>
                        <wps:wsp>
                          <wps:cNvPr id="297" name="Line 72"/>
                          <wps:cNvCnPr>
                            <a:cxnSpLocks noChangeShapeType="1"/>
                          </wps:cNvCnPr>
                          <wps:spPr bwMode="auto">
                            <a:xfrm>
                              <a:off x="2314" y="2052"/>
                              <a:ext cx="1610" cy="67"/>
                            </a:xfrm>
                            <a:prstGeom prst="line">
                              <a:avLst/>
                            </a:prstGeom>
                            <a:noFill/>
                            <a:ln w="12700">
                              <a:solidFill>
                                <a:srgbClr val="000000"/>
                              </a:solidFill>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8" name="Arc 73"/>
                          <wps:cNvSpPr>
                            <a:spLocks/>
                          </wps:cNvSpPr>
                          <wps:spPr bwMode="auto">
                            <a:xfrm rot="1200000">
                              <a:off x="3636" y="2115"/>
                              <a:ext cx="56" cy="126"/>
                            </a:xfrm>
                            <a:custGeom>
                              <a:avLst/>
                              <a:gdLst>
                                <a:gd name="G0" fmla="+- 0 0 0"/>
                                <a:gd name="G1" fmla="+- 20711 0 0"/>
                                <a:gd name="G2" fmla="+- 21600 0 0"/>
                                <a:gd name="T0" fmla="*/ 6135 w 21600"/>
                                <a:gd name="T1" fmla="*/ 0 h 22703"/>
                                <a:gd name="T2" fmla="*/ 21508 w 21600"/>
                                <a:gd name="T3" fmla="*/ 22703 h 22703"/>
                                <a:gd name="T4" fmla="*/ 0 w 21600"/>
                                <a:gd name="T5" fmla="*/ 20711 h 22703"/>
                              </a:gdLst>
                              <a:ahLst/>
                              <a:cxnLst>
                                <a:cxn ang="0">
                                  <a:pos x="T0" y="T1"/>
                                </a:cxn>
                                <a:cxn ang="0">
                                  <a:pos x="T2" y="T3"/>
                                </a:cxn>
                                <a:cxn ang="0">
                                  <a:pos x="T4" y="T5"/>
                                </a:cxn>
                              </a:cxnLst>
                              <a:rect l="0" t="0" r="r" b="b"/>
                              <a:pathLst>
                                <a:path w="21600" h="22703" fill="none" extrusionOk="0">
                                  <a:moveTo>
                                    <a:pt x="6134" y="0"/>
                                  </a:moveTo>
                                  <a:cubicBezTo>
                                    <a:pt x="15307" y="2717"/>
                                    <a:pt x="21600" y="11144"/>
                                    <a:pt x="21600" y="20711"/>
                                  </a:cubicBezTo>
                                  <a:cubicBezTo>
                                    <a:pt x="21600" y="21376"/>
                                    <a:pt x="21569" y="22040"/>
                                    <a:pt x="21507" y="22702"/>
                                  </a:cubicBezTo>
                                </a:path>
                                <a:path w="21600" h="22703" stroke="0" extrusionOk="0">
                                  <a:moveTo>
                                    <a:pt x="6134" y="0"/>
                                  </a:moveTo>
                                  <a:cubicBezTo>
                                    <a:pt x="15307" y="2717"/>
                                    <a:pt x="21600" y="11144"/>
                                    <a:pt x="21600" y="20711"/>
                                  </a:cubicBezTo>
                                  <a:cubicBezTo>
                                    <a:pt x="21600" y="21376"/>
                                    <a:pt x="21569" y="22040"/>
                                    <a:pt x="21507" y="22702"/>
                                  </a:cubicBezTo>
                                  <a:lnTo>
                                    <a:pt x="0" y="20711"/>
                                  </a:lnTo>
                                  <a:close/>
                                </a:path>
                              </a:pathLst>
                            </a:custGeom>
                            <a:noFill/>
                            <a:ln w="12700">
                              <a:solidFill>
                                <a:srgbClr val="000000"/>
                              </a:solidFill>
                              <a:round/>
                              <a:headEnd type="triangle" w="sm" len="sm"/>
                              <a:tailEnd type="triangle" w="sm" len="sm"/>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9" name="Text Box 74"/>
                          <wps:cNvSpPr txBox="1">
                            <a:spLocks noChangeArrowheads="1"/>
                          </wps:cNvSpPr>
                          <wps:spPr bwMode="auto">
                            <a:xfrm>
                              <a:off x="3733" y="2132"/>
                              <a:ext cx="61" cy="115"/>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14:paraId="7ECBD992" w14:textId="77777777" w:rsidR="00CD684F" w:rsidRPr="00AD1A6F" w:rsidRDefault="00CD684F" w:rsidP="000F5F7D">
                                <w:pPr>
                                  <w:autoSpaceDE w:val="0"/>
                                  <w:autoSpaceDN w:val="0"/>
                                  <w:adjustRightInd w:val="0"/>
                                  <w:jc w:val="center"/>
                                  <w:rPr>
                                    <w:b/>
                                    <w:bCs/>
                                    <w:color w:val="000000"/>
                                    <w:sz w:val="19"/>
                                    <w:lang w:val="de-DE"/>
                                  </w:rPr>
                                </w:pPr>
                                <w:r w:rsidRPr="00AD1A6F">
                                  <w:rPr>
                                    <w:rFonts w:cs="Symbol"/>
                                    <w:b/>
                                    <w:bCs/>
                                    <w:color w:val="000000"/>
                                    <w:sz w:val="19"/>
                                    <w:lang w:val="de-DE"/>
                                  </w:rPr>
                                  <w:t>v</w:t>
                                </w:r>
                              </w:p>
                            </w:txbxContent>
                          </wps:txbx>
                          <wps:bodyPr rot="0" vert="horz" wrap="square" lIns="0" tIns="0" rIns="0" bIns="0" upright="1">
                            <a:noAutofit/>
                          </wps:bodyPr>
                        </wps:wsp>
                      </wpg:wgp>
                      <wpg:wgp>
                        <wpg:cNvPr id="300" name="Group 75"/>
                        <wpg:cNvGrpSpPr>
                          <a:grpSpLocks/>
                        </wpg:cNvGrpSpPr>
                        <wpg:grpSpPr bwMode="auto">
                          <a:xfrm>
                            <a:off x="1880115" y="674548"/>
                            <a:ext cx="1004210" cy="579273"/>
                            <a:chOff x="2306" y="2052"/>
                            <a:chExt cx="790" cy="456"/>
                          </a:xfrm>
                        </wpg:grpSpPr>
                        <wps:wsp>
                          <wps:cNvPr id="301" name="Line 76"/>
                          <wps:cNvCnPr>
                            <a:cxnSpLocks noChangeShapeType="1"/>
                          </wps:cNvCnPr>
                          <wps:spPr bwMode="auto">
                            <a:xfrm>
                              <a:off x="2306" y="2052"/>
                              <a:ext cx="738" cy="456"/>
                            </a:xfrm>
                            <a:prstGeom prst="line">
                              <a:avLst/>
                            </a:prstGeom>
                            <a:noFill/>
                            <a:ln w="12700">
                              <a:solidFill>
                                <a:srgbClr val="000000"/>
                              </a:solidFill>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302" name="Arc 77"/>
                          <wps:cNvSpPr>
                            <a:spLocks/>
                          </wps:cNvSpPr>
                          <wps:spPr bwMode="auto">
                            <a:xfrm flipV="1">
                              <a:off x="2841" y="2179"/>
                              <a:ext cx="237" cy="19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type="triangle" w="sm"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03" name="Text Box 78"/>
                          <wps:cNvSpPr txBox="1">
                            <a:spLocks noChangeArrowheads="1"/>
                          </wps:cNvSpPr>
                          <wps:spPr bwMode="auto">
                            <a:xfrm>
                              <a:off x="3043" y="2283"/>
                              <a:ext cx="53" cy="115"/>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14:paraId="16117561" w14:textId="77777777" w:rsidR="00CD684F" w:rsidRPr="00AD1A6F" w:rsidRDefault="00CD684F" w:rsidP="000F5F7D">
                                <w:pPr>
                                  <w:autoSpaceDE w:val="0"/>
                                  <w:autoSpaceDN w:val="0"/>
                                  <w:adjustRightInd w:val="0"/>
                                  <w:jc w:val="center"/>
                                  <w:rPr>
                                    <w:b/>
                                    <w:bCs/>
                                    <w:color w:val="000000"/>
                                    <w:sz w:val="19"/>
                                    <w:lang w:val="de-DE"/>
                                  </w:rPr>
                                </w:pPr>
                                <w:r w:rsidRPr="00AD1A6F">
                                  <w:rPr>
                                    <w:rFonts w:cs="Symbol"/>
                                    <w:b/>
                                    <w:bCs/>
                                    <w:color w:val="000000"/>
                                    <w:sz w:val="19"/>
                                    <w:lang w:val="de-DE"/>
                                  </w:rPr>
                                  <w:t>h</w:t>
                                </w:r>
                              </w:p>
                            </w:txbxContent>
                          </wps:txbx>
                          <wps:bodyPr rot="0" vert="horz" wrap="square" lIns="0" tIns="0" rIns="0" bIns="0" upright="1">
                            <a:noAutofit/>
                          </wps:bodyPr>
                        </wps:wsp>
                      </wpg:wg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id="Zone de dessin 304" o:spid="_x0000_s1047" editas="canvas" style="width:364.9pt;height:189.7pt;mso-position-horizontal-relative:char;mso-position-vertical-relative:line" coordsize="46342,24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width:46342;height:24091;visibility:visible;mso-wrap-style:square">
                  <v:fill o:detectmouseclick="t"/>
                  <v:path o:connecttype="none"/>
                </v:shape>
                <v:group id="Group 28" o:spid="_x0000_s1049" style="position:absolute;left:17175;top:3404;width:3430;height:6885" coordorigin="2996,3125" coordsize="270,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29" o:spid="_x0000_s1050" style="position:absolute;left:2996;top:3125;width:270;height:542;rotation:1057901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3ZA74A&#10;AADbAAAADwAAAGRycy9kb3ducmV2LnhtbERPy6rCMBDdX/AfwghuLprWCyLVKCIIgguvr/3QjG21&#10;mZQkav17Iwju5nCeM523phZ3cr6yrCAdJCCIc6srLhQcD6v+GIQPyBpry6TgSR7ms87PFDNtH7yj&#10;+z4UIoawz1BBGUKTSenzkgz6gW2II3e2zmCI0BVSO3zEcFPLYZKMpMGKY0OJDS1Lyq/7m1Gg/Sld&#10;pG6rq7/Lrvj/9Rdcbw5K9brtYgIiUBu+4o97reP8Ibx/iQfI2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pt2QO+AAAA2wAAAA8AAAAAAAAAAAAAAAAAmAIAAGRycy9kb3ducmV2&#10;LnhtbFBLBQYAAAAABAAEAPUAAACDAwAAAAA=&#10;" fillcolor="black" stroked="f" strokecolor="#003466">
                    <v:imagedata embosscolor="shadow add(51)"/>
                    <v:shadow on="t" type="emboss" color="black" color2="shadow add(102)" offset="1pt,1pt" offset2="-1pt,-1pt"/>
                    <v:textbox inset="2.5mm,1.3mm,2.5mm,1.3mm"/>
                  </v:oval>
                  <v:oval id="Oval 30" o:spid="_x0000_s1051" style="position:absolute;left:3073;top:3351;width:128;height:79;rotation:-3686112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EwxMIA&#10;AADbAAAADwAAAGRycy9kb3ducmV2LnhtbERPTWsCMRC9C/6HMIXeNFulUrZGqdIuBU/aQvU2bKab&#10;rZvJkkR3+++NIHibx/uc+bK3jTiTD7VjBU/jDARx6XTNlYLvr4/RC4gQkTU2jknBPwVYLoaDOeba&#10;dbyl8y5WIoVwyFGBibHNpQylIYth7FrixP06bzEm6CupPXYp3DZykmUzabHm1GCwpbWh8rg7WQVH&#10;VzT7vjL+5/m9Wx02f8X0ZAqlHh/6t1cQkfp4F9/cnzrNn8L1l3SAX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ATDEwgAAANsAAAAPAAAAAAAAAAAAAAAAAJgCAABkcnMvZG93&#10;bnJldi54bWxQSwUGAAAAAAQABAD1AAAAhwMAAAAA&#10;" stroked="f" strokecolor="#003466">
                    <v:imagedata embosscolor="shadow add(51)"/>
                    <v:shadow on="t" type="emboss" color="#999" color2="shadow add(102)" offset="1pt,1pt" offset2="-1pt,-1pt"/>
                    <v:textbox inset="2.5mm,1.3mm,2.5mm,1.3mm"/>
                  </v:oval>
                </v:group>
                <v:group id="Group 31" o:spid="_x0000_s1052" style="position:absolute;left:9349;top:10543;width:9032;height:11929" coordorigin="1562,2351" coordsize="711,9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Line 32" o:spid="_x0000_s1053" style="position:absolute;flip:y;visibility:visible;mso-wrap-style:square" from="1568,2380" to="1768,2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zTVMMAAADbAAAADwAAAGRycy9kb3ducmV2LnhtbERPS2sCMRC+F/wPYQpeimZV6GNrFCkI&#10;Xoq4Foq3cTPdLG4mS5KuW3+9EQre5uN7znzZ20Z05EPtWMFknIEgLp2uuVLwtV+PXkGEiKyxcUwK&#10;/ijAcjF4mGOu3Zl31BWxEimEQ44KTIxtLmUoDVkMY9cSJ+7HeYsxQV9J7fGcwm0jp1n2LC3WnBoM&#10;tvRhqDwVv1aBP04nn6Y4bi6HbRlOs7fu6buXSg0f+9U7iEh9vIv/3Rud5r/A7Zd0gFx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801TDAAAA2wAAAA8AAAAAAAAAAAAA&#10;AAAAoQIAAGRycy9kb3ducmV2LnhtbFBLBQYAAAAABAAEAPkAAACRAwAAAAA=&#10;" strokeweight="2pt">
                    <v:shadow color="#858aac"/>
                  </v:line>
                  <v:line id="Line 33" o:spid="_x0000_s1054" style="position:absolute;flip:y;visibility:visible;mso-wrap-style:square" from="1773,2984" to="2273,3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HJsYAAADbAAAADwAAAGRycy9kb3ducmV2LnhtbESPQUsDMRCF74L/IYzgRWy2LRRdmxYp&#10;FHoR6SqIt+lm3CzdTJYkbld/fedQ6G2G9+a9b5br0XdqoJjawAamkwIUcR1sy42Bz4/t4xOolJEt&#10;doHJwB8lWK9ub5ZY2nDiPQ1VbpSEcCrRgMu5L7VOtSOPaRJ6YtF+QvSYZY2NthFPEu47PSuKhfbY&#10;sjQ47GnjqD5Wv95APMymb6467P6/3+t0nD8PD1+jNub+bnx9AZVpzFfz5XpnBV9g5RcZQK/O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jRybGAAAA2wAAAA8AAAAAAAAA&#10;AAAAAAAAoQIAAGRycy9kb3ducmV2LnhtbFBLBQYAAAAABAAEAPkAAACUAwAAAAA=&#10;" strokeweight="2pt">
                    <v:shadow color="#858aac"/>
                  </v:line>
                  <v:line id="Line 34" o:spid="_x0000_s1055" style="position:absolute;flip:y;visibility:visible;mso-wrap-style:square" from="1565,2480" to="1663,2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vcMAAADbAAAADwAAAGRycy9kb3ducmV2LnhtbERPTWsCMRC9F/ofwhS8lJpVodTVKKUg&#10;eBFxFUpv42bcLG4mSxLX1V9vCoXe5vE+Z77sbSM68qF2rGA0zEAQl07XXCk47FdvHyBCRNbYOCYF&#10;NwqwXDw/zTHX7so76opYiRTCIUcFJsY2lzKUhiyGoWuJE3dy3mJM0FdSe7ymcNvIcZa9S4s1pwaD&#10;LX0ZKs/FxSrwx/FoY4rj+v6zLcN5Mu1ev3up1OCl/5yBiNTHf/Gfe63T/Cn8/pIO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v4r3DAAAA2wAAAA8AAAAAAAAAAAAA&#10;AAAAoQIAAGRycy9kb3ducmV2LnhtbFBLBQYAAAAABAAEAPkAAACRAwAAAAA=&#10;" strokeweight="2pt">
                    <v:shadow color="#858aac"/>
                  </v:line>
                  <v:line id="Line 35" o:spid="_x0000_s1056" style="position:absolute;flip:y;visibility:visible;mso-wrap-style:square" from="1562,2410" to="1660,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mBncIAAADbAAAADwAAAGRycy9kb3ducmV2LnhtbERPz2vCMBS+D/wfwhO8DE3tYGg1igwG&#10;XsZYFcTbs3k2xealJLF2++uXw2DHj+/3ejvYVvTkQ+NYwXyWgSCunG64VnA8vE8XIEJE1tg6JgXf&#10;FGC7GT2tsdDuwV/Ul7EWKYRDgQpMjF0hZagMWQwz1xEn7uq8xZigr6X2+EjhtpV5lr1Kiw2nBoMd&#10;vRmqbuXdKvCXfP5hysv+5/xZhdvLsn8+DVKpyXjYrUBEGuK/+M+91wrytD59ST9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LmBncIAAADbAAAADwAAAAAAAAAAAAAA&#10;AAChAgAAZHJzL2Rvd25yZXYueG1sUEsFBgAAAAAEAAQA+QAAAJADAAAAAA==&#10;" strokeweight="2pt">
                    <v:shadow color="#858aac"/>
                  </v:line>
                  <v:line id="Line 36" o:spid="_x0000_s1057" style="position:absolute;flip:x y;visibility:visible;mso-wrap-style:square" from="1565,2351" to="1565,2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4skcIAAADbAAAADwAAAGRycy9kb3ducmV2LnhtbESPzYoCMRCE78K+Q+iFvWlGEdHRKKvg&#10;ohfBnwdoJ+1k3EknTKLOvv1GEDwWVfUVNVu0thZ3akLlWEG/l4EgLpyuuFRwOq67YxAhImusHZOC&#10;PwqwmH90Zphr9+A93Q+xFAnCIUcFJkafSxkKQxZDz3ni5F1cYzEm2ZRSN/hIcFvLQZaNpMWK04JB&#10;TytDxe/hZhWE/SSc3XW8GZrzUm7j0J9+dl6pr8/2ewoiUhvf4Vd7oxUM+vD8k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J4skcIAAADbAAAADwAAAAAAAAAAAAAA&#10;AAChAgAAZHJzL2Rvd25yZXYueG1sUEsFBgAAAAAEAAQA+QAAAJADAAAAAA==&#10;" strokeweight="2pt">
                    <v:shadow color="#858aac"/>
                  </v:line>
                  <v:line id="Line 37" o:spid="_x0000_s1058" style="position:absolute;flip:x y;visibility:visible;mso-wrap-style:square" from="1777,2378" to="1777,3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yy5sIAAADbAAAADwAAAGRycy9kb3ducmV2LnhtbESP0WoCMRRE3wX/IVyhb5p1kWJXo6jQ&#10;Yl8ErR9w3Vw3q5ubsEl1+/eNIPg4zMwZZr7sbCNu1IbasYLxKANBXDpdc6Xg+PM5nIIIEVlj45gU&#10;/FGA5aLfm2Oh3Z33dDvESiQIhwIVmBh9IWUoDVkMI+eJk3d2rcWYZFtJ3eI9wW0j8yx7lxZrTgsG&#10;PW0MldfDr1UQ9h/h5C7T7cSc1vI7Tvzxa+eVeht0qxmISF18hZ/trVaQ5/D4kn6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Eyy5sIAAADbAAAADwAAAAAAAAAAAAAA&#10;AAChAgAAZHJzL2Rvd25yZXYueG1sUEsFBgAAAAAEAAQA+QAAAJADAAAAAA==&#10;" strokeweight="2pt">
                    <v:shadow color="#858aac"/>
                  </v:line>
                </v:group>
                <v:group id="Group 38" o:spid="_x0000_s1059" style="position:absolute;left:19372;width:8226;height:17822" coordorigin="2351,1521" coordsize="647,14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39" o:spid="_x0000_s1060" style="position:absolute;flip:y;visibility:visible;mso-wrap-style:square" from="2790,1623" to="2990,1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KHnsYAAADbAAAADwAAAGRycy9kb3ducmV2LnhtbESPQWsCMRSE7wX/Q3hCL0WzrlLs1ihS&#10;KHgppduCeHtunpvFzcuSpOvWX98UhB6HmfmGWW0G24qefGgcK5hNMxDEldMN1wq+Pl8nSxAhImts&#10;HZOCHwqwWY/uVlhod+EP6stYiwThUKACE2NXSBkqQxbD1HXEyTs5bzEm6WupPV4S3LYyz7JHabHh&#10;tGCwoxdD1bn8tgr8MZ+9mfK4ux7eq3CeP/UP+0EqdT8ets8gIg3xP3xr77SCfAF/X9IP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Ch57GAAAA2wAAAA8AAAAAAAAA&#10;AAAAAAAAoQIAAGRycy9kb3ducmV2LnhtbFBLBQYAAAAABAAEAPkAAACUAwAAAAA=&#10;" strokeweight="2pt">
                    <v:shadow color="#858aac"/>
                  </v:line>
                  <v:line id="Line 40" o:spid="_x0000_s1061" style="position:absolute;flip:y;visibility:visible;mso-wrap-style:square" from="2351,2650" to="2799,2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4iBcYAAADbAAAADwAAAGRycy9kb3ducmV2LnhtbESPQWsCMRSE7wX/Q3hCL0Wzrljs1ihS&#10;KHgppduCeHtunpvFzcuSpOvWX98UhB6HmfmGWW0G24qefGgcK5hNMxDEldMN1wq+Pl8nSxAhImts&#10;HZOCHwqwWY/uVlhod+EP6stYiwThUKACE2NXSBkqQxbD1HXEyTs5bzEm6WupPV4S3LYyz7JHabHh&#10;tGCwoxdD1bn8tgr8MZ+9mfK4ux7eq3CeP/UP+0EqdT8ets8gIg3xP3xr77SCfAF/X9IP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OIgXGAAAA2wAAAA8AAAAAAAAA&#10;AAAAAAAAoQIAAGRycy9kb3ducmV2LnhtbFBLBQYAAAAABAAEAPkAAACUAwAAAAA=&#10;" strokeweight="2pt">
                    <v:shadow color="#858aac"/>
                  </v:line>
                  <v:line id="Line 41" o:spid="_x0000_s1062" style="position:absolute;flip:y;visibility:visible;mso-wrap-style:square" from="2894,1659" to="2992,1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y8csUAAADbAAAADwAAAGRycy9kb3ducmV2LnhtbESPQWsCMRSE7wX/Q3gFL0WzriB1NYoU&#10;Cl6kdFso3p6b183i5mVJ4rr215tCocdhZr5h1tvBtqInHxrHCmbTDARx5XTDtYLPj9fJM4gQkTW2&#10;jknBjQJsN6OHNRbaXfmd+jLWIkE4FKjAxNgVUobKkMUwdR1x8r6dtxiT9LXUHq8JbluZZ9lCWmw4&#10;LRjs6MVQdS4vVoE/5bODKU/7n+NbFc7zZf/0NUilxo/DbgUi0hD/w3/tvVaQL+D3S/oBcn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By8csUAAADbAAAADwAAAAAAAAAA&#10;AAAAAAChAgAAZHJzL2Rvd25yZXYueG1sUEsFBgAAAAAEAAQA+QAAAJMDAAAAAA==&#10;" strokeweight="2pt">
                    <v:shadow color="#858aac"/>
                  </v:line>
                  <v:line id="Line 42" o:spid="_x0000_s1063" style="position:absolute;flip:y;visibility:visible;mso-wrap-style:square" from="2892,1590" to="2990,1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AZ6cYAAADbAAAADwAAAGRycy9kb3ducmV2LnhtbESPQWsCMRSE7wX/Q3hCL0WzrmDt1ihS&#10;KHgppduCeHtunpvFzcuSpOvWX98UhB6HmfmGWW0G24qefGgcK5hNMxDEldMN1wq+Pl8nSxAhImts&#10;HZOCHwqwWY/uVlhod+EP6stYiwThUKACE2NXSBkqQxbD1HXEyTs5bzEm6WupPV4S3LYyz7KFtNhw&#10;WjDY0Yuh6lx+WwX+mM/eTHncXQ/vVTjPn/qH/SCVuh8P22cQkYb4H761d1pB/gh/X9IP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QGenGAAAA2wAAAA8AAAAAAAAA&#10;AAAAAAAAoQIAAGRycy9kb3ducmV2LnhtbFBLBQYAAAAABAAEAPkAAACUAwAAAAA=&#10;" strokeweight="2pt">
                    <v:shadow color="#858aac"/>
                  </v:line>
                  <v:line id="Line 43" o:spid="_x0000_s1064" style="position:absolute;flip:x y;visibility:visible;mso-wrap-style:square" from="2994,1521" to="2998,1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SFDL8AAADbAAAADwAAAGRycy9kb3ducmV2LnhtbERPzYrCMBC+C/sOYRa8aboi4naN4gqK&#10;XgSrDzA2s03XZhKaqPXtzUHw+PH9zxadbcSN2lA7VvA1zEAQl07XXCk4HdeDKYgQkTU2jknBgwIs&#10;5h+9Geba3flAtyJWIoVwyFGBidHnUobSkMUwdJ44cX+utRgTbCupW7yncNvIUZZNpMWaU4NBTytD&#10;5aW4WgXh8B3O7n+6HZvzr9zFsT9t9l6p/me3/AERqYtv8cu91QpGaWz6kn6AnD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aSFDL8AAADbAAAADwAAAAAAAAAAAAAAAACh&#10;AgAAZHJzL2Rvd25yZXYueG1sUEsFBgAAAAAEAAQA+QAAAI0DAAAAAA==&#10;" strokeweight="2pt">
                    <v:shadow color="#858aac"/>
                  </v:line>
                  <v:line id="Line 44" o:spid="_x0000_s1065" style="position:absolute;flip:x y;visibility:visible;mso-wrap-style:square" from="2796,1752" to="2796,2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ggl8IAAADbAAAADwAAAGRycy9kb3ducmV2LnhtbESPzYoCMRCE7wu+Q2jB25pZkUVHo6yC&#10;4l4Efx6gnbST2Z10wiTq+PZGEDwWVfUVNZ23thZXakLlWMFXPwNBXDhdcangeFh9jkCEiKyxdkwK&#10;7hRgPut8TDHX7sY7uu5jKRKEQ44KTIw+lzIUhiyGvvPEyTu7xmJMsimlbvCW4LaWgyz7lhYrTgsG&#10;PS0NFf/7i1UQduNwcn+jzdCcFvI3Dv1xvfVK9brtzwREpDa+w6/2RisYjOH5Jf0AO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uggl8IAAADbAAAADwAAAAAAAAAAAAAA&#10;AAChAgAAZHJzL2Rvd25yZXYueG1sUEsFBgAAAAAEAAQA+QAAAJADAAAAAA==&#10;" strokeweight="2pt">
                    <v:shadow color="#858aac"/>
                  </v:line>
                </v:group>
                <v:group id="Group 45" o:spid="_x0000_s1066" style="position:absolute;left:4916;top:12538;width:4433;height:3404" coordorigin="1213,2508" coordsize="349,2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line id="Line 46" o:spid="_x0000_s1067" style="position:absolute;flip:y;visibility:visible;mso-wrap-style:square" from="1230,2508" to="1562,2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0b08MAAADbAAAADwAAAGRycy9kb3ducmV2LnhtbESPS4vCQBCE74L/YeiFvekkCqJZJ6Ky&#10;woJ48HVvMp3HbqYnZmY1/ntHEDwWVfUVNV90phZXal1lWUE8jEAQZ1ZXXCg4HTeDKQjnkTXWlknB&#10;nRws0n5vjom2N97T9eALESDsElRQet8kUrqsJINuaBvi4OW2NeiDbAupW7wFuKnlKIom0mDFYaHE&#10;htYlZX+Hf6Mgv5+j3Wkrq9nydxRfVkf9rfc7pT4/uuUXCE+df4df7R+tYBzD80v4ATJ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tG9PDAAAA2wAAAA8AAAAAAAAAAAAA&#10;AAAAoQIAAGRycy9kb3ducmV2LnhtbFBLBQYAAAAABAAEAPkAAACRAwAAAAA=&#10;" strokeweight="2pt">
                    <v:stroke dashstyle="dash"/>
                    <v:shadow color="#858aac"/>
                  </v:line>
                  <v:group id="Group 47" o:spid="_x0000_s1068" style="position:absolute;left:1213;top:2544;width:164;height:232" coordorigin="1213,2544" coordsize="164,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Arc 48" o:spid="_x0000_s1069" style="position:absolute;left:1213;top:2546;width:51;height:66;rotation:180;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YVh8YA&#10;AADbAAAADwAAAGRycy9kb3ducmV2LnhtbESPQWvCQBSE74X+h+UVequbVhSNbkRbBA+FasxBb4/s&#10;MwnJvg3ZrUZ/fbcgeBxm5htmvuhNI87UucqygvdBBII4t7riQkG2X79NQDiPrLGxTAqu5GCRPD/N&#10;Mdb2wjs6p74QAcIuRgWl920spctLMugGtiUO3sl2Bn2QXSF1h5cAN438iKKxNFhxWCixpc+S8jr9&#10;NQrq5fbne7W/pdPpauS+jia7HvpMqdeXfjkD4an3j/C9vdEKhkP4/xJ+gE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KYVh8YAAADbAAAADwAAAAAAAAAAAAAAAACYAgAAZHJz&#10;L2Rvd25yZXYueG1sUEsFBgAAAAAEAAQA9QAAAIsDAAAAAA==&#10;" path="m-1,nfc11929,,21600,9670,21600,21600em-1,nsc11929,,21600,9670,21600,21600l,21600,-1,xe" filled="f" fillcolor="#bfbfbf" strokeweight="2pt">
                      <v:shadow color="#858aac"/>
                      <v:path arrowok="t" o:extrusionok="f" o:connecttype="custom" o:connectlocs="0,0;51,66;0,66" o:connectangles="0,0,0"/>
                    </v:shape>
                    <v:shape id="Arc 49" o:spid="_x0000_s1070" style="position:absolute;left:1313;top:2679;width:102;height:27;rotation:-100;flip:x 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CBgsUA&#10;AADbAAAADwAAAGRycy9kb3ducmV2LnhtbESPQUvDQBSE74L/YXmCN7sxisTYbQmFgggebO3B2yP7&#10;ukmbfRuzzyb217uC4HGYmW+Y+XLynTrRENvABm5nGSjiOtiWnYH37fqmABUF2WIXmAx8U4Tl4vJi&#10;jqUNI7/RaSNOJQjHEg00In2pdawb8hhnoSdO3j4MHiXJwWk74JjgvtN5lj1ojy2nhQZ7WjVUHzdf&#10;3kCencUdio/d9NiNh5fz7vXTVWLM9dVUPYESmuQ//Nd+tgbu7uH3S/oBe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IIGCxQAAANsAAAAPAAAAAAAAAAAAAAAAAJgCAABkcnMv&#10;ZG93bnJldi54bWxQSwUGAAAAAAQABAD1AAAAigMAAAAA&#10;" path="m-1,nfc11929,,21600,9670,21600,21600em-1,nsc11929,,21600,9670,21600,21600l,21600,-1,xe" filled="f" fillcolor="#bfbfbf" strokeweight="2pt">
                      <v:shadow color="#858aac"/>
                      <v:path arrowok="t" o:extrusionok="f" o:connecttype="custom" o:connectlocs="0,0;102,27;0,27" o:connectangles="0,0,0"/>
                    </v:shape>
                    <v:shape id="Arc 50" o:spid="_x0000_s1071" style="position:absolute;left:1263;top:2543;width:102;height:104;rotation:90;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XxsYA&#10;AADbAAAADwAAAGRycy9kb3ducmV2LnhtbESPQWvCQBSE74L/YXlCL6IbWxRJXaVohdKCYqLY42v2&#10;NQnNvg3ZrUn/fVcQPA4z8w2zWHWmEhdqXGlZwWQcgSDOrC45V3BMt6M5COeRNVaWScEfOVgt+70F&#10;xtq2fKBL4nMRIOxiVFB4X8dSuqwgg25sa+LgfdvGoA+yyaVusA1wU8nHKJpJgyWHhQJrWheU/SS/&#10;RsGJvtKPc/LZvu83Ee26cvs6nJyUehh0L88gPHX+Hr6137SCpylcv4Qf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CXxsYAAADbAAAADwAAAAAAAAAAAAAAAACYAgAAZHJz&#10;L2Rvd25yZXYueG1sUEsFBgAAAAAEAAQA9QAAAIsDAAAAAA==&#10;" path="m-1,nfc11929,,21600,9670,21600,21600em-1,nsc11929,,21600,9670,21600,21600l,21600,-1,xe" filled="f" fillcolor="#bfbfbf" strokeweight="2pt">
                      <v:shadow color="#858aac"/>
                      <v:path arrowok="t" o:extrusionok="f" o:connecttype="custom" o:connectlocs="0,0;102,104;0,104" o:connectangles="0,0,0"/>
                    </v:shape>
                    <v:shape id="Arc 51" o:spid="_x0000_s1072" style="position:absolute;left:1286;top:2701;width:51;height:99;rotation:-75;flip:x y;visibility:visible;mso-wrap-style:square;v-text-anchor:middle" coordsize="21600,32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N9VMUA&#10;AADbAAAADwAAAGRycy9kb3ducmV2LnhtbESPT2vCQBTE74LfYXkFL1I3VkxLdBUpVCwexH/0+sy+&#10;JtHs2zS7avz2bkHwOMzMb5jxtDGluFDtCssK+r0IBHFqdcGZgt326/UDhPPIGkvLpOBGDqaTdmuM&#10;ibZXXtNl4zMRIOwSVJB7XyVSujQng65nK+Lg/draoA+yzqSu8RrgppRvURRLgwWHhRwr+swpPW3O&#10;RsEifT/Nh8uf7j5aDY/28G10/DdXqvPSzEYgPDX+GX60F1rBIIb/L+EHyM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k31UxQAAANsAAAAPAAAAAAAAAAAAAAAAAJgCAABkcnMv&#10;ZG93bnJldi54bWxQSwUGAAAAAAQABAD1AAAAigMAAAAA&#10;" path="m-1,nfc11929,,21600,9670,21600,21600v,3840,-1024,7611,-2967,10924em-1,nsc11929,,21600,9670,21600,21600v,3840,-1024,7611,-2967,10924l,21600,-1,xe" filled="f" fillcolor="#bfbfbf" strokeweight="2pt">
                      <v:stroke startarrowlength="long" endarrow="block" endarrowwidth="narrow" endarrowlength="long"/>
                      <v:shadow color="#858aac"/>
                      <v:path arrowok="t" o:extrusionok="f" o:connecttype="custom" o:connectlocs="0,0;44,99;0,66" o:connectangles="0,0,0"/>
                    </v:shape>
                  </v:group>
                </v:group>
                <v:group id="Group 52" o:spid="_x0000_s1073" style="position:absolute;left:17086;top:7901;width:3112;height:11814" coordorigin="2171,2143" coordsize="245,9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line id="Line 53" o:spid="_x0000_s1074" style="position:absolute;flip:x y;visibility:visible;mso-wrap-style:square" from="2309,2143" to="2309,3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y3cMAAADbAAAADwAAAGRycy9kb3ducmV2LnhtbESP0WoCMRRE3wX/IVyhb5q1XYquRtGC&#10;RV8KWj/gurluVjc3YRN1+/emUOjjMDNnmPmys424UxtqxwrGowwEcel0zZWC4/dmOAERIrLGxjEp&#10;+KEAy0W/N8dCuwfv6X6IlUgQDgUqMDH6QspQGrIYRs4TJ+/sWosxybaSusVHgttGvmbZu7RYc1ow&#10;6OnDUHk93KyCsJ+Gk7tMtrk5reUu5v74+eWVehl0qxmISF38D/+1t1pB/ga/X9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f8t3DAAAA2wAAAA8AAAAAAAAAAAAA&#10;AAAAoQIAAGRycy9kb3ducmV2LnhtbFBLBQYAAAAABAAEAPkAAACRAwAAAAA=&#10;" strokeweight="2pt">
                    <v:shadow color="#858aac"/>
                  </v:line>
                  <v:line id="Line 54" o:spid="_x0000_s1075" style="position:absolute;flip:x y;visibility:visible;mso-wrap-style:square" from="2276,2900" to="2276,3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ZqqcIAAADbAAAADwAAAGRycy9kb3ducmV2LnhtbESP3WoCMRSE7wXfIRzBO81aFtHVKFqo&#10;6E3Bnwc4bo6b1c1J2KS6ffumUOjlMDPfMMt1ZxvxpDbUjhVMxhkI4tLpmisFl/PHaAYiRGSNjWNS&#10;8E0B1qt+b4mFdi8+0vMUK5EgHApUYGL0hZShNGQxjJ0nTt7NtRZjkm0ldYuvBLeNfMuyqbRYc1ow&#10;6OndUPk4fVkF4TgPV3ef7XNz3cpDzP1l9+mVGg66zQJEpC7+h//ae60gz+H3S/o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TZqqcIAAADbAAAADwAAAAAAAAAAAAAA&#10;AAChAgAAZHJzL2Rvd25yZXYueG1sUEsFBgAAAAAEAAQA+QAAAJADAAAAAA==&#10;" strokeweight="2pt">
                    <v:shadow color="#858aac"/>
                  </v:line>
                  <v:line id="Line 55" o:spid="_x0000_s1076" style="position:absolute;flip:x y;visibility:visible;mso-wrap-style:square" from="2348,2858" to="2348,3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ZkAMMAAADbAAAADwAAAGRycy9kb3ducmV2LnhtbESP3WoCMRSE7wt9h3AK3mnW+oPdGqUK&#10;Fr0R/HmA4+Z0s3VzEjZRt29vBKGXw8x8w0znra3FlZpQOVbQ72UgiAunKy4VHA+r7gREiMgaa8ek&#10;4I8CzGevL1PMtbvxjq77WIoE4ZCjAhOjz6UMhSGLoec8cfJ+XGMxJtmUUjd4S3Bby/csG0uLFacF&#10;g56Whorz/mIVhN1HOLnfyXpoTgu5iUN//N56pTpv7dcniEht/A8/22utYDSAx5f0A+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cGZADDAAAA2wAAAA8AAAAAAAAAAAAA&#10;AAAAoQIAAGRycy9kb3ducmV2LnhtbFBLBQYAAAAABAAEAPkAAACRAwAAAAA=&#10;" strokeweight="2pt">
                    <v:shadow color="#858aac"/>
                  </v:line>
                  <v:line id="Line 56" o:spid="_x0000_s1077" style="position:absolute;flip:y;visibility:visible;mso-wrap-style:square" from="2277,3026" to="2352,30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T048YAAADbAAAADwAAAGRycy9kb3ducmV2LnhtbESPQWsCMRSE74X+h/AKvRTNalvR1Sgi&#10;FLyU4iqIt+fmuVncvCxJum7765tCocdhZr5hFqveNqIjH2rHCkbDDARx6XTNlYLD/m0wBREissbG&#10;MSn4ogCr5f3dAnPtbryjroiVSBAOOSowMba5lKE0ZDEMXUucvIvzFmOSvpLa4y3BbSPHWTaRFmtO&#10;CwZb2hgqr8WnVeDP49G7Kc7b79NHGa7Ps+7p2EulHh/69RxEpD7+h//aW63g9QV+v6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9OPGAAAA2wAAAA8AAAAAAAAA&#10;AAAAAAAAoQIAAGRycy9kb3ducmV2LnhtbFBLBQYAAAAABAAEAPkAAACUAwAAAAA=&#10;" strokeweight="2pt">
                    <v:shadow color="#858aac"/>
                  </v:line>
                  <v:group id="Group 57" o:spid="_x0000_s1078" style="position:absolute;left:2171;top:2533;width:245;height:141" coordorigin="2171,2533" coordsize="245,1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Arc 58" o:spid="_x0000_s1079" style="position:absolute;left:2357;top:2539;width:51;height:66;rotation:90;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3sEcYA&#10;AADbAAAADwAAAGRycy9kb3ducmV2LnhtbESPQWvCQBSE7wX/w/KEXorZWKhIzCrSVigWWhoVPT6z&#10;zySYfRuyq4n/3i0Uehxm5hsmXfSmFldqXWVZwTiKQRDnVldcKNhuVqMpCOeRNdaWScGNHCzmg4cU&#10;E207/qFr5gsRIOwSVFB63yRSurwkgy6yDXHwTrY16INsC6lb7ALc1PI5jifSYMVhocSGXkvKz9nF&#10;KNjRcfO5zw7d+vstpq++Wr0/jXdKPQ775QyEp97/h//aH1rBywR+v4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3sEcYAAADbAAAADwAAAAAAAAAAAAAAAACYAgAAZHJz&#10;L2Rvd25yZXYueG1sUEsFBgAAAAAEAAQA9QAAAIsDAAAAAA==&#10;" path="m-1,nfc11929,,21600,9670,21600,21600em-1,nsc11929,,21600,9670,21600,21600l,21600,-1,xe" filled="f" fillcolor="#bfbfbf" strokeweight="2pt">
                      <v:shadow color="#858aac"/>
                      <v:path arrowok="t" o:extrusionok="f" o:connecttype="custom" o:connectlocs="0,0;51,66;0,66" o:connectangles="0,0,0"/>
                    </v:shape>
                    <v:shape id="Arc 59" o:spid="_x0000_s1080" style="position:absolute;left:2204;top:2647;width:102;height:27;flip:x 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af5cUA&#10;AADbAAAADwAAAGRycy9kb3ducmV2LnhtbESPQUvDQBSE74L/YXlCL2I3FjQSuy3FVpAehLaC12f2&#10;mQTz3qa7a5L++64g9DjMzDfMfDlyq3ryoXFi4H6agSIpnW2kMvBxeL17AhUiisXWCRk4UYDl4vpq&#10;joV1g+yo38dKJYiEAg3UMXaF1qGsiTFMXUeSvG/nGWOSvtLW45Dg3OpZlj1qxkbSQo0dvdRU/ux/&#10;2cC6f/8aVrzdHMfTsbnNOe/40xszuRlXz6AijfES/m+/WQMPOfx9ST9AL8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dp/lxQAAANsAAAAPAAAAAAAAAAAAAAAAAJgCAABkcnMv&#10;ZG93bnJldi54bWxQSwUGAAAAAAQABAD1AAAAigMAAAAA&#10;" path="m-1,nfc11929,,21600,9670,21600,21600em-1,nsc11929,,21600,9670,21600,21600l,21600,-1,xe" filled="f" fillcolor="#bfbfbf" strokeweight="2pt">
                      <v:shadow color="#858aac"/>
                      <v:path arrowok="t" o:extrusionok="f" o:connecttype="custom" o:connectlocs="0,0;102,27;0,27" o:connectangles="0,0,0"/>
                    </v:shape>
                    <v:shape id="Arc 60" o:spid="_x0000_s1081" style="position:absolute;left:2314;top:2595;width:102;height:77;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7kbMEA&#10;AADbAAAADwAAAGRycy9kb3ducmV2LnhtbERPXWvCMBR9H/gfwhX2MtZ0A4t0RhHHYIiMtXXvl+au&#10;LTY3JYm2+uvNw2CPh/O92kymFxdyvrOs4CVJQRDXVnfcKDhWH89LED4ga+wtk4IredisZw8rzLUd&#10;uaBLGRoRQ9jnqKANYcil9HVLBn1iB+LI/VpnMEToGqkdjjHc9PI1TTNpsOPY0OJAu5bqU3k2Cg6m&#10;7veuINoW1fvwVWXn28/3k1KP82n7BiLQFP7Ff+5PrWARx8Yv8Qf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O5GzBAAAA2wAAAA8AAAAAAAAAAAAAAAAAmAIAAGRycy9kb3du&#10;cmV2LnhtbFBLBQYAAAAABAAEAPUAAACGAwAAAAA=&#10;" path="m-1,nfc11929,,21600,9670,21600,21600em-1,nsc11929,,21600,9670,21600,21600l,21600,-1,xe" filled="f" fillcolor="#bfbfbf" strokeweight="2pt">
                      <v:shadow color="#858aac"/>
                      <v:path arrowok="t" o:extrusionok="f" o:connecttype="custom" o:connectlocs="0,0;102,77;0,77" o:connectangles="0,0,0"/>
                    </v:shape>
                    <v:shape id="Arc 61" o:spid="_x0000_s1082" style="position:absolute;left:2171;top:2533;width:51;height:116;rotation:15;flip:x y;visibility:visible;mso-wrap-style:square;v-text-anchor:middle" coordsize="21600,379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6fSsIA&#10;AADbAAAADwAAAGRycy9kb3ducmV2LnhtbESPX2vCQBDE3wt+h2OFvtWLgYpGTxFpxTfrP3xdcmsS&#10;zO2G3BnTb98rFPo4zMxvmMWqd7XqqPWVsIHxKAFFnIutuDBwPn2+TUH5gGyxFiYD3+RhtRy8LDCz&#10;8uQDdcdQqAhhn6GBMoQm09rnJTn0I2mIo3eT1mGIsi20bfEZ4a7WaZJMtMOK40KJDW1Kyu/HhzPQ&#10;XabU7GfpYbvv5fq1+xD9nosxr8N+PQcVqA//4b/2zhqYpPD7Jf4Av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vp9KwgAAANsAAAAPAAAAAAAAAAAAAAAAAJgCAABkcnMvZG93&#10;bnJldi54bWxQSwUGAAAAAAQABAD1AAAAhwMAAAAA&#10;" path="m-1,nfc11929,,21600,9670,21600,21600v,6302,-2754,12291,-7538,16394em-1,nsc11929,,21600,9670,21600,21600v,6302,-2754,12291,-7538,16394l,21600,-1,xe" filled="f" fillcolor="#bfbfbf" strokeweight="2pt">
                      <v:stroke startarrowlength="long" endarrow="block" endarrowwidth="narrow" endarrowlength="long"/>
                      <v:shadow color="#858aac"/>
                      <v:path arrowok="t" o:extrusionok="f" o:connecttype="custom" o:connectlocs="0,0;33,116;0,66" o:connectangles="0,0,0"/>
                    </v:shape>
                  </v:group>
                </v:group>
                <v:group id="Group 62" o:spid="_x0000_s1083" style="position:absolute;left:18839;top:6745;width:23584;height:4611" coordorigin="2309,2052" coordsize="1856,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line id="Line 63" o:spid="_x0000_s1084" style="position:absolute;visibility:visible;mso-wrap-style:square" from="2309,2052" to="3924,22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4JVsEAAADcAAAADwAAAGRycy9kb3ducmV2LnhtbERPTWvCQBC9F/wPywi91U2DlJC6ilQC&#10;QS+tevA4ZMckNDsbsmNM/fXdQ6HHx/tebSbXqZGG0Ho28LpIQBFX3rZcGzifipcMVBBki51nMvBD&#10;ATbr2dMKc+vv/EXjUWoVQzjkaKAR6XOtQ9WQw7DwPXHkrn5wKBEOtbYD3mO463SaJG/aYcuxocGe&#10;Phqqvo83ZyDx1wdud7cDV5kUy/1nOcnyYszzfNq+gxKa5F/85y6tgTSLa+OZeAT0+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jglWwQAAANwAAAAPAAAAAAAAAAAAAAAA&#10;AKECAABkcnMvZG93bnJldi54bWxQSwUGAAAAAAQABAD5AAAAjwMAAAAA&#10;" strokeweight="2pt">
                    <v:stroke dashstyle="dash" endarrow="block" endarrowlength="long"/>
                    <v:shadow color="#858aac"/>
                  </v:line>
                  <v:group id="Group 64" o:spid="_x0000_s1085" style="position:absolute;left:3955;top:2218;width:210;height:197" coordorigin="4011,2262" coordsize="210,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oval id="Oval 65" o:spid="_x0000_s1086" style="position:absolute;left:4011;top:2262;width:56;height:1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eqOcAA&#10;AADcAAAADwAAAGRycy9kb3ducmV2LnhtbERPzWrCQBC+F3yHZQRvdWOQYlNXkUJBEEpr8gBDdkyC&#10;2dm4s2p8e/dQ6PHj+19vR9erGwXpPBtYzDNQxLW3HTcGqvLrdQVKIrLF3jMZeJDAdjN5WWNh/Z1/&#10;6XaMjUohLAUaaGMcCq2lbsmhzP1AnLiTDw5jgqHRNuA9hbte51n2ph12nBpaHOizpfp8vDoDEsL3&#10;tVrKT+U5X11CXR7kXBozm467D1CRxvgv/nPvrYH8Pc1PZ9IR0J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ieqOcAAAADcAAAADwAAAAAAAAAAAAAAAACYAgAAZHJzL2Rvd25y&#10;ZXYueG1sUEsFBgAAAAAEAAQA9QAAAIUDAAAAAA==&#10;" strokeweight="2pt">
                      <v:shadow color="#858aac"/>
                      <v:textbox inset="2.5mm,1.3mm,2.5mm,1.3mm"/>
                    </v:oval>
                    <v:oval id="Oval 66" o:spid="_x0000_s1087" style="position:absolute;left:4165;top:2289;width:56;height:1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sPosMA&#10;AADcAAAADwAAAGRycy9kb3ducmV2LnhtbESPUWvCQBCE3wX/w7FC38zFUIpGTymFQqFQrMkPWHLb&#10;JJjbS29PTf99Tyj0cZiZb5jdYXKDulKQ3rOBVZaDIm687bk1UFevyzUoicgWB89k4IcEDvv5bIel&#10;9Tf+pOsptipBWEo00MU4llpL05FDyfxInLwvHxzGJEOrbcBbgrtBF3n+pB32nBY6HOmlo+Z8ujgD&#10;EsLHpX6UY+25WH+HpnqXc2XMw2J63oKKNMX/8F/7zRooNiu4n0lHQO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sPosMAAADcAAAADwAAAAAAAAAAAAAAAACYAgAAZHJzL2Rv&#10;d25yZXYueG1sUEsFBgAAAAAEAAQA9QAAAIgDAAAAAA==&#10;" strokeweight="2pt">
                      <v:shadow color="#858aac"/>
                      <v:textbox inset="2.5mm,1.3mm,2.5mm,1.3mm"/>
                    </v:oval>
                    <v:line id="Line 67" o:spid="_x0000_s1088" style="position:absolute;visibility:visible;mso-wrap-style:square" from="4034,2262" to="4189,2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iuasgAAADcAAAADwAAAGRycy9kb3ducmV2LnhtbESPW2vCQBSE3wv+h+UIfRHdNK2i0VWs&#10;tNCnQr2Aj4fsyUWzZ0N2m6T++m5B6OMwM98wq01vKtFS40rLCp4mEQji1OqScwXHw/t4DsJ5ZI2V&#10;ZVLwQw4268HDChNtO/6idu9zESDsElRQeF8nUrq0IINuYmvi4GW2MeiDbHKpG+wC3FQyjqKZNFhy&#10;WCiwpl1B6XX/bRRk7cvx9fM8vdwW3XN+y0bRabd9U+px2G+XIDz1/j98b39oBfEihr8z4QjI9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BiuasgAAADcAAAADwAAAAAA&#10;AAAAAAAAAAChAgAAZHJzL2Rvd25yZXYueG1sUEsFBgAAAAAEAAQA+QAAAJYDAAAAAA==&#10;" strokeweight="2pt">
                      <v:shadow color="#858aac"/>
                    </v:line>
                    <v:line id="Line 68" o:spid="_x0000_s1089" style="position:absolute;visibility:visible;mso-wrap-style:square" from="4038,2431" to="4193,2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QL8ccAAADcAAAADwAAAGRycy9kb3ducmV2LnhtbESPT2vCQBTE7wW/w/IEL0U3ai01uopK&#10;C54ErUKPj+zLH82+Ddltkvrp3UKhx2FmfsMs150pRUO1KywrGI8iEMSJ1QVnCs6fH8M3EM4jaywt&#10;k4IfcrBe9Z6WGGvb8pGak89EgLCLUUHufRVL6ZKcDLqRrYiDl9raoA+yzqSusQ1wU8pJFL1KgwWH&#10;hRwr2uWU3E7fRkHavJy3h6/Z9T5vp9k9fY4uu827UoN+t1mA8NT5//Bfe68VTOZT+D0TjoBcP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VAvxxwAAANwAAAAPAAAAAAAA&#10;AAAAAAAAAKECAABkcnMvZG93bnJldi54bWxQSwUGAAAAAAQABAD5AAAAlQMAAAAA&#10;" strokeweight="2pt">
                      <v:shadow color="#858aac"/>
                    </v:line>
                    <v:oval id="Oval 69" o:spid="_x0000_s1090" style="position:absolute;left:4036;top:2281;width:34;height:1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Ro98UA&#10;AADcAAAADwAAAGRycy9kb3ducmV2LnhtbESPQWsCMRSE74X+h/AK3jSriG23RinCQg8qrduLt+fm&#10;dXfp5iXdRI3/3ghCj8PMfMPMl9F04kS9by0rGI8yEMSV1S3XCr7LYvgCwgdkjZ1lUnAhD8vF48Mc&#10;c23P/EWnXahFgrDPUUETgsul9FVDBv3IOuLk/djeYEiyr6Xu8ZzgppOTLJtJgy2nhQYdrRqqfndH&#10;oyAW0elyVRZ287cfu8/DunzeVkoNnuL7G4hAMfyH7+0PrWDyOoXbmXQE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tGj3xQAAANwAAAAPAAAAAAAAAAAAAAAAAJgCAABkcnMv&#10;ZG93bnJldi54bWxQSwUGAAAAAAQABAD1AAAAigMAAAAA&#10;" strokecolor="white" strokeweight="2pt">
                      <v:shadow color="#858aac"/>
                      <v:textbox inset="2.5mm,1.3mm,2.5mm,1.3mm"/>
                    </v:oval>
                  </v:group>
                </v:group>
                <v:shape id="Text Box 70" o:spid="_x0000_s1091" type="#_x0000_t202" style="position:absolute;left:35410;top:11687;width:7089;height:21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gIeMUA&#10;AADcAAAADwAAAGRycy9kb3ducmV2LnhtbESPQWsCMRSE70L/Q3hCb5pVabGrUUSxFHpa9dLbY/Pc&#10;LG5etkl0t/76plDwOMzMN8xy3dtG3MiH2rGCyTgDQVw6XXOl4HTcj+YgQkTW2DgmBT8UYL16Giwx&#10;167jgm6HWIkE4ZCjAhNjm0sZSkMWw9i1xMk7O28xJukrqT12CW4bOc2yV2mx5rRgsKWtofJyuFoF&#10;77vZ99ybbvv1ubnb+6QrrO4LpZ6H/WYBIlIfH+H/9odWMH17gb8z6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Ah4xQAAANwAAAAPAAAAAAAAAAAAAAAAAJgCAABkcnMv&#10;ZG93bnJldi54bWxQSwUGAAAAAAQABAD1AAAAigMAAAAA&#10;" filled="f" fillcolor="#bfbfbf" stroked="f" strokecolor="#003466">
                  <v:textbox inset="2mm,1.04mm,2mm,1.04mm">
                    <w:txbxContent>
                      <w:p w14:paraId="21C66DAB" w14:textId="77777777" w:rsidR="00CD684F" w:rsidRPr="00AD1A6F" w:rsidRDefault="00CD684F" w:rsidP="000F5F7D">
                        <w:pPr>
                          <w:autoSpaceDE w:val="0"/>
                          <w:autoSpaceDN w:val="0"/>
                          <w:adjustRightInd w:val="0"/>
                          <w:rPr>
                            <w:color w:val="000000"/>
                            <w:sz w:val="19"/>
                            <w:lang w:val="en-US"/>
                          </w:rPr>
                        </w:pPr>
                        <w:r w:rsidRPr="00AD1A6F">
                          <w:rPr>
                            <w:color w:val="000000"/>
                            <w:sz w:val="19"/>
                          </w:rPr>
                          <w:t>Photometer</w:t>
                        </w:r>
                      </w:p>
                    </w:txbxContent>
                  </v:textbox>
                </v:shape>
                <v:group id="Group 71" o:spid="_x0000_s1092" style="position:absolute;left:18902;top:6745;width:20459;height:2477" coordorigin="2314,2052" coordsize="1610,1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5TSMYAAADcAAAADwAAAGRycy9kb3ducmV2LnhtbESPQWvCQBSE7wX/w/KE&#10;3ppNLA01ZhURKx5CoSqU3h7ZZxLMvg3ZbRL/fbdQ6HGYmW+YfDOZVgzUu8aygiSKQRCXVjdcKbic&#10;355eQTiPrLG1TAru5GCznj3kmGk78gcNJ1+JAGGXoYLa+y6T0pU1GXSR7YiDd7W9QR9kX0nd4xjg&#10;ppWLOE6lwYbDQo0d7Woqb6dvo+Aw4rh9TvZDcbvu7l/nl/fPIiGlHufTdgXC0+T/w3/to1awW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TlNIxgAAANwA&#10;AAAPAAAAAAAAAAAAAAAAAKoCAABkcnMvZG93bnJldi54bWxQSwUGAAAAAAQABAD6AAAAnQMAAAAA&#10;">
                  <v:line id="Line 72" o:spid="_x0000_s1093" style="position:absolute;visibility:visible;mso-wrap-style:square" from="2314,2052" to="3924,2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pmwscAAADcAAAADwAAAGRycy9kb3ducmV2LnhtbESP0UrDQBRE34X+w3IF3+ymfag1dlOs&#10;YGmLUo39gJvsNQnN3g27axL9elco+DjMzBlmtR5NK3pyvrGsYDZNQBCXVjdcKTh9PN8uQfiArLG1&#10;TAq+ycM6m1ytMNV24Hfq81CJCGGfooI6hC6V0pc1GfRT2xFH79M6gyFKV0ntcIhw08p5kiykwYbj&#10;Qo0dPdVUnvMvo+B4/HnND1t8m724/LDZ7ItTPxRK3VyPjw8gAo3hP3xp77SC+f0d/J2JR0B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mbCxwAAANwAAAAPAAAAAAAA&#10;AAAAAAAAAKECAABkcnMvZG93bnJldi54bWxQSwUGAAAAAAQABAD5AAAAlQMAAAAA&#10;" strokeweight="1pt">
                    <v:stroke endarrow="block" endarrowlength="long"/>
                    <v:shadow color="#858aac"/>
                  </v:line>
                  <v:shape id="Arc 73" o:spid="_x0000_s1094" style="position:absolute;left:3636;top:2115;width:56;height:126;rotation:20;visibility:visible;mso-wrap-style:square;v-text-anchor:middle" coordsize="21600,22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CJ7sIA&#10;AADcAAAADwAAAGRycy9kb3ducmV2LnhtbERPPW/CMBDdkfofrKvUDZxmoBAwUVWERLtBK7XjER+x&#10;RXxOYzeE/no8IDE+ve9lObhG9NQF61nB8yQDQVx5bblW8PW5Gc9AhIissfFMCi4UoFw9jJZYaH/m&#10;HfX7WIsUwqFABSbGtpAyVIYcholviRN39J3DmGBXS93hOYW7RuZZNpUOLacGgy29GapO+z+nIPwe&#10;qp+Zfc+/px/W/K9f4lZf5ko9PQ6vCxCRhngX39xbrSCfp7XpTDoC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InuwgAAANwAAAAPAAAAAAAAAAAAAAAAAJgCAABkcnMvZG93&#10;bnJldi54bWxQSwUGAAAAAAQABAD1AAAAhwMAAAAA&#10;" path="m6134,nfc15307,2717,21600,11144,21600,20711v,665,-31,1329,-93,1991em6134,nsc15307,2717,21600,11144,21600,20711v,665,-31,1329,-93,1991l,20711,6134,xe" filled="f" fillcolor="#bfbfbf" strokeweight="1pt">
                    <v:stroke startarrow="block" startarrowwidth="narrow" startarrowlength="short" endarrow="block" endarrowwidth="narrow" endarrowlength="short"/>
                    <v:shadow color="#858aac"/>
                    <v:path arrowok="t" o:extrusionok="f" o:connecttype="custom" o:connectlocs="16,0;56,126;0,115" o:connectangles="0,0,0"/>
                  </v:shape>
                  <v:shape id="Text Box 74" o:spid="_x0000_s1095" type="#_x0000_t202" style="position:absolute;left:3733;top:2132;width:61;height: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QrcAA&#10;AADcAAAADwAAAGRycy9kb3ducmV2LnhtbESPzQrCMBCE74LvEFbwpqkiYqtRRBD04MGfi7e1Wdti&#10;sylNrPXtjSB4HGbmG2axak0pGqpdYVnBaBiBIE6tLjhTcDlvBzMQziNrLC2Tgjc5WC27nQUm2r74&#10;SM3JZyJA2CWoIPe+SqR0aU4G3dBWxMG729qgD7LOpK7xFeCmlOMomkqDBYeFHCva5JQ+Tk+j4DGR&#10;N7oeRjE3t4Nr78fdXuuJUv1eu56D8NT6f/jX3mkF4ziG75lwBOTy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QrcAAAADcAAAADwAAAAAAAAAAAAAAAACYAgAAZHJzL2Rvd25y&#10;ZXYueG1sUEsFBgAAAAAEAAQA9QAAAIUDAAAAAA==&#10;" filled="f" fillcolor="#bfbfbf" stroked="f" strokecolor="#003466">
                    <v:textbox inset="0,0,0,0">
                      <w:txbxContent>
                        <w:p w14:paraId="7ECBD992" w14:textId="77777777" w:rsidR="00CD684F" w:rsidRPr="00AD1A6F" w:rsidRDefault="00CD684F" w:rsidP="000F5F7D">
                          <w:pPr>
                            <w:autoSpaceDE w:val="0"/>
                            <w:autoSpaceDN w:val="0"/>
                            <w:adjustRightInd w:val="0"/>
                            <w:jc w:val="center"/>
                            <w:rPr>
                              <w:b/>
                              <w:bCs/>
                              <w:color w:val="000000"/>
                              <w:sz w:val="19"/>
                              <w:lang w:val="de-DE"/>
                            </w:rPr>
                          </w:pPr>
                          <w:r w:rsidRPr="00AD1A6F">
                            <w:rPr>
                              <w:rFonts w:cs="Symbol"/>
                              <w:b/>
                              <w:bCs/>
                              <w:color w:val="000000"/>
                              <w:sz w:val="19"/>
                              <w:lang w:val="de-DE"/>
                            </w:rPr>
                            <w:t>v</w:t>
                          </w:r>
                        </w:p>
                      </w:txbxContent>
                    </v:textbox>
                  </v:shape>
                </v:group>
                <v:group id="Group 75" o:spid="_x0000_s1096" style="position:absolute;left:18801;top:6745;width:10042;height:5793" coordorigin="2306,2052" coordsize="790,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gD0vcIAAADcAAAADwAAAGRycy9kb3ducmV2LnhtbERPy4rCMBTdC/5DuMLs&#10;NO2IIh1TERkHFyKoA8PsLs3tA5ub0sS2/r1ZCC4P573eDKYWHbWusqwgnkUgiDOrKy4U/F730xUI&#10;55E11pZJwYMcbNLxaI2Jtj2fqbv4QoQQdgkqKL1vEildVpJBN7MNceBy2xr0AbaF1C32IdzU8jOK&#10;ltJgxaGhxIZ2JWW3y90o+Omx387j7+54y3eP/+vi9HeMSamPybD9AuFp8G/xy33QCuZR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YA9L3CAAAA3AAAAA8A&#10;AAAAAAAAAAAAAAAAqgIAAGRycy9kb3ducmV2LnhtbFBLBQYAAAAABAAEAPoAAACZAwAAAAA=&#10;">
                  <v:line id="Line 76" o:spid="_x0000_s1097" style="position:absolute;visibility:visible;mso-wrap-style:square" from="2306,2052" to="3044,2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TBN8YAAADcAAAADwAAAGRycy9kb3ducmV2LnhtbESP0UrDQBRE34X+w3IF38wmCiKx22IL&#10;lrYobWM/4DZ7TYLZu2F3m0S/3hUKfRxm5gwznY+mFT0531hWkCUpCOLS6oYrBcfPt/tnED4ga2wt&#10;k4If8jCfTW6mmGs78IH6IlQiQtjnqKAOocul9GVNBn1iO+LofVlnMETpKqkdDhFuWvmQpk/SYMNx&#10;ocaOljWV38XZKNjtfj+K7Qr32bsrtovF5nTsh5NSd7fj6wuIQGO4hi/ttVbwmGbwfyYeATn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0wTfGAAAA3AAAAA8AAAAAAAAA&#10;AAAAAAAAoQIAAGRycy9kb3ducmV2LnhtbFBLBQYAAAAABAAEAPkAAACUAwAAAAA=&#10;" strokeweight="1pt">
                    <v:stroke endarrow="block" endarrowlength="long"/>
                    <v:shadow color="#858aac"/>
                  </v:line>
                  <v:shape id="Arc 77" o:spid="_x0000_s1098" style="position:absolute;left:2841;top:2179;width:237;height:192;flip:y;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gQjsIA&#10;AADcAAAADwAAAGRycy9kb3ducmV2LnhtbESP3YrCMBSE74V9h3AW9k7T9Z9qlKUo9Eqxuw9waI5t&#10;sTkJTdTu2xtB8HKYmW+Y9bY3rbhR5xvLCr5HCQji0uqGKwV/v/vhEoQPyBpby6TgnzxsNx+DNaba&#10;3vlEtyJUIkLYp6igDsGlUvqyJoN+ZB1x9M62Mxii7CqpO7xHuGnlOEnm0mDDcaFGR1lN5aW4GgWL&#10;vJg5eZhMcTHdZT4/HL3Ljkp9ffY/KxCB+vAOv9q5VjBJxvA8E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aBCOwgAAANwAAAAPAAAAAAAAAAAAAAAAAJgCAABkcnMvZG93&#10;bnJldi54bWxQSwUGAAAAAAQABAD1AAAAhwMAAAAA&#10;" path="m-1,nfc11929,,21600,9670,21600,21600em-1,nsc11929,,21600,9670,21600,21600l,21600,-1,xe" filled="f" fillcolor="#bfbfbf" strokeweight="1pt">
                    <v:stroke startarrow="block" startarrowwidth="narrow" startarrowlength="long" endarrow="block" endarrowwidth="narrow" endarrowlength="long"/>
                    <v:shadow color="#858aac"/>
                    <v:path arrowok="t" o:extrusionok="f" o:connecttype="custom" o:connectlocs="0,0;237,192;0,192" o:connectangles="0,0,0"/>
                  </v:shape>
                  <v:shape id="Text Box 78" o:spid="_x0000_s1099" type="#_x0000_t202" style="position:absolute;left:3043;top:2283;width:53;height: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9XcEA&#10;AADcAAAADwAAAGRycy9kb3ducmV2LnhtbESPSwvCMBCE74L/IazgTVMfiFajiCDowYOPi7e1Wdti&#10;sylNrPXfG0HwOMzMN8xi1ZhC1FS53LKCQT8CQZxYnXOq4HLe9qYgnEfWWFgmBW9ysFq2WwuMtX3x&#10;keqTT0WAsItRQeZ9GUvpkowMur4tiYN3t5VBH2SVSl3hK8BNIYdRNJEGcw4LGZa0ySh5nJ5GwWMs&#10;b3Q9DGZc3w6uuR93e63HSnU7zXoOwlPj/+Ffe6cVjKIRfM+EIyC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C/V3BAAAA3AAAAA8AAAAAAAAAAAAAAAAAmAIAAGRycy9kb3du&#10;cmV2LnhtbFBLBQYAAAAABAAEAPUAAACGAwAAAAA=&#10;" filled="f" fillcolor="#bfbfbf" stroked="f" strokecolor="#003466">
                    <v:textbox inset="0,0,0,0">
                      <w:txbxContent>
                        <w:p w14:paraId="16117561" w14:textId="77777777" w:rsidR="00CD684F" w:rsidRPr="00AD1A6F" w:rsidRDefault="00CD684F" w:rsidP="000F5F7D">
                          <w:pPr>
                            <w:autoSpaceDE w:val="0"/>
                            <w:autoSpaceDN w:val="0"/>
                            <w:adjustRightInd w:val="0"/>
                            <w:jc w:val="center"/>
                            <w:rPr>
                              <w:b/>
                              <w:bCs/>
                              <w:color w:val="000000"/>
                              <w:sz w:val="19"/>
                              <w:lang w:val="de-DE"/>
                            </w:rPr>
                          </w:pPr>
                          <w:r w:rsidRPr="00AD1A6F">
                            <w:rPr>
                              <w:rFonts w:cs="Symbol"/>
                              <w:b/>
                              <w:bCs/>
                              <w:color w:val="000000"/>
                              <w:sz w:val="19"/>
                              <w:lang w:val="de-DE"/>
                            </w:rPr>
                            <w:t>h</w:t>
                          </w:r>
                        </w:p>
                      </w:txbxContent>
                    </v:textbox>
                  </v:shape>
                </v:group>
                <w10:anchorlock/>
              </v:group>
            </w:pict>
          </mc:Fallback>
        </mc:AlternateContent>
      </w:r>
    </w:p>
    <w:p w14:paraId="682B2C9F" w14:textId="2B0BCBA8" w:rsidR="00EC152D" w:rsidRDefault="00EC152D" w:rsidP="00EC152D">
      <w:pPr>
        <w:suppressAutoHyphens w:val="0"/>
        <w:spacing w:line="240" w:lineRule="auto"/>
        <w:ind w:right="992"/>
        <w:jc w:val="right"/>
        <w:rPr>
          <w:b/>
          <w:lang w:val="en-US"/>
        </w:rPr>
      </w:pPr>
      <w:r>
        <w:rPr>
          <w:b/>
          <w:lang w:val="en-US"/>
        </w:rPr>
        <w:t>"</w:t>
      </w:r>
    </w:p>
    <w:p w14:paraId="780E3521" w14:textId="1071EC22" w:rsidR="00575D2C" w:rsidRDefault="006F3403" w:rsidP="006F3403">
      <w:pPr>
        <w:pStyle w:val="HChG"/>
      </w:pPr>
      <w:r>
        <w:tab/>
      </w:r>
      <w:r w:rsidR="00575D2C" w:rsidRPr="00525E6C">
        <w:t>II.</w:t>
      </w:r>
      <w:r w:rsidR="00575D2C" w:rsidRPr="00525E6C">
        <w:tab/>
        <w:t>Justification</w:t>
      </w:r>
    </w:p>
    <w:p w14:paraId="69B231D8" w14:textId="3D62CD34" w:rsidR="00B056A9" w:rsidRPr="005D332D" w:rsidRDefault="00B056A9" w:rsidP="00EC152D">
      <w:pPr>
        <w:pStyle w:val="endnotetable"/>
        <w:numPr>
          <w:ilvl w:val="0"/>
          <w:numId w:val="6"/>
        </w:numPr>
        <w:spacing w:after="120" w:line="240" w:lineRule="atLeast"/>
        <w:ind w:left="1134" w:right="992" w:firstLine="0"/>
        <w:jc w:val="both"/>
        <w:rPr>
          <w:sz w:val="20"/>
          <w:szCs w:val="20"/>
        </w:rPr>
      </w:pPr>
      <w:r w:rsidRPr="005D332D">
        <w:rPr>
          <w:sz w:val="20"/>
          <w:szCs w:val="20"/>
        </w:rPr>
        <w:t xml:space="preserve">This proposal merges the definitions of existing Regulations </w:t>
      </w:r>
      <w:r w:rsidR="00BA0878">
        <w:rPr>
          <w:sz w:val="20"/>
          <w:szCs w:val="20"/>
        </w:rPr>
        <w:t xml:space="preserve">on </w:t>
      </w:r>
      <w:r w:rsidRPr="005D332D">
        <w:rPr>
          <w:sz w:val="20"/>
          <w:szCs w:val="20"/>
        </w:rPr>
        <w:t>lighting, light signalling, retro-reflective devices and installation into one single place.</w:t>
      </w:r>
    </w:p>
    <w:p w14:paraId="7D8AFEA5" w14:textId="443C42E1" w:rsidR="00B056A9" w:rsidRPr="005D332D" w:rsidRDefault="007601C5" w:rsidP="00EC152D">
      <w:pPr>
        <w:pStyle w:val="endnotetable"/>
        <w:numPr>
          <w:ilvl w:val="0"/>
          <w:numId w:val="6"/>
        </w:numPr>
        <w:spacing w:after="120" w:line="240" w:lineRule="atLeast"/>
        <w:ind w:left="1134" w:right="992" w:firstLine="0"/>
        <w:jc w:val="both"/>
        <w:rPr>
          <w:sz w:val="20"/>
          <w:szCs w:val="20"/>
        </w:rPr>
      </w:pPr>
      <w:r w:rsidRPr="005D332D">
        <w:rPr>
          <w:sz w:val="20"/>
          <w:szCs w:val="20"/>
        </w:rPr>
        <w:t>To simplify the reading of the definitions, the</w:t>
      </w:r>
      <w:r w:rsidR="00B056A9" w:rsidRPr="005D332D">
        <w:rPr>
          <w:sz w:val="20"/>
          <w:szCs w:val="20"/>
        </w:rPr>
        <w:t>y have been</w:t>
      </w:r>
      <w:r w:rsidRPr="005D332D">
        <w:rPr>
          <w:sz w:val="20"/>
          <w:szCs w:val="20"/>
        </w:rPr>
        <w:t xml:space="preserve"> </w:t>
      </w:r>
      <w:r w:rsidR="00B056A9" w:rsidRPr="005D332D">
        <w:rPr>
          <w:sz w:val="20"/>
          <w:szCs w:val="20"/>
        </w:rPr>
        <w:t xml:space="preserve">reorganized </w:t>
      </w:r>
      <w:r w:rsidR="0027257E" w:rsidRPr="005D332D">
        <w:rPr>
          <w:sz w:val="20"/>
          <w:szCs w:val="20"/>
        </w:rPr>
        <w:t xml:space="preserve">and grouped </w:t>
      </w:r>
      <w:r w:rsidR="00B056A9" w:rsidRPr="005D332D">
        <w:rPr>
          <w:sz w:val="20"/>
          <w:szCs w:val="20"/>
        </w:rPr>
        <w:t>accordingly.</w:t>
      </w:r>
    </w:p>
    <w:p w14:paraId="0EA7AA7B" w14:textId="76B1E8D3" w:rsidR="007601C5" w:rsidRPr="005D332D" w:rsidRDefault="007601C5" w:rsidP="00EC152D">
      <w:pPr>
        <w:pStyle w:val="endnotetable"/>
        <w:numPr>
          <w:ilvl w:val="0"/>
          <w:numId w:val="6"/>
        </w:numPr>
        <w:spacing w:after="120" w:line="240" w:lineRule="atLeast"/>
        <w:ind w:left="1134" w:right="992" w:firstLine="0"/>
        <w:jc w:val="both"/>
        <w:rPr>
          <w:sz w:val="20"/>
          <w:szCs w:val="20"/>
        </w:rPr>
      </w:pPr>
      <w:r w:rsidRPr="005D332D">
        <w:rPr>
          <w:sz w:val="20"/>
          <w:szCs w:val="20"/>
        </w:rPr>
        <w:t xml:space="preserve">The content of the </w:t>
      </w:r>
      <w:r w:rsidR="00B056A9" w:rsidRPr="005D332D">
        <w:rPr>
          <w:sz w:val="20"/>
          <w:szCs w:val="20"/>
        </w:rPr>
        <w:t xml:space="preserve">existing </w:t>
      </w:r>
      <w:r w:rsidRPr="005D332D">
        <w:rPr>
          <w:sz w:val="20"/>
          <w:szCs w:val="20"/>
        </w:rPr>
        <w:t>definitions ha</w:t>
      </w:r>
      <w:r w:rsidR="00B056A9" w:rsidRPr="005D332D">
        <w:rPr>
          <w:sz w:val="20"/>
          <w:szCs w:val="20"/>
        </w:rPr>
        <w:t>s</w:t>
      </w:r>
      <w:r w:rsidRPr="005D332D">
        <w:rPr>
          <w:sz w:val="20"/>
          <w:szCs w:val="20"/>
        </w:rPr>
        <w:t xml:space="preserve"> not been changed.</w:t>
      </w:r>
    </w:p>
    <w:p w14:paraId="67B311AE" w14:textId="77777777" w:rsidR="008402C4" w:rsidRPr="004865D9" w:rsidRDefault="008402C4" w:rsidP="008402C4">
      <w:pPr>
        <w:pStyle w:val="Bullet1G"/>
        <w:numPr>
          <w:ilvl w:val="0"/>
          <w:numId w:val="0"/>
        </w:numPr>
        <w:spacing w:before="240" w:after="0"/>
        <w:ind w:left="1134"/>
        <w:jc w:val="center"/>
        <w:rPr>
          <w:u w:val="single"/>
        </w:rPr>
      </w:pPr>
      <w:r>
        <w:rPr>
          <w:u w:val="single"/>
        </w:rPr>
        <w:tab/>
      </w:r>
      <w:r>
        <w:rPr>
          <w:u w:val="single"/>
        </w:rPr>
        <w:tab/>
      </w:r>
      <w:r>
        <w:rPr>
          <w:u w:val="single"/>
        </w:rPr>
        <w:tab/>
      </w:r>
    </w:p>
    <w:p w14:paraId="223DEDAD" w14:textId="1DD0A0BC" w:rsidR="0073438A" w:rsidRPr="007601C5" w:rsidRDefault="0073438A" w:rsidP="008402C4">
      <w:pPr>
        <w:jc w:val="center"/>
      </w:pPr>
    </w:p>
    <w:sectPr w:rsidR="0073438A" w:rsidRPr="007601C5" w:rsidSect="00476EDD">
      <w:headerReference w:type="even" r:id="rId21"/>
      <w:headerReference w:type="default" r:id="rId22"/>
      <w:footerReference w:type="default" r:id="rId23"/>
      <w:headerReference w:type="first" r:id="rId24"/>
      <w:endnotePr>
        <w:numFmt w:val="decimal"/>
      </w:endnotePr>
      <w:pgSz w:w="11907" w:h="16840" w:code="9"/>
      <w:pgMar w:top="1701" w:right="992" w:bottom="2268" w:left="1418"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0AAB0" w14:textId="77777777" w:rsidR="00CD684F" w:rsidRDefault="00CD684F"/>
  </w:endnote>
  <w:endnote w:type="continuationSeparator" w:id="0">
    <w:p w14:paraId="16012F46" w14:textId="77777777" w:rsidR="00CD684F" w:rsidRDefault="00CD684F"/>
  </w:endnote>
  <w:endnote w:type="continuationNotice" w:id="1">
    <w:p w14:paraId="1D511674" w14:textId="77777777" w:rsidR="00CD684F" w:rsidRDefault="00CD6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etter Gothic">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MS PMincho">
    <w:panose1 w:val="02020600040205080304"/>
    <w:charset w:val="80"/>
    <w:family w:val="roma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BCCF8" w14:textId="5285EF54" w:rsidR="00CD684F" w:rsidRDefault="00CD684F">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1E757C">
      <w:rPr>
        <w:b/>
        <w:noProof/>
        <w:sz w:val="18"/>
      </w:rPr>
      <w:t>26</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046F8" w14:textId="07720BB8" w:rsidR="00676A0D" w:rsidRDefault="00676A0D" w:rsidP="00676A0D">
    <w:pPr>
      <w:pStyle w:val="Footer"/>
    </w:pPr>
    <w:r>
      <w:rPr>
        <w:noProof/>
        <w:lang w:val="en-GB" w:eastAsia="en-GB"/>
      </w:rPr>
      <w:drawing>
        <wp:anchor distT="0" distB="0" distL="114300" distR="114300" simplePos="0" relativeHeight="251659264" behindDoc="1" locked="1" layoutInCell="1" allowOverlap="1" wp14:anchorId="19D19A0B" wp14:editId="31EDB64A">
          <wp:simplePos x="0" y="0"/>
          <wp:positionH relativeFrom="margin">
            <wp:posOffset>4335780</wp:posOffset>
          </wp:positionH>
          <wp:positionV relativeFrom="margin">
            <wp:posOffset>8315325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E3A06B8" w14:textId="5A24AA2F" w:rsidR="00676A0D" w:rsidRDefault="00676A0D" w:rsidP="00676A0D">
    <w:pPr>
      <w:pStyle w:val="Footer"/>
      <w:ind w:right="1134"/>
      <w:rPr>
        <w:sz w:val="20"/>
      </w:rPr>
    </w:pPr>
    <w:r>
      <w:rPr>
        <w:rFonts w:ascii="C39T30Lfz" w:hAnsi="C39T30Lfz"/>
        <w:noProof/>
        <w:sz w:val="56"/>
        <w:lang w:val="en-GB" w:eastAsia="en-GB"/>
      </w:rPr>
      <w:drawing>
        <wp:anchor distT="0" distB="0" distL="114300" distR="114300" simplePos="0" relativeHeight="251660288" behindDoc="0" locked="0" layoutInCell="1" allowOverlap="1" wp14:anchorId="10255F9A" wp14:editId="5D09F782">
          <wp:simplePos x="0" y="0"/>
          <wp:positionH relativeFrom="margin">
            <wp:posOffset>5470589</wp:posOffset>
          </wp:positionH>
          <wp:positionV relativeFrom="margin">
            <wp:posOffset>8110855</wp:posOffset>
          </wp:positionV>
          <wp:extent cx="638175" cy="638175"/>
          <wp:effectExtent l="0" t="0" r="9525" b="9525"/>
          <wp:wrapNone/>
          <wp:docPr id="8" name="Picture 1" descr="https://undocs.org/m2/QRCode.ashx?DS=ECE/TRANS/WP.29/GRE/2017/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GE.17-13937(E)</w:t>
    </w:r>
  </w:p>
  <w:p w14:paraId="1019B9DC" w14:textId="6B5294D5" w:rsidR="00676A0D" w:rsidRPr="00676A0D" w:rsidRDefault="00676A0D" w:rsidP="00676A0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C021D" w14:textId="77777777" w:rsidR="00CD684F" w:rsidRPr="00003B38" w:rsidRDefault="00CD684F"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CD684F" w:rsidRPr="002C0FEE" w14:paraId="13C00AE6" w14:textId="77777777" w:rsidTr="00732AD2">
      <w:tc>
        <w:tcPr>
          <w:tcW w:w="3346" w:type="dxa"/>
        </w:tcPr>
        <w:p w14:paraId="5089ECE6" w14:textId="77777777" w:rsidR="00CD684F" w:rsidRPr="00503D4F" w:rsidRDefault="00CD684F" w:rsidP="00732AD2">
          <w:pPr>
            <w:pStyle w:val="Footer"/>
          </w:pPr>
          <w:r>
            <w:rPr>
              <w:noProof/>
              <w:lang w:val="en-GB" w:eastAsia="en-GB"/>
            </w:rPr>
            <w:drawing>
              <wp:inline distT="0" distB="0" distL="0" distR="0" wp14:anchorId="6F28C09C" wp14:editId="09720335">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56520FA4" w14:textId="77777777" w:rsidR="00CD684F" w:rsidRPr="00503D4F" w:rsidRDefault="00CD684F"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252EE97C" w14:textId="77777777" w:rsidR="00CD684F" w:rsidRPr="004E78A5" w:rsidRDefault="00CD684F" w:rsidP="00732AD2">
          <w:pPr>
            <w:pStyle w:val="Footer"/>
          </w:pPr>
          <w:r w:rsidRPr="004E78A5">
            <w:rPr>
              <w:rFonts w:ascii="Arial" w:hAnsi="Arial" w:cs="Arial"/>
              <w:sz w:val="20"/>
            </w:rPr>
            <w:t xml:space="preserve">Submitted by: </w:t>
          </w:r>
          <w:r>
            <w:rPr>
              <w:rFonts w:ascii="Arial" w:hAnsi="Arial" w:cs="Arial"/>
              <w:sz w:val="20"/>
            </w:rPr>
            <w:t>Ad de Visser</w:t>
          </w:r>
        </w:p>
      </w:tc>
    </w:tr>
  </w:tbl>
  <w:p w14:paraId="496ECCA8" w14:textId="77777777" w:rsidR="00CD684F" w:rsidRDefault="00CD684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BCD54" w14:textId="36B9558F" w:rsidR="00CD684F" w:rsidRPr="00A330CE" w:rsidRDefault="00CD684F"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1E757C">
      <w:rPr>
        <w:b/>
        <w:noProof/>
        <w:sz w:val="18"/>
      </w:rPr>
      <w:t>27</w:t>
    </w:r>
    <w:r w:rsidRPr="00A330C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DE934" w14:textId="77777777" w:rsidR="00CD684F" w:rsidRPr="000B175B" w:rsidRDefault="00CD684F" w:rsidP="000B175B">
      <w:pPr>
        <w:tabs>
          <w:tab w:val="right" w:pos="2155"/>
        </w:tabs>
        <w:spacing w:after="80"/>
        <w:ind w:left="680"/>
        <w:rPr>
          <w:u w:val="single"/>
        </w:rPr>
      </w:pPr>
      <w:r>
        <w:rPr>
          <w:u w:val="single"/>
        </w:rPr>
        <w:tab/>
      </w:r>
    </w:p>
  </w:footnote>
  <w:footnote w:type="continuationSeparator" w:id="0">
    <w:p w14:paraId="08ABA745" w14:textId="77777777" w:rsidR="00CD684F" w:rsidRPr="00FC68B7" w:rsidRDefault="00CD684F" w:rsidP="00FC68B7">
      <w:pPr>
        <w:tabs>
          <w:tab w:val="left" w:pos="2155"/>
        </w:tabs>
        <w:spacing w:after="80"/>
        <w:ind w:left="680"/>
        <w:rPr>
          <w:u w:val="single"/>
        </w:rPr>
      </w:pPr>
      <w:r>
        <w:rPr>
          <w:u w:val="single"/>
        </w:rPr>
        <w:tab/>
      </w:r>
    </w:p>
  </w:footnote>
  <w:footnote w:type="continuationNotice" w:id="1">
    <w:p w14:paraId="019175B7" w14:textId="77777777" w:rsidR="00CD684F" w:rsidRDefault="00CD684F"/>
  </w:footnote>
  <w:footnote w:id="2">
    <w:p w14:paraId="04E111CE" w14:textId="77777777" w:rsidR="00CD684F" w:rsidRPr="00706101" w:rsidRDefault="00CD684F" w:rsidP="00B025B5">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14:paraId="4163C1F2" w14:textId="77777777" w:rsidR="00CD684F" w:rsidRPr="003406B0" w:rsidRDefault="00CD684F" w:rsidP="00D51024">
      <w:pPr>
        <w:pStyle w:val="FootnoteText"/>
        <w:widowControl w:val="0"/>
        <w:tabs>
          <w:tab w:val="clear" w:pos="1021"/>
          <w:tab w:val="right" w:pos="1020"/>
        </w:tabs>
      </w:pPr>
      <w:r>
        <w:tab/>
      </w:r>
      <w:r>
        <w:rPr>
          <w:rStyle w:val="FootnoteReference"/>
        </w:rPr>
        <w:footnoteRef/>
      </w:r>
      <w:r>
        <w:tab/>
      </w:r>
      <w:r w:rsidRPr="009A2FA3">
        <w:rPr>
          <w:lang w:val="en-US"/>
        </w:rPr>
        <w:t>In the case of lighting devices for the rear registration plate and direction-indicators of categories 5 and 6, the "light-emitting surface" shall be used.</w:t>
      </w:r>
    </w:p>
  </w:footnote>
  <w:footnote w:id="4">
    <w:p w14:paraId="2B143D87" w14:textId="77777777" w:rsidR="00CD684F" w:rsidRPr="003406B0" w:rsidRDefault="00CD684F" w:rsidP="00D51024">
      <w:pPr>
        <w:pStyle w:val="FootnoteText"/>
        <w:widowControl w:val="0"/>
        <w:tabs>
          <w:tab w:val="clear" w:pos="1021"/>
          <w:tab w:val="right" w:pos="1020"/>
        </w:tabs>
      </w:pPr>
      <w:r>
        <w:tab/>
      </w:r>
      <w:r>
        <w:rPr>
          <w:rStyle w:val="FootnoteReference"/>
        </w:rPr>
        <w:footnoteRef/>
      </w:r>
      <w:r>
        <w:tab/>
      </w:r>
      <w:r w:rsidRPr="008F67AA">
        <w:t>Examples to enable a decision regarding reciprocal incorporation of lamps c</w:t>
      </w:r>
      <w:r>
        <w:t>an be found in Annex 3, Part 7.</w:t>
      </w:r>
    </w:p>
  </w:footnote>
  <w:footnote w:id="5">
    <w:p w14:paraId="10402F66" w14:textId="77777777" w:rsidR="00CD684F" w:rsidRPr="003406B0" w:rsidRDefault="00CD684F" w:rsidP="004D36CB">
      <w:pPr>
        <w:pStyle w:val="FootnoteText"/>
        <w:widowControl w:val="0"/>
        <w:tabs>
          <w:tab w:val="clear" w:pos="1021"/>
          <w:tab w:val="right" w:pos="1020"/>
        </w:tabs>
      </w:pPr>
      <w:r>
        <w:tab/>
      </w:r>
      <w:r>
        <w:rPr>
          <w:rStyle w:val="FootnoteReference"/>
        </w:rPr>
        <w:footnoteRef/>
      </w:r>
      <w:r>
        <w:tab/>
      </w:r>
      <w:r w:rsidRPr="009A2FA3">
        <w:t>CIE Publication 15.2, 1986, Colorimetry, the CIE 1931 standard colorimetric observer.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A5EB4" w14:textId="3F05D671" w:rsidR="00CD684F" w:rsidRPr="006C395D" w:rsidRDefault="00CD684F" w:rsidP="006C395D">
    <w:pPr>
      <w:pStyle w:val="Header"/>
    </w:pPr>
    <w:r>
      <w:t>ECE/TRANS/WP.29/GRE/2017/10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3B562" w14:textId="11E5DECE" w:rsidR="00CD684F" w:rsidRPr="006C395D" w:rsidRDefault="00CD684F" w:rsidP="00607AFA">
    <w:pPr>
      <w:pStyle w:val="Header"/>
      <w:jc w:val="right"/>
    </w:pPr>
    <w:r>
      <w:t>ECE/TRANS/WP.29/GRE/2017/10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6635B" w14:textId="77777777" w:rsidR="00CD684F" w:rsidRPr="007B4C72" w:rsidRDefault="00CD684F" w:rsidP="007B4C72">
    <w:pPr>
      <w:pStyle w:val="Header"/>
      <w:jc w:val="right"/>
    </w:pPr>
    <w:r>
      <w:t>E/ECE/324/Rev.1/Add.36/Rev.6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35CC0E18"/>
    <w:multiLevelType w:val="hybridMultilevel"/>
    <w:tmpl w:val="BE5A10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4">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AU" w:vendorID="64" w:dllVersion="0" w:nlCheck="1" w:checkStyle="1"/>
  <w:activeWritingStyle w:appName="MSWord" w:lang="de-DE"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05C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6E9"/>
    <w:rsid w:val="00026D89"/>
    <w:rsid w:val="00030363"/>
    <w:rsid w:val="0003094F"/>
    <w:rsid w:val="00031437"/>
    <w:rsid w:val="000314F8"/>
    <w:rsid w:val="0003168E"/>
    <w:rsid w:val="00031EDF"/>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0C4"/>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457"/>
    <w:rsid w:val="000A764B"/>
    <w:rsid w:val="000B1450"/>
    <w:rsid w:val="000B1583"/>
    <w:rsid w:val="000B175B"/>
    <w:rsid w:val="000B1B2F"/>
    <w:rsid w:val="000B1D84"/>
    <w:rsid w:val="000B1F3A"/>
    <w:rsid w:val="000B333F"/>
    <w:rsid w:val="000B3706"/>
    <w:rsid w:val="000B3A0F"/>
    <w:rsid w:val="000B3AA1"/>
    <w:rsid w:val="000B4CC3"/>
    <w:rsid w:val="000B5024"/>
    <w:rsid w:val="000B52E3"/>
    <w:rsid w:val="000B603E"/>
    <w:rsid w:val="000B6811"/>
    <w:rsid w:val="000B761A"/>
    <w:rsid w:val="000B7D0A"/>
    <w:rsid w:val="000B7DE3"/>
    <w:rsid w:val="000C053E"/>
    <w:rsid w:val="000C1E7E"/>
    <w:rsid w:val="000C23E7"/>
    <w:rsid w:val="000C32C0"/>
    <w:rsid w:val="000C346A"/>
    <w:rsid w:val="000C38C6"/>
    <w:rsid w:val="000C3C4D"/>
    <w:rsid w:val="000C44C8"/>
    <w:rsid w:val="000C4BC3"/>
    <w:rsid w:val="000C4F1B"/>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3FB"/>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BEC"/>
    <w:rsid w:val="000F5CAF"/>
    <w:rsid w:val="000F5F7D"/>
    <w:rsid w:val="000F6EFA"/>
    <w:rsid w:val="000F75CB"/>
    <w:rsid w:val="000F77D1"/>
    <w:rsid w:val="00100534"/>
    <w:rsid w:val="00100593"/>
    <w:rsid w:val="00100B11"/>
    <w:rsid w:val="001013F1"/>
    <w:rsid w:val="00101A21"/>
    <w:rsid w:val="00101D72"/>
    <w:rsid w:val="001025BD"/>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12F5"/>
    <w:rsid w:val="001135A1"/>
    <w:rsid w:val="001149F1"/>
    <w:rsid w:val="00116746"/>
    <w:rsid w:val="00116F76"/>
    <w:rsid w:val="00117117"/>
    <w:rsid w:val="0011717C"/>
    <w:rsid w:val="00117C9A"/>
    <w:rsid w:val="00120B47"/>
    <w:rsid w:val="001216D7"/>
    <w:rsid w:val="00121FBD"/>
    <w:rsid w:val="001220B8"/>
    <w:rsid w:val="00123AE3"/>
    <w:rsid w:val="0012494D"/>
    <w:rsid w:val="00125F47"/>
    <w:rsid w:val="00127252"/>
    <w:rsid w:val="001313A7"/>
    <w:rsid w:val="00131A95"/>
    <w:rsid w:val="00131BA5"/>
    <w:rsid w:val="0013209B"/>
    <w:rsid w:val="00132480"/>
    <w:rsid w:val="00132564"/>
    <w:rsid w:val="0013325C"/>
    <w:rsid w:val="00133D49"/>
    <w:rsid w:val="00133D6D"/>
    <w:rsid w:val="00133D73"/>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197"/>
    <w:rsid w:val="00170493"/>
    <w:rsid w:val="00170804"/>
    <w:rsid w:val="00170BD7"/>
    <w:rsid w:val="00170EC4"/>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CE3"/>
    <w:rsid w:val="00184D7D"/>
    <w:rsid w:val="00185008"/>
    <w:rsid w:val="00185C04"/>
    <w:rsid w:val="00186328"/>
    <w:rsid w:val="00186DB3"/>
    <w:rsid w:val="00191715"/>
    <w:rsid w:val="0019175F"/>
    <w:rsid w:val="00191917"/>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613"/>
    <w:rsid w:val="001A07D2"/>
    <w:rsid w:val="001A0B33"/>
    <w:rsid w:val="001A105F"/>
    <w:rsid w:val="001A2058"/>
    <w:rsid w:val="001A2084"/>
    <w:rsid w:val="001A24F1"/>
    <w:rsid w:val="001A3F39"/>
    <w:rsid w:val="001A4DBF"/>
    <w:rsid w:val="001A6300"/>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5DF"/>
    <w:rsid w:val="001C46C0"/>
    <w:rsid w:val="001C4F03"/>
    <w:rsid w:val="001C54AD"/>
    <w:rsid w:val="001C5C35"/>
    <w:rsid w:val="001C65BE"/>
    <w:rsid w:val="001C6663"/>
    <w:rsid w:val="001C7168"/>
    <w:rsid w:val="001C7307"/>
    <w:rsid w:val="001C7895"/>
    <w:rsid w:val="001C7D2D"/>
    <w:rsid w:val="001D1424"/>
    <w:rsid w:val="001D1617"/>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E757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35"/>
    <w:rsid w:val="002311E3"/>
    <w:rsid w:val="002312B3"/>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102"/>
    <w:rsid w:val="00243406"/>
    <w:rsid w:val="00243E9C"/>
    <w:rsid w:val="0024478F"/>
    <w:rsid w:val="00245869"/>
    <w:rsid w:val="002458C2"/>
    <w:rsid w:val="00245900"/>
    <w:rsid w:val="00245DFC"/>
    <w:rsid w:val="00246AF6"/>
    <w:rsid w:val="00250650"/>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57E"/>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1FFD"/>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B7CC4"/>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32E3"/>
    <w:rsid w:val="002F3AFA"/>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82B"/>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3DA8"/>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15E0"/>
    <w:rsid w:val="00373117"/>
    <w:rsid w:val="003744EA"/>
    <w:rsid w:val="00374E29"/>
    <w:rsid w:val="00374F81"/>
    <w:rsid w:val="00375DF9"/>
    <w:rsid w:val="00376D59"/>
    <w:rsid w:val="00376F99"/>
    <w:rsid w:val="003770E3"/>
    <w:rsid w:val="00377D3C"/>
    <w:rsid w:val="00380DA9"/>
    <w:rsid w:val="00381420"/>
    <w:rsid w:val="00381CCA"/>
    <w:rsid w:val="003820CC"/>
    <w:rsid w:val="00382480"/>
    <w:rsid w:val="003830E9"/>
    <w:rsid w:val="00383E8C"/>
    <w:rsid w:val="00383FA8"/>
    <w:rsid w:val="00385291"/>
    <w:rsid w:val="003869F3"/>
    <w:rsid w:val="00386F07"/>
    <w:rsid w:val="00386FF6"/>
    <w:rsid w:val="003904B1"/>
    <w:rsid w:val="0039139C"/>
    <w:rsid w:val="00391654"/>
    <w:rsid w:val="00392621"/>
    <w:rsid w:val="0039277A"/>
    <w:rsid w:val="0039287F"/>
    <w:rsid w:val="00393D72"/>
    <w:rsid w:val="0039445C"/>
    <w:rsid w:val="00394564"/>
    <w:rsid w:val="00394B0F"/>
    <w:rsid w:val="0039511C"/>
    <w:rsid w:val="00396F88"/>
    <w:rsid w:val="00397205"/>
    <w:rsid w:val="003972E0"/>
    <w:rsid w:val="00397B5A"/>
    <w:rsid w:val="003A0226"/>
    <w:rsid w:val="003A0634"/>
    <w:rsid w:val="003A08A1"/>
    <w:rsid w:val="003A0FB6"/>
    <w:rsid w:val="003A1693"/>
    <w:rsid w:val="003A1804"/>
    <w:rsid w:val="003A1CD1"/>
    <w:rsid w:val="003A1F52"/>
    <w:rsid w:val="003A3B77"/>
    <w:rsid w:val="003A4231"/>
    <w:rsid w:val="003A42E5"/>
    <w:rsid w:val="003A4927"/>
    <w:rsid w:val="003A4F9F"/>
    <w:rsid w:val="003A51C5"/>
    <w:rsid w:val="003A5E14"/>
    <w:rsid w:val="003A61F4"/>
    <w:rsid w:val="003A79D6"/>
    <w:rsid w:val="003A7B18"/>
    <w:rsid w:val="003B01EA"/>
    <w:rsid w:val="003B0FB3"/>
    <w:rsid w:val="003B2AB5"/>
    <w:rsid w:val="003B4094"/>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20D"/>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DAC"/>
    <w:rsid w:val="00416054"/>
    <w:rsid w:val="004172CF"/>
    <w:rsid w:val="00417438"/>
    <w:rsid w:val="00417C97"/>
    <w:rsid w:val="004206F1"/>
    <w:rsid w:val="00420CD7"/>
    <w:rsid w:val="0042145C"/>
    <w:rsid w:val="00421B25"/>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69B"/>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1014"/>
    <w:rsid w:val="00462099"/>
    <w:rsid w:val="004620E2"/>
    <w:rsid w:val="004626C1"/>
    <w:rsid w:val="004626C4"/>
    <w:rsid w:val="00462919"/>
    <w:rsid w:val="00463D92"/>
    <w:rsid w:val="004641E1"/>
    <w:rsid w:val="00464B1A"/>
    <w:rsid w:val="00465078"/>
    <w:rsid w:val="0046607C"/>
    <w:rsid w:val="0046639B"/>
    <w:rsid w:val="00466BF7"/>
    <w:rsid w:val="00466E33"/>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4E2E"/>
    <w:rsid w:val="0047553E"/>
    <w:rsid w:val="0047613B"/>
    <w:rsid w:val="004762AD"/>
    <w:rsid w:val="004768C5"/>
    <w:rsid w:val="004768DD"/>
    <w:rsid w:val="00476CC4"/>
    <w:rsid w:val="00476E1A"/>
    <w:rsid w:val="00476EDD"/>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86CB0"/>
    <w:rsid w:val="0049073D"/>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1CA8"/>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832"/>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2589"/>
    <w:rsid w:val="004C3556"/>
    <w:rsid w:val="004C476E"/>
    <w:rsid w:val="004C551C"/>
    <w:rsid w:val="004C5639"/>
    <w:rsid w:val="004C5693"/>
    <w:rsid w:val="004C6513"/>
    <w:rsid w:val="004C6F51"/>
    <w:rsid w:val="004D04A6"/>
    <w:rsid w:val="004D0B3E"/>
    <w:rsid w:val="004D0CC4"/>
    <w:rsid w:val="004D0DA2"/>
    <w:rsid w:val="004D1558"/>
    <w:rsid w:val="004D36CB"/>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6CBD"/>
    <w:rsid w:val="004F7133"/>
    <w:rsid w:val="004F77FD"/>
    <w:rsid w:val="004F7E27"/>
    <w:rsid w:val="00503228"/>
    <w:rsid w:val="00503501"/>
    <w:rsid w:val="005044A9"/>
    <w:rsid w:val="00505384"/>
    <w:rsid w:val="0050633E"/>
    <w:rsid w:val="005065AF"/>
    <w:rsid w:val="005067BB"/>
    <w:rsid w:val="00506A25"/>
    <w:rsid w:val="0050702C"/>
    <w:rsid w:val="00510784"/>
    <w:rsid w:val="00510ED7"/>
    <w:rsid w:val="00511475"/>
    <w:rsid w:val="00512D17"/>
    <w:rsid w:val="005137EC"/>
    <w:rsid w:val="005141C8"/>
    <w:rsid w:val="00515925"/>
    <w:rsid w:val="00515AAA"/>
    <w:rsid w:val="0051677E"/>
    <w:rsid w:val="00516F99"/>
    <w:rsid w:val="005178DF"/>
    <w:rsid w:val="00517EC9"/>
    <w:rsid w:val="005200DA"/>
    <w:rsid w:val="005207C6"/>
    <w:rsid w:val="00520947"/>
    <w:rsid w:val="00521B2A"/>
    <w:rsid w:val="00521BFD"/>
    <w:rsid w:val="00521ECC"/>
    <w:rsid w:val="005222AB"/>
    <w:rsid w:val="005226F2"/>
    <w:rsid w:val="00522B06"/>
    <w:rsid w:val="00522BBF"/>
    <w:rsid w:val="00523F21"/>
    <w:rsid w:val="005244F5"/>
    <w:rsid w:val="005247C2"/>
    <w:rsid w:val="00524CD7"/>
    <w:rsid w:val="00525353"/>
    <w:rsid w:val="005256F2"/>
    <w:rsid w:val="00525E6C"/>
    <w:rsid w:val="00525E86"/>
    <w:rsid w:val="00526614"/>
    <w:rsid w:val="0052665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376F"/>
    <w:rsid w:val="00544AE6"/>
    <w:rsid w:val="0054520B"/>
    <w:rsid w:val="005462D5"/>
    <w:rsid w:val="005466D3"/>
    <w:rsid w:val="00546B3A"/>
    <w:rsid w:val="00546D15"/>
    <w:rsid w:val="005474F2"/>
    <w:rsid w:val="00547558"/>
    <w:rsid w:val="0054792E"/>
    <w:rsid w:val="00547AAB"/>
    <w:rsid w:val="00547C96"/>
    <w:rsid w:val="0055073A"/>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044D"/>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672"/>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0279"/>
    <w:rsid w:val="005B13E1"/>
    <w:rsid w:val="005B2FE4"/>
    <w:rsid w:val="005B3176"/>
    <w:rsid w:val="005B3DB3"/>
    <w:rsid w:val="005B4036"/>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E7D"/>
    <w:rsid w:val="005C4F06"/>
    <w:rsid w:val="005C5903"/>
    <w:rsid w:val="005C5F3E"/>
    <w:rsid w:val="005D04F8"/>
    <w:rsid w:val="005D060B"/>
    <w:rsid w:val="005D0BE4"/>
    <w:rsid w:val="005D1EC5"/>
    <w:rsid w:val="005D1FFC"/>
    <w:rsid w:val="005D332D"/>
    <w:rsid w:val="005D344B"/>
    <w:rsid w:val="005D384A"/>
    <w:rsid w:val="005D3A7E"/>
    <w:rsid w:val="005D3F3D"/>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779"/>
    <w:rsid w:val="0060383A"/>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3717"/>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39C6"/>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6770B"/>
    <w:rsid w:val="0067021D"/>
    <w:rsid w:val="0067061D"/>
    <w:rsid w:val="00670A2B"/>
    <w:rsid w:val="00670AFA"/>
    <w:rsid w:val="00671D2C"/>
    <w:rsid w:val="00671DC5"/>
    <w:rsid w:val="00671EBF"/>
    <w:rsid w:val="0067202C"/>
    <w:rsid w:val="006748E5"/>
    <w:rsid w:val="006748FD"/>
    <w:rsid w:val="0067544C"/>
    <w:rsid w:val="006756A6"/>
    <w:rsid w:val="00675A14"/>
    <w:rsid w:val="00675DBE"/>
    <w:rsid w:val="006767BF"/>
    <w:rsid w:val="00676A0D"/>
    <w:rsid w:val="00676F89"/>
    <w:rsid w:val="006773FC"/>
    <w:rsid w:val="006809E9"/>
    <w:rsid w:val="006815C1"/>
    <w:rsid w:val="00681C44"/>
    <w:rsid w:val="00681D12"/>
    <w:rsid w:val="00682395"/>
    <w:rsid w:val="00683364"/>
    <w:rsid w:val="0068337B"/>
    <w:rsid w:val="00683383"/>
    <w:rsid w:val="00684C34"/>
    <w:rsid w:val="006850FC"/>
    <w:rsid w:val="0068532E"/>
    <w:rsid w:val="00685508"/>
    <w:rsid w:val="00685C6E"/>
    <w:rsid w:val="00687099"/>
    <w:rsid w:val="00687893"/>
    <w:rsid w:val="00690794"/>
    <w:rsid w:val="00690AB2"/>
    <w:rsid w:val="006926E8"/>
    <w:rsid w:val="00692DE9"/>
    <w:rsid w:val="00693EC9"/>
    <w:rsid w:val="00694005"/>
    <w:rsid w:val="00694A26"/>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6DC0"/>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29B5"/>
    <w:rsid w:val="006F3403"/>
    <w:rsid w:val="006F40C3"/>
    <w:rsid w:val="006F4B0C"/>
    <w:rsid w:val="006F4F6B"/>
    <w:rsid w:val="006F51FB"/>
    <w:rsid w:val="006F5269"/>
    <w:rsid w:val="006F57CD"/>
    <w:rsid w:val="006F5CC9"/>
    <w:rsid w:val="006F664B"/>
    <w:rsid w:val="006F6CE9"/>
    <w:rsid w:val="006F73A7"/>
    <w:rsid w:val="006F7B93"/>
    <w:rsid w:val="006F7C51"/>
    <w:rsid w:val="00700845"/>
    <w:rsid w:val="00700C03"/>
    <w:rsid w:val="00701C3E"/>
    <w:rsid w:val="007035A8"/>
    <w:rsid w:val="00703DE2"/>
    <w:rsid w:val="0070413F"/>
    <w:rsid w:val="00704341"/>
    <w:rsid w:val="00704497"/>
    <w:rsid w:val="0070452D"/>
    <w:rsid w:val="00705AC8"/>
    <w:rsid w:val="007078E9"/>
    <w:rsid w:val="00707AF1"/>
    <w:rsid w:val="00707C07"/>
    <w:rsid w:val="007100E8"/>
    <w:rsid w:val="0071166F"/>
    <w:rsid w:val="00711E19"/>
    <w:rsid w:val="00711ECB"/>
    <w:rsid w:val="00712F7D"/>
    <w:rsid w:val="00713B07"/>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38A"/>
    <w:rsid w:val="00734E39"/>
    <w:rsid w:val="0073539E"/>
    <w:rsid w:val="0073549C"/>
    <w:rsid w:val="007363F6"/>
    <w:rsid w:val="0073646C"/>
    <w:rsid w:val="00736DDF"/>
    <w:rsid w:val="0073764C"/>
    <w:rsid w:val="00737915"/>
    <w:rsid w:val="00737960"/>
    <w:rsid w:val="00740D54"/>
    <w:rsid w:val="00741F79"/>
    <w:rsid w:val="00742788"/>
    <w:rsid w:val="0074432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1C5"/>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30"/>
    <w:rsid w:val="00770FB1"/>
    <w:rsid w:val="007714EA"/>
    <w:rsid w:val="00772451"/>
    <w:rsid w:val="00772821"/>
    <w:rsid w:val="0077290F"/>
    <w:rsid w:val="00772A4F"/>
    <w:rsid w:val="00772D55"/>
    <w:rsid w:val="00773503"/>
    <w:rsid w:val="00773591"/>
    <w:rsid w:val="00775151"/>
    <w:rsid w:val="00775795"/>
    <w:rsid w:val="0077651B"/>
    <w:rsid w:val="00776A70"/>
    <w:rsid w:val="00777712"/>
    <w:rsid w:val="00777AC1"/>
    <w:rsid w:val="00777C57"/>
    <w:rsid w:val="00777E41"/>
    <w:rsid w:val="007812CE"/>
    <w:rsid w:val="007813D1"/>
    <w:rsid w:val="00781609"/>
    <w:rsid w:val="00781705"/>
    <w:rsid w:val="007817C5"/>
    <w:rsid w:val="00782423"/>
    <w:rsid w:val="00784016"/>
    <w:rsid w:val="0078528F"/>
    <w:rsid w:val="00785A0C"/>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583"/>
    <w:rsid w:val="0079769E"/>
    <w:rsid w:val="00797803"/>
    <w:rsid w:val="00797991"/>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277C"/>
    <w:rsid w:val="007E2FA5"/>
    <w:rsid w:val="007E3436"/>
    <w:rsid w:val="007E3469"/>
    <w:rsid w:val="007E3CAA"/>
    <w:rsid w:val="007E494E"/>
    <w:rsid w:val="007E5E5F"/>
    <w:rsid w:val="007E6088"/>
    <w:rsid w:val="007E6AD3"/>
    <w:rsid w:val="007E70FC"/>
    <w:rsid w:val="007E73AE"/>
    <w:rsid w:val="007E7CAC"/>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4C"/>
    <w:rsid w:val="0081765E"/>
    <w:rsid w:val="008202FA"/>
    <w:rsid w:val="00820398"/>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DAC"/>
    <w:rsid w:val="00827E05"/>
    <w:rsid w:val="00830782"/>
    <w:rsid w:val="008311A3"/>
    <w:rsid w:val="00831B3C"/>
    <w:rsid w:val="00831D2E"/>
    <w:rsid w:val="00834AFA"/>
    <w:rsid w:val="008350CD"/>
    <w:rsid w:val="0083588D"/>
    <w:rsid w:val="008359CC"/>
    <w:rsid w:val="00836322"/>
    <w:rsid w:val="00836411"/>
    <w:rsid w:val="00836B2B"/>
    <w:rsid w:val="0083738E"/>
    <w:rsid w:val="008375D1"/>
    <w:rsid w:val="00837F07"/>
    <w:rsid w:val="008402C4"/>
    <w:rsid w:val="00840C0E"/>
    <w:rsid w:val="008413DD"/>
    <w:rsid w:val="008421E2"/>
    <w:rsid w:val="0084359E"/>
    <w:rsid w:val="008436D7"/>
    <w:rsid w:val="00843978"/>
    <w:rsid w:val="00843BF5"/>
    <w:rsid w:val="00843C1D"/>
    <w:rsid w:val="00844042"/>
    <w:rsid w:val="008441FB"/>
    <w:rsid w:val="00844654"/>
    <w:rsid w:val="008458D3"/>
    <w:rsid w:val="00847E86"/>
    <w:rsid w:val="00850E0C"/>
    <w:rsid w:val="00851335"/>
    <w:rsid w:val="00851CEF"/>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6B0"/>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5EFE"/>
    <w:rsid w:val="008C63BA"/>
    <w:rsid w:val="008C74A6"/>
    <w:rsid w:val="008C76EE"/>
    <w:rsid w:val="008C7FDF"/>
    <w:rsid w:val="008D010E"/>
    <w:rsid w:val="008D02BB"/>
    <w:rsid w:val="008D0443"/>
    <w:rsid w:val="008D0C85"/>
    <w:rsid w:val="008D1954"/>
    <w:rsid w:val="008D1A60"/>
    <w:rsid w:val="008D3EEC"/>
    <w:rsid w:val="008D55E0"/>
    <w:rsid w:val="008D6071"/>
    <w:rsid w:val="008D63EA"/>
    <w:rsid w:val="008D6684"/>
    <w:rsid w:val="008D693C"/>
    <w:rsid w:val="008D6FB6"/>
    <w:rsid w:val="008D789A"/>
    <w:rsid w:val="008D7B51"/>
    <w:rsid w:val="008E096A"/>
    <w:rsid w:val="008E0E46"/>
    <w:rsid w:val="008E19B9"/>
    <w:rsid w:val="008E2DA2"/>
    <w:rsid w:val="008E2E36"/>
    <w:rsid w:val="008E3C4A"/>
    <w:rsid w:val="008E3E30"/>
    <w:rsid w:val="008E449D"/>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2DB1"/>
    <w:rsid w:val="00904401"/>
    <w:rsid w:val="00904AA7"/>
    <w:rsid w:val="009056C0"/>
    <w:rsid w:val="00906070"/>
    <w:rsid w:val="009061DD"/>
    <w:rsid w:val="009063DD"/>
    <w:rsid w:val="00907375"/>
    <w:rsid w:val="009078A2"/>
    <w:rsid w:val="00907AD2"/>
    <w:rsid w:val="00910907"/>
    <w:rsid w:val="00910E34"/>
    <w:rsid w:val="0091110A"/>
    <w:rsid w:val="00911AAD"/>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951"/>
    <w:rsid w:val="00933E72"/>
    <w:rsid w:val="009341A5"/>
    <w:rsid w:val="009347D0"/>
    <w:rsid w:val="0093488E"/>
    <w:rsid w:val="009348F6"/>
    <w:rsid w:val="0093636B"/>
    <w:rsid w:val="00936C27"/>
    <w:rsid w:val="00936CE5"/>
    <w:rsid w:val="00936D54"/>
    <w:rsid w:val="00937A24"/>
    <w:rsid w:val="00937AD5"/>
    <w:rsid w:val="0094031A"/>
    <w:rsid w:val="00940D27"/>
    <w:rsid w:val="0094207C"/>
    <w:rsid w:val="00942910"/>
    <w:rsid w:val="00942B84"/>
    <w:rsid w:val="0094320C"/>
    <w:rsid w:val="00944D75"/>
    <w:rsid w:val="00944DC5"/>
    <w:rsid w:val="00945015"/>
    <w:rsid w:val="00945687"/>
    <w:rsid w:val="009457A0"/>
    <w:rsid w:val="00945D50"/>
    <w:rsid w:val="00946757"/>
    <w:rsid w:val="00946A7E"/>
    <w:rsid w:val="009472FA"/>
    <w:rsid w:val="00947FD5"/>
    <w:rsid w:val="009501F1"/>
    <w:rsid w:val="009503F7"/>
    <w:rsid w:val="009506AF"/>
    <w:rsid w:val="00950E24"/>
    <w:rsid w:val="00951000"/>
    <w:rsid w:val="00951DC4"/>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3CEB"/>
    <w:rsid w:val="009645A8"/>
    <w:rsid w:val="009660BF"/>
    <w:rsid w:val="0096730F"/>
    <w:rsid w:val="00970267"/>
    <w:rsid w:val="00970578"/>
    <w:rsid w:val="009707BB"/>
    <w:rsid w:val="00971057"/>
    <w:rsid w:val="0097119C"/>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43B"/>
    <w:rsid w:val="00990FBC"/>
    <w:rsid w:val="00991261"/>
    <w:rsid w:val="00991F31"/>
    <w:rsid w:val="009927AA"/>
    <w:rsid w:val="009930AA"/>
    <w:rsid w:val="009941A4"/>
    <w:rsid w:val="009943DB"/>
    <w:rsid w:val="0099458D"/>
    <w:rsid w:val="009945A1"/>
    <w:rsid w:val="00995021"/>
    <w:rsid w:val="0099597C"/>
    <w:rsid w:val="00995ABE"/>
    <w:rsid w:val="00996186"/>
    <w:rsid w:val="00996332"/>
    <w:rsid w:val="009964AD"/>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8A4"/>
    <w:rsid w:val="009A4DD5"/>
    <w:rsid w:val="009A594A"/>
    <w:rsid w:val="009A59C1"/>
    <w:rsid w:val="009A5AC0"/>
    <w:rsid w:val="009A657D"/>
    <w:rsid w:val="009A69A0"/>
    <w:rsid w:val="009A6EF3"/>
    <w:rsid w:val="009A7012"/>
    <w:rsid w:val="009A7B4F"/>
    <w:rsid w:val="009B3E71"/>
    <w:rsid w:val="009B4026"/>
    <w:rsid w:val="009B4327"/>
    <w:rsid w:val="009B43ED"/>
    <w:rsid w:val="009B4DFB"/>
    <w:rsid w:val="009B5CA5"/>
    <w:rsid w:val="009C11BE"/>
    <w:rsid w:val="009C1473"/>
    <w:rsid w:val="009C1EA3"/>
    <w:rsid w:val="009C2FA5"/>
    <w:rsid w:val="009C35B5"/>
    <w:rsid w:val="009C3CB1"/>
    <w:rsid w:val="009C42BF"/>
    <w:rsid w:val="009C4B26"/>
    <w:rsid w:val="009C4C6D"/>
    <w:rsid w:val="009C55F2"/>
    <w:rsid w:val="009C5667"/>
    <w:rsid w:val="009C73E1"/>
    <w:rsid w:val="009C7562"/>
    <w:rsid w:val="009C7798"/>
    <w:rsid w:val="009C7C79"/>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71F6"/>
    <w:rsid w:val="009E7DA7"/>
    <w:rsid w:val="009F138C"/>
    <w:rsid w:val="009F21E9"/>
    <w:rsid w:val="009F230C"/>
    <w:rsid w:val="009F388D"/>
    <w:rsid w:val="009F3A17"/>
    <w:rsid w:val="009F53B5"/>
    <w:rsid w:val="009F6C71"/>
    <w:rsid w:val="009F717D"/>
    <w:rsid w:val="009F7B8F"/>
    <w:rsid w:val="009F7DBF"/>
    <w:rsid w:val="00A0034D"/>
    <w:rsid w:val="00A00755"/>
    <w:rsid w:val="00A0178B"/>
    <w:rsid w:val="00A02B4B"/>
    <w:rsid w:val="00A03415"/>
    <w:rsid w:val="00A03475"/>
    <w:rsid w:val="00A03802"/>
    <w:rsid w:val="00A049A3"/>
    <w:rsid w:val="00A06E16"/>
    <w:rsid w:val="00A07BD2"/>
    <w:rsid w:val="00A07EBF"/>
    <w:rsid w:val="00A10365"/>
    <w:rsid w:val="00A12B8C"/>
    <w:rsid w:val="00A1317B"/>
    <w:rsid w:val="00A13218"/>
    <w:rsid w:val="00A1427D"/>
    <w:rsid w:val="00A14E76"/>
    <w:rsid w:val="00A15890"/>
    <w:rsid w:val="00A15F63"/>
    <w:rsid w:val="00A17675"/>
    <w:rsid w:val="00A2080B"/>
    <w:rsid w:val="00A20CA9"/>
    <w:rsid w:val="00A211E4"/>
    <w:rsid w:val="00A21548"/>
    <w:rsid w:val="00A21F86"/>
    <w:rsid w:val="00A22316"/>
    <w:rsid w:val="00A22497"/>
    <w:rsid w:val="00A22D3B"/>
    <w:rsid w:val="00A23985"/>
    <w:rsid w:val="00A23C67"/>
    <w:rsid w:val="00A2457C"/>
    <w:rsid w:val="00A245D3"/>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6E4"/>
    <w:rsid w:val="00A329F2"/>
    <w:rsid w:val="00A32CE0"/>
    <w:rsid w:val="00A330CE"/>
    <w:rsid w:val="00A3316F"/>
    <w:rsid w:val="00A33EEC"/>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19"/>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EBB"/>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30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07B"/>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14F"/>
    <w:rsid w:val="00B025B5"/>
    <w:rsid w:val="00B0290E"/>
    <w:rsid w:val="00B02F97"/>
    <w:rsid w:val="00B03558"/>
    <w:rsid w:val="00B035D2"/>
    <w:rsid w:val="00B03A62"/>
    <w:rsid w:val="00B03B35"/>
    <w:rsid w:val="00B0401E"/>
    <w:rsid w:val="00B042CE"/>
    <w:rsid w:val="00B043F1"/>
    <w:rsid w:val="00B056A9"/>
    <w:rsid w:val="00B062F8"/>
    <w:rsid w:val="00B0667D"/>
    <w:rsid w:val="00B06B5B"/>
    <w:rsid w:val="00B07E8B"/>
    <w:rsid w:val="00B10478"/>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27660"/>
    <w:rsid w:val="00B30179"/>
    <w:rsid w:val="00B30BA1"/>
    <w:rsid w:val="00B30D26"/>
    <w:rsid w:val="00B317E1"/>
    <w:rsid w:val="00B32504"/>
    <w:rsid w:val="00B3294F"/>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09B2"/>
    <w:rsid w:val="00B51357"/>
    <w:rsid w:val="00B51527"/>
    <w:rsid w:val="00B51E35"/>
    <w:rsid w:val="00B52166"/>
    <w:rsid w:val="00B551B4"/>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64C8"/>
    <w:rsid w:val="00B873FD"/>
    <w:rsid w:val="00B87697"/>
    <w:rsid w:val="00B87F87"/>
    <w:rsid w:val="00B90157"/>
    <w:rsid w:val="00B908A0"/>
    <w:rsid w:val="00B90D61"/>
    <w:rsid w:val="00B91EF9"/>
    <w:rsid w:val="00B93168"/>
    <w:rsid w:val="00B932AE"/>
    <w:rsid w:val="00B94E04"/>
    <w:rsid w:val="00B94FFB"/>
    <w:rsid w:val="00B96C01"/>
    <w:rsid w:val="00BA0496"/>
    <w:rsid w:val="00BA0878"/>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C0A4F"/>
    <w:rsid w:val="00BC197B"/>
    <w:rsid w:val="00BC24E7"/>
    <w:rsid w:val="00BC3011"/>
    <w:rsid w:val="00BC3099"/>
    <w:rsid w:val="00BC3800"/>
    <w:rsid w:val="00BC391E"/>
    <w:rsid w:val="00BC4889"/>
    <w:rsid w:val="00BC4C08"/>
    <w:rsid w:val="00BC4E80"/>
    <w:rsid w:val="00BC516E"/>
    <w:rsid w:val="00BC5C2A"/>
    <w:rsid w:val="00BC6239"/>
    <w:rsid w:val="00BC6492"/>
    <w:rsid w:val="00BC6C09"/>
    <w:rsid w:val="00BC74E9"/>
    <w:rsid w:val="00BC7C64"/>
    <w:rsid w:val="00BC7D46"/>
    <w:rsid w:val="00BC7EA4"/>
    <w:rsid w:val="00BD0869"/>
    <w:rsid w:val="00BD1AAA"/>
    <w:rsid w:val="00BD2041"/>
    <w:rsid w:val="00BD2146"/>
    <w:rsid w:val="00BD21EE"/>
    <w:rsid w:val="00BD28C3"/>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442"/>
    <w:rsid w:val="00BF3BB0"/>
    <w:rsid w:val="00BF497E"/>
    <w:rsid w:val="00BF626C"/>
    <w:rsid w:val="00BF673D"/>
    <w:rsid w:val="00BF715E"/>
    <w:rsid w:val="00BF746B"/>
    <w:rsid w:val="00BF7DDC"/>
    <w:rsid w:val="00C000DC"/>
    <w:rsid w:val="00C02374"/>
    <w:rsid w:val="00C02386"/>
    <w:rsid w:val="00C02854"/>
    <w:rsid w:val="00C02C90"/>
    <w:rsid w:val="00C03574"/>
    <w:rsid w:val="00C04036"/>
    <w:rsid w:val="00C043F2"/>
    <w:rsid w:val="00C05535"/>
    <w:rsid w:val="00C060E3"/>
    <w:rsid w:val="00C06B4D"/>
    <w:rsid w:val="00C06CF6"/>
    <w:rsid w:val="00C10DBC"/>
    <w:rsid w:val="00C10F29"/>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177FA"/>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6F54"/>
    <w:rsid w:val="00C37B0B"/>
    <w:rsid w:val="00C400A0"/>
    <w:rsid w:val="00C4060F"/>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66"/>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7B"/>
    <w:rsid w:val="00C745C3"/>
    <w:rsid w:val="00C747EF"/>
    <w:rsid w:val="00C74856"/>
    <w:rsid w:val="00C75798"/>
    <w:rsid w:val="00C759D8"/>
    <w:rsid w:val="00C75C8B"/>
    <w:rsid w:val="00C75F21"/>
    <w:rsid w:val="00C7664F"/>
    <w:rsid w:val="00C76A00"/>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2BA"/>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642A"/>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84F"/>
    <w:rsid w:val="00CD6EDC"/>
    <w:rsid w:val="00CD73EA"/>
    <w:rsid w:val="00CD75F6"/>
    <w:rsid w:val="00CD7876"/>
    <w:rsid w:val="00CD7958"/>
    <w:rsid w:val="00CD7A61"/>
    <w:rsid w:val="00CE1421"/>
    <w:rsid w:val="00CE1424"/>
    <w:rsid w:val="00CE14D0"/>
    <w:rsid w:val="00CE172E"/>
    <w:rsid w:val="00CE1797"/>
    <w:rsid w:val="00CE1C53"/>
    <w:rsid w:val="00CE1E47"/>
    <w:rsid w:val="00CE207D"/>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1901"/>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278B8"/>
    <w:rsid w:val="00D317BB"/>
    <w:rsid w:val="00D3218F"/>
    <w:rsid w:val="00D32B94"/>
    <w:rsid w:val="00D34470"/>
    <w:rsid w:val="00D3493A"/>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024"/>
    <w:rsid w:val="00D515B8"/>
    <w:rsid w:val="00D515D3"/>
    <w:rsid w:val="00D5214C"/>
    <w:rsid w:val="00D52227"/>
    <w:rsid w:val="00D5249A"/>
    <w:rsid w:val="00D5250E"/>
    <w:rsid w:val="00D5282C"/>
    <w:rsid w:val="00D53386"/>
    <w:rsid w:val="00D534DF"/>
    <w:rsid w:val="00D54628"/>
    <w:rsid w:val="00D54DD8"/>
    <w:rsid w:val="00D55787"/>
    <w:rsid w:val="00D558B4"/>
    <w:rsid w:val="00D55A3F"/>
    <w:rsid w:val="00D55C89"/>
    <w:rsid w:val="00D563A5"/>
    <w:rsid w:val="00D56970"/>
    <w:rsid w:val="00D57B49"/>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5DC7"/>
    <w:rsid w:val="00D6614F"/>
    <w:rsid w:val="00D67552"/>
    <w:rsid w:val="00D67BC7"/>
    <w:rsid w:val="00D67CF6"/>
    <w:rsid w:val="00D70E51"/>
    <w:rsid w:val="00D710FC"/>
    <w:rsid w:val="00D717A9"/>
    <w:rsid w:val="00D7273C"/>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22F6"/>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55FC"/>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DF768F"/>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A19"/>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2D9"/>
    <w:rsid w:val="00E313A5"/>
    <w:rsid w:val="00E3212D"/>
    <w:rsid w:val="00E32575"/>
    <w:rsid w:val="00E33718"/>
    <w:rsid w:val="00E33A40"/>
    <w:rsid w:val="00E340C1"/>
    <w:rsid w:val="00E3490F"/>
    <w:rsid w:val="00E34925"/>
    <w:rsid w:val="00E34CA1"/>
    <w:rsid w:val="00E35E75"/>
    <w:rsid w:val="00E35EF4"/>
    <w:rsid w:val="00E3639F"/>
    <w:rsid w:val="00E36CE9"/>
    <w:rsid w:val="00E36F20"/>
    <w:rsid w:val="00E37C2A"/>
    <w:rsid w:val="00E40954"/>
    <w:rsid w:val="00E40F22"/>
    <w:rsid w:val="00E41157"/>
    <w:rsid w:val="00E41468"/>
    <w:rsid w:val="00E424E8"/>
    <w:rsid w:val="00E42856"/>
    <w:rsid w:val="00E42A3D"/>
    <w:rsid w:val="00E42D2B"/>
    <w:rsid w:val="00E42EB2"/>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237"/>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1872"/>
    <w:rsid w:val="00E92D64"/>
    <w:rsid w:val="00E934CF"/>
    <w:rsid w:val="00E93EC0"/>
    <w:rsid w:val="00E94C93"/>
    <w:rsid w:val="00E95374"/>
    <w:rsid w:val="00E954A3"/>
    <w:rsid w:val="00E95541"/>
    <w:rsid w:val="00E95B73"/>
    <w:rsid w:val="00E95DDE"/>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5F29"/>
    <w:rsid w:val="00EA620F"/>
    <w:rsid w:val="00EA696B"/>
    <w:rsid w:val="00EA7DD7"/>
    <w:rsid w:val="00EB0494"/>
    <w:rsid w:val="00EB0D33"/>
    <w:rsid w:val="00EB1731"/>
    <w:rsid w:val="00EB1D68"/>
    <w:rsid w:val="00EB477F"/>
    <w:rsid w:val="00EB554E"/>
    <w:rsid w:val="00EB57E0"/>
    <w:rsid w:val="00EB5BAA"/>
    <w:rsid w:val="00EB6219"/>
    <w:rsid w:val="00EB62C4"/>
    <w:rsid w:val="00EB6545"/>
    <w:rsid w:val="00EB725B"/>
    <w:rsid w:val="00EC0164"/>
    <w:rsid w:val="00EC0241"/>
    <w:rsid w:val="00EC0609"/>
    <w:rsid w:val="00EC0BAE"/>
    <w:rsid w:val="00EC152D"/>
    <w:rsid w:val="00EC2A64"/>
    <w:rsid w:val="00EC2BA2"/>
    <w:rsid w:val="00EC2CDF"/>
    <w:rsid w:val="00EC3155"/>
    <w:rsid w:val="00EC31D0"/>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5E8"/>
    <w:rsid w:val="00EE074A"/>
    <w:rsid w:val="00EE0C1C"/>
    <w:rsid w:val="00EE0DD6"/>
    <w:rsid w:val="00EE105E"/>
    <w:rsid w:val="00EE24E6"/>
    <w:rsid w:val="00EE24F2"/>
    <w:rsid w:val="00EE2831"/>
    <w:rsid w:val="00EE352D"/>
    <w:rsid w:val="00EE409E"/>
    <w:rsid w:val="00EE470B"/>
    <w:rsid w:val="00EE58BD"/>
    <w:rsid w:val="00EE64C6"/>
    <w:rsid w:val="00EE6DDE"/>
    <w:rsid w:val="00EE7D25"/>
    <w:rsid w:val="00EF0EB6"/>
    <w:rsid w:val="00EF18DA"/>
    <w:rsid w:val="00EF1D7F"/>
    <w:rsid w:val="00EF1FCC"/>
    <w:rsid w:val="00EF2489"/>
    <w:rsid w:val="00EF2B15"/>
    <w:rsid w:val="00EF30C9"/>
    <w:rsid w:val="00EF52A6"/>
    <w:rsid w:val="00EF561D"/>
    <w:rsid w:val="00EF6B17"/>
    <w:rsid w:val="00EF6F87"/>
    <w:rsid w:val="00F0089F"/>
    <w:rsid w:val="00F00A86"/>
    <w:rsid w:val="00F011BE"/>
    <w:rsid w:val="00F0134B"/>
    <w:rsid w:val="00F0221D"/>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639"/>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5DF2"/>
    <w:rsid w:val="00F760F2"/>
    <w:rsid w:val="00F765B9"/>
    <w:rsid w:val="00F7737E"/>
    <w:rsid w:val="00F7753D"/>
    <w:rsid w:val="00F7793F"/>
    <w:rsid w:val="00F807F3"/>
    <w:rsid w:val="00F812AA"/>
    <w:rsid w:val="00F81F00"/>
    <w:rsid w:val="00F82E11"/>
    <w:rsid w:val="00F83518"/>
    <w:rsid w:val="00F83582"/>
    <w:rsid w:val="00F84057"/>
    <w:rsid w:val="00F84585"/>
    <w:rsid w:val="00F8513D"/>
    <w:rsid w:val="00F85DA1"/>
    <w:rsid w:val="00F85F34"/>
    <w:rsid w:val="00F867FB"/>
    <w:rsid w:val="00F87DE7"/>
    <w:rsid w:val="00F87EFF"/>
    <w:rsid w:val="00F9012C"/>
    <w:rsid w:val="00F90299"/>
    <w:rsid w:val="00F9120B"/>
    <w:rsid w:val="00F9128A"/>
    <w:rsid w:val="00F91425"/>
    <w:rsid w:val="00F91484"/>
    <w:rsid w:val="00F924EE"/>
    <w:rsid w:val="00F94389"/>
    <w:rsid w:val="00F94EA7"/>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642"/>
    <w:rsid w:val="00FB2B76"/>
    <w:rsid w:val="00FB2EC1"/>
    <w:rsid w:val="00FB3A3F"/>
    <w:rsid w:val="00FB3AFD"/>
    <w:rsid w:val="00FB42F8"/>
    <w:rsid w:val="00FB4B1D"/>
    <w:rsid w:val="00FB4D6F"/>
    <w:rsid w:val="00FB4FC2"/>
    <w:rsid w:val="00FB5649"/>
    <w:rsid w:val="00FB57AF"/>
    <w:rsid w:val="00FB583F"/>
    <w:rsid w:val="00FB73D9"/>
    <w:rsid w:val="00FB7B63"/>
    <w:rsid w:val="00FC075A"/>
    <w:rsid w:val="00FC0A84"/>
    <w:rsid w:val="00FC0DEA"/>
    <w:rsid w:val="00FC1441"/>
    <w:rsid w:val="00FC2220"/>
    <w:rsid w:val="00FC285C"/>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817"/>
    <w:rsid w:val="00FD3D1F"/>
    <w:rsid w:val="00FD3DBE"/>
    <w:rsid w:val="00FD44DC"/>
    <w:rsid w:val="00FD4655"/>
    <w:rsid w:val="00FD49C2"/>
    <w:rsid w:val="00FD4A97"/>
    <w:rsid w:val="00FD5358"/>
    <w:rsid w:val="00FD5B85"/>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3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73C"/>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fillcolor="white" stroke="f">
      <v:fill color="white"/>
      <v:stroke on="f"/>
    </o:shapedefaults>
    <o:shapelayout v:ext="edit">
      <o:idmap v:ext="edit" data="1"/>
    </o:shapelayout>
  </w:shapeDefaults>
  <w:decimalSymbol w:val="."/>
  <w:listSeparator w:val=","/>
  <w14:docId w14:val="78D8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qFormat/>
    <w:rsid w:val="001600FF"/>
    <w:pPr>
      <w:ind w:left="720"/>
      <w:contextualSpacing/>
    </w:pPr>
  </w:style>
  <w:style w:type="paragraph" w:styleId="NormalWeb">
    <w:name w:val="Normal (Web)"/>
    <w:basedOn w:val="Normal"/>
    <w:uiPriority w:val="99"/>
    <w:rsid w:val="00963CEB"/>
    <w:rPr>
      <w:sz w:val="24"/>
      <w:szCs w:val="24"/>
    </w:rPr>
  </w:style>
  <w:style w:type="paragraph" w:customStyle="1" w:styleId="i">
    <w:name w:val="(i)"/>
    <w:basedOn w:val="Normal"/>
    <w:qFormat/>
    <w:rsid w:val="004D36CB"/>
    <w:pPr>
      <w:spacing w:after="120"/>
      <w:ind w:left="3402" w:right="1134" w:hanging="567"/>
      <w:jc w:val="both"/>
    </w:pPr>
  </w:style>
  <w:style w:type="paragraph" w:customStyle="1" w:styleId="blocpara">
    <w:name w:val="bloc para"/>
    <w:basedOn w:val="Normal"/>
    <w:rsid w:val="004D36CB"/>
    <w:pPr>
      <w:spacing w:after="120"/>
      <w:ind w:left="2268" w:right="1134"/>
      <w:jc w:val="both"/>
    </w:pPr>
  </w:style>
  <w:style w:type="character" w:styleId="Strong">
    <w:name w:val="Strong"/>
    <w:qFormat/>
    <w:rsid w:val="004D36CB"/>
    <w:rPr>
      <w:b/>
      <w:bCs/>
    </w:rPr>
  </w:style>
  <w:style w:type="character" w:customStyle="1" w:styleId="BalloonTextChar">
    <w:name w:val="Balloon Text Char"/>
    <w:link w:val="BalloonText"/>
    <w:rsid w:val="004D36CB"/>
    <w:rPr>
      <w:rFonts w:ascii="Tahoma" w:hAnsi="Tahoma" w:cs="Tahoma"/>
      <w:sz w:val="16"/>
      <w:szCs w:val="16"/>
      <w:lang w:eastAsia="en-US"/>
    </w:rPr>
  </w:style>
  <w:style w:type="character" w:customStyle="1" w:styleId="BodyText2Char">
    <w:name w:val="Body Text 2 Char"/>
    <w:link w:val="BodyText2"/>
    <w:rsid w:val="004D36CB"/>
    <w:rPr>
      <w:rFonts w:ascii="Univers" w:hAnsi="Univers"/>
      <w:b/>
      <w:caps/>
      <w:sz w:val="24"/>
      <w:lang w:eastAsia="en-US"/>
    </w:rPr>
  </w:style>
  <w:style w:type="paragraph" w:customStyle="1" w:styleId="Level1">
    <w:name w:val="Level 1"/>
    <w:basedOn w:val="Normal"/>
    <w:rsid w:val="004D36CB"/>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character" w:customStyle="1" w:styleId="BodyTextIndent3Char">
    <w:name w:val="Body Text Indent 3 Char"/>
    <w:link w:val="BodyTextIndent3"/>
    <w:rsid w:val="004D36CB"/>
    <w:rPr>
      <w:rFonts w:ascii="Courier New" w:hAnsi="Courier New"/>
      <w:snapToGrid w:val="0"/>
      <w:lang w:eastAsia="en-US"/>
    </w:rPr>
  </w:style>
  <w:style w:type="character" w:customStyle="1" w:styleId="BodyTextIndent2Char">
    <w:name w:val="Body Text Indent 2 Char"/>
    <w:link w:val="BodyTextIndent2"/>
    <w:rsid w:val="004D36CB"/>
    <w:rPr>
      <w:rFonts w:ascii="Courier New" w:hAnsi="Courier New"/>
      <w:snapToGrid w:val="0"/>
      <w:lang w:eastAsia="en-US"/>
    </w:rPr>
  </w:style>
  <w:style w:type="character" w:customStyle="1" w:styleId="BodyText3Char">
    <w:name w:val="Body Text 3 Char"/>
    <w:link w:val="BodyText3"/>
    <w:rsid w:val="004D36CB"/>
    <w:rPr>
      <w:rFonts w:ascii="Univers" w:hAnsi="Univers"/>
      <w:snapToGrid w:val="0"/>
      <w:lang w:eastAsia="en-US"/>
    </w:rPr>
  </w:style>
  <w:style w:type="paragraph" w:customStyle="1" w:styleId="Regneukurs2-5">
    <w:name w:val="Reg neu kurs 2-5"/>
    <w:basedOn w:val="Normal"/>
    <w:rsid w:val="004D36CB"/>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4D36CB"/>
    <w:pPr>
      <w:tabs>
        <w:tab w:val="left" w:pos="1418"/>
      </w:tabs>
      <w:suppressAutoHyphens w:val="0"/>
      <w:spacing w:line="240" w:lineRule="auto"/>
      <w:ind w:left="1418" w:hanging="1418"/>
    </w:pPr>
    <w:rPr>
      <w:sz w:val="24"/>
    </w:rPr>
  </w:style>
  <w:style w:type="character" w:customStyle="1" w:styleId="ecer48">
    <w:name w:val="ecer48"/>
    <w:rsid w:val="004D36CB"/>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4D36CB"/>
    <w:rPr>
      <w:b/>
      <w:i/>
    </w:rPr>
  </w:style>
  <w:style w:type="paragraph" w:customStyle="1" w:styleId="Rneu2atimkurs">
    <w:name w:val="R neu 2 (a) tim kurs"/>
    <w:basedOn w:val="Rneu2-0timkursiv"/>
    <w:rsid w:val="004D36CB"/>
    <w:pPr>
      <w:ind w:left="1701" w:hanging="1701"/>
    </w:pPr>
  </w:style>
  <w:style w:type="paragraph" w:customStyle="1" w:styleId="Rneu2-0timkursiv">
    <w:name w:val="R neu 2-0 tim kursiv"/>
    <w:basedOn w:val="Normal"/>
    <w:rsid w:val="004D36CB"/>
    <w:pPr>
      <w:tabs>
        <w:tab w:val="left" w:pos="1134"/>
      </w:tabs>
      <w:suppressAutoHyphens w:val="0"/>
      <w:spacing w:line="240" w:lineRule="auto"/>
      <w:ind w:left="1134" w:hanging="1134"/>
    </w:pPr>
    <w:rPr>
      <w:i/>
      <w:sz w:val="24"/>
    </w:rPr>
  </w:style>
  <w:style w:type="paragraph" w:customStyle="1" w:styleId="Technical5">
    <w:name w:val="Technical[5]"/>
    <w:basedOn w:val="Normal"/>
    <w:rsid w:val="004D36CB"/>
    <w:pPr>
      <w:suppressAutoHyphens w:val="0"/>
      <w:spacing w:line="240" w:lineRule="auto"/>
    </w:pPr>
    <w:rPr>
      <w:b/>
      <w:sz w:val="24"/>
      <w:szCs w:val="24"/>
      <w:lang w:eastAsia="de-DE"/>
    </w:rPr>
  </w:style>
  <w:style w:type="paragraph" w:customStyle="1" w:styleId="Styl2">
    <w:name w:val="Styl2"/>
    <w:basedOn w:val="Normal"/>
    <w:rsid w:val="004D36CB"/>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4D36CB"/>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4D36CB"/>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4D36CB"/>
    <w:pPr>
      <w:suppressAutoHyphens w:val="0"/>
      <w:spacing w:line="240" w:lineRule="auto"/>
    </w:pPr>
    <w:rPr>
      <w:bCs/>
      <w:color w:val="FF0000"/>
      <w:sz w:val="28"/>
      <w:szCs w:val="28"/>
    </w:rPr>
  </w:style>
  <w:style w:type="paragraph" w:styleId="DocumentMap">
    <w:name w:val="Document Map"/>
    <w:basedOn w:val="Normal"/>
    <w:link w:val="DocumentMapChar"/>
    <w:rsid w:val="004D36CB"/>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4D36CB"/>
    <w:rPr>
      <w:rFonts w:ascii="Tahoma" w:hAnsi="Tahoma"/>
      <w:sz w:val="24"/>
      <w:shd w:val="clear" w:color="auto" w:fill="000080"/>
      <w:lang w:val="fr-FR" w:eastAsia="en-US"/>
    </w:rPr>
  </w:style>
  <w:style w:type="character" w:customStyle="1" w:styleId="CommentTextChar">
    <w:name w:val="Comment Text Char"/>
    <w:link w:val="CommentText"/>
    <w:rsid w:val="004D36CB"/>
    <w:rPr>
      <w:lang w:eastAsia="en-US"/>
    </w:rPr>
  </w:style>
  <w:style w:type="character" w:customStyle="1" w:styleId="CommentSubjectChar">
    <w:name w:val="Comment Subject Char"/>
    <w:link w:val="CommentSubject"/>
    <w:rsid w:val="004D36CB"/>
    <w:rPr>
      <w:b/>
      <w:bCs/>
      <w:lang w:eastAsia="en-US"/>
    </w:rPr>
  </w:style>
  <w:style w:type="paragraph" w:customStyle="1" w:styleId="CM65">
    <w:name w:val="CM65"/>
    <w:basedOn w:val="Normal"/>
    <w:next w:val="Normal"/>
    <w:rsid w:val="004D36CB"/>
    <w:pPr>
      <w:widowControl w:val="0"/>
      <w:suppressAutoHyphens w:val="0"/>
      <w:autoSpaceDE w:val="0"/>
      <w:autoSpaceDN w:val="0"/>
      <w:adjustRightInd w:val="0"/>
      <w:spacing w:line="260" w:lineRule="atLeast"/>
    </w:pPr>
    <w:rPr>
      <w:sz w:val="24"/>
      <w:szCs w:val="24"/>
      <w:lang w:val="en-US"/>
    </w:rPr>
  </w:style>
  <w:style w:type="numbering" w:styleId="1ai">
    <w:name w:val="Outline List 1"/>
    <w:basedOn w:val="NoList"/>
    <w:rsid w:val="004D36CB"/>
    <w:pPr>
      <w:numPr>
        <w:numId w:val="5"/>
      </w:numPr>
    </w:pPr>
  </w:style>
  <w:style w:type="numbering" w:customStyle="1" w:styleId="1ai1">
    <w:name w:val="1 / a / i1"/>
    <w:basedOn w:val="NoList"/>
    <w:next w:val="1ai"/>
    <w:semiHidden/>
    <w:rsid w:val="004D36CB"/>
  </w:style>
  <w:style w:type="paragraph" w:styleId="TOC1">
    <w:name w:val="toc 1"/>
    <w:basedOn w:val="Normal"/>
    <w:next w:val="Normal"/>
    <w:autoRedefine/>
    <w:uiPriority w:val="39"/>
    <w:rsid w:val="004D36CB"/>
  </w:style>
  <w:style w:type="numbering" w:customStyle="1" w:styleId="1ai2">
    <w:name w:val="1 / a / i2"/>
    <w:basedOn w:val="NoList"/>
    <w:next w:val="1ai"/>
    <w:rsid w:val="004D36CB"/>
    <w:pPr>
      <w:numPr>
        <w:numId w:val="4"/>
      </w:numPr>
    </w:pPr>
  </w:style>
  <w:style w:type="character" w:customStyle="1" w:styleId="EndnoteTextChar">
    <w:name w:val="Endnote Text Char"/>
    <w:aliases w:val="2_G Char"/>
    <w:link w:val="EndnoteText"/>
    <w:rsid w:val="004D36CB"/>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qFormat/>
    <w:rsid w:val="001600FF"/>
    <w:pPr>
      <w:ind w:left="720"/>
      <w:contextualSpacing/>
    </w:pPr>
  </w:style>
  <w:style w:type="paragraph" w:styleId="NormalWeb">
    <w:name w:val="Normal (Web)"/>
    <w:basedOn w:val="Normal"/>
    <w:uiPriority w:val="99"/>
    <w:rsid w:val="00963CEB"/>
    <w:rPr>
      <w:sz w:val="24"/>
      <w:szCs w:val="24"/>
    </w:rPr>
  </w:style>
  <w:style w:type="paragraph" w:customStyle="1" w:styleId="i">
    <w:name w:val="(i)"/>
    <w:basedOn w:val="Normal"/>
    <w:qFormat/>
    <w:rsid w:val="004D36CB"/>
    <w:pPr>
      <w:spacing w:after="120"/>
      <w:ind w:left="3402" w:right="1134" w:hanging="567"/>
      <w:jc w:val="both"/>
    </w:pPr>
  </w:style>
  <w:style w:type="paragraph" w:customStyle="1" w:styleId="blocpara">
    <w:name w:val="bloc para"/>
    <w:basedOn w:val="Normal"/>
    <w:rsid w:val="004D36CB"/>
    <w:pPr>
      <w:spacing w:after="120"/>
      <w:ind w:left="2268" w:right="1134"/>
      <w:jc w:val="both"/>
    </w:pPr>
  </w:style>
  <w:style w:type="character" w:styleId="Strong">
    <w:name w:val="Strong"/>
    <w:qFormat/>
    <w:rsid w:val="004D36CB"/>
    <w:rPr>
      <w:b/>
      <w:bCs/>
    </w:rPr>
  </w:style>
  <w:style w:type="character" w:customStyle="1" w:styleId="BalloonTextChar">
    <w:name w:val="Balloon Text Char"/>
    <w:link w:val="BalloonText"/>
    <w:rsid w:val="004D36CB"/>
    <w:rPr>
      <w:rFonts w:ascii="Tahoma" w:hAnsi="Tahoma" w:cs="Tahoma"/>
      <w:sz w:val="16"/>
      <w:szCs w:val="16"/>
      <w:lang w:eastAsia="en-US"/>
    </w:rPr>
  </w:style>
  <w:style w:type="character" w:customStyle="1" w:styleId="BodyText2Char">
    <w:name w:val="Body Text 2 Char"/>
    <w:link w:val="BodyText2"/>
    <w:rsid w:val="004D36CB"/>
    <w:rPr>
      <w:rFonts w:ascii="Univers" w:hAnsi="Univers"/>
      <w:b/>
      <w:caps/>
      <w:sz w:val="24"/>
      <w:lang w:eastAsia="en-US"/>
    </w:rPr>
  </w:style>
  <w:style w:type="paragraph" w:customStyle="1" w:styleId="Level1">
    <w:name w:val="Level 1"/>
    <w:basedOn w:val="Normal"/>
    <w:rsid w:val="004D36CB"/>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character" w:customStyle="1" w:styleId="BodyTextIndent3Char">
    <w:name w:val="Body Text Indent 3 Char"/>
    <w:link w:val="BodyTextIndent3"/>
    <w:rsid w:val="004D36CB"/>
    <w:rPr>
      <w:rFonts w:ascii="Courier New" w:hAnsi="Courier New"/>
      <w:snapToGrid w:val="0"/>
      <w:lang w:eastAsia="en-US"/>
    </w:rPr>
  </w:style>
  <w:style w:type="character" w:customStyle="1" w:styleId="BodyTextIndent2Char">
    <w:name w:val="Body Text Indent 2 Char"/>
    <w:link w:val="BodyTextIndent2"/>
    <w:rsid w:val="004D36CB"/>
    <w:rPr>
      <w:rFonts w:ascii="Courier New" w:hAnsi="Courier New"/>
      <w:snapToGrid w:val="0"/>
      <w:lang w:eastAsia="en-US"/>
    </w:rPr>
  </w:style>
  <w:style w:type="character" w:customStyle="1" w:styleId="BodyText3Char">
    <w:name w:val="Body Text 3 Char"/>
    <w:link w:val="BodyText3"/>
    <w:rsid w:val="004D36CB"/>
    <w:rPr>
      <w:rFonts w:ascii="Univers" w:hAnsi="Univers"/>
      <w:snapToGrid w:val="0"/>
      <w:lang w:eastAsia="en-US"/>
    </w:rPr>
  </w:style>
  <w:style w:type="paragraph" w:customStyle="1" w:styleId="Regneukurs2-5">
    <w:name w:val="Reg neu kurs 2-5"/>
    <w:basedOn w:val="Normal"/>
    <w:rsid w:val="004D36CB"/>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4D36CB"/>
    <w:pPr>
      <w:tabs>
        <w:tab w:val="left" w:pos="1418"/>
      </w:tabs>
      <w:suppressAutoHyphens w:val="0"/>
      <w:spacing w:line="240" w:lineRule="auto"/>
      <w:ind w:left="1418" w:hanging="1418"/>
    </w:pPr>
    <w:rPr>
      <w:sz w:val="24"/>
    </w:rPr>
  </w:style>
  <w:style w:type="character" w:customStyle="1" w:styleId="ecer48">
    <w:name w:val="ecer48"/>
    <w:rsid w:val="004D36CB"/>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4D36CB"/>
    <w:rPr>
      <w:b/>
      <w:i/>
    </w:rPr>
  </w:style>
  <w:style w:type="paragraph" w:customStyle="1" w:styleId="Rneu2atimkurs">
    <w:name w:val="R neu 2 (a) tim kurs"/>
    <w:basedOn w:val="Rneu2-0timkursiv"/>
    <w:rsid w:val="004D36CB"/>
    <w:pPr>
      <w:ind w:left="1701" w:hanging="1701"/>
    </w:pPr>
  </w:style>
  <w:style w:type="paragraph" w:customStyle="1" w:styleId="Rneu2-0timkursiv">
    <w:name w:val="R neu 2-0 tim kursiv"/>
    <w:basedOn w:val="Normal"/>
    <w:rsid w:val="004D36CB"/>
    <w:pPr>
      <w:tabs>
        <w:tab w:val="left" w:pos="1134"/>
      </w:tabs>
      <w:suppressAutoHyphens w:val="0"/>
      <w:spacing w:line="240" w:lineRule="auto"/>
      <w:ind w:left="1134" w:hanging="1134"/>
    </w:pPr>
    <w:rPr>
      <w:i/>
      <w:sz w:val="24"/>
    </w:rPr>
  </w:style>
  <w:style w:type="paragraph" w:customStyle="1" w:styleId="Technical5">
    <w:name w:val="Technical[5]"/>
    <w:basedOn w:val="Normal"/>
    <w:rsid w:val="004D36CB"/>
    <w:pPr>
      <w:suppressAutoHyphens w:val="0"/>
      <w:spacing w:line="240" w:lineRule="auto"/>
    </w:pPr>
    <w:rPr>
      <w:b/>
      <w:sz w:val="24"/>
      <w:szCs w:val="24"/>
      <w:lang w:eastAsia="de-DE"/>
    </w:rPr>
  </w:style>
  <w:style w:type="paragraph" w:customStyle="1" w:styleId="Styl2">
    <w:name w:val="Styl2"/>
    <w:basedOn w:val="Normal"/>
    <w:rsid w:val="004D36CB"/>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4D36CB"/>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4D36CB"/>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4D36CB"/>
    <w:pPr>
      <w:suppressAutoHyphens w:val="0"/>
      <w:spacing w:line="240" w:lineRule="auto"/>
    </w:pPr>
    <w:rPr>
      <w:bCs/>
      <w:color w:val="FF0000"/>
      <w:sz w:val="28"/>
      <w:szCs w:val="28"/>
    </w:rPr>
  </w:style>
  <w:style w:type="paragraph" w:styleId="DocumentMap">
    <w:name w:val="Document Map"/>
    <w:basedOn w:val="Normal"/>
    <w:link w:val="DocumentMapChar"/>
    <w:rsid w:val="004D36CB"/>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4D36CB"/>
    <w:rPr>
      <w:rFonts w:ascii="Tahoma" w:hAnsi="Tahoma"/>
      <w:sz w:val="24"/>
      <w:shd w:val="clear" w:color="auto" w:fill="000080"/>
      <w:lang w:val="fr-FR" w:eastAsia="en-US"/>
    </w:rPr>
  </w:style>
  <w:style w:type="character" w:customStyle="1" w:styleId="CommentTextChar">
    <w:name w:val="Comment Text Char"/>
    <w:link w:val="CommentText"/>
    <w:rsid w:val="004D36CB"/>
    <w:rPr>
      <w:lang w:eastAsia="en-US"/>
    </w:rPr>
  </w:style>
  <w:style w:type="character" w:customStyle="1" w:styleId="CommentSubjectChar">
    <w:name w:val="Comment Subject Char"/>
    <w:link w:val="CommentSubject"/>
    <w:rsid w:val="004D36CB"/>
    <w:rPr>
      <w:b/>
      <w:bCs/>
      <w:lang w:eastAsia="en-US"/>
    </w:rPr>
  </w:style>
  <w:style w:type="paragraph" w:customStyle="1" w:styleId="CM65">
    <w:name w:val="CM65"/>
    <w:basedOn w:val="Normal"/>
    <w:next w:val="Normal"/>
    <w:rsid w:val="004D36CB"/>
    <w:pPr>
      <w:widowControl w:val="0"/>
      <w:suppressAutoHyphens w:val="0"/>
      <w:autoSpaceDE w:val="0"/>
      <w:autoSpaceDN w:val="0"/>
      <w:adjustRightInd w:val="0"/>
      <w:spacing w:line="260" w:lineRule="atLeast"/>
    </w:pPr>
    <w:rPr>
      <w:sz w:val="24"/>
      <w:szCs w:val="24"/>
      <w:lang w:val="en-US"/>
    </w:rPr>
  </w:style>
  <w:style w:type="numbering" w:styleId="1ai">
    <w:name w:val="Outline List 1"/>
    <w:basedOn w:val="NoList"/>
    <w:rsid w:val="004D36CB"/>
    <w:pPr>
      <w:numPr>
        <w:numId w:val="5"/>
      </w:numPr>
    </w:pPr>
  </w:style>
  <w:style w:type="numbering" w:customStyle="1" w:styleId="1ai1">
    <w:name w:val="1 / a / i1"/>
    <w:basedOn w:val="NoList"/>
    <w:next w:val="1ai"/>
    <w:semiHidden/>
    <w:rsid w:val="004D36CB"/>
  </w:style>
  <w:style w:type="paragraph" w:styleId="TOC1">
    <w:name w:val="toc 1"/>
    <w:basedOn w:val="Normal"/>
    <w:next w:val="Normal"/>
    <w:autoRedefine/>
    <w:uiPriority w:val="39"/>
    <w:rsid w:val="004D36CB"/>
  </w:style>
  <w:style w:type="numbering" w:customStyle="1" w:styleId="1ai2">
    <w:name w:val="1 / a / i2"/>
    <w:basedOn w:val="NoList"/>
    <w:next w:val="1ai"/>
    <w:rsid w:val="004D36CB"/>
    <w:pPr>
      <w:numPr>
        <w:numId w:val="4"/>
      </w:numPr>
    </w:pPr>
  </w:style>
  <w:style w:type="character" w:customStyle="1" w:styleId="EndnoteTextChar">
    <w:name w:val="Endnote Text Char"/>
    <w:aliases w:val="2_G Char"/>
    <w:link w:val="EndnoteText"/>
    <w:rsid w:val="004D36CB"/>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683694">
      <w:bodyDiv w:val="1"/>
      <w:marLeft w:val="0"/>
      <w:marRight w:val="0"/>
      <w:marTop w:val="0"/>
      <w:marBottom w:val="0"/>
      <w:divBdr>
        <w:top w:val="none" w:sz="0" w:space="0" w:color="auto"/>
        <w:left w:val="none" w:sz="0" w:space="0" w:color="auto"/>
        <w:bottom w:val="none" w:sz="0" w:space="0" w:color="auto"/>
        <w:right w:val="none" w:sz="0" w:space="0" w:color="auto"/>
      </w:divBdr>
    </w:div>
    <w:div w:id="1434664663">
      <w:bodyDiv w:val="1"/>
      <w:marLeft w:val="0"/>
      <w:marRight w:val="0"/>
      <w:marTop w:val="0"/>
      <w:marBottom w:val="0"/>
      <w:divBdr>
        <w:top w:val="none" w:sz="0" w:space="0" w:color="auto"/>
        <w:left w:val="none" w:sz="0" w:space="0" w:color="auto"/>
        <w:bottom w:val="none" w:sz="0" w:space="0" w:color="auto"/>
        <w:right w:val="none" w:sz="0" w:space="0" w:color="auto"/>
      </w:divBdr>
    </w:div>
    <w:div w:id="1643344237">
      <w:bodyDiv w:val="1"/>
      <w:marLeft w:val="0"/>
      <w:marRight w:val="0"/>
      <w:marTop w:val="0"/>
      <w:marBottom w:val="0"/>
      <w:divBdr>
        <w:top w:val="none" w:sz="0" w:space="0" w:color="auto"/>
        <w:left w:val="none" w:sz="0" w:space="0" w:color="auto"/>
        <w:bottom w:val="none" w:sz="0" w:space="0" w:color="auto"/>
        <w:right w:val="none" w:sz="0" w:space="0" w:color="auto"/>
      </w:divBdr>
    </w:div>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 w:id="1996950967">
      <w:bodyDiv w:val="1"/>
      <w:marLeft w:val="0"/>
      <w:marRight w:val="0"/>
      <w:marTop w:val="0"/>
      <w:marBottom w:val="0"/>
      <w:divBdr>
        <w:top w:val="none" w:sz="0" w:space="0" w:color="auto"/>
        <w:left w:val="none" w:sz="0" w:space="0" w:color="auto"/>
        <w:bottom w:val="none" w:sz="0" w:space="0" w:color="auto"/>
        <w:right w:val="none" w:sz="0" w:space="0" w:color="auto"/>
      </w:divBdr>
    </w:div>
    <w:div w:id="205862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jpeg"/><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71903-C933-4652-9323-3BC57D50C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1</TotalTime>
  <Pages>27</Pages>
  <Words>7984</Words>
  <Characters>45509</Characters>
  <Application>Microsoft Office Word</Application>
  <DocSecurity>4</DocSecurity>
  <Lines>379</Lines>
  <Paragraphs>106</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1713937</vt:lpstr>
      <vt:lpstr>1700708</vt:lpstr>
      <vt:lpstr>1700708</vt:lpstr>
      <vt:lpstr>1700708</vt:lpstr>
    </vt:vector>
  </TitlesOfParts>
  <Company>CSD</Company>
  <LinksUpToDate>false</LinksUpToDate>
  <CharactersWithSpaces>53387</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1713937</dc:title>
  <dc:subject>ECE/TRANS/WP.29/GRE/2017/10</dc:subject>
  <dc:creator>AFTER JUNE</dc:creator>
  <cp:lastModifiedBy>Benedicte Boudol</cp:lastModifiedBy>
  <cp:revision>2</cp:revision>
  <cp:lastPrinted>2017-01-12T13:47:00Z</cp:lastPrinted>
  <dcterms:created xsi:type="dcterms:W3CDTF">2017-11-08T10:05:00Z</dcterms:created>
  <dcterms:modified xsi:type="dcterms:W3CDTF">2017-11-08T10:05:00Z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