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EC779C">
                <w:t>TRANS/WP.29/2017/56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73245E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7518D7" w:rsidRDefault="0073245E" w:rsidP="007B199D">
            <w:pPr>
              <w:rPr>
                <w:lang w:val="en-US"/>
              </w:rPr>
            </w:pPr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EC779C">
              <w:t>22 December 201</w:t>
            </w:r>
            <w:r>
              <w:fldChar w:fldCharType="end"/>
            </w:r>
            <w:r w:rsidR="007518D7">
              <w:rPr>
                <w:lang w:val="en-US"/>
              </w:rPr>
              <w:t>6</w:t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73245E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72E08" w:rsidRPr="00424A29" w:rsidRDefault="00772E08" w:rsidP="00772E08">
      <w:pPr>
        <w:spacing w:before="120"/>
        <w:rPr>
          <w:sz w:val="28"/>
          <w:szCs w:val="28"/>
        </w:rPr>
      </w:pPr>
      <w:r w:rsidRPr="00424A29">
        <w:rPr>
          <w:sz w:val="28"/>
          <w:szCs w:val="28"/>
        </w:rPr>
        <w:t>Комитет по внутреннему транспорту</w:t>
      </w:r>
    </w:p>
    <w:p w:rsidR="00772E08" w:rsidRPr="00424A29" w:rsidRDefault="00772E08" w:rsidP="00772E08">
      <w:pPr>
        <w:spacing w:before="120"/>
        <w:rPr>
          <w:b/>
          <w:sz w:val="24"/>
          <w:szCs w:val="24"/>
        </w:rPr>
      </w:pPr>
      <w:r w:rsidRPr="00424A29">
        <w:rPr>
          <w:b/>
          <w:sz w:val="24"/>
          <w:szCs w:val="24"/>
        </w:rPr>
        <w:t xml:space="preserve">Всемирный форум для согласования правил </w:t>
      </w:r>
      <w:r w:rsidRPr="00424A29">
        <w:rPr>
          <w:b/>
          <w:sz w:val="24"/>
          <w:szCs w:val="24"/>
        </w:rPr>
        <w:br/>
        <w:t>в области транспортных средств</w:t>
      </w:r>
    </w:p>
    <w:p w:rsidR="00772E08" w:rsidRPr="00424A29" w:rsidRDefault="00772E08" w:rsidP="00772E08">
      <w:pPr>
        <w:tabs>
          <w:tab w:val="center" w:pos="4819"/>
        </w:tabs>
        <w:spacing w:before="120"/>
        <w:rPr>
          <w:b/>
        </w:rPr>
      </w:pPr>
      <w:r w:rsidRPr="00424A29">
        <w:rPr>
          <w:b/>
        </w:rPr>
        <w:t>171-я сессия</w:t>
      </w:r>
    </w:p>
    <w:p w:rsidR="00772E08" w:rsidRPr="00424A29" w:rsidRDefault="00772E08" w:rsidP="00772E08">
      <w:r w:rsidRPr="00424A29">
        <w:t>Женева, 14–17 марта 2017 года</w:t>
      </w:r>
    </w:p>
    <w:p w:rsidR="00772E08" w:rsidRPr="00424A29" w:rsidRDefault="00772E08" w:rsidP="00772E08">
      <w:r w:rsidRPr="00424A29">
        <w:t>Пункт 19.4 предварительной повестки дня</w:t>
      </w:r>
    </w:p>
    <w:p w:rsidR="00772E08" w:rsidRPr="00424A29" w:rsidRDefault="00772E08" w:rsidP="00772E08">
      <w:pPr>
        <w:rPr>
          <w:b/>
          <w:bCs/>
        </w:rPr>
      </w:pPr>
      <w:r w:rsidRPr="00424A29">
        <w:rPr>
          <w:b/>
          <w:bCs/>
        </w:rPr>
        <w:t>Пункты, по которым следует продолжить</w:t>
      </w:r>
    </w:p>
    <w:p w:rsidR="00772E08" w:rsidRPr="00424A29" w:rsidRDefault="00772E08" w:rsidP="00772E08">
      <w:pPr>
        <w:rPr>
          <w:b/>
        </w:rPr>
      </w:pPr>
      <w:r w:rsidRPr="00424A29">
        <w:rPr>
          <w:b/>
          <w:bCs/>
        </w:rPr>
        <w:t>или начать обмен мнениями и данными</w:t>
      </w:r>
      <w:r w:rsidRPr="00424A29">
        <w:rPr>
          <w:b/>
        </w:rPr>
        <w:t xml:space="preserve">: </w:t>
      </w:r>
    </w:p>
    <w:p w:rsidR="00772E08" w:rsidRPr="00424A29" w:rsidRDefault="00772E08" w:rsidP="00772E08">
      <w:pPr>
        <w:rPr>
          <w:b/>
        </w:rPr>
      </w:pPr>
      <w:r w:rsidRPr="00424A29">
        <w:rPr>
          <w:b/>
        </w:rPr>
        <w:t xml:space="preserve">транспортные средства, работающие </w:t>
      </w:r>
    </w:p>
    <w:p w:rsidR="00772E08" w:rsidRPr="00424A29" w:rsidRDefault="007518D7" w:rsidP="00772E08">
      <w:pPr>
        <w:rPr>
          <w:b/>
        </w:rPr>
      </w:pPr>
      <w:r w:rsidRPr="00424A29">
        <w:rPr>
          <w:b/>
        </w:rPr>
        <w:t xml:space="preserve">на </w:t>
      </w:r>
      <w:r w:rsidR="00772E08" w:rsidRPr="00424A29">
        <w:rPr>
          <w:b/>
        </w:rPr>
        <w:t xml:space="preserve">водороде и топливных элементах (ТСВТЭ) </w:t>
      </w:r>
    </w:p>
    <w:p w:rsidR="00772E08" w:rsidRPr="00772E08" w:rsidRDefault="00772E08" w:rsidP="00772E08">
      <w:pPr>
        <w:rPr>
          <w:b/>
        </w:rPr>
      </w:pPr>
      <w:r w:rsidRPr="00772E08">
        <w:rPr>
          <w:b/>
        </w:rPr>
        <w:t>(</w:t>
      </w:r>
      <w:r w:rsidRPr="00424A29">
        <w:rPr>
          <w:b/>
          <w:bCs/>
        </w:rPr>
        <w:t>Глобальные</w:t>
      </w:r>
      <w:r w:rsidRPr="00772E08">
        <w:rPr>
          <w:b/>
          <w:bCs/>
        </w:rPr>
        <w:t xml:space="preserve"> </w:t>
      </w:r>
      <w:r w:rsidRPr="00424A29">
        <w:rPr>
          <w:b/>
          <w:bCs/>
        </w:rPr>
        <w:t>технические</w:t>
      </w:r>
      <w:r w:rsidRPr="00772E08">
        <w:rPr>
          <w:b/>
          <w:bCs/>
        </w:rPr>
        <w:t xml:space="preserve"> </w:t>
      </w:r>
      <w:r w:rsidRPr="00424A29">
        <w:rPr>
          <w:b/>
          <w:bCs/>
        </w:rPr>
        <w:t>правила</w:t>
      </w:r>
      <w:r w:rsidRPr="00772E08">
        <w:rPr>
          <w:b/>
          <w:bCs/>
        </w:rPr>
        <w:t xml:space="preserve"> </w:t>
      </w:r>
      <w:r w:rsidRPr="00772E08">
        <w:rPr>
          <w:b/>
        </w:rPr>
        <w:t xml:space="preserve">№ 13) – </w:t>
      </w:r>
      <w:r w:rsidRPr="00424A29">
        <w:rPr>
          <w:b/>
        </w:rPr>
        <w:t>этап</w:t>
      </w:r>
      <w:r w:rsidRPr="00772E08">
        <w:rPr>
          <w:b/>
        </w:rPr>
        <w:t xml:space="preserve"> 2 </w:t>
      </w:r>
    </w:p>
    <w:p w:rsidR="00772E08" w:rsidRPr="00772E08" w:rsidRDefault="00772E08" w:rsidP="00772E08">
      <w:pPr>
        <w:pStyle w:val="HChGR"/>
      </w:pPr>
      <w:r w:rsidRPr="007518D7">
        <w:tab/>
      </w:r>
      <w:r w:rsidRPr="007518D7">
        <w:tab/>
      </w:r>
      <w:r w:rsidRPr="00772E08">
        <w:t>Предложение о разрешении на разработку Глобальных технических правил на этапе 2</w:t>
      </w:r>
    </w:p>
    <w:p w:rsidR="00772E08" w:rsidRPr="00772E08" w:rsidRDefault="00772E08" w:rsidP="00772E08">
      <w:pPr>
        <w:pStyle w:val="H1GR"/>
      </w:pPr>
      <w:r w:rsidRPr="00772E08">
        <w:tab/>
      </w:r>
      <w:r w:rsidRPr="00772E08">
        <w:tab/>
        <w:t xml:space="preserve">Передано представителями Японии, Республики Корея </w:t>
      </w:r>
      <w:r w:rsidRPr="00772E08">
        <w:br/>
        <w:t>и Европейского союза</w:t>
      </w:r>
      <w:r w:rsidRPr="007518D7">
        <w:rPr>
          <w:b w:val="0"/>
          <w:sz w:val="20"/>
        </w:rPr>
        <w:footnoteReference w:customMarkFollows="1" w:id="1"/>
        <w:t>*</w:t>
      </w:r>
    </w:p>
    <w:p w:rsidR="00772E08" w:rsidRPr="00772E08" w:rsidRDefault="00772E08" w:rsidP="00772E08">
      <w:pPr>
        <w:pStyle w:val="SingleTxtGR"/>
      </w:pPr>
      <w:r w:rsidRPr="007518D7">
        <w:tab/>
      </w:r>
      <w:r w:rsidRPr="00772E08">
        <w:t>Воспроизведенный ниже текст был подготовлен представителями Японии, Республики Корея и Европейского союза в связи с этапом 2 разработки Глобальных технических правил (ГТП) № 13 Организации Объединенных Наций неофициальной рабочей группой по транспортным средствам, работающим на водороде и топливных элементах</w:t>
      </w:r>
      <w:r>
        <w:t xml:space="preserve"> – </w:t>
      </w:r>
      <w:r w:rsidRPr="00772E08">
        <w:t>Подгруппа по безопасности (ТСВТЭ-ПГБ). В его основу положен неофициальный документ GRSP-60-24, распространенный на шестидесятой сессии Рабочей группы по пассивной безопасности (GRSP), который GRSP рекомендовала представить на сессиях WP.29 и Исполнительного комитета Соглашения 1998 года (AC.3) в марте 2017 года на предмет рассмотрения.</w:t>
      </w:r>
    </w:p>
    <w:p w:rsidR="00772E08" w:rsidRPr="00772E08" w:rsidRDefault="00772E08" w:rsidP="00772E08">
      <w:pPr>
        <w:pStyle w:val="HChGR"/>
      </w:pPr>
      <w:r w:rsidRPr="00772E08">
        <w:br w:type="page"/>
      </w:r>
      <w:r w:rsidRPr="00772E08">
        <w:lastRenderedPageBreak/>
        <w:tab/>
      </w:r>
      <w:r w:rsidRPr="00772E08">
        <w:rPr>
          <w:lang w:val="en-GB"/>
        </w:rPr>
        <w:t>I</w:t>
      </w:r>
      <w:r w:rsidRPr="00772E08">
        <w:t>.</w:t>
      </w:r>
      <w:r w:rsidRPr="00772E08">
        <w:tab/>
        <w:t>Справочная информация</w:t>
      </w:r>
    </w:p>
    <w:p w:rsidR="00772E08" w:rsidRPr="00772E08" w:rsidRDefault="00772E08" w:rsidP="00772E08">
      <w:pPr>
        <w:pStyle w:val="SingleTxtGR"/>
      </w:pPr>
      <w:r w:rsidRPr="00772E08">
        <w:t>1.</w:t>
      </w:r>
      <w:r w:rsidRPr="00772E08">
        <w:tab/>
        <w:t>Неофициальная рабочая группа (НРГ) по транспортным средствам, работающим на водороде и топливных элементах</w:t>
      </w:r>
      <w:r w:rsidR="007518D7">
        <w:t>,</w:t>
      </w:r>
      <w:r>
        <w:t xml:space="preserve"> – </w:t>
      </w:r>
      <w:r w:rsidRPr="00772E08">
        <w:t xml:space="preserve">Подгруппа по безопасности (ТСВТЭ-ПГБ) была учреждена в 2007 году. Первоначальный график работы и сфера охвата были изложены в документе </w:t>
      </w:r>
      <w:r w:rsidRPr="00772E08">
        <w:rPr>
          <w:lang w:val="en-GB"/>
        </w:rPr>
        <w:t>ECE</w:t>
      </w:r>
      <w:r w:rsidRPr="00772E08">
        <w:t>/</w:t>
      </w:r>
      <w:r w:rsidRPr="00772E08">
        <w:rPr>
          <w:lang w:val="en-GB"/>
        </w:rPr>
        <w:t>TRANS</w:t>
      </w:r>
      <w:r w:rsidRPr="00772E08">
        <w:t>/</w:t>
      </w:r>
      <w:r w:rsidRPr="00772E08">
        <w:rPr>
          <w:lang w:val="en-GB"/>
        </w:rPr>
        <w:t>WP</w:t>
      </w:r>
      <w:r w:rsidRPr="00772E08">
        <w:t>.29/</w:t>
      </w:r>
      <w:r w:rsidRPr="00772E08">
        <w:rPr>
          <w:lang w:val="en-GB"/>
        </w:rPr>
        <w:t>AC</w:t>
      </w:r>
      <w:r w:rsidRPr="00772E08">
        <w:t>.3/17. В этом документе содержится обзор деятельности ТСВТЭ-ПГБ, а график работы по каждому из направлений подразделен на два этапа. НРГ представила Глобальные технические правила (ГТП), касающиеся транспортных средств, работающих на водороде и топливных элементах, которые были приняты Рабочей группой по пассивной безопасности (</w:t>
      </w:r>
      <w:r w:rsidRPr="00772E08">
        <w:rPr>
          <w:lang w:val="en-GB"/>
        </w:rPr>
        <w:t>GRSP</w:t>
      </w:r>
      <w:r w:rsidRPr="00772E08">
        <w:t>) и утверждены Всемирным форумом для согласования правил в области транспортных средств (WP.29) и Исполнительным комитетом Соглашения 1998 года (AC.3) в июне 2013 года.</w:t>
      </w:r>
    </w:p>
    <w:p w:rsidR="00772E08" w:rsidRPr="00772E08" w:rsidRDefault="00772E08" w:rsidP="00772E08">
      <w:pPr>
        <w:pStyle w:val="SingleTxtGR"/>
      </w:pPr>
      <w:r w:rsidRPr="00772E08">
        <w:t>2.</w:t>
      </w:r>
      <w:r w:rsidRPr="00772E08">
        <w:tab/>
        <w:t>После введения ГТП № 13 в июне 2013 года в Глобальный реестр соответствующие положения были перенесены в Правила № 134 ООН, прилагаемые к Соглашению 1958 года.</w:t>
      </w:r>
    </w:p>
    <w:p w:rsidR="00772E08" w:rsidRPr="00772E08" w:rsidRDefault="00772E08" w:rsidP="00772E08">
      <w:pPr>
        <w:pStyle w:val="HChGR"/>
      </w:pPr>
      <w:r w:rsidRPr="00772E08">
        <w:tab/>
      </w:r>
      <w:r w:rsidRPr="00772E08">
        <w:rPr>
          <w:lang w:val="en-GB"/>
        </w:rPr>
        <w:t>II</w:t>
      </w:r>
      <w:r w:rsidRPr="00772E08">
        <w:t>.</w:t>
      </w:r>
      <w:r w:rsidRPr="00772E08">
        <w:tab/>
        <w:t>Предложение</w:t>
      </w:r>
    </w:p>
    <w:p w:rsidR="00772E08" w:rsidRPr="00772E08" w:rsidRDefault="00772E08" w:rsidP="00772E08">
      <w:pPr>
        <w:pStyle w:val="SingleTxtGR"/>
      </w:pPr>
      <w:r w:rsidRPr="00772E08">
        <w:t>3.</w:t>
      </w:r>
      <w:r w:rsidRPr="00772E08">
        <w:tab/>
        <w:t xml:space="preserve">Расширение мандата НРГ по ТСВТЭ-ПГБ при финансовой поддержке со стороны Европейского союза, Японии и Республики Корея позволяет заняться решением сохраняющихся проблем. Работу на этапе 2 следует начать сразу же после одобрения настоящего разрешения </w:t>
      </w:r>
      <w:r w:rsidRPr="00772E08">
        <w:rPr>
          <w:lang w:val="en-US"/>
        </w:rPr>
        <w:t>WP</w:t>
      </w:r>
      <w:r w:rsidRPr="00772E08">
        <w:t xml:space="preserve">.29 и </w:t>
      </w:r>
      <w:r w:rsidRPr="00772E08">
        <w:rPr>
          <w:lang w:val="en-US"/>
        </w:rPr>
        <w:t>AC</w:t>
      </w:r>
      <w:r w:rsidRPr="00772E08">
        <w:t>.3 на их сессиях в марте 2017 года.</w:t>
      </w:r>
    </w:p>
    <w:p w:rsidR="00772E08" w:rsidRPr="00772E08" w:rsidRDefault="00772E08" w:rsidP="00772E08">
      <w:pPr>
        <w:pStyle w:val="SingleTxtGR"/>
      </w:pPr>
      <w:r w:rsidRPr="00772E08">
        <w:t xml:space="preserve">4. </w:t>
      </w:r>
      <w:r w:rsidRPr="00772E08">
        <w:tab/>
        <w:t xml:space="preserve">Поскольку водородные транспортные средства и технологии топливных элементов находятся на начальных стадиях коммерческого внедрения, ожидается, что опыт достаточно продолжительной практической эксплуатации в дорожных условиях и проводимые технические оценки внесут в эти правила соответствующие коррективы. Кроме того, ожидается, что с учетом накопленного дополнительного опыта и при наличии дополнительного времени для более </w:t>
      </w:r>
      <w:r w:rsidR="007518D7">
        <w:br/>
      </w:r>
      <w:r w:rsidRPr="00772E08">
        <w:t>обстоятельного технического анализа требования, указанные в ГТП (раздел G преамбулы, касающийся транспортных средств с системами СХСжВ) как факультативные, могут быть утверждены − с с</w:t>
      </w:r>
      <w:r>
        <w:t>оответствующими изменениями – в</w:t>
      </w:r>
      <w:r>
        <w:rPr>
          <w:lang w:val="en-US"/>
        </w:rPr>
        <w:t> </w:t>
      </w:r>
      <w:r w:rsidRPr="00772E08">
        <w:t>качестве обязательных.</w:t>
      </w:r>
    </w:p>
    <w:p w:rsidR="00772E08" w:rsidRPr="00772E08" w:rsidRDefault="00772E08" w:rsidP="00772E08">
      <w:pPr>
        <w:pStyle w:val="SingleTxtGR"/>
      </w:pPr>
      <w:r w:rsidRPr="00772E08">
        <w:t>5.</w:t>
      </w:r>
      <w:r w:rsidRPr="00772E08">
        <w:tab/>
        <w:t>Деятельность на этапе 2 должна охватывать следующие аспекты:</w:t>
      </w:r>
    </w:p>
    <w:p w:rsidR="00772E08" w:rsidRPr="00772E08" w:rsidRDefault="00772E08" w:rsidP="00772E08">
      <w:pPr>
        <w:pStyle w:val="SingleTxtGR"/>
      </w:pPr>
      <w:r w:rsidRPr="007518D7">
        <w:tab/>
      </w:r>
      <w:r w:rsidRPr="00772E08">
        <w:rPr>
          <w:lang w:val="en-GB"/>
        </w:rPr>
        <w:t>a</w:t>
      </w:r>
      <w:r w:rsidRPr="00772E08">
        <w:t>)</w:t>
      </w:r>
      <w:r w:rsidRPr="00772E08">
        <w:tab/>
        <w:t xml:space="preserve">первоначальные пункты, изложенные в документе </w:t>
      </w:r>
      <w:r w:rsidRPr="00772E08">
        <w:rPr>
          <w:lang w:val="en-GB"/>
        </w:rPr>
        <w:t>ECE</w:t>
      </w:r>
      <w:r w:rsidRPr="00772E08">
        <w:t>/</w:t>
      </w:r>
      <w:r w:rsidRPr="00772E08">
        <w:rPr>
          <w:lang w:val="en-GB"/>
        </w:rPr>
        <w:t>TRANS</w:t>
      </w:r>
      <w:r w:rsidRPr="00772E08">
        <w:t xml:space="preserve">/ </w:t>
      </w:r>
      <w:r w:rsidRPr="00772E08">
        <w:rPr>
          <w:lang w:val="en-GB"/>
        </w:rPr>
        <w:t>WP</w:t>
      </w:r>
      <w:r w:rsidRPr="00772E08">
        <w:t>.29/</w:t>
      </w:r>
      <w:r w:rsidRPr="00772E08">
        <w:rPr>
          <w:lang w:val="en-GB"/>
        </w:rPr>
        <w:t>AC</w:t>
      </w:r>
      <w:r w:rsidRPr="00772E08">
        <w:t>.3/17, сохраняются;</w:t>
      </w:r>
    </w:p>
    <w:p w:rsidR="00772E08" w:rsidRPr="00772E08" w:rsidRDefault="00772E08" w:rsidP="00772E08">
      <w:pPr>
        <w:pStyle w:val="SingleTxtGR"/>
      </w:pPr>
      <w:r w:rsidRPr="00357DA7">
        <w:tab/>
      </w:r>
      <w:r w:rsidRPr="00772E08">
        <w:rPr>
          <w:lang w:val="en-US"/>
        </w:rPr>
        <w:t>b</w:t>
      </w:r>
      <w:r w:rsidRPr="00772E08">
        <w:t>)</w:t>
      </w:r>
      <w:r w:rsidRPr="00772E08">
        <w:tab/>
        <w:t>возможный пересмотр области применения с учетом дополнительных классов транспортных средств;</w:t>
      </w:r>
    </w:p>
    <w:p w:rsidR="00772E08" w:rsidRPr="00772E08" w:rsidRDefault="00772E08" w:rsidP="00772E08">
      <w:pPr>
        <w:pStyle w:val="SingleTxtGR"/>
      </w:pPr>
      <w:r w:rsidRPr="00357DA7">
        <w:tab/>
      </w:r>
      <w:r w:rsidRPr="00772E08">
        <w:rPr>
          <w:lang w:val="en-US"/>
        </w:rPr>
        <w:t>c</w:t>
      </w:r>
      <w:r w:rsidRPr="00772E08">
        <w:t>)</w:t>
      </w:r>
      <w:r w:rsidRPr="00772E08">
        <w:tab/>
        <w:t>требования в отношении совместимости материалов и водородного охрупчивания;</w:t>
      </w:r>
    </w:p>
    <w:p w:rsidR="00772E08" w:rsidRPr="00772E08" w:rsidRDefault="00772E08" w:rsidP="00772E08">
      <w:pPr>
        <w:pStyle w:val="SingleTxtGR"/>
        <w:rPr>
          <w:b/>
        </w:rPr>
      </w:pPr>
      <w:r w:rsidRPr="00357DA7">
        <w:tab/>
      </w:r>
      <w:r w:rsidRPr="00772E08">
        <w:rPr>
          <w:lang w:val="en-US"/>
        </w:rPr>
        <w:t>d</w:t>
      </w:r>
      <w:r w:rsidRPr="00772E08">
        <w:t>)</w:t>
      </w:r>
      <w:r w:rsidRPr="00772E08">
        <w:tab/>
        <w:t>требования к заправочному блоку;</w:t>
      </w:r>
    </w:p>
    <w:p w:rsidR="00772E08" w:rsidRPr="00772E08" w:rsidRDefault="00772E08" w:rsidP="00772E08">
      <w:pPr>
        <w:pStyle w:val="SingleTxtGR"/>
      </w:pPr>
      <w:r w:rsidRPr="00357DA7">
        <w:tab/>
      </w:r>
      <w:r w:rsidRPr="00772E08">
        <w:rPr>
          <w:lang w:val="en-US"/>
        </w:rPr>
        <w:t>e</w:t>
      </w:r>
      <w:r w:rsidRPr="00772E08">
        <w:t>)</w:t>
      </w:r>
      <w:r w:rsidRPr="00772E08">
        <w:tab/>
        <w:t>оценка процедуры предложенного на этапе 1 испытания на разрушение под действием длительной нагрузки на основе эксплуатационных характеристик;</w:t>
      </w:r>
    </w:p>
    <w:p w:rsidR="00772E08" w:rsidRPr="00772E08" w:rsidRDefault="00772E08" w:rsidP="00772E08">
      <w:pPr>
        <w:pStyle w:val="SingleTxtGR"/>
      </w:pPr>
      <w:r w:rsidRPr="00357DA7">
        <w:lastRenderedPageBreak/>
        <w:tab/>
      </w:r>
      <w:r w:rsidRPr="00772E08">
        <w:rPr>
          <w:lang w:val="en-US"/>
        </w:rPr>
        <w:t>f</w:t>
      </w:r>
      <w:r w:rsidRPr="00772E08">
        <w:t>)</w:t>
      </w:r>
      <w:r w:rsidRPr="00772E08">
        <w:tab/>
        <w:t xml:space="preserve">анализ результатов исследований, полученных по завершении </w:t>
      </w:r>
      <w:r>
        <w:t>этапа</w:t>
      </w:r>
      <w:r>
        <w:rPr>
          <w:lang w:val="en-US"/>
        </w:rPr>
        <w:t> </w:t>
      </w:r>
      <w:r w:rsidRPr="00772E08">
        <w:t>1, с особым акцентом на исследования в области электробезопасности, систем хранения водорода и послеаварийной безопасности;</w:t>
      </w:r>
    </w:p>
    <w:p w:rsidR="00772E08" w:rsidRPr="00772E08" w:rsidRDefault="00772E08" w:rsidP="00772E08">
      <w:pPr>
        <w:pStyle w:val="SingleTxtGR"/>
      </w:pPr>
      <w:r w:rsidRPr="00772E08">
        <w:tab/>
      </w:r>
      <w:r w:rsidRPr="00772E08">
        <w:rPr>
          <w:lang w:val="en-US"/>
        </w:rPr>
        <w:t>g</w:t>
      </w:r>
      <w:r w:rsidRPr="00772E08">
        <w:t>)</w:t>
      </w:r>
      <w:r w:rsidRPr="00772E08">
        <w:tab/>
        <w:t>рассмотрение требования в отношении минимального давления разрыва, составляющего 200% номинального рабочего давления (НРД) или меньше;</w:t>
      </w:r>
    </w:p>
    <w:p w:rsidR="00772E08" w:rsidRPr="00772E08" w:rsidRDefault="00772E08" w:rsidP="00772E08">
      <w:pPr>
        <w:pStyle w:val="SingleTxtGR"/>
      </w:pPr>
      <w:r w:rsidRPr="00357DA7">
        <w:tab/>
      </w:r>
      <w:r w:rsidRPr="00772E08">
        <w:rPr>
          <w:lang w:val="en-US"/>
        </w:rPr>
        <w:t>h</w:t>
      </w:r>
      <w:r w:rsidRPr="00772E08">
        <w:t>)</w:t>
      </w:r>
      <w:r w:rsidRPr="00772E08">
        <w:tab/>
        <w:t>рассмотрение вопроса о системе защитных ограждений на случай пробоя изоляции.</w:t>
      </w:r>
    </w:p>
    <w:p w:rsidR="00772E08" w:rsidRPr="00772E08" w:rsidRDefault="00772E08" w:rsidP="00772E08">
      <w:pPr>
        <w:pStyle w:val="SingleTxtGR"/>
      </w:pPr>
      <w:r w:rsidRPr="00772E08">
        <w:t xml:space="preserve">6. </w:t>
      </w:r>
      <w:r w:rsidRPr="00772E08">
        <w:tab/>
        <w:t>Кроме того, будет рассмотрена нижеследующая процедура испытания на разрушение под действием длительной нагрузки.</w:t>
      </w:r>
    </w:p>
    <w:p w:rsidR="00772E08" w:rsidRPr="00772E08" w:rsidRDefault="00772E08" w:rsidP="00772E08">
      <w:pPr>
        <w:pStyle w:val="SingleTxtGR"/>
      </w:pPr>
      <w:r w:rsidRPr="007518D7">
        <w:tab/>
      </w:r>
      <w:r w:rsidRPr="00772E08">
        <w:rPr>
          <w:lang w:val="en-US"/>
        </w:rPr>
        <w:t>a</w:t>
      </w:r>
      <w:r w:rsidRPr="00772E08">
        <w:t>)</w:t>
      </w:r>
      <w:r w:rsidRPr="00772E08">
        <w:tab/>
        <w:t xml:space="preserve">Испытанию на разрушение в результате разрыва подвергают три резервуара, изготовленных из новых материалов (например, армированного волокнами композитного полимера); давление разрыва должно находиться в пределах </w:t>
      </w:r>
      <w:r w:rsidRPr="00772E08">
        <w:rPr>
          <w:b/>
        </w:rPr>
        <w:t>±</w:t>
      </w:r>
      <w:r w:rsidRPr="00772E08">
        <w:t>10% среднего давления разрыва (</w:t>
      </w:r>
      <w:r w:rsidRPr="00772E08">
        <w:rPr>
          <w:lang w:val="en-US"/>
        </w:rPr>
        <w:t>BPo</w:t>
      </w:r>
      <w:r w:rsidRPr="00772E08">
        <w:t>) для намечаемого способа применения. Затем</w:t>
      </w:r>
    </w:p>
    <w:p w:rsidR="00772E08" w:rsidRPr="00772E08" w:rsidRDefault="00772E08" w:rsidP="00772E08">
      <w:pPr>
        <w:pStyle w:val="SingleTxtGR"/>
        <w:ind w:left="1701" w:hanging="567"/>
      </w:pPr>
      <w:r w:rsidRPr="007518D7">
        <w:tab/>
      </w:r>
      <w:r w:rsidRPr="00772E08">
        <w:rPr>
          <w:lang w:val="en-US"/>
        </w:rPr>
        <w:t>i</w:t>
      </w:r>
      <w:r w:rsidRPr="00772E08">
        <w:t>)</w:t>
      </w:r>
      <w:r w:rsidRPr="00772E08">
        <w:tab/>
        <w:t xml:space="preserve">три резервуара выдерживают при давлении &gt;80% </w:t>
      </w:r>
      <w:r w:rsidRPr="00772E08">
        <w:rPr>
          <w:lang w:val="en-US"/>
        </w:rPr>
        <w:t>BPo</w:t>
      </w:r>
      <w:r w:rsidRPr="00772E08">
        <w:t xml:space="preserve"> и температуре 65</w:t>
      </w:r>
      <w:r w:rsidR="007518D7">
        <w:t> </w:t>
      </w:r>
      <w:r w:rsidRPr="00772E08">
        <w:t>(±5) °</w:t>
      </w:r>
      <w:r w:rsidRPr="00772E08">
        <w:rPr>
          <w:lang w:val="en-US"/>
        </w:rPr>
        <w:t>C</w:t>
      </w:r>
      <w:r w:rsidRPr="00772E08">
        <w:t>; в течение 100 часов на них не должно наблюдаться признаков разрушения; регистрируют время до разрушения;</w:t>
      </w:r>
    </w:p>
    <w:p w:rsidR="00772E08" w:rsidRPr="00772E08" w:rsidRDefault="00772E08" w:rsidP="00772E08">
      <w:pPr>
        <w:pStyle w:val="SingleTxtGR"/>
        <w:ind w:left="1701" w:hanging="567"/>
      </w:pPr>
      <w:r w:rsidRPr="00357DA7">
        <w:tab/>
      </w:r>
      <w:r w:rsidRPr="00772E08">
        <w:rPr>
          <w:lang w:val="en-US"/>
        </w:rPr>
        <w:t>ii</w:t>
      </w:r>
      <w:r w:rsidRPr="00772E08">
        <w:t>)</w:t>
      </w:r>
      <w:r w:rsidRPr="00772E08">
        <w:tab/>
        <w:t xml:space="preserve">три резервуара выдерживают при давлении &gt;75% </w:t>
      </w:r>
      <w:r w:rsidRPr="00772E08">
        <w:rPr>
          <w:lang w:val="en-US"/>
        </w:rPr>
        <w:t>BPo</w:t>
      </w:r>
      <w:r w:rsidRPr="00772E08">
        <w:t xml:space="preserve"> и температуре 65</w:t>
      </w:r>
      <w:r w:rsidR="007518D7">
        <w:t> </w:t>
      </w:r>
      <w:r w:rsidRPr="00772E08">
        <w:t>(±5) °</w:t>
      </w:r>
      <w:r w:rsidRPr="00772E08">
        <w:rPr>
          <w:lang w:val="en-US"/>
        </w:rPr>
        <w:t>C</w:t>
      </w:r>
      <w:r w:rsidRPr="00772E08">
        <w:t>; в течение 1 000 часов на них не должно наблюдаться признаков разрушения; регистрируют время до разрушения;</w:t>
      </w:r>
    </w:p>
    <w:p w:rsidR="00772E08" w:rsidRPr="00772E08" w:rsidRDefault="00772E08" w:rsidP="00772E08">
      <w:pPr>
        <w:pStyle w:val="SingleTxtGR"/>
        <w:ind w:left="1701" w:hanging="567"/>
      </w:pPr>
      <w:r w:rsidRPr="00357DA7">
        <w:tab/>
      </w:r>
      <w:r w:rsidRPr="00772E08">
        <w:rPr>
          <w:lang w:val="en-US"/>
        </w:rPr>
        <w:t>iii</w:t>
      </w:r>
      <w:r w:rsidRPr="00772E08">
        <w:t>)</w:t>
      </w:r>
      <w:r w:rsidRPr="00772E08">
        <w:tab/>
        <w:t xml:space="preserve">три резервуара выдерживают при давлении &gt;70% </w:t>
      </w:r>
      <w:r w:rsidRPr="00772E08">
        <w:rPr>
          <w:lang w:val="en-US"/>
        </w:rPr>
        <w:t>BPo</w:t>
      </w:r>
      <w:r w:rsidRPr="00772E08">
        <w:t xml:space="preserve"> и температуре 65</w:t>
      </w:r>
      <w:r w:rsidR="007518D7">
        <w:t> </w:t>
      </w:r>
      <w:r w:rsidRPr="00772E08">
        <w:t>(±5) °</w:t>
      </w:r>
      <w:r w:rsidRPr="00772E08">
        <w:rPr>
          <w:lang w:val="en-US"/>
        </w:rPr>
        <w:t>C</w:t>
      </w:r>
      <w:r w:rsidRPr="00772E08">
        <w:t>; в течение одного года на них не должно наблюдаться признаков разрушения;</w:t>
      </w:r>
    </w:p>
    <w:p w:rsidR="00772E08" w:rsidRPr="00772E08" w:rsidRDefault="00772E08" w:rsidP="00772E08">
      <w:pPr>
        <w:pStyle w:val="SingleTxtGR"/>
        <w:ind w:left="1701" w:hanging="567"/>
      </w:pPr>
      <w:r w:rsidRPr="00357DA7">
        <w:tab/>
      </w:r>
      <w:r w:rsidRPr="00772E08">
        <w:rPr>
          <w:lang w:val="en-US"/>
        </w:rPr>
        <w:t>iv</w:t>
      </w:r>
      <w:r w:rsidRPr="00772E08">
        <w:t>)</w:t>
      </w:r>
      <w:r w:rsidRPr="00772E08">
        <w:tab/>
        <w:t>по истечении одного года испытание прекращают. Каждый резервуар, выдержавший без разрушения одногодичный испытательный пе</w:t>
      </w:r>
      <w:r w:rsidR="007518D7">
        <w:t>-</w:t>
      </w:r>
      <w:r w:rsidRPr="00772E08">
        <w:t>риод, подвергают испытанию на разрыв, и регистрируют давление разрыва.</w:t>
      </w:r>
    </w:p>
    <w:p w:rsidR="00772E08" w:rsidRPr="00772E08" w:rsidRDefault="00772E08" w:rsidP="00772E08">
      <w:pPr>
        <w:pStyle w:val="SingleTxtGR"/>
      </w:pPr>
      <w:r w:rsidRPr="00357DA7">
        <w:tab/>
      </w:r>
      <w:r w:rsidRPr="00772E08">
        <w:rPr>
          <w:lang w:val="en-US"/>
        </w:rPr>
        <w:t>b</w:t>
      </w:r>
      <w:r w:rsidRPr="00772E08">
        <w:t>)</w:t>
      </w:r>
      <w:r w:rsidRPr="00772E08">
        <w:tab/>
        <w:t>Диаметр резервуара должен составлять &gt;50% диаметра резервуара для намечаемого способа применения и имеющего аналогичную конструкцию. Резервуар может иметь наполнение (для уменьшения внутреннего объема), если свободной остается &gt;99% площади внутренней поверхности.</w:t>
      </w:r>
    </w:p>
    <w:p w:rsidR="00772E08" w:rsidRPr="00772E08" w:rsidRDefault="00772E08" w:rsidP="00772E08">
      <w:pPr>
        <w:pStyle w:val="SingleTxtGR"/>
      </w:pPr>
      <w:r w:rsidRPr="007518D7">
        <w:tab/>
      </w:r>
      <w:r w:rsidRPr="00772E08">
        <w:rPr>
          <w:lang w:val="en-US"/>
        </w:rPr>
        <w:t>c</w:t>
      </w:r>
      <w:r w:rsidRPr="00772E08">
        <w:t>)</w:t>
      </w:r>
      <w:r w:rsidRPr="00772E08">
        <w:tab/>
        <w:t>Резервуары, изготовленные из композитных материалов на основе углеродного волокна и/или металлических сплавов, освобождаются от проведения данного испытания.</w:t>
      </w:r>
    </w:p>
    <w:p w:rsidR="00772E08" w:rsidRPr="00772E08" w:rsidRDefault="00772E08" w:rsidP="00772E08">
      <w:pPr>
        <w:pStyle w:val="SingleTxtGR"/>
      </w:pPr>
      <w:r w:rsidRPr="007518D7">
        <w:tab/>
      </w:r>
      <w:r w:rsidRPr="00772E08">
        <w:rPr>
          <w:lang w:val="en-US"/>
        </w:rPr>
        <w:t>d</w:t>
      </w:r>
      <w:r w:rsidRPr="00772E08">
        <w:t>)</w:t>
      </w:r>
      <w:r w:rsidRPr="00772E08">
        <w:tab/>
        <w:t>Резервуары, изготовленные из композитных материалов на основе стекловолокна, для которых исходное давление разрыва &gt;350% НРД, осво</w:t>
      </w:r>
      <w:r w:rsidR="00573231">
        <w:t>-</w:t>
      </w:r>
      <w:r w:rsidRPr="00772E08">
        <w:t xml:space="preserve">бождаются от проведения данного испытания; в этом случае исходят из </w:t>
      </w:r>
      <w:r w:rsidR="00573231">
        <w:br/>
      </w:r>
      <w:r w:rsidRPr="00772E08">
        <w:t>BPmin = 350% НРД применительно к пункту 5.1.1.1 (базовый показатель давления разрыва для новых резервуаров</w:t>
      </w:r>
      <w:r w:rsidR="00573231">
        <w:t>)</w:t>
      </w:r>
      <w:r w:rsidRPr="00772E08">
        <w:t>.</w:t>
      </w:r>
    </w:p>
    <w:p w:rsidR="00772E08" w:rsidRPr="00772E08" w:rsidRDefault="00772E08" w:rsidP="00772E08">
      <w:pPr>
        <w:pStyle w:val="SingleTxtGR"/>
      </w:pPr>
      <w:r w:rsidRPr="007518D7">
        <w:tab/>
      </w:r>
      <w:r w:rsidRPr="00772E08">
        <w:rPr>
          <w:lang w:val="en-US"/>
        </w:rPr>
        <w:t>e</w:t>
      </w:r>
      <w:r w:rsidRPr="00772E08">
        <w:t>)</w:t>
      </w:r>
      <w:r w:rsidRPr="00772E08">
        <w:tab/>
        <w:t xml:space="preserve">В настоящее время имеются углеродно-волоконные резервуары с защитным покрытием из стекловолокна, которые в ряде случаев позволяют добиться примерно 2-процентного увеличения давления разрыва. В этом случае надлежит продемонстрировать методом расчетов и т.д., что использование углеродного волокна, но без стекловолокна, позволяет обеспечить давление, превышающее не менее чем в два раза максимальное давление наполнения. </w:t>
      </w:r>
      <w:r w:rsidR="00573231">
        <w:br/>
      </w:r>
      <w:r w:rsidRPr="00772E08">
        <w:t xml:space="preserve">При наличии возможности продемонстрировать, что использование защитного </w:t>
      </w:r>
      <w:r w:rsidRPr="00772E08">
        <w:lastRenderedPageBreak/>
        <w:t>покрытия из стекловолокна дает увеличение давления разрыва на уровне 2% или ниже и если давление разрыва составляет 225% НРД x 1,02 = 230% НРД или выше, то указанные расчеты можно не производить.</w:t>
      </w:r>
    </w:p>
    <w:p w:rsidR="00772E08" w:rsidRPr="00772E08" w:rsidRDefault="00772E08" w:rsidP="00772E08">
      <w:pPr>
        <w:pStyle w:val="HChGR"/>
      </w:pPr>
      <w:r w:rsidRPr="007518D7">
        <w:tab/>
      </w:r>
      <w:r w:rsidRPr="00772E08">
        <w:rPr>
          <w:lang w:val="en-GB"/>
        </w:rPr>
        <w:t>III</w:t>
      </w:r>
      <w:r w:rsidRPr="00772E08">
        <w:t>.</w:t>
      </w:r>
      <w:r w:rsidRPr="00772E08">
        <w:tab/>
        <w:t>Сроки</w:t>
      </w:r>
    </w:p>
    <w:p w:rsidR="00772E08" w:rsidRPr="00772E08" w:rsidRDefault="00772E08" w:rsidP="00772E08">
      <w:pPr>
        <w:pStyle w:val="SingleTxtGR"/>
      </w:pPr>
      <w:r w:rsidRPr="00772E08">
        <w:t>7.</w:t>
      </w:r>
      <w:r w:rsidRPr="00772E08">
        <w:tab/>
        <w:t>Работу НРГ по ТСВТЭ-ПГБ следует завершить к 2020 году. Если же в силу сложившихся обстоятельств возникнет такая необходимость, то эта работа может продолжаться до конца 2020 года без официального изменения мандата.</w:t>
      </w:r>
    </w:p>
    <w:p w:rsidR="00772E08" w:rsidRPr="00772E08" w:rsidRDefault="00772E08" w:rsidP="00772E08">
      <w:pPr>
        <w:pStyle w:val="SingleTxtGR"/>
      </w:pPr>
      <w:r w:rsidRPr="00772E08">
        <w:t>8.</w:t>
      </w:r>
      <w:r w:rsidRPr="00772E08">
        <w:tab/>
        <w:t xml:space="preserve">Рабочая группа </w:t>
      </w:r>
      <w:r w:rsidRPr="00772E08">
        <w:rPr>
          <w:lang w:val="en-GB"/>
        </w:rPr>
        <w:t>GRSP</w:t>
      </w:r>
      <w:r w:rsidRPr="00772E08">
        <w:t xml:space="preserve"> может своевременно рассмотреть вопрос о продлении и расширении мандата НРГ по ТСВТЭ-ПГБ.</w:t>
      </w:r>
    </w:p>
    <w:p w:rsidR="00EC779C" w:rsidRPr="00772E08" w:rsidRDefault="00772E08" w:rsidP="00772E08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658DB" w:rsidRDefault="00A658DB">
      <w:pPr>
        <w:spacing w:line="240" w:lineRule="auto"/>
      </w:pPr>
    </w:p>
    <w:sectPr w:rsidR="00A658DB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D82" w:rsidRDefault="00E75D82" w:rsidP="00B471C5">
      <w:r>
        <w:separator/>
      </w:r>
    </w:p>
  </w:endnote>
  <w:endnote w:type="continuationSeparator" w:id="0">
    <w:p w:rsidR="00E75D82" w:rsidRDefault="00E75D82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73245E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EC779C">
      <w:rPr>
        <w:lang w:val="en-US"/>
      </w:rPr>
      <w:t>22739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EC779C">
      <w:rPr>
        <w:lang w:val="en-US"/>
      </w:rPr>
      <w:t>22739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73245E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72E08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EC779C">
            <w:rPr>
              <w:lang w:val="en-US"/>
            </w:rPr>
            <w:t>22739</w:t>
          </w:r>
          <w:r w:rsidRPr="001C3ABC">
            <w:rPr>
              <w:lang w:val="en-US"/>
            </w:rPr>
            <w:t xml:space="preserve"> (R)</w:t>
          </w:r>
          <w:r w:rsidR="00772E08">
            <w:rPr>
              <w:lang w:val="en-US"/>
            </w:rPr>
            <w:t xml:space="preserve">  100117  110117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EC779C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120" cy="579120"/>
                <wp:effectExtent l="0" t="0" r="0" b="0"/>
                <wp:docPr id="3" name="Рисунок 3" descr="http://undocs.org/m2/QRCode.ashx?DS=ECE/TRANS/WP.29/2017/56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56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EC779C" w:rsidRDefault="00EC779C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EC779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EC779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EC779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EC779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EC779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EC779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EC779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EC779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EC779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D82" w:rsidRPr="009141DC" w:rsidRDefault="00E75D82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E75D82" w:rsidRPr="00D1261C" w:rsidRDefault="00E75D82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772E08" w:rsidRPr="00706101" w:rsidRDefault="00772E08" w:rsidP="00772E08">
      <w:pPr>
        <w:pStyle w:val="FootnoteText"/>
      </w:pPr>
      <w:r>
        <w:rPr>
          <w:sz w:val="20"/>
          <w:lang w:val="en-US"/>
        </w:rPr>
        <w:tab/>
      </w:r>
      <w:r w:rsidRPr="00772E08">
        <w:rPr>
          <w:rStyle w:val="FootnoteReference"/>
          <w:sz w:val="20"/>
          <w:vertAlign w:val="baseline"/>
          <w:lang w:val="ru-RU"/>
        </w:rPr>
        <w:t>*</w:t>
      </w:r>
      <w:r w:rsidRPr="00041660">
        <w:rPr>
          <w:sz w:val="20"/>
          <w:lang w:val="ru-RU"/>
        </w:rPr>
        <w:tab/>
      </w:r>
      <w:r>
        <w:rPr>
          <w:lang w:val="ru-RU"/>
        </w:rPr>
        <w:t xml:space="preserve">В соответствии с программой работы Комитета по внутреннему транспорту </w:t>
      </w:r>
      <w:r w:rsidRPr="001A76DD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</w:t>
      </w:r>
      <w:r>
        <w:rPr>
          <w:lang w:val="en-US"/>
        </w:rPr>
        <w:t> </w:t>
      </w:r>
      <w:r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</w:t>
      </w:r>
      <w:r w:rsidRPr="00A05025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EC779C" w:rsidRPr="00EC779C">
      <w:rPr>
        <w:lang w:val="en-US"/>
      </w:rPr>
      <w:t>TRANS/WP.29/2017/56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EC779C" w:rsidRPr="00EC779C">
      <w:rPr>
        <w:lang w:val="en-US"/>
      </w:rPr>
      <w:t>TRANS/WP.29/2017/56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79C"/>
    <w:rsid w:val="000450D1"/>
    <w:rsid w:val="000B1FD5"/>
    <w:rsid w:val="000F2A4F"/>
    <w:rsid w:val="00203F84"/>
    <w:rsid w:val="00275188"/>
    <w:rsid w:val="0028687D"/>
    <w:rsid w:val="002B091C"/>
    <w:rsid w:val="002B3D40"/>
    <w:rsid w:val="002D0CCB"/>
    <w:rsid w:val="00345C79"/>
    <w:rsid w:val="00357DA7"/>
    <w:rsid w:val="00366A39"/>
    <w:rsid w:val="0048005C"/>
    <w:rsid w:val="004D639B"/>
    <w:rsid w:val="004E242B"/>
    <w:rsid w:val="00544379"/>
    <w:rsid w:val="00566944"/>
    <w:rsid w:val="00573231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3245E"/>
    <w:rsid w:val="00743F62"/>
    <w:rsid w:val="007518D7"/>
    <w:rsid w:val="00760D3A"/>
    <w:rsid w:val="00772E08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D1261C"/>
    <w:rsid w:val="00D26030"/>
    <w:rsid w:val="00D33239"/>
    <w:rsid w:val="00D75DCE"/>
    <w:rsid w:val="00DD35AC"/>
    <w:rsid w:val="00DD479F"/>
    <w:rsid w:val="00E15E48"/>
    <w:rsid w:val="00E75D82"/>
    <w:rsid w:val="00EB0723"/>
    <w:rsid w:val="00EB2957"/>
    <w:rsid w:val="00EC779C"/>
    <w:rsid w:val="00EE6F37"/>
    <w:rsid w:val="00F1599F"/>
    <w:rsid w:val="00F31EF2"/>
    <w:rsid w:val="00F9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B05CC43-C73F-4FAD-86FD-6E5F1F1CF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clear" w:pos="1491"/>
        <w:tab w:val="num" w:pos="360"/>
        <w:tab w:val="left" w:pos="567"/>
      </w:tabs>
      <w:spacing w:after="120"/>
      <w:ind w:left="0"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7D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DA7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DFA40-4AE8-43BF-A458-00FFD34A9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4</Pages>
  <Words>1092</Words>
  <Characters>6230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Blagodatskikh</dc:creator>
  <cp:lastModifiedBy>Lucille</cp:lastModifiedBy>
  <cp:revision>2</cp:revision>
  <cp:lastPrinted>2017-01-10T14:30:00Z</cp:lastPrinted>
  <dcterms:created xsi:type="dcterms:W3CDTF">2017-01-19T15:28:00Z</dcterms:created>
  <dcterms:modified xsi:type="dcterms:W3CDTF">2017-01-19T15:28:00Z</dcterms:modified>
</cp:coreProperties>
</file>