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96783" w:rsidRPr="00B74FCB" w:rsidTr="00FA3344">
        <w:trPr>
          <w:cantSplit/>
          <w:trHeight w:hRule="exact" w:val="851"/>
        </w:trPr>
        <w:tc>
          <w:tcPr>
            <w:tcW w:w="1276" w:type="dxa"/>
            <w:tcBorders>
              <w:bottom w:val="single" w:sz="4" w:space="0" w:color="auto"/>
            </w:tcBorders>
            <w:shd w:val="clear" w:color="auto" w:fill="auto"/>
            <w:vAlign w:val="bottom"/>
          </w:tcPr>
          <w:p w:rsidR="00396783" w:rsidRPr="00B74FCB" w:rsidRDefault="00396783" w:rsidP="00396783"/>
        </w:tc>
        <w:tc>
          <w:tcPr>
            <w:tcW w:w="2268" w:type="dxa"/>
            <w:tcBorders>
              <w:bottom w:val="single" w:sz="4" w:space="0" w:color="auto"/>
            </w:tcBorders>
            <w:shd w:val="clear" w:color="auto" w:fill="auto"/>
            <w:vAlign w:val="bottom"/>
          </w:tcPr>
          <w:p w:rsidR="00396783" w:rsidRPr="00B74FCB" w:rsidRDefault="00396783" w:rsidP="00396783">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396783" w:rsidRPr="00B74FCB" w:rsidRDefault="00396783" w:rsidP="00EB1DE4">
            <w:pPr>
              <w:jc w:val="right"/>
            </w:pPr>
            <w:r w:rsidRPr="00B74FCB">
              <w:rPr>
                <w:sz w:val="40"/>
              </w:rPr>
              <w:t>ECE</w:t>
            </w:r>
            <w:r w:rsidRPr="00B74FCB">
              <w:t>/TRANS/WP.29/201</w:t>
            </w:r>
            <w:r w:rsidR="00EB1DE4">
              <w:t>7</w:t>
            </w:r>
            <w:r w:rsidRPr="00B74FCB">
              <w:t>/</w:t>
            </w:r>
            <w:r w:rsidR="00EB1DE4">
              <w:t>5</w:t>
            </w:r>
          </w:p>
        </w:tc>
      </w:tr>
      <w:tr w:rsidR="00396783" w:rsidRPr="00B74FCB" w:rsidTr="00FA3344">
        <w:trPr>
          <w:cantSplit/>
          <w:trHeight w:hRule="exact" w:val="2835"/>
        </w:trPr>
        <w:tc>
          <w:tcPr>
            <w:tcW w:w="1276" w:type="dxa"/>
            <w:tcBorders>
              <w:top w:val="single" w:sz="4" w:space="0" w:color="auto"/>
              <w:bottom w:val="single" w:sz="12" w:space="0" w:color="auto"/>
            </w:tcBorders>
            <w:shd w:val="clear" w:color="auto" w:fill="auto"/>
          </w:tcPr>
          <w:p w:rsidR="00396783" w:rsidRPr="00B74FCB" w:rsidRDefault="00F338C1" w:rsidP="00396783">
            <w:pPr>
              <w:spacing w:before="120"/>
            </w:pPr>
            <w:r>
              <w:rPr>
                <w:noProof/>
                <w:lang w:eastAsia="en-GB"/>
              </w:rPr>
              <w:drawing>
                <wp:inline distT="0" distB="0" distL="0" distR="0">
                  <wp:extent cx="715010" cy="591820"/>
                  <wp:effectExtent l="0" t="0" r="8890" b="0"/>
                  <wp:docPr id="5"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396783" w:rsidRPr="00B74FCB" w:rsidRDefault="00396783" w:rsidP="00396783">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396783" w:rsidRPr="00B74FCB" w:rsidRDefault="00396783" w:rsidP="00396783">
            <w:pPr>
              <w:spacing w:before="240" w:line="240" w:lineRule="exact"/>
            </w:pPr>
            <w:r w:rsidRPr="00B74FCB">
              <w:t>Distr.: General</w:t>
            </w:r>
          </w:p>
          <w:p w:rsidR="00396783" w:rsidRPr="00B74FCB" w:rsidRDefault="00B83C28" w:rsidP="00396783">
            <w:pPr>
              <w:spacing w:line="240" w:lineRule="exact"/>
            </w:pPr>
            <w:r>
              <w:t>23</w:t>
            </w:r>
            <w:r w:rsidR="005D021F">
              <w:t xml:space="preserve"> December </w:t>
            </w:r>
            <w:r w:rsidR="00396783">
              <w:t>2016</w:t>
            </w:r>
          </w:p>
          <w:p w:rsidR="00396783" w:rsidRPr="00B74FCB" w:rsidRDefault="00396783" w:rsidP="00396783">
            <w:pPr>
              <w:spacing w:line="240" w:lineRule="exact"/>
            </w:pPr>
          </w:p>
          <w:p w:rsidR="00396783" w:rsidRPr="00B74FCB" w:rsidRDefault="00396783" w:rsidP="00396783">
            <w:pPr>
              <w:spacing w:line="240" w:lineRule="exact"/>
            </w:pPr>
            <w:r w:rsidRPr="00B74FCB">
              <w:t>Original: English</w:t>
            </w:r>
          </w:p>
        </w:tc>
      </w:tr>
    </w:tbl>
    <w:p w:rsidR="00396783" w:rsidRPr="00913FEB" w:rsidRDefault="00396783" w:rsidP="00396783">
      <w:pPr>
        <w:spacing w:line="20" w:lineRule="exact"/>
        <w:rPr>
          <w:b/>
          <w:sz w:val="2"/>
          <w:szCs w:val="28"/>
        </w:rPr>
      </w:pPr>
    </w:p>
    <w:p w:rsidR="005D021F" w:rsidRPr="00B74FCB" w:rsidRDefault="005D021F" w:rsidP="005D021F">
      <w:pPr>
        <w:spacing w:before="120"/>
        <w:rPr>
          <w:b/>
          <w:sz w:val="28"/>
          <w:szCs w:val="28"/>
        </w:rPr>
      </w:pPr>
      <w:r w:rsidRPr="00B74FCB">
        <w:rPr>
          <w:b/>
          <w:sz w:val="28"/>
          <w:szCs w:val="28"/>
        </w:rPr>
        <w:t xml:space="preserve">Economic Commission for </w:t>
      </w:r>
      <w:smartTag w:uri="urn:schemas-microsoft-com:office:smarttags" w:element="place">
        <w:r w:rsidRPr="00B74FCB">
          <w:rPr>
            <w:b/>
            <w:sz w:val="28"/>
            <w:szCs w:val="28"/>
          </w:rPr>
          <w:t>Europe</w:t>
        </w:r>
      </w:smartTag>
    </w:p>
    <w:p w:rsidR="005D021F" w:rsidRPr="00B74FCB" w:rsidRDefault="005D021F" w:rsidP="005D021F">
      <w:pPr>
        <w:spacing w:before="120"/>
        <w:rPr>
          <w:sz w:val="28"/>
          <w:szCs w:val="28"/>
        </w:rPr>
      </w:pPr>
      <w:r w:rsidRPr="00B74FCB">
        <w:rPr>
          <w:sz w:val="28"/>
          <w:szCs w:val="28"/>
        </w:rPr>
        <w:t>Inland Transport Committee</w:t>
      </w:r>
    </w:p>
    <w:p w:rsidR="005D021F" w:rsidRPr="00B74FCB" w:rsidRDefault="005D021F" w:rsidP="005D021F">
      <w:pPr>
        <w:spacing w:before="120"/>
        <w:rPr>
          <w:b/>
          <w:sz w:val="24"/>
          <w:szCs w:val="24"/>
        </w:rPr>
      </w:pPr>
      <w:r w:rsidRPr="00B74FCB">
        <w:rPr>
          <w:b/>
          <w:sz w:val="24"/>
          <w:szCs w:val="24"/>
        </w:rPr>
        <w:t>World Forum for Harmonization of Vehicle Regulations</w:t>
      </w:r>
    </w:p>
    <w:p w:rsidR="005D021F" w:rsidRPr="006D33D9" w:rsidRDefault="005D021F" w:rsidP="005D021F">
      <w:pPr>
        <w:tabs>
          <w:tab w:val="center" w:pos="4819"/>
        </w:tabs>
        <w:spacing w:before="120"/>
        <w:rPr>
          <w:b/>
          <w:lang w:val="en-US"/>
        </w:rPr>
      </w:pPr>
      <w:r w:rsidRPr="006D33D9">
        <w:rPr>
          <w:b/>
          <w:lang w:val="en-US"/>
        </w:rPr>
        <w:t>1</w:t>
      </w:r>
      <w:r>
        <w:rPr>
          <w:b/>
          <w:lang w:val="en-US"/>
        </w:rPr>
        <w:t>7</w:t>
      </w:r>
      <w:r w:rsidRPr="0068387D">
        <w:rPr>
          <w:b/>
          <w:lang w:val="en-US"/>
        </w:rPr>
        <w:t>1st</w:t>
      </w:r>
      <w:r>
        <w:rPr>
          <w:b/>
          <w:lang w:val="en-US"/>
        </w:rPr>
        <w:t xml:space="preserve"> </w:t>
      </w:r>
      <w:r w:rsidRPr="006D33D9">
        <w:rPr>
          <w:b/>
          <w:lang w:val="en-US"/>
        </w:rPr>
        <w:t>session</w:t>
      </w:r>
    </w:p>
    <w:p w:rsidR="005D021F" w:rsidRPr="006D33D9" w:rsidRDefault="005D021F" w:rsidP="005D021F">
      <w:pPr>
        <w:rPr>
          <w:lang w:val="en-US"/>
        </w:rPr>
      </w:pPr>
      <w:r w:rsidRPr="006D33D9">
        <w:rPr>
          <w:lang w:val="en-US"/>
        </w:rPr>
        <w:t xml:space="preserve">Geneva, </w:t>
      </w:r>
      <w:r>
        <w:rPr>
          <w:lang w:val="en-US"/>
        </w:rPr>
        <w:t>14-17 March 2017</w:t>
      </w:r>
    </w:p>
    <w:p w:rsidR="005D021F" w:rsidRPr="00AF2205" w:rsidRDefault="005D021F" w:rsidP="005D021F">
      <w:r w:rsidRPr="00AF2205">
        <w:t xml:space="preserve">Item </w:t>
      </w:r>
      <w:r>
        <w:t>4.6.4</w:t>
      </w:r>
      <w:r w:rsidRPr="00AF2205">
        <w:t xml:space="preserve"> of the provisional agenda</w:t>
      </w:r>
    </w:p>
    <w:p w:rsidR="0068387D" w:rsidRDefault="005D021F" w:rsidP="005D021F">
      <w:pPr>
        <w:rPr>
          <w:b/>
        </w:rPr>
      </w:pPr>
      <w:r w:rsidRPr="00AF2205">
        <w:rPr>
          <w:b/>
        </w:rPr>
        <w:t>1958 Agreement</w:t>
      </w:r>
      <w:r w:rsidR="0068387D">
        <w:rPr>
          <w:b/>
        </w:rPr>
        <w:t>:</w:t>
      </w:r>
    </w:p>
    <w:p w:rsidR="005D021F" w:rsidRDefault="005D021F" w:rsidP="005D021F">
      <w:pPr>
        <w:rPr>
          <w:b/>
        </w:rPr>
      </w:pPr>
      <w:r w:rsidRPr="0055705C">
        <w:rPr>
          <w:b/>
        </w:rPr>
        <w:t>Consideration</w:t>
      </w:r>
      <w:r>
        <w:rPr>
          <w:b/>
        </w:rPr>
        <w:t xml:space="preserve"> </w:t>
      </w:r>
      <w:r w:rsidRPr="0055705C">
        <w:rPr>
          <w:b/>
        </w:rPr>
        <w:t xml:space="preserve">of </w:t>
      </w:r>
      <w:r>
        <w:rPr>
          <w:b/>
        </w:rPr>
        <w:t>draft amendments</w:t>
      </w:r>
    </w:p>
    <w:p w:rsidR="005D021F" w:rsidRPr="00AF2205" w:rsidRDefault="005D021F" w:rsidP="005D021F">
      <w:pPr>
        <w:rPr>
          <w:b/>
        </w:rPr>
      </w:pPr>
      <w:r>
        <w:rPr>
          <w:b/>
        </w:rPr>
        <w:t xml:space="preserve">to existing Regulations submitted by GRB </w:t>
      </w:r>
    </w:p>
    <w:p w:rsidR="005D021F" w:rsidRPr="004914C2" w:rsidRDefault="005D021F" w:rsidP="005D021F">
      <w:pPr>
        <w:pStyle w:val="H1G"/>
        <w:rPr>
          <w:sz w:val="28"/>
          <w:szCs w:val="28"/>
        </w:rPr>
      </w:pPr>
      <w:r w:rsidRPr="004914C2">
        <w:rPr>
          <w:sz w:val="28"/>
          <w:szCs w:val="28"/>
        </w:rPr>
        <w:tab/>
      </w:r>
      <w:r w:rsidRPr="004914C2">
        <w:rPr>
          <w:sz w:val="28"/>
          <w:szCs w:val="28"/>
        </w:rPr>
        <w:tab/>
      </w:r>
      <w:r w:rsidRPr="005D021F">
        <w:rPr>
          <w:sz w:val="28"/>
          <w:szCs w:val="28"/>
        </w:rPr>
        <w:t xml:space="preserve">Proposal for Supplement 2 to the 01 series of amendments to Regulation No. 92 (Replacement exhaust silencing systems (RESS) for motorcycles)  </w:t>
      </w:r>
    </w:p>
    <w:p w:rsidR="005D021F" w:rsidRPr="00B74FCB" w:rsidRDefault="005D021F" w:rsidP="005D021F">
      <w:pPr>
        <w:pStyle w:val="H1G"/>
      </w:pPr>
      <w:r w:rsidRPr="00B74FCB">
        <w:tab/>
      </w:r>
      <w:r w:rsidRPr="00B74FCB">
        <w:tab/>
        <w:t xml:space="preserve">Submitted </w:t>
      </w:r>
      <w:r w:rsidRPr="00A90EA8">
        <w:rPr>
          <w:lang w:val="en-US"/>
        </w:rPr>
        <w:t xml:space="preserve">by </w:t>
      </w:r>
      <w:r w:rsidRPr="00A90EA8">
        <w:t xml:space="preserve">the Working Party on </w:t>
      </w:r>
      <w:r>
        <w:t>Noise</w:t>
      </w:r>
      <w:r w:rsidRPr="0068387D">
        <w:rPr>
          <w:b w:val="0"/>
          <w:sz w:val="20"/>
        </w:rPr>
        <w:footnoteReference w:customMarkFollows="1" w:id="2"/>
        <w:t>*</w:t>
      </w:r>
      <w:r w:rsidRPr="00B74FCB">
        <w:t xml:space="preserve"> </w:t>
      </w:r>
    </w:p>
    <w:p w:rsidR="005D021F" w:rsidRDefault="005D021F" w:rsidP="005D021F">
      <w:pPr>
        <w:pStyle w:val="SingleTxtG"/>
        <w:ind w:firstLine="567"/>
      </w:pPr>
      <w:r w:rsidRPr="00A90EA8">
        <w:t xml:space="preserve">The text reproduced below was adopted by the Working Party on </w:t>
      </w:r>
      <w:r>
        <w:t xml:space="preserve">Noise </w:t>
      </w:r>
      <w:r w:rsidRPr="00A90EA8">
        <w:t>(GR</w:t>
      </w:r>
      <w:r>
        <w:t>B</w:t>
      </w:r>
      <w:r w:rsidRPr="00A90EA8">
        <w:t xml:space="preserve">) at its </w:t>
      </w:r>
      <w:r>
        <w:t xml:space="preserve">sixty-fourth </w:t>
      </w:r>
      <w:r w:rsidRPr="00A90EA8">
        <w:t>session (</w:t>
      </w:r>
      <w:r w:rsidRPr="002F19E1">
        <w:rPr>
          <w:lang w:eastAsia="it-IT"/>
        </w:rPr>
        <w:t>ECE/TRANS/WP.29/GRB/6</w:t>
      </w:r>
      <w:r>
        <w:rPr>
          <w:lang w:eastAsia="it-IT"/>
        </w:rPr>
        <w:t>2</w:t>
      </w:r>
      <w:r w:rsidRPr="002F19E1">
        <w:rPr>
          <w:lang w:eastAsia="it-IT"/>
        </w:rPr>
        <w:t xml:space="preserve">, para. </w:t>
      </w:r>
      <w:r>
        <w:rPr>
          <w:lang w:eastAsia="it-IT"/>
        </w:rPr>
        <w:t>16). It is</w:t>
      </w:r>
      <w:r w:rsidRPr="002F19E1">
        <w:rPr>
          <w:lang w:eastAsia="it-IT"/>
        </w:rPr>
        <w:t xml:space="preserve"> based on </w:t>
      </w:r>
      <w:r w:rsidRPr="00BC68A6">
        <w:rPr>
          <w:lang w:eastAsia="it-IT"/>
        </w:rPr>
        <w:t>ECE/TRANS/WP.29/GRB/2016/</w:t>
      </w:r>
      <w:r>
        <w:rPr>
          <w:lang w:eastAsia="it-IT"/>
        </w:rPr>
        <w:t>5</w:t>
      </w:r>
      <w:r>
        <w:t xml:space="preserve">. </w:t>
      </w:r>
      <w:r w:rsidRPr="00A90EA8">
        <w:t>It is submitted to the World Forum for Harmonization of Vehicle Regulations (WP.29) and to the Administrative Committee AC.1 for consideration</w:t>
      </w:r>
      <w:r>
        <w:t xml:space="preserve"> at their March 2017 sessions. </w:t>
      </w:r>
    </w:p>
    <w:p w:rsidR="005D021F" w:rsidRDefault="00DC7C21" w:rsidP="00DC7C21">
      <w:pPr>
        <w:pStyle w:val="HChG"/>
      </w:pPr>
      <w:r>
        <w:lastRenderedPageBreak/>
        <w:tab/>
      </w:r>
      <w:r>
        <w:tab/>
      </w:r>
      <w:r w:rsidR="005D021F" w:rsidRPr="005D021F">
        <w:t xml:space="preserve">Supplement 2 to the 01 series of amendments to Regulation No. 92 (Replacement exhaust silencing systems (RESS) for motorcycles)  </w:t>
      </w:r>
    </w:p>
    <w:p w:rsidR="005D021F" w:rsidRPr="000C7562" w:rsidRDefault="005D021F" w:rsidP="005D021F">
      <w:pPr>
        <w:pStyle w:val="HChG"/>
        <w:spacing w:before="320"/>
        <w:ind w:firstLine="0"/>
        <w:rPr>
          <w:b w:val="0"/>
          <w:sz w:val="20"/>
        </w:rPr>
      </w:pPr>
      <w:r w:rsidRPr="00A648E2">
        <w:rPr>
          <w:b w:val="0"/>
          <w:i/>
          <w:sz w:val="20"/>
        </w:rPr>
        <w:t>Regulation No. 92</w:t>
      </w:r>
      <w:r>
        <w:rPr>
          <w:b w:val="0"/>
          <w:sz w:val="20"/>
        </w:rPr>
        <w:t>,</w:t>
      </w:r>
      <w:r w:rsidRPr="000C7562">
        <w:rPr>
          <w:b w:val="0"/>
          <w:sz w:val="20"/>
        </w:rPr>
        <w:t xml:space="preserve"> amend to read</w:t>
      </w:r>
      <w:r>
        <w:rPr>
          <w:b w:val="0"/>
          <w:sz w:val="20"/>
        </w:rPr>
        <w:t>:</w:t>
      </w:r>
    </w:p>
    <w:p w:rsidR="00DC7C21" w:rsidRPr="000B6B12" w:rsidRDefault="005D021F" w:rsidP="00DC7C21">
      <w:pPr>
        <w:pStyle w:val="HChG"/>
      </w:pPr>
      <w:r>
        <w:tab/>
      </w:r>
      <w:r>
        <w:tab/>
        <w:t>"</w:t>
      </w:r>
      <w:r w:rsidR="008338AE" w:rsidRPr="00DC7C21">
        <w:t>Uniform provisions concerning the approval of non-original replacement exhaust silencing systems (</w:t>
      </w:r>
      <w:r w:rsidR="00CD5467" w:rsidRPr="007D3BA3">
        <w:t>NO</w:t>
      </w:r>
      <w:r w:rsidR="008338AE" w:rsidRPr="00DC7C21">
        <w:t xml:space="preserve">RESS) for </w:t>
      </w:r>
      <w:r w:rsidR="00CD5467" w:rsidRPr="007D3BA3">
        <w:t>vehicles of categories L</w:t>
      </w:r>
      <w:r w:rsidR="00CD5467" w:rsidRPr="007D3BA3">
        <w:rPr>
          <w:vertAlign w:val="subscript"/>
        </w:rPr>
        <w:t>1</w:t>
      </w:r>
      <w:r w:rsidR="00CD5467" w:rsidRPr="007D3BA3">
        <w:t>, L</w:t>
      </w:r>
      <w:r w:rsidR="00CD5467" w:rsidRPr="007D3BA3">
        <w:rPr>
          <w:vertAlign w:val="subscript"/>
        </w:rPr>
        <w:t>2,</w:t>
      </w:r>
      <w:r w:rsidR="00CD5467" w:rsidRPr="007D3BA3">
        <w:t xml:space="preserve"> L</w:t>
      </w:r>
      <w:r w:rsidR="00CD5467" w:rsidRPr="007D3BA3">
        <w:rPr>
          <w:vertAlign w:val="subscript"/>
        </w:rPr>
        <w:t>3,</w:t>
      </w:r>
      <w:r w:rsidR="00CD5467" w:rsidRPr="007D3BA3">
        <w:t xml:space="preserve"> L</w:t>
      </w:r>
      <w:r w:rsidR="00CD5467" w:rsidRPr="007D3BA3">
        <w:rPr>
          <w:vertAlign w:val="subscript"/>
        </w:rPr>
        <w:t xml:space="preserve">4 </w:t>
      </w:r>
      <w:r w:rsidR="00CD5467" w:rsidRPr="007D3BA3">
        <w:t>and L</w:t>
      </w:r>
      <w:r w:rsidR="00CD5467" w:rsidRPr="007D3BA3">
        <w:rPr>
          <w:vertAlign w:val="subscript"/>
        </w:rPr>
        <w:t>5</w:t>
      </w:r>
      <w:r w:rsidR="00CD5467" w:rsidRPr="007D3BA3">
        <w:t xml:space="preserve"> with regard to sound emi</w:t>
      </w:r>
      <w:bookmarkStart w:id="0" w:name="_GoBack"/>
      <w:bookmarkEnd w:id="0"/>
      <w:r w:rsidR="00CD5467" w:rsidRPr="007D3BA3">
        <w:t>ssion</w:t>
      </w:r>
    </w:p>
    <w:p w:rsidR="00DC7C21" w:rsidRDefault="00DC7C21" w:rsidP="00DC7C21">
      <w:pPr>
        <w:spacing w:after="60"/>
        <w:rPr>
          <w:sz w:val="28"/>
        </w:rPr>
      </w:pPr>
      <w:r>
        <w:rPr>
          <w:sz w:val="28"/>
        </w:rPr>
        <w:t>Contents</w:t>
      </w:r>
    </w:p>
    <w:p w:rsidR="00A648E2" w:rsidRDefault="00BE7EE2" w:rsidP="00BE7EE2">
      <w:pPr>
        <w:tabs>
          <w:tab w:val="right" w:pos="9638"/>
        </w:tabs>
        <w:spacing w:after="120"/>
      </w:pPr>
      <w:r w:rsidRPr="00512B5A">
        <w:t>Regulation</w:t>
      </w:r>
    </w:p>
    <w:p w:rsidR="00BE7EE2" w:rsidRDefault="00BE7EE2" w:rsidP="00BE7EE2">
      <w:pPr>
        <w:tabs>
          <w:tab w:val="right" w:pos="9638"/>
        </w:tabs>
        <w:spacing w:after="120"/>
        <w:rPr>
          <w:sz w:val="18"/>
        </w:rPr>
      </w:pPr>
      <w:r w:rsidRPr="0083150A">
        <w:rPr>
          <w:sz w:val="18"/>
        </w:rPr>
        <w:tab/>
      </w:r>
      <w:r w:rsidRPr="00A648E2">
        <w:rPr>
          <w:i/>
          <w:sz w:val="18"/>
        </w:rPr>
        <w:t>Page</w:t>
      </w:r>
      <w:r>
        <w:rPr>
          <w:rStyle w:val="FootnoteReference"/>
        </w:rPr>
        <w:footnoteReference w:customMarkFollows="1" w:id="3"/>
        <w:t>**</w:t>
      </w:r>
    </w:p>
    <w:p w:rsidR="00DC7C21" w:rsidRPr="00C50964" w:rsidRDefault="00DC7C21" w:rsidP="006B75E6">
      <w:pPr>
        <w:tabs>
          <w:tab w:val="right" w:pos="850"/>
          <w:tab w:val="left" w:pos="1134"/>
          <w:tab w:val="left" w:pos="1559"/>
          <w:tab w:val="left" w:leader="dot" w:pos="8929"/>
          <w:tab w:val="right" w:pos="9638"/>
        </w:tabs>
        <w:spacing w:after="100" w:line="220" w:lineRule="atLeast"/>
      </w:pPr>
      <w:r>
        <w:tab/>
      </w:r>
      <w:r w:rsidRPr="00C50964">
        <w:t>1.</w:t>
      </w:r>
      <w:r w:rsidRPr="00C50964">
        <w:tab/>
        <w:t>Scope</w:t>
      </w:r>
      <w:r w:rsidR="006B75E6">
        <w:t xml:space="preserve"> </w:t>
      </w:r>
      <w:r w:rsidRPr="00C50964">
        <w:tab/>
      </w:r>
      <w:r>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002071DD">
        <w:t>2.</w:t>
      </w:r>
      <w:r w:rsidR="002071DD">
        <w:tab/>
        <w:t>Definitions</w:t>
      </w:r>
      <w:r w:rsidR="0064048C">
        <w:t xml:space="preserve"> </w:t>
      </w:r>
      <w:r w:rsidR="002071DD">
        <w:tab/>
      </w:r>
      <w:r w:rsidR="002071DD">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002071DD">
        <w:t>3.</w:t>
      </w:r>
      <w:r w:rsidR="002071DD">
        <w:tab/>
        <w:t>Application for approval</w:t>
      </w:r>
      <w:r w:rsidR="0064048C">
        <w:t xml:space="preserve"> </w:t>
      </w:r>
      <w:r w:rsidR="002071DD">
        <w:tab/>
      </w:r>
      <w:r w:rsidR="002071DD">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4.</w:t>
      </w:r>
      <w:r w:rsidRPr="00C50964">
        <w:tab/>
      </w:r>
      <w:r w:rsidR="005A671C">
        <w:t>Marking</w:t>
      </w:r>
      <w:r w:rsidR="00FD523B">
        <w:t>s</w:t>
      </w:r>
      <w:r w:rsidRPr="00C50964">
        <w:tab/>
      </w:r>
      <w:r w:rsidRPr="00C50964">
        <w:tab/>
      </w:r>
      <w:r>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5.</w:t>
      </w:r>
      <w:r w:rsidRPr="00C50964">
        <w:tab/>
      </w:r>
      <w:r w:rsidR="005A671C">
        <w:t>Approval</w:t>
      </w:r>
      <w:r w:rsidRPr="00C50964">
        <w:tab/>
      </w:r>
      <w:r w:rsidRPr="00C50964">
        <w:tab/>
      </w:r>
      <w:r w:rsidR="005A671C">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6.</w:t>
      </w:r>
      <w:r w:rsidRPr="00C50964">
        <w:tab/>
      </w:r>
      <w:r w:rsidR="005A671C">
        <w:t>S</w:t>
      </w:r>
      <w:r w:rsidRPr="00C50964">
        <w:t>pecifications</w:t>
      </w:r>
      <w:r w:rsidRPr="00C50964">
        <w:tab/>
      </w:r>
      <w:r w:rsidRPr="00C50964">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ind w:left="1134" w:hanging="1134"/>
      </w:pPr>
      <w:r>
        <w:tab/>
      </w:r>
      <w:r w:rsidRPr="00C50964">
        <w:t>7.</w:t>
      </w:r>
      <w:r w:rsidRPr="00C50964">
        <w:tab/>
      </w:r>
      <w:r w:rsidR="005A671C" w:rsidRPr="005A671C">
        <w:t xml:space="preserve">Modification and extension of the approval of </w:t>
      </w:r>
      <w:r w:rsidR="00F15D08" w:rsidRPr="007D3BA3">
        <w:rPr>
          <w:szCs w:val="24"/>
        </w:rPr>
        <w:t>NO</w:t>
      </w:r>
      <w:r w:rsidR="005A671C" w:rsidRPr="005A671C">
        <w:t xml:space="preserve">RESS and extension of approval </w:t>
      </w:r>
      <w:r w:rsidRPr="00C50964">
        <w:tab/>
      </w:r>
      <w:r w:rsidRPr="00C50964">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8.</w:t>
      </w:r>
      <w:r w:rsidRPr="00C50964">
        <w:tab/>
        <w:t>Conformity of production</w:t>
      </w:r>
      <w:r w:rsidR="0064048C">
        <w:t xml:space="preserve"> </w:t>
      </w:r>
      <w:r w:rsidRPr="00C50964">
        <w:tab/>
      </w:r>
      <w:r w:rsidRPr="00C50964">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9.</w:t>
      </w:r>
      <w:r w:rsidRPr="00C50964">
        <w:tab/>
        <w:t>Penalties for non</w:t>
      </w:r>
      <w:r w:rsidRPr="00C50964">
        <w:noBreakHyphen/>
        <w:t>conformity of production</w:t>
      </w:r>
      <w:r w:rsidR="0064048C">
        <w:t xml:space="preserve"> </w:t>
      </w:r>
      <w:r w:rsidRPr="00C50964">
        <w:tab/>
      </w:r>
      <w:r w:rsidRPr="00C50964">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pPr>
      <w:r>
        <w:tab/>
      </w:r>
      <w:r w:rsidRPr="00C50964">
        <w:t>10.</w:t>
      </w:r>
      <w:r w:rsidRPr="00C50964">
        <w:tab/>
        <w:t>Production definit</w:t>
      </w:r>
      <w:r>
        <w:t>iv</w:t>
      </w:r>
      <w:r w:rsidRPr="00C50964">
        <w:t>ely discontinued</w:t>
      </w:r>
      <w:r w:rsidR="0064048C">
        <w:t xml:space="preserve"> </w:t>
      </w:r>
      <w:r w:rsidRPr="00C50964">
        <w:tab/>
      </w:r>
      <w:r w:rsidRPr="00C50964">
        <w:tab/>
      </w:r>
    </w:p>
    <w:p w:rsidR="00DC7C21" w:rsidRPr="00C50964" w:rsidRDefault="00DC7C21" w:rsidP="00DC7C21">
      <w:pPr>
        <w:tabs>
          <w:tab w:val="right" w:pos="850"/>
          <w:tab w:val="left" w:pos="1134"/>
          <w:tab w:val="left" w:pos="1559"/>
          <w:tab w:val="left" w:pos="1984"/>
          <w:tab w:val="left" w:leader="dot" w:pos="8929"/>
          <w:tab w:val="right" w:pos="9638"/>
        </w:tabs>
        <w:spacing w:after="100" w:line="220" w:lineRule="atLeast"/>
        <w:ind w:left="1134" w:hanging="1134"/>
      </w:pPr>
      <w:r>
        <w:tab/>
      </w:r>
      <w:r w:rsidRPr="00C50964">
        <w:t>11.</w:t>
      </w:r>
      <w:r w:rsidRPr="00C50964">
        <w:tab/>
        <w:t>Names and addresses of Technical Services responsible for conducting</w:t>
      </w:r>
      <w:r>
        <w:t xml:space="preserve"> </w:t>
      </w:r>
      <w:r w:rsidRPr="00C50964">
        <w:t xml:space="preserve">approval tests, and of </w:t>
      </w:r>
      <w:r>
        <w:br/>
        <w:t>Type Approval Authorities</w:t>
      </w:r>
      <w:r w:rsidR="0064048C">
        <w:t xml:space="preserve"> </w:t>
      </w:r>
      <w:r w:rsidRPr="00C50964">
        <w:tab/>
      </w:r>
      <w:r w:rsidRPr="00C50964">
        <w:tab/>
      </w:r>
    </w:p>
    <w:p w:rsidR="00DC7C21" w:rsidRDefault="00DC7C21" w:rsidP="00DC7C21">
      <w:pPr>
        <w:tabs>
          <w:tab w:val="right" w:pos="850"/>
          <w:tab w:val="left" w:pos="1134"/>
          <w:tab w:val="left" w:pos="1559"/>
          <w:tab w:val="left" w:pos="1984"/>
          <w:tab w:val="left" w:leader="dot" w:pos="8929"/>
          <w:tab w:val="right" w:pos="9638"/>
        </w:tabs>
        <w:spacing w:after="100"/>
      </w:pPr>
      <w:r>
        <w:t>Annexes</w:t>
      </w:r>
    </w:p>
    <w:p w:rsidR="00DC7C21" w:rsidRPr="00F20E0F" w:rsidRDefault="00DC7C21" w:rsidP="005A671C">
      <w:pPr>
        <w:tabs>
          <w:tab w:val="right" w:pos="850"/>
          <w:tab w:val="left" w:pos="1134"/>
          <w:tab w:val="left" w:pos="1559"/>
          <w:tab w:val="left" w:pos="1984"/>
          <w:tab w:val="left" w:leader="dot" w:pos="8929"/>
          <w:tab w:val="right" w:pos="9638"/>
        </w:tabs>
        <w:spacing w:after="100" w:line="220" w:lineRule="atLeast"/>
        <w:ind w:left="1134" w:hanging="1134"/>
      </w:pPr>
      <w:r w:rsidRPr="00DA0BB2">
        <w:tab/>
        <w:t>1</w:t>
      </w:r>
      <w:r w:rsidRPr="00F20E0F">
        <w:tab/>
        <w:t>Communication</w:t>
      </w:r>
      <w:r w:rsidR="0064048C">
        <w:t xml:space="preserve"> </w:t>
      </w:r>
      <w:r>
        <w:tab/>
      </w:r>
      <w:r>
        <w:tab/>
      </w:r>
    </w:p>
    <w:p w:rsidR="00DC7C21" w:rsidRPr="00F20E0F" w:rsidRDefault="00DC7C21" w:rsidP="00DC7C21">
      <w:pPr>
        <w:tabs>
          <w:tab w:val="right" w:pos="850"/>
          <w:tab w:val="left" w:pos="1134"/>
          <w:tab w:val="left" w:pos="1559"/>
          <w:tab w:val="left" w:pos="1984"/>
          <w:tab w:val="left" w:leader="dot" w:pos="8929"/>
          <w:tab w:val="right" w:pos="9638"/>
        </w:tabs>
        <w:spacing w:after="100" w:line="220" w:lineRule="atLeast"/>
      </w:pPr>
      <w:r>
        <w:tab/>
      </w:r>
      <w:r w:rsidRPr="00DA0BB2">
        <w:t>2</w:t>
      </w:r>
      <w:r w:rsidRPr="00DA0BB2">
        <w:tab/>
      </w:r>
      <w:r w:rsidR="00C6030C" w:rsidRPr="00C6030C">
        <w:t>Example of the approval marks</w:t>
      </w:r>
      <w:r w:rsidR="0064048C">
        <w:t xml:space="preserve"> </w:t>
      </w:r>
      <w:r>
        <w:tab/>
      </w:r>
      <w:r>
        <w:tab/>
      </w:r>
    </w:p>
    <w:p w:rsidR="00DC7C21" w:rsidRDefault="00DC7C21" w:rsidP="00DC7C21">
      <w:pPr>
        <w:tabs>
          <w:tab w:val="right" w:pos="850"/>
          <w:tab w:val="left" w:pos="1134"/>
          <w:tab w:val="left" w:pos="1559"/>
          <w:tab w:val="left" w:pos="1984"/>
          <w:tab w:val="left" w:leader="dot" w:pos="8929"/>
          <w:tab w:val="right" w:pos="9638"/>
        </w:tabs>
        <w:spacing w:after="100" w:line="220" w:lineRule="atLeast"/>
      </w:pPr>
      <w:r>
        <w:tab/>
      </w:r>
      <w:r w:rsidRPr="00DA0BB2">
        <w:t>3</w:t>
      </w:r>
      <w:r w:rsidRPr="00DA0BB2">
        <w:tab/>
      </w:r>
      <w:r w:rsidR="00C6030C" w:rsidRPr="00C6030C">
        <w:t xml:space="preserve">Requirements for fibrous absorbent materials used in </w:t>
      </w:r>
      <w:r w:rsidR="00F15D08" w:rsidRPr="007D3BA3">
        <w:rPr>
          <w:szCs w:val="24"/>
        </w:rPr>
        <w:t>NO</w:t>
      </w:r>
      <w:r w:rsidR="00C6030C" w:rsidRPr="00C6030C">
        <w:t>RESS</w:t>
      </w:r>
      <w:r w:rsidR="0064048C">
        <w:t xml:space="preserve"> </w:t>
      </w:r>
      <w:r>
        <w:tab/>
      </w:r>
      <w:r>
        <w:tab/>
      </w:r>
    </w:p>
    <w:p w:rsidR="00F76CAE" w:rsidRPr="00F20E0F" w:rsidRDefault="00F76CAE" w:rsidP="00DC7C21">
      <w:pPr>
        <w:tabs>
          <w:tab w:val="right" w:pos="850"/>
          <w:tab w:val="left" w:pos="1134"/>
          <w:tab w:val="left" w:pos="1559"/>
          <w:tab w:val="left" w:pos="1984"/>
          <w:tab w:val="left" w:leader="dot" w:pos="8929"/>
          <w:tab w:val="right" w:pos="9638"/>
        </w:tabs>
        <w:spacing w:after="100" w:line="220" w:lineRule="atLeast"/>
      </w:pPr>
      <w:r>
        <w:tab/>
        <w:t>4</w:t>
      </w:r>
      <w:r>
        <w:tab/>
        <w:t>Statement of Compliance with the Additional Sound Emission Provisions</w:t>
      </w:r>
      <w:r>
        <w:tab/>
      </w:r>
      <w:r>
        <w:tab/>
      </w:r>
    </w:p>
    <w:p w:rsidR="00DC7C21" w:rsidRPr="00A708CD" w:rsidRDefault="00C6030C" w:rsidP="006B75E6">
      <w:pPr>
        <w:tabs>
          <w:tab w:val="right" w:pos="850"/>
          <w:tab w:val="left" w:pos="1134"/>
          <w:tab w:val="left" w:pos="1559"/>
          <w:tab w:val="left" w:leader="dot" w:pos="8929"/>
          <w:tab w:val="right" w:pos="9638"/>
        </w:tabs>
        <w:spacing w:after="100" w:line="220" w:lineRule="atLeast"/>
        <w:rPr>
          <w:strike/>
        </w:rPr>
      </w:pPr>
      <w:r>
        <w:tab/>
      </w:r>
    </w:p>
    <w:p w:rsidR="008338AE" w:rsidRPr="008338AE" w:rsidRDefault="00DC7C21" w:rsidP="001A4C6F">
      <w:pPr>
        <w:pStyle w:val="HChG"/>
        <w:ind w:left="2268"/>
      </w:pPr>
      <w:r>
        <w:br w:type="page"/>
      </w:r>
      <w:r w:rsidR="00FD523B">
        <w:lastRenderedPageBreak/>
        <w:t>1.</w:t>
      </w:r>
      <w:r w:rsidR="00FD523B">
        <w:tab/>
      </w:r>
      <w:r w:rsidR="00FD523B">
        <w:tab/>
      </w:r>
      <w:r w:rsidR="008338AE" w:rsidRPr="001A4C6F">
        <w:t>Scope</w:t>
      </w:r>
    </w:p>
    <w:p w:rsidR="008338AE" w:rsidRPr="008040B4" w:rsidRDefault="008338AE" w:rsidP="00D80B7A">
      <w:pPr>
        <w:spacing w:after="120"/>
        <w:ind w:left="2268" w:right="1134" w:hanging="1134"/>
        <w:jc w:val="both"/>
        <w:rPr>
          <w:sz w:val="32"/>
          <w:szCs w:val="32"/>
        </w:rPr>
      </w:pPr>
      <w:r w:rsidRPr="008338AE">
        <w:tab/>
      </w:r>
      <w:r w:rsidRPr="008040B4">
        <w:t xml:space="preserve">This Regulation applies to </w:t>
      </w:r>
      <w:r w:rsidR="00CD5467" w:rsidRPr="007D3BA3">
        <w:t>non-original</w:t>
      </w:r>
      <w:r w:rsidR="00CD5467">
        <w:t xml:space="preserve"> </w:t>
      </w:r>
      <w:r w:rsidRPr="008040B4">
        <w:t>replacement exhaust silencing systems for vehicles of categories L</w:t>
      </w:r>
      <w:r w:rsidRPr="008040B4">
        <w:rPr>
          <w:vertAlign w:val="subscript"/>
        </w:rPr>
        <w:t>1</w:t>
      </w:r>
      <w:r w:rsidR="003A55EB">
        <w:t>,</w:t>
      </w:r>
      <w:r w:rsidR="003A55EB" w:rsidRPr="008040B4">
        <w:t xml:space="preserve"> </w:t>
      </w:r>
      <w:r w:rsidRPr="008040B4">
        <w:t>L</w:t>
      </w:r>
      <w:r w:rsidRPr="008040B4">
        <w:rPr>
          <w:vertAlign w:val="subscript"/>
        </w:rPr>
        <w:t>2,</w:t>
      </w:r>
      <w:r w:rsidRPr="008040B4">
        <w:t xml:space="preserve"> L</w:t>
      </w:r>
      <w:r w:rsidRPr="008040B4">
        <w:rPr>
          <w:vertAlign w:val="subscript"/>
        </w:rPr>
        <w:t>3,</w:t>
      </w:r>
      <w:r w:rsidRPr="008040B4">
        <w:t xml:space="preserve"> L</w:t>
      </w:r>
      <w:r w:rsidRPr="008040B4">
        <w:rPr>
          <w:vertAlign w:val="subscript"/>
        </w:rPr>
        <w:t xml:space="preserve">4 </w:t>
      </w:r>
      <w:r w:rsidRPr="001B2480">
        <w:t xml:space="preserve">and </w:t>
      </w:r>
      <w:r w:rsidRPr="008040B4">
        <w:t>L</w:t>
      </w:r>
      <w:r w:rsidRPr="008040B4">
        <w:rPr>
          <w:vertAlign w:val="subscript"/>
        </w:rPr>
        <w:t>5</w:t>
      </w:r>
      <w:r w:rsidR="00A648E2">
        <w:rPr>
          <w:vertAlign w:val="subscript"/>
        </w:rPr>
        <w:t>.</w:t>
      </w:r>
      <w:r w:rsidRPr="008040B4">
        <w:rPr>
          <w:sz w:val="18"/>
          <w:szCs w:val="18"/>
          <w:vertAlign w:val="superscript"/>
        </w:rPr>
        <w:footnoteReference w:id="4"/>
      </w:r>
    </w:p>
    <w:p w:rsidR="008338AE" w:rsidRPr="008338AE" w:rsidRDefault="008338AE" w:rsidP="001A4C6F">
      <w:pPr>
        <w:pStyle w:val="HChG"/>
        <w:ind w:left="2268"/>
      </w:pPr>
      <w:r w:rsidRPr="008338AE">
        <w:t>2.</w:t>
      </w:r>
      <w:r w:rsidRPr="008338AE">
        <w:tab/>
        <w:t>Definitions</w:t>
      </w:r>
    </w:p>
    <w:p w:rsidR="008338AE" w:rsidRPr="008040B4" w:rsidRDefault="008338AE" w:rsidP="008338AE">
      <w:pPr>
        <w:spacing w:after="120"/>
        <w:ind w:left="2268" w:right="1134"/>
        <w:jc w:val="both"/>
      </w:pPr>
      <w:r w:rsidRPr="008338AE">
        <w:tab/>
      </w:r>
      <w:r w:rsidRPr="008040B4">
        <w:t>For the purpose of this Regulation</w:t>
      </w:r>
    </w:p>
    <w:p w:rsidR="008338AE" w:rsidRDefault="008338AE" w:rsidP="008338AE">
      <w:pPr>
        <w:spacing w:after="120"/>
        <w:ind w:left="2268" w:right="1134" w:hanging="1134"/>
        <w:jc w:val="both"/>
      </w:pPr>
      <w:r w:rsidRPr="008040B4">
        <w:t>2.1.</w:t>
      </w:r>
      <w:r w:rsidRPr="008040B4">
        <w:tab/>
        <w:t>"</w:t>
      </w:r>
      <w:r w:rsidRPr="008040B4">
        <w:rPr>
          <w:i/>
        </w:rPr>
        <w:t xml:space="preserve">Non-original replacement exhaust </w:t>
      </w:r>
      <w:r w:rsidR="00CD5467" w:rsidRPr="004E31C9">
        <w:rPr>
          <w:i/>
        </w:rPr>
        <w:t>silencing</w:t>
      </w:r>
      <w:r w:rsidR="00CD5467">
        <w:rPr>
          <w:i/>
        </w:rPr>
        <w:t xml:space="preserve"> </w:t>
      </w:r>
      <w:r w:rsidRPr="008040B4">
        <w:rPr>
          <w:i/>
        </w:rPr>
        <w:t>system or components of this system</w:t>
      </w:r>
      <w:r w:rsidRPr="008040B4">
        <w:rPr>
          <w:w w:val="105"/>
        </w:rPr>
        <w:t>"</w:t>
      </w:r>
      <w:r w:rsidRPr="008040B4">
        <w:t xml:space="preserve"> means a system of a type different from that fitted to the vehicle on approval or extension of approval. It may be used only as a replacement exhaust or silencing system.</w:t>
      </w:r>
    </w:p>
    <w:p w:rsidR="00CD5467" w:rsidRPr="007D3BA3" w:rsidRDefault="00CD5467" w:rsidP="00CD5467">
      <w:pPr>
        <w:spacing w:after="120"/>
        <w:ind w:left="2268" w:right="1134"/>
        <w:jc w:val="both"/>
      </w:pPr>
      <w:r w:rsidRPr="007D3BA3">
        <w:tab/>
        <w:t>The acronym NORESS denotes the non-original replacement exhaust silencing system.</w:t>
      </w:r>
    </w:p>
    <w:p w:rsidR="008338AE" w:rsidRPr="008040B4" w:rsidRDefault="008338AE" w:rsidP="008338AE">
      <w:pPr>
        <w:spacing w:after="120"/>
        <w:ind w:left="2268" w:right="1134" w:hanging="1134"/>
        <w:jc w:val="both"/>
      </w:pPr>
      <w:r w:rsidRPr="008040B4">
        <w:t>2.2.</w:t>
      </w:r>
      <w:r w:rsidRPr="008040B4">
        <w:tab/>
      </w:r>
      <w:r w:rsidRPr="008040B4">
        <w:rPr>
          <w:w w:val="105"/>
        </w:rPr>
        <w:t>"</w:t>
      </w:r>
      <w:r w:rsidRPr="008040B4">
        <w:rPr>
          <w:i/>
          <w:w w:val="105"/>
        </w:rPr>
        <w:t xml:space="preserve">Non-original replacement exhaust </w:t>
      </w:r>
      <w:r w:rsidR="00CD5467" w:rsidRPr="007D3BA3">
        <w:rPr>
          <w:i/>
          <w:w w:val="105"/>
        </w:rPr>
        <w:t>silencing</w:t>
      </w:r>
      <w:r w:rsidR="00CD5467" w:rsidRPr="00CD5467">
        <w:rPr>
          <w:b/>
          <w:i/>
          <w:w w:val="105"/>
        </w:rPr>
        <w:t xml:space="preserve"> </w:t>
      </w:r>
      <w:r w:rsidRPr="008040B4">
        <w:rPr>
          <w:i/>
          <w:w w:val="105"/>
        </w:rPr>
        <w:t>system component</w:t>
      </w:r>
      <w:r w:rsidRPr="008040B4">
        <w:rPr>
          <w:w w:val="105"/>
        </w:rPr>
        <w:t xml:space="preserve">" means one of the various components which together form the exhaust </w:t>
      </w:r>
      <w:r w:rsidR="00CD5467" w:rsidRPr="007D3BA3">
        <w:rPr>
          <w:i/>
          <w:w w:val="105"/>
        </w:rPr>
        <w:t xml:space="preserve">silencing </w:t>
      </w:r>
      <w:r w:rsidRPr="008040B4">
        <w:rPr>
          <w:w w:val="105"/>
        </w:rPr>
        <w:t>system</w:t>
      </w:r>
      <w:r w:rsidR="00A648E2">
        <w:rPr>
          <w:w w:val="105"/>
        </w:rPr>
        <w:t>;</w:t>
      </w:r>
      <w:r w:rsidRPr="008040B4">
        <w:rPr>
          <w:sz w:val="18"/>
          <w:vertAlign w:val="superscript"/>
        </w:rPr>
        <w:footnoteReference w:id="5"/>
      </w:r>
    </w:p>
    <w:p w:rsidR="008338AE" w:rsidRPr="007D3BA3" w:rsidRDefault="008338AE" w:rsidP="008338AE">
      <w:pPr>
        <w:spacing w:after="120"/>
        <w:ind w:left="2268" w:right="1134" w:hanging="1134"/>
        <w:jc w:val="both"/>
      </w:pPr>
      <w:r w:rsidRPr="008040B4">
        <w:t>2.3.</w:t>
      </w:r>
      <w:r w:rsidRPr="008040B4">
        <w:tab/>
        <w:t>"</w:t>
      </w:r>
      <w:r w:rsidRPr="008040B4">
        <w:rPr>
          <w:i/>
        </w:rPr>
        <w:t xml:space="preserve">Non-original replacement exhaust </w:t>
      </w:r>
      <w:r w:rsidR="00CD5467" w:rsidRPr="007D3BA3">
        <w:rPr>
          <w:i/>
          <w:w w:val="105"/>
        </w:rPr>
        <w:t xml:space="preserve">silencing </w:t>
      </w:r>
      <w:r w:rsidRPr="007D3BA3">
        <w:rPr>
          <w:i/>
        </w:rPr>
        <w:t>systems of different types</w:t>
      </w:r>
      <w:r w:rsidRPr="007D3BA3">
        <w:t>" means silencing systems which differ significantly in such respects as:</w:t>
      </w:r>
    </w:p>
    <w:p w:rsidR="008338AE" w:rsidRPr="007D3BA3" w:rsidRDefault="008338AE" w:rsidP="008338AE">
      <w:pPr>
        <w:spacing w:after="120"/>
        <w:ind w:left="2835" w:right="1134" w:hanging="567"/>
        <w:jc w:val="both"/>
      </w:pPr>
      <w:r w:rsidRPr="007D3BA3">
        <w:t xml:space="preserve">(a) </w:t>
      </w:r>
      <w:r w:rsidRPr="007D3BA3">
        <w:tab/>
        <w:t>Their components bear different trade names or marks,</w:t>
      </w:r>
    </w:p>
    <w:p w:rsidR="008338AE" w:rsidRPr="007D3BA3" w:rsidRDefault="008338AE" w:rsidP="008338AE">
      <w:pPr>
        <w:spacing w:after="120"/>
        <w:ind w:left="2835" w:right="1134" w:hanging="567"/>
        <w:jc w:val="both"/>
      </w:pPr>
      <w:r w:rsidRPr="007D3BA3">
        <w:t xml:space="preserve">(b) </w:t>
      </w:r>
      <w:r w:rsidRPr="007D3BA3">
        <w:tab/>
        <w:t>The characteristics of the materials constituting a component are different or the components differ in shape or size; a modification in respect to coating (zinc coating, aluminium coating, etc.) is not considered a change of type,</w:t>
      </w:r>
    </w:p>
    <w:p w:rsidR="008338AE" w:rsidRPr="007D3BA3" w:rsidRDefault="008338AE" w:rsidP="008338AE">
      <w:pPr>
        <w:spacing w:after="120"/>
        <w:ind w:left="2835" w:right="1134" w:hanging="567"/>
        <w:jc w:val="both"/>
      </w:pPr>
      <w:r w:rsidRPr="007D3BA3">
        <w:t xml:space="preserve">(c) </w:t>
      </w:r>
      <w:r w:rsidRPr="007D3BA3">
        <w:tab/>
        <w:t>The operating principles of at least one component are different,</w:t>
      </w:r>
    </w:p>
    <w:p w:rsidR="008338AE" w:rsidRPr="007D3BA3" w:rsidRDefault="008338AE" w:rsidP="008338AE">
      <w:pPr>
        <w:spacing w:after="120"/>
        <w:ind w:left="2835" w:right="1134" w:hanging="567"/>
        <w:jc w:val="both"/>
      </w:pPr>
      <w:r w:rsidRPr="007D3BA3">
        <w:t xml:space="preserve">(d) </w:t>
      </w:r>
      <w:r w:rsidRPr="007D3BA3">
        <w:tab/>
        <w:t>Their components are combined differently;</w:t>
      </w:r>
    </w:p>
    <w:p w:rsidR="008338AE" w:rsidRPr="008040B4" w:rsidRDefault="008338AE" w:rsidP="008338AE">
      <w:pPr>
        <w:spacing w:after="120"/>
        <w:ind w:left="2268" w:right="1134" w:hanging="1134"/>
        <w:jc w:val="both"/>
      </w:pPr>
      <w:r w:rsidRPr="007D3BA3">
        <w:t xml:space="preserve">2.4. </w:t>
      </w:r>
      <w:r w:rsidRPr="007D3BA3">
        <w:tab/>
        <w:t>"</w:t>
      </w:r>
      <w:r w:rsidRPr="007D3BA3">
        <w:rPr>
          <w:i/>
        </w:rPr>
        <w:t xml:space="preserve">Non-original replacement exhaust </w:t>
      </w:r>
      <w:r w:rsidR="00CD5467" w:rsidRPr="007D3BA3">
        <w:rPr>
          <w:i/>
          <w:w w:val="105"/>
        </w:rPr>
        <w:t xml:space="preserve">silencing </w:t>
      </w:r>
      <w:r w:rsidRPr="007D3BA3">
        <w:rPr>
          <w:i/>
        </w:rPr>
        <w:t>system (</w:t>
      </w:r>
      <w:r w:rsidR="00CD5467" w:rsidRPr="007D3BA3">
        <w:rPr>
          <w:i/>
        </w:rPr>
        <w:t>NO</w:t>
      </w:r>
      <w:r w:rsidRPr="008040B4">
        <w:rPr>
          <w:i/>
        </w:rPr>
        <w:t>RESS) or component thereof</w:t>
      </w:r>
      <w:r w:rsidRPr="008040B4">
        <w:t>" means any part of the exhaust silencing system defined in paragraph 2.1. intended for use on a vehicle other than a part of the type fitted to the vehicle when submitted for type approval pursuant to Regulation No. 9, Regulation No. 41 or Regulation No. 63;</w:t>
      </w:r>
    </w:p>
    <w:p w:rsidR="008338AE" w:rsidRPr="008040B4" w:rsidRDefault="008338AE" w:rsidP="008338AE">
      <w:pPr>
        <w:spacing w:after="120"/>
        <w:ind w:left="2268" w:right="1134" w:hanging="1134"/>
        <w:jc w:val="both"/>
      </w:pPr>
      <w:r w:rsidRPr="008040B4">
        <w:t xml:space="preserve">2.5. </w:t>
      </w:r>
      <w:r w:rsidRPr="008040B4">
        <w:tab/>
        <w:t>"</w:t>
      </w:r>
      <w:r w:rsidRPr="008040B4">
        <w:rPr>
          <w:i/>
        </w:rPr>
        <w:t xml:space="preserve">Approval of a </w:t>
      </w:r>
      <w:r w:rsidR="004D529A" w:rsidRPr="007D3BA3">
        <w:rPr>
          <w:i/>
        </w:rPr>
        <w:t>NO</w:t>
      </w:r>
      <w:r w:rsidRPr="008040B4">
        <w:rPr>
          <w:i/>
        </w:rPr>
        <w:t>RESS or component(s) thereof</w:t>
      </w:r>
      <w:r w:rsidRPr="008040B4">
        <w:t>" means the approval of the whole or a part of a silencing system adaptable to one or several specified types of vehicle</w:t>
      </w:r>
      <w:r w:rsidR="00F9455A">
        <w:t xml:space="preserve">, </w:t>
      </w:r>
      <w:r w:rsidR="00F9455A" w:rsidRPr="007D3BA3">
        <w:t>falling under the scope of this Regulation,</w:t>
      </w:r>
      <w:r w:rsidRPr="008040B4">
        <w:t xml:space="preserve"> as regards the limitation of their </w:t>
      </w:r>
      <w:r w:rsidR="00F9455A" w:rsidRPr="007D3BA3">
        <w:t>sound</w:t>
      </w:r>
      <w:r w:rsidR="00F9455A" w:rsidRPr="00F9455A">
        <w:rPr>
          <w:b/>
        </w:rPr>
        <w:t xml:space="preserve"> </w:t>
      </w:r>
      <w:r w:rsidRPr="008040B4">
        <w:t>level</w:t>
      </w:r>
      <w:r w:rsidR="001B2480">
        <w:t>;</w:t>
      </w:r>
    </w:p>
    <w:p w:rsidR="008338AE" w:rsidRPr="008040B4" w:rsidRDefault="008338AE" w:rsidP="008338AE">
      <w:pPr>
        <w:spacing w:after="120"/>
        <w:ind w:left="2268" w:right="1134" w:hanging="1134"/>
        <w:jc w:val="both"/>
      </w:pPr>
      <w:r w:rsidRPr="008040B4">
        <w:t xml:space="preserve">2.6. </w:t>
      </w:r>
      <w:r w:rsidRPr="008040B4">
        <w:tab/>
      </w:r>
      <w:r w:rsidR="00A648E2" w:rsidRPr="00A648E2">
        <w:rPr>
          <w:i/>
        </w:rPr>
        <w:t>"</w:t>
      </w:r>
      <w:r w:rsidR="00A648E2">
        <w:rPr>
          <w:i/>
        </w:rPr>
        <w:t>V</w:t>
      </w:r>
      <w:r w:rsidRPr="008040B4">
        <w:rPr>
          <w:i/>
        </w:rPr>
        <w:t>ehicle type</w:t>
      </w:r>
      <w:r w:rsidRPr="008040B4">
        <w:t>" means vehicles</w:t>
      </w:r>
      <w:r w:rsidR="00F9455A">
        <w:t xml:space="preserve">, </w:t>
      </w:r>
      <w:r w:rsidR="00F9455A" w:rsidRPr="007D3BA3">
        <w:t>falling under the scope of this Regulation,</w:t>
      </w:r>
      <w:r w:rsidRPr="008040B4">
        <w:t xml:space="preserve"> which do not differ in such essential respects as:</w:t>
      </w:r>
    </w:p>
    <w:p w:rsidR="008338AE" w:rsidRPr="008040B4" w:rsidRDefault="008338AE" w:rsidP="00D80B7A">
      <w:pPr>
        <w:spacing w:after="120"/>
        <w:ind w:left="2835" w:right="1134" w:hanging="567"/>
        <w:jc w:val="both"/>
      </w:pPr>
      <w:r w:rsidRPr="008040B4">
        <w:lastRenderedPageBreak/>
        <w:t xml:space="preserve">(a) </w:t>
      </w:r>
      <w:r w:rsidRPr="008040B4">
        <w:tab/>
        <w:t>The type of engine (two-stroke or four-stroke with reciprocating or rotary pistons; number and capacity of cylinders; number and type of carburettors or injection systems; arrangement of valves; maximum net power and corresponding engine speed). For rotary piston engines, the cubic capacity should be taken to be double of the volume of the chamber;</w:t>
      </w:r>
    </w:p>
    <w:p w:rsidR="008338AE" w:rsidRPr="007D3BA3" w:rsidRDefault="008338AE" w:rsidP="00D80B7A">
      <w:pPr>
        <w:keepNext/>
        <w:keepLines/>
        <w:spacing w:after="120"/>
        <w:ind w:left="2835" w:right="1134" w:hanging="567"/>
        <w:jc w:val="both"/>
      </w:pPr>
      <w:r w:rsidRPr="008040B4">
        <w:t>(b)</w:t>
      </w:r>
      <w:r w:rsidRPr="008040B4">
        <w:tab/>
      </w:r>
      <w:r w:rsidR="00F9455A" w:rsidRPr="007D3BA3">
        <w:t>Drive train, in particular the number and ratios of the gears of the transmission and the final ratio</w:t>
      </w:r>
      <w:r w:rsidRPr="007D3BA3">
        <w:t>;</w:t>
      </w:r>
    </w:p>
    <w:p w:rsidR="008338AE" w:rsidRDefault="008338AE" w:rsidP="008F270B">
      <w:pPr>
        <w:keepNext/>
        <w:keepLines/>
        <w:spacing w:after="120"/>
        <w:ind w:left="2835" w:right="1134" w:hanging="567"/>
        <w:jc w:val="both"/>
      </w:pPr>
      <w:r w:rsidRPr="008040B4">
        <w:t>(c)</w:t>
      </w:r>
      <w:r w:rsidRPr="008040B4">
        <w:tab/>
        <w:t>Number, type and arrangement of exhaust silencing systems.</w:t>
      </w:r>
    </w:p>
    <w:p w:rsidR="00F9455A" w:rsidRPr="007D3BA3" w:rsidRDefault="00F9455A" w:rsidP="00D80B7A">
      <w:pPr>
        <w:pStyle w:val="SingleTxtGFirstline1cmSingleTxtGFirstline1cm"/>
        <w:tabs>
          <w:tab w:val="clear" w:pos="1080"/>
        </w:tabs>
        <w:spacing w:after="120" w:line="240" w:lineRule="atLeast"/>
        <w:ind w:left="2268" w:right="1134" w:hanging="1134"/>
        <w:rPr>
          <w:sz w:val="20"/>
          <w:szCs w:val="20"/>
          <w:lang w:val="en-GB"/>
        </w:rPr>
      </w:pPr>
      <w:r w:rsidRPr="007D3BA3">
        <w:t>2.7</w:t>
      </w:r>
      <w:r w:rsidR="00FD1BAD">
        <w:t>.</w:t>
      </w:r>
      <w:r w:rsidRPr="007D3BA3">
        <w:tab/>
      </w:r>
      <w:r w:rsidRPr="007D3BA3">
        <w:rPr>
          <w:sz w:val="20"/>
          <w:szCs w:val="20"/>
          <w:lang w:val="en-GB"/>
        </w:rPr>
        <w:t>"</w:t>
      </w:r>
      <w:r w:rsidRPr="007D3BA3">
        <w:rPr>
          <w:i/>
          <w:sz w:val="20"/>
          <w:szCs w:val="20"/>
          <w:lang w:val="en-GB"/>
        </w:rPr>
        <w:t>Rated engine speed</w:t>
      </w:r>
      <w:r w:rsidRPr="007D3BA3">
        <w:rPr>
          <w:sz w:val="20"/>
          <w:szCs w:val="20"/>
          <w:lang w:val="en-GB"/>
        </w:rPr>
        <w:t>" means the engine speed at which the engine develops its rated maximum net power as stated by the manufacturer.</w:t>
      </w:r>
      <w:r w:rsidRPr="007D3BA3">
        <w:rPr>
          <w:rStyle w:val="FootnoteReference"/>
          <w:bCs/>
          <w:sz w:val="20"/>
          <w:szCs w:val="20"/>
          <w:lang w:val="en-GB"/>
        </w:rPr>
        <w:footnoteReference w:id="6"/>
      </w:r>
    </w:p>
    <w:p w:rsidR="00F9455A" w:rsidRPr="007D3BA3" w:rsidRDefault="00F9455A" w:rsidP="00D80B7A">
      <w:pPr>
        <w:pStyle w:val="SingleTxtGFirstline1cmSingleTxtGFirstline1cm"/>
        <w:spacing w:after="120" w:line="240" w:lineRule="atLeast"/>
        <w:ind w:left="2268" w:right="1134"/>
        <w:rPr>
          <w:sz w:val="20"/>
          <w:szCs w:val="20"/>
          <w:lang w:val="en-GB"/>
        </w:rPr>
      </w:pPr>
      <w:r w:rsidRPr="007D3BA3">
        <w:rPr>
          <w:sz w:val="20"/>
          <w:szCs w:val="20"/>
        </w:rPr>
        <w:t xml:space="preserve">The symbol </w:t>
      </w:r>
      <w:r w:rsidRPr="007D3BA3">
        <w:rPr>
          <w:sz w:val="20"/>
          <w:szCs w:val="20"/>
          <w:lang w:val="en-GB"/>
        </w:rPr>
        <w:t>n</w:t>
      </w:r>
      <w:r w:rsidRPr="007D3BA3">
        <w:rPr>
          <w:sz w:val="20"/>
          <w:szCs w:val="20"/>
          <w:vertAlign w:val="subscript"/>
          <w:lang w:val="en-GB"/>
        </w:rPr>
        <w:t>rated</w:t>
      </w:r>
      <w:r w:rsidRPr="007D3BA3">
        <w:rPr>
          <w:sz w:val="20"/>
          <w:szCs w:val="20"/>
          <w:lang w:val="en-GB"/>
        </w:rPr>
        <w:t xml:space="preserve"> </w:t>
      </w:r>
      <w:r w:rsidRPr="007D3BA3">
        <w:rPr>
          <w:sz w:val="20"/>
          <w:szCs w:val="20"/>
        </w:rPr>
        <w:t xml:space="preserve">denotes the numerical value of the </w:t>
      </w:r>
      <w:r w:rsidRPr="007D3BA3">
        <w:rPr>
          <w:sz w:val="20"/>
          <w:szCs w:val="20"/>
          <w:lang w:val="en-GB"/>
        </w:rPr>
        <w:t>rated engine speed expressed in revolutions per minute</w:t>
      </w:r>
      <w:r w:rsidRPr="007D3BA3">
        <w:rPr>
          <w:sz w:val="20"/>
          <w:szCs w:val="20"/>
        </w:rPr>
        <w:t>.</w:t>
      </w:r>
    </w:p>
    <w:p w:rsidR="008338AE" w:rsidRPr="008338AE" w:rsidRDefault="008338AE" w:rsidP="00D80B7A">
      <w:pPr>
        <w:pStyle w:val="HChG"/>
        <w:ind w:left="2268"/>
        <w:rPr>
          <w:bCs/>
          <w:sz w:val="24"/>
          <w:szCs w:val="24"/>
        </w:rPr>
      </w:pPr>
      <w:r w:rsidRPr="008338AE">
        <w:t>3.</w:t>
      </w:r>
      <w:r w:rsidRPr="008338AE">
        <w:tab/>
      </w:r>
      <w:r w:rsidRPr="008338AE">
        <w:tab/>
        <w:t>Application for approval</w:t>
      </w:r>
    </w:p>
    <w:p w:rsidR="008338AE" w:rsidRPr="008338AE" w:rsidRDefault="008338AE" w:rsidP="00D80B7A">
      <w:pPr>
        <w:spacing w:after="120"/>
        <w:ind w:left="2268" w:right="1134" w:hanging="1134"/>
        <w:jc w:val="both"/>
        <w:rPr>
          <w:szCs w:val="24"/>
        </w:rPr>
      </w:pPr>
      <w:r w:rsidRPr="008338AE">
        <w:rPr>
          <w:szCs w:val="24"/>
        </w:rPr>
        <w:t xml:space="preserve">3.1. </w:t>
      </w:r>
      <w:r w:rsidRPr="008338AE">
        <w:rPr>
          <w:szCs w:val="24"/>
        </w:rPr>
        <w:tab/>
        <w:t xml:space="preserve">The application for approval of a </w:t>
      </w:r>
      <w:r w:rsidR="00F9455A" w:rsidRPr="007D3BA3">
        <w:rPr>
          <w:szCs w:val="24"/>
        </w:rPr>
        <w:t>NO</w:t>
      </w:r>
      <w:r w:rsidRPr="008338AE">
        <w:rPr>
          <w:szCs w:val="24"/>
        </w:rPr>
        <w:t>RESS or components thereof shall be submitted by its manufacturer or by his duly accredited representative.</w:t>
      </w:r>
    </w:p>
    <w:p w:rsidR="008338AE" w:rsidRPr="008338AE" w:rsidRDefault="008338AE" w:rsidP="00D80B7A">
      <w:pPr>
        <w:spacing w:after="120"/>
        <w:ind w:left="2268" w:right="1134" w:hanging="1134"/>
        <w:jc w:val="both"/>
        <w:rPr>
          <w:szCs w:val="24"/>
        </w:rPr>
      </w:pPr>
      <w:r w:rsidRPr="008338AE">
        <w:rPr>
          <w:szCs w:val="24"/>
        </w:rPr>
        <w:t xml:space="preserve">3.2. </w:t>
      </w:r>
      <w:r w:rsidRPr="008338AE">
        <w:rPr>
          <w:szCs w:val="24"/>
        </w:rPr>
        <w:tab/>
        <w:t>It shall be accompanied by the under mentioned documents in triplicate and the following particulars:</w:t>
      </w:r>
    </w:p>
    <w:p w:rsidR="008338AE" w:rsidRPr="008338AE" w:rsidRDefault="008338AE" w:rsidP="00D80B7A">
      <w:pPr>
        <w:spacing w:after="120"/>
        <w:ind w:left="2835" w:right="1134" w:hanging="567"/>
        <w:jc w:val="both"/>
      </w:pPr>
      <w:r w:rsidRPr="008338AE">
        <w:t xml:space="preserve">(a) </w:t>
      </w:r>
      <w:r w:rsidRPr="008338AE">
        <w:tab/>
        <w:t xml:space="preserve">A description of the </w:t>
      </w:r>
      <w:r w:rsidR="001D4775" w:rsidRPr="007D3BA3">
        <w:t>vehicle</w:t>
      </w:r>
      <w:r w:rsidR="001D4775">
        <w:t xml:space="preserve"> </w:t>
      </w:r>
      <w:r w:rsidRPr="008338AE">
        <w:t xml:space="preserve">type(s) on which the </w:t>
      </w:r>
      <w:r w:rsidR="00F9455A" w:rsidRPr="007D3BA3">
        <w:rPr>
          <w:szCs w:val="24"/>
        </w:rPr>
        <w:t>NO</w:t>
      </w:r>
      <w:r w:rsidRPr="008338AE">
        <w:t xml:space="preserve">RESS or components are intended to be fitted, with regard to the items referred to in paragraph 2.6 above. The numbers and/or symbols identifying the engine type and the </w:t>
      </w:r>
      <w:r w:rsidR="001D4775" w:rsidRPr="007D3BA3">
        <w:t xml:space="preserve">vehicle </w:t>
      </w:r>
      <w:r w:rsidRPr="007D3BA3">
        <w:t xml:space="preserve">type shall be specified and the </w:t>
      </w:r>
      <w:r w:rsidR="001D4775" w:rsidRPr="007D3BA3">
        <w:t>vehicle</w:t>
      </w:r>
      <w:r w:rsidR="001D4775">
        <w:t xml:space="preserve"> </w:t>
      </w:r>
      <w:r w:rsidRPr="008338AE">
        <w:t>type approval number, if necessary;</w:t>
      </w:r>
    </w:p>
    <w:p w:rsidR="008338AE" w:rsidRPr="008338AE" w:rsidRDefault="008338AE" w:rsidP="008338AE">
      <w:pPr>
        <w:spacing w:after="120"/>
        <w:ind w:left="2835" w:right="1134" w:hanging="567"/>
        <w:jc w:val="both"/>
      </w:pPr>
      <w:r w:rsidRPr="008338AE">
        <w:t xml:space="preserve">(b) </w:t>
      </w:r>
      <w:r w:rsidRPr="008338AE">
        <w:tab/>
        <w:t xml:space="preserve">A description of the complete </w:t>
      </w:r>
      <w:r w:rsidR="00F9455A" w:rsidRPr="007D3BA3">
        <w:rPr>
          <w:szCs w:val="24"/>
        </w:rPr>
        <w:t>NO</w:t>
      </w:r>
      <w:r w:rsidRPr="008338AE">
        <w:t>RESS showing the relative position of each of its components, together with instructions for their assembly;</w:t>
      </w:r>
    </w:p>
    <w:p w:rsidR="008338AE" w:rsidRPr="007D3BA3" w:rsidRDefault="008338AE" w:rsidP="008338AE">
      <w:pPr>
        <w:spacing w:after="120"/>
        <w:ind w:left="2835" w:right="1134" w:hanging="567"/>
        <w:jc w:val="both"/>
      </w:pPr>
      <w:r w:rsidRPr="008338AE">
        <w:t xml:space="preserve">(c) </w:t>
      </w:r>
      <w:r w:rsidRPr="008338AE">
        <w:tab/>
        <w:t xml:space="preserve">Detailed drawings of each </w:t>
      </w:r>
      <w:r w:rsidR="00F9455A" w:rsidRPr="007D3BA3">
        <w:rPr>
          <w:szCs w:val="24"/>
        </w:rPr>
        <w:t>NO</w:t>
      </w:r>
      <w:r w:rsidRPr="007D3BA3">
        <w:t>RESS component to enable it to be easily located and identified, and specification of the materials used. These drawings shall also indicate the location for the mandatory affixing of the approval number.</w:t>
      </w:r>
    </w:p>
    <w:p w:rsidR="008338AE" w:rsidRPr="007D3BA3" w:rsidRDefault="008338AE" w:rsidP="008338AE">
      <w:pPr>
        <w:spacing w:after="120"/>
        <w:ind w:left="2268" w:right="1134" w:hanging="1134"/>
        <w:jc w:val="both"/>
        <w:rPr>
          <w:szCs w:val="24"/>
        </w:rPr>
      </w:pPr>
      <w:r w:rsidRPr="007D3BA3">
        <w:rPr>
          <w:szCs w:val="24"/>
        </w:rPr>
        <w:t xml:space="preserve">3.3. </w:t>
      </w:r>
      <w:r w:rsidRPr="007D3BA3">
        <w:rPr>
          <w:szCs w:val="24"/>
        </w:rPr>
        <w:tab/>
        <w:t xml:space="preserve">At the request of the </w:t>
      </w:r>
      <w:r w:rsidR="00AC4321" w:rsidRPr="007D3BA3">
        <w:rPr>
          <w:szCs w:val="24"/>
        </w:rPr>
        <w:t>T</w:t>
      </w:r>
      <w:r w:rsidRPr="007D3BA3">
        <w:rPr>
          <w:szCs w:val="24"/>
        </w:rPr>
        <w:t xml:space="preserve">echnical </w:t>
      </w:r>
      <w:r w:rsidR="00AC4321" w:rsidRPr="007D3BA3">
        <w:rPr>
          <w:szCs w:val="24"/>
        </w:rPr>
        <w:t>S</w:t>
      </w:r>
      <w:r w:rsidRPr="007D3BA3">
        <w:rPr>
          <w:szCs w:val="24"/>
        </w:rPr>
        <w:t xml:space="preserve">ervice conducting the tests for approval, the manufacturer of the </w:t>
      </w:r>
      <w:r w:rsidR="00B725E4" w:rsidRPr="007D3BA3">
        <w:rPr>
          <w:szCs w:val="24"/>
        </w:rPr>
        <w:t>NO</w:t>
      </w:r>
      <w:r w:rsidRPr="007D3BA3">
        <w:rPr>
          <w:szCs w:val="24"/>
        </w:rPr>
        <w:t>RESS shall submit:</w:t>
      </w:r>
    </w:p>
    <w:p w:rsidR="008338AE" w:rsidRPr="007D3BA3" w:rsidRDefault="008338AE" w:rsidP="008338AE">
      <w:pPr>
        <w:spacing w:after="120"/>
        <w:ind w:left="2835" w:right="1134" w:hanging="567"/>
        <w:jc w:val="both"/>
      </w:pPr>
      <w:r w:rsidRPr="007D3BA3">
        <w:t xml:space="preserve">(a) </w:t>
      </w:r>
      <w:r w:rsidRPr="007D3BA3">
        <w:tab/>
        <w:t xml:space="preserve">Two samples of the </w:t>
      </w:r>
      <w:r w:rsidR="00B725E4" w:rsidRPr="007D3BA3">
        <w:rPr>
          <w:szCs w:val="24"/>
        </w:rPr>
        <w:t>NO</w:t>
      </w:r>
      <w:r w:rsidRPr="007D3BA3">
        <w:t>RESS or its components submitted for approval;</w:t>
      </w:r>
    </w:p>
    <w:p w:rsidR="008338AE" w:rsidRPr="007D3BA3" w:rsidRDefault="008338AE" w:rsidP="008338AE">
      <w:pPr>
        <w:spacing w:after="120"/>
        <w:ind w:left="2837" w:right="1138" w:hanging="562"/>
        <w:jc w:val="both"/>
      </w:pPr>
      <w:r w:rsidRPr="007D3BA3">
        <w:t xml:space="preserve">(b) </w:t>
      </w:r>
      <w:r w:rsidRPr="007D3BA3">
        <w:tab/>
        <w:t xml:space="preserve">A sample of the original exhaust silencing system with which the </w:t>
      </w:r>
      <w:r w:rsidR="001D4775" w:rsidRPr="007D3BA3">
        <w:t xml:space="preserve">vehicle </w:t>
      </w:r>
      <w:r w:rsidRPr="007D3BA3">
        <w:t>was equipped when submitted for type approval;</w:t>
      </w:r>
    </w:p>
    <w:p w:rsidR="008338AE" w:rsidRPr="008338AE" w:rsidRDefault="008338AE" w:rsidP="008338AE">
      <w:pPr>
        <w:spacing w:after="120"/>
        <w:ind w:left="2837" w:right="1138" w:hanging="562"/>
        <w:jc w:val="both"/>
      </w:pPr>
      <w:r w:rsidRPr="007D3BA3">
        <w:t xml:space="preserve">(c) </w:t>
      </w:r>
      <w:r w:rsidRPr="007D3BA3">
        <w:tab/>
        <w:t xml:space="preserve">A test </w:t>
      </w:r>
      <w:r w:rsidR="001D4775" w:rsidRPr="007D3BA3">
        <w:t xml:space="preserve">vehicle </w:t>
      </w:r>
      <w:r w:rsidRPr="007D3BA3">
        <w:t xml:space="preserve">representative of the type to which the </w:t>
      </w:r>
      <w:r w:rsidR="00B725E4" w:rsidRPr="007D3BA3">
        <w:rPr>
          <w:szCs w:val="24"/>
        </w:rPr>
        <w:t>NO</w:t>
      </w:r>
      <w:r w:rsidRPr="007D3BA3">
        <w:t xml:space="preserve">RESS is to be fitted; this </w:t>
      </w:r>
      <w:r w:rsidR="003D7656" w:rsidRPr="007D3BA3">
        <w:t>vehicle</w:t>
      </w:r>
      <w:r w:rsidRPr="007D3BA3">
        <w:t xml:space="preserve">, when measured for </w:t>
      </w:r>
      <w:r w:rsidR="001D4775" w:rsidRPr="007D3BA3">
        <w:t>sound</w:t>
      </w:r>
      <w:r w:rsidR="001D4775" w:rsidRPr="001D4775">
        <w:rPr>
          <w:b/>
        </w:rPr>
        <w:t xml:space="preserve"> </w:t>
      </w:r>
      <w:r w:rsidRPr="008338AE">
        <w:t xml:space="preserve">emission according to the methods described in </w:t>
      </w:r>
      <w:r w:rsidR="001B2480">
        <w:t>A</w:t>
      </w:r>
      <w:r w:rsidR="001B2480" w:rsidRPr="008338AE">
        <w:t xml:space="preserve">nnex </w:t>
      </w:r>
      <w:r w:rsidRPr="008338AE">
        <w:t xml:space="preserve">3 (including all relevant </w:t>
      </w:r>
      <w:r w:rsidRPr="008338AE">
        <w:lastRenderedPageBreak/>
        <w:t>amendments) to Regulation No. 9, Regulation No. 41 or Regulation No. 63 shall satisfy the following conditions:</w:t>
      </w:r>
    </w:p>
    <w:p w:rsidR="008338AE" w:rsidRPr="008338AE" w:rsidRDefault="008338AE" w:rsidP="008338AE">
      <w:pPr>
        <w:spacing w:after="120"/>
        <w:ind w:left="3397" w:right="1138" w:hanging="562"/>
        <w:jc w:val="both"/>
      </w:pPr>
      <w:r w:rsidRPr="008338AE">
        <w:t xml:space="preserve">(i) </w:t>
      </w:r>
      <w:r w:rsidRPr="008338AE">
        <w:tab/>
        <w:t>If the vehicle is of a type for which approval has been issued pursuant to the requirements of each of Regulations Nos. 9, 41 or 63:</w:t>
      </w:r>
    </w:p>
    <w:p w:rsidR="008338AE" w:rsidRPr="007D3BA3" w:rsidRDefault="008338AE" w:rsidP="008338AE">
      <w:pPr>
        <w:spacing w:after="120"/>
        <w:ind w:left="3959" w:right="1138" w:hanging="562"/>
        <w:jc w:val="both"/>
      </w:pPr>
      <w:r w:rsidRPr="008338AE">
        <w:t xml:space="preserve">a. </w:t>
      </w:r>
      <w:r w:rsidRPr="008338AE">
        <w:tab/>
        <w:t xml:space="preserve">The sound level, during the test in motion shall not exceed the limit </w:t>
      </w:r>
      <w:r w:rsidR="001D4775" w:rsidRPr="007D3BA3">
        <w:t xml:space="preserve">specified in the appropriate Regulation </w:t>
      </w:r>
      <w:r w:rsidRPr="007D3BA3">
        <w:t>by more than 1 dB(A);</w:t>
      </w:r>
    </w:p>
    <w:p w:rsidR="008338AE" w:rsidRPr="007D3BA3" w:rsidRDefault="008338AE" w:rsidP="008338AE">
      <w:pPr>
        <w:spacing w:after="120"/>
        <w:ind w:left="3959" w:right="1138" w:hanging="562"/>
        <w:jc w:val="both"/>
      </w:pPr>
      <w:r w:rsidRPr="007D3BA3">
        <w:t xml:space="preserve">b. </w:t>
      </w:r>
      <w:r w:rsidRPr="007D3BA3">
        <w:tab/>
      </w:r>
      <w:r w:rsidRPr="00D80B7A">
        <w:rPr>
          <w:spacing w:val="-2"/>
        </w:rPr>
        <w:t>The sound level during the stationary test shall not exceed by more than 3 dB(A), the level determined during the approval and indicated on the manufacturer's plate.</w:t>
      </w:r>
    </w:p>
    <w:p w:rsidR="008338AE" w:rsidRPr="008338AE" w:rsidRDefault="008338AE" w:rsidP="008338AE">
      <w:pPr>
        <w:spacing w:after="120"/>
        <w:ind w:left="3397" w:right="1138" w:hanging="562"/>
        <w:jc w:val="both"/>
      </w:pPr>
      <w:r w:rsidRPr="007D3BA3">
        <w:t>(ii)</w:t>
      </w:r>
      <w:r w:rsidRPr="007D3BA3">
        <w:tab/>
      </w:r>
      <w:r w:rsidRPr="00D80B7A">
        <w:rPr>
          <w:spacing w:val="-4"/>
        </w:rPr>
        <w:tab/>
        <w:t xml:space="preserve">If the vehicle is not of the type for which approval has been issued pursuant to the requirements of the </w:t>
      </w:r>
      <w:r w:rsidR="00BD2883" w:rsidRPr="00D80B7A">
        <w:rPr>
          <w:spacing w:val="-4"/>
        </w:rPr>
        <w:t xml:space="preserve">appropriate </w:t>
      </w:r>
      <w:r w:rsidRPr="00D80B7A">
        <w:rPr>
          <w:spacing w:val="-4"/>
        </w:rPr>
        <w:t>Regulation, the sound level shall not exceed by more than 1 dB(A) the limit applicable at the time when it was first put on the road.</w:t>
      </w:r>
    </w:p>
    <w:p w:rsidR="008338AE" w:rsidRPr="008338AE" w:rsidRDefault="008338AE" w:rsidP="001A4C6F">
      <w:pPr>
        <w:pStyle w:val="HChG"/>
        <w:ind w:left="2268"/>
        <w:rPr>
          <w:b w:val="0"/>
        </w:rPr>
      </w:pPr>
      <w:r w:rsidRPr="008338AE">
        <w:t>4.</w:t>
      </w:r>
      <w:r w:rsidRPr="008338AE">
        <w:tab/>
      </w:r>
      <w:r w:rsidRPr="008338AE">
        <w:tab/>
        <w:t>Markings</w:t>
      </w:r>
    </w:p>
    <w:p w:rsidR="008338AE" w:rsidRPr="007D3BA3" w:rsidRDefault="008338AE" w:rsidP="008338AE">
      <w:pPr>
        <w:spacing w:after="120"/>
        <w:ind w:left="2268" w:right="1134" w:hanging="1134"/>
        <w:jc w:val="both"/>
      </w:pPr>
      <w:r w:rsidRPr="008338AE">
        <w:t xml:space="preserve">4.1. </w:t>
      </w:r>
      <w:r w:rsidRPr="008338AE">
        <w:tab/>
        <w:t xml:space="preserve">Each component of the </w:t>
      </w:r>
      <w:r w:rsidR="00B725E4" w:rsidRPr="007D3BA3">
        <w:rPr>
          <w:szCs w:val="24"/>
        </w:rPr>
        <w:t>NO</w:t>
      </w:r>
      <w:r w:rsidRPr="007D3BA3">
        <w:t>RESS, excluding pipes and fitting accessories, shall bear:</w:t>
      </w:r>
    </w:p>
    <w:p w:rsidR="008338AE" w:rsidRPr="007D3BA3" w:rsidRDefault="008338AE" w:rsidP="008338AE">
      <w:pPr>
        <w:spacing w:after="120"/>
        <w:ind w:left="2835" w:right="1134" w:hanging="567"/>
        <w:jc w:val="both"/>
      </w:pPr>
      <w:r w:rsidRPr="007D3BA3">
        <w:t>(a)</w:t>
      </w:r>
      <w:r w:rsidRPr="007D3BA3">
        <w:tab/>
        <w:t xml:space="preserve">The trade name or mark of the manufacturer of the </w:t>
      </w:r>
      <w:r w:rsidR="00B725E4" w:rsidRPr="007D3BA3">
        <w:rPr>
          <w:szCs w:val="24"/>
        </w:rPr>
        <w:t>NO</w:t>
      </w:r>
      <w:r w:rsidRPr="007D3BA3">
        <w:t>RESS of its components;</w:t>
      </w:r>
    </w:p>
    <w:p w:rsidR="008338AE" w:rsidRPr="007D3BA3" w:rsidRDefault="008338AE" w:rsidP="008338AE">
      <w:pPr>
        <w:spacing w:after="120"/>
        <w:ind w:left="2835" w:right="1134" w:hanging="567"/>
        <w:jc w:val="both"/>
      </w:pPr>
      <w:r w:rsidRPr="007D3BA3">
        <w:t>(b)</w:t>
      </w:r>
      <w:r w:rsidRPr="007D3BA3">
        <w:tab/>
        <w:t xml:space="preserve">The commercial designation given by the manufacturer. </w:t>
      </w:r>
    </w:p>
    <w:p w:rsidR="008338AE" w:rsidRPr="007D3BA3" w:rsidRDefault="008338AE" w:rsidP="008338AE">
      <w:pPr>
        <w:spacing w:after="120"/>
        <w:ind w:left="2268" w:right="1134" w:hanging="1134"/>
        <w:jc w:val="both"/>
      </w:pPr>
      <w:r w:rsidRPr="007D3BA3">
        <w:t xml:space="preserve">4.2. </w:t>
      </w:r>
      <w:r w:rsidRPr="007D3BA3">
        <w:tab/>
        <w:t xml:space="preserve">These markings shall be clearly legible and indelible and also visible in the position at which the </w:t>
      </w:r>
      <w:r w:rsidR="00B725E4" w:rsidRPr="007D3BA3">
        <w:rPr>
          <w:szCs w:val="24"/>
        </w:rPr>
        <w:t>NO</w:t>
      </w:r>
      <w:r w:rsidRPr="007D3BA3">
        <w:t>RESS is fitted.</w:t>
      </w:r>
    </w:p>
    <w:p w:rsidR="008338AE" w:rsidRPr="008338AE" w:rsidRDefault="008338AE" w:rsidP="008338AE">
      <w:pPr>
        <w:spacing w:after="120"/>
        <w:ind w:left="2268" w:right="1134" w:hanging="1134"/>
        <w:jc w:val="both"/>
      </w:pPr>
      <w:r w:rsidRPr="007D3BA3">
        <w:t xml:space="preserve">4.3. </w:t>
      </w:r>
      <w:r w:rsidRPr="007D3BA3">
        <w:tab/>
        <w:t xml:space="preserve">The </w:t>
      </w:r>
      <w:r w:rsidR="00B725E4" w:rsidRPr="007D3BA3">
        <w:rPr>
          <w:szCs w:val="24"/>
        </w:rPr>
        <w:t>NO</w:t>
      </w:r>
      <w:r w:rsidRPr="007D3BA3">
        <w:t xml:space="preserve">RESS shall be labelled by its manufacturer; indicating the type(s) of </w:t>
      </w:r>
      <w:r w:rsidR="003D7656" w:rsidRPr="007D3BA3">
        <w:t>vehicle</w:t>
      </w:r>
      <w:r w:rsidRPr="007D3BA3">
        <w:t xml:space="preserve">(s) </w:t>
      </w:r>
      <w:r w:rsidRPr="008338AE">
        <w:t>for which it has been granted the approval.</w:t>
      </w:r>
    </w:p>
    <w:p w:rsidR="008338AE" w:rsidRPr="008338AE" w:rsidRDefault="008338AE" w:rsidP="008338AE">
      <w:pPr>
        <w:spacing w:after="120"/>
        <w:ind w:left="2268" w:right="1134" w:hanging="1134"/>
        <w:jc w:val="both"/>
      </w:pPr>
      <w:r w:rsidRPr="008338AE">
        <w:t xml:space="preserve">4.4. </w:t>
      </w:r>
      <w:r w:rsidRPr="008338AE">
        <w:tab/>
        <w:t>A component may carry several approval numbers if it has been approved as a component of several replacement exhaust systems.</w:t>
      </w:r>
    </w:p>
    <w:p w:rsidR="008338AE" w:rsidRPr="008338AE" w:rsidRDefault="008338AE" w:rsidP="008338AE">
      <w:pPr>
        <w:spacing w:after="120"/>
        <w:ind w:left="2268" w:right="1134" w:hanging="1134"/>
        <w:jc w:val="both"/>
      </w:pPr>
      <w:r w:rsidRPr="008338AE">
        <w:t xml:space="preserve">4.5. </w:t>
      </w:r>
      <w:r w:rsidRPr="008338AE">
        <w:tab/>
        <w:t>The replacement exhaust system shall be supplied in a packaging or carry a label both providing the following particulars:</w:t>
      </w:r>
    </w:p>
    <w:p w:rsidR="008338AE" w:rsidRPr="008338AE" w:rsidRDefault="008338AE" w:rsidP="008338AE">
      <w:pPr>
        <w:spacing w:after="120"/>
        <w:ind w:left="2835" w:right="1134" w:hanging="567"/>
        <w:jc w:val="both"/>
      </w:pPr>
      <w:r w:rsidRPr="008338AE">
        <w:t xml:space="preserve">(a) </w:t>
      </w:r>
      <w:r w:rsidRPr="008338AE">
        <w:tab/>
        <w:t>The trade name or mark of the manufacturer of the replacement silencing system and its components,</w:t>
      </w:r>
    </w:p>
    <w:p w:rsidR="008338AE" w:rsidRPr="008338AE" w:rsidRDefault="008338AE" w:rsidP="008338AE">
      <w:pPr>
        <w:spacing w:after="120"/>
        <w:ind w:left="2835" w:right="1134" w:hanging="567"/>
        <w:jc w:val="both"/>
      </w:pPr>
      <w:r w:rsidRPr="008338AE">
        <w:t xml:space="preserve">(b) </w:t>
      </w:r>
      <w:r w:rsidRPr="008338AE">
        <w:tab/>
        <w:t>The address of the manufacturer or his representative,</w:t>
      </w:r>
    </w:p>
    <w:p w:rsidR="008338AE" w:rsidRPr="008338AE" w:rsidRDefault="008338AE" w:rsidP="008338AE">
      <w:pPr>
        <w:spacing w:after="120"/>
        <w:ind w:left="2835" w:right="1134" w:hanging="567"/>
        <w:jc w:val="both"/>
      </w:pPr>
      <w:r w:rsidRPr="008338AE">
        <w:t xml:space="preserve">(c) </w:t>
      </w:r>
      <w:r w:rsidRPr="008338AE">
        <w:tab/>
        <w:t>A list of vehicle models for which the replacement silencing system is intended.</w:t>
      </w:r>
    </w:p>
    <w:p w:rsidR="008338AE" w:rsidRPr="008338AE" w:rsidRDefault="008338AE" w:rsidP="008338AE">
      <w:pPr>
        <w:spacing w:after="120"/>
        <w:ind w:left="2268" w:right="1134" w:hanging="1134"/>
        <w:jc w:val="both"/>
      </w:pPr>
      <w:r w:rsidRPr="008338AE">
        <w:t>4.6.</w:t>
      </w:r>
      <w:r w:rsidRPr="008338AE">
        <w:tab/>
        <w:t>The manufacturer shall provide:</w:t>
      </w:r>
    </w:p>
    <w:p w:rsidR="008338AE" w:rsidRPr="008338AE" w:rsidRDefault="008338AE" w:rsidP="008338AE">
      <w:pPr>
        <w:spacing w:after="120"/>
        <w:ind w:left="2835" w:right="1134" w:hanging="567"/>
        <w:jc w:val="both"/>
      </w:pPr>
      <w:r w:rsidRPr="008338AE">
        <w:t xml:space="preserve">(a) </w:t>
      </w:r>
      <w:r w:rsidRPr="008338AE">
        <w:tab/>
        <w:t>Instructions explaining in detail the correct method of mounting on the vehicle,</w:t>
      </w:r>
    </w:p>
    <w:p w:rsidR="008338AE" w:rsidRPr="008338AE" w:rsidRDefault="008338AE" w:rsidP="008338AE">
      <w:pPr>
        <w:spacing w:after="120"/>
        <w:ind w:left="2835" w:right="1134" w:hanging="567"/>
        <w:jc w:val="both"/>
      </w:pPr>
      <w:r w:rsidRPr="008338AE">
        <w:t xml:space="preserve">(b) </w:t>
      </w:r>
      <w:r w:rsidRPr="008338AE">
        <w:tab/>
        <w:t>Instructions for handling the silencing system,</w:t>
      </w:r>
    </w:p>
    <w:p w:rsidR="008338AE" w:rsidRPr="008338AE" w:rsidRDefault="008338AE" w:rsidP="008338AE">
      <w:pPr>
        <w:spacing w:after="120"/>
        <w:ind w:left="2835" w:right="1134" w:hanging="567"/>
        <w:jc w:val="both"/>
      </w:pPr>
      <w:r w:rsidRPr="008338AE">
        <w:t xml:space="preserve">(c) </w:t>
      </w:r>
      <w:r w:rsidRPr="008338AE">
        <w:tab/>
        <w:t>A list of components with the numbers of the corresponding parts, excluding retainers.</w:t>
      </w:r>
    </w:p>
    <w:p w:rsidR="008338AE" w:rsidRPr="008338AE" w:rsidRDefault="008338AE" w:rsidP="008338AE">
      <w:pPr>
        <w:spacing w:after="120"/>
        <w:ind w:left="1134" w:right="1134"/>
        <w:jc w:val="both"/>
      </w:pPr>
      <w:r w:rsidRPr="008338AE">
        <w:t>4.7.</w:t>
      </w:r>
      <w:r w:rsidRPr="008338AE">
        <w:tab/>
      </w:r>
      <w:r w:rsidRPr="008338AE">
        <w:tab/>
        <w:t>The approval mark.</w:t>
      </w:r>
    </w:p>
    <w:p w:rsidR="008338AE" w:rsidRPr="008338AE" w:rsidRDefault="008338AE" w:rsidP="001A4C6F">
      <w:pPr>
        <w:pStyle w:val="HChG"/>
        <w:ind w:left="2268"/>
        <w:rPr>
          <w:b w:val="0"/>
        </w:rPr>
      </w:pPr>
      <w:r w:rsidRPr="008338AE">
        <w:lastRenderedPageBreak/>
        <w:t>5.</w:t>
      </w:r>
      <w:r w:rsidRPr="008338AE">
        <w:tab/>
      </w:r>
      <w:r w:rsidRPr="008338AE">
        <w:tab/>
        <w:t>Approval</w:t>
      </w:r>
    </w:p>
    <w:p w:rsidR="008338AE" w:rsidRPr="007D3BA3" w:rsidRDefault="008338AE" w:rsidP="008338AE">
      <w:pPr>
        <w:spacing w:after="120"/>
        <w:ind w:left="2268" w:right="1134" w:hanging="1134"/>
        <w:jc w:val="both"/>
      </w:pPr>
      <w:r w:rsidRPr="008338AE">
        <w:t>5.1.</w:t>
      </w:r>
      <w:r w:rsidRPr="008040B4">
        <w:tab/>
        <w:t xml:space="preserve">If the </w:t>
      </w:r>
      <w:r w:rsidR="00B725E4" w:rsidRPr="007D3BA3">
        <w:rPr>
          <w:szCs w:val="24"/>
        </w:rPr>
        <w:t>NO</w:t>
      </w:r>
      <w:r w:rsidRPr="007D3BA3">
        <w:t>RESS or component thereof submitted for approval under this Regulation meets the requirements of paragraph 6</w:t>
      </w:r>
      <w:r w:rsidR="001B2480" w:rsidRPr="007D3BA3">
        <w:t>.</w:t>
      </w:r>
      <w:r w:rsidRPr="007D3BA3">
        <w:t xml:space="preserve"> below, approval for that type shall be granted.</w:t>
      </w:r>
    </w:p>
    <w:p w:rsidR="008338AE" w:rsidRPr="007D3BA3" w:rsidRDefault="008338AE" w:rsidP="008338AE">
      <w:pPr>
        <w:spacing w:after="120"/>
        <w:ind w:left="2268" w:right="1134" w:hanging="1134"/>
        <w:jc w:val="both"/>
      </w:pPr>
      <w:r w:rsidRPr="007D3BA3">
        <w:t xml:space="preserve">5.2. </w:t>
      </w:r>
      <w:r w:rsidRPr="007D3BA3">
        <w:tab/>
        <w:t xml:space="preserve">An approval number shall be assigned to each </w:t>
      </w:r>
      <w:r w:rsidR="00B725E4" w:rsidRPr="007D3BA3">
        <w:rPr>
          <w:szCs w:val="24"/>
        </w:rPr>
        <w:t>NO</w:t>
      </w:r>
      <w:r w:rsidRPr="007D3BA3">
        <w:t>RESS type approved. Its first two digits (at prese</w:t>
      </w:r>
      <w:r w:rsidR="001B2480" w:rsidRPr="007D3BA3">
        <w:t>n</w:t>
      </w:r>
      <w:r w:rsidRPr="007D3BA3">
        <w:t xml:space="preserve">t 01 corresponding to the 01 series of amendments to the Regulation) shall indicate the series of amendments incorporating the most recent major technical amendments made to the Regulation at the time of issue of the approval. The same Contracting Party may not assign the same number to another type of </w:t>
      </w:r>
      <w:r w:rsidR="00B725E4" w:rsidRPr="007D3BA3">
        <w:rPr>
          <w:szCs w:val="24"/>
        </w:rPr>
        <w:t>NO</w:t>
      </w:r>
      <w:r w:rsidRPr="007D3BA3">
        <w:t xml:space="preserve">RESS or component designed for, the same type(s) of </w:t>
      </w:r>
      <w:r w:rsidR="003D7656" w:rsidRPr="007D3BA3">
        <w:t>vehicle</w:t>
      </w:r>
      <w:r w:rsidRPr="007D3BA3">
        <w:t>.</w:t>
      </w:r>
    </w:p>
    <w:p w:rsidR="008338AE" w:rsidRPr="007D3BA3" w:rsidRDefault="008338AE" w:rsidP="008338AE">
      <w:pPr>
        <w:spacing w:after="120"/>
        <w:ind w:left="2268" w:right="1134" w:hanging="1134"/>
        <w:jc w:val="both"/>
      </w:pPr>
      <w:r w:rsidRPr="007D3BA3">
        <w:t xml:space="preserve">5.3. </w:t>
      </w:r>
      <w:r w:rsidRPr="007D3BA3">
        <w:tab/>
        <w:t xml:space="preserve">Notice of approval or extension or refusal of approval of a </w:t>
      </w:r>
      <w:r w:rsidR="00B725E4" w:rsidRPr="007D3BA3">
        <w:rPr>
          <w:szCs w:val="24"/>
        </w:rPr>
        <w:t>NO</w:t>
      </w:r>
      <w:r w:rsidRPr="007D3BA3">
        <w:t>RESS or component thereof under this Regulation shall be communicated to the Parties to the Agreement which apply this Regulation, by means of a form conforming to the model in Annex 1 to this Regulation.</w:t>
      </w:r>
    </w:p>
    <w:p w:rsidR="008338AE" w:rsidRPr="007D3BA3" w:rsidRDefault="008338AE" w:rsidP="008338AE">
      <w:pPr>
        <w:spacing w:after="120"/>
        <w:ind w:left="2268" w:right="1134" w:hanging="1134"/>
        <w:jc w:val="both"/>
      </w:pPr>
      <w:r w:rsidRPr="007D3BA3">
        <w:t xml:space="preserve">5.4. </w:t>
      </w:r>
      <w:r w:rsidRPr="007D3BA3">
        <w:tab/>
        <w:t xml:space="preserve">There shall be affixed to every </w:t>
      </w:r>
      <w:r w:rsidR="00F15D08" w:rsidRPr="007D3BA3">
        <w:rPr>
          <w:szCs w:val="24"/>
        </w:rPr>
        <w:t>NO</w:t>
      </w:r>
      <w:r w:rsidRPr="007D3BA3">
        <w:t>RESS and component thereof conforming to a type approved under this Regulation an international approval mark consisting of:</w:t>
      </w:r>
    </w:p>
    <w:p w:rsidR="008338AE" w:rsidRPr="007D3BA3" w:rsidRDefault="008338AE" w:rsidP="008338AE">
      <w:pPr>
        <w:spacing w:after="120"/>
        <w:ind w:left="2835" w:right="1134" w:hanging="567"/>
        <w:jc w:val="both"/>
      </w:pPr>
      <w:r w:rsidRPr="007D3BA3">
        <w:t xml:space="preserve">(a) </w:t>
      </w:r>
      <w:r w:rsidRPr="007D3BA3">
        <w:tab/>
        <w:t>A circle surrounding the letter "E" followed by the distinguishing number of the cou</w:t>
      </w:r>
      <w:r w:rsidR="00A648E2">
        <w:t>ntry which has granted approval;</w:t>
      </w:r>
      <w:r w:rsidRPr="007D3BA3">
        <w:rPr>
          <w:sz w:val="18"/>
          <w:vertAlign w:val="superscript"/>
        </w:rPr>
        <w:footnoteReference w:id="7"/>
      </w:r>
    </w:p>
    <w:p w:rsidR="008338AE" w:rsidRPr="007D3BA3" w:rsidRDefault="008338AE" w:rsidP="008338AE">
      <w:pPr>
        <w:spacing w:after="120"/>
        <w:ind w:left="2835" w:right="1134" w:hanging="567"/>
        <w:jc w:val="both"/>
      </w:pPr>
      <w:r w:rsidRPr="007D3BA3">
        <w:t xml:space="preserve">(b) </w:t>
      </w:r>
      <w:r w:rsidRPr="007D3BA3">
        <w:tab/>
        <w:t>The number of this Regulation, followed by the letter "R", a dash and the approval number to the right of the circle prescribed in (a) above;</w:t>
      </w:r>
    </w:p>
    <w:p w:rsidR="008338AE" w:rsidRPr="007D3BA3" w:rsidRDefault="008338AE" w:rsidP="008338AE">
      <w:pPr>
        <w:spacing w:after="120"/>
        <w:ind w:left="2835" w:right="1134" w:hanging="567"/>
        <w:jc w:val="both"/>
      </w:pPr>
      <w:r w:rsidRPr="007D3BA3">
        <w:t xml:space="preserve">(c) </w:t>
      </w:r>
      <w:r w:rsidRPr="007D3BA3">
        <w:tab/>
        <w:t>The approval number shall be indicated in the approval form, together with the method used for the approval tests.</w:t>
      </w:r>
    </w:p>
    <w:p w:rsidR="008338AE" w:rsidRPr="007D3BA3" w:rsidRDefault="008338AE" w:rsidP="008338AE">
      <w:pPr>
        <w:spacing w:after="120"/>
        <w:ind w:left="2268" w:right="1134" w:hanging="1134"/>
        <w:jc w:val="both"/>
      </w:pPr>
      <w:r w:rsidRPr="007D3BA3">
        <w:t xml:space="preserve">5.5. </w:t>
      </w:r>
      <w:r w:rsidRPr="007D3BA3">
        <w:tab/>
        <w:t xml:space="preserve">The approval mark shall be easily legible when the </w:t>
      </w:r>
      <w:r w:rsidR="00F15D08" w:rsidRPr="007D3BA3">
        <w:rPr>
          <w:szCs w:val="24"/>
        </w:rPr>
        <w:t>NO</w:t>
      </w:r>
      <w:r w:rsidRPr="007D3BA3">
        <w:t>RESS is fitted to the vehicle, and shall be indelible.</w:t>
      </w:r>
    </w:p>
    <w:p w:rsidR="008338AE" w:rsidRPr="008040B4" w:rsidRDefault="008338AE" w:rsidP="008338AE">
      <w:pPr>
        <w:spacing w:after="120"/>
        <w:ind w:left="2268" w:right="1134" w:hanging="1134"/>
        <w:jc w:val="both"/>
      </w:pPr>
      <w:r w:rsidRPr="007D3BA3">
        <w:t xml:space="preserve">5.6. </w:t>
      </w:r>
      <w:r w:rsidRPr="007D3BA3">
        <w:tab/>
        <w:t xml:space="preserve">A component may be marked with more than one approval number if it has been approved as a part of more than one </w:t>
      </w:r>
      <w:r w:rsidR="00F15D08" w:rsidRPr="007D3BA3">
        <w:rPr>
          <w:szCs w:val="24"/>
        </w:rPr>
        <w:t>NO</w:t>
      </w:r>
      <w:r w:rsidRPr="007D3BA3">
        <w:t>RESS</w:t>
      </w:r>
      <w:r w:rsidRPr="008040B4">
        <w:t xml:space="preserve">; in this case the circle need not </w:t>
      </w:r>
      <w:r w:rsidR="001B2480">
        <w:t xml:space="preserve">to </w:t>
      </w:r>
      <w:r w:rsidRPr="008040B4">
        <w:t>be repeated. Annex 2 to this Regulation gives an example of the approval mark.</w:t>
      </w:r>
    </w:p>
    <w:p w:rsidR="008338AE" w:rsidRPr="008338AE" w:rsidRDefault="008338AE" w:rsidP="001A4C6F">
      <w:pPr>
        <w:pStyle w:val="HChG"/>
        <w:ind w:left="2268"/>
        <w:rPr>
          <w:b w:val="0"/>
        </w:rPr>
      </w:pPr>
      <w:r w:rsidRPr="008338AE">
        <w:t>6.</w:t>
      </w:r>
      <w:r w:rsidRPr="008338AE">
        <w:tab/>
        <w:t>Specifications</w:t>
      </w:r>
    </w:p>
    <w:p w:rsidR="008338AE" w:rsidRPr="008040B4" w:rsidRDefault="008338AE" w:rsidP="008338AE">
      <w:pPr>
        <w:spacing w:after="120"/>
        <w:ind w:left="2268" w:right="1134" w:hanging="1134"/>
        <w:jc w:val="both"/>
      </w:pPr>
      <w:r w:rsidRPr="008338AE">
        <w:t>6.1.</w:t>
      </w:r>
      <w:r w:rsidRPr="008338AE">
        <w:tab/>
      </w:r>
      <w:r w:rsidRPr="008040B4">
        <w:t>General specifications</w:t>
      </w:r>
    </w:p>
    <w:p w:rsidR="008338AE" w:rsidRPr="008040B4" w:rsidRDefault="008338AE" w:rsidP="008338AE">
      <w:pPr>
        <w:spacing w:after="120"/>
        <w:ind w:left="2268" w:right="1134" w:hanging="1134"/>
        <w:jc w:val="both"/>
      </w:pPr>
      <w:r w:rsidRPr="008040B4">
        <w:tab/>
        <w:t xml:space="preserve">The silencer </w:t>
      </w:r>
      <w:r w:rsidR="0002313B">
        <w:t>shall</w:t>
      </w:r>
      <w:r w:rsidR="0002313B" w:rsidRPr="008040B4">
        <w:t xml:space="preserve"> </w:t>
      </w:r>
      <w:r w:rsidRPr="008040B4">
        <w:t>be designed, constructed and capable of being mounted so that:</w:t>
      </w:r>
    </w:p>
    <w:p w:rsidR="008338AE" w:rsidRPr="008040B4" w:rsidRDefault="008338AE" w:rsidP="008338AE">
      <w:pPr>
        <w:spacing w:after="120"/>
        <w:ind w:left="2835" w:right="1134" w:hanging="567"/>
        <w:jc w:val="both"/>
      </w:pPr>
      <w:r w:rsidRPr="008040B4">
        <w:t xml:space="preserve">(a) </w:t>
      </w:r>
      <w:r w:rsidRPr="008040B4">
        <w:tab/>
        <w:t xml:space="preserve">The </w:t>
      </w:r>
      <w:r w:rsidR="00BD2883" w:rsidRPr="007D3BA3">
        <w:t>vehicle</w:t>
      </w:r>
      <w:r w:rsidR="00BD2883">
        <w:t xml:space="preserve"> </w:t>
      </w:r>
      <w:r w:rsidRPr="008040B4">
        <w:t>complies with the requirements of this Regulation under normal conditions of use, and in particular regardless of any vibrations to which it may be subjected</w:t>
      </w:r>
      <w:r w:rsidR="001B2480">
        <w:t>;</w:t>
      </w:r>
    </w:p>
    <w:p w:rsidR="008338AE" w:rsidRPr="008040B4" w:rsidRDefault="008338AE" w:rsidP="008338AE">
      <w:pPr>
        <w:spacing w:after="120"/>
        <w:ind w:left="2835" w:right="1134" w:hanging="567"/>
        <w:jc w:val="both"/>
      </w:pPr>
      <w:r w:rsidRPr="008040B4">
        <w:lastRenderedPageBreak/>
        <w:t xml:space="preserve">(b) </w:t>
      </w:r>
      <w:r w:rsidRPr="008040B4">
        <w:tab/>
        <w:t>It displays reasonable resistance to the corrosion phenomena to which it is exposed, with due regard to the normal conditions of use of the</w:t>
      </w:r>
      <w:r w:rsidR="007B54B7">
        <w:t xml:space="preserve"> </w:t>
      </w:r>
      <w:r w:rsidR="003D7656" w:rsidRPr="007B54B7">
        <w:t>vehicle</w:t>
      </w:r>
      <w:r w:rsidR="001B2480">
        <w:t>;</w:t>
      </w:r>
    </w:p>
    <w:p w:rsidR="008338AE" w:rsidRPr="008040B4" w:rsidRDefault="008338AE" w:rsidP="008338AE">
      <w:pPr>
        <w:spacing w:after="120"/>
        <w:ind w:left="2835" w:right="1134" w:hanging="567"/>
        <w:jc w:val="both"/>
      </w:pPr>
      <w:r w:rsidRPr="008040B4">
        <w:t xml:space="preserve">(c) </w:t>
      </w:r>
      <w:r w:rsidRPr="008040B4">
        <w:tab/>
        <w:t>The ground clearance provided by the silencer originally fitted, and the possible inclined position of the</w:t>
      </w:r>
      <w:r w:rsidR="007B54B7">
        <w:t xml:space="preserve"> </w:t>
      </w:r>
      <w:r w:rsidR="003D7656" w:rsidRPr="007B54B7">
        <w:t>vehicle</w:t>
      </w:r>
      <w:r w:rsidRPr="008040B4">
        <w:t>, are not reduced</w:t>
      </w:r>
      <w:r w:rsidR="001B2480">
        <w:t>;</w:t>
      </w:r>
    </w:p>
    <w:p w:rsidR="008338AE" w:rsidRPr="008040B4" w:rsidRDefault="008338AE" w:rsidP="008338AE">
      <w:pPr>
        <w:spacing w:after="120"/>
        <w:ind w:left="2835" w:right="1134" w:hanging="567"/>
        <w:jc w:val="both"/>
      </w:pPr>
      <w:r w:rsidRPr="008040B4">
        <w:t xml:space="preserve">(d) </w:t>
      </w:r>
      <w:r w:rsidRPr="008040B4">
        <w:tab/>
        <w:t>Unduly high temperatures do not exist at the surface</w:t>
      </w:r>
      <w:r w:rsidR="001B2480">
        <w:t>;</w:t>
      </w:r>
    </w:p>
    <w:p w:rsidR="008338AE" w:rsidRPr="008040B4" w:rsidRDefault="008338AE" w:rsidP="008338AE">
      <w:pPr>
        <w:spacing w:after="120"/>
        <w:ind w:left="2835" w:right="1134" w:hanging="567"/>
        <w:jc w:val="both"/>
      </w:pPr>
      <w:r w:rsidRPr="008040B4">
        <w:t xml:space="preserve">(e) </w:t>
      </w:r>
      <w:r w:rsidRPr="008040B4">
        <w:tab/>
        <w:t>Its edges are not sharp or jagged and there is sufficient space for shock absorbers and springs</w:t>
      </w:r>
      <w:r w:rsidR="001B2480">
        <w:t>;</w:t>
      </w:r>
    </w:p>
    <w:p w:rsidR="008338AE" w:rsidRPr="008040B4" w:rsidRDefault="008338AE" w:rsidP="008338AE">
      <w:pPr>
        <w:spacing w:after="120"/>
        <w:ind w:left="2835" w:right="1134" w:hanging="567"/>
        <w:jc w:val="both"/>
      </w:pPr>
      <w:r w:rsidRPr="008040B4">
        <w:t xml:space="preserve">(f) </w:t>
      </w:r>
      <w:r w:rsidRPr="008040B4">
        <w:tab/>
        <w:t>Adequate clearance of spring parts is provided</w:t>
      </w:r>
      <w:r w:rsidR="001B2480">
        <w:t>;</w:t>
      </w:r>
    </w:p>
    <w:p w:rsidR="008338AE" w:rsidRPr="008040B4" w:rsidRDefault="008338AE" w:rsidP="008338AE">
      <w:pPr>
        <w:spacing w:after="120"/>
        <w:ind w:left="2835" w:right="1134" w:hanging="567"/>
        <w:jc w:val="both"/>
      </w:pPr>
      <w:r w:rsidRPr="008040B4">
        <w:t xml:space="preserve">(g) </w:t>
      </w:r>
      <w:r w:rsidRPr="008040B4">
        <w:tab/>
        <w:t>Adequate safety clearance of pipes is provided</w:t>
      </w:r>
      <w:r w:rsidR="001B2480">
        <w:t>;</w:t>
      </w:r>
    </w:p>
    <w:p w:rsidR="008338AE" w:rsidRPr="008040B4" w:rsidRDefault="008338AE" w:rsidP="008338AE">
      <w:pPr>
        <w:spacing w:after="120"/>
        <w:ind w:left="2835" w:right="1134" w:hanging="567"/>
        <w:jc w:val="both"/>
      </w:pPr>
      <w:r w:rsidRPr="008040B4">
        <w:t xml:space="preserve">(h) </w:t>
      </w:r>
      <w:r w:rsidRPr="008040B4">
        <w:tab/>
        <w:t>It is tamper-resistant in a way that is compatible with clearly-defined maintenance and installation requirements</w:t>
      </w:r>
      <w:r w:rsidR="001B2480">
        <w:t>;</w:t>
      </w:r>
    </w:p>
    <w:p w:rsidR="008338AE" w:rsidRPr="008040B4" w:rsidRDefault="008338AE" w:rsidP="008338AE">
      <w:pPr>
        <w:spacing w:after="120"/>
        <w:ind w:left="1701" w:right="1134" w:hanging="567"/>
        <w:jc w:val="both"/>
      </w:pPr>
      <w:r w:rsidRPr="008040B4">
        <w:rPr>
          <w:color w:val="000000"/>
        </w:rPr>
        <w:t>6.2.</w:t>
      </w:r>
      <w:r w:rsidRPr="008040B4">
        <w:rPr>
          <w:color w:val="000000"/>
        </w:rPr>
        <w:tab/>
      </w:r>
      <w:r w:rsidRPr="008040B4">
        <w:rPr>
          <w:color w:val="000000"/>
        </w:rPr>
        <w:tab/>
      </w:r>
      <w:r w:rsidRPr="008040B4">
        <w:rPr>
          <w:bCs/>
        </w:rPr>
        <w:t>Specifications regarding sound levels</w:t>
      </w:r>
    </w:p>
    <w:p w:rsidR="008338AE" w:rsidRPr="007B54B7" w:rsidRDefault="008338AE" w:rsidP="00A648E2">
      <w:pPr>
        <w:spacing w:after="120"/>
        <w:ind w:left="2268" w:right="1134"/>
        <w:jc w:val="both"/>
      </w:pPr>
      <w:r w:rsidRPr="008040B4">
        <w:tab/>
        <w:t xml:space="preserve">The acoustic efficiency of the </w:t>
      </w:r>
      <w:r w:rsidR="00F15D08" w:rsidRPr="007B54B7">
        <w:rPr>
          <w:szCs w:val="24"/>
        </w:rPr>
        <w:t>NO</w:t>
      </w:r>
      <w:r w:rsidRPr="007B54B7">
        <w:t xml:space="preserve">RESS or components thereof shall be verified by means of the methods described in Regulation Nos. 9, 41 or 63. </w:t>
      </w:r>
      <w:r w:rsidRPr="007B54B7">
        <w:rPr>
          <w:bCs/>
        </w:rPr>
        <w:t>In particular, for the application of this paragraph reference shall be made</w:t>
      </w:r>
      <w:r w:rsidRPr="007B54B7">
        <w:t xml:space="preserve"> </w:t>
      </w:r>
      <w:r w:rsidRPr="007B54B7">
        <w:rPr>
          <w:bCs/>
        </w:rPr>
        <w:t>to the series of amendments to Regulation No. 92</w:t>
      </w:r>
      <w:r w:rsidRPr="007B54B7">
        <w:t xml:space="preserve"> </w:t>
      </w:r>
      <w:r w:rsidRPr="007B54B7">
        <w:rPr>
          <w:bCs/>
        </w:rPr>
        <w:t xml:space="preserve">which was in force at the time of type approval of the new vehicle. </w:t>
      </w:r>
      <w:r w:rsidRPr="007B54B7">
        <w:t xml:space="preserve">When the </w:t>
      </w:r>
      <w:r w:rsidR="00F15D08" w:rsidRPr="007B54B7">
        <w:rPr>
          <w:szCs w:val="24"/>
        </w:rPr>
        <w:t>NO</w:t>
      </w:r>
      <w:r w:rsidRPr="007B54B7">
        <w:t xml:space="preserve">RESS or its components is fitted to the vehicle described in </w:t>
      </w:r>
      <w:r w:rsidR="00713065" w:rsidRPr="007B54B7">
        <w:t>paragraph </w:t>
      </w:r>
      <w:r w:rsidRPr="007B54B7">
        <w:rPr>
          <w:bCs/>
        </w:rPr>
        <w:t>3.3.</w:t>
      </w:r>
      <w:r w:rsidR="00C404FC" w:rsidRPr="007B54B7">
        <w:rPr>
          <w:bCs/>
        </w:rPr>
        <w:t xml:space="preserve"> </w:t>
      </w:r>
      <w:r w:rsidRPr="007B54B7">
        <w:rPr>
          <w:bCs/>
        </w:rPr>
        <w:t>(c)</w:t>
      </w:r>
      <w:r w:rsidRPr="007B54B7">
        <w:t>, the sound level values obtained using the two methods (stationary and vehicle</w:t>
      </w:r>
      <w:r w:rsidR="00BD2883" w:rsidRPr="007B54B7">
        <w:t xml:space="preserve"> in motion</w:t>
      </w:r>
      <w:r w:rsidRPr="007B54B7">
        <w:t>) shall satisfy the following condition:</w:t>
      </w:r>
    </w:p>
    <w:p w:rsidR="008338AE" w:rsidRPr="007B54B7" w:rsidRDefault="008338AE" w:rsidP="00A648E2">
      <w:pPr>
        <w:spacing w:after="120"/>
        <w:ind w:left="2268" w:right="1134"/>
        <w:jc w:val="both"/>
      </w:pPr>
      <w:r w:rsidRPr="007B54B7">
        <w:tab/>
        <w:t xml:space="preserve">They shall not exceed the values measured in conformity with the requirements of paragraph </w:t>
      </w:r>
      <w:r w:rsidRPr="007B54B7">
        <w:rPr>
          <w:bCs/>
        </w:rPr>
        <w:t>3.3.</w:t>
      </w:r>
      <w:r w:rsidR="007B54B7">
        <w:rPr>
          <w:bCs/>
        </w:rPr>
        <w:t xml:space="preserve"> </w:t>
      </w:r>
      <w:r w:rsidRPr="007B54B7">
        <w:rPr>
          <w:bCs/>
        </w:rPr>
        <w:t>(c)</w:t>
      </w:r>
      <w:r w:rsidRPr="007B54B7">
        <w:t xml:space="preserve">, for the same vehicle when fitted with the original silencing system during the test </w:t>
      </w:r>
      <w:r w:rsidR="00BD2883" w:rsidRPr="007B54B7">
        <w:t xml:space="preserve">with the vehicle in motion and </w:t>
      </w:r>
      <w:r w:rsidRPr="007B54B7">
        <w:t>the stationary test.</w:t>
      </w:r>
    </w:p>
    <w:p w:rsidR="00F9557B" w:rsidRPr="007B54B7" w:rsidRDefault="00F9557B" w:rsidP="00F9557B">
      <w:pPr>
        <w:spacing w:after="120"/>
        <w:ind w:left="2268" w:right="1134" w:hanging="1134"/>
        <w:jc w:val="both"/>
      </w:pPr>
      <w:r w:rsidRPr="007B54B7">
        <w:t>6.3</w:t>
      </w:r>
      <w:r w:rsidR="00D80B7A">
        <w:t>.</w:t>
      </w:r>
      <w:r w:rsidRPr="007B54B7">
        <w:t xml:space="preserve"> </w:t>
      </w:r>
      <w:r w:rsidRPr="007B54B7">
        <w:tab/>
        <w:t>Additional requirements</w:t>
      </w:r>
    </w:p>
    <w:p w:rsidR="00F9557B" w:rsidRPr="007B54B7" w:rsidRDefault="00F9557B" w:rsidP="00F9557B">
      <w:pPr>
        <w:pStyle w:val="SingleTxtG"/>
        <w:spacing w:line="240" w:lineRule="auto"/>
        <w:ind w:left="2268" w:hanging="1134"/>
      </w:pPr>
      <w:r w:rsidRPr="007B54B7">
        <w:t xml:space="preserve">6.3.1. </w:t>
      </w:r>
      <w:r w:rsidRPr="007B54B7">
        <w:tab/>
        <w:t>Tampering protection provisions</w:t>
      </w:r>
    </w:p>
    <w:p w:rsidR="00F9557B" w:rsidRPr="007B54B7" w:rsidRDefault="00F9557B" w:rsidP="00F9557B">
      <w:pPr>
        <w:spacing w:after="120"/>
        <w:ind w:left="2268" w:right="1134"/>
        <w:jc w:val="both"/>
      </w:pPr>
      <w:r w:rsidRPr="007B54B7">
        <w:t>The NORESS or its components shall be constructed in a way that does not permit removal of baffles, exit-cones and other parts</w:t>
      </w:r>
      <w:r w:rsidRPr="007B54B7">
        <w:rPr>
          <w:w w:val="105"/>
        </w:rPr>
        <w:t xml:space="preserve"> whose primary function is as part of the silencing/expansion chambers. Where incorporation of such a part is unavoidable, its method of attachment shall be such that removal is not facilitated (e.g. with conventional threaded fixings) and sh</w:t>
      </w:r>
      <w:r w:rsidR="00743A68" w:rsidRPr="007B54B7">
        <w:rPr>
          <w:w w:val="105"/>
        </w:rPr>
        <w:t>all</w:t>
      </w:r>
      <w:r w:rsidRPr="007B54B7">
        <w:rPr>
          <w:w w:val="105"/>
        </w:rPr>
        <w:t xml:space="preserve"> also be attached such that removal causes permanent / irrecoverable damage to the </w:t>
      </w:r>
      <w:r w:rsidRPr="007B54B7">
        <w:t>assembly.</w:t>
      </w:r>
    </w:p>
    <w:p w:rsidR="00F9557B" w:rsidRPr="007B54B7" w:rsidRDefault="00F9557B" w:rsidP="00F9557B">
      <w:pPr>
        <w:pStyle w:val="SingleTxtG"/>
        <w:spacing w:line="240" w:lineRule="auto"/>
        <w:ind w:left="2268" w:hanging="1134"/>
      </w:pPr>
      <w:r w:rsidRPr="007B54B7">
        <w:t xml:space="preserve">6.3.2. </w:t>
      </w:r>
      <w:r w:rsidRPr="007B54B7">
        <w:tab/>
      </w:r>
      <w:r w:rsidRPr="007B54B7">
        <w:rPr>
          <w:bCs/>
        </w:rPr>
        <w:t>Multi-mode NORESS</w:t>
      </w:r>
    </w:p>
    <w:p w:rsidR="00F9557B" w:rsidRPr="007B54B7" w:rsidRDefault="00F9557B" w:rsidP="00F9557B">
      <w:pPr>
        <w:spacing w:after="120"/>
        <w:ind w:left="2268" w:right="1134"/>
        <w:jc w:val="both"/>
      </w:pPr>
      <w:r w:rsidRPr="007B54B7">
        <w:t>NORESS with multiple, manually or electronically adjustable</w:t>
      </w:r>
      <w:r w:rsidR="00743A68" w:rsidRPr="007B54B7">
        <w:t>, rider selectable</w:t>
      </w:r>
      <w:r w:rsidRPr="007B54B7">
        <w:t xml:space="preserve"> operating modes shall meet all requirements in all operating modes. The reported sound levels shall be those resulting from the mode with the highest sound levels.</w:t>
      </w:r>
    </w:p>
    <w:p w:rsidR="00F9557B" w:rsidRPr="007B54B7" w:rsidRDefault="00F9557B" w:rsidP="00F9557B">
      <w:pPr>
        <w:spacing w:after="120"/>
        <w:ind w:left="2268" w:right="1134" w:hanging="1134"/>
        <w:jc w:val="both"/>
      </w:pPr>
      <w:r w:rsidRPr="007B54B7">
        <w:t>6.3.3</w:t>
      </w:r>
      <w:r w:rsidR="00D80B7A">
        <w:t>.</w:t>
      </w:r>
      <w:r w:rsidRPr="007B54B7">
        <w:tab/>
        <w:t>Prohibition of defeat devices</w:t>
      </w:r>
    </w:p>
    <w:p w:rsidR="00F9557B" w:rsidRPr="007B54B7" w:rsidRDefault="00F9557B" w:rsidP="00F9557B">
      <w:pPr>
        <w:spacing w:after="120"/>
        <w:ind w:left="2268" w:right="1134"/>
        <w:jc w:val="both"/>
      </w:pPr>
      <w:r w:rsidRPr="007B54B7">
        <w:t xml:space="preserve">The NORESS manufacturer shall not intentionally alter, adjust or introduce any device or procedure solely for the purpose of fulfilling the </w:t>
      </w:r>
      <w:r w:rsidR="00743A68" w:rsidRPr="007B54B7">
        <w:t>sound</w:t>
      </w:r>
      <w:r w:rsidRPr="007B54B7">
        <w:t xml:space="preserve"> emission requirements of this Regulation, which will not be operational during typical on-road operation.</w:t>
      </w:r>
    </w:p>
    <w:p w:rsidR="00F9557B" w:rsidRPr="007B54B7" w:rsidRDefault="00F9557B" w:rsidP="00A648E2">
      <w:pPr>
        <w:keepNext/>
        <w:keepLines/>
        <w:spacing w:after="120"/>
        <w:ind w:left="2268" w:right="1134" w:hanging="1134"/>
        <w:jc w:val="both"/>
      </w:pPr>
      <w:r w:rsidRPr="007B54B7">
        <w:lastRenderedPageBreak/>
        <w:t>6.3.4</w:t>
      </w:r>
      <w:r w:rsidR="00D80B7A">
        <w:t>.</w:t>
      </w:r>
      <w:r w:rsidRPr="007B54B7">
        <w:tab/>
        <w:t>Additional sound emission provisions</w:t>
      </w:r>
      <w:r w:rsidR="0034717F">
        <w:t xml:space="preserve"> (ASEP)</w:t>
      </w:r>
    </w:p>
    <w:p w:rsidR="00F9557B" w:rsidRPr="007B54B7" w:rsidRDefault="00F9557B" w:rsidP="00A648E2">
      <w:pPr>
        <w:keepNext/>
        <w:keepLines/>
        <w:spacing w:after="120"/>
        <w:ind w:left="2268" w:right="1134"/>
        <w:jc w:val="both"/>
      </w:pPr>
      <w:r w:rsidRPr="007B54B7">
        <w:t>The requirements of paragraph 6.3</w:t>
      </w:r>
      <w:r w:rsidR="00720A6D">
        <w:t>.</w:t>
      </w:r>
      <w:r w:rsidRPr="007B54B7">
        <w:t xml:space="preserve"> of </w:t>
      </w:r>
      <w:r w:rsidR="00E22592" w:rsidRPr="00806721">
        <w:t xml:space="preserve">the </w:t>
      </w:r>
      <w:r w:rsidR="00E22592" w:rsidRPr="007C0983">
        <w:t>04 series of amendments to</w:t>
      </w:r>
      <w:r w:rsidR="00E22592" w:rsidRPr="007B54B7">
        <w:t xml:space="preserve"> </w:t>
      </w:r>
      <w:r w:rsidRPr="007B54B7">
        <w:t xml:space="preserve">Regulation </w:t>
      </w:r>
      <w:r w:rsidR="00A5783C" w:rsidRPr="007B54B7">
        <w:t xml:space="preserve">No. </w:t>
      </w:r>
      <w:r w:rsidRPr="007B54B7">
        <w:t>41</w:t>
      </w:r>
      <w:r w:rsidR="00E85ECA">
        <w:t xml:space="preserve"> </w:t>
      </w:r>
      <w:r w:rsidR="002C651E" w:rsidRPr="007B54B7">
        <w:t>shall</w:t>
      </w:r>
      <w:r w:rsidRPr="007B54B7">
        <w:t xml:space="preserve"> also be fulfilled for the NORESS, if it is designed to be used on vehicles that are type approved according to </w:t>
      </w:r>
      <w:r w:rsidR="00D25897" w:rsidRPr="00806721">
        <w:t xml:space="preserve">the </w:t>
      </w:r>
      <w:r w:rsidR="00D25897" w:rsidRPr="00066A2D">
        <w:t>04 series of amendments to</w:t>
      </w:r>
      <w:r w:rsidR="00D25897" w:rsidRPr="007B54B7">
        <w:t xml:space="preserve"> </w:t>
      </w:r>
      <w:r w:rsidR="00A5783C" w:rsidRPr="007B54B7">
        <w:t>Regulation</w:t>
      </w:r>
      <w:r w:rsidR="00141C6C" w:rsidRPr="007B54B7">
        <w:t xml:space="preserve"> No.</w:t>
      </w:r>
      <w:r w:rsidR="00A5783C" w:rsidRPr="007B54B7">
        <w:t xml:space="preserve"> </w:t>
      </w:r>
      <w:r w:rsidRPr="007B54B7">
        <w:t xml:space="preserve">41 and </w:t>
      </w:r>
      <w:r w:rsidR="004E733B" w:rsidRPr="007B54B7">
        <w:t>are subject to</w:t>
      </w:r>
      <w:r w:rsidRPr="007B54B7">
        <w:t xml:space="preserve"> the requirements of paragraph 6.3</w:t>
      </w:r>
      <w:r w:rsidR="00720A6D">
        <w:t>.</w:t>
      </w:r>
      <w:r w:rsidRPr="007B54B7">
        <w:t xml:space="preserve"> of </w:t>
      </w:r>
      <w:r w:rsidR="00D25897" w:rsidRPr="00806721">
        <w:t xml:space="preserve">the </w:t>
      </w:r>
      <w:r w:rsidR="00D25897" w:rsidRPr="00066A2D">
        <w:t>04 series of amendments to</w:t>
      </w:r>
      <w:r w:rsidR="00D25897" w:rsidRPr="007B54B7">
        <w:t xml:space="preserve"> </w:t>
      </w:r>
      <w:r w:rsidRPr="007B54B7">
        <w:t>Regulation</w:t>
      </w:r>
      <w:r w:rsidR="00141C6C" w:rsidRPr="007B54B7">
        <w:t xml:space="preserve"> No.</w:t>
      </w:r>
      <w:r w:rsidRPr="007B54B7">
        <w:t xml:space="preserve"> 41.</w:t>
      </w:r>
    </w:p>
    <w:p w:rsidR="00F9557B" w:rsidRPr="007B54B7" w:rsidRDefault="00F9557B" w:rsidP="00F9557B">
      <w:pPr>
        <w:spacing w:after="120"/>
        <w:ind w:left="2268" w:right="1134"/>
        <w:jc w:val="both"/>
      </w:pPr>
      <w:r w:rsidRPr="007B54B7">
        <w:t>If tests are to be performed, the vehicle as described in paragraph 3.3.</w:t>
      </w:r>
      <w:r w:rsidR="004E733B" w:rsidRPr="007B54B7">
        <w:t xml:space="preserve"> </w:t>
      </w:r>
      <w:r w:rsidRPr="007B54B7">
        <w:t>(c) shall be used.</w:t>
      </w:r>
    </w:p>
    <w:p w:rsidR="00F9557B" w:rsidRPr="007B54B7" w:rsidRDefault="00F9557B" w:rsidP="00A648E2">
      <w:pPr>
        <w:spacing w:after="120"/>
        <w:ind w:left="2268" w:right="1134"/>
        <w:jc w:val="both"/>
        <w:rPr>
          <w:spacing w:val="4"/>
        </w:rPr>
      </w:pPr>
      <w:r w:rsidRPr="007B54B7">
        <w:tab/>
      </w:r>
      <w:r w:rsidRPr="007B54B7">
        <w:rPr>
          <w:spacing w:val="4"/>
        </w:rPr>
        <w:t xml:space="preserve">The </w:t>
      </w:r>
      <w:r w:rsidR="00725CB9">
        <w:rPr>
          <w:spacing w:val="4"/>
        </w:rPr>
        <w:t>T</w:t>
      </w:r>
      <w:r w:rsidR="00760571">
        <w:rPr>
          <w:spacing w:val="4"/>
        </w:rPr>
        <w:t xml:space="preserve">ype </w:t>
      </w:r>
      <w:r w:rsidR="00725CB9">
        <w:rPr>
          <w:spacing w:val="4"/>
        </w:rPr>
        <w:t>A</w:t>
      </w:r>
      <w:r w:rsidRPr="007B54B7">
        <w:rPr>
          <w:spacing w:val="4"/>
        </w:rPr>
        <w:t xml:space="preserve">pproval </w:t>
      </w:r>
      <w:r w:rsidR="00725CB9">
        <w:rPr>
          <w:spacing w:val="4"/>
        </w:rPr>
        <w:t>A</w:t>
      </w:r>
      <w:r w:rsidR="00725CB9" w:rsidRPr="007B54B7">
        <w:rPr>
          <w:spacing w:val="4"/>
        </w:rPr>
        <w:t xml:space="preserve">uthority </w:t>
      </w:r>
      <w:r w:rsidRPr="007B54B7">
        <w:rPr>
          <w:spacing w:val="4"/>
        </w:rPr>
        <w:t>may require any relevant test to verify the compliance of the NORESS to these requirements.</w:t>
      </w:r>
    </w:p>
    <w:p w:rsidR="00F9557B" w:rsidRPr="007B54B7" w:rsidRDefault="00F9557B" w:rsidP="00A648E2">
      <w:pPr>
        <w:spacing w:after="120"/>
        <w:ind w:left="2268" w:right="1134"/>
        <w:jc w:val="both"/>
      </w:pPr>
      <w:r w:rsidRPr="007B54B7">
        <w:rPr>
          <w:spacing w:val="4"/>
        </w:rPr>
        <w:tab/>
      </w:r>
      <w:r w:rsidRPr="007B54B7">
        <w:t xml:space="preserve">The manufacturer shall provide a statement in conformity with annex 4 of this </w:t>
      </w:r>
      <w:r w:rsidR="00141C6C" w:rsidRPr="007B54B7">
        <w:t>R</w:t>
      </w:r>
      <w:r w:rsidRPr="007B54B7">
        <w:t>egulation, that the NORESS or components to be approved comply with the additional sound emission provision requirements of paragraph 6.3</w:t>
      </w:r>
      <w:r w:rsidR="007C0983">
        <w:t>.</w:t>
      </w:r>
      <w:r w:rsidRPr="007B54B7">
        <w:t xml:space="preserve"> of </w:t>
      </w:r>
      <w:r w:rsidR="00334E7E" w:rsidRPr="00806721">
        <w:t xml:space="preserve">the </w:t>
      </w:r>
      <w:r w:rsidR="00334E7E" w:rsidRPr="00066A2D">
        <w:t>04 series of amendments to</w:t>
      </w:r>
      <w:r w:rsidR="00334E7E" w:rsidRPr="007B54B7">
        <w:t xml:space="preserve"> </w:t>
      </w:r>
      <w:r w:rsidRPr="007B54B7">
        <w:t>Regulation</w:t>
      </w:r>
      <w:r w:rsidR="00141C6C" w:rsidRPr="007B54B7">
        <w:t xml:space="preserve"> No.</w:t>
      </w:r>
      <w:r w:rsidRPr="007B54B7">
        <w:t xml:space="preserve"> 41.</w:t>
      </w:r>
    </w:p>
    <w:p w:rsidR="008338AE" w:rsidRPr="007B54B7" w:rsidRDefault="004E733B" w:rsidP="008338AE">
      <w:pPr>
        <w:spacing w:after="120"/>
        <w:ind w:left="2268" w:right="1134" w:hanging="1134"/>
        <w:jc w:val="both"/>
      </w:pPr>
      <w:r w:rsidRPr="007B54B7">
        <w:t>6.4.</w:t>
      </w:r>
      <w:r w:rsidR="008338AE" w:rsidRPr="007B54B7">
        <w:tab/>
      </w:r>
      <w:r w:rsidR="008338AE" w:rsidRPr="007B54B7">
        <w:tab/>
        <w:t xml:space="preserve">Measurement of vehicle performance </w:t>
      </w:r>
    </w:p>
    <w:p w:rsidR="008338AE" w:rsidRPr="007B54B7" w:rsidRDefault="004E733B" w:rsidP="008338AE">
      <w:pPr>
        <w:spacing w:after="120"/>
        <w:ind w:left="2268" w:right="1134" w:hanging="1134"/>
        <w:jc w:val="both"/>
      </w:pPr>
      <w:r w:rsidRPr="007B54B7">
        <w:t>6.4.1.</w:t>
      </w:r>
      <w:r w:rsidR="008338AE" w:rsidRPr="007B54B7">
        <w:tab/>
        <w:t xml:space="preserve">The </w:t>
      </w:r>
      <w:r w:rsidR="00F15D08" w:rsidRPr="007B54B7">
        <w:rPr>
          <w:szCs w:val="24"/>
        </w:rPr>
        <w:t>NO</w:t>
      </w:r>
      <w:r w:rsidR="008338AE" w:rsidRPr="007B54B7">
        <w:t xml:space="preserve">RESS or its components shall be such as to ensure that the </w:t>
      </w:r>
      <w:r w:rsidRPr="007B54B7">
        <w:t xml:space="preserve">vehicle’s </w:t>
      </w:r>
      <w:r w:rsidR="008338AE" w:rsidRPr="007B54B7">
        <w:t>performance is comparable with that achieved with the original exhaust silencing system or components thereof.</w:t>
      </w:r>
    </w:p>
    <w:p w:rsidR="008338AE" w:rsidRPr="007B54B7" w:rsidRDefault="004E733B" w:rsidP="008338AE">
      <w:pPr>
        <w:spacing w:after="120"/>
        <w:ind w:left="2268" w:right="1134" w:hanging="1134"/>
        <w:jc w:val="both"/>
      </w:pPr>
      <w:r w:rsidRPr="007B54B7">
        <w:t>6.4.2.</w:t>
      </w:r>
      <w:r w:rsidR="008338AE" w:rsidRPr="007B54B7">
        <w:tab/>
        <w:t xml:space="preserve">The </w:t>
      </w:r>
      <w:r w:rsidR="00F15D08" w:rsidRPr="007B54B7">
        <w:rPr>
          <w:szCs w:val="24"/>
        </w:rPr>
        <w:t>NO</w:t>
      </w:r>
      <w:r w:rsidR="008338AE" w:rsidRPr="007B54B7">
        <w:t>RESS or, at the manufacturer's choice, the components thereof shall be compared with an original silencing system or components, also in new condition, successively fitted to the</w:t>
      </w:r>
      <w:r w:rsidR="007B54B7" w:rsidRPr="007B54B7">
        <w:t xml:space="preserve"> </w:t>
      </w:r>
      <w:r w:rsidRPr="007B54B7">
        <w:t xml:space="preserve">vehicle </w:t>
      </w:r>
      <w:r w:rsidR="008338AE" w:rsidRPr="007B54B7">
        <w:t>referred to in paragraph 3.3.</w:t>
      </w:r>
      <w:r w:rsidRPr="007B54B7">
        <w:t xml:space="preserve"> </w:t>
      </w:r>
      <w:r w:rsidR="008338AE" w:rsidRPr="007B54B7">
        <w:t>(c).</w:t>
      </w:r>
    </w:p>
    <w:p w:rsidR="008338AE" w:rsidRPr="007B54B7" w:rsidRDefault="004E733B" w:rsidP="008338AE">
      <w:pPr>
        <w:spacing w:after="120"/>
        <w:ind w:left="2268" w:right="1134" w:hanging="1134"/>
        <w:jc w:val="both"/>
      </w:pPr>
      <w:r w:rsidRPr="007B54B7">
        <w:t>6.4.3.</w:t>
      </w:r>
      <w:r w:rsidR="008338AE" w:rsidRPr="007B54B7">
        <w:tab/>
        <w:t>The verification shall be carried out by measuring the output curve in accordance with paragraph 6.</w:t>
      </w:r>
      <w:r w:rsidR="00861996" w:rsidRPr="007C0983">
        <w:t>4</w:t>
      </w:r>
      <w:r w:rsidR="008338AE" w:rsidRPr="007B54B7">
        <w:t>.4.1. or 6.</w:t>
      </w:r>
      <w:r w:rsidR="00861996" w:rsidRPr="007C0983">
        <w:t>4</w:t>
      </w:r>
      <w:r w:rsidR="008338AE" w:rsidRPr="007B54B7">
        <w:t xml:space="preserve">.4.2. The maximum power and the </w:t>
      </w:r>
      <w:r w:rsidRPr="007B54B7">
        <w:t xml:space="preserve">engine speed at </w:t>
      </w:r>
      <w:r w:rsidR="008338AE" w:rsidRPr="007B54B7">
        <w:t xml:space="preserve">maximum power measured with the </w:t>
      </w:r>
      <w:r w:rsidR="00F15D08" w:rsidRPr="007B54B7">
        <w:rPr>
          <w:szCs w:val="24"/>
        </w:rPr>
        <w:t>NO</w:t>
      </w:r>
      <w:r w:rsidR="008338AE" w:rsidRPr="007B54B7">
        <w:t xml:space="preserve">RESS shall not exceed the net power and the </w:t>
      </w:r>
      <w:r w:rsidRPr="007B54B7">
        <w:t xml:space="preserve">engine </w:t>
      </w:r>
      <w:r w:rsidR="008338AE" w:rsidRPr="007B54B7">
        <w:t>speed measured under the conditions set out below with the original equipment exhaust system by more than ±5 per cent.</w:t>
      </w:r>
    </w:p>
    <w:p w:rsidR="008338AE" w:rsidRPr="007B54B7" w:rsidRDefault="008338AE" w:rsidP="008338AE">
      <w:pPr>
        <w:spacing w:after="120"/>
        <w:ind w:left="2268" w:right="1134" w:hanging="1134"/>
        <w:jc w:val="both"/>
      </w:pPr>
      <w:r w:rsidRPr="007B54B7">
        <w:t>6.</w:t>
      </w:r>
      <w:r w:rsidR="005D1325" w:rsidRPr="007B54B7">
        <w:t>4</w:t>
      </w:r>
      <w:r w:rsidRPr="007B54B7">
        <w:t>.4.</w:t>
      </w:r>
      <w:r w:rsidRPr="007B54B7">
        <w:tab/>
        <w:t xml:space="preserve">Test method </w:t>
      </w:r>
    </w:p>
    <w:p w:rsidR="008338AE" w:rsidRPr="007B54B7" w:rsidRDefault="005D1325" w:rsidP="008338AE">
      <w:pPr>
        <w:spacing w:after="120"/>
        <w:ind w:left="2268" w:right="1134" w:hanging="1134"/>
        <w:jc w:val="both"/>
      </w:pPr>
      <w:r w:rsidRPr="007B54B7">
        <w:t>6.4.4.1.</w:t>
      </w:r>
      <w:r w:rsidR="008338AE" w:rsidRPr="007B54B7">
        <w:tab/>
        <w:t>Engine test method</w:t>
      </w:r>
    </w:p>
    <w:p w:rsidR="008338AE" w:rsidRPr="007B54B7" w:rsidRDefault="008338AE" w:rsidP="00A648E2">
      <w:pPr>
        <w:spacing w:after="120"/>
        <w:ind w:left="2268" w:right="1134"/>
        <w:jc w:val="both"/>
      </w:pPr>
      <w:r w:rsidRPr="007B54B7">
        <w:tab/>
        <w:t>The measurements shall be carried out on the engine of the</w:t>
      </w:r>
      <w:r w:rsidR="007B54B7" w:rsidRPr="007B54B7">
        <w:t xml:space="preserve"> </w:t>
      </w:r>
      <w:r w:rsidR="003D7656" w:rsidRPr="007B54B7">
        <w:t xml:space="preserve">vehicle </w:t>
      </w:r>
      <w:r w:rsidRPr="007B54B7">
        <w:t>referred to in paragraph 3.3.</w:t>
      </w:r>
      <w:r w:rsidR="007B54B7" w:rsidRPr="007B54B7">
        <w:t xml:space="preserve"> </w:t>
      </w:r>
      <w:r w:rsidRPr="007B54B7">
        <w:t>(c), the engine being mounted on a dynamometer.</w:t>
      </w:r>
    </w:p>
    <w:p w:rsidR="008338AE" w:rsidRPr="007B54B7" w:rsidRDefault="008338AE" w:rsidP="002628B4">
      <w:pPr>
        <w:keepNext/>
        <w:spacing w:after="120"/>
        <w:ind w:left="2268" w:right="1134" w:hanging="1134"/>
        <w:jc w:val="both"/>
      </w:pPr>
      <w:r w:rsidRPr="007B54B7">
        <w:t>6.</w:t>
      </w:r>
      <w:r w:rsidR="005D1325" w:rsidRPr="007B54B7">
        <w:t>4</w:t>
      </w:r>
      <w:r w:rsidRPr="007B54B7">
        <w:t xml:space="preserve">.4.2. </w:t>
      </w:r>
      <w:r w:rsidRPr="007B54B7">
        <w:tab/>
      </w:r>
      <w:r w:rsidR="003D7656" w:rsidRPr="007B54B7">
        <w:t xml:space="preserve">Vehicle </w:t>
      </w:r>
      <w:r w:rsidRPr="007B54B7">
        <w:t>test method</w:t>
      </w:r>
    </w:p>
    <w:p w:rsidR="008338AE" w:rsidRPr="007B54B7" w:rsidRDefault="008338AE" w:rsidP="00A648E2">
      <w:pPr>
        <w:keepNext/>
        <w:spacing w:after="120"/>
        <w:ind w:left="2268" w:right="1134"/>
        <w:jc w:val="both"/>
      </w:pPr>
      <w:r w:rsidRPr="007B54B7">
        <w:tab/>
        <w:t>The measurements shall be carried out on the</w:t>
      </w:r>
      <w:r w:rsidR="007B54B7" w:rsidRPr="007B54B7">
        <w:t xml:space="preserve"> </w:t>
      </w:r>
      <w:r w:rsidR="003D7656" w:rsidRPr="007B54B7">
        <w:t xml:space="preserve">vehicle </w:t>
      </w:r>
      <w:r w:rsidRPr="007B54B7">
        <w:t>referred to in paragraph 3.3.</w:t>
      </w:r>
      <w:r w:rsidR="00D30C97" w:rsidRPr="007B54B7">
        <w:t xml:space="preserve"> </w:t>
      </w:r>
      <w:r w:rsidRPr="007B54B7">
        <w:t xml:space="preserve">(c). The values obtained with the original silencing system shall be compared with those obtained with the </w:t>
      </w:r>
      <w:r w:rsidR="00F15D08" w:rsidRPr="007B54B7">
        <w:rPr>
          <w:szCs w:val="24"/>
        </w:rPr>
        <w:t>NO</w:t>
      </w:r>
      <w:r w:rsidRPr="007B54B7">
        <w:t>RESS. The test shall be conducted on a roller dynamometer.</w:t>
      </w:r>
    </w:p>
    <w:p w:rsidR="008338AE" w:rsidRPr="007B54B7" w:rsidRDefault="005D1325" w:rsidP="008338AE">
      <w:pPr>
        <w:spacing w:after="120"/>
        <w:ind w:left="2268" w:right="1134" w:hanging="1134"/>
        <w:jc w:val="both"/>
      </w:pPr>
      <w:r w:rsidRPr="007B54B7">
        <w:t>6.5</w:t>
      </w:r>
      <w:r w:rsidR="00D80B7A">
        <w:t>.</w:t>
      </w:r>
      <w:r w:rsidR="008338AE" w:rsidRPr="007B54B7">
        <w:tab/>
        <w:t xml:space="preserve">Additional provisions regarding the </w:t>
      </w:r>
      <w:r w:rsidR="00F15D08" w:rsidRPr="007B54B7">
        <w:rPr>
          <w:szCs w:val="24"/>
        </w:rPr>
        <w:t>NO</w:t>
      </w:r>
      <w:r w:rsidR="008338AE" w:rsidRPr="007B54B7">
        <w:t xml:space="preserve">RESS or its components filled with fibrous materials </w:t>
      </w:r>
    </w:p>
    <w:p w:rsidR="008338AE" w:rsidRPr="007B54B7" w:rsidRDefault="008338AE" w:rsidP="00A648E2">
      <w:pPr>
        <w:spacing w:after="120"/>
        <w:ind w:left="2268" w:right="1134"/>
        <w:jc w:val="both"/>
      </w:pPr>
      <w:r w:rsidRPr="007B54B7">
        <w:tab/>
        <w:t xml:space="preserve">The use of fibrous absorbent material shall be permitted in the construction of the </w:t>
      </w:r>
      <w:r w:rsidR="00F15D08" w:rsidRPr="007B54B7">
        <w:rPr>
          <w:szCs w:val="24"/>
        </w:rPr>
        <w:t>NO</w:t>
      </w:r>
      <w:r w:rsidRPr="007B54B7">
        <w:t xml:space="preserve">RESS only if the requirements in </w:t>
      </w:r>
      <w:r w:rsidR="00713065" w:rsidRPr="007B54B7">
        <w:t xml:space="preserve">Annex </w:t>
      </w:r>
      <w:r w:rsidRPr="007B54B7">
        <w:t xml:space="preserve">3 are met. </w:t>
      </w:r>
    </w:p>
    <w:p w:rsidR="008338AE" w:rsidRPr="007B54B7" w:rsidRDefault="008338AE" w:rsidP="008338AE">
      <w:pPr>
        <w:spacing w:after="120"/>
        <w:ind w:left="2268" w:right="1134" w:hanging="1134"/>
        <w:jc w:val="both"/>
      </w:pPr>
      <w:r w:rsidRPr="007B54B7">
        <w:t>6.</w:t>
      </w:r>
      <w:r w:rsidR="005D1325" w:rsidRPr="007B54B7">
        <w:t>6</w:t>
      </w:r>
      <w:r w:rsidRPr="007B54B7">
        <w:t xml:space="preserve">. </w:t>
      </w:r>
      <w:r w:rsidRPr="007B54B7">
        <w:tab/>
        <w:t>Evaluation of the emission of pollutants of vehicles equipped with replacement silencer system</w:t>
      </w:r>
    </w:p>
    <w:p w:rsidR="008338AE" w:rsidRPr="008040B4" w:rsidRDefault="008338AE" w:rsidP="00A648E2">
      <w:pPr>
        <w:spacing w:after="120"/>
        <w:ind w:left="2268" w:right="1134"/>
        <w:jc w:val="both"/>
      </w:pPr>
      <w:r w:rsidRPr="007B54B7">
        <w:tab/>
        <w:t>The vehicle referred to in paragraph 3.3.</w:t>
      </w:r>
      <w:r w:rsidR="00861996" w:rsidRPr="007B54B7">
        <w:t xml:space="preserve"> </w:t>
      </w:r>
      <w:r w:rsidRPr="007B54B7">
        <w:t xml:space="preserve">(c) </w:t>
      </w:r>
      <w:r w:rsidR="00861996" w:rsidRPr="007B54B7">
        <w:t xml:space="preserve">with the non-original replacement </w:t>
      </w:r>
      <w:r w:rsidRPr="007B54B7">
        <w:t>exhaust silencing system (</w:t>
      </w:r>
      <w:r w:rsidR="00861996" w:rsidRPr="007B54B7">
        <w:t>NO</w:t>
      </w:r>
      <w:r w:rsidRPr="008040B4">
        <w:t xml:space="preserve">RESS) of the type for which approval is requested, shall fulfil the pollution requirements according to the </w:t>
      </w:r>
      <w:r w:rsidRPr="008040B4">
        <w:lastRenderedPageBreak/>
        <w:t>type approval of the vehicle. The evidence shall be documented in the test report.</w:t>
      </w:r>
    </w:p>
    <w:p w:rsidR="008338AE" w:rsidRPr="008338AE" w:rsidRDefault="008338AE" w:rsidP="001A4C6F">
      <w:pPr>
        <w:pStyle w:val="HChG"/>
        <w:ind w:left="2268"/>
        <w:rPr>
          <w:b w:val="0"/>
        </w:rPr>
      </w:pPr>
      <w:r w:rsidRPr="008338AE">
        <w:t>7.</w:t>
      </w:r>
      <w:r w:rsidRPr="008338AE">
        <w:tab/>
        <w:t xml:space="preserve">Modification and extension of the approval of </w:t>
      </w:r>
      <w:r w:rsidR="00F15D08" w:rsidRPr="007B54B7">
        <w:rPr>
          <w:szCs w:val="28"/>
        </w:rPr>
        <w:t>NO</w:t>
      </w:r>
      <w:r w:rsidRPr="008338AE">
        <w:t xml:space="preserve">RESS and extension of approval </w:t>
      </w:r>
    </w:p>
    <w:p w:rsidR="008338AE" w:rsidRPr="007B54B7" w:rsidRDefault="008338AE" w:rsidP="008338AE">
      <w:pPr>
        <w:pStyle w:val="para"/>
      </w:pPr>
      <w:r w:rsidRPr="008338AE">
        <w:t xml:space="preserve">7.1. </w:t>
      </w:r>
      <w:r w:rsidRPr="008338AE">
        <w:tab/>
      </w:r>
      <w:r w:rsidRPr="008040B4">
        <w:t xml:space="preserve">Every modification of the type of </w:t>
      </w:r>
      <w:r w:rsidR="00F15D08" w:rsidRPr="007B54B7">
        <w:rPr>
          <w:szCs w:val="24"/>
        </w:rPr>
        <w:t>NO</w:t>
      </w:r>
      <w:r w:rsidRPr="007B54B7">
        <w:t xml:space="preserve">RESS or its components shall be notified to the </w:t>
      </w:r>
      <w:r w:rsidR="00937BE8" w:rsidRPr="007B54B7">
        <w:t>Type Approval Authority</w:t>
      </w:r>
      <w:r w:rsidRPr="007B54B7">
        <w:t xml:space="preserve"> which approved the type of </w:t>
      </w:r>
      <w:r w:rsidR="00F15D08" w:rsidRPr="007B54B7">
        <w:rPr>
          <w:szCs w:val="24"/>
        </w:rPr>
        <w:t>NO</w:t>
      </w:r>
      <w:r w:rsidRPr="007B54B7">
        <w:t xml:space="preserve">RESS. The said </w:t>
      </w:r>
      <w:r w:rsidR="00713065" w:rsidRPr="007B54B7">
        <w:t xml:space="preserve">Authority </w:t>
      </w:r>
      <w:r w:rsidRPr="007B54B7">
        <w:t>may then either:</w:t>
      </w:r>
    </w:p>
    <w:p w:rsidR="008338AE" w:rsidRPr="007B54B7" w:rsidRDefault="008338AE" w:rsidP="008338AE">
      <w:pPr>
        <w:spacing w:after="120"/>
        <w:ind w:left="2835" w:right="1134" w:hanging="567"/>
        <w:jc w:val="both"/>
      </w:pPr>
      <w:r w:rsidRPr="007B54B7">
        <w:t>(a)</w:t>
      </w:r>
      <w:r w:rsidRPr="007B54B7">
        <w:tab/>
        <w:t>Consider that the modifications made are unlikely to have an appreciable adverse effect, or</w:t>
      </w:r>
    </w:p>
    <w:p w:rsidR="008338AE" w:rsidRPr="007B54B7" w:rsidRDefault="008338AE" w:rsidP="008338AE">
      <w:pPr>
        <w:spacing w:after="120"/>
        <w:ind w:left="2835" w:right="1134" w:hanging="567"/>
        <w:jc w:val="both"/>
      </w:pPr>
      <w:r w:rsidRPr="007B54B7">
        <w:t>(b)</w:t>
      </w:r>
      <w:r w:rsidRPr="007B54B7">
        <w:tab/>
        <w:t xml:space="preserve">Require a further test report from the </w:t>
      </w:r>
      <w:r w:rsidR="00AC4321" w:rsidRPr="007B54B7">
        <w:t>T</w:t>
      </w:r>
      <w:r w:rsidRPr="007B54B7">
        <w:t xml:space="preserve">echnical </w:t>
      </w:r>
      <w:r w:rsidR="00AC4321" w:rsidRPr="007B54B7">
        <w:t>S</w:t>
      </w:r>
      <w:r w:rsidRPr="007B54B7">
        <w:t>ervice responsible for conducting the tests.</w:t>
      </w:r>
    </w:p>
    <w:p w:rsidR="008338AE" w:rsidRPr="008040B4" w:rsidRDefault="008338AE" w:rsidP="008338AE">
      <w:pPr>
        <w:spacing w:after="120"/>
        <w:ind w:left="2268" w:right="1134" w:hanging="1134"/>
        <w:jc w:val="both"/>
      </w:pPr>
      <w:r w:rsidRPr="007B54B7">
        <w:t>7.2.</w:t>
      </w:r>
      <w:r w:rsidRPr="007B54B7">
        <w:tab/>
        <w:t xml:space="preserve">The manufacturer of the </w:t>
      </w:r>
      <w:r w:rsidR="00F15D08" w:rsidRPr="007B54B7">
        <w:rPr>
          <w:szCs w:val="24"/>
        </w:rPr>
        <w:t>NO</w:t>
      </w:r>
      <w:r w:rsidRPr="007B54B7">
        <w:t xml:space="preserve">RESS or component thereof or his duly accredited representative may ask the </w:t>
      </w:r>
      <w:r w:rsidR="00937BE8" w:rsidRPr="007B54B7">
        <w:t>Type Approval Authority</w:t>
      </w:r>
      <w:r w:rsidRPr="007B54B7">
        <w:t xml:space="preserve"> which has granted the approval of the </w:t>
      </w:r>
      <w:r w:rsidR="00F15D08" w:rsidRPr="007B54B7">
        <w:rPr>
          <w:szCs w:val="24"/>
        </w:rPr>
        <w:t>NO</w:t>
      </w:r>
      <w:r w:rsidRPr="007B54B7">
        <w:t>RESS for</w:t>
      </w:r>
      <w:r w:rsidRPr="008040B4">
        <w:t xml:space="preserve"> one or several types of </w:t>
      </w:r>
      <w:r w:rsidRPr="008040B4">
        <w:rPr>
          <w:w w:val="105"/>
        </w:rPr>
        <w:t>vehicle</w:t>
      </w:r>
      <w:r w:rsidRPr="008040B4">
        <w:t xml:space="preserve"> for an extension of the approval to other types of </w:t>
      </w:r>
      <w:r w:rsidRPr="008040B4">
        <w:rPr>
          <w:w w:val="105"/>
        </w:rPr>
        <w:t>vehicle</w:t>
      </w:r>
      <w:r w:rsidRPr="008040B4">
        <w:t>. The procedure shall be as described in paragraph 3</w:t>
      </w:r>
      <w:r w:rsidR="00713065">
        <w:t>.</w:t>
      </w:r>
      <w:r w:rsidRPr="008040B4">
        <w:t xml:space="preserve"> above.</w:t>
      </w:r>
    </w:p>
    <w:p w:rsidR="008338AE" w:rsidRPr="008040B4" w:rsidRDefault="008338AE" w:rsidP="008338AE">
      <w:pPr>
        <w:spacing w:after="120"/>
        <w:ind w:left="2268" w:right="1134" w:hanging="1134"/>
        <w:jc w:val="both"/>
      </w:pPr>
      <w:r w:rsidRPr="008040B4">
        <w:t>7.3.</w:t>
      </w:r>
      <w:r w:rsidRPr="008040B4">
        <w:tab/>
        <w:t xml:space="preserve">Confirmation or refusal of approval, specifying the modifications, shall be communicated in accordance with the procedure specified in paragraph 5.3. above to the </w:t>
      </w:r>
      <w:r w:rsidR="00713065">
        <w:t xml:space="preserve">Contracting </w:t>
      </w:r>
      <w:r w:rsidRPr="008040B4">
        <w:t>Parties to the Agreement applying this Regulation.</w:t>
      </w:r>
    </w:p>
    <w:p w:rsidR="008338AE" w:rsidRPr="008040B4" w:rsidRDefault="008338AE" w:rsidP="008338AE">
      <w:pPr>
        <w:spacing w:after="120"/>
        <w:ind w:left="2268" w:right="1134" w:hanging="1134"/>
        <w:jc w:val="both"/>
      </w:pPr>
      <w:r w:rsidRPr="008040B4">
        <w:t>7.4.</w:t>
      </w:r>
      <w:r w:rsidRPr="008040B4">
        <w:tab/>
        <w:t>The competent authority issuing the extension of approval shall assign a series number to each communication form drawn up for such an extension.</w:t>
      </w:r>
    </w:p>
    <w:p w:rsidR="008338AE" w:rsidRPr="008338AE" w:rsidRDefault="008338AE" w:rsidP="001A4C6F">
      <w:pPr>
        <w:pStyle w:val="HChG"/>
        <w:ind w:left="2268"/>
        <w:rPr>
          <w:b w:val="0"/>
        </w:rPr>
      </w:pPr>
      <w:r w:rsidRPr="008338AE">
        <w:t>8.</w:t>
      </w:r>
      <w:r w:rsidRPr="008338AE">
        <w:tab/>
        <w:t>Conformity of production</w:t>
      </w:r>
    </w:p>
    <w:p w:rsidR="008338AE" w:rsidRPr="008338AE" w:rsidRDefault="008338AE" w:rsidP="008338AE">
      <w:pPr>
        <w:keepNext/>
        <w:keepLines/>
        <w:spacing w:after="120"/>
        <w:ind w:left="2268" w:right="1134"/>
        <w:jc w:val="both"/>
      </w:pPr>
      <w:r w:rsidRPr="008338AE">
        <w:t>The conformity of production procedures shall comply with those set out in the Agreement, Appendix 2 (E/ECE/324-E/ECE/TRANS/505/Rev.2), with the following requirements:</w:t>
      </w:r>
    </w:p>
    <w:p w:rsidR="008338AE" w:rsidRPr="007B54B7" w:rsidRDefault="008338AE" w:rsidP="008338AE">
      <w:pPr>
        <w:pStyle w:val="a"/>
      </w:pPr>
      <w:r w:rsidRPr="008338AE">
        <w:t>(a)</w:t>
      </w:r>
      <w:r w:rsidRPr="008338AE">
        <w:tab/>
        <w:t xml:space="preserve">The </w:t>
      </w:r>
      <w:r w:rsidR="00F15D08" w:rsidRPr="007B54B7">
        <w:rPr>
          <w:szCs w:val="24"/>
        </w:rPr>
        <w:t>NO</w:t>
      </w:r>
      <w:r w:rsidRPr="007B54B7">
        <w:t>RESS approved to this Regulation shall be so manufactured as to conform to the type approved by meeting the requirements set out in paragraph 6. above.</w:t>
      </w:r>
    </w:p>
    <w:p w:rsidR="008338AE" w:rsidRPr="008338AE" w:rsidRDefault="008338AE" w:rsidP="008338AE">
      <w:pPr>
        <w:spacing w:after="120"/>
        <w:ind w:left="2835" w:right="1134" w:hanging="567"/>
        <w:jc w:val="both"/>
      </w:pPr>
      <w:r w:rsidRPr="007B54B7">
        <w:t>(b)</w:t>
      </w:r>
      <w:r w:rsidRPr="007B54B7">
        <w:tab/>
        <w:t xml:space="preserve">The holder of the approval shall ensure that for each type of </w:t>
      </w:r>
      <w:r w:rsidR="00F15D08" w:rsidRPr="007B54B7">
        <w:rPr>
          <w:szCs w:val="24"/>
        </w:rPr>
        <w:t>NO</w:t>
      </w:r>
      <w:r w:rsidRPr="008338AE">
        <w:t>RESS at least the tests prescribed in paragraph 6. of this Regulation are carried out.</w:t>
      </w:r>
    </w:p>
    <w:p w:rsidR="008338AE" w:rsidRPr="008338AE" w:rsidRDefault="008338AE" w:rsidP="008338AE">
      <w:pPr>
        <w:spacing w:after="120"/>
        <w:ind w:left="2835" w:right="1134" w:hanging="567"/>
        <w:jc w:val="both"/>
      </w:pPr>
      <w:r w:rsidRPr="008338AE">
        <w:t>(c)</w:t>
      </w:r>
      <w:r w:rsidRPr="008338AE">
        <w:tab/>
        <w:t>The authority which has granted type approval may at any time verify the conformity control methods applied in each production facility. The normal frequency of these verifications shall be once every two years.</w:t>
      </w:r>
    </w:p>
    <w:p w:rsidR="008338AE" w:rsidRPr="008338AE" w:rsidRDefault="008338AE" w:rsidP="008338AE">
      <w:pPr>
        <w:spacing w:after="120"/>
        <w:ind w:left="2835" w:right="1134" w:hanging="567"/>
        <w:jc w:val="both"/>
      </w:pPr>
      <w:r w:rsidRPr="008338AE">
        <w:t>(d)</w:t>
      </w:r>
      <w:r w:rsidRPr="008338AE">
        <w:tab/>
        <w:t>The production is considered to conform to the requirements of this Regulation, if the provisions of Regulations Nos. 9, 41 and 63, corresponding to the type of vehicle, are complied with and if the sound level measured by the method described in the given Regulations during the test in motion does not exceed by more than 3 dB(A) the sound level measured during the type approval and does not exceed by more than 1 dB(A) the limits prescribed in Regulation</w:t>
      </w:r>
      <w:r w:rsidR="00713065">
        <w:t>s</w:t>
      </w:r>
      <w:r w:rsidRPr="008338AE">
        <w:t> Nos. 9, 41 and 63 as applicable.</w:t>
      </w:r>
    </w:p>
    <w:p w:rsidR="008338AE" w:rsidRPr="008338AE" w:rsidRDefault="008338AE" w:rsidP="001A4C6F">
      <w:pPr>
        <w:pStyle w:val="HChG"/>
        <w:ind w:left="2268"/>
        <w:rPr>
          <w:bCs/>
          <w:sz w:val="24"/>
          <w:szCs w:val="24"/>
        </w:rPr>
      </w:pPr>
      <w:r w:rsidRPr="008338AE">
        <w:lastRenderedPageBreak/>
        <w:t>9.</w:t>
      </w:r>
      <w:r w:rsidRPr="008338AE">
        <w:tab/>
      </w:r>
      <w:r>
        <w:tab/>
      </w:r>
      <w:r w:rsidRPr="008338AE">
        <w:t>Penalties for non-conformity of production</w:t>
      </w:r>
    </w:p>
    <w:p w:rsidR="008338AE" w:rsidRPr="008040B4" w:rsidRDefault="008338AE" w:rsidP="008338AE">
      <w:pPr>
        <w:pStyle w:val="para"/>
      </w:pPr>
      <w:r w:rsidRPr="008338AE">
        <w:t>9.1.</w:t>
      </w:r>
      <w:r w:rsidRPr="008338AE">
        <w:tab/>
      </w:r>
      <w:r w:rsidRPr="008040B4">
        <w:t xml:space="preserve">The approval granted in respect of a type of </w:t>
      </w:r>
      <w:r w:rsidR="00F15D08" w:rsidRPr="007B54B7">
        <w:rPr>
          <w:szCs w:val="24"/>
        </w:rPr>
        <w:t>NO</w:t>
      </w:r>
      <w:r w:rsidRPr="007B54B7">
        <w:t xml:space="preserve">RESS or its components under this Regulation may be withdrawn if the requirements laid down in </w:t>
      </w:r>
      <w:r w:rsidR="00713065" w:rsidRPr="007B54B7">
        <w:t>paragraph </w:t>
      </w:r>
      <w:r w:rsidRPr="007B54B7">
        <w:t>8</w:t>
      </w:r>
      <w:r w:rsidR="00713065" w:rsidRPr="007B54B7">
        <w:t>.</w:t>
      </w:r>
      <w:r w:rsidRPr="007B54B7">
        <w:t xml:space="preserve"> above are not complied with, or if the </w:t>
      </w:r>
      <w:r w:rsidR="00F15D08" w:rsidRPr="007B54B7">
        <w:rPr>
          <w:szCs w:val="24"/>
        </w:rPr>
        <w:t>NO</w:t>
      </w:r>
      <w:r w:rsidRPr="008040B4">
        <w:t>RESS or its components fail to pass the tests provided for in paragraph 8.</w:t>
      </w:r>
      <w:r w:rsidR="007B54B7">
        <w:t xml:space="preserve"> </w:t>
      </w:r>
      <w:r w:rsidRPr="008040B4">
        <w:t>(b)</w:t>
      </w:r>
      <w:r w:rsidRPr="008040B4">
        <w:rPr>
          <w:b/>
          <w:i/>
        </w:rPr>
        <w:t xml:space="preserve"> </w:t>
      </w:r>
      <w:r w:rsidRPr="008040B4">
        <w:t xml:space="preserve">above. </w:t>
      </w:r>
    </w:p>
    <w:p w:rsidR="008338AE" w:rsidRPr="008040B4" w:rsidRDefault="008338AE" w:rsidP="008040B4">
      <w:pPr>
        <w:pStyle w:val="para"/>
      </w:pPr>
      <w:r w:rsidRPr="008040B4">
        <w:t>9.2.</w:t>
      </w:r>
      <w:r w:rsidRPr="008040B4">
        <w:tab/>
        <w:t xml:space="preserve">If a Contracting Party to the Agreement applying this Regulation withdraws an approval it has previously granted, it shall forthwith so notify the other </w:t>
      </w:r>
      <w:r w:rsidR="00713065">
        <w:t xml:space="preserve">Contracting </w:t>
      </w:r>
      <w:r w:rsidRPr="008040B4">
        <w:rPr>
          <w:w w:val="105"/>
        </w:rPr>
        <w:t xml:space="preserve">Parties to the 1958 Agreement applying this Regulation, by means of a </w:t>
      </w:r>
      <w:r w:rsidRPr="008040B4">
        <w:t>communication</w:t>
      </w:r>
      <w:r w:rsidRPr="008040B4">
        <w:rPr>
          <w:w w:val="105"/>
        </w:rPr>
        <w:t xml:space="preserve"> </w:t>
      </w:r>
      <w:r w:rsidRPr="008040B4">
        <w:t>form</w:t>
      </w:r>
      <w:r w:rsidRPr="008040B4">
        <w:rPr>
          <w:w w:val="105"/>
        </w:rPr>
        <w:t xml:space="preserve"> </w:t>
      </w:r>
      <w:r w:rsidRPr="008040B4">
        <w:t>conforming</w:t>
      </w:r>
      <w:r w:rsidRPr="008040B4">
        <w:rPr>
          <w:w w:val="105"/>
        </w:rPr>
        <w:t xml:space="preserve"> to </w:t>
      </w:r>
      <w:r w:rsidRPr="008040B4">
        <w:t>the</w:t>
      </w:r>
      <w:r w:rsidRPr="008040B4">
        <w:rPr>
          <w:w w:val="105"/>
        </w:rPr>
        <w:t xml:space="preserve"> model contained in Annex 1 to this Regulation</w:t>
      </w:r>
      <w:r w:rsidRPr="008040B4">
        <w:t>.</w:t>
      </w:r>
    </w:p>
    <w:p w:rsidR="008338AE" w:rsidRPr="008338AE" w:rsidRDefault="008338AE" w:rsidP="001A4C6F">
      <w:pPr>
        <w:pStyle w:val="HChG"/>
        <w:ind w:left="2268"/>
        <w:rPr>
          <w:b w:val="0"/>
        </w:rPr>
      </w:pPr>
      <w:r w:rsidRPr="008338AE">
        <w:t>10.</w:t>
      </w:r>
      <w:r w:rsidRPr="008338AE">
        <w:tab/>
        <w:t>Production definit</w:t>
      </w:r>
      <w:r w:rsidR="00937BE8">
        <w:t>iv</w:t>
      </w:r>
      <w:r w:rsidRPr="008338AE">
        <w:t>ely discontinued</w:t>
      </w:r>
    </w:p>
    <w:p w:rsidR="008338AE" w:rsidRPr="008040B4" w:rsidRDefault="008338AE" w:rsidP="00A648E2">
      <w:pPr>
        <w:pStyle w:val="para"/>
        <w:ind w:firstLine="0"/>
      </w:pPr>
      <w:r w:rsidRPr="008338AE">
        <w:tab/>
      </w:r>
      <w:r w:rsidRPr="008040B4">
        <w:t xml:space="preserve">If the holder of the approval completely ceases to manufacture a type of replacement silencing system or components thereof in accordance with this Regulation, he shall so inform the authority which granted the approval which shall in turn inform thereof the other </w:t>
      </w:r>
      <w:r w:rsidR="00713065">
        <w:t xml:space="preserve">Contracting </w:t>
      </w:r>
      <w:r w:rsidRPr="008040B4">
        <w:t>Parties to the 1958 Agreement applying this Regulation, by means of a copy of the communication form conforming to the model contained in Annex 1 to this Regulation.</w:t>
      </w:r>
    </w:p>
    <w:p w:rsidR="008338AE" w:rsidRPr="008338AE" w:rsidRDefault="008338AE" w:rsidP="001A4C6F">
      <w:pPr>
        <w:pStyle w:val="HChG"/>
        <w:ind w:left="2268"/>
        <w:rPr>
          <w:b w:val="0"/>
        </w:rPr>
      </w:pPr>
      <w:r w:rsidRPr="008338AE">
        <w:t>11.</w:t>
      </w:r>
      <w:r w:rsidRPr="008338AE">
        <w:tab/>
        <w:t xml:space="preserve">Names and addresses of </w:t>
      </w:r>
      <w:r w:rsidR="00AC4321">
        <w:t>T</w:t>
      </w:r>
      <w:r w:rsidRPr="008338AE">
        <w:t xml:space="preserve">echnical </w:t>
      </w:r>
      <w:r w:rsidR="00AC4321">
        <w:t>S</w:t>
      </w:r>
      <w:r w:rsidRPr="008338AE">
        <w:t xml:space="preserve">ervices responsible for conducting approval tests, and of </w:t>
      </w:r>
      <w:r w:rsidR="00937BE8">
        <w:t>Type Approval Authorities</w:t>
      </w:r>
    </w:p>
    <w:p w:rsidR="008338AE" w:rsidRDefault="008338AE" w:rsidP="00A648E2">
      <w:pPr>
        <w:pStyle w:val="para"/>
        <w:ind w:firstLine="0"/>
      </w:pPr>
      <w:r w:rsidRPr="008338AE">
        <w:tab/>
      </w:r>
      <w:r w:rsidRPr="008040B4">
        <w:t xml:space="preserve">The Contracting Parties to the 1958 Agreement which apply this Regulation shall communicate to the United Nations Secretariat the names and addresses of the </w:t>
      </w:r>
      <w:r w:rsidR="00AC4321">
        <w:t>T</w:t>
      </w:r>
      <w:r w:rsidRPr="008040B4">
        <w:t xml:space="preserve">echnical </w:t>
      </w:r>
      <w:r w:rsidR="00AC4321">
        <w:t>S</w:t>
      </w:r>
      <w:r w:rsidRPr="008040B4">
        <w:t xml:space="preserve">ervices responsible for conducting approval tests and of the </w:t>
      </w:r>
      <w:r w:rsidR="00937BE8">
        <w:t>Type Approval Authorities</w:t>
      </w:r>
      <w:r w:rsidRPr="008040B4">
        <w:t xml:space="preserve"> which grant approval and to which forms certifying approval or extension or refusal or withdrawal of approval, or production definit</w:t>
      </w:r>
      <w:r w:rsidR="00937BE8">
        <w:t>iv</w:t>
      </w:r>
      <w:r w:rsidRPr="008040B4">
        <w:t>ely discontinued issued in other countries, are to be sent.</w:t>
      </w:r>
    </w:p>
    <w:p w:rsidR="008338AE" w:rsidRDefault="008338AE" w:rsidP="0039388D">
      <w:pPr>
        <w:suppressAutoHyphens w:val="0"/>
        <w:spacing w:line="240" w:lineRule="auto"/>
      </w:pPr>
    </w:p>
    <w:p w:rsidR="00A648E2" w:rsidRDefault="00A648E2" w:rsidP="0039388D">
      <w:pPr>
        <w:suppressAutoHyphens w:val="0"/>
        <w:spacing w:line="240" w:lineRule="auto"/>
        <w:sectPr w:rsidR="00A648E2" w:rsidSect="00D80B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pPr>
    </w:p>
    <w:p w:rsidR="008338AE" w:rsidRPr="000A5927" w:rsidRDefault="008338AE" w:rsidP="00A648E2">
      <w:pPr>
        <w:pStyle w:val="HChG"/>
        <w:rPr>
          <w:lang w:val="en-US"/>
        </w:rPr>
      </w:pPr>
      <w:r w:rsidRPr="000A5927">
        <w:rPr>
          <w:lang w:val="en-US"/>
        </w:rPr>
        <w:lastRenderedPageBreak/>
        <w:t>Annex 1</w:t>
      </w:r>
    </w:p>
    <w:p w:rsidR="00032926" w:rsidRPr="00720A6D" w:rsidRDefault="00A97D9C" w:rsidP="001A4C6F">
      <w:pPr>
        <w:pStyle w:val="HChG"/>
        <w:ind w:left="2268"/>
      </w:pPr>
      <w:r w:rsidRPr="00720A6D">
        <w:t xml:space="preserve">Part </w:t>
      </w:r>
      <w:r w:rsidR="00032926" w:rsidRPr="00720A6D">
        <w:t>A</w:t>
      </w:r>
      <w:r w:rsidR="00720A6D">
        <w:t xml:space="preserve">. </w:t>
      </w:r>
      <w:r w:rsidR="00467F96">
        <w:tab/>
      </w:r>
      <w:r w:rsidR="00032926" w:rsidRPr="00720A6D">
        <w:t xml:space="preserve">For NORESS for vehicle types approved according to </w:t>
      </w:r>
      <w:r w:rsidR="00752534" w:rsidRPr="00720A6D">
        <w:rPr>
          <w:lang w:val="en-US"/>
        </w:rPr>
        <w:t xml:space="preserve">the 04 series of amendments to </w:t>
      </w:r>
      <w:r w:rsidR="00032926" w:rsidRPr="00720A6D">
        <w:t>Regulation</w:t>
      </w:r>
      <w:r w:rsidR="00141C6C" w:rsidRPr="00720A6D">
        <w:t xml:space="preserve"> No.</w:t>
      </w:r>
      <w:r w:rsidR="00032926" w:rsidRPr="00720A6D">
        <w:t xml:space="preserve"> 41</w:t>
      </w:r>
    </w:p>
    <w:p w:rsidR="008338AE" w:rsidRPr="000A5927" w:rsidRDefault="00032926" w:rsidP="00467F96">
      <w:pPr>
        <w:pStyle w:val="HChG"/>
        <w:rPr>
          <w:lang w:val="en-US"/>
        </w:rPr>
      </w:pPr>
      <w:r w:rsidRPr="00720A6D">
        <w:tab/>
      </w:r>
      <w:r w:rsidR="00467F96">
        <w:tab/>
      </w:r>
      <w:r w:rsidR="008338AE" w:rsidRPr="000A5927">
        <w:rPr>
          <w:lang w:val="en-US"/>
        </w:rPr>
        <w:t>Communication</w:t>
      </w:r>
    </w:p>
    <w:p w:rsidR="008338AE" w:rsidRPr="000A5927" w:rsidRDefault="008338AE" w:rsidP="008338AE">
      <w:pPr>
        <w:ind w:left="567" w:right="39" w:firstLine="567"/>
        <w:rPr>
          <w:lang w:val="en-US"/>
        </w:rPr>
      </w:pPr>
      <w:r w:rsidRPr="000A5927">
        <w:rPr>
          <w:lang w:val="en-US"/>
        </w:rPr>
        <w:t>(Maximum format: A4 (210 x 297 mm)</w:t>
      </w:r>
    </w:p>
    <w:p w:rsidR="008338AE" w:rsidRPr="000A5927" w:rsidRDefault="008338AE" w:rsidP="008338AE">
      <w:pPr>
        <w:ind w:left="567" w:right="39" w:firstLine="567"/>
        <w:rPr>
          <w:lang w:val="en-US"/>
        </w:rPr>
      </w:pPr>
    </w:p>
    <w:p w:rsidR="005754D0" w:rsidRPr="000A5927" w:rsidRDefault="005754D0" w:rsidP="008338AE">
      <w:pPr>
        <w:ind w:left="567" w:right="39" w:firstLine="567"/>
        <w:rPr>
          <w:lang w:val="en-US"/>
        </w:rPr>
      </w:pPr>
    </w:p>
    <w:p w:rsidR="008338AE" w:rsidRPr="008338AE" w:rsidRDefault="00F338C1" w:rsidP="00367BA0">
      <w:pPr>
        <w:ind w:left="1134" w:right="39"/>
        <w:rPr>
          <w:sz w:val="24"/>
          <w:szCs w:val="24"/>
        </w:rPr>
      </w:pP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1905000</wp:posOffset>
                </wp:positionH>
                <wp:positionV relativeFrom="paragraph">
                  <wp:posOffset>114300</wp:posOffset>
                </wp:positionV>
                <wp:extent cx="3504565" cy="914400"/>
                <wp:effectExtent l="0" t="0" r="635"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45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0pt;margin-top:9pt;width:275.9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" stroked="f">
                <v:textbox>
                  <w:txbxContent>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FD523B" w:rsidRPr="00BF3735" w:rsidRDefault="00FD523B"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txbxContent>
                </v:textbox>
              </v:shape>
            </w:pict>
          </mc:Fallback>
        </mc:AlternateContent>
      </w:r>
      <w:r>
        <w:rPr>
          <w:noProof/>
          <w:lang w:eastAsia="en-GB"/>
        </w:rPr>
        <w:drawing>
          <wp:inline distT="0" distB="0" distL="0" distR="0">
            <wp:extent cx="902970" cy="90297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008338AE" w:rsidRPr="008338AE">
        <w:rPr>
          <w:color w:val="FFFFFF"/>
          <w:sz w:val="18"/>
          <w:vertAlign w:val="superscript"/>
        </w:rPr>
        <w:footnoteReference w:id="8"/>
      </w:r>
      <w:r w:rsidR="008338AE" w:rsidRPr="008338AE">
        <w:rPr>
          <w:color w:val="FFFFFF"/>
        </w:rPr>
        <w:t xml:space="preserve"> </w:t>
      </w:r>
    </w:p>
    <w:p w:rsidR="008338AE" w:rsidRPr="008338AE" w:rsidRDefault="00467F96" w:rsidP="00467F96">
      <w:pPr>
        <w:spacing w:before="240"/>
        <w:ind w:left="1134" w:right="1134"/>
        <w:jc w:val="both"/>
      </w:pPr>
      <w:r w:rsidRPr="008338AE">
        <w:t>C</w:t>
      </w:r>
      <w:r w:rsidR="008338AE" w:rsidRPr="008338AE">
        <w:t>oncerning</w:t>
      </w:r>
      <w:r>
        <w:t>:</w:t>
      </w:r>
      <w:r w:rsidR="008338AE" w:rsidRPr="008338AE">
        <w:rPr>
          <w:sz w:val="18"/>
          <w:szCs w:val="18"/>
          <w:vertAlign w:val="superscript"/>
        </w:rPr>
        <w:footnoteReference w:customMarkFollows="1" w:id="9"/>
        <w:t>2</w:t>
      </w:r>
      <w:r w:rsidR="008338AE" w:rsidRPr="008338AE">
        <w:tab/>
      </w:r>
      <w:r w:rsidR="008338AE" w:rsidRPr="008338AE">
        <w:tab/>
      </w:r>
      <w:r w:rsidR="00937BE8">
        <w:t>A</w:t>
      </w:r>
      <w:r w:rsidR="00937BE8" w:rsidRPr="008338AE">
        <w:t>pproval granted</w:t>
      </w:r>
    </w:p>
    <w:p w:rsidR="008338AE" w:rsidRPr="008338AE" w:rsidRDefault="00937BE8" w:rsidP="00467F96">
      <w:pPr>
        <w:ind w:left="2268" w:right="39" w:firstLine="567"/>
        <w:jc w:val="both"/>
        <w:outlineLvl w:val="0"/>
      </w:pPr>
      <w:r w:rsidRPr="008338AE">
        <w:t>Approval extended</w:t>
      </w:r>
    </w:p>
    <w:p w:rsidR="008338AE" w:rsidRPr="008338AE" w:rsidRDefault="00937BE8" w:rsidP="00467F96">
      <w:pPr>
        <w:ind w:left="2268" w:right="39" w:firstLine="567"/>
        <w:jc w:val="both"/>
        <w:outlineLvl w:val="0"/>
      </w:pPr>
      <w:r w:rsidRPr="008338AE">
        <w:t>Approval refused</w:t>
      </w:r>
    </w:p>
    <w:p w:rsidR="008338AE" w:rsidRPr="008338AE" w:rsidRDefault="00937BE8" w:rsidP="00467F96">
      <w:pPr>
        <w:ind w:left="2268" w:right="39" w:firstLine="567"/>
        <w:jc w:val="both"/>
      </w:pPr>
      <w:r w:rsidRPr="008338AE">
        <w:t>Approval withdrawn</w:t>
      </w:r>
    </w:p>
    <w:p w:rsidR="008338AE" w:rsidRPr="008338AE" w:rsidRDefault="00937BE8" w:rsidP="008338AE">
      <w:pPr>
        <w:spacing w:after="120"/>
        <w:ind w:left="2268" w:right="39" w:firstLine="567"/>
        <w:jc w:val="both"/>
      </w:pPr>
      <w:r w:rsidRPr="008338AE">
        <w:t>Production definit</w:t>
      </w:r>
      <w:r>
        <w:t>iv</w:t>
      </w:r>
      <w:r w:rsidRPr="008338AE">
        <w:t>ely discontinued</w:t>
      </w:r>
    </w:p>
    <w:p w:rsidR="008338AE" w:rsidRPr="00E23794" w:rsidRDefault="008338AE" w:rsidP="008338AE">
      <w:pPr>
        <w:spacing w:after="120"/>
        <w:ind w:left="1134" w:right="1134"/>
        <w:jc w:val="both"/>
      </w:pPr>
      <w:r w:rsidRPr="008338AE">
        <w:t xml:space="preserve">of a vehicle type with regard to a type of </w:t>
      </w:r>
      <w:r w:rsidR="00F15D08" w:rsidRPr="00E23794">
        <w:rPr>
          <w:szCs w:val="24"/>
        </w:rPr>
        <w:t>NO</w:t>
      </w:r>
      <w:r w:rsidRPr="00E23794">
        <w:t>RESS or component there of pursuant to Regulation No. 92.</w:t>
      </w:r>
    </w:p>
    <w:p w:rsidR="00367BA0" w:rsidRPr="00E23794" w:rsidRDefault="00367BA0" w:rsidP="00367BA0">
      <w:pPr>
        <w:tabs>
          <w:tab w:val="left" w:pos="1700"/>
          <w:tab w:val="right" w:pos="8500"/>
        </w:tabs>
        <w:spacing w:after="240"/>
        <w:ind w:left="1100" w:right="1140"/>
      </w:pPr>
      <w:r w:rsidRPr="00E23794">
        <w:t>Approval No................................….</w:t>
      </w:r>
      <w:r w:rsidRPr="00E23794">
        <w:tab/>
        <w:t>Extension No......................................….</w:t>
      </w:r>
      <w:r w:rsidRPr="00E23794">
        <w:tab/>
      </w:r>
    </w:p>
    <w:p w:rsidR="008338AE" w:rsidRPr="00E23794" w:rsidRDefault="008338AE" w:rsidP="008338AE">
      <w:pPr>
        <w:tabs>
          <w:tab w:val="right" w:leader="dot" w:pos="8505"/>
        </w:tabs>
        <w:spacing w:after="120"/>
        <w:ind w:left="2268" w:right="1134" w:hanging="1134"/>
        <w:jc w:val="both"/>
      </w:pPr>
      <w:r w:rsidRPr="00E23794">
        <w:t>1.</w:t>
      </w:r>
      <w:r w:rsidRPr="00E23794">
        <w:tab/>
        <w:t xml:space="preserve">Trade name or mark of the </w:t>
      </w:r>
      <w:r w:rsidR="005D1325" w:rsidRPr="00E23794">
        <w:t>vehicle</w:t>
      </w:r>
      <w:r w:rsidRPr="00E23794">
        <w:t xml:space="preserve">: </w:t>
      </w:r>
      <w:r w:rsidRPr="00E23794">
        <w:tab/>
      </w:r>
    </w:p>
    <w:p w:rsidR="008338AE" w:rsidRPr="00E23794" w:rsidRDefault="008338AE" w:rsidP="008338AE">
      <w:pPr>
        <w:tabs>
          <w:tab w:val="right" w:leader="dot" w:pos="8505"/>
        </w:tabs>
        <w:spacing w:after="120"/>
        <w:ind w:left="2268" w:right="1134" w:hanging="1134"/>
        <w:jc w:val="both"/>
      </w:pPr>
      <w:r w:rsidRPr="00E23794">
        <w:t>2.</w:t>
      </w:r>
      <w:r w:rsidRPr="00E23794">
        <w:tab/>
      </w:r>
      <w:r w:rsidR="005D1325" w:rsidRPr="00E23794">
        <w:t xml:space="preserve">Vehicle </w:t>
      </w:r>
      <w:r w:rsidRPr="00E23794">
        <w:t>type:</w:t>
      </w:r>
      <w:r w:rsidRPr="00E23794">
        <w:tab/>
      </w:r>
    </w:p>
    <w:p w:rsidR="008338AE" w:rsidRPr="008338AE" w:rsidRDefault="008338AE" w:rsidP="008338AE">
      <w:pPr>
        <w:tabs>
          <w:tab w:val="right" w:leader="dot" w:pos="8505"/>
        </w:tabs>
        <w:spacing w:after="120"/>
        <w:ind w:left="2268" w:right="1134" w:hanging="1134"/>
        <w:jc w:val="both"/>
      </w:pPr>
      <w:r w:rsidRPr="00E23794">
        <w:t>3.</w:t>
      </w:r>
      <w:r w:rsidRPr="00E23794">
        <w:tab/>
        <w:t>Manufacturer's name and address:</w:t>
      </w:r>
      <w:r w:rsidRPr="008338AE">
        <w:t xml:space="preserve"> </w:t>
      </w:r>
      <w:r w:rsidRPr="008338AE">
        <w:tab/>
      </w:r>
    </w:p>
    <w:p w:rsidR="008338AE" w:rsidRPr="008338AE" w:rsidRDefault="008338AE" w:rsidP="008338AE">
      <w:pPr>
        <w:tabs>
          <w:tab w:val="right" w:leader="dot" w:pos="8505"/>
        </w:tabs>
        <w:spacing w:after="120"/>
        <w:ind w:left="2268" w:right="1134" w:hanging="1134"/>
        <w:jc w:val="both"/>
      </w:pPr>
      <w:r w:rsidRPr="008338AE">
        <w:t>4.</w:t>
      </w:r>
      <w:r w:rsidRPr="008338AE">
        <w:tab/>
        <w:t xml:space="preserve">If applicable, name and address of manufacturer’s representative: </w:t>
      </w:r>
      <w:r w:rsidRPr="008338AE">
        <w:tab/>
      </w:r>
    </w:p>
    <w:p w:rsidR="008338AE" w:rsidRPr="008338AE" w:rsidRDefault="008338AE" w:rsidP="008338AE">
      <w:pPr>
        <w:tabs>
          <w:tab w:val="right" w:leader="dot" w:pos="8505"/>
        </w:tabs>
        <w:spacing w:after="120"/>
        <w:ind w:left="2268" w:right="1134" w:hanging="1134"/>
        <w:jc w:val="both"/>
      </w:pPr>
      <w:r w:rsidRPr="008338AE">
        <w:t>5.</w:t>
      </w:r>
      <w:r w:rsidRPr="008338AE">
        <w:tab/>
        <w:t>Engine</w:t>
      </w:r>
    </w:p>
    <w:p w:rsidR="008338AE" w:rsidRPr="008338AE" w:rsidRDefault="008338AE" w:rsidP="008338AE">
      <w:pPr>
        <w:tabs>
          <w:tab w:val="right" w:leader="dot" w:pos="8505"/>
        </w:tabs>
        <w:spacing w:after="120"/>
        <w:ind w:left="2268" w:right="1134" w:hanging="1134"/>
        <w:jc w:val="both"/>
      </w:pPr>
      <w:r w:rsidRPr="008338AE">
        <w:t>5.1.</w:t>
      </w:r>
      <w:r w:rsidRPr="008338AE">
        <w:tab/>
        <w:t>Manufacturer:</w:t>
      </w:r>
      <w:r w:rsidRPr="008338AE">
        <w:tab/>
      </w:r>
    </w:p>
    <w:p w:rsidR="008338AE" w:rsidRPr="008338AE" w:rsidRDefault="008338AE" w:rsidP="008338AE">
      <w:pPr>
        <w:tabs>
          <w:tab w:val="right" w:leader="dot" w:pos="8505"/>
        </w:tabs>
        <w:spacing w:after="120"/>
        <w:ind w:left="2268" w:right="1134" w:hanging="1134"/>
        <w:jc w:val="both"/>
      </w:pPr>
      <w:r w:rsidRPr="008338AE">
        <w:t>5.2.</w:t>
      </w:r>
      <w:r w:rsidRPr="008338AE">
        <w:tab/>
        <w:t xml:space="preserve">Type: </w:t>
      </w:r>
      <w:r w:rsidRPr="008338AE">
        <w:tab/>
      </w:r>
    </w:p>
    <w:p w:rsidR="008338AE" w:rsidRPr="008338AE" w:rsidRDefault="008338AE" w:rsidP="008338AE">
      <w:pPr>
        <w:tabs>
          <w:tab w:val="right" w:leader="dot" w:pos="8505"/>
        </w:tabs>
        <w:spacing w:after="120"/>
        <w:ind w:left="2268" w:right="1134" w:hanging="1134"/>
        <w:jc w:val="both"/>
      </w:pPr>
      <w:r w:rsidRPr="008338AE">
        <w:t>5.3.</w:t>
      </w:r>
      <w:r w:rsidRPr="008338AE">
        <w:tab/>
        <w:t xml:space="preserve">Model: </w:t>
      </w:r>
      <w:r w:rsidRPr="008338AE">
        <w:tab/>
      </w:r>
    </w:p>
    <w:p w:rsidR="008338AE" w:rsidRPr="008338AE" w:rsidRDefault="008338AE" w:rsidP="008800DA">
      <w:pPr>
        <w:tabs>
          <w:tab w:val="left" w:leader="dot" w:pos="6000"/>
          <w:tab w:val="right" w:leader="dot" w:pos="8505"/>
        </w:tabs>
        <w:spacing w:after="120"/>
        <w:ind w:left="2268" w:right="1134" w:hanging="1134"/>
        <w:jc w:val="both"/>
      </w:pPr>
      <w:r w:rsidRPr="008338AE">
        <w:t>5.4.</w:t>
      </w:r>
      <w:r w:rsidRPr="008338AE">
        <w:tab/>
        <w:t xml:space="preserve">Rated maximum net power: </w:t>
      </w:r>
      <w:r w:rsidRPr="008338AE">
        <w:tab/>
        <w:t xml:space="preserve"> kW at </w:t>
      </w:r>
      <w:r w:rsidRPr="008338AE">
        <w:tab/>
        <w:t xml:space="preserve"> min</w:t>
      </w:r>
      <w:r w:rsidRPr="008338AE">
        <w:rPr>
          <w:vertAlign w:val="superscript"/>
        </w:rPr>
        <w:t>-1</w:t>
      </w:r>
    </w:p>
    <w:p w:rsidR="008338AE" w:rsidRPr="008338AE" w:rsidRDefault="008338AE" w:rsidP="008338AE">
      <w:pPr>
        <w:tabs>
          <w:tab w:val="right" w:leader="dot" w:pos="8505"/>
        </w:tabs>
        <w:spacing w:after="120"/>
        <w:ind w:left="2268" w:right="1134" w:hanging="1134"/>
        <w:jc w:val="both"/>
      </w:pPr>
      <w:r w:rsidRPr="008338AE">
        <w:t>5.5.</w:t>
      </w:r>
      <w:r w:rsidRPr="008338AE">
        <w:tab/>
        <w:t>Kind of engine (e.g. positive-igniti</w:t>
      </w:r>
      <w:r w:rsidR="00D447AD">
        <w:t>on, compression ignition, etc.)</w:t>
      </w:r>
      <w:r w:rsidR="00FD1BAD">
        <w:t>:</w:t>
      </w:r>
      <w:r w:rsidRPr="008338AE">
        <w:rPr>
          <w:sz w:val="18"/>
          <w:vertAlign w:val="superscript"/>
        </w:rPr>
        <w:footnoteReference w:customMarkFollows="1" w:id="10"/>
        <w:t>3</w:t>
      </w:r>
      <w:r w:rsidRPr="008338AE">
        <w:tab/>
      </w:r>
    </w:p>
    <w:p w:rsidR="008338AE" w:rsidRPr="008338AE" w:rsidRDefault="008338AE" w:rsidP="008338AE">
      <w:pPr>
        <w:tabs>
          <w:tab w:val="right" w:leader="dot" w:pos="8505"/>
        </w:tabs>
        <w:spacing w:after="120"/>
        <w:ind w:left="2268" w:right="1134" w:hanging="1134"/>
        <w:jc w:val="both"/>
      </w:pPr>
      <w:r w:rsidRPr="008338AE">
        <w:t>5.6.</w:t>
      </w:r>
      <w:r w:rsidR="00FD1BAD">
        <w:tab/>
        <w:t>Cycles: two-stroke/four-stroke</w:t>
      </w:r>
      <w:r w:rsidRPr="008338AE">
        <w:rPr>
          <w:sz w:val="18"/>
          <w:szCs w:val="18"/>
          <w:vertAlign w:val="superscript"/>
        </w:rPr>
        <w:t>2</w:t>
      </w:r>
    </w:p>
    <w:p w:rsidR="008338AE" w:rsidRPr="008338AE" w:rsidRDefault="008338AE" w:rsidP="00C404FC">
      <w:pPr>
        <w:tabs>
          <w:tab w:val="right" w:leader="dot" w:pos="8505"/>
        </w:tabs>
        <w:spacing w:after="120"/>
        <w:ind w:left="2268" w:right="1134" w:hanging="1134"/>
        <w:jc w:val="both"/>
      </w:pPr>
      <w:r w:rsidRPr="008338AE">
        <w:lastRenderedPageBreak/>
        <w:t>5.7.</w:t>
      </w:r>
      <w:r w:rsidRPr="008338AE">
        <w:tab/>
        <w:t xml:space="preserve">Cylinder capacity: </w:t>
      </w:r>
      <w:r w:rsidRPr="008338AE">
        <w:tab/>
        <w:t xml:space="preserve"> cm</w:t>
      </w:r>
      <w:r w:rsidRPr="008338AE">
        <w:rPr>
          <w:vertAlign w:val="superscript"/>
        </w:rPr>
        <w:t>3</w:t>
      </w:r>
    </w:p>
    <w:p w:rsidR="008338AE" w:rsidRPr="008338AE" w:rsidRDefault="008338AE" w:rsidP="008338AE">
      <w:pPr>
        <w:tabs>
          <w:tab w:val="right" w:leader="dot" w:pos="8505"/>
        </w:tabs>
        <w:spacing w:after="120"/>
        <w:ind w:left="2268" w:right="1134" w:hanging="1134"/>
        <w:jc w:val="both"/>
      </w:pPr>
      <w:r w:rsidRPr="008338AE">
        <w:t>6.</w:t>
      </w:r>
      <w:r w:rsidRPr="008338AE">
        <w:tab/>
        <w:t>Transmission</w:t>
      </w:r>
    </w:p>
    <w:p w:rsidR="008338AE" w:rsidRPr="008338AE" w:rsidRDefault="008338AE" w:rsidP="008338AE">
      <w:pPr>
        <w:tabs>
          <w:tab w:val="right" w:leader="dot" w:pos="8505"/>
        </w:tabs>
        <w:spacing w:after="120"/>
        <w:ind w:left="2268" w:right="1134" w:hanging="1134"/>
        <w:jc w:val="both"/>
      </w:pPr>
      <w:r w:rsidRPr="008338AE">
        <w:t>6.1.</w:t>
      </w:r>
      <w:r w:rsidRPr="008338AE">
        <w:tab/>
        <w:t xml:space="preserve">Type of transmission: non-automatic gearbox/automatic gearbox: </w:t>
      </w:r>
      <w:r w:rsidRPr="008338AE">
        <w:tab/>
      </w:r>
    </w:p>
    <w:p w:rsidR="008338AE" w:rsidRPr="008338AE" w:rsidRDefault="008338AE" w:rsidP="008338AE">
      <w:pPr>
        <w:tabs>
          <w:tab w:val="right" w:leader="dot" w:pos="8505"/>
        </w:tabs>
        <w:spacing w:after="120"/>
        <w:ind w:left="2268" w:right="1134" w:hanging="1134"/>
        <w:jc w:val="both"/>
      </w:pPr>
      <w:r w:rsidRPr="008338AE">
        <w:t>6.2.</w:t>
      </w:r>
      <w:r w:rsidRPr="008338AE">
        <w:tab/>
        <w:t xml:space="preserve">Number of gears: </w:t>
      </w:r>
      <w:r w:rsidRPr="008338AE">
        <w:tab/>
      </w:r>
    </w:p>
    <w:p w:rsidR="008338AE" w:rsidRPr="008338AE" w:rsidRDefault="008338AE" w:rsidP="008338AE">
      <w:pPr>
        <w:tabs>
          <w:tab w:val="right" w:leader="dot" w:pos="8505"/>
        </w:tabs>
        <w:spacing w:after="120"/>
        <w:ind w:left="2268" w:right="1134" w:hanging="1134"/>
        <w:jc w:val="both"/>
      </w:pPr>
      <w:r w:rsidRPr="008338AE">
        <w:t>7.</w:t>
      </w:r>
      <w:r w:rsidRPr="008338AE">
        <w:tab/>
        <w:t>Equipment</w:t>
      </w:r>
    </w:p>
    <w:p w:rsidR="008338AE" w:rsidRPr="008338AE" w:rsidRDefault="008338AE" w:rsidP="008338AE">
      <w:pPr>
        <w:tabs>
          <w:tab w:val="right" w:leader="dot" w:pos="8505"/>
        </w:tabs>
        <w:spacing w:after="120"/>
        <w:ind w:left="2268" w:right="1134" w:hanging="1134"/>
        <w:jc w:val="both"/>
      </w:pPr>
      <w:r w:rsidRPr="008338AE">
        <w:t>7.1.</w:t>
      </w:r>
      <w:r w:rsidRPr="008338AE">
        <w:tab/>
        <w:t>Exhaust silencer</w:t>
      </w:r>
    </w:p>
    <w:p w:rsidR="008338AE" w:rsidRPr="008338AE" w:rsidRDefault="008338AE" w:rsidP="008338AE">
      <w:pPr>
        <w:tabs>
          <w:tab w:val="right" w:leader="dot" w:pos="8505"/>
        </w:tabs>
        <w:spacing w:after="120"/>
        <w:ind w:left="2268" w:right="1134" w:hanging="1134"/>
        <w:jc w:val="both"/>
      </w:pPr>
      <w:r w:rsidRPr="008338AE">
        <w:t>7.1.1.</w:t>
      </w:r>
      <w:r w:rsidRPr="008338AE">
        <w:tab/>
        <w:t xml:space="preserve">Manufacturer or authorized representative (if any): </w:t>
      </w:r>
      <w:r w:rsidRPr="008338AE">
        <w:tab/>
      </w:r>
    </w:p>
    <w:p w:rsidR="008338AE" w:rsidRPr="008338AE" w:rsidRDefault="008338AE" w:rsidP="008338AE">
      <w:pPr>
        <w:tabs>
          <w:tab w:val="right" w:leader="dot" w:pos="8505"/>
        </w:tabs>
        <w:spacing w:after="120"/>
        <w:ind w:left="2268" w:right="1134" w:hanging="1134"/>
        <w:jc w:val="both"/>
      </w:pPr>
      <w:r w:rsidRPr="008338AE">
        <w:t>7.1.2.</w:t>
      </w:r>
      <w:r w:rsidRPr="008338AE">
        <w:tab/>
        <w:t xml:space="preserve">Model: </w:t>
      </w:r>
      <w:r w:rsidRPr="008338AE">
        <w:tab/>
      </w:r>
    </w:p>
    <w:p w:rsidR="008338AE" w:rsidRPr="008338AE" w:rsidRDefault="008338AE" w:rsidP="008800DA">
      <w:pPr>
        <w:tabs>
          <w:tab w:val="right" w:leader="dot" w:pos="6600"/>
          <w:tab w:val="left" w:leader="dot" w:pos="8505"/>
        </w:tabs>
        <w:spacing w:after="120"/>
        <w:ind w:left="2268" w:right="1134" w:hanging="1134"/>
        <w:jc w:val="both"/>
      </w:pPr>
      <w:r w:rsidRPr="008338AE">
        <w:t>7.1.3.</w:t>
      </w:r>
      <w:r w:rsidRPr="008338AE">
        <w:tab/>
        <w:t xml:space="preserve">Type: </w:t>
      </w:r>
      <w:r w:rsidRPr="008338AE">
        <w:tab/>
        <w:t xml:space="preserve"> in accordance with drawing No. </w:t>
      </w:r>
      <w:r w:rsidRPr="008338AE">
        <w:tab/>
      </w:r>
    </w:p>
    <w:p w:rsidR="008338AE" w:rsidRPr="008338AE" w:rsidRDefault="008338AE" w:rsidP="008338AE">
      <w:pPr>
        <w:tabs>
          <w:tab w:val="right" w:leader="dot" w:pos="8505"/>
        </w:tabs>
        <w:spacing w:after="120"/>
        <w:ind w:left="2268" w:right="1134" w:hanging="1134"/>
        <w:jc w:val="both"/>
      </w:pPr>
      <w:r w:rsidRPr="008338AE">
        <w:t>7.2.</w:t>
      </w:r>
      <w:r w:rsidRPr="008338AE">
        <w:tab/>
        <w:t>Intake silencer</w:t>
      </w:r>
    </w:p>
    <w:p w:rsidR="008338AE" w:rsidRPr="008338AE" w:rsidRDefault="008338AE" w:rsidP="008338AE">
      <w:pPr>
        <w:tabs>
          <w:tab w:val="right" w:leader="dot" w:pos="8505"/>
        </w:tabs>
        <w:spacing w:after="120"/>
        <w:ind w:left="2268" w:right="1134" w:hanging="1134"/>
        <w:jc w:val="both"/>
      </w:pPr>
      <w:r w:rsidRPr="008338AE">
        <w:t>7.2.1.</w:t>
      </w:r>
      <w:r w:rsidRPr="008338AE">
        <w:tab/>
        <w:t xml:space="preserve">Manufacturer or authorized representative (if any): </w:t>
      </w:r>
      <w:r w:rsidRPr="008338AE">
        <w:tab/>
      </w:r>
    </w:p>
    <w:p w:rsidR="008338AE" w:rsidRPr="008338AE" w:rsidRDefault="008338AE" w:rsidP="008338AE">
      <w:pPr>
        <w:tabs>
          <w:tab w:val="right" w:leader="dot" w:pos="8505"/>
        </w:tabs>
        <w:spacing w:after="120"/>
        <w:ind w:left="2268" w:right="1134" w:hanging="1134"/>
        <w:jc w:val="both"/>
      </w:pPr>
      <w:r w:rsidRPr="008338AE">
        <w:t>7.2.2.</w:t>
      </w:r>
      <w:r w:rsidRPr="008338AE">
        <w:tab/>
        <w:t xml:space="preserve">Model: </w:t>
      </w:r>
      <w:r w:rsidRPr="008338AE">
        <w:tab/>
      </w:r>
    </w:p>
    <w:p w:rsidR="008338AE" w:rsidRPr="008338AE" w:rsidRDefault="008338AE" w:rsidP="008800DA">
      <w:pPr>
        <w:tabs>
          <w:tab w:val="right" w:leader="dot" w:pos="6600"/>
          <w:tab w:val="left" w:leader="dot" w:pos="8505"/>
        </w:tabs>
        <w:spacing w:after="120"/>
        <w:ind w:left="2268" w:right="1134" w:hanging="1134"/>
        <w:jc w:val="both"/>
      </w:pPr>
      <w:r w:rsidRPr="008338AE">
        <w:t>7.2.3.</w:t>
      </w:r>
      <w:r w:rsidRPr="008338AE">
        <w:tab/>
        <w:t xml:space="preserve">Type: </w:t>
      </w:r>
      <w:r w:rsidRPr="008338AE">
        <w:tab/>
        <w:t xml:space="preserve"> in accordance with drawing No. </w:t>
      </w:r>
      <w:r w:rsidRPr="008338AE">
        <w:tab/>
      </w:r>
    </w:p>
    <w:p w:rsidR="008338AE" w:rsidRPr="008338AE" w:rsidRDefault="008338AE" w:rsidP="008338AE">
      <w:pPr>
        <w:tabs>
          <w:tab w:val="right" w:leader="dot" w:pos="8505"/>
        </w:tabs>
        <w:spacing w:after="120"/>
        <w:ind w:left="2268" w:right="1134" w:hanging="1134"/>
        <w:jc w:val="both"/>
      </w:pPr>
      <w:r w:rsidRPr="008338AE">
        <w:t>8.</w:t>
      </w:r>
      <w:r w:rsidRPr="008338AE">
        <w:tab/>
        <w:t>Gears used for test of</w:t>
      </w:r>
      <w:r w:rsidR="00B34DE5">
        <w:t xml:space="preserve"> the vehicle </w:t>
      </w:r>
      <w:r w:rsidRPr="008338AE">
        <w:t xml:space="preserve">in motion: </w:t>
      </w:r>
      <w:r w:rsidRPr="008338AE">
        <w:tab/>
      </w:r>
    </w:p>
    <w:p w:rsidR="008338AE" w:rsidRPr="008338AE" w:rsidRDefault="008338AE" w:rsidP="008338AE">
      <w:pPr>
        <w:tabs>
          <w:tab w:val="right" w:leader="dot" w:pos="8505"/>
        </w:tabs>
        <w:spacing w:after="120"/>
        <w:ind w:left="2268" w:right="1134" w:hanging="1134"/>
        <w:jc w:val="both"/>
      </w:pPr>
      <w:r w:rsidRPr="008338AE">
        <w:t>9.</w:t>
      </w:r>
      <w:r w:rsidRPr="008338AE">
        <w:tab/>
        <w:t xml:space="preserve">Final drive ratio(s): </w:t>
      </w:r>
      <w:r w:rsidRPr="008338AE">
        <w:tab/>
      </w:r>
    </w:p>
    <w:p w:rsidR="008338AE" w:rsidRPr="008338AE" w:rsidRDefault="008338AE" w:rsidP="008338AE">
      <w:pPr>
        <w:tabs>
          <w:tab w:val="right" w:leader="dot" w:pos="8505"/>
        </w:tabs>
        <w:spacing w:after="120"/>
        <w:ind w:left="2268" w:right="1134" w:hanging="1134"/>
        <w:jc w:val="both"/>
      </w:pPr>
      <w:r w:rsidRPr="008338AE">
        <w:t>10.</w:t>
      </w:r>
      <w:r w:rsidRPr="008338AE">
        <w:tab/>
      </w:r>
      <w:r w:rsidR="008800DA">
        <w:t>E</w:t>
      </w:r>
      <w:r w:rsidRPr="008338AE">
        <w:t xml:space="preserve">CE type approval number of tyre(s): </w:t>
      </w:r>
      <w:r w:rsidRPr="008338AE">
        <w:tab/>
      </w:r>
    </w:p>
    <w:p w:rsidR="008338AE" w:rsidRPr="008338AE" w:rsidRDefault="008338AE" w:rsidP="008338AE">
      <w:pPr>
        <w:tabs>
          <w:tab w:val="right" w:leader="dot" w:pos="8505"/>
        </w:tabs>
        <w:spacing w:after="120"/>
        <w:ind w:left="2268" w:right="1134" w:hanging="1134"/>
        <w:jc w:val="both"/>
      </w:pPr>
      <w:r w:rsidRPr="008338AE">
        <w:tab/>
        <w:t>If not available, the following information shall be provided:</w:t>
      </w:r>
    </w:p>
    <w:p w:rsidR="008338AE" w:rsidRPr="008338AE" w:rsidRDefault="008338AE" w:rsidP="008338AE">
      <w:pPr>
        <w:tabs>
          <w:tab w:val="right" w:leader="dot" w:pos="8505"/>
        </w:tabs>
        <w:spacing w:after="120"/>
        <w:ind w:left="2268" w:right="1134" w:hanging="1134"/>
        <w:jc w:val="both"/>
      </w:pPr>
      <w:r w:rsidRPr="008338AE">
        <w:t>10.1.</w:t>
      </w:r>
      <w:r w:rsidRPr="008338AE">
        <w:tab/>
      </w:r>
      <w:smartTag w:uri="urn:schemas-microsoft-com:office:smarttags" w:element="City">
        <w:smartTag w:uri="urn:schemas-microsoft-com:office:smarttags" w:element="country-region">
          <w:r w:rsidRPr="008338AE">
            <w:t>Tyre</w:t>
          </w:r>
        </w:smartTag>
      </w:smartTag>
      <w:r w:rsidRPr="008338AE">
        <w:t xml:space="preserve"> manufacturer: </w:t>
      </w:r>
      <w:r w:rsidRPr="008338AE">
        <w:tab/>
      </w:r>
    </w:p>
    <w:p w:rsidR="008338AE" w:rsidRPr="008338AE" w:rsidRDefault="008338AE" w:rsidP="008338AE">
      <w:pPr>
        <w:tabs>
          <w:tab w:val="right" w:leader="dot" w:pos="8505"/>
        </w:tabs>
        <w:spacing w:after="120"/>
        <w:ind w:left="2268" w:right="1134" w:hanging="1134"/>
        <w:jc w:val="both"/>
      </w:pPr>
      <w:r w:rsidRPr="008338AE">
        <w:t>10.2.</w:t>
      </w:r>
      <w:r w:rsidRPr="008338AE">
        <w:tab/>
        <w:t xml:space="preserve">Commercial description(s) of the type of tyre (by axle), (e.g. trade name, speed index, load index): </w:t>
      </w:r>
      <w:r w:rsidRPr="008338AE">
        <w:tab/>
      </w:r>
    </w:p>
    <w:p w:rsidR="008338AE" w:rsidRPr="008338AE" w:rsidRDefault="008338AE" w:rsidP="008338AE">
      <w:pPr>
        <w:tabs>
          <w:tab w:val="right" w:leader="dot" w:pos="8505"/>
        </w:tabs>
        <w:spacing w:after="120"/>
        <w:ind w:left="2268" w:right="1134" w:hanging="1134"/>
        <w:jc w:val="both"/>
      </w:pPr>
      <w:r w:rsidRPr="008338AE">
        <w:t>10.3.</w:t>
      </w:r>
      <w:r w:rsidRPr="008338AE">
        <w:tab/>
      </w:r>
      <w:smartTag w:uri="urn:schemas-microsoft-com:office:smarttags" w:element="City">
        <w:smartTag w:uri="urn:schemas-microsoft-com:office:smarttags" w:element="country-region">
          <w:r w:rsidRPr="008338AE">
            <w:t>Tyre</w:t>
          </w:r>
        </w:smartTag>
      </w:smartTag>
      <w:r w:rsidRPr="008338AE">
        <w:t xml:space="preserve"> size (by axle): </w:t>
      </w:r>
      <w:r w:rsidRPr="008338AE">
        <w:tab/>
      </w:r>
    </w:p>
    <w:p w:rsidR="008338AE" w:rsidRPr="008338AE" w:rsidRDefault="008338AE" w:rsidP="008338AE">
      <w:pPr>
        <w:tabs>
          <w:tab w:val="right" w:leader="dot" w:pos="8505"/>
        </w:tabs>
        <w:spacing w:after="120"/>
        <w:ind w:left="2268" w:right="1134" w:hanging="1134"/>
        <w:jc w:val="both"/>
      </w:pPr>
      <w:r w:rsidRPr="008338AE">
        <w:t>10.4.</w:t>
      </w:r>
      <w:r w:rsidRPr="008338AE">
        <w:tab/>
        <w:t xml:space="preserve">Other type approval number (if available): </w:t>
      </w:r>
      <w:r w:rsidRPr="008338AE">
        <w:tab/>
      </w:r>
    </w:p>
    <w:p w:rsidR="008338AE" w:rsidRPr="008338AE" w:rsidRDefault="008338AE" w:rsidP="008338AE">
      <w:pPr>
        <w:tabs>
          <w:tab w:val="right" w:leader="dot" w:pos="8505"/>
        </w:tabs>
        <w:spacing w:after="120"/>
        <w:ind w:left="2268" w:right="1134" w:hanging="1134"/>
        <w:jc w:val="both"/>
      </w:pPr>
      <w:r w:rsidRPr="008338AE">
        <w:t>11.</w:t>
      </w:r>
      <w:r w:rsidRPr="008338AE">
        <w:tab/>
        <w:t>Masses</w:t>
      </w:r>
    </w:p>
    <w:p w:rsidR="008338AE" w:rsidRPr="008338AE" w:rsidRDefault="008338AE" w:rsidP="008800DA">
      <w:pPr>
        <w:tabs>
          <w:tab w:val="right" w:leader="dot" w:pos="8505"/>
        </w:tabs>
        <w:spacing w:after="120"/>
        <w:ind w:left="2268" w:right="1134" w:hanging="1134"/>
        <w:jc w:val="both"/>
      </w:pPr>
      <w:r w:rsidRPr="008338AE">
        <w:t>11.1.</w:t>
      </w:r>
      <w:r w:rsidRPr="008338AE">
        <w:tab/>
        <w:t xml:space="preserve">Maximum permissible gross weight: </w:t>
      </w:r>
      <w:r w:rsidRPr="008338AE">
        <w:tab/>
        <w:t xml:space="preserve"> kg</w:t>
      </w:r>
    </w:p>
    <w:p w:rsidR="008338AE" w:rsidRPr="008338AE" w:rsidRDefault="008338AE" w:rsidP="00CA3167">
      <w:pPr>
        <w:tabs>
          <w:tab w:val="right" w:leader="dot" w:pos="8505"/>
        </w:tabs>
        <w:spacing w:after="120"/>
        <w:ind w:left="2268" w:right="1134" w:hanging="1134"/>
        <w:jc w:val="both"/>
      </w:pPr>
      <w:r w:rsidRPr="008338AE">
        <w:t>11.2.</w:t>
      </w:r>
      <w:r w:rsidRPr="008338AE">
        <w:tab/>
        <w:t xml:space="preserve">Test mass: </w:t>
      </w:r>
      <w:r w:rsidRPr="008338AE">
        <w:tab/>
        <w:t xml:space="preserve"> kg</w:t>
      </w:r>
    </w:p>
    <w:p w:rsidR="008338AE" w:rsidRPr="008338AE" w:rsidRDefault="008338AE" w:rsidP="008800DA">
      <w:pPr>
        <w:tabs>
          <w:tab w:val="right" w:leader="dot" w:pos="8505"/>
        </w:tabs>
        <w:spacing w:after="120"/>
        <w:ind w:left="2268" w:right="1134" w:hanging="1134"/>
        <w:jc w:val="both"/>
      </w:pPr>
      <w:r w:rsidRPr="008338AE">
        <w:t>11.3.</w:t>
      </w:r>
      <w:r w:rsidRPr="008338AE">
        <w:tab/>
        <w:t>Power to mass ratio index (</w:t>
      </w:r>
      <w:r w:rsidRPr="008338AE">
        <w:rPr>
          <w:i/>
        </w:rPr>
        <w:t>PMR</w:t>
      </w:r>
      <w:r w:rsidRPr="008338AE">
        <w:t xml:space="preserve">): </w:t>
      </w:r>
      <w:r w:rsidRPr="008338AE">
        <w:tab/>
      </w:r>
    </w:p>
    <w:p w:rsidR="008338AE" w:rsidRPr="008338AE" w:rsidRDefault="008338AE" w:rsidP="008800DA">
      <w:pPr>
        <w:tabs>
          <w:tab w:val="right" w:leader="dot" w:pos="8505"/>
        </w:tabs>
        <w:spacing w:after="120"/>
        <w:ind w:left="2268" w:right="1134" w:hanging="1134"/>
        <w:jc w:val="both"/>
      </w:pPr>
      <w:r w:rsidRPr="008338AE">
        <w:t>12.</w:t>
      </w:r>
      <w:r w:rsidRPr="008338AE">
        <w:tab/>
        <w:t xml:space="preserve">Vehicle length: </w:t>
      </w:r>
      <w:r w:rsidRPr="008338AE">
        <w:tab/>
        <w:t xml:space="preserve"> m</w:t>
      </w:r>
    </w:p>
    <w:p w:rsidR="008338AE" w:rsidRPr="008338AE" w:rsidRDefault="008338AE" w:rsidP="008800DA">
      <w:pPr>
        <w:tabs>
          <w:tab w:val="right" w:leader="dot" w:pos="8505"/>
        </w:tabs>
        <w:spacing w:after="120"/>
        <w:ind w:left="2268" w:right="1134" w:hanging="1134"/>
        <w:jc w:val="both"/>
      </w:pPr>
      <w:r w:rsidRPr="008338AE">
        <w:t>12.1.</w:t>
      </w:r>
      <w:r w:rsidRPr="008338AE">
        <w:tab/>
        <w:t xml:space="preserve">Reference length </w:t>
      </w:r>
      <w:r w:rsidRPr="008338AE">
        <w:rPr>
          <w:i/>
        </w:rPr>
        <w:t>l</w:t>
      </w:r>
      <w:r w:rsidRPr="008338AE">
        <w:rPr>
          <w:rFonts w:ascii="Times New Roman Bold" w:hAnsi="Times New Roman Bold"/>
          <w:vertAlign w:val="subscript"/>
        </w:rPr>
        <w:t>ref</w:t>
      </w:r>
      <w:r w:rsidRPr="008338AE">
        <w:t xml:space="preserve">: </w:t>
      </w:r>
      <w:r w:rsidRPr="008338AE">
        <w:tab/>
        <w:t xml:space="preserve"> m</w:t>
      </w:r>
    </w:p>
    <w:p w:rsidR="008338AE" w:rsidRPr="008338AE" w:rsidRDefault="008338AE" w:rsidP="008338AE">
      <w:pPr>
        <w:tabs>
          <w:tab w:val="right" w:leader="dot" w:pos="4900"/>
        </w:tabs>
        <w:spacing w:after="120"/>
        <w:ind w:left="2268" w:right="1134" w:hanging="1134"/>
        <w:jc w:val="both"/>
      </w:pPr>
      <w:r w:rsidRPr="008338AE">
        <w:t>13.</w:t>
      </w:r>
      <w:r w:rsidRPr="008338AE">
        <w:tab/>
        <w:t>Vehicle speeds of measurements in gear (i)</w:t>
      </w:r>
    </w:p>
    <w:p w:rsidR="008338AE" w:rsidRPr="008338AE" w:rsidRDefault="008338AE" w:rsidP="008800DA">
      <w:pPr>
        <w:tabs>
          <w:tab w:val="right" w:leader="dot" w:pos="8505"/>
        </w:tabs>
        <w:spacing w:after="120"/>
        <w:ind w:left="2268" w:right="1134" w:hanging="1134"/>
        <w:jc w:val="both"/>
      </w:pPr>
      <w:r w:rsidRPr="008338AE">
        <w:t>13.1.</w:t>
      </w:r>
      <w:r w:rsidRPr="008338AE">
        <w:tab/>
        <w:t xml:space="preserve">Vehicle speed at the beginning of the period of acceleration (average of 3 runs) for gear (i): </w:t>
      </w:r>
      <w:r w:rsidRPr="008338AE">
        <w:tab/>
        <w:t xml:space="preserve"> km/h</w:t>
      </w:r>
    </w:p>
    <w:p w:rsidR="008338AE" w:rsidRPr="008338AE" w:rsidRDefault="008338AE" w:rsidP="008800DA">
      <w:pPr>
        <w:tabs>
          <w:tab w:val="right" w:leader="dot" w:pos="8505"/>
        </w:tabs>
        <w:spacing w:after="120"/>
        <w:ind w:left="2268" w:right="1134" w:hanging="1134"/>
        <w:jc w:val="both"/>
      </w:pPr>
      <w:r w:rsidRPr="008338AE">
        <w:t>13.2.</w:t>
      </w:r>
      <w:r w:rsidRPr="008338AE">
        <w:tab/>
        <w:t xml:space="preserve">Pre-acceleration length for gear (i): </w:t>
      </w:r>
      <w:r w:rsidRPr="008338AE">
        <w:tab/>
        <w:t xml:space="preserve"> m</w:t>
      </w:r>
    </w:p>
    <w:p w:rsidR="008338AE" w:rsidRPr="008338AE" w:rsidRDefault="008338AE" w:rsidP="008338AE">
      <w:pPr>
        <w:tabs>
          <w:tab w:val="right" w:leader="dot" w:pos="8500"/>
        </w:tabs>
        <w:spacing w:after="120"/>
        <w:ind w:left="2268" w:right="1134" w:hanging="1134"/>
        <w:jc w:val="both"/>
      </w:pPr>
      <w:r w:rsidRPr="008338AE">
        <w:t>13.3.</w:t>
      </w:r>
      <w:r w:rsidRPr="008338AE">
        <w:tab/>
        <w:t xml:space="preserve">Vehicle speed </w:t>
      </w:r>
      <w:r w:rsidRPr="008338AE">
        <w:rPr>
          <w:i/>
        </w:rPr>
        <w:t>v</w:t>
      </w:r>
      <w:r w:rsidRPr="008338AE">
        <w:rPr>
          <w:rFonts w:ascii="Times New Roman Bold" w:hAnsi="Times New Roman Bold"/>
          <w:vertAlign w:val="subscript"/>
        </w:rPr>
        <w:t>PP'</w:t>
      </w:r>
      <w:r w:rsidRPr="008338AE">
        <w:t xml:space="preserve"> (average of 3 runs) for gear (i): </w:t>
      </w:r>
      <w:r w:rsidRPr="008338AE">
        <w:tab/>
        <w:t xml:space="preserve"> km/h</w:t>
      </w:r>
    </w:p>
    <w:p w:rsidR="008338AE" w:rsidRPr="008338AE" w:rsidRDefault="008338AE" w:rsidP="008338AE">
      <w:pPr>
        <w:tabs>
          <w:tab w:val="right" w:leader="dot" w:pos="8505"/>
        </w:tabs>
        <w:spacing w:after="120"/>
        <w:ind w:left="2268" w:right="1134" w:hanging="1134"/>
        <w:jc w:val="both"/>
      </w:pPr>
      <w:r w:rsidRPr="008338AE">
        <w:t>13.4.</w:t>
      </w:r>
      <w:r w:rsidRPr="008338AE">
        <w:tab/>
        <w:t xml:space="preserve">Vehicle speed </w:t>
      </w:r>
      <w:r w:rsidRPr="008338AE">
        <w:rPr>
          <w:i/>
        </w:rPr>
        <w:t>v</w:t>
      </w:r>
      <w:r w:rsidRPr="008338AE">
        <w:rPr>
          <w:rFonts w:ascii="Times New Roman Bold" w:hAnsi="Times New Roman Bold"/>
          <w:vertAlign w:val="subscript"/>
        </w:rPr>
        <w:t>BB'</w:t>
      </w:r>
      <w:r w:rsidRPr="008338AE">
        <w:t xml:space="preserve"> (average of 3 runs) for gear (i): </w:t>
      </w:r>
      <w:r w:rsidRPr="008338AE">
        <w:tab/>
        <w:t xml:space="preserve"> km/h</w:t>
      </w:r>
    </w:p>
    <w:p w:rsidR="008338AE" w:rsidRPr="008338AE" w:rsidRDefault="00B34DE5" w:rsidP="008338AE">
      <w:pPr>
        <w:tabs>
          <w:tab w:val="right" w:leader="dot" w:pos="4900"/>
        </w:tabs>
        <w:spacing w:after="120"/>
        <w:ind w:left="2268" w:right="1134" w:hanging="1134"/>
        <w:jc w:val="both"/>
      </w:pPr>
      <w:r>
        <w:br w:type="page"/>
      </w:r>
      <w:r w:rsidR="008338AE" w:rsidRPr="008338AE">
        <w:lastRenderedPageBreak/>
        <w:t>14.</w:t>
      </w:r>
      <w:r w:rsidR="008338AE" w:rsidRPr="008338AE">
        <w:tab/>
        <w:t>Vehicle speeds of measurements in gear (i+1) (if applicable)</w:t>
      </w:r>
    </w:p>
    <w:p w:rsidR="008338AE" w:rsidRPr="008338AE" w:rsidRDefault="008338AE" w:rsidP="008800DA">
      <w:pPr>
        <w:tabs>
          <w:tab w:val="right" w:leader="dot" w:pos="8505"/>
        </w:tabs>
        <w:spacing w:after="120"/>
        <w:ind w:left="2268" w:right="1134" w:hanging="1134"/>
        <w:jc w:val="both"/>
      </w:pPr>
      <w:r w:rsidRPr="008338AE">
        <w:t>14.1.</w:t>
      </w:r>
      <w:r w:rsidRPr="008338AE">
        <w:tab/>
        <w:t xml:space="preserve">Vehicle speed at the beginning of the period of acceleration (average of 3 runs) for gear (i+1): </w:t>
      </w:r>
      <w:r w:rsidRPr="008338AE">
        <w:tab/>
        <w:t xml:space="preserve"> km/h</w:t>
      </w:r>
    </w:p>
    <w:p w:rsidR="008338AE" w:rsidRPr="008338AE" w:rsidRDefault="008338AE" w:rsidP="008800DA">
      <w:pPr>
        <w:tabs>
          <w:tab w:val="right" w:leader="dot" w:pos="8505"/>
        </w:tabs>
        <w:spacing w:after="120"/>
        <w:ind w:left="2268" w:right="1134" w:hanging="1134"/>
        <w:jc w:val="both"/>
      </w:pPr>
      <w:r w:rsidRPr="008338AE">
        <w:t>14.2.</w:t>
      </w:r>
      <w:r w:rsidRPr="008338AE">
        <w:tab/>
        <w:t xml:space="preserve">Pre-acceleration length for gear (i+1): </w:t>
      </w:r>
      <w:r w:rsidRPr="008338AE">
        <w:tab/>
        <w:t xml:space="preserve"> m</w:t>
      </w:r>
    </w:p>
    <w:p w:rsidR="008338AE" w:rsidRPr="008338AE" w:rsidRDefault="008338AE" w:rsidP="008338AE">
      <w:pPr>
        <w:tabs>
          <w:tab w:val="right" w:leader="dot" w:pos="8505"/>
        </w:tabs>
        <w:spacing w:after="120"/>
        <w:ind w:left="2268" w:right="1134" w:hanging="1134"/>
        <w:jc w:val="both"/>
      </w:pPr>
      <w:r w:rsidRPr="008338AE">
        <w:t>14.3.</w:t>
      </w:r>
      <w:r w:rsidRPr="008338AE">
        <w:tab/>
        <w:t xml:space="preserve">Vehicle speed </w:t>
      </w:r>
      <w:r w:rsidRPr="008338AE">
        <w:rPr>
          <w:i/>
        </w:rPr>
        <w:t>v</w:t>
      </w:r>
      <w:r w:rsidRPr="008338AE">
        <w:rPr>
          <w:rFonts w:ascii="Times New Roman Bold" w:hAnsi="Times New Roman Bold"/>
          <w:vertAlign w:val="subscript"/>
        </w:rPr>
        <w:t>PP'</w:t>
      </w:r>
      <w:r w:rsidRPr="008338AE">
        <w:t xml:space="preserve"> (average of 3 runs) for gear (i+1): </w:t>
      </w:r>
      <w:r w:rsidRPr="008338AE">
        <w:tab/>
        <w:t xml:space="preserve"> km/h</w:t>
      </w:r>
    </w:p>
    <w:p w:rsidR="008338AE" w:rsidRPr="008338AE" w:rsidRDefault="008338AE" w:rsidP="008338AE">
      <w:pPr>
        <w:tabs>
          <w:tab w:val="right" w:leader="dot" w:pos="8505"/>
        </w:tabs>
        <w:spacing w:after="120"/>
        <w:ind w:left="2268" w:right="1134" w:hanging="1134"/>
        <w:jc w:val="both"/>
      </w:pPr>
      <w:r w:rsidRPr="008338AE">
        <w:t>14.4.</w:t>
      </w:r>
      <w:r w:rsidRPr="008338AE">
        <w:tab/>
        <w:t xml:space="preserve">Vehicle speed </w:t>
      </w:r>
      <w:r w:rsidRPr="008338AE">
        <w:rPr>
          <w:i/>
        </w:rPr>
        <w:t>v</w:t>
      </w:r>
      <w:r w:rsidRPr="008338AE">
        <w:rPr>
          <w:rFonts w:ascii="Times New Roman Bold" w:hAnsi="Times New Roman Bold"/>
          <w:vertAlign w:val="subscript"/>
        </w:rPr>
        <w:t>BB'</w:t>
      </w:r>
      <w:r w:rsidRPr="008338AE">
        <w:t xml:space="preserve"> (average of 3 runs) for gear (i+1): </w:t>
      </w:r>
      <w:r w:rsidRPr="008338AE">
        <w:tab/>
        <w:t xml:space="preserve"> km/h</w:t>
      </w:r>
    </w:p>
    <w:p w:rsidR="008338AE" w:rsidRPr="008338AE" w:rsidRDefault="008338AE" w:rsidP="008338AE">
      <w:pPr>
        <w:tabs>
          <w:tab w:val="right" w:leader="dot" w:pos="8505"/>
        </w:tabs>
        <w:spacing w:after="120"/>
        <w:ind w:left="2268" w:right="1134" w:hanging="1134"/>
        <w:jc w:val="both"/>
      </w:pPr>
      <w:r w:rsidRPr="008338AE">
        <w:t>15.</w:t>
      </w:r>
      <w:r w:rsidRPr="008338AE">
        <w:tab/>
        <w:t>Accelerations are calculated between lines AA' and BB'/PP' and BB'</w:t>
      </w:r>
    </w:p>
    <w:p w:rsidR="008338AE" w:rsidRPr="008338AE" w:rsidRDefault="008338AE" w:rsidP="008338AE">
      <w:pPr>
        <w:tabs>
          <w:tab w:val="right" w:leader="dot" w:pos="8505"/>
        </w:tabs>
        <w:spacing w:after="120"/>
        <w:ind w:left="2268" w:right="1134" w:hanging="1134"/>
        <w:jc w:val="both"/>
      </w:pPr>
      <w:r w:rsidRPr="008338AE">
        <w:t>15.1.</w:t>
      </w:r>
      <w:r w:rsidRPr="008338AE">
        <w:tab/>
        <w:t xml:space="preserve">Description of functionality of devices used to stabilize the acceleration (if applicable): </w:t>
      </w:r>
      <w:r w:rsidRPr="008338AE">
        <w:tab/>
      </w:r>
    </w:p>
    <w:p w:rsidR="008338AE" w:rsidRPr="008338AE" w:rsidRDefault="008338AE" w:rsidP="008338AE">
      <w:pPr>
        <w:tabs>
          <w:tab w:val="right" w:leader="dot" w:pos="8505"/>
        </w:tabs>
        <w:spacing w:after="120"/>
        <w:ind w:left="2268" w:right="1134" w:hanging="1134"/>
        <w:jc w:val="both"/>
      </w:pPr>
      <w:r w:rsidRPr="008338AE">
        <w:t>16.</w:t>
      </w:r>
      <w:r w:rsidRPr="008338AE">
        <w:tab/>
      </w:r>
      <w:r w:rsidR="008E76B3" w:rsidRPr="00B34DE5">
        <w:t>Sound</w:t>
      </w:r>
      <w:r w:rsidR="008E76B3">
        <w:t xml:space="preserve"> </w:t>
      </w:r>
      <w:r w:rsidRPr="008338AE">
        <w:t>levels of moving vehicle</w:t>
      </w:r>
    </w:p>
    <w:p w:rsidR="008338AE" w:rsidRPr="008338AE" w:rsidRDefault="008338AE" w:rsidP="00114972">
      <w:pPr>
        <w:tabs>
          <w:tab w:val="right" w:leader="dot" w:pos="8505"/>
        </w:tabs>
        <w:spacing w:after="120"/>
        <w:ind w:left="2268" w:right="1134" w:hanging="1134"/>
        <w:jc w:val="both"/>
      </w:pPr>
      <w:r w:rsidRPr="008338AE">
        <w:t>16.1.</w:t>
      </w:r>
      <w:r w:rsidRPr="008338AE">
        <w:tab/>
        <w:t xml:space="preserve">Wide-open-throttle test result </w:t>
      </w:r>
      <w:r w:rsidRPr="008338AE">
        <w:rPr>
          <w:i/>
        </w:rPr>
        <w:t>L</w:t>
      </w:r>
      <w:r w:rsidRPr="008338AE">
        <w:rPr>
          <w:rFonts w:ascii="Times New Roman Bold" w:hAnsi="Times New Roman Bold"/>
          <w:vertAlign w:val="subscript"/>
        </w:rPr>
        <w:t>wot</w:t>
      </w:r>
      <w:r w:rsidRPr="008338AE">
        <w:t xml:space="preserve">: </w:t>
      </w:r>
      <w:r w:rsidRPr="008338AE">
        <w:tab/>
        <w:t xml:space="preserve"> db(A)</w:t>
      </w:r>
    </w:p>
    <w:p w:rsidR="008338AE" w:rsidRPr="008338AE" w:rsidRDefault="008338AE" w:rsidP="00114972">
      <w:pPr>
        <w:tabs>
          <w:tab w:val="right" w:leader="dot" w:pos="8505"/>
        </w:tabs>
        <w:spacing w:after="120"/>
        <w:ind w:left="2268" w:right="1134" w:hanging="1134"/>
        <w:jc w:val="both"/>
      </w:pPr>
      <w:r w:rsidRPr="008338AE">
        <w:t>16.2.</w:t>
      </w:r>
      <w:r w:rsidRPr="008338AE">
        <w:tab/>
        <w:t xml:space="preserve">Constant speed test results </w:t>
      </w:r>
      <w:r w:rsidRPr="008338AE">
        <w:rPr>
          <w:i/>
        </w:rPr>
        <w:t>L</w:t>
      </w:r>
      <w:r w:rsidRPr="008338AE">
        <w:rPr>
          <w:rFonts w:ascii="Times New Roman Bold" w:hAnsi="Times New Roman Bold"/>
          <w:vertAlign w:val="subscript"/>
        </w:rPr>
        <w:t>crs</w:t>
      </w:r>
      <w:r w:rsidRPr="008338AE">
        <w:t xml:space="preserve">: </w:t>
      </w:r>
      <w:r w:rsidRPr="008338AE">
        <w:tab/>
        <w:t xml:space="preserve"> db(A)</w:t>
      </w:r>
    </w:p>
    <w:p w:rsidR="008338AE" w:rsidRPr="008338AE" w:rsidRDefault="008338AE" w:rsidP="00114972">
      <w:pPr>
        <w:tabs>
          <w:tab w:val="right" w:leader="dot" w:pos="8505"/>
        </w:tabs>
        <w:spacing w:after="120"/>
        <w:ind w:left="2268" w:right="1134" w:hanging="1134"/>
        <w:jc w:val="both"/>
      </w:pPr>
      <w:r w:rsidRPr="008338AE">
        <w:t>16.3.</w:t>
      </w:r>
      <w:r w:rsidRPr="008338AE">
        <w:tab/>
        <w:t xml:space="preserve">Partial power factor </w:t>
      </w:r>
      <w:r w:rsidRPr="008338AE">
        <w:rPr>
          <w:i/>
        </w:rPr>
        <w:t>k</w:t>
      </w:r>
      <w:r w:rsidRPr="008338AE">
        <w:rPr>
          <w:rFonts w:ascii="Times New Roman Bold" w:hAnsi="Times New Roman Bold"/>
          <w:vertAlign w:val="subscript"/>
        </w:rPr>
        <w:t>p</w:t>
      </w:r>
      <w:r w:rsidRPr="008338AE">
        <w:t>:</w:t>
      </w:r>
      <w:r w:rsidRPr="008338AE">
        <w:tab/>
        <w:t xml:space="preserve"> db(A)</w:t>
      </w:r>
    </w:p>
    <w:p w:rsidR="008338AE" w:rsidRPr="008338AE" w:rsidRDefault="008338AE" w:rsidP="00114972">
      <w:pPr>
        <w:tabs>
          <w:tab w:val="right" w:leader="dot" w:pos="8505"/>
        </w:tabs>
        <w:spacing w:after="120"/>
        <w:ind w:left="2268" w:right="1134" w:hanging="1134"/>
        <w:jc w:val="both"/>
      </w:pPr>
      <w:r w:rsidRPr="008338AE">
        <w:t>16.4.</w:t>
      </w:r>
      <w:r w:rsidRPr="008338AE">
        <w:tab/>
        <w:t xml:space="preserve">Final test result </w:t>
      </w:r>
      <w:r w:rsidRPr="008338AE">
        <w:rPr>
          <w:i/>
        </w:rPr>
        <w:t>L</w:t>
      </w:r>
      <w:r w:rsidRPr="008338AE">
        <w:rPr>
          <w:rFonts w:ascii="Times New Roman Bold" w:hAnsi="Times New Roman Bold"/>
          <w:vertAlign w:val="subscript"/>
        </w:rPr>
        <w:t>urban</w:t>
      </w:r>
      <w:r w:rsidRPr="008338AE">
        <w:t>:</w:t>
      </w:r>
      <w:r w:rsidRPr="008338AE">
        <w:tab/>
        <w:t xml:space="preserve"> db(A)</w:t>
      </w:r>
    </w:p>
    <w:p w:rsidR="008338AE" w:rsidRPr="008338AE" w:rsidRDefault="008338AE" w:rsidP="008338AE">
      <w:pPr>
        <w:tabs>
          <w:tab w:val="right" w:leader="dot" w:pos="6600"/>
        </w:tabs>
        <w:spacing w:after="120"/>
        <w:ind w:left="2268" w:right="1134" w:hanging="1134"/>
        <w:jc w:val="both"/>
      </w:pPr>
      <w:r w:rsidRPr="008338AE">
        <w:t>17.</w:t>
      </w:r>
      <w:r w:rsidRPr="008338AE">
        <w:tab/>
      </w:r>
      <w:r w:rsidR="008E76B3" w:rsidRPr="00E23794">
        <w:t>Sound</w:t>
      </w:r>
      <w:r w:rsidR="008E76B3">
        <w:t xml:space="preserve"> </w:t>
      </w:r>
      <w:r w:rsidRPr="008338AE">
        <w:t>level of stationary vehicle</w:t>
      </w:r>
    </w:p>
    <w:p w:rsidR="008338AE" w:rsidRPr="008338AE" w:rsidRDefault="008338AE" w:rsidP="008338AE">
      <w:pPr>
        <w:tabs>
          <w:tab w:val="right" w:leader="dot" w:pos="8505"/>
        </w:tabs>
        <w:spacing w:after="120"/>
        <w:ind w:left="2268" w:right="1134" w:hanging="1134"/>
        <w:jc w:val="both"/>
      </w:pPr>
      <w:r w:rsidRPr="008338AE">
        <w:t>17.1.</w:t>
      </w:r>
      <w:r w:rsidRPr="008338AE">
        <w:tab/>
        <w:t xml:space="preserve">Position and orientation of microphone (according to Appendix 2 of Annex 3 of 04 series of </w:t>
      </w:r>
      <w:r w:rsidR="00141C6C">
        <w:t>R</w:t>
      </w:r>
      <w:r w:rsidRPr="008338AE">
        <w:t xml:space="preserve">egulation No. 41): </w:t>
      </w:r>
      <w:r w:rsidRPr="008338AE">
        <w:tab/>
      </w:r>
    </w:p>
    <w:p w:rsidR="008338AE" w:rsidRPr="008338AE" w:rsidRDefault="008338AE" w:rsidP="008338AE">
      <w:pPr>
        <w:tabs>
          <w:tab w:val="left" w:leader="dot" w:pos="6000"/>
          <w:tab w:val="left" w:leader="dot" w:pos="8000"/>
          <w:tab w:val="right" w:leader="dot" w:pos="8300"/>
        </w:tabs>
        <w:spacing w:after="120"/>
        <w:ind w:left="2268" w:right="1134" w:hanging="1134"/>
        <w:jc w:val="both"/>
      </w:pPr>
      <w:r w:rsidRPr="008338AE">
        <w:t>17.2.</w:t>
      </w:r>
      <w:r w:rsidRPr="008338AE">
        <w:tab/>
        <w:t xml:space="preserve">Test result for stationary test: </w:t>
      </w:r>
      <w:r w:rsidRPr="008338AE">
        <w:tab/>
        <w:t xml:space="preserve"> db(A) at </w:t>
      </w:r>
      <w:r w:rsidRPr="008338AE">
        <w:tab/>
        <w:t xml:space="preserve"> min</w:t>
      </w:r>
      <w:r w:rsidRPr="008338AE">
        <w:rPr>
          <w:rFonts w:ascii="Times New Roman Bold" w:hAnsi="Times New Roman Bold"/>
          <w:vertAlign w:val="superscript"/>
        </w:rPr>
        <w:t>-1</w:t>
      </w:r>
    </w:p>
    <w:p w:rsidR="008338AE" w:rsidRPr="008338AE" w:rsidRDefault="008338AE" w:rsidP="008338AE">
      <w:pPr>
        <w:tabs>
          <w:tab w:val="right" w:leader="dot" w:pos="6600"/>
        </w:tabs>
        <w:spacing w:after="120"/>
        <w:ind w:left="2268" w:right="1134" w:hanging="1134"/>
        <w:jc w:val="both"/>
      </w:pPr>
      <w:r w:rsidRPr="008338AE">
        <w:t>18.</w:t>
      </w:r>
      <w:r w:rsidRPr="008338AE">
        <w:tab/>
        <w:t>Additional sound emission provisions:</w:t>
      </w:r>
    </w:p>
    <w:p w:rsidR="008338AE" w:rsidRPr="008338AE" w:rsidRDefault="008338AE" w:rsidP="008338AE">
      <w:pPr>
        <w:tabs>
          <w:tab w:val="right" w:leader="dot" w:pos="8505"/>
        </w:tabs>
        <w:spacing w:after="120"/>
        <w:ind w:left="2268" w:right="1134" w:hanging="1134"/>
        <w:jc w:val="both"/>
      </w:pPr>
      <w:r w:rsidRPr="008338AE">
        <w:tab/>
        <w:t>See manufacturer's statement of compliance (attached)</w:t>
      </w:r>
    </w:p>
    <w:p w:rsidR="008338AE" w:rsidRPr="008338AE" w:rsidRDefault="008338AE" w:rsidP="008338AE">
      <w:pPr>
        <w:tabs>
          <w:tab w:val="right" w:leader="dot" w:pos="6600"/>
        </w:tabs>
        <w:spacing w:after="120"/>
        <w:ind w:left="2268" w:right="1134" w:hanging="1134"/>
        <w:jc w:val="both"/>
      </w:pPr>
      <w:r w:rsidRPr="008338AE">
        <w:t>19.</w:t>
      </w:r>
      <w:r w:rsidRPr="008338AE">
        <w:tab/>
        <w:t>In-use compliance reference data</w:t>
      </w:r>
    </w:p>
    <w:p w:rsidR="008338AE" w:rsidRPr="008338AE" w:rsidRDefault="008338AE" w:rsidP="00114972">
      <w:pPr>
        <w:tabs>
          <w:tab w:val="right" w:leader="dot" w:pos="8505"/>
        </w:tabs>
        <w:spacing w:after="120"/>
        <w:ind w:left="2268" w:right="1134" w:hanging="1134"/>
        <w:jc w:val="both"/>
      </w:pPr>
      <w:r w:rsidRPr="008338AE">
        <w:t>19.1.</w:t>
      </w:r>
      <w:r w:rsidRPr="008338AE">
        <w:tab/>
        <w:t xml:space="preserve">Gear (i) or, for vehicles tested with non-locked gear ratios, the position of the gear selector chosen for the test: </w:t>
      </w:r>
      <w:r w:rsidRPr="008338AE">
        <w:tab/>
      </w:r>
    </w:p>
    <w:p w:rsidR="008338AE" w:rsidRPr="008338AE" w:rsidRDefault="008338AE" w:rsidP="00114972">
      <w:pPr>
        <w:tabs>
          <w:tab w:val="right" w:leader="dot" w:pos="8505"/>
        </w:tabs>
        <w:spacing w:after="120"/>
        <w:ind w:left="2268" w:right="1134" w:hanging="1134"/>
        <w:jc w:val="both"/>
      </w:pPr>
      <w:r w:rsidRPr="008338AE">
        <w:t>19.2.</w:t>
      </w:r>
      <w:r w:rsidRPr="008338AE">
        <w:tab/>
        <w:t xml:space="preserve">Pre-acceleration length </w:t>
      </w:r>
      <w:r w:rsidRPr="008338AE">
        <w:rPr>
          <w:i/>
        </w:rPr>
        <w:t>l</w:t>
      </w:r>
      <w:r w:rsidRPr="008338AE">
        <w:rPr>
          <w:rFonts w:ascii="Times New Roman Bold" w:hAnsi="Times New Roman Bold"/>
          <w:vertAlign w:val="subscript"/>
        </w:rPr>
        <w:t>PA</w:t>
      </w:r>
      <w:r w:rsidRPr="008338AE">
        <w:t xml:space="preserve">: </w:t>
      </w:r>
      <w:r w:rsidRPr="008338AE">
        <w:tab/>
        <w:t xml:space="preserve"> m</w:t>
      </w:r>
    </w:p>
    <w:p w:rsidR="008338AE" w:rsidRPr="008338AE" w:rsidRDefault="008338AE" w:rsidP="00114972">
      <w:pPr>
        <w:tabs>
          <w:tab w:val="right" w:leader="dot" w:pos="8505"/>
        </w:tabs>
        <w:spacing w:after="120"/>
        <w:ind w:left="2268" w:right="1134" w:hanging="1134"/>
        <w:jc w:val="both"/>
      </w:pPr>
      <w:r w:rsidRPr="008338AE">
        <w:t>19.3.</w:t>
      </w:r>
      <w:r w:rsidRPr="008338AE">
        <w:tab/>
        <w:t xml:space="preserve">Vehicle speed at the beginning of the period of acceleration (average of 3 runs) for gear (i): </w:t>
      </w:r>
      <w:r w:rsidRPr="008338AE">
        <w:tab/>
        <w:t xml:space="preserve"> km/h</w:t>
      </w:r>
    </w:p>
    <w:p w:rsidR="008338AE" w:rsidRPr="008338AE" w:rsidRDefault="008338AE" w:rsidP="00114972">
      <w:pPr>
        <w:tabs>
          <w:tab w:val="right" w:leader="dot" w:pos="8505"/>
        </w:tabs>
        <w:spacing w:after="120"/>
        <w:ind w:left="2268" w:right="1134" w:hanging="1134"/>
        <w:jc w:val="both"/>
      </w:pPr>
      <w:r w:rsidRPr="008338AE">
        <w:t>19.4.</w:t>
      </w:r>
      <w:r w:rsidRPr="008338AE">
        <w:tab/>
        <w:t xml:space="preserve">Sound pressure level </w:t>
      </w:r>
      <w:r w:rsidRPr="008338AE">
        <w:rPr>
          <w:i/>
        </w:rPr>
        <w:t>L</w:t>
      </w:r>
      <w:r w:rsidRPr="008338AE">
        <w:rPr>
          <w:rFonts w:ascii="Times New Roman Bold" w:hAnsi="Times New Roman Bold"/>
          <w:vertAlign w:val="subscript"/>
        </w:rPr>
        <w:t>wot(i)</w:t>
      </w:r>
      <w:r w:rsidRPr="008338AE">
        <w:t xml:space="preserve">: </w:t>
      </w:r>
      <w:r w:rsidRPr="008338AE">
        <w:tab/>
        <w:t xml:space="preserve"> dB(A)</w:t>
      </w:r>
    </w:p>
    <w:p w:rsidR="008338AE" w:rsidRPr="00E23794" w:rsidRDefault="00CD33FD" w:rsidP="008338AE">
      <w:pPr>
        <w:tabs>
          <w:tab w:val="right" w:leader="dot" w:pos="8505"/>
        </w:tabs>
        <w:spacing w:after="120"/>
        <w:ind w:left="2268" w:right="1134" w:hanging="1134"/>
        <w:jc w:val="both"/>
      </w:pPr>
      <w:r w:rsidRPr="00E23794">
        <w:t>20.</w:t>
      </w:r>
      <w:r w:rsidR="008338AE" w:rsidRPr="00E23794">
        <w:tab/>
        <w:t>Date of submission of vehicle for approval:</w:t>
      </w:r>
      <w:r w:rsidR="008338AE" w:rsidRPr="00E23794">
        <w:tab/>
      </w:r>
    </w:p>
    <w:p w:rsidR="008338AE" w:rsidRPr="00E23794" w:rsidRDefault="00CD33FD" w:rsidP="008338AE">
      <w:pPr>
        <w:tabs>
          <w:tab w:val="right" w:leader="dot" w:pos="8505"/>
        </w:tabs>
        <w:spacing w:after="120"/>
        <w:ind w:left="2268" w:right="1134" w:hanging="1134"/>
        <w:jc w:val="both"/>
      </w:pPr>
      <w:r w:rsidRPr="00E23794">
        <w:t>21.</w:t>
      </w:r>
      <w:r w:rsidR="008338AE" w:rsidRPr="00E23794">
        <w:tab/>
        <w:t>Technical Service performing the approval tests:</w:t>
      </w:r>
      <w:r w:rsidR="008338AE" w:rsidRPr="00E23794">
        <w:tab/>
      </w:r>
    </w:p>
    <w:p w:rsidR="008338AE" w:rsidRPr="00E23794" w:rsidRDefault="00CD33FD" w:rsidP="008338AE">
      <w:pPr>
        <w:tabs>
          <w:tab w:val="right" w:leader="dot" w:pos="8505"/>
        </w:tabs>
        <w:spacing w:after="120"/>
        <w:ind w:left="2268" w:right="1134" w:hanging="1134"/>
        <w:jc w:val="both"/>
      </w:pPr>
      <w:r w:rsidRPr="00E23794">
        <w:t>22.</w:t>
      </w:r>
      <w:r w:rsidR="008338AE" w:rsidRPr="00E23794">
        <w:tab/>
        <w:t xml:space="preserve">Date of report issued by that </w:t>
      </w:r>
      <w:r w:rsidR="00114972" w:rsidRPr="00E23794">
        <w:t>Service</w:t>
      </w:r>
      <w:r w:rsidR="008338AE" w:rsidRPr="00E23794">
        <w:t>:</w:t>
      </w:r>
      <w:r w:rsidR="008338AE" w:rsidRPr="00E23794">
        <w:tab/>
      </w:r>
    </w:p>
    <w:p w:rsidR="008338AE" w:rsidRPr="00E23794" w:rsidRDefault="00CD33FD" w:rsidP="008338AE">
      <w:pPr>
        <w:tabs>
          <w:tab w:val="right" w:leader="dot" w:pos="8505"/>
        </w:tabs>
        <w:spacing w:after="120"/>
        <w:ind w:left="2268" w:right="1134" w:hanging="1134"/>
        <w:jc w:val="both"/>
      </w:pPr>
      <w:r w:rsidRPr="00E23794">
        <w:t>23.</w:t>
      </w:r>
      <w:r w:rsidR="008338AE" w:rsidRPr="00E23794">
        <w:tab/>
        <w:t xml:space="preserve">Number of report issued by that </w:t>
      </w:r>
      <w:r w:rsidR="00114972" w:rsidRPr="00E23794">
        <w:t>Service</w:t>
      </w:r>
      <w:r w:rsidR="008338AE" w:rsidRPr="00E23794">
        <w:t>:</w:t>
      </w:r>
      <w:r w:rsidR="008338AE" w:rsidRPr="00E23794">
        <w:tab/>
      </w:r>
    </w:p>
    <w:p w:rsidR="008338AE" w:rsidRPr="00E23794" w:rsidRDefault="00CD33FD" w:rsidP="008338AE">
      <w:pPr>
        <w:tabs>
          <w:tab w:val="right" w:leader="dot" w:pos="8505"/>
        </w:tabs>
        <w:spacing w:after="120"/>
        <w:ind w:left="2268" w:right="1134" w:hanging="1134"/>
        <w:jc w:val="both"/>
      </w:pPr>
      <w:r w:rsidRPr="00E23794">
        <w:t>24.</w:t>
      </w:r>
      <w:r w:rsidR="008338AE" w:rsidRPr="00E23794">
        <w:tab/>
        <w:t>Approval granted/extended/refused/withdrawn</w:t>
      </w:r>
      <w:r w:rsidR="00FD1BAD">
        <w:t>:</w:t>
      </w:r>
      <w:r w:rsidR="008338AE" w:rsidRPr="00E23794">
        <w:rPr>
          <w:sz w:val="18"/>
          <w:vertAlign w:val="superscript"/>
        </w:rPr>
        <w:t>2</w:t>
      </w:r>
      <w:r w:rsidR="008338AE" w:rsidRPr="00E23794">
        <w:tab/>
      </w:r>
    </w:p>
    <w:p w:rsidR="008338AE" w:rsidRPr="00E23794" w:rsidRDefault="00CD33FD" w:rsidP="008338AE">
      <w:pPr>
        <w:tabs>
          <w:tab w:val="right" w:leader="dot" w:pos="8505"/>
        </w:tabs>
        <w:spacing w:after="120"/>
        <w:ind w:left="2268" w:right="1134" w:hanging="1134"/>
        <w:jc w:val="both"/>
      </w:pPr>
      <w:r w:rsidRPr="00E23794">
        <w:t>25.</w:t>
      </w:r>
      <w:r w:rsidR="008338AE" w:rsidRPr="00E23794">
        <w:tab/>
        <w:t xml:space="preserve">Position of approval mark on the </w:t>
      </w:r>
      <w:r w:rsidR="00B34DE5">
        <w:t>vehicle</w:t>
      </w:r>
      <w:r w:rsidR="008338AE" w:rsidRPr="00E23794">
        <w:t>:</w:t>
      </w:r>
      <w:r w:rsidR="00114972" w:rsidRPr="00E23794">
        <w:t xml:space="preserve"> </w:t>
      </w:r>
      <w:r w:rsidR="008338AE" w:rsidRPr="00E23794">
        <w:tab/>
      </w:r>
    </w:p>
    <w:p w:rsidR="008338AE" w:rsidRPr="00E23794" w:rsidRDefault="00CD33FD" w:rsidP="008338AE">
      <w:pPr>
        <w:tabs>
          <w:tab w:val="right" w:leader="dot" w:pos="8505"/>
        </w:tabs>
        <w:spacing w:after="120"/>
        <w:ind w:left="2268" w:right="1134" w:hanging="1134"/>
        <w:jc w:val="both"/>
      </w:pPr>
      <w:r w:rsidRPr="00E23794">
        <w:t>26.</w:t>
      </w:r>
      <w:r w:rsidR="008338AE" w:rsidRPr="00E23794">
        <w:tab/>
        <w:t>Place:</w:t>
      </w:r>
      <w:r w:rsidR="008338AE" w:rsidRPr="00E23794">
        <w:tab/>
      </w:r>
    </w:p>
    <w:p w:rsidR="008338AE" w:rsidRPr="00E23794" w:rsidRDefault="00CD33FD" w:rsidP="008338AE">
      <w:pPr>
        <w:tabs>
          <w:tab w:val="right" w:leader="dot" w:pos="8505"/>
        </w:tabs>
        <w:spacing w:after="120"/>
        <w:ind w:left="2268" w:right="1134" w:hanging="1134"/>
        <w:jc w:val="both"/>
      </w:pPr>
      <w:r w:rsidRPr="00E23794">
        <w:t>27.</w:t>
      </w:r>
      <w:r w:rsidR="008338AE" w:rsidRPr="00E23794">
        <w:tab/>
        <w:t>Date:</w:t>
      </w:r>
      <w:r w:rsidR="008338AE" w:rsidRPr="00E23794">
        <w:tab/>
      </w:r>
    </w:p>
    <w:p w:rsidR="008338AE" w:rsidRPr="00E23794" w:rsidRDefault="00CD33FD" w:rsidP="008338AE">
      <w:pPr>
        <w:tabs>
          <w:tab w:val="right" w:leader="dot" w:pos="8505"/>
        </w:tabs>
        <w:spacing w:after="120"/>
        <w:ind w:left="2268" w:right="1134" w:hanging="1134"/>
        <w:jc w:val="both"/>
      </w:pPr>
      <w:r w:rsidRPr="00E23794">
        <w:t>28.</w:t>
      </w:r>
      <w:r w:rsidR="008338AE" w:rsidRPr="00E23794">
        <w:tab/>
        <w:t>Signature:</w:t>
      </w:r>
      <w:r w:rsidR="008338AE" w:rsidRPr="00E23794">
        <w:tab/>
      </w:r>
    </w:p>
    <w:p w:rsidR="008338AE" w:rsidRPr="00E23794" w:rsidRDefault="00B34DE5" w:rsidP="008338AE">
      <w:pPr>
        <w:tabs>
          <w:tab w:val="right" w:leader="dot" w:pos="8505"/>
        </w:tabs>
        <w:spacing w:after="120"/>
        <w:ind w:left="2268" w:right="1134" w:hanging="1134"/>
        <w:jc w:val="both"/>
      </w:pPr>
      <w:r>
        <w:br w:type="page"/>
      </w:r>
      <w:r w:rsidR="00CD33FD" w:rsidRPr="00E23794">
        <w:lastRenderedPageBreak/>
        <w:t>29.</w:t>
      </w:r>
      <w:r w:rsidR="008338AE" w:rsidRPr="00E23794">
        <w:tab/>
        <w:t>The following documents, bearing the approval number shown above, are annexed to this communication:</w:t>
      </w:r>
    </w:p>
    <w:p w:rsidR="008338AE" w:rsidRPr="008338AE" w:rsidRDefault="008338AE" w:rsidP="008338AE">
      <w:pPr>
        <w:tabs>
          <w:tab w:val="right" w:leader="dot" w:pos="8505"/>
        </w:tabs>
        <w:spacing w:after="120"/>
        <w:ind w:left="2268" w:right="1134" w:hanging="1134"/>
        <w:jc w:val="both"/>
      </w:pPr>
      <w:r w:rsidRPr="00E23794">
        <w:tab/>
        <w:t xml:space="preserve">Drawings, diagrams and plans of the engine and of the </w:t>
      </w:r>
      <w:r w:rsidR="00A10DF4" w:rsidRPr="00E23794">
        <w:t>sound</w:t>
      </w:r>
      <w:r w:rsidR="00A10DF4">
        <w:t xml:space="preserve"> </w:t>
      </w:r>
      <w:r w:rsidRPr="008338AE">
        <w:t>reduction system</w:t>
      </w:r>
      <w:r w:rsidRPr="008338AE">
        <w:rPr>
          <w:bCs/>
          <w:sz w:val="24"/>
          <w:szCs w:val="24"/>
        </w:rPr>
        <w:t>;</w:t>
      </w:r>
    </w:p>
    <w:p w:rsidR="008338AE" w:rsidRPr="008338AE" w:rsidRDefault="008338AE" w:rsidP="008338AE">
      <w:pPr>
        <w:tabs>
          <w:tab w:val="right" w:leader="dot" w:pos="8505"/>
        </w:tabs>
        <w:spacing w:after="120"/>
        <w:ind w:left="2268" w:right="1134" w:hanging="1134"/>
        <w:jc w:val="both"/>
      </w:pPr>
      <w:r w:rsidRPr="008338AE">
        <w:tab/>
        <w:t>Photographs of the engine and of the exhaust or silencing system;</w:t>
      </w:r>
    </w:p>
    <w:p w:rsidR="00032926" w:rsidRDefault="008338AE" w:rsidP="008338AE">
      <w:pPr>
        <w:tabs>
          <w:tab w:val="right" w:leader="dot" w:pos="8505"/>
        </w:tabs>
        <w:spacing w:after="120"/>
        <w:ind w:left="2268" w:right="1134" w:hanging="1134"/>
        <w:jc w:val="both"/>
      </w:pPr>
      <w:r w:rsidRPr="008338AE">
        <w:tab/>
        <w:t xml:space="preserve">List of components, duly identified constituting </w:t>
      </w:r>
      <w:r w:rsidRPr="00E23794">
        <w:t xml:space="preserve">the </w:t>
      </w:r>
      <w:r w:rsidR="00A10DF4" w:rsidRPr="00E23794">
        <w:t>sound</w:t>
      </w:r>
      <w:r w:rsidR="00A10DF4" w:rsidRPr="00A10DF4">
        <w:rPr>
          <w:b/>
        </w:rPr>
        <w:t xml:space="preserve"> </w:t>
      </w:r>
      <w:r w:rsidRPr="008338AE">
        <w:t>reduction system.</w:t>
      </w:r>
      <w:r w:rsidR="007F719A">
        <w:t xml:space="preserve"> </w:t>
      </w:r>
    </w:p>
    <w:p w:rsidR="00032926" w:rsidRPr="00B34DE5" w:rsidRDefault="00032926" w:rsidP="001A4C6F">
      <w:pPr>
        <w:pStyle w:val="HChG"/>
        <w:ind w:left="2268"/>
      </w:pPr>
      <w:r>
        <w:br w:type="page"/>
      </w:r>
      <w:r w:rsidR="00A97D9C" w:rsidRPr="00B34DE5">
        <w:rPr>
          <w:szCs w:val="28"/>
        </w:rPr>
        <w:lastRenderedPageBreak/>
        <w:t xml:space="preserve">Part </w:t>
      </w:r>
      <w:r w:rsidRPr="00B34DE5">
        <w:t>B</w:t>
      </w:r>
      <w:r w:rsidR="00720A6D">
        <w:t xml:space="preserve">. </w:t>
      </w:r>
      <w:r w:rsidR="00467F96">
        <w:tab/>
      </w:r>
      <w:r w:rsidRPr="00B34DE5">
        <w:t>For NORESS for vehicle types approved according to Regulatio</w:t>
      </w:r>
      <w:r w:rsidR="000474FB" w:rsidRPr="00B34DE5">
        <w:t>n</w:t>
      </w:r>
      <w:r w:rsidRPr="00B34DE5">
        <w:t xml:space="preserve"> </w:t>
      </w:r>
      <w:r w:rsidR="00141C6C" w:rsidRPr="00B34DE5">
        <w:t>No.</w:t>
      </w:r>
      <w:r w:rsidRPr="00B34DE5">
        <w:t xml:space="preserve"> </w:t>
      </w:r>
      <w:r w:rsidR="00A97D9C" w:rsidRPr="00B34DE5">
        <w:t>9 or Regulation No. 63</w:t>
      </w:r>
    </w:p>
    <w:p w:rsidR="00032926" w:rsidRPr="000A5927" w:rsidRDefault="00032926" w:rsidP="00467F96">
      <w:pPr>
        <w:pStyle w:val="HChG"/>
        <w:rPr>
          <w:lang w:val="en-US"/>
        </w:rPr>
      </w:pPr>
      <w:r w:rsidRPr="000474FB">
        <w:tab/>
      </w:r>
      <w:r w:rsidR="00467F96">
        <w:tab/>
      </w:r>
      <w:r w:rsidRPr="000A5927">
        <w:rPr>
          <w:lang w:val="en-US"/>
        </w:rPr>
        <w:t>Communication</w:t>
      </w:r>
    </w:p>
    <w:p w:rsidR="00032926" w:rsidRPr="000A5927" w:rsidRDefault="00032926" w:rsidP="00032926">
      <w:pPr>
        <w:ind w:left="567" w:right="39" w:firstLine="567"/>
        <w:rPr>
          <w:lang w:val="en-US"/>
        </w:rPr>
      </w:pPr>
      <w:r w:rsidRPr="000A5927">
        <w:rPr>
          <w:lang w:val="en-US"/>
        </w:rPr>
        <w:t>(Maximum format: A4 (210 x 297 mm)</w:t>
      </w:r>
    </w:p>
    <w:p w:rsidR="00032926" w:rsidRPr="000A5927" w:rsidRDefault="00032926" w:rsidP="00032926">
      <w:pPr>
        <w:ind w:left="567" w:right="39" w:firstLine="567"/>
        <w:rPr>
          <w:lang w:val="en-US"/>
        </w:rPr>
      </w:pPr>
    </w:p>
    <w:p w:rsidR="00032926" w:rsidRPr="000A5927" w:rsidRDefault="00032926" w:rsidP="00032926">
      <w:pPr>
        <w:ind w:left="567" w:right="39" w:firstLine="567"/>
        <w:rPr>
          <w:lang w:val="en-US"/>
        </w:rPr>
      </w:pPr>
    </w:p>
    <w:p w:rsidR="00032926" w:rsidRPr="00B34DE5" w:rsidRDefault="00F338C1" w:rsidP="00032926">
      <w:pPr>
        <w:ind w:left="1134" w:right="39"/>
        <w:rPr>
          <w:sz w:val="24"/>
          <w:szCs w:val="24"/>
        </w:rP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1905000</wp:posOffset>
                </wp:positionH>
                <wp:positionV relativeFrom="paragraph">
                  <wp:posOffset>114300</wp:posOffset>
                </wp:positionV>
                <wp:extent cx="3504565" cy="914400"/>
                <wp:effectExtent l="0" t="0" r="635"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45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032926" w:rsidRPr="000E3C7F" w:rsidRDefault="00032926"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50pt;margin-top:9pt;width:275.95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" stroked="f">
                <v:textbox>
                  <w:txbxContent>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467F96" w:rsidRPr="00BF3735" w:rsidRDefault="00467F96" w:rsidP="00467F9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032926" w:rsidRPr="000E3C7F" w:rsidRDefault="00032926"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p>
                  </w:txbxContent>
                </v:textbox>
              </v:shape>
            </w:pict>
          </mc:Fallback>
        </mc:AlternateContent>
      </w:r>
      <w:r>
        <w:rPr>
          <w:noProof/>
          <w:lang w:eastAsia="en-GB"/>
        </w:rPr>
        <w:drawing>
          <wp:inline distT="0" distB="0" distL="0" distR="0">
            <wp:extent cx="902970" cy="902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00032926" w:rsidRPr="00B34DE5">
        <w:rPr>
          <w:color w:val="FFFFFF"/>
          <w:sz w:val="18"/>
          <w:vertAlign w:val="superscript"/>
        </w:rPr>
        <w:footnoteReference w:id="11"/>
      </w:r>
      <w:r w:rsidR="00032926" w:rsidRPr="00B34DE5">
        <w:rPr>
          <w:color w:val="FFFFFF"/>
        </w:rPr>
        <w:t xml:space="preserve"> </w:t>
      </w:r>
    </w:p>
    <w:p w:rsidR="00032926" w:rsidRPr="00B34DE5" w:rsidRDefault="00467F96" w:rsidP="00467F96">
      <w:pPr>
        <w:spacing w:before="240"/>
        <w:ind w:left="1134" w:right="1134"/>
        <w:jc w:val="both"/>
      </w:pPr>
      <w:r w:rsidRPr="00B34DE5">
        <w:t>C</w:t>
      </w:r>
      <w:r w:rsidR="00032926" w:rsidRPr="00B34DE5">
        <w:t>oncerning</w:t>
      </w:r>
      <w:r>
        <w:t>:</w:t>
      </w:r>
      <w:r w:rsidR="00032926" w:rsidRPr="00B34DE5">
        <w:rPr>
          <w:sz w:val="18"/>
          <w:szCs w:val="18"/>
          <w:vertAlign w:val="superscript"/>
        </w:rPr>
        <w:footnoteReference w:customMarkFollows="1" w:id="12"/>
        <w:t>2</w:t>
      </w:r>
      <w:r w:rsidR="00032926" w:rsidRPr="00B34DE5">
        <w:tab/>
      </w:r>
      <w:r w:rsidR="00032926" w:rsidRPr="00B34DE5">
        <w:tab/>
        <w:t>Approval granted</w:t>
      </w:r>
    </w:p>
    <w:p w:rsidR="00032926" w:rsidRPr="00B34DE5" w:rsidRDefault="00032926" w:rsidP="00467F96">
      <w:pPr>
        <w:ind w:left="2268" w:right="39" w:firstLine="567"/>
        <w:jc w:val="both"/>
        <w:outlineLvl w:val="0"/>
      </w:pPr>
      <w:r w:rsidRPr="00B34DE5">
        <w:t>Approval extended</w:t>
      </w:r>
    </w:p>
    <w:p w:rsidR="00032926" w:rsidRPr="00B34DE5" w:rsidRDefault="00032926" w:rsidP="00467F96">
      <w:pPr>
        <w:ind w:left="2268" w:right="39" w:firstLine="567"/>
        <w:jc w:val="both"/>
        <w:outlineLvl w:val="0"/>
      </w:pPr>
      <w:r w:rsidRPr="00B34DE5">
        <w:t>Approval refused</w:t>
      </w:r>
    </w:p>
    <w:p w:rsidR="00032926" w:rsidRPr="00B34DE5" w:rsidRDefault="00032926" w:rsidP="00467F96">
      <w:pPr>
        <w:ind w:left="2268" w:right="39" w:firstLine="567"/>
        <w:jc w:val="both"/>
      </w:pPr>
      <w:r w:rsidRPr="00B34DE5">
        <w:t>Approval withdrawn</w:t>
      </w:r>
    </w:p>
    <w:p w:rsidR="00032926" w:rsidRPr="00B34DE5" w:rsidRDefault="00032926" w:rsidP="00032926">
      <w:pPr>
        <w:spacing w:after="120"/>
        <w:ind w:left="2268" w:right="39" w:firstLine="567"/>
        <w:jc w:val="both"/>
      </w:pPr>
      <w:r w:rsidRPr="00B34DE5">
        <w:t>Production definitively discontinued</w:t>
      </w:r>
    </w:p>
    <w:p w:rsidR="00032926" w:rsidRPr="00B34DE5" w:rsidRDefault="00032926" w:rsidP="00032926">
      <w:pPr>
        <w:spacing w:after="120"/>
        <w:ind w:left="1134" w:right="1134"/>
        <w:jc w:val="both"/>
      </w:pPr>
      <w:r w:rsidRPr="00B34DE5">
        <w:t xml:space="preserve">of a vehicle type with regard to a type of </w:t>
      </w:r>
      <w:r w:rsidRPr="00B34DE5">
        <w:rPr>
          <w:szCs w:val="24"/>
        </w:rPr>
        <w:t>NO</w:t>
      </w:r>
      <w:r w:rsidRPr="00B34DE5">
        <w:t>RESS or component there of pursuant to Regulation No. 92.</w:t>
      </w:r>
    </w:p>
    <w:p w:rsidR="00032926" w:rsidRPr="00B34DE5" w:rsidRDefault="00032926" w:rsidP="00032926">
      <w:pPr>
        <w:tabs>
          <w:tab w:val="left" w:pos="1700"/>
          <w:tab w:val="right" w:pos="8500"/>
        </w:tabs>
        <w:spacing w:after="240"/>
        <w:ind w:left="1100" w:right="1140"/>
      </w:pPr>
      <w:r w:rsidRPr="00B34DE5">
        <w:t>Approval No................................….</w:t>
      </w:r>
      <w:r w:rsidRPr="00B34DE5">
        <w:tab/>
        <w:t>Extension No......................................….</w:t>
      </w:r>
      <w:r w:rsidRPr="00B34DE5">
        <w:tab/>
      </w:r>
    </w:p>
    <w:p w:rsidR="00032926" w:rsidRPr="00B34DE5" w:rsidRDefault="00032926" w:rsidP="00032926">
      <w:pPr>
        <w:tabs>
          <w:tab w:val="right" w:leader="dot" w:pos="8505"/>
        </w:tabs>
        <w:spacing w:after="120"/>
        <w:ind w:left="2268" w:right="1134" w:hanging="1134"/>
        <w:jc w:val="both"/>
      </w:pPr>
      <w:r w:rsidRPr="00B34DE5">
        <w:t>1.</w:t>
      </w:r>
      <w:r w:rsidRPr="00B34DE5">
        <w:tab/>
        <w:t xml:space="preserve">Trade name or mark of the vehicle: </w:t>
      </w:r>
      <w:r w:rsidRPr="00B34DE5">
        <w:tab/>
      </w:r>
    </w:p>
    <w:p w:rsidR="00032926" w:rsidRPr="00B34DE5" w:rsidRDefault="00032926" w:rsidP="00032926">
      <w:pPr>
        <w:tabs>
          <w:tab w:val="right" w:leader="dot" w:pos="8505"/>
        </w:tabs>
        <w:spacing w:after="120"/>
        <w:ind w:left="2268" w:right="1134" w:hanging="1134"/>
        <w:jc w:val="both"/>
      </w:pPr>
      <w:r w:rsidRPr="00B34DE5">
        <w:t>2.</w:t>
      </w:r>
      <w:r w:rsidRPr="00B34DE5">
        <w:tab/>
        <w:t>Vehicle type:</w:t>
      </w:r>
      <w:r w:rsidRPr="00B34DE5">
        <w:tab/>
      </w:r>
    </w:p>
    <w:p w:rsidR="00032926" w:rsidRPr="00B34DE5" w:rsidRDefault="00032926" w:rsidP="00032926">
      <w:pPr>
        <w:tabs>
          <w:tab w:val="right" w:leader="dot" w:pos="8505"/>
        </w:tabs>
        <w:spacing w:after="120"/>
        <w:ind w:left="2268" w:right="1134" w:hanging="1134"/>
        <w:jc w:val="both"/>
      </w:pPr>
      <w:r w:rsidRPr="00B34DE5">
        <w:t>3.</w:t>
      </w:r>
      <w:r w:rsidRPr="00B34DE5">
        <w:tab/>
        <w:t xml:space="preserve">Manufacturer's name and address: </w:t>
      </w:r>
      <w:r w:rsidRPr="00B34DE5">
        <w:tab/>
      </w:r>
    </w:p>
    <w:p w:rsidR="00032926" w:rsidRPr="00B34DE5" w:rsidRDefault="00032926" w:rsidP="00032926">
      <w:pPr>
        <w:tabs>
          <w:tab w:val="right" w:leader="dot" w:pos="8505"/>
        </w:tabs>
        <w:spacing w:after="120"/>
        <w:ind w:left="2268" w:right="1134" w:hanging="1134"/>
        <w:jc w:val="both"/>
      </w:pPr>
      <w:r w:rsidRPr="00B34DE5">
        <w:t>4.</w:t>
      </w:r>
      <w:r w:rsidRPr="00B34DE5">
        <w:tab/>
        <w:t xml:space="preserve">If applicable, name and address of manufacturer’s representative: </w:t>
      </w:r>
      <w:r w:rsidRPr="00B34DE5">
        <w:tab/>
      </w:r>
    </w:p>
    <w:p w:rsidR="00032926" w:rsidRPr="00B34DE5" w:rsidRDefault="00032926" w:rsidP="00032926">
      <w:pPr>
        <w:tabs>
          <w:tab w:val="right" w:leader="dot" w:pos="8505"/>
        </w:tabs>
        <w:spacing w:after="120"/>
        <w:ind w:left="2268" w:right="1134" w:hanging="1134"/>
        <w:jc w:val="both"/>
      </w:pPr>
      <w:r w:rsidRPr="00B34DE5">
        <w:t>5.</w:t>
      </w:r>
      <w:r w:rsidRPr="00B34DE5">
        <w:tab/>
        <w:t>Engine</w:t>
      </w:r>
    </w:p>
    <w:p w:rsidR="00032926" w:rsidRPr="00B34DE5" w:rsidRDefault="00032926" w:rsidP="00032926">
      <w:pPr>
        <w:tabs>
          <w:tab w:val="right" w:leader="dot" w:pos="8505"/>
        </w:tabs>
        <w:spacing w:after="120"/>
        <w:ind w:left="2268" w:right="1134" w:hanging="1134"/>
        <w:jc w:val="both"/>
      </w:pPr>
      <w:r w:rsidRPr="00B34DE5">
        <w:t>5.1.</w:t>
      </w:r>
      <w:r w:rsidRPr="00B34DE5">
        <w:tab/>
        <w:t>Manufacturer:</w:t>
      </w:r>
      <w:r w:rsidRPr="00B34DE5">
        <w:tab/>
      </w:r>
    </w:p>
    <w:p w:rsidR="00032926" w:rsidRPr="00B34DE5" w:rsidRDefault="00032926" w:rsidP="00032926">
      <w:pPr>
        <w:tabs>
          <w:tab w:val="right" w:leader="dot" w:pos="8505"/>
        </w:tabs>
        <w:spacing w:after="120"/>
        <w:ind w:left="2268" w:right="1134" w:hanging="1134"/>
        <w:jc w:val="both"/>
      </w:pPr>
      <w:r w:rsidRPr="00B34DE5">
        <w:t>5.2.</w:t>
      </w:r>
      <w:r w:rsidRPr="00B34DE5">
        <w:tab/>
        <w:t xml:space="preserve">Type: </w:t>
      </w:r>
      <w:r w:rsidRPr="00B34DE5">
        <w:tab/>
      </w:r>
    </w:p>
    <w:p w:rsidR="00032926" w:rsidRPr="00B34DE5" w:rsidRDefault="00032926" w:rsidP="00032926">
      <w:pPr>
        <w:tabs>
          <w:tab w:val="right" w:leader="dot" w:pos="8505"/>
        </w:tabs>
        <w:spacing w:after="120"/>
        <w:ind w:left="2268" w:right="1134" w:hanging="1134"/>
        <w:jc w:val="both"/>
      </w:pPr>
      <w:r w:rsidRPr="00B34DE5">
        <w:t>5.3.</w:t>
      </w:r>
      <w:r w:rsidRPr="00B34DE5">
        <w:tab/>
        <w:t xml:space="preserve">Model: </w:t>
      </w:r>
      <w:r w:rsidRPr="00B34DE5">
        <w:tab/>
      </w:r>
    </w:p>
    <w:p w:rsidR="00032926" w:rsidRPr="00B34DE5" w:rsidRDefault="00032926" w:rsidP="00032926">
      <w:pPr>
        <w:tabs>
          <w:tab w:val="left" w:leader="dot" w:pos="6000"/>
          <w:tab w:val="right" w:leader="dot" w:pos="8505"/>
        </w:tabs>
        <w:spacing w:after="120"/>
        <w:ind w:left="2268" w:right="1134" w:hanging="1134"/>
        <w:jc w:val="both"/>
      </w:pPr>
      <w:r w:rsidRPr="00B34DE5">
        <w:t>5.4.</w:t>
      </w:r>
      <w:r w:rsidRPr="00B34DE5">
        <w:tab/>
        <w:t xml:space="preserve">Rated maximum net power: </w:t>
      </w:r>
      <w:r w:rsidRPr="00B34DE5">
        <w:tab/>
        <w:t xml:space="preserve"> kW at </w:t>
      </w:r>
      <w:r w:rsidRPr="00B34DE5">
        <w:tab/>
        <w:t xml:space="preserve"> min</w:t>
      </w:r>
      <w:r w:rsidRPr="00B34DE5">
        <w:rPr>
          <w:vertAlign w:val="superscript"/>
        </w:rPr>
        <w:t>-1</w:t>
      </w:r>
    </w:p>
    <w:p w:rsidR="00032926" w:rsidRPr="00B34DE5" w:rsidRDefault="00032926" w:rsidP="00032926">
      <w:pPr>
        <w:tabs>
          <w:tab w:val="right" w:leader="dot" w:pos="8505"/>
        </w:tabs>
        <w:spacing w:after="120"/>
        <w:ind w:left="2268" w:right="1134" w:hanging="1134"/>
        <w:jc w:val="both"/>
      </w:pPr>
      <w:r w:rsidRPr="00B34DE5">
        <w:t>5.5.</w:t>
      </w:r>
      <w:r w:rsidRPr="00B34DE5">
        <w:tab/>
        <w:t>Kind of engine (e.g. positive-ignition, compression ignition, etc.)</w:t>
      </w:r>
      <w:r w:rsidR="00FD1BAD">
        <w:t>:</w:t>
      </w:r>
      <w:r w:rsidRPr="00B34DE5">
        <w:rPr>
          <w:sz w:val="18"/>
          <w:vertAlign w:val="superscript"/>
        </w:rPr>
        <w:footnoteReference w:customMarkFollows="1" w:id="13"/>
        <w:t>3</w:t>
      </w:r>
      <w:r w:rsidRPr="00B34DE5">
        <w:tab/>
      </w:r>
    </w:p>
    <w:p w:rsidR="00032926" w:rsidRPr="00B34DE5" w:rsidRDefault="00032926" w:rsidP="00032926">
      <w:pPr>
        <w:tabs>
          <w:tab w:val="right" w:leader="dot" w:pos="8505"/>
        </w:tabs>
        <w:spacing w:after="120"/>
        <w:ind w:left="2268" w:right="1134" w:hanging="1134"/>
        <w:jc w:val="both"/>
      </w:pPr>
      <w:r w:rsidRPr="00B34DE5">
        <w:t>5.6.</w:t>
      </w:r>
      <w:r w:rsidR="00FD1BAD">
        <w:tab/>
        <w:t>Cycles: two-stroke/four-stroke</w:t>
      </w:r>
      <w:r w:rsidRPr="00B34DE5">
        <w:rPr>
          <w:sz w:val="18"/>
          <w:szCs w:val="18"/>
          <w:vertAlign w:val="superscript"/>
        </w:rPr>
        <w:t>2</w:t>
      </w:r>
    </w:p>
    <w:p w:rsidR="00032926" w:rsidRPr="00B34DE5" w:rsidRDefault="00032926" w:rsidP="00032926">
      <w:pPr>
        <w:tabs>
          <w:tab w:val="right" w:leader="dot" w:pos="8505"/>
        </w:tabs>
        <w:spacing w:after="120"/>
        <w:ind w:left="2268" w:right="1134" w:hanging="1134"/>
        <w:jc w:val="both"/>
      </w:pPr>
      <w:r w:rsidRPr="00B34DE5">
        <w:t>5.7.</w:t>
      </w:r>
      <w:r w:rsidRPr="00B34DE5">
        <w:tab/>
        <w:t xml:space="preserve">Cylinder capacity: </w:t>
      </w:r>
      <w:r w:rsidRPr="00B34DE5">
        <w:tab/>
        <w:t xml:space="preserve"> cm</w:t>
      </w:r>
      <w:r w:rsidRPr="00B34DE5">
        <w:rPr>
          <w:vertAlign w:val="superscript"/>
        </w:rPr>
        <w:t>3</w:t>
      </w:r>
    </w:p>
    <w:p w:rsidR="00032926" w:rsidRPr="00B34DE5" w:rsidRDefault="00032926" w:rsidP="00467F96">
      <w:pPr>
        <w:keepNext/>
        <w:keepLines/>
        <w:tabs>
          <w:tab w:val="right" w:leader="dot" w:pos="8505"/>
        </w:tabs>
        <w:spacing w:after="120"/>
        <w:ind w:left="2268" w:right="1134" w:hanging="1134"/>
        <w:jc w:val="both"/>
      </w:pPr>
      <w:r w:rsidRPr="00B34DE5">
        <w:lastRenderedPageBreak/>
        <w:t>6.</w:t>
      </w:r>
      <w:r w:rsidRPr="00B34DE5">
        <w:tab/>
        <w:t>Transmission</w:t>
      </w:r>
    </w:p>
    <w:p w:rsidR="00032926" w:rsidRPr="00B34DE5" w:rsidRDefault="00032926" w:rsidP="00467F96">
      <w:pPr>
        <w:keepNext/>
        <w:keepLines/>
        <w:tabs>
          <w:tab w:val="right" w:leader="dot" w:pos="8505"/>
        </w:tabs>
        <w:spacing w:after="120"/>
        <w:ind w:left="2268" w:right="1134" w:hanging="1134"/>
        <w:jc w:val="both"/>
      </w:pPr>
      <w:r w:rsidRPr="00B34DE5">
        <w:t>6.1.</w:t>
      </w:r>
      <w:r w:rsidRPr="00B34DE5">
        <w:tab/>
        <w:t xml:space="preserve">Type of transmission: non-automatic gearbox/automatic gearbox: </w:t>
      </w:r>
      <w:r w:rsidRPr="00B34DE5">
        <w:tab/>
      </w:r>
    </w:p>
    <w:p w:rsidR="00032926" w:rsidRPr="00B34DE5" w:rsidRDefault="00032926" w:rsidP="00032926">
      <w:pPr>
        <w:tabs>
          <w:tab w:val="right" w:leader="dot" w:pos="8505"/>
        </w:tabs>
        <w:spacing w:after="120"/>
        <w:ind w:left="2268" w:right="1134" w:hanging="1134"/>
        <w:jc w:val="both"/>
      </w:pPr>
      <w:r w:rsidRPr="00B34DE5">
        <w:t>6.2.</w:t>
      </w:r>
      <w:r w:rsidRPr="00B34DE5">
        <w:tab/>
        <w:t xml:space="preserve">Number of gears: </w:t>
      </w:r>
      <w:r w:rsidRPr="00B34DE5">
        <w:tab/>
      </w:r>
    </w:p>
    <w:p w:rsidR="00032926" w:rsidRPr="00B34DE5" w:rsidRDefault="00032926" w:rsidP="00032926">
      <w:pPr>
        <w:tabs>
          <w:tab w:val="right" w:leader="dot" w:pos="8505"/>
        </w:tabs>
        <w:spacing w:after="120"/>
        <w:ind w:left="2268" w:right="1134" w:hanging="1134"/>
        <w:jc w:val="both"/>
      </w:pPr>
      <w:r w:rsidRPr="00B34DE5">
        <w:t>7.</w:t>
      </w:r>
      <w:r w:rsidRPr="00B34DE5">
        <w:tab/>
        <w:t>Equipment</w:t>
      </w:r>
    </w:p>
    <w:p w:rsidR="00032926" w:rsidRPr="00B34DE5" w:rsidRDefault="00032926" w:rsidP="00032926">
      <w:pPr>
        <w:tabs>
          <w:tab w:val="right" w:leader="dot" w:pos="8505"/>
        </w:tabs>
        <w:spacing w:after="120"/>
        <w:ind w:left="2268" w:right="1134" w:hanging="1134"/>
        <w:jc w:val="both"/>
      </w:pPr>
      <w:r w:rsidRPr="00B34DE5">
        <w:t>7.1.</w:t>
      </w:r>
      <w:r w:rsidRPr="00B34DE5">
        <w:tab/>
        <w:t>Exhaust silencer</w:t>
      </w:r>
    </w:p>
    <w:p w:rsidR="00032926" w:rsidRPr="00B34DE5" w:rsidRDefault="00032926" w:rsidP="00032926">
      <w:pPr>
        <w:tabs>
          <w:tab w:val="right" w:leader="dot" w:pos="8505"/>
        </w:tabs>
        <w:spacing w:after="120"/>
        <w:ind w:left="2268" w:right="1134" w:hanging="1134"/>
        <w:jc w:val="both"/>
      </w:pPr>
      <w:r w:rsidRPr="00B34DE5">
        <w:t>7.1.1.</w:t>
      </w:r>
      <w:r w:rsidRPr="00B34DE5">
        <w:tab/>
        <w:t xml:space="preserve">Manufacturer or authorized representative (if any): </w:t>
      </w:r>
      <w:r w:rsidRPr="00B34DE5">
        <w:tab/>
      </w:r>
    </w:p>
    <w:p w:rsidR="00032926" w:rsidRPr="00B34DE5" w:rsidRDefault="00032926" w:rsidP="00032926">
      <w:pPr>
        <w:tabs>
          <w:tab w:val="right" w:leader="dot" w:pos="8505"/>
        </w:tabs>
        <w:spacing w:after="120"/>
        <w:ind w:left="2268" w:right="1134" w:hanging="1134"/>
        <w:jc w:val="both"/>
      </w:pPr>
      <w:r w:rsidRPr="00B34DE5">
        <w:t>7.1.2.</w:t>
      </w:r>
      <w:r w:rsidRPr="00B34DE5">
        <w:tab/>
        <w:t xml:space="preserve">Model: </w:t>
      </w:r>
      <w:r w:rsidRPr="00B34DE5">
        <w:tab/>
      </w:r>
    </w:p>
    <w:p w:rsidR="00032926" w:rsidRPr="00B34DE5" w:rsidRDefault="00032926" w:rsidP="00032926">
      <w:pPr>
        <w:tabs>
          <w:tab w:val="right" w:leader="dot" w:pos="6600"/>
          <w:tab w:val="left" w:leader="dot" w:pos="8505"/>
        </w:tabs>
        <w:spacing w:after="120"/>
        <w:ind w:left="2268" w:right="1134" w:hanging="1134"/>
        <w:jc w:val="both"/>
      </w:pPr>
      <w:r w:rsidRPr="00B34DE5">
        <w:t>7.1.3.</w:t>
      </w:r>
      <w:r w:rsidRPr="00B34DE5">
        <w:tab/>
        <w:t xml:space="preserve">Type: </w:t>
      </w:r>
      <w:r w:rsidRPr="00B34DE5">
        <w:tab/>
        <w:t xml:space="preserve"> in accordance with drawing No. </w:t>
      </w:r>
      <w:r w:rsidRPr="00B34DE5">
        <w:tab/>
      </w:r>
    </w:p>
    <w:p w:rsidR="00032926" w:rsidRPr="00B34DE5" w:rsidRDefault="00032926" w:rsidP="00032926">
      <w:pPr>
        <w:tabs>
          <w:tab w:val="right" w:leader="dot" w:pos="8505"/>
        </w:tabs>
        <w:spacing w:after="120"/>
        <w:ind w:left="2268" w:right="1134" w:hanging="1134"/>
        <w:jc w:val="both"/>
      </w:pPr>
      <w:r w:rsidRPr="00B34DE5">
        <w:t>7.2.</w:t>
      </w:r>
      <w:r w:rsidRPr="00B34DE5">
        <w:tab/>
        <w:t>Intake silencer</w:t>
      </w:r>
    </w:p>
    <w:p w:rsidR="00032926" w:rsidRPr="00B34DE5" w:rsidRDefault="00032926" w:rsidP="00032926">
      <w:pPr>
        <w:tabs>
          <w:tab w:val="right" w:leader="dot" w:pos="8505"/>
        </w:tabs>
        <w:spacing w:after="120"/>
        <w:ind w:left="2268" w:right="1134" w:hanging="1134"/>
        <w:jc w:val="both"/>
      </w:pPr>
      <w:r w:rsidRPr="00B34DE5">
        <w:t>7.2.1.</w:t>
      </w:r>
      <w:r w:rsidRPr="00B34DE5">
        <w:tab/>
        <w:t xml:space="preserve">Manufacturer or authorized representative (if any): </w:t>
      </w:r>
      <w:r w:rsidRPr="00B34DE5">
        <w:tab/>
      </w:r>
    </w:p>
    <w:p w:rsidR="00032926" w:rsidRPr="00B34DE5" w:rsidRDefault="00032926" w:rsidP="00032926">
      <w:pPr>
        <w:tabs>
          <w:tab w:val="right" w:leader="dot" w:pos="8505"/>
        </w:tabs>
        <w:spacing w:after="120"/>
        <w:ind w:left="2268" w:right="1134" w:hanging="1134"/>
        <w:jc w:val="both"/>
      </w:pPr>
      <w:r w:rsidRPr="00B34DE5">
        <w:t>7.2.2.</w:t>
      </w:r>
      <w:r w:rsidRPr="00B34DE5">
        <w:tab/>
        <w:t xml:space="preserve">Model: </w:t>
      </w:r>
      <w:r w:rsidRPr="00B34DE5">
        <w:tab/>
      </w:r>
    </w:p>
    <w:p w:rsidR="00032926" w:rsidRPr="00B34DE5" w:rsidRDefault="00032926" w:rsidP="00032926">
      <w:pPr>
        <w:tabs>
          <w:tab w:val="right" w:leader="dot" w:pos="6600"/>
          <w:tab w:val="left" w:leader="dot" w:pos="8505"/>
        </w:tabs>
        <w:spacing w:after="120"/>
        <w:ind w:left="2268" w:right="1134" w:hanging="1134"/>
        <w:jc w:val="both"/>
      </w:pPr>
      <w:r w:rsidRPr="00B34DE5">
        <w:t>7.2.3.</w:t>
      </w:r>
      <w:r w:rsidRPr="00B34DE5">
        <w:tab/>
        <w:t xml:space="preserve">Type: </w:t>
      </w:r>
      <w:r w:rsidRPr="00B34DE5">
        <w:tab/>
        <w:t xml:space="preserve"> in accordance with drawing No. </w:t>
      </w:r>
      <w:r w:rsidRPr="00B34DE5">
        <w:tab/>
      </w:r>
    </w:p>
    <w:p w:rsidR="00032926" w:rsidRPr="00B34DE5" w:rsidRDefault="00032926" w:rsidP="00032926">
      <w:pPr>
        <w:tabs>
          <w:tab w:val="right" w:leader="dot" w:pos="8505"/>
        </w:tabs>
        <w:spacing w:after="120"/>
        <w:ind w:left="2268" w:right="1134" w:hanging="1134"/>
        <w:jc w:val="both"/>
      </w:pPr>
      <w:r w:rsidRPr="00B34DE5">
        <w:t>8.</w:t>
      </w:r>
      <w:r w:rsidRPr="00B34DE5">
        <w:tab/>
        <w:t>Gears used for test of</w:t>
      </w:r>
      <w:r w:rsidR="00B34DE5" w:rsidRPr="00B34DE5">
        <w:t xml:space="preserve"> the vehicle </w:t>
      </w:r>
      <w:r w:rsidRPr="00B34DE5">
        <w:t xml:space="preserve">in motion: </w:t>
      </w:r>
      <w:r w:rsidRPr="00B34DE5">
        <w:tab/>
      </w:r>
    </w:p>
    <w:p w:rsidR="00032926" w:rsidRPr="00B34DE5" w:rsidRDefault="00032926" w:rsidP="00032926">
      <w:pPr>
        <w:tabs>
          <w:tab w:val="right" w:leader="dot" w:pos="8505"/>
        </w:tabs>
        <w:spacing w:after="120"/>
        <w:ind w:left="2268" w:right="1134" w:hanging="1134"/>
        <w:jc w:val="both"/>
      </w:pPr>
      <w:r w:rsidRPr="00B34DE5">
        <w:t>9.</w:t>
      </w:r>
      <w:r w:rsidRPr="00B34DE5">
        <w:tab/>
        <w:t xml:space="preserve">Final drive ratio(s): </w:t>
      </w:r>
      <w:r w:rsidRPr="00B34DE5">
        <w:tab/>
      </w:r>
    </w:p>
    <w:p w:rsidR="00032926" w:rsidRPr="00B34DE5" w:rsidRDefault="00032926" w:rsidP="00032926">
      <w:pPr>
        <w:tabs>
          <w:tab w:val="right" w:leader="dot" w:pos="8505"/>
        </w:tabs>
        <w:spacing w:after="120"/>
        <w:ind w:left="2268" w:right="1134" w:hanging="1134"/>
        <w:jc w:val="both"/>
      </w:pPr>
      <w:r w:rsidRPr="00B34DE5">
        <w:t>10.</w:t>
      </w:r>
      <w:r w:rsidRPr="00B34DE5">
        <w:tab/>
        <w:t xml:space="preserve">ECE type approval number of tyre(s): </w:t>
      </w:r>
      <w:r w:rsidRPr="00B34DE5">
        <w:tab/>
      </w:r>
    </w:p>
    <w:p w:rsidR="00032926" w:rsidRPr="00B34DE5" w:rsidRDefault="00032926" w:rsidP="00032926">
      <w:pPr>
        <w:tabs>
          <w:tab w:val="right" w:leader="dot" w:pos="8505"/>
        </w:tabs>
        <w:spacing w:after="120"/>
        <w:ind w:left="2268" w:right="1134" w:hanging="1134"/>
        <w:jc w:val="both"/>
      </w:pPr>
      <w:r w:rsidRPr="00B34DE5">
        <w:tab/>
        <w:t>If not available, the following information shall be provided:</w:t>
      </w:r>
    </w:p>
    <w:p w:rsidR="00032926" w:rsidRPr="00B34DE5" w:rsidRDefault="00032926" w:rsidP="00032926">
      <w:pPr>
        <w:tabs>
          <w:tab w:val="right" w:leader="dot" w:pos="8505"/>
        </w:tabs>
        <w:spacing w:after="120"/>
        <w:ind w:left="2268" w:right="1134" w:hanging="1134"/>
        <w:jc w:val="both"/>
      </w:pPr>
      <w:r w:rsidRPr="00B34DE5">
        <w:t>10.1.</w:t>
      </w:r>
      <w:r w:rsidRPr="00B34DE5">
        <w:tab/>
        <w:t xml:space="preserve">Tyre manufacturer: </w:t>
      </w:r>
      <w:r w:rsidRPr="00B34DE5">
        <w:tab/>
      </w:r>
    </w:p>
    <w:p w:rsidR="00032926" w:rsidRPr="00B34DE5" w:rsidRDefault="00032926" w:rsidP="00032926">
      <w:pPr>
        <w:tabs>
          <w:tab w:val="right" w:leader="dot" w:pos="8505"/>
        </w:tabs>
        <w:spacing w:after="120"/>
        <w:ind w:left="2268" w:right="1134" w:hanging="1134"/>
        <w:jc w:val="both"/>
      </w:pPr>
      <w:r w:rsidRPr="00B34DE5">
        <w:t>10.2.</w:t>
      </w:r>
      <w:r w:rsidRPr="00B34DE5">
        <w:tab/>
        <w:t xml:space="preserve">Commercial description(s) of the type of tyre (by axle), (e.g. trade name, speed index, load index): </w:t>
      </w:r>
      <w:r w:rsidRPr="00B34DE5">
        <w:tab/>
      </w:r>
    </w:p>
    <w:p w:rsidR="00032926" w:rsidRPr="00B34DE5" w:rsidRDefault="00032926" w:rsidP="00032926">
      <w:pPr>
        <w:tabs>
          <w:tab w:val="right" w:leader="dot" w:pos="8505"/>
        </w:tabs>
        <w:spacing w:after="120"/>
        <w:ind w:left="2268" w:right="1134" w:hanging="1134"/>
        <w:jc w:val="both"/>
      </w:pPr>
      <w:r w:rsidRPr="00B34DE5">
        <w:t>10.3.</w:t>
      </w:r>
      <w:r w:rsidRPr="00B34DE5">
        <w:tab/>
        <w:t xml:space="preserve">Tyre size (by axle): </w:t>
      </w:r>
      <w:r w:rsidRPr="00B34DE5">
        <w:tab/>
      </w:r>
    </w:p>
    <w:p w:rsidR="00032926" w:rsidRPr="00B34DE5" w:rsidRDefault="00032926" w:rsidP="00032926">
      <w:pPr>
        <w:tabs>
          <w:tab w:val="right" w:leader="dot" w:pos="8505"/>
        </w:tabs>
        <w:spacing w:after="120"/>
        <w:ind w:left="2268" w:right="1134" w:hanging="1134"/>
        <w:jc w:val="both"/>
      </w:pPr>
      <w:r w:rsidRPr="00B34DE5">
        <w:t>10.4.</w:t>
      </w:r>
      <w:r w:rsidRPr="00B34DE5">
        <w:tab/>
        <w:t xml:space="preserve">Other type approval number (if available): </w:t>
      </w:r>
      <w:r w:rsidRPr="00B34DE5">
        <w:tab/>
      </w:r>
    </w:p>
    <w:p w:rsidR="00032926" w:rsidRPr="00B34DE5" w:rsidRDefault="00032926" w:rsidP="00032926">
      <w:pPr>
        <w:tabs>
          <w:tab w:val="right" w:leader="dot" w:pos="8505"/>
        </w:tabs>
        <w:spacing w:after="120"/>
        <w:ind w:left="2268" w:right="1134" w:hanging="1134"/>
        <w:jc w:val="both"/>
      </w:pPr>
      <w:r w:rsidRPr="00B34DE5">
        <w:t>11.</w:t>
      </w:r>
      <w:r w:rsidRPr="00B34DE5">
        <w:tab/>
        <w:t>Masses</w:t>
      </w:r>
    </w:p>
    <w:p w:rsidR="00032926" w:rsidRPr="00B34DE5" w:rsidRDefault="00032926" w:rsidP="00032926">
      <w:pPr>
        <w:tabs>
          <w:tab w:val="right" w:leader="dot" w:pos="8505"/>
        </w:tabs>
        <w:spacing w:after="120"/>
        <w:ind w:left="2268" w:right="1134" w:hanging="1134"/>
        <w:jc w:val="both"/>
      </w:pPr>
      <w:r w:rsidRPr="00B34DE5">
        <w:t>11.1.</w:t>
      </w:r>
      <w:r w:rsidRPr="00B34DE5">
        <w:tab/>
        <w:t xml:space="preserve">Maximum permissible gross weight: </w:t>
      </w:r>
      <w:r w:rsidRPr="00B34DE5">
        <w:tab/>
        <w:t xml:space="preserve"> kg</w:t>
      </w:r>
    </w:p>
    <w:p w:rsidR="00032926" w:rsidRPr="00B34DE5" w:rsidRDefault="00032926" w:rsidP="00032926">
      <w:pPr>
        <w:tabs>
          <w:tab w:val="right" w:leader="dot" w:pos="8505"/>
        </w:tabs>
        <w:spacing w:after="120"/>
        <w:ind w:left="2268" w:right="1134" w:hanging="1134"/>
        <w:jc w:val="both"/>
      </w:pPr>
      <w:r w:rsidRPr="00B34DE5">
        <w:t>11.2.</w:t>
      </w:r>
      <w:r w:rsidRPr="00B34DE5">
        <w:tab/>
        <w:t xml:space="preserve">Test mass: </w:t>
      </w:r>
      <w:r w:rsidRPr="00B34DE5">
        <w:tab/>
        <w:t xml:space="preserve"> kg</w:t>
      </w:r>
    </w:p>
    <w:p w:rsidR="00032926" w:rsidRPr="00B34DE5" w:rsidRDefault="00032926" w:rsidP="00032926">
      <w:pPr>
        <w:tabs>
          <w:tab w:val="right" w:leader="dot" w:pos="8505"/>
        </w:tabs>
        <w:spacing w:after="120"/>
        <w:ind w:left="2268" w:right="1134" w:hanging="1134"/>
        <w:jc w:val="both"/>
      </w:pPr>
      <w:r w:rsidRPr="00B34DE5">
        <w:t>11.3.</w:t>
      </w:r>
      <w:r w:rsidRPr="00B34DE5">
        <w:tab/>
        <w:t>Power to mass ratio index (</w:t>
      </w:r>
      <w:r w:rsidRPr="00B34DE5">
        <w:rPr>
          <w:i/>
        </w:rPr>
        <w:t>PMR</w:t>
      </w:r>
      <w:r w:rsidRPr="00B34DE5">
        <w:t xml:space="preserve">): </w:t>
      </w:r>
      <w:r w:rsidRPr="00B34DE5">
        <w:tab/>
      </w:r>
    </w:p>
    <w:p w:rsidR="00032926" w:rsidRPr="00B34DE5" w:rsidRDefault="00032926" w:rsidP="00032926">
      <w:pPr>
        <w:tabs>
          <w:tab w:val="right" w:leader="dot" w:pos="8505"/>
        </w:tabs>
        <w:spacing w:after="120"/>
        <w:ind w:left="2268" w:right="1134" w:hanging="1134"/>
        <w:jc w:val="both"/>
      </w:pPr>
      <w:r w:rsidRPr="00B34DE5">
        <w:t>12.</w:t>
      </w:r>
      <w:r w:rsidRPr="00B34DE5">
        <w:tab/>
        <w:t xml:space="preserve">Vehicle length: </w:t>
      </w:r>
      <w:r w:rsidRPr="00B34DE5">
        <w:tab/>
        <w:t xml:space="preserve"> m</w:t>
      </w:r>
    </w:p>
    <w:p w:rsidR="00D66035" w:rsidRPr="00B34DE5" w:rsidRDefault="00D66035" w:rsidP="00D66035">
      <w:pPr>
        <w:tabs>
          <w:tab w:val="right" w:leader="dot" w:pos="8505"/>
        </w:tabs>
        <w:spacing w:after="120"/>
        <w:ind w:left="2268" w:right="1134" w:hanging="1134"/>
        <w:jc w:val="both"/>
      </w:pPr>
      <w:r w:rsidRPr="00B34DE5">
        <w:t>13.</w:t>
      </w:r>
      <w:r w:rsidRPr="00B34DE5">
        <w:tab/>
        <w:t>Sound level of the vehicle in motion……………………………</w:t>
      </w:r>
      <w:r w:rsidR="00B34DE5">
        <w:t>……...</w:t>
      </w:r>
      <w:r w:rsidRPr="00B34DE5">
        <w:t>.dB(A)</w:t>
      </w:r>
    </w:p>
    <w:p w:rsidR="00032926" w:rsidRPr="00B34DE5" w:rsidRDefault="00032926" w:rsidP="00032926">
      <w:pPr>
        <w:tabs>
          <w:tab w:val="right" w:leader="dot" w:pos="4900"/>
        </w:tabs>
        <w:spacing w:after="120"/>
        <w:ind w:left="2268" w:right="1134" w:hanging="1134"/>
        <w:jc w:val="both"/>
      </w:pPr>
      <w:r w:rsidRPr="00B34DE5">
        <w:t>1</w:t>
      </w:r>
      <w:r w:rsidR="00D66035" w:rsidRPr="00B34DE5">
        <w:t>3</w:t>
      </w:r>
      <w:r w:rsidRPr="00B34DE5">
        <w:t>.</w:t>
      </w:r>
      <w:r w:rsidR="00D66035" w:rsidRPr="00B34DE5">
        <w:t>1</w:t>
      </w:r>
      <w:r w:rsidRPr="00B34DE5">
        <w:tab/>
      </w:r>
      <w:r w:rsidR="00D66035" w:rsidRPr="00B34DE5">
        <w:t>G</w:t>
      </w:r>
      <w:r w:rsidRPr="00B34DE5">
        <w:t>ear (i)</w:t>
      </w:r>
      <w:r w:rsidR="00D66035" w:rsidRPr="00B34DE5">
        <w:t xml:space="preserve"> for the test of the vehicle in motion…………………………………..</w:t>
      </w:r>
    </w:p>
    <w:p w:rsidR="00032926" w:rsidRPr="00B34DE5" w:rsidRDefault="00D66035" w:rsidP="00032926">
      <w:pPr>
        <w:tabs>
          <w:tab w:val="right" w:leader="dot" w:pos="8505"/>
        </w:tabs>
        <w:spacing w:after="120"/>
        <w:ind w:left="2268" w:right="1134" w:hanging="1134"/>
        <w:jc w:val="both"/>
      </w:pPr>
      <w:r w:rsidRPr="00B34DE5">
        <w:t>13</w:t>
      </w:r>
      <w:r w:rsidR="00032926" w:rsidRPr="00B34DE5">
        <w:t>.</w:t>
      </w:r>
      <w:r w:rsidRPr="00B34DE5">
        <w:t>2</w:t>
      </w:r>
      <w:r w:rsidR="00032926" w:rsidRPr="00B34DE5">
        <w:tab/>
        <w:t xml:space="preserve">Vehicle speed at the beginning of the period of acceleration (average of 3 runs) for gear (i): </w:t>
      </w:r>
      <w:r w:rsidR="00032926" w:rsidRPr="00B34DE5">
        <w:tab/>
        <w:t xml:space="preserve"> km/h</w:t>
      </w:r>
    </w:p>
    <w:p w:rsidR="00032926" w:rsidRPr="00B34DE5" w:rsidRDefault="00032926" w:rsidP="00032926">
      <w:pPr>
        <w:tabs>
          <w:tab w:val="right" w:leader="dot" w:pos="6600"/>
        </w:tabs>
        <w:spacing w:after="120"/>
        <w:ind w:left="2268" w:right="1134" w:hanging="1134"/>
        <w:jc w:val="both"/>
      </w:pPr>
      <w:r w:rsidRPr="00B34DE5">
        <w:t>1</w:t>
      </w:r>
      <w:r w:rsidR="00D66035" w:rsidRPr="00B34DE5">
        <w:t>4</w:t>
      </w:r>
      <w:r w:rsidRPr="00B34DE5">
        <w:t>.</w:t>
      </w:r>
      <w:r w:rsidRPr="00B34DE5">
        <w:tab/>
        <w:t xml:space="preserve">Sound level of </w:t>
      </w:r>
      <w:r w:rsidR="00D66035" w:rsidRPr="00B34DE5">
        <w:t xml:space="preserve">the </w:t>
      </w:r>
      <w:r w:rsidRPr="00B34DE5">
        <w:t>stationary vehicle</w:t>
      </w:r>
      <w:r w:rsidR="00D66035" w:rsidRPr="00B34DE5">
        <w:t>……………………………</w:t>
      </w:r>
      <w:r w:rsidR="00B34DE5">
        <w:t>……...</w:t>
      </w:r>
      <w:r w:rsidR="00D66035" w:rsidRPr="00B34DE5">
        <w:t>dB(A)</w:t>
      </w:r>
    </w:p>
    <w:p w:rsidR="00D66035" w:rsidRPr="00B34DE5" w:rsidRDefault="00D66035" w:rsidP="00D66035">
      <w:pPr>
        <w:tabs>
          <w:tab w:val="left" w:leader="dot" w:pos="6000"/>
          <w:tab w:val="left" w:leader="dot" w:pos="8000"/>
          <w:tab w:val="right" w:leader="dot" w:pos="8300"/>
        </w:tabs>
        <w:spacing w:after="120"/>
        <w:ind w:left="2268" w:right="1134" w:hanging="1134"/>
        <w:jc w:val="both"/>
      </w:pPr>
      <w:r w:rsidRPr="00B34DE5">
        <w:t>14.1.</w:t>
      </w:r>
      <w:r w:rsidRPr="00B34DE5">
        <w:tab/>
        <w:t>at engine speed………………………………….</w:t>
      </w:r>
      <w:r w:rsidRPr="00B34DE5">
        <w:tab/>
        <w:t xml:space="preserve"> min</w:t>
      </w:r>
      <w:r w:rsidRPr="00B34DE5">
        <w:rPr>
          <w:rFonts w:ascii="Times New Roman Bold" w:hAnsi="Times New Roman Bold"/>
          <w:vertAlign w:val="superscript"/>
        </w:rPr>
        <w:t>-1</w:t>
      </w:r>
    </w:p>
    <w:p w:rsidR="00032926" w:rsidRPr="00B34DE5" w:rsidRDefault="00032926" w:rsidP="00032926">
      <w:pPr>
        <w:tabs>
          <w:tab w:val="right" w:leader="dot" w:pos="8505"/>
        </w:tabs>
        <w:spacing w:after="120"/>
        <w:ind w:left="2268" w:right="1134" w:hanging="1134"/>
        <w:jc w:val="both"/>
      </w:pPr>
      <w:r w:rsidRPr="00B34DE5">
        <w:t>1</w:t>
      </w:r>
      <w:r w:rsidR="00D66035" w:rsidRPr="00B34DE5">
        <w:t>4</w:t>
      </w:r>
      <w:r w:rsidRPr="00B34DE5">
        <w:t>.</w:t>
      </w:r>
      <w:r w:rsidR="00D66035" w:rsidRPr="00B34DE5">
        <w:t>2</w:t>
      </w:r>
      <w:r w:rsidRPr="00B34DE5">
        <w:t>.</w:t>
      </w:r>
      <w:r w:rsidRPr="00B34DE5">
        <w:tab/>
        <w:t xml:space="preserve">Position and orientation of microphone: </w:t>
      </w:r>
      <w:r w:rsidRPr="00B34DE5">
        <w:tab/>
      </w:r>
    </w:p>
    <w:p w:rsidR="00032926" w:rsidRPr="00B34DE5" w:rsidRDefault="00032926" w:rsidP="00032926">
      <w:pPr>
        <w:tabs>
          <w:tab w:val="right" w:leader="dot" w:pos="6600"/>
        </w:tabs>
        <w:spacing w:after="120"/>
        <w:ind w:left="2268" w:right="1134" w:hanging="1134"/>
        <w:jc w:val="both"/>
      </w:pPr>
      <w:r w:rsidRPr="00B34DE5">
        <w:t>1</w:t>
      </w:r>
      <w:r w:rsidR="00D66035" w:rsidRPr="00B34DE5">
        <w:t>5</w:t>
      </w:r>
      <w:r w:rsidRPr="00B34DE5">
        <w:t>.</w:t>
      </w:r>
      <w:r w:rsidRPr="00B34DE5">
        <w:tab/>
        <w:t>In-use compliance reference data</w:t>
      </w:r>
    </w:p>
    <w:p w:rsidR="00032926" w:rsidRPr="00B34DE5" w:rsidRDefault="00032926" w:rsidP="00032926">
      <w:pPr>
        <w:tabs>
          <w:tab w:val="right" w:leader="dot" w:pos="8505"/>
        </w:tabs>
        <w:spacing w:after="120"/>
        <w:ind w:left="2268" w:right="1134" w:hanging="1134"/>
        <w:jc w:val="both"/>
      </w:pPr>
      <w:r w:rsidRPr="00B34DE5">
        <w:t>1</w:t>
      </w:r>
      <w:r w:rsidR="00D66035" w:rsidRPr="00B34DE5">
        <w:t>5</w:t>
      </w:r>
      <w:r w:rsidRPr="00B34DE5">
        <w:t>.1.</w:t>
      </w:r>
      <w:r w:rsidRPr="00B34DE5">
        <w:tab/>
        <w:t xml:space="preserve">Gear (i) or, for vehicles tested with non-locked gear ratios, the position of the gear selector chosen for the test: </w:t>
      </w:r>
      <w:r w:rsidRPr="00B34DE5">
        <w:tab/>
      </w:r>
    </w:p>
    <w:p w:rsidR="00032926" w:rsidRPr="00B34DE5" w:rsidRDefault="00032926" w:rsidP="00032926">
      <w:pPr>
        <w:tabs>
          <w:tab w:val="right" w:leader="dot" w:pos="8505"/>
        </w:tabs>
        <w:spacing w:after="120"/>
        <w:ind w:left="2268" w:right="1134" w:hanging="1134"/>
        <w:jc w:val="both"/>
      </w:pPr>
      <w:r w:rsidRPr="00B34DE5">
        <w:lastRenderedPageBreak/>
        <w:t>1</w:t>
      </w:r>
      <w:r w:rsidR="00D66035" w:rsidRPr="00B34DE5">
        <w:t>5</w:t>
      </w:r>
      <w:r w:rsidRPr="00B34DE5">
        <w:t>.</w:t>
      </w:r>
      <w:r w:rsidR="00D66035" w:rsidRPr="00B34DE5">
        <w:t>2</w:t>
      </w:r>
      <w:r w:rsidRPr="00B34DE5">
        <w:t>.</w:t>
      </w:r>
      <w:r w:rsidRPr="00B34DE5">
        <w:tab/>
        <w:t xml:space="preserve">Vehicle speed at the beginning of the period of acceleration (average of 3 runs) for gear (i): </w:t>
      </w:r>
      <w:r w:rsidRPr="00B34DE5">
        <w:tab/>
        <w:t xml:space="preserve"> km/h</w:t>
      </w:r>
    </w:p>
    <w:p w:rsidR="00032926" w:rsidRPr="00B34DE5" w:rsidRDefault="00032926" w:rsidP="00032926">
      <w:pPr>
        <w:tabs>
          <w:tab w:val="right" w:leader="dot" w:pos="8505"/>
        </w:tabs>
        <w:spacing w:after="120"/>
        <w:ind w:left="2268" w:right="1134" w:hanging="1134"/>
        <w:jc w:val="both"/>
      </w:pPr>
      <w:r w:rsidRPr="00B34DE5">
        <w:t>1</w:t>
      </w:r>
      <w:r w:rsidR="00D66035" w:rsidRPr="00B34DE5">
        <w:t>5</w:t>
      </w:r>
      <w:r w:rsidRPr="00B34DE5">
        <w:t>.</w:t>
      </w:r>
      <w:r w:rsidR="00D66035" w:rsidRPr="00B34DE5">
        <w:t>3</w:t>
      </w:r>
      <w:r w:rsidRPr="00B34DE5">
        <w:t>.</w:t>
      </w:r>
      <w:r w:rsidRPr="00B34DE5">
        <w:tab/>
        <w:t xml:space="preserve">Sound pressure level </w:t>
      </w:r>
      <w:r w:rsidRPr="00B34DE5">
        <w:rPr>
          <w:i/>
        </w:rPr>
        <w:t>L</w:t>
      </w:r>
      <w:r w:rsidR="00D66035" w:rsidRPr="00B34DE5">
        <w:rPr>
          <w:i/>
          <w:vertAlign w:val="subscript"/>
        </w:rPr>
        <w:t>(</w:t>
      </w:r>
      <w:r w:rsidRPr="00B34DE5">
        <w:rPr>
          <w:rFonts w:ascii="Times New Roman Bold" w:hAnsi="Times New Roman Bold"/>
          <w:vertAlign w:val="subscript"/>
        </w:rPr>
        <w:t>i)</w:t>
      </w:r>
      <w:r w:rsidRPr="00B34DE5">
        <w:t xml:space="preserve">: </w:t>
      </w:r>
      <w:r w:rsidRPr="00B34DE5">
        <w:tab/>
        <w:t xml:space="preserve"> dB(A)</w:t>
      </w:r>
    </w:p>
    <w:p w:rsidR="00032926" w:rsidRPr="00B34DE5" w:rsidRDefault="00D66035" w:rsidP="00032926">
      <w:pPr>
        <w:tabs>
          <w:tab w:val="right" w:leader="dot" w:pos="8505"/>
        </w:tabs>
        <w:spacing w:after="120"/>
        <w:ind w:left="2268" w:right="1134" w:hanging="1134"/>
        <w:jc w:val="both"/>
      </w:pPr>
      <w:r w:rsidRPr="00B34DE5">
        <w:t>16</w:t>
      </w:r>
      <w:r w:rsidR="00032926" w:rsidRPr="00B34DE5">
        <w:t>.</w:t>
      </w:r>
      <w:r w:rsidR="00032926" w:rsidRPr="00B34DE5">
        <w:tab/>
        <w:t>Date of submission of vehicle for approval:</w:t>
      </w:r>
      <w:r w:rsidR="00032926" w:rsidRPr="00B34DE5">
        <w:tab/>
      </w:r>
    </w:p>
    <w:p w:rsidR="00032926" w:rsidRPr="00B34DE5" w:rsidRDefault="00D66035" w:rsidP="00032926">
      <w:pPr>
        <w:tabs>
          <w:tab w:val="right" w:leader="dot" w:pos="8505"/>
        </w:tabs>
        <w:spacing w:after="120"/>
        <w:ind w:left="2268" w:right="1134" w:hanging="1134"/>
        <w:jc w:val="both"/>
      </w:pPr>
      <w:r w:rsidRPr="00B34DE5">
        <w:t>17</w:t>
      </w:r>
      <w:r w:rsidR="00032926" w:rsidRPr="00B34DE5">
        <w:t>.</w:t>
      </w:r>
      <w:r w:rsidR="00032926" w:rsidRPr="00B34DE5">
        <w:tab/>
        <w:t>Technical Service performing the approval tests:</w:t>
      </w:r>
      <w:r w:rsidR="00032926" w:rsidRPr="00B34DE5">
        <w:tab/>
      </w:r>
    </w:p>
    <w:p w:rsidR="00032926" w:rsidRPr="00B34DE5" w:rsidRDefault="00D66035" w:rsidP="00032926">
      <w:pPr>
        <w:tabs>
          <w:tab w:val="right" w:leader="dot" w:pos="8505"/>
        </w:tabs>
        <w:spacing w:after="120"/>
        <w:ind w:left="2268" w:right="1134" w:hanging="1134"/>
        <w:jc w:val="both"/>
      </w:pPr>
      <w:r w:rsidRPr="00B34DE5">
        <w:t>18</w:t>
      </w:r>
      <w:r w:rsidR="00032926" w:rsidRPr="00B34DE5">
        <w:t>.</w:t>
      </w:r>
      <w:r w:rsidR="00032926" w:rsidRPr="00B34DE5">
        <w:tab/>
        <w:t>Date of report issued by that Service:</w:t>
      </w:r>
      <w:r w:rsidR="00032926" w:rsidRPr="00B34DE5">
        <w:tab/>
      </w:r>
    </w:p>
    <w:p w:rsidR="00032926" w:rsidRPr="00B34DE5" w:rsidRDefault="00D66035" w:rsidP="00032926">
      <w:pPr>
        <w:tabs>
          <w:tab w:val="right" w:leader="dot" w:pos="8505"/>
        </w:tabs>
        <w:spacing w:after="120"/>
        <w:ind w:left="2268" w:right="1134" w:hanging="1134"/>
        <w:jc w:val="both"/>
      </w:pPr>
      <w:r w:rsidRPr="00B34DE5">
        <w:t>19</w:t>
      </w:r>
      <w:r w:rsidR="00032926" w:rsidRPr="00B34DE5">
        <w:t>.</w:t>
      </w:r>
      <w:r w:rsidR="00032926" w:rsidRPr="00B34DE5">
        <w:tab/>
        <w:t>Number of report issued by that Service:</w:t>
      </w:r>
      <w:r w:rsidR="00032926" w:rsidRPr="00B34DE5">
        <w:tab/>
      </w:r>
    </w:p>
    <w:p w:rsidR="00032926" w:rsidRPr="00B34DE5" w:rsidRDefault="00D66035" w:rsidP="00032926">
      <w:pPr>
        <w:tabs>
          <w:tab w:val="right" w:leader="dot" w:pos="8505"/>
        </w:tabs>
        <w:spacing w:after="120"/>
        <w:ind w:left="2268" w:right="1134" w:hanging="1134"/>
        <w:jc w:val="both"/>
      </w:pPr>
      <w:r w:rsidRPr="00B34DE5">
        <w:t>20</w:t>
      </w:r>
      <w:r w:rsidR="00032926" w:rsidRPr="00B34DE5">
        <w:t>.</w:t>
      </w:r>
      <w:r w:rsidR="00032926" w:rsidRPr="00B34DE5">
        <w:tab/>
        <w:t>Approval granted/extended/refused/withdrawn</w:t>
      </w:r>
      <w:r w:rsidR="00FD1BAD">
        <w:t>:</w:t>
      </w:r>
      <w:r w:rsidR="00032926" w:rsidRPr="00B34DE5">
        <w:rPr>
          <w:sz w:val="18"/>
          <w:vertAlign w:val="superscript"/>
        </w:rPr>
        <w:t>2</w:t>
      </w:r>
      <w:r w:rsidR="00032926" w:rsidRPr="00B34DE5">
        <w:tab/>
      </w:r>
    </w:p>
    <w:p w:rsidR="00032926" w:rsidRPr="00B34DE5" w:rsidRDefault="00D66035" w:rsidP="00032926">
      <w:pPr>
        <w:tabs>
          <w:tab w:val="right" w:leader="dot" w:pos="8505"/>
        </w:tabs>
        <w:spacing w:after="120"/>
        <w:ind w:left="2268" w:right="1134" w:hanging="1134"/>
        <w:jc w:val="both"/>
      </w:pPr>
      <w:r w:rsidRPr="00B34DE5">
        <w:t>21</w:t>
      </w:r>
      <w:r w:rsidR="00032926" w:rsidRPr="00B34DE5">
        <w:t>.</w:t>
      </w:r>
      <w:r w:rsidR="00032926" w:rsidRPr="00B34DE5">
        <w:tab/>
        <w:t xml:space="preserve">Position of approval mark on the </w:t>
      </w:r>
      <w:r w:rsidR="00B34DE5">
        <w:t>vehicle</w:t>
      </w:r>
      <w:r w:rsidR="00032926" w:rsidRPr="00B34DE5">
        <w:t xml:space="preserve">: </w:t>
      </w:r>
      <w:r w:rsidR="00032926" w:rsidRPr="00B34DE5">
        <w:tab/>
      </w:r>
    </w:p>
    <w:p w:rsidR="00032926" w:rsidRPr="00B34DE5" w:rsidRDefault="00D66035" w:rsidP="00032926">
      <w:pPr>
        <w:tabs>
          <w:tab w:val="right" w:leader="dot" w:pos="8505"/>
        </w:tabs>
        <w:spacing w:after="120"/>
        <w:ind w:left="2268" w:right="1134" w:hanging="1134"/>
        <w:jc w:val="both"/>
      </w:pPr>
      <w:r w:rsidRPr="00B34DE5">
        <w:t>22</w:t>
      </w:r>
      <w:r w:rsidR="00032926" w:rsidRPr="00B34DE5">
        <w:t>.</w:t>
      </w:r>
      <w:r w:rsidR="00032926" w:rsidRPr="00B34DE5">
        <w:tab/>
        <w:t>Place:</w:t>
      </w:r>
      <w:r w:rsidR="00032926" w:rsidRPr="00B34DE5">
        <w:tab/>
      </w:r>
    </w:p>
    <w:p w:rsidR="00032926" w:rsidRPr="00B34DE5" w:rsidRDefault="00D66035" w:rsidP="00032926">
      <w:pPr>
        <w:tabs>
          <w:tab w:val="right" w:leader="dot" w:pos="8505"/>
        </w:tabs>
        <w:spacing w:after="120"/>
        <w:ind w:left="2268" w:right="1134" w:hanging="1134"/>
        <w:jc w:val="both"/>
      </w:pPr>
      <w:r w:rsidRPr="00B34DE5">
        <w:t>23</w:t>
      </w:r>
      <w:r w:rsidR="00032926" w:rsidRPr="00B34DE5">
        <w:t>.</w:t>
      </w:r>
      <w:r w:rsidR="00032926" w:rsidRPr="00B34DE5">
        <w:tab/>
        <w:t>Date:</w:t>
      </w:r>
      <w:r w:rsidR="00032926" w:rsidRPr="00B34DE5">
        <w:tab/>
      </w:r>
    </w:p>
    <w:p w:rsidR="00032926" w:rsidRPr="00B34DE5" w:rsidRDefault="00D66035" w:rsidP="00032926">
      <w:pPr>
        <w:tabs>
          <w:tab w:val="right" w:leader="dot" w:pos="8505"/>
        </w:tabs>
        <w:spacing w:after="120"/>
        <w:ind w:left="2268" w:right="1134" w:hanging="1134"/>
        <w:jc w:val="both"/>
      </w:pPr>
      <w:r w:rsidRPr="00B34DE5">
        <w:t>24</w:t>
      </w:r>
      <w:r w:rsidR="00032926" w:rsidRPr="00B34DE5">
        <w:t>.</w:t>
      </w:r>
      <w:r w:rsidR="00032926" w:rsidRPr="00B34DE5">
        <w:tab/>
        <w:t>Signature:</w:t>
      </w:r>
      <w:r w:rsidR="00032926" w:rsidRPr="00B34DE5">
        <w:tab/>
      </w:r>
    </w:p>
    <w:p w:rsidR="00032926" w:rsidRPr="00B34DE5" w:rsidRDefault="00D66035" w:rsidP="00032926">
      <w:pPr>
        <w:tabs>
          <w:tab w:val="right" w:leader="dot" w:pos="8505"/>
        </w:tabs>
        <w:spacing w:after="120"/>
        <w:ind w:left="2268" w:right="1134" w:hanging="1134"/>
        <w:jc w:val="both"/>
      </w:pPr>
      <w:r w:rsidRPr="00B34DE5">
        <w:t>25</w:t>
      </w:r>
      <w:r w:rsidR="00032926" w:rsidRPr="00B34DE5">
        <w:t>.</w:t>
      </w:r>
      <w:r w:rsidR="00032926" w:rsidRPr="00B34DE5">
        <w:tab/>
        <w:t>The following documents, bearing the approval number shown above, are annexed to this communication:</w:t>
      </w:r>
    </w:p>
    <w:p w:rsidR="00032926" w:rsidRPr="00B34DE5" w:rsidRDefault="00032926" w:rsidP="00032926">
      <w:pPr>
        <w:tabs>
          <w:tab w:val="right" w:leader="dot" w:pos="8505"/>
        </w:tabs>
        <w:spacing w:after="120"/>
        <w:ind w:left="2268" w:right="1134" w:hanging="1134"/>
        <w:jc w:val="both"/>
      </w:pPr>
      <w:r w:rsidRPr="00B34DE5">
        <w:tab/>
        <w:t>Drawings, diagrams and plans of the engine and of the sound reduction system</w:t>
      </w:r>
      <w:r w:rsidRPr="00B34DE5">
        <w:rPr>
          <w:bCs/>
          <w:sz w:val="24"/>
          <w:szCs w:val="24"/>
        </w:rPr>
        <w:t>;</w:t>
      </w:r>
    </w:p>
    <w:p w:rsidR="00032926" w:rsidRPr="00B34DE5" w:rsidRDefault="00032926" w:rsidP="00032926">
      <w:pPr>
        <w:tabs>
          <w:tab w:val="right" w:leader="dot" w:pos="8505"/>
        </w:tabs>
        <w:spacing w:after="120"/>
        <w:ind w:left="2268" w:right="1134" w:hanging="1134"/>
        <w:jc w:val="both"/>
      </w:pPr>
      <w:r w:rsidRPr="00B34DE5">
        <w:tab/>
        <w:t>Photographs of the engine and of the exhaust or silencing system;</w:t>
      </w:r>
    </w:p>
    <w:p w:rsidR="007F719A" w:rsidRDefault="00032926" w:rsidP="00032926">
      <w:pPr>
        <w:tabs>
          <w:tab w:val="right" w:leader="dot" w:pos="8505"/>
        </w:tabs>
        <w:spacing w:after="120"/>
        <w:ind w:left="2268" w:right="1134" w:hanging="1134"/>
        <w:jc w:val="both"/>
      </w:pPr>
      <w:r w:rsidRPr="00B34DE5">
        <w:tab/>
        <w:t>List of components, duly identified constituting the sound reduction system.</w:t>
      </w:r>
    </w:p>
    <w:p w:rsidR="00A648E2" w:rsidRPr="00B34DE5" w:rsidRDefault="00A648E2" w:rsidP="00032926">
      <w:pPr>
        <w:tabs>
          <w:tab w:val="right" w:leader="dot" w:pos="8505"/>
        </w:tabs>
        <w:spacing w:after="120"/>
        <w:ind w:left="2268" w:right="1134" w:hanging="1134"/>
        <w:jc w:val="both"/>
      </w:pPr>
    </w:p>
    <w:p w:rsidR="007F719A" w:rsidRDefault="007F719A" w:rsidP="0039388D">
      <w:pPr>
        <w:suppressAutoHyphens w:val="0"/>
        <w:spacing w:line="240" w:lineRule="auto"/>
        <w:sectPr w:rsidR="007F719A" w:rsidSect="00A648E2">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701" w:right="1134" w:bottom="2268" w:left="1134" w:header="1134" w:footer="1701" w:gutter="0"/>
          <w:cols w:space="720"/>
          <w:titlePg/>
          <w:docGrid w:linePitch="272"/>
        </w:sectPr>
      </w:pPr>
    </w:p>
    <w:p w:rsidR="007F719A" w:rsidRPr="007F719A" w:rsidRDefault="007F719A" w:rsidP="00467F96">
      <w:pPr>
        <w:pStyle w:val="HChG"/>
      </w:pPr>
      <w:r w:rsidRPr="007F719A">
        <w:lastRenderedPageBreak/>
        <w:t>Annex 2</w:t>
      </w:r>
    </w:p>
    <w:p w:rsidR="007F719A" w:rsidRPr="007F719A" w:rsidRDefault="007F719A" w:rsidP="00467F96">
      <w:pPr>
        <w:pStyle w:val="HChG"/>
      </w:pPr>
      <w:r w:rsidRPr="007F719A">
        <w:tab/>
      </w:r>
      <w:r w:rsidRPr="007F719A">
        <w:tab/>
        <w:t>Example of the approval marks</w:t>
      </w:r>
    </w:p>
    <w:p w:rsidR="007F719A" w:rsidRPr="007F719A" w:rsidRDefault="007F719A" w:rsidP="00D93ED2">
      <w:pPr>
        <w:spacing w:after="240"/>
        <w:ind w:left="2835" w:right="1134" w:hanging="1701"/>
        <w:jc w:val="both"/>
      </w:pPr>
      <w:r w:rsidRPr="007F719A">
        <w:t>(See paragraph 5.4. of this Regulation)</w:t>
      </w:r>
    </w:p>
    <w:p w:rsidR="007F719A" w:rsidRPr="007F719A" w:rsidRDefault="00F338C1" w:rsidP="007F719A">
      <w:pPr>
        <w:spacing w:after="120"/>
        <w:ind w:firstLine="1100"/>
      </w:pPr>
      <w:r>
        <w:rPr>
          <w:noProof/>
          <w:lang w:eastAsia="en-GB"/>
        </w:rPr>
        <mc:AlternateContent>
          <mc:Choice Requires="wpg">
            <w:drawing>
              <wp:anchor distT="0" distB="0" distL="114300" distR="114300" simplePos="0" relativeHeight="251657728" behindDoc="0" locked="0" layoutInCell="1" allowOverlap="1">
                <wp:simplePos x="0" y="0"/>
                <wp:positionH relativeFrom="column">
                  <wp:posOffset>1524000</wp:posOffset>
                </wp:positionH>
                <wp:positionV relativeFrom="paragraph">
                  <wp:posOffset>278130</wp:posOffset>
                </wp:positionV>
                <wp:extent cx="2583815" cy="369570"/>
                <wp:effectExtent l="0" t="0" r="6985"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815" cy="369570"/>
                          <a:chOff x="3534" y="4539"/>
                          <a:chExt cx="4069" cy="582"/>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A10E91" w:rsidRDefault="00FD523B" w:rsidP="007F719A">
                              <w:pPr>
                                <w:rPr>
                                  <w:b/>
                                  <w:sz w:val="36"/>
                                  <w:szCs w:val="36"/>
                                  <w:lang w:val="fr-CH"/>
                                </w:rPr>
                              </w:pPr>
                              <w:r w:rsidRPr="00A10E91">
                                <w:rPr>
                                  <w:b/>
                                  <w:sz w:val="36"/>
                                  <w:szCs w:val="36"/>
                                  <w:lang w:val="fr-CH"/>
                                </w:rP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1"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2"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3" name="Text Box 10"/>
                        <wps:cNvSpPr txBox="1">
                          <a:spLocks noChangeArrowheads="1"/>
                        </wps:cNvSpPr>
                        <wps:spPr bwMode="auto">
                          <a:xfrm>
                            <a:off x="5134" y="4602"/>
                            <a:ext cx="2469"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23B" w:rsidRPr="007335C6" w:rsidRDefault="00FD523B" w:rsidP="007F719A">
                              <w:pPr>
                                <w:rPr>
                                  <w:sz w:val="40"/>
                                  <w:szCs w:val="40"/>
                                </w:rPr>
                              </w:pPr>
                              <w:r>
                                <w:rPr>
                                  <w:sz w:val="40"/>
                                  <w:szCs w:val="40"/>
                                </w:rPr>
                                <w:t>92</w:t>
                              </w:r>
                              <w:r w:rsidRPr="007335C6">
                                <w:rPr>
                                  <w:sz w:val="40"/>
                                  <w:szCs w:val="40"/>
                                </w:rPr>
                                <w:t xml:space="preserve"> R - 0</w:t>
                              </w:r>
                              <w:r w:rsidRPr="00514A5F">
                                <w:rPr>
                                  <w:sz w:val="40"/>
                                  <w:szCs w:val="40"/>
                                </w:rPr>
                                <w:t>1</w:t>
                              </w:r>
                              <w:r w:rsidRPr="007335C6">
                                <w:rPr>
                                  <w:sz w:val="40"/>
                                  <w:szCs w:val="40"/>
                                </w:rPr>
                                <w:t xml:space="preserve">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8" style="position:absolute;left:0;text-align:left;margin-left:120pt;margin-top:21.9pt;width:203.45pt;height:29.1pt;z-index:251657728" coordorigin="3534,4539" coordsize="406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">
                <v:shape id="_x0000_s1029"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6" o:spid="_x0000_s1030"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FD523B" w:rsidRPr="00A10E91" w:rsidRDefault="00FD523B" w:rsidP="007F719A">
                        <w:pPr>
                          <w:rPr>
                            <w:b/>
                            <w:sz w:val="36"/>
                            <w:szCs w:val="36"/>
                            <w:lang w:val="fr-CH"/>
                          </w:rPr>
                        </w:pPr>
                        <w:r w:rsidRPr="00A10E91">
                          <w:rPr>
                            <w:b/>
                            <w:sz w:val="36"/>
                            <w:szCs w:val="36"/>
                            <w:lang w:val="fr-CH"/>
                          </w:rPr>
                          <w:t>4</w:t>
                        </w:r>
                      </w:p>
                    </w:txbxContent>
                  </v:textbox>
                </v:shape>
                <v:shape id="Text Box 7" o:spid="_x0000_s1031"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8" o:spid="_x0000_s1032"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9" o:spid="_x0000_s1033"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FD523B" w:rsidRPr="007335C6" w:rsidRDefault="00FD523B"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0" o:spid="_x0000_s1034" type="#_x0000_t202" style="position:absolute;left:5134;top:4602;width:2469;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FD523B" w:rsidRPr="007335C6" w:rsidRDefault="00FD523B" w:rsidP="007F719A">
                        <w:pPr>
                          <w:rPr>
                            <w:sz w:val="40"/>
                            <w:szCs w:val="40"/>
                          </w:rPr>
                        </w:pPr>
                        <w:r>
                          <w:rPr>
                            <w:sz w:val="40"/>
                            <w:szCs w:val="40"/>
                          </w:rPr>
                          <w:t>92</w:t>
                        </w:r>
                        <w:r w:rsidRPr="007335C6">
                          <w:rPr>
                            <w:sz w:val="40"/>
                            <w:szCs w:val="40"/>
                          </w:rPr>
                          <w:t xml:space="preserve"> R - 0</w:t>
                        </w:r>
                        <w:r w:rsidRPr="00514A5F">
                          <w:rPr>
                            <w:sz w:val="40"/>
                            <w:szCs w:val="40"/>
                          </w:rPr>
                          <w:t>1</w:t>
                        </w:r>
                        <w:r w:rsidRPr="007335C6">
                          <w:rPr>
                            <w:sz w:val="40"/>
                            <w:szCs w:val="40"/>
                          </w:rPr>
                          <w:t xml:space="preserve"> 2439</w:t>
                        </w:r>
                      </w:p>
                    </w:txbxContent>
                  </v:textbox>
                </v:shape>
              </v:group>
            </w:pict>
          </mc:Fallback>
        </mc:AlternateContent>
      </w:r>
      <w:r>
        <w:rPr>
          <w:noProof/>
          <w:lang w:eastAsia="en-GB"/>
        </w:rPr>
        <w:drawing>
          <wp:inline distT="0" distB="0" distL="0" distR="0">
            <wp:extent cx="3927475" cy="925830"/>
            <wp:effectExtent l="0" t="0" r="0" b="762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p>
    <w:p w:rsidR="007F719A" w:rsidRPr="007F719A" w:rsidRDefault="007F719A" w:rsidP="007F719A">
      <w:pPr>
        <w:spacing w:after="120"/>
        <w:ind w:left="5900"/>
      </w:pPr>
      <w:r w:rsidRPr="007F719A">
        <w:t>a = 8 mm min</w:t>
      </w:r>
    </w:p>
    <w:p w:rsidR="007F719A" w:rsidRPr="007F719A" w:rsidRDefault="007F719A" w:rsidP="00D93ED2">
      <w:pPr>
        <w:spacing w:after="120"/>
        <w:ind w:left="1134" w:right="1134" w:firstLine="567"/>
        <w:jc w:val="both"/>
      </w:pPr>
      <w:r w:rsidRPr="007F719A">
        <w:rPr>
          <w:spacing w:val="-2"/>
        </w:rPr>
        <w:t xml:space="preserve">The above approval mark affixed to a component of silencing systems shows </w:t>
      </w:r>
      <w:r w:rsidRPr="007F719A">
        <w:rPr>
          <w:spacing w:val="-3"/>
        </w:rPr>
        <w:t xml:space="preserve">that the replacement silencing system type concerned has been approved in the </w:t>
      </w:r>
      <w:r w:rsidRPr="007F719A">
        <w:rPr>
          <w:spacing w:val="-1"/>
        </w:rPr>
        <w:t>Netherlands (E</w:t>
      </w:r>
      <w:r w:rsidR="00467F96">
        <w:rPr>
          <w:spacing w:val="-1"/>
        </w:rPr>
        <w:t xml:space="preserve"> </w:t>
      </w:r>
      <w:r w:rsidRPr="007F719A">
        <w:rPr>
          <w:spacing w:val="-1"/>
        </w:rPr>
        <w:t xml:space="preserve">4) pursuant to Regulation No. 92 under approval No. 012439. The </w:t>
      </w:r>
      <w:r w:rsidRPr="007F719A">
        <w:t xml:space="preserve">first two digits of the approval number 01 indicate that the approval was granted </w:t>
      </w:r>
      <w:r w:rsidRPr="007F719A">
        <w:rPr>
          <w:spacing w:val="-1"/>
        </w:rPr>
        <w:t>in accordance with the requirements of this current Regulation No. 92 whilst the approval number 00</w:t>
      </w:r>
      <w:r w:rsidRPr="007F719A">
        <w:t xml:space="preserve"> indicate that the approval was granted </w:t>
      </w:r>
      <w:r w:rsidRPr="007F719A">
        <w:rPr>
          <w:spacing w:val="-1"/>
        </w:rPr>
        <w:t>in accordance with the requirements of Regulation No. 92 in its original form</w:t>
      </w:r>
      <w:r w:rsidRPr="007F719A">
        <w:t>.</w:t>
      </w:r>
    </w:p>
    <w:p w:rsidR="00203FE5" w:rsidRDefault="00203FE5" w:rsidP="0039388D">
      <w:pPr>
        <w:suppressAutoHyphens w:val="0"/>
        <w:spacing w:line="240" w:lineRule="auto"/>
        <w:sectPr w:rsidR="00203FE5" w:rsidSect="00A648E2">
          <w:headerReference w:type="first" r:id="rId22"/>
          <w:footerReference w:type="first" r:id="rId23"/>
          <w:endnotePr>
            <w:numFmt w:val="decimal"/>
          </w:endnotePr>
          <w:pgSz w:w="11907" w:h="16840" w:code="9"/>
          <w:pgMar w:top="1701" w:right="1134" w:bottom="2268" w:left="1134" w:header="1134" w:footer="1701" w:gutter="0"/>
          <w:cols w:space="720"/>
          <w:titlePg/>
          <w:docGrid w:linePitch="272"/>
        </w:sectPr>
      </w:pPr>
    </w:p>
    <w:p w:rsidR="00203FE5" w:rsidRPr="00203FE5" w:rsidRDefault="00203FE5" w:rsidP="00467F96">
      <w:pPr>
        <w:pStyle w:val="HChG"/>
      </w:pPr>
      <w:r w:rsidRPr="00203FE5">
        <w:lastRenderedPageBreak/>
        <w:t>Annex 3</w:t>
      </w:r>
    </w:p>
    <w:p w:rsidR="00203FE5" w:rsidRPr="00203FE5" w:rsidRDefault="00203FE5" w:rsidP="00467F96">
      <w:pPr>
        <w:pStyle w:val="HChG"/>
      </w:pPr>
      <w:r w:rsidRPr="00203FE5">
        <w:tab/>
      </w:r>
      <w:r w:rsidRPr="00203FE5">
        <w:tab/>
        <w:t xml:space="preserve">Requirements for fibrous absorbent materials used in </w:t>
      </w:r>
      <w:r w:rsidR="00F15D08" w:rsidRPr="00CE12CD">
        <w:t>NO</w:t>
      </w:r>
      <w:r w:rsidRPr="00203FE5">
        <w:t>RESS</w:t>
      </w:r>
    </w:p>
    <w:p w:rsidR="00203FE5" w:rsidRPr="00203FE5" w:rsidRDefault="00203FE5" w:rsidP="00D93ED2">
      <w:pPr>
        <w:spacing w:after="240"/>
        <w:ind w:left="1134" w:right="1134"/>
      </w:pPr>
      <w:r w:rsidRPr="00D93ED2">
        <w:t xml:space="preserve">(See paragraph </w:t>
      </w:r>
      <w:r w:rsidR="00A97D9C" w:rsidRPr="004E31C9">
        <w:t>6.5</w:t>
      </w:r>
      <w:r w:rsidR="00720A6D">
        <w:t>.</w:t>
      </w:r>
      <w:r w:rsidR="00A97D9C">
        <w:t xml:space="preserve"> </w:t>
      </w:r>
      <w:r w:rsidRPr="00D93ED2">
        <w:t>of this Regulation)</w:t>
      </w:r>
    </w:p>
    <w:p w:rsidR="00562F0F" w:rsidRDefault="00203FE5" w:rsidP="00203FE5">
      <w:pPr>
        <w:spacing w:after="120"/>
        <w:ind w:left="2268" w:right="1134" w:hanging="1134"/>
        <w:jc w:val="both"/>
      </w:pPr>
      <w:r w:rsidRPr="00203FE5">
        <w:t>1.</w:t>
      </w:r>
      <w:r w:rsidRPr="00203FE5">
        <w:tab/>
      </w:r>
      <w:r w:rsidR="00562F0F" w:rsidRPr="00A36757">
        <w:rPr>
          <w:color w:val="000000"/>
          <w:lang w:val="en-US"/>
        </w:rPr>
        <w:tab/>
        <w:t>Fibrous absorbent material shall be asbestos-free and may be used in the construction of silencers only if suitable devices ensure that the fibrous absorbent material is kept in place for the whole time that the silencer is being used and it meets the requirements of any one of sections 2, 3, 4 or 5 according to the manufacturer's choice.</w:t>
      </w:r>
    </w:p>
    <w:p w:rsidR="00203FE5" w:rsidRPr="00203FE5" w:rsidRDefault="00203FE5" w:rsidP="00203FE5">
      <w:pPr>
        <w:spacing w:after="120"/>
        <w:ind w:left="2268" w:right="1134" w:hanging="1134"/>
        <w:jc w:val="both"/>
      </w:pPr>
      <w:r w:rsidRPr="00203FE5">
        <w:t>2.</w:t>
      </w:r>
      <w:r w:rsidRPr="00203FE5">
        <w:tab/>
      </w:r>
      <w:r w:rsidRPr="00203FE5">
        <w:rPr>
          <w:spacing w:val="2"/>
        </w:rPr>
        <w:t xml:space="preserve">After removal of the fibrous material, the sound level </w:t>
      </w:r>
      <w:r w:rsidR="0002313B">
        <w:rPr>
          <w:spacing w:val="2"/>
        </w:rPr>
        <w:t>shall</w:t>
      </w:r>
      <w:r w:rsidR="0002313B" w:rsidRPr="00203FE5">
        <w:rPr>
          <w:spacing w:val="2"/>
        </w:rPr>
        <w:t xml:space="preserve"> </w:t>
      </w:r>
      <w:r w:rsidRPr="00203FE5">
        <w:rPr>
          <w:spacing w:val="2"/>
        </w:rPr>
        <w:t xml:space="preserve">comply </w:t>
      </w:r>
      <w:r w:rsidRPr="00203FE5">
        <w:rPr>
          <w:spacing w:val="5"/>
        </w:rPr>
        <w:t>with the requirements of paragraph 6.2. of this Regulation</w:t>
      </w:r>
      <w:r w:rsidR="00562F0F">
        <w:rPr>
          <w:spacing w:val="5"/>
        </w:rPr>
        <w:t>.</w:t>
      </w:r>
    </w:p>
    <w:p w:rsidR="00203FE5" w:rsidRPr="00203FE5" w:rsidRDefault="00203FE5" w:rsidP="00203FE5">
      <w:pPr>
        <w:spacing w:after="120"/>
        <w:ind w:left="2268" w:right="1134" w:hanging="1134"/>
        <w:jc w:val="both"/>
      </w:pPr>
      <w:r w:rsidRPr="00203FE5">
        <w:t>3.</w:t>
      </w:r>
      <w:r w:rsidRPr="00203FE5">
        <w:tab/>
      </w:r>
      <w:r w:rsidRPr="00203FE5">
        <w:rPr>
          <w:spacing w:val="2"/>
        </w:rPr>
        <w:t xml:space="preserve">The fibrous absorbent material may not be placed in those parts of </w:t>
      </w:r>
      <w:r w:rsidRPr="00203FE5">
        <w:rPr>
          <w:spacing w:val="3"/>
        </w:rPr>
        <w:t xml:space="preserve">the silencer through which the exhaust gases pass and </w:t>
      </w:r>
      <w:r w:rsidR="0002313B">
        <w:rPr>
          <w:spacing w:val="3"/>
        </w:rPr>
        <w:t>shall</w:t>
      </w:r>
      <w:r w:rsidR="0002313B" w:rsidRPr="00203FE5">
        <w:rPr>
          <w:spacing w:val="3"/>
        </w:rPr>
        <w:t xml:space="preserve"> </w:t>
      </w:r>
      <w:r w:rsidRPr="00203FE5">
        <w:rPr>
          <w:spacing w:val="3"/>
        </w:rPr>
        <w:t xml:space="preserve">comply </w:t>
      </w:r>
      <w:r w:rsidRPr="00203FE5">
        <w:rPr>
          <w:spacing w:val="4"/>
        </w:rPr>
        <w:t>with the following requirements:</w:t>
      </w:r>
    </w:p>
    <w:p w:rsidR="00203FE5" w:rsidRPr="00203FE5" w:rsidRDefault="00203FE5" w:rsidP="00203FE5">
      <w:pPr>
        <w:spacing w:after="120"/>
        <w:ind w:left="2835" w:right="1134" w:hanging="567"/>
        <w:jc w:val="both"/>
      </w:pPr>
      <w:r w:rsidRPr="00203FE5">
        <w:t>(a)</w:t>
      </w:r>
      <w:r w:rsidRPr="00203FE5">
        <w:tab/>
        <w:t xml:space="preserve">The material </w:t>
      </w:r>
      <w:r w:rsidR="0002313B">
        <w:t>shall</w:t>
      </w:r>
      <w:r w:rsidR="0002313B" w:rsidRPr="00203FE5">
        <w:t xml:space="preserve"> </w:t>
      </w:r>
      <w:r w:rsidRPr="00203FE5">
        <w:t>be heated at a temperature of 650 ± 5°C for four hours in a furnace without reduction in average length, diameter or bulk density of the fibre.</w:t>
      </w:r>
    </w:p>
    <w:p w:rsidR="00203FE5" w:rsidRPr="00203FE5" w:rsidRDefault="00203FE5" w:rsidP="00203FE5">
      <w:pPr>
        <w:spacing w:after="120"/>
        <w:ind w:left="2835" w:right="1134" w:hanging="567"/>
        <w:jc w:val="both"/>
      </w:pPr>
      <w:r w:rsidRPr="00203FE5">
        <w:t>(b)</w:t>
      </w:r>
      <w:r w:rsidRPr="00203FE5">
        <w:tab/>
        <w:t>After heating at 650 ± 5°C for one hour in a furnace, at least 98 per cent of the material-</w:t>
      </w:r>
      <w:r w:rsidR="0002313B">
        <w:t>shall</w:t>
      </w:r>
      <w:r w:rsidR="0002313B" w:rsidRPr="00203FE5">
        <w:t xml:space="preserve"> </w:t>
      </w:r>
      <w:r w:rsidRPr="00203FE5">
        <w:t>be retained in a sieve of nominal aperture size 250 µm complying with ISO 3310/1 when tested in accordance with ISO 2599.</w:t>
      </w:r>
    </w:p>
    <w:p w:rsidR="00203FE5" w:rsidRPr="00203FE5" w:rsidRDefault="00203FE5" w:rsidP="00203FE5">
      <w:pPr>
        <w:spacing w:after="120"/>
        <w:ind w:left="2835" w:right="1134" w:hanging="567"/>
        <w:jc w:val="both"/>
      </w:pPr>
      <w:r w:rsidRPr="00203FE5">
        <w:t>(c)</w:t>
      </w:r>
      <w:r w:rsidRPr="00203FE5">
        <w:tab/>
        <w:t xml:space="preserve">The loss in weight of the material </w:t>
      </w:r>
      <w:r w:rsidR="0002313B">
        <w:t>shall</w:t>
      </w:r>
      <w:r w:rsidR="0002313B" w:rsidRPr="00203FE5">
        <w:t xml:space="preserve"> </w:t>
      </w:r>
      <w:r w:rsidR="000A5927">
        <w:t>n</w:t>
      </w:r>
      <w:r w:rsidRPr="00203FE5">
        <w:t>ot exceed 10.5 per cent after soaking for 24 hours at 90 ± 5°C in a synthetic condensate of the following composition:</w:t>
      </w:r>
    </w:p>
    <w:p w:rsidR="00203FE5" w:rsidRPr="00203FE5" w:rsidRDefault="00203FE5" w:rsidP="00937BE8">
      <w:pPr>
        <w:pStyle w:val="i"/>
        <w:rPr>
          <w:w w:val="105"/>
        </w:rPr>
      </w:pPr>
      <w:r w:rsidRPr="00203FE5">
        <w:rPr>
          <w:w w:val="105"/>
        </w:rPr>
        <w:t>(i)</w:t>
      </w:r>
      <w:r w:rsidRPr="00203FE5">
        <w:rPr>
          <w:w w:val="105"/>
        </w:rPr>
        <w:tab/>
        <w:t>1 N hydrobromic acid (HBr), 10 ml</w:t>
      </w:r>
    </w:p>
    <w:p w:rsidR="00203FE5" w:rsidRPr="00203FE5" w:rsidRDefault="00203FE5" w:rsidP="00937BE8">
      <w:pPr>
        <w:pStyle w:val="i"/>
        <w:rPr>
          <w:w w:val="105"/>
        </w:rPr>
      </w:pPr>
      <w:r w:rsidRPr="00203FE5">
        <w:rPr>
          <w:w w:val="105"/>
        </w:rPr>
        <w:t>(ii)</w:t>
      </w:r>
      <w:r w:rsidRPr="00203FE5">
        <w:rPr>
          <w:w w:val="105"/>
        </w:rPr>
        <w:tab/>
        <w:t>1 N sulphuric acid (H</w:t>
      </w:r>
      <w:r w:rsidRPr="00203FE5">
        <w:rPr>
          <w:w w:val="105"/>
          <w:vertAlign w:val="subscript"/>
        </w:rPr>
        <w:t>2</w:t>
      </w:r>
      <w:r w:rsidRPr="00203FE5">
        <w:rPr>
          <w:w w:val="105"/>
        </w:rPr>
        <w:t>SO</w:t>
      </w:r>
      <w:r w:rsidRPr="00203FE5">
        <w:rPr>
          <w:w w:val="105"/>
          <w:vertAlign w:val="subscript"/>
        </w:rPr>
        <w:t>4</w:t>
      </w:r>
      <w:r w:rsidRPr="00203FE5">
        <w:rPr>
          <w:w w:val="105"/>
        </w:rPr>
        <w:t>), 10 ml</w:t>
      </w:r>
    </w:p>
    <w:p w:rsidR="00203FE5" w:rsidRPr="00203FE5" w:rsidRDefault="00203FE5" w:rsidP="00937BE8">
      <w:pPr>
        <w:pStyle w:val="i"/>
        <w:rPr>
          <w:w w:val="105"/>
        </w:rPr>
      </w:pPr>
      <w:r w:rsidRPr="00203FE5">
        <w:rPr>
          <w:w w:val="105"/>
        </w:rPr>
        <w:t>(iii)</w:t>
      </w:r>
      <w:r w:rsidRPr="00203FE5">
        <w:rPr>
          <w:w w:val="105"/>
        </w:rPr>
        <w:tab/>
        <w:t>Distilled water to make up to 1,000 ml</w:t>
      </w:r>
    </w:p>
    <w:p w:rsidR="00203FE5" w:rsidRPr="00203FE5" w:rsidRDefault="00203FE5" w:rsidP="00203FE5">
      <w:pPr>
        <w:spacing w:after="120"/>
        <w:ind w:left="2268" w:right="1134"/>
        <w:jc w:val="both"/>
        <w:rPr>
          <w:spacing w:val="2"/>
        </w:rPr>
      </w:pPr>
      <w:r w:rsidRPr="00B52D45">
        <w:rPr>
          <w:i/>
        </w:rPr>
        <w:t>Note:</w:t>
      </w:r>
      <w:r w:rsidRPr="00203FE5">
        <w:tab/>
        <w:t xml:space="preserve">The material </w:t>
      </w:r>
      <w:r w:rsidR="0002313B">
        <w:t>shall</w:t>
      </w:r>
      <w:r w:rsidR="0002313B" w:rsidRPr="00203FE5">
        <w:t xml:space="preserve"> </w:t>
      </w:r>
      <w:r w:rsidRPr="00203FE5">
        <w:t xml:space="preserve">be washed in distilled water and dried </w:t>
      </w:r>
      <w:r w:rsidRPr="00203FE5">
        <w:rPr>
          <w:spacing w:val="2"/>
        </w:rPr>
        <w:t>for one hour at 105</w:t>
      </w:r>
      <w:r w:rsidR="009F755B">
        <w:rPr>
          <w:spacing w:val="2"/>
        </w:rPr>
        <w:t xml:space="preserve"> </w:t>
      </w:r>
      <w:r w:rsidRPr="00203FE5">
        <w:rPr>
          <w:spacing w:val="2"/>
        </w:rPr>
        <w:t>°C before weighing.</w:t>
      </w:r>
    </w:p>
    <w:p w:rsidR="00203FE5" w:rsidRDefault="00203FE5" w:rsidP="00562F0F">
      <w:pPr>
        <w:spacing w:after="120"/>
        <w:ind w:left="2268" w:right="1134" w:hanging="1134"/>
        <w:jc w:val="both"/>
      </w:pPr>
      <w:r w:rsidRPr="00203FE5">
        <w:t>4.</w:t>
      </w:r>
      <w:r w:rsidRPr="00203FE5">
        <w:tab/>
        <w:t>Before the system is tested in accordance with paragraph 6.2</w:t>
      </w:r>
      <w:r w:rsidR="00720A6D">
        <w:t>.</w:t>
      </w:r>
      <w:r w:rsidRPr="00203FE5">
        <w:t xml:space="preserve"> of this Regulation it </w:t>
      </w:r>
      <w:r w:rsidR="0002313B">
        <w:t>shall</w:t>
      </w:r>
      <w:r w:rsidR="0002313B" w:rsidRPr="00203FE5">
        <w:t xml:space="preserve"> </w:t>
      </w:r>
      <w:r w:rsidRPr="00203FE5">
        <w:t xml:space="preserve">be put into a normal state for road use by one of the conditioning methods in accordance with </w:t>
      </w:r>
      <w:r w:rsidR="00A10DF4" w:rsidRPr="00CE12CD">
        <w:t>and as described in paragraph 5.1.4</w:t>
      </w:r>
      <w:r w:rsidR="00720A6D">
        <w:t>.</w:t>
      </w:r>
      <w:r w:rsidR="00A10DF4" w:rsidRPr="00CE12CD">
        <w:t xml:space="preserve"> of </w:t>
      </w:r>
      <w:r w:rsidR="00716915">
        <w:t>A</w:t>
      </w:r>
      <w:r w:rsidR="00716915" w:rsidRPr="00CE12CD">
        <w:t xml:space="preserve">nnex </w:t>
      </w:r>
      <w:r w:rsidR="00A10DF4" w:rsidRPr="00CE12CD">
        <w:t>3 of Regulation Nos</w:t>
      </w:r>
      <w:r w:rsidR="00720A6D">
        <w:t>.</w:t>
      </w:r>
      <w:r w:rsidR="00A10DF4" w:rsidRPr="00CE12CD">
        <w:t xml:space="preserve"> 9 or 63 or in paragraph 1.3</w:t>
      </w:r>
      <w:r w:rsidR="00720A6D">
        <w:t>.</w:t>
      </w:r>
      <w:r w:rsidR="00A10DF4" w:rsidRPr="00CE12CD">
        <w:t xml:space="preserve"> of </w:t>
      </w:r>
      <w:r w:rsidR="00716915">
        <w:t>A</w:t>
      </w:r>
      <w:r w:rsidR="00716915" w:rsidRPr="00CE12CD">
        <w:t xml:space="preserve">nnex </w:t>
      </w:r>
      <w:r w:rsidR="00A10DF4" w:rsidRPr="00CE12CD">
        <w:t>5 of Regulation</w:t>
      </w:r>
      <w:r w:rsidR="00141C6C" w:rsidRPr="00CE12CD">
        <w:t xml:space="preserve"> No.</w:t>
      </w:r>
      <w:r w:rsidR="00A10DF4" w:rsidRPr="00CE12CD">
        <w:t xml:space="preserve"> 41, whatever is applicable.</w:t>
      </w:r>
    </w:p>
    <w:p w:rsidR="00562F0F" w:rsidRDefault="00562F0F" w:rsidP="00562F0F">
      <w:pPr>
        <w:spacing w:after="120"/>
        <w:ind w:left="2268" w:right="1134" w:hanging="1134"/>
        <w:jc w:val="both"/>
      </w:pPr>
      <w:r w:rsidRPr="00562F0F">
        <w:t>5.</w:t>
      </w:r>
      <w:r w:rsidRPr="00562F0F">
        <w:tab/>
        <w:t>Exhaust gases are not in contact with fibrous materials and fibrous materials are not under the influence of pressure variations.</w:t>
      </w:r>
    </w:p>
    <w:p w:rsidR="00562F0F" w:rsidRDefault="00562F0F" w:rsidP="00562F0F">
      <w:pPr>
        <w:spacing w:after="120"/>
        <w:ind w:left="2268" w:right="1134" w:hanging="1134"/>
        <w:jc w:val="both"/>
        <w:sectPr w:rsidR="00562F0F" w:rsidSect="00A648E2">
          <w:headerReference w:type="first" r:id="rId24"/>
          <w:footerReference w:type="first" r:id="rId25"/>
          <w:endnotePr>
            <w:numFmt w:val="decimal"/>
          </w:endnotePr>
          <w:pgSz w:w="11907" w:h="16840" w:code="9"/>
          <w:pgMar w:top="1701" w:right="1134" w:bottom="2268" w:left="1134" w:header="1134" w:footer="1701" w:gutter="0"/>
          <w:cols w:space="720"/>
          <w:titlePg/>
          <w:docGrid w:linePitch="272"/>
        </w:sectPr>
      </w:pPr>
    </w:p>
    <w:p w:rsidR="00A10DF4" w:rsidRPr="00CE12CD" w:rsidRDefault="00A10DF4" w:rsidP="00A10DF4">
      <w:pPr>
        <w:pStyle w:val="HChG"/>
      </w:pPr>
      <w:r w:rsidRPr="00CE12CD">
        <w:lastRenderedPageBreak/>
        <w:t>Annex 4</w:t>
      </w:r>
    </w:p>
    <w:p w:rsidR="00A10DF4" w:rsidRPr="00A10DF4" w:rsidRDefault="00A10DF4" w:rsidP="00A10DF4">
      <w:pPr>
        <w:pStyle w:val="HChG"/>
        <w:rPr>
          <w:u w:val="single"/>
        </w:rPr>
      </w:pPr>
      <w:r w:rsidRPr="00CE12CD">
        <w:tab/>
      </w:r>
      <w:r w:rsidRPr="00CE12CD">
        <w:tab/>
        <w:t>Statement of Compliance with the Additional Sound Emission Provisions</w:t>
      </w:r>
    </w:p>
    <w:p w:rsidR="00A10DF4" w:rsidRPr="00CE12CD" w:rsidRDefault="00A10DF4" w:rsidP="00A10DF4">
      <w:pPr>
        <w:pStyle w:val="SingleTxtG"/>
      </w:pPr>
      <w:r w:rsidRPr="00CE12CD">
        <w:t>(Maximum format: A4 (210 x 297 mm))</w:t>
      </w:r>
    </w:p>
    <w:p w:rsidR="00A10DF4" w:rsidRPr="00CE12CD" w:rsidRDefault="00A10DF4" w:rsidP="00A10DF4">
      <w:pPr>
        <w:pStyle w:val="SingleTxtG"/>
      </w:pPr>
      <w:r w:rsidRPr="00CE12CD">
        <w:t xml:space="preserve">This statement is required for non-original replacement exhaust silencing systems specified for the use on </w:t>
      </w:r>
      <w:r w:rsidR="00C754BD" w:rsidRPr="00CE12CD">
        <w:t>L</w:t>
      </w:r>
      <w:r w:rsidR="00C754BD" w:rsidRPr="00CE12CD">
        <w:rPr>
          <w:vertAlign w:val="subscript"/>
        </w:rPr>
        <w:t>3</w:t>
      </w:r>
      <w:r w:rsidR="00C754BD" w:rsidRPr="00CE12CD">
        <w:t xml:space="preserve"> category vehicles</w:t>
      </w:r>
      <w:r w:rsidR="00A5783C" w:rsidRPr="00CE12CD">
        <w:t xml:space="preserve"> that are</w:t>
      </w:r>
      <w:r w:rsidRPr="00CE12CD">
        <w:t xml:space="preserve"> </w:t>
      </w:r>
      <w:r w:rsidR="00A5783C" w:rsidRPr="00CE12CD">
        <w:t xml:space="preserve">type approved pursuant to </w:t>
      </w:r>
      <w:r w:rsidR="007A1C0B" w:rsidRPr="00720A6D">
        <w:t>the 04 series of amendments to Regulation No. 41</w:t>
      </w:r>
      <w:r w:rsidR="00A5783C" w:rsidRPr="00CE12CD">
        <w:t xml:space="preserve">and are subject to the requirements of paragraph 6.3 of </w:t>
      </w:r>
      <w:r w:rsidR="007A1C0B" w:rsidRPr="00720A6D">
        <w:t>the 04 series of amendments to Regulation No. 41</w:t>
      </w:r>
      <w:r w:rsidR="00A5783C" w:rsidRPr="00CE12CD">
        <w:t>.</w:t>
      </w:r>
    </w:p>
    <w:p w:rsidR="00A10DF4" w:rsidRPr="00CE12CD" w:rsidRDefault="00A10DF4" w:rsidP="00A10DF4">
      <w:pPr>
        <w:pStyle w:val="SingleTxtG"/>
        <w:tabs>
          <w:tab w:val="left" w:leader="dot" w:pos="2268"/>
          <w:tab w:val="left" w:leader="dot" w:pos="7938"/>
        </w:tabs>
      </w:pPr>
      <w:r w:rsidRPr="00CE12CD">
        <w:tab/>
        <w:t xml:space="preserve"> (Name of manufacturer) attests that the non-original replacement exhaust silencing systems of this type </w:t>
      </w:r>
      <w:r w:rsidRPr="00CE12CD">
        <w:tab/>
        <w:t xml:space="preserve"> </w:t>
      </w:r>
      <w:r w:rsidR="00562F0F">
        <w:t xml:space="preserve">  </w:t>
      </w:r>
      <w:r w:rsidRPr="00CE12CD">
        <w:t>(type</w:t>
      </w:r>
      <w:r w:rsidR="00562F0F">
        <w:t xml:space="preserve"> </w:t>
      </w:r>
      <w:r w:rsidRPr="00CE12CD">
        <w:t xml:space="preserve">with regard to its sound emission pursuant to </w:t>
      </w:r>
      <w:r w:rsidR="001A5873" w:rsidRPr="00720A6D">
        <w:t>the 04 series of amendments to Regulation No. 41</w:t>
      </w:r>
      <w:r w:rsidRPr="00CE12CD">
        <w:t xml:space="preserve">) comply with the requirements of paragraph 6.3 </w:t>
      </w:r>
      <w:r w:rsidR="001A5873" w:rsidRPr="001A5873">
        <w:t xml:space="preserve">of </w:t>
      </w:r>
      <w:r w:rsidR="001A5873" w:rsidRPr="00720A6D">
        <w:t>the 04 series of amendments to Regulation No. 41</w:t>
      </w:r>
      <w:r w:rsidRPr="00CE12CD">
        <w:t>.</w:t>
      </w:r>
    </w:p>
    <w:p w:rsidR="00A10DF4" w:rsidRPr="00CE12CD" w:rsidRDefault="00A10DF4" w:rsidP="00A10DF4">
      <w:pPr>
        <w:pStyle w:val="SingleTxtG"/>
        <w:tabs>
          <w:tab w:val="left" w:leader="dot" w:pos="2268"/>
        </w:tabs>
      </w:pPr>
      <w:r w:rsidRPr="00CE12CD">
        <w:tab/>
        <w:t xml:space="preserve"> (Name of manufacturer) </w:t>
      </w:r>
      <w:r w:rsidR="00763BD6" w:rsidRPr="00CE12CD">
        <w:t>makes this statement in good faith, after having performed an appropriate evaluation of the sound emission performance of the non-original replacement exhaust silencing system</w:t>
      </w:r>
      <w:r w:rsidR="00FC71AA" w:rsidRPr="00CE12CD">
        <w:t xml:space="preserve"> in accordance </w:t>
      </w:r>
      <w:r w:rsidR="001A5873">
        <w:t>with</w:t>
      </w:r>
      <w:r w:rsidR="001A5873" w:rsidRPr="00CE12CD">
        <w:t xml:space="preserve"> </w:t>
      </w:r>
      <w:r w:rsidR="00FC71AA" w:rsidRPr="00CE12CD">
        <w:t>the requirements of Regulation No. 92</w:t>
      </w:r>
      <w:r w:rsidR="00763BD6" w:rsidRPr="00CE12CD">
        <w:t>.</w:t>
      </w:r>
    </w:p>
    <w:p w:rsidR="00A10DF4" w:rsidRPr="00CE12CD" w:rsidRDefault="00A10DF4" w:rsidP="00A10DF4">
      <w:pPr>
        <w:pStyle w:val="SingleTxtG"/>
        <w:tabs>
          <w:tab w:val="left" w:leader="dot" w:pos="8500"/>
        </w:tabs>
      </w:pPr>
      <w:r w:rsidRPr="00CE12CD">
        <w:t xml:space="preserve">Date: </w:t>
      </w:r>
      <w:r w:rsidRPr="00CE12CD">
        <w:tab/>
      </w:r>
    </w:p>
    <w:p w:rsidR="00A10DF4" w:rsidRPr="00CE12CD" w:rsidRDefault="00A10DF4" w:rsidP="00A10DF4">
      <w:pPr>
        <w:pStyle w:val="SingleTxtG"/>
        <w:tabs>
          <w:tab w:val="left" w:leader="dot" w:pos="8505"/>
        </w:tabs>
      </w:pPr>
      <w:r w:rsidRPr="00CE12CD">
        <w:t xml:space="preserve">Name of authorized representative: </w:t>
      </w:r>
      <w:r w:rsidRPr="00CE12CD">
        <w:tab/>
      </w:r>
    </w:p>
    <w:p w:rsidR="00A10DF4" w:rsidRPr="00CE12CD" w:rsidRDefault="00A10DF4" w:rsidP="00A10DF4">
      <w:pPr>
        <w:pStyle w:val="SingleTxtG"/>
        <w:tabs>
          <w:tab w:val="left" w:leader="dot" w:pos="8505"/>
        </w:tabs>
      </w:pPr>
      <w:r w:rsidRPr="00CE12CD">
        <w:t xml:space="preserve">Signature of authorized representative: </w:t>
      </w:r>
      <w:r w:rsidRPr="00CE12CD">
        <w:tab/>
      </w:r>
      <w:r w:rsidR="005D021F">
        <w:t>"</w:t>
      </w:r>
    </w:p>
    <w:p w:rsidR="002405A7" w:rsidRPr="00A10DF4" w:rsidRDefault="00A10DF4" w:rsidP="00CE12CD">
      <w:pPr>
        <w:pStyle w:val="para"/>
        <w:tabs>
          <w:tab w:val="left" w:pos="567"/>
        </w:tabs>
        <w:spacing w:before="240" w:after="0"/>
        <w:ind w:left="1134" w:firstLine="0"/>
        <w:jc w:val="center"/>
        <w:rPr>
          <w:strike/>
          <w:u w:val="single"/>
        </w:rPr>
      </w:pPr>
      <w:r w:rsidRPr="00CE12CD">
        <w:rPr>
          <w:u w:val="single"/>
        </w:rPr>
        <w:tab/>
      </w:r>
      <w:r w:rsidRPr="00CE12CD">
        <w:rPr>
          <w:u w:val="single"/>
        </w:rPr>
        <w:tab/>
      </w:r>
      <w:r w:rsidRPr="00CE12CD">
        <w:rPr>
          <w:u w:val="single"/>
        </w:rPr>
        <w:tab/>
      </w:r>
    </w:p>
    <w:sectPr w:rsidR="002405A7" w:rsidRPr="00A10DF4" w:rsidSect="00A648E2">
      <w:headerReference w:type="first" r:id="rId26"/>
      <w:footerReference w:type="first" r:id="rId2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34F" w:rsidRDefault="008F634F"/>
  </w:endnote>
  <w:endnote w:type="continuationSeparator" w:id="0">
    <w:p w:rsidR="008F634F" w:rsidRDefault="008F634F"/>
  </w:endnote>
  <w:endnote w:type="continuationNotice" w:id="1">
    <w:p w:rsidR="008F634F" w:rsidRDefault="008F6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FD523B" w:rsidP="0039388D">
    <w:pPr>
      <w:pStyle w:val="Footer"/>
      <w:tabs>
        <w:tab w:val="right" w:pos="9638"/>
      </w:tabs>
      <w:rPr>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10</w:t>
    </w:r>
    <w:r w:rsidRPr="0039388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FD523B" w:rsidP="0039388D">
    <w:pPr>
      <w:pStyle w:val="Footer"/>
      <w:tabs>
        <w:tab w:val="right" w:pos="9638"/>
      </w:tabs>
      <w:rPr>
        <w:b/>
        <w:sz w:val="18"/>
      </w:rPr>
    </w:pPr>
    <w:r>
      <w:tab/>
    </w: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9</w:t>
    </w:r>
    <w:r w:rsidRPr="0039388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8338AE" w:rsidRDefault="00FD523B" w:rsidP="00EB1DE4">
    <w:pPr>
      <w:pStyle w:val="Footer"/>
      <w:tabs>
        <w:tab w:val="right" w:pos="9638"/>
      </w:tabs>
      <w:rPr>
        <w:b/>
        <w:sz w:val="18"/>
      </w:rPr>
    </w:pPr>
    <w:r w:rsidRPr="00A5616B">
      <w:rPr>
        <w:b/>
        <w:sz w:val="18"/>
      </w:rPr>
      <w:fldChar w:fldCharType="begin"/>
    </w:r>
    <w:r w:rsidRPr="00A5616B">
      <w:rPr>
        <w:b/>
        <w:sz w:val="18"/>
      </w:rPr>
      <w:instrText xml:space="preserve"> PAGE  \* MERGEFORMAT </w:instrText>
    </w:r>
    <w:r w:rsidRPr="00A5616B">
      <w:rPr>
        <w:b/>
        <w:sz w:val="18"/>
      </w:rPr>
      <w:fldChar w:fldCharType="separate"/>
    </w:r>
    <w:r w:rsidR="003148F5">
      <w:rPr>
        <w:b/>
        <w:noProof/>
        <w:sz w:val="18"/>
      </w:rPr>
      <w:t>1</w:t>
    </w:r>
    <w:r w:rsidRPr="00A5616B">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FD523B" w:rsidP="0039388D">
    <w:pPr>
      <w:pStyle w:val="Footer"/>
      <w:tabs>
        <w:tab w:val="right" w:pos="9638"/>
      </w:tabs>
      <w:rPr>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16</w:t>
    </w:r>
    <w:r w:rsidRPr="0039388D">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FD523B" w:rsidP="0039388D">
    <w:pPr>
      <w:pStyle w:val="Footer"/>
      <w:tabs>
        <w:tab w:val="right" w:pos="9638"/>
      </w:tabs>
      <w:rPr>
        <w:b/>
        <w:sz w:val="18"/>
      </w:rPr>
    </w:pPr>
    <w:r>
      <w:tab/>
    </w: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17</w:t>
    </w:r>
    <w:r w:rsidRPr="0039388D">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8338AE" w:rsidRDefault="00FD523B" w:rsidP="00626B8E">
    <w:pPr>
      <w:pStyle w:val="Footer"/>
      <w:tabs>
        <w:tab w:val="right" w:pos="9638"/>
      </w:tabs>
      <w:jc w:val="right"/>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11</w:t>
    </w:r>
    <w:r w:rsidRPr="0039388D">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8338AE" w:rsidRDefault="00FD523B" w:rsidP="00626B8E">
    <w:pPr>
      <w:pStyle w:val="Footer"/>
      <w:tabs>
        <w:tab w:val="right" w:pos="9638"/>
      </w:tabs>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18</w:t>
    </w:r>
    <w:r w:rsidRPr="0039388D">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8338AE" w:rsidRDefault="00FD523B" w:rsidP="00626B8E">
    <w:pPr>
      <w:pStyle w:val="Footer"/>
      <w:tabs>
        <w:tab w:val="right" w:pos="9638"/>
      </w:tabs>
      <w:jc w:val="right"/>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19</w:t>
    </w:r>
    <w:r w:rsidRPr="0039388D">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8E2" w:rsidRPr="008338AE" w:rsidRDefault="00A648E2" w:rsidP="00A648E2">
    <w:pPr>
      <w:pStyle w:val="Footer"/>
      <w:tabs>
        <w:tab w:val="right" w:pos="9638"/>
      </w:tabs>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3148F5">
      <w:rPr>
        <w:b/>
        <w:noProof/>
        <w:sz w:val="18"/>
      </w:rPr>
      <w:t>20</w:t>
    </w:r>
    <w:r w:rsidRPr="0039388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34F" w:rsidRPr="000B175B" w:rsidRDefault="008F634F" w:rsidP="000B175B">
      <w:pPr>
        <w:tabs>
          <w:tab w:val="right" w:pos="2155"/>
        </w:tabs>
        <w:spacing w:after="80"/>
        <w:ind w:left="680"/>
        <w:rPr>
          <w:u w:val="single"/>
        </w:rPr>
      </w:pPr>
      <w:r>
        <w:rPr>
          <w:u w:val="single"/>
        </w:rPr>
        <w:tab/>
      </w:r>
    </w:p>
  </w:footnote>
  <w:footnote w:type="continuationSeparator" w:id="0">
    <w:p w:rsidR="008F634F" w:rsidRPr="00FC68B7" w:rsidRDefault="008F634F" w:rsidP="00FC68B7">
      <w:pPr>
        <w:tabs>
          <w:tab w:val="left" w:pos="2155"/>
        </w:tabs>
        <w:spacing w:after="80"/>
        <w:ind w:left="680"/>
        <w:rPr>
          <w:u w:val="single"/>
        </w:rPr>
      </w:pPr>
      <w:r>
        <w:rPr>
          <w:u w:val="single"/>
        </w:rPr>
        <w:tab/>
      </w:r>
    </w:p>
  </w:footnote>
  <w:footnote w:type="continuationNotice" w:id="1">
    <w:p w:rsidR="008F634F" w:rsidRDefault="008F634F"/>
  </w:footnote>
  <w:footnote w:id="2">
    <w:p w:rsidR="005D021F" w:rsidRDefault="005D021F" w:rsidP="005D021F">
      <w:pPr>
        <w:pStyle w:val="FootnoteText"/>
        <w:rPr>
          <w:lang w:val="en-US"/>
        </w:rPr>
      </w:pPr>
      <w:r>
        <w:tab/>
      </w:r>
      <w:r w:rsidRPr="0068387D">
        <w:rPr>
          <w:rStyle w:val="FootnoteReference"/>
          <w:sz w:val="20"/>
          <w:vertAlign w:val="baseline"/>
          <w:lang w:val="en-US"/>
        </w:rPr>
        <w:t>*</w:t>
      </w:r>
      <w:r>
        <w:rPr>
          <w:sz w:val="20"/>
          <w:lang w:val="en-US"/>
        </w:rPr>
        <w:tab/>
      </w:r>
      <w:r w:rsidRPr="00CE6FD4">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Pr>
          <w:szCs w:val="18"/>
          <w:lang w:val="en-US"/>
        </w:rPr>
        <w:t xml:space="preserve"> </w:t>
      </w:r>
    </w:p>
  </w:footnote>
  <w:footnote w:id="3">
    <w:p w:rsidR="00BE7EE2" w:rsidRPr="009A2AE6" w:rsidRDefault="00BE7EE2" w:rsidP="00BE7EE2">
      <w:pPr>
        <w:pStyle w:val="FootnoteText"/>
        <w:rPr>
          <w:lang w:val="en-US"/>
        </w:rPr>
      </w:pPr>
      <w:r>
        <w:tab/>
      </w:r>
      <w:r>
        <w:rPr>
          <w:rStyle w:val="FootnoteReference"/>
        </w:rPr>
        <w:t>**</w:t>
      </w:r>
      <w:r>
        <w:t xml:space="preserve"> </w:t>
      </w:r>
      <w:r w:rsidR="00A648E2">
        <w:tab/>
      </w:r>
      <w:r>
        <w:rPr>
          <w:lang w:val="en-US"/>
        </w:rPr>
        <w:t>Page numbers will be added at a later stage.</w:t>
      </w:r>
    </w:p>
  </w:footnote>
  <w:footnote w:id="4">
    <w:p w:rsidR="00FD523B" w:rsidRPr="0030141D" w:rsidRDefault="00FD523B" w:rsidP="00A648E2">
      <w:pPr>
        <w:pStyle w:val="FootnoteText"/>
        <w:tabs>
          <w:tab w:val="clear" w:pos="1021"/>
        </w:tabs>
        <w:ind w:hanging="134"/>
      </w:pPr>
      <w:r w:rsidRPr="00A648E2">
        <w:rPr>
          <w:rStyle w:val="FootnoteReference"/>
        </w:rPr>
        <w:footnoteRef/>
      </w:r>
      <w:r>
        <w:rPr>
          <w:b/>
        </w:rPr>
        <w:tab/>
      </w:r>
      <w:r w:rsidR="00A648E2" w:rsidRPr="00A648E2">
        <w:rPr>
          <w:lang w:val="en-US"/>
        </w:rPr>
        <w:t xml:space="preserve">As defined in the Consolidated Resolution on the Construction of Vehicles (R.E.3.), document ECE/TRANS/WP.29/78/Rev.4, para. 2 </w:t>
      </w:r>
      <w:r w:rsidR="00A648E2" w:rsidRPr="00A648E2">
        <w:t xml:space="preserve">- </w:t>
      </w:r>
      <w:hyperlink r:id="rId1" w:history="1">
        <w:r w:rsidR="00A648E2" w:rsidRPr="00A648E2">
          <w:rPr>
            <w:rStyle w:val="Hyperlink"/>
          </w:rPr>
          <w:t>www.unece.org/trans/main/wp29/wp29wgs/wp29gen/wp29resolutions.html</w:t>
        </w:r>
      </w:hyperlink>
    </w:p>
  </w:footnote>
  <w:footnote w:id="5">
    <w:p w:rsidR="00FD523B" w:rsidRPr="0076526A" w:rsidRDefault="00FD523B" w:rsidP="008338AE">
      <w:pPr>
        <w:pStyle w:val="FootnoteText"/>
        <w:ind w:hanging="134"/>
      </w:pPr>
      <w:r>
        <w:tab/>
      </w:r>
      <w:r w:rsidRPr="00A648E2">
        <w:rPr>
          <w:rStyle w:val="FootnoteReference"/>
        </w:rPr>
        <w:footnoteRef/>
      </w:r>
      <w:r>
        <w:tab/>
      </w:r>
      <w:r w:rsidRPr="0030141D">
        <w:t>Those components are, in particular, the exhaust manifold, the silencer proper, the expansion chamber and the resonator</w:t>
      </w:r>
    </w:p>
  </w:footnote>
  <w:footnote w:id="6">
    <w:p w:rsidR="00F9455A" w:rsidRPr="007D3BA3" w:rsidRDefault="00F9455A" w:rsidP="00F9455A">
      <w:pPr>
        <w:pStyle w:val="FootnoteText"/>
      </w:pPr>
      <w:r w:rsidRPr="005D782A">
        <w:rPr>
          <w:bCs/>
        </w:rPr>
        <w:tab/>
      </w:r>
      <w:r w:rsidRPr="007D3BA3">
        <w:rPr>
          <w:rStyle w:val="FootnoteReference"/>
          <w:bCs/>
        </w:rPr>
        <w:footnoteRef/>
      </w:r>
      <w:r w:rsidRPr="007D3BA3">
        <w:rPr>
          <w:bCs/>
        </w:rPr>
        <w:t xml:space="preserve"> </w:t>
      </w:r>
      <w:r w:rsidRPr="007D3BA3">
        <w:rPr>
          <w:bCs/>
        </w:rPr>
        <w:tab/>
        <w:t>If the rated maximum net power is reached at several engine speeds, the rated engine speed is used in this Regulation as the highest engine speed at which the rated maximum net power is reached.</w:t>
      </w:r>
    </w:p>
  </w:footnote>
  <w:footnote w:id="7">
    <w:p w:rsidR="00FD523B" w:rsidRPr="00C9392B" w:rsidRDefault="00FD523B" w:rsidP="003D36CB">
      <w:pPr>
        <w:pStyle w:val="FootnoteText"/>
        <w:rPr>
          <w:rStyle w:val="FootnoteTextChar2"/>
        </w:rPr>
      </w:pPr>
      <w:r>
        <w:tab/>
      </w:r>
      <w:r w:rsidRPr="000711F4">
        <w:rPr>
          <w:rStyle w:val="FootnoteReference"/>
        </w:rPr>
        <w:footnoteRef/>
      </w:r>
      <w:r w:rsidRPr="000711F4">
        <w:t xml:space="preserve"> </w:t>
      </w:r>
      <w:r>
        <w:tab/>
      </w:r>
      <w:r w:rsidR="00A648E2" w:rsidRPr="00A648E2">
        <w:t xml:space="preserve">The distinguishing numbers of the Contracting Parties to the 1958 Agreement are reproduced in Annex 3 to the Consolidated Resolution on the Construction of Vehicles (R.E.3), document ECE/TRANS/WP.29/78/Rev. 4, Annex 3 - </w:t>
      </w:r>
      <w:hyperlink r:id="rId2" w:history="1">
        <w:r w:rsidR="00A648E2" w:rsidRPr="00A648E2">
          <w:rPr>
            <w:rStyle w:val="Hyperlink"/>
          </w:rPr>
          <w:t>www.unece.org/trans/main/wp29/wp29wgs/wp29gen/wp29resolutions.html</w:t>
        </w:r>
      </w:hyperlink>
    </w:p>
  </w:footnote>
  <w:footnote w:id="8">
    <w:p w:rsidR="00FD523B" w:rsidRPr="005F6AB8" w:rsidRDefault="00FD523B" w:rsidP="008338AE">
      <w:pPr>
        <w:pStyle w:val="FootnoteText"/>
      </w:pPr>
      <w:r>
        <w:tab/>
      </w:r>
      <w:r w:rsidRPr="00C944DE">
        <w:rPr>
          <w:vertAlign w:val="superscript"/>
        </w:rPr>
        <w:t>1</w:t>
      </w:r>
      <w:r>
        <w:rPr>
          <w:vertAlign w:val="superscript"/>
        </w:rPr>
        <w:tab/>
      </w:r>
      <w:r>
        <w:t xml:space="preserve">Distinguishing </w:t>
      </w:r>
      <w:r w:rsidRPr="00BC00AB">
        <w:t xml:space="preserve">number of the country which has granted/extended/refused/withdrawn an approval </w:t>
      </w:r>
      <w:r w:rsidR="00257E78">
        <w:t xml:space="preserve">  </w:t>
      </w:r>
      <w:r w:rsidRPr="00BC00AB">
        <w:t>(see approval provisions in the Regulation).</w:t>
      </w:r>
    </w:p>
  </w:footnote>
  <w:footnote w:id="9">
    <w:p w:rsidR="00FD523B" w:rsidRPr="002972E3" w:rsidRDefault="00FD523B" w:rsidP="008338AE">
      <w:pPr>
        <w:pStyle w:val="FootnoteText"/>
        <w:rPr>
          <w:lang w:val="en-US"/>
        </w:rPr>
      </w:pPr>
      <w:r>
        <w:tab/>
      </w:r>
      <w:r>
        <w:rPr>
          <w:rStyle w:val="FootnoteReference"/>
        </w:rPr>
        <w:t>2</w:t>
      </w:r>
      <w:r>
        <w:tab/>
        <w:t xml:space="preserve">Delete </w:t>
      </w:r>
      <w:r w:rsidRPr="00BC00AB">
        <w:t>what does not apply.</w:t>
      </w:r>
    </w:p>
  </w:footnote>
  <w:footnote w:id="10">
    <w:p w:rsidR="00FD523B" w:rsidRPr="00440980" w:rsidRDefault="00FD523B" w:rsidP="008338AE">
      <w:pPr>
        <w:pStyle w:val="FootnoteText"/>
        <w:rPr>
          <w:lang w:val="en-US"/>
        </w:rPr>
      </w:pPr>
      <w:r>
        <w:tab/>
      </w:r>
      <w:r>
        <w:rPr>
          <w:rStyle w:val="FootnoteReference"/>
        </w:rPr>
        <w:t>3</w:t>
      </w:r>
      <w:r>
        <w:tab/>
      </w:r>
      <w:r w:rsidRPr="00440980">
        <w:t>If a non-conventional engine is used, this should be stated.</w:t>
      </w:r>
    </w:p>
  </w:footnote>
  <w:footnote w:id="11">
    <w:p w:rsidR="00032926" w:rsidRPr="00B34DE5" w:rsidRDefault="00032926" w:rsidP="00032926">
      <w:pPr>
        <w:pStyle w:val="FootnoteText"/>
      </w:pPr>
      <w:r>
        <w:tab/>
      </w:r>
      <w:r w:rsidRPr="00B34DE5">
        <w:rPr>
          <w:vertAlign w:val="superscript"/>
        </w:rPr>
        <w:t>1</w:t>
      </w:r>
      <w:r w:rsidRPr="00B34DE5">
        <w:rPr>
          <w:vertAlign w:val="superscript"/>
        </w:rPr>
        <w:tab/>
      </w:r>
      <w:r w:rsidRPr="00B34DE5">
        <w:t xml:space="preserve"> Distinguishing number of the country which has granted/extended/refused/withdrawn an approval (see approval provisions in the Regulation).</w:t>
      </w:r>
    </w:p>
  </w:footnote>
  <w:footnote w:id="12">
    <w:p w:rsidR="00032926" w:rsidRPr="00B34DE5" w:rsidRDefault="00032926" w:rsidP="00032926">
      <w:pPr>
        <w:pStyle w:val="FootnoteText"/>
        <w:rPr>
          <w:lang w:val="en-US"/>
        </w:rPr>
      </w:pPr>
      <w:r w:rsidRPr="00B34DE5">
        <w:tab/>
      </w:r>
      <w:r w:rsidRPr="00B34DE5">
        <w:rPr>
          <w:rStyle w:val="FootnoteReference"/>
        </w:rPr>
        <w:t>2</w:t>
      </w:r>
      <w:r w:rsidRPr="00B34DE5">
        <w:tab/>
        <w:t>Delete what does not apply.</w:t>
      </w:r>
    </w:p>
  </w:footnote>
  <w:footnote w:id="13">
    <w:p w:rsidR="00032926" w:rsidRPr="00B34DE5" w:rsidRDefault="00032926" w:rsidP="00032926">
      <w:pPr>
        <w:pStyle w:val="FootnoteText"/>
        <w:rPr>
          <w:lang w:val="en-US"/>
        </w:rPr>
      </w:pPr>
      <w:r w:rsidRPr="00B34DE5">
        <w:tab/>
      </w:r>
      <w:r w:rsidRPr="00B34DE5">
        <w:rPr>
          <w:rStyle w:val="FootnoteReference"/>
        </w:rPr>
        <w:t>3</w:t>
      </w:r>
      <w:r w:rsidRPr="00B34DE5">
        <w:tab/>
        <w:t>If a non-conventional engine is used, this should be stated.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B124BA" w:rsidRDefault="00547A75" w:rsidP="00B124BA">
    <w:pPr>
      <w:pStyle w:val="Header"/>
    </w:pPr>
    <w:r>
      <w:t>ECE/TRANS/WP.29/201</w:t>
    </w:r>
    <w:r w:rsidR="00EB1DE4">
      <w:t>7</w:t>
    </w:r>
    <w:r>
      <w:t>/</w:t>
    </w:r>
    <w:r w:rsidR="00EB1DE4">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BB5369" w:rsidP="0039388D">
    <w:pPr>
      <w:pStyle w:val="Header"/>
      <w:jc w:val="right"/>
    </w:pPr>
    <w:r>
      <w:t>ECE/TRANS/WP.29/201</w:t>
    </w:r>
    <w:r w:rsidR="00EB1DE4">
      <w:t>7</w:t>
    </w:r>
    <w:r>
      <w:t>/</w:t>
    </w:r>
    <w:r w:rsidR="00EB1DE4">
      <w:t>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148F5" w:rsidRDefault="00FD523B" w:rsidP="003148F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547A75">
    <w:pPr>
      <w:pStyle w:val="Header"/>
    </w:pPr>
    <w:r>
      <w:t>ECE/TRANS/WP.29/201</w:t>
    </w:r>
    <w:r w:rsidR="00EB1DE4">
      <w:t>7</w:t>
    </w:r>
    <w:r>
      <w:t>/</w:t>
    </w:r>
    <w:r w:rsidR="00EB1DE4">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Pr="0039388D" w:rsidRDefault="00547A75" w:rsidP="0039388D">
    <w:pPr>
      <w:pStyle w:val="Header"/>
      <w:jc w:val="right"/>
    </w:pPr>
    <w:r>
      <w:t>ECE/TRANS/WP.29/201</w:t>
    </w:r>
    <w:r w:rsidR="00EB1DE4">
      <w:t>7</w:t>
    </w:r>
    <w:r>
      <w:t>/</w:t>
    </w:r>
    <w:r w:rsidR="00EB1DE4">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Default="00547A75" w:rsidP="0059005E">
    <w:pPr>
      <w:pStyle w:val="Header"/>
      <w:jc w:val="right"/>
    </w:pPr>
    <w:r>
      <w:t>ECE/TRANS/WP.29/201</w:t>
    </w:r>
    <w:r w:rsidR="00EB1DE4">
      <w:t>7</w:t>
    </w:r>
    <w:r>
      <w:t>/</w:t>
    </w:r>
    <w:r w:rsidR="00EB1DE4">
      <w:t>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Default="00547A75" w:rsidP="009D5590">
    <w:pPr>
      <w:pStyle w:val="Header"/>
    </w:pPr>
    <w:r>
      <w:t>ECE/TRANS/WP.29/201</w:t>
    </w:r>
    <w:r w:rsidR="00EB1DE4">
      <w:t>7</w:t>
    </w:r>
    <w:r>
      <w:t>/</w:t>
    </w:r>
    <w:r w:rsidR="00EB1DE4">
      <w:t>5</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23B" w:rsidRDefault="00547A75" w:rsidP="009D5590">
    <w:pPr>
      <w:pStyle w:val="Header"/>
      <w:jc w:val="right"/>
    </w:pPr>
    <w:r>
      <w:t>ECE/TRANS/WP.29/201</w:t>
    </w:r>
    <w:r w:rsidR="00EB1DE4">
      <w:t>7</w:t>
    </w:r>
    <w:r>
      <w:t>/</w:t>
    </w:r>
    <w:r w:rsidR="00EB1DE4">
      <w:t>5</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4BA" w:rsidRPr="00CE12CD" w:rsidRDefault="00E27117" w:rsidP="009D5590">
    <w:pPr>
      <w:pStyle w:val="Header"/>
    </w:pPr>
    <w:r>
      <w:t>ECE/TRANS/WP.29/201</w:t>
    </w:r>
    <w:r w:rsidR="00EB1DE4">
      <w:t>7</w:t>
    </w:r>
    <w:r>
      <w:t>/</w:t>
    </w:r>
    <w:r w:rsidR="00EB1DE4">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7398"/>
    <w:multiLevelType w:val="hybridMultilevel"/>
    <w:tmpl w:val="815AE6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B51DE"/>
    <w:multiLevelType w:val="hybridMultilevel"/>
    <w:tmpl w:val="05C827E2"/>
    <w:lvl w:ilvl="0" w:tplc="BFACDB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DF32E30"/>
    <w:multiLevelType w:val="hybridMultilevel"/>
    <w:tmpl w:val="AD32EFF8"/>
    <w:lvl w:ilvl="0" w:tplc="277893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EB41681"/>
    <w:multiLevelType w:val="hybridMultilevel"/>
    <w:tmpl w:val="AFEEC5EE"/>
    <w:lvl w:ilvl="0" w:tplc="1FB6CD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0660EEA"/>
    <w:multiLevelType w:val="hybridMultilevel"/>
    <w:tmpl w:val="84343AD0"/>
    <w:lvl w:ilvl="0" w:tplc="102491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4785430"/>
    <w:multiLevelType w:val="hybridMultilevel"/>
    <w:tmpl w:val="3CF85154"/>
    <w:lvl w:ilvl="0" w:tplc="182E24C0">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262F2193"/>
    <w:multiLevelType w:val="hybridMultilevel"/>
    <w:tmpl w:val="FDB80E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856660"/>
    <w:multiLevelType w:val="hybridMultilevel"/>
    <w:tmpl w:val="73DACDEC"/>
    <w:lvl w:ilvl="0" w:tplc="AC604F7A">
      <w:start w:val="1"/>
      <w:numFmt w:val="decimal"/>
      <w:lvlText w:val="%1."/>
      <w:lvlJc w:val="left"/>
      <w:pPr>
        <w:ind w:left="1710" w:hanging="576"/>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D444D1"/>
    <w:multiLevelType w:val="hybridMultilevel"/>
    <w:tmpl w:val="425AD2BC"/>
    <w:lvl w:ilvl="0" w:tplc="0809000F">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0"/>
  </w:num>
  <w:num w:numId="2">
    <w:abstractNumId w:val="9"/>
  </w:num>
  <w:num w:numId="3">
    <w:abstractNumId w:val="3"/>
  </w:num>
  <w:num w:numId="4">
    <w:abstractNumId w:val="6"/>
  </w:num>
  <w:num w:numId="5">
    <w:abstractNumId w:val="10"/>
  </w:num>
  <w:num w:numId="6">
    <w:abstractNumId w:val="1"/>
  </w:num>
  <w:num w:numId="7">
    <w:abstractNumId w:val="7"/>
  </w:num>
  <w:num w:numId="8">
    <w:abstractNumId w:val="4"/>
  </w:num>
  <w:num w:numId="9">
    <w:abstractNumId w:val="5"/>
  </w:num>
  <w:num w:numId="10">
    <w:abstractNumId w:val="2"/>
  </w:num>
  <w:num w:numId="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MACROS"/>
  </w:docVars>
  <w:rsids>
    <w:rsidRoot w:val="0039388D"/>
    <w:rsid w:val="00003FA3"/>
    <w:rsid w:val="00021184"/>
    <w:rsid w:val="0002313B"/>
    <w:rsid w:val="00032926"/>
    <w:rsid w:val="00037434"/>
    <w:rsid w:val="000474FB"/>
    <w:rsid w:val="00050F6B"/>
    <w:rsid w:val="00072C8C"/>
    <w:rsid w:val="000931C0"/>
    <w:rsid w:val="00095DB7"/>
    <w:rsid w:val="000A5927"/>
    <w:rsid w:val="000B175B"/>
    <w:rsid w:val="000B3A0F"/>
    <w:rsid w:val="000D598E"/>
    <w:rsid w:val="000E0415"/>
    <w:rsid w:val="000E3C7F"/>
    <w:rsid w:val="000E68B2"/>
    <w:rsid w:val="000F708A"/>
    <w:rsid w:val="00113131"/>
    <w:rsid w:val="00114972"/>
    <w:rsid w:val="001220B8"/>
    <w:rsid w:val="00134EC5"/>
    <w:rsid w:val="00141C6C"/>
    <w:rsid w:val="00146552"/>
    <w:rsid w:val="001519FB"/>
    <w:rsid w:val="001753C1"/>
    <w:rsid w:val="001827A8"/>
    <w:rsid w:val="00183E31"/>
    <w:rsid w:val="001A4C6F"/>
    <w:rsid w:val="001A5873"/>
    <w:rsid w:val="001B2480"/>
    <w:rsid w:val="001B4B04"/>
    <w:rsid w:val="001B7662"/>
    <w:rsid w:val="001C1C27"/>
    <w:rsid w:val="001C2277"/>
    <w:rsid w:val="001C6663"/>
    <w:rsid w:val="001C7895"/>
    <w:rsid w:val="001D26DF"/>
    <w:rsid w:val="001D4775"/>
    <w:rsid w:val="002035B9"/>
    <w:rsid w:val="00203FE5"/>
    <w:rsid w:val="002071DD"/>
    <w:rsid w:val="00211E0B"/>
    <w:rsid w:val="002405A7"/>
    <w:rsid w:val="00257E78"/>
    <w:rsid w:val="002628B4"/>
    <w:rsid w:val="00282302"/>
    <w:rsid w:val="002952BF"/>
    <w:rsid w:val="002A3638"/>
    <w:rsid w:val="002B3859"/>
    <w:rsid w:val="002C651E"/>
    <w:rsid w:val="002F4AFC"/>
    <w:rsid w:val="003107FA"/>
    <w:rsid w:val="003148F5"/>
    <w:rsid w:val="003229D8"/>
    <w:rsid w:val="00334062"/>
    <w:rsid w:val="00334E7E"/>
    <w:rsid w:val="0033745A"/>
    <w:rsid w:val="00342C7D"/>
    <w:rsid w:val="0034717F"/>
    <w:rsid w:val="0035266F"/>
    <w:rsid w:val="00367BA0"/>
    <w:rsid w:val="0039277A"/>
    <w:rsid w:val="0039388D"/>
    <w:rsid w:val="00396783"/>
    <w:rsid w:val="00396C68"/>
    <w:rsid w:val="003972E0"/>
    <w:rsid w:val="003A2BBC"/>
    <w:rsid w:val="003A55EB"/>
    <w:rsid w:val="003C2CC4"/>
    <w:rsid w:val="003C3936"/>
    <w:rsid w:val="003D36CB"/>
    <w:rsid w:val="003D4B23"/>
    <w:rsid w:val="003D7656"/>
    <w:rsid w:val="003F1ED3"/>
    <w:rsid w:val="004325CB"/>
    <w:rsid w:val="00446DE4"/>
    <w:rsid w:val="00467F96"/>
    <w:rsid w:val="004A41CA"/>
    <w:rsid w:val="004A7B55"/>
    <w:rsid w:val="004D469A"/>
    <w:rsid w:val="004D529A"/>
    <w:rsid w:val="004E31C9"/>
    <w:rsid w:val="004E733B"/>
    <w:rsid w:val="00503228"/>
    <w:rsid w:val="00504095"/>
    <w:rsid w:val="00505384"/>
    <w:rsid w:val="00510365"/>
    <w:rsid w:val="005157E1"/>
    <w:rsid w:val="00525CC4"/>
    <w:rsid w:val="005420F2"/>
    <w:rsid w:val="00547A75"/>
    <w:rsid w:val="0056000C"/>
    <w:rsid w:val="00561F5E"/>
    <w:rsid w:val="00562F0F"/>
    <w:rsid w:val="005754D0"/>
    <w:rsid w:val="0059005E"/>
    <w:rsid w:val="005A6089"/>
    <w:rsid w:val="005A671C"/>
    <w:rsid w:val="005B3DB3"/>
    <w:rsid w:val="005D021F"/>
    <w:rsid w:val="005D1325"/>
    <w:rsid w:val="005E2180"/>
    <w:rsid w:val="005F5750"/>
    <w:rsid w:val="00611FC4"/>
    <w:rsid w:val="006176FB"/>
    <w:rsid w:val="00623AD2"/>
    <w:rsid w:val="00626B8E"/>
    <w:rsid w:val="00627ED0"/>
    <w:rsid w:val="0064048C"/>
    <w:rsid w:val="00640B26"/>
    <w:rsid w:val="00647004"/>
    <w:rsid w:val="00651DC0"/>
    <w:rsid w:val="0065482C"/>
    <w:rsid w:val="0065704E"/>
    <w:rsid w:val="00663371"/>
    <w:rsid w:val="00665595"/>
    <w:rsid w:val="00672B9B"/>
    <w:rsid w:val="0068387D"/>
    <w:rsid w:val="00684A84"/>
    <w:rsid w:val="006924CB"/>
    <w:rsid w:val="006A7392"/>
    <w:rsid w:val="006B495A"/>
    <w:rsid w:val="006B75E6"/>
    <w:rsid w:val="006E0D90"/>
    <w:rsid w:val="006E564B"/>
    <w:rsid w:val="006F020B"/>
    <w:rsid w:val="006F243A"/>
    <w:rsid w:val="00713065"/>
    <w:rsid w:val="00716915"/>
    <w:rsid w:val="00720A6D"/>
    <w:rsid w:val="00725CB9"/>
    <w:rsid w:val="0072632A"/>
    <w:rsid w:val="00741CC2"/>
    <w:rsid w:val="00743A68"/>
    <w:rsid w:val="00743CD6"/>
    <w:rsid w:val="00752534"/>
    <w:rsid w:val="00753F1A"/>
    <w:rsid w:val="00760571"/>
    <w:rsid w:val="00763BD6"/>
    <w:rsid w:val="0078542A"/>
    <w:rsid w:val="00790F4B"/>
    <w:rsid w:val="00794F80"/>
    <w:rsid w:val="00797583"/>
    <w:rsid w:val="007A1C0B"/>
    <w:rsid w:val="007A4950"/>
    <w:rsid w:val="007B54B7"/>
    <w:rsid w:val="007B6BA5"/>
    <w:rsid w:val="007C0983"/>
    <w:rsid w:val="007C3390"/>
    <w:rsid w:val="007C4F4B"/>
    <w:rsid w:val="007D3BA3"/>
    <w:rsid w:val="007D453C"/>
    <w:rsid w:val="007F0B83"/>
    <w:rsid w:val="007F6611"/>
    <w:rsid w:val="007F719A"/>
    <w:rsid w:val="008040B4"/>
    <w:rsid w:val="00806721"/>
    <w:rsid w:val="008175E9"/>
    <w:rsid w:val="008242D7"/>
    <w:rsid w:val="00827E05"/>
    <w:rsid w:val="008311A3"/>
    <w:rsid w:val="008338AE"/>
    <w:rsid w:val="0084390F"/>
    <w:rsid w:val="008515D3"/>
    <w:rsid w:val="008615D8"/>
    <w:rsid w:val="00861996"/>
    <w:rsid w:val="00871FD5"/>
    <w:rsid w:val="008800DA"/>
    <w:rsid w:val="008979B1"/>
    <w:rsid w:val="008A6B25"/>
    <w:rsid w:val="008A6C4F"/>
    <w:rsid w:val="008A7754"/>
    <w:rsid w:val="008B1B19"/>
    <w:rsid w:val="008B577A"/>
    <w:rsid w:val="008C492C"/>
    <w:rsid w:val="008C657F"/>
    <w:rsid w:val="008C7F85"/>
    <w:rsid w:val="008D7E10"/>
    <w:rsid w:val="008E0E46"/>
    <w:rsid w:val="008E52EF"/>
    <w:rsid w:val="008E76B3"/>
    <w:rsid w:val="008F270B"/>
    <w:rsid w:val="008F3EB7"/>
    <w:rsid w:val="008F634F"/>
    <w:rsid w:val="00904188"/>
    <w:rsid w:val="00907AD2"/>
    <w:rsid w:val="0091272F"/>
    <w:rsid w:val="00912751"/>
    <w:rsid w:val="00920FA8"/>
    <w:rsid w:val="00924A93"/>
    <w:rsid w:val="00937BE8"/>
    <w:rsid w:val="009515A2"/>
    <w:rsid w:val="00962B23"/>
    <w:rsid w:val="00963CBA"/>
    <w:rsid w:val="0097275E"/>
    <w:rsid w:val="00972B1C"/>
    <w:rsid w:val="00974A8D"/>
    <w:rsid w:val="00991261"/>
    <w:rsid w:val="009D558D"/>
    <w:rsid w:val="009D5590"/>
    <w:rsid w:val="009E31DA"/>
    <w:rsid w:val="009F3A17"/>
    <w:rsid w:val="009F755B"/>
    <w:rsid w:val="00A10DF4"/>
    <w:rsid w:val="00A1427D"/>
    <w:rsid w:val="00A54DE2"/>
    <w:rsid w:val="00A5616B"/>
    <w:rsid w:val="00A5783C"/>
    <w:rsid w:val="00A6464C"/>
    <w:rsid w:val="00A648E2"/>
    <w:rsid w:val="00A708CD"/>
    <w:rsid w:val="00A72F22"/>
    <w:rsid w:val="00A748A6"/>
    <w:rsid w:val="00A85956"/>
    <w:rsid w:val="00A86711"/>
    <w:rsid w:val="00A879A4"/>
    <w:rsid w:val="00A933F0"/>
    <w:rsid w:val="00A956A6"/>
    <w:rsid w:val="00A97D9C"/>
    <w:rsid w:val="00AC4321"/>
    <w:rsid w:val="00AF6124"/>
    <w:rsid w:val="00B01635"/>
    <w:rsid w:val="00B124BA"/>
    <w:rsid w:val="00B17367"/>
    <w:rsid w:val="00B24AE2"/>
    <w:rsid w:val="00B30179"/>
    <w:rsid w:val="00B310D5"/>
    <w:rsid w:val="00B33EC0"/>
    <w:rsid w:val="00B34C54"/>
    <w:rsid w:val="00B34DE5"/>
    <w:rsid w:val="00B37DBD"/>
    <w:rsid w:val="00B4507C"/>
    <w:rsid w:val="00B52477"/>
    <w:rsid w:val="00B52D45"/>
    <w:rsid w:val="00B725E4"/>
    <w:rsid w:val="00B81E12"/>
    <w:rsid w:val="00B83C28"/>
    <w:rsid w:val="00B9293D"/>
    <w:rsid w:val="00B94E1C"/>
    <w:rsid w:val="00BA311C"/>
    <w:rsid w:val="00BB5369"/>
    <w:rsid w:val="00BC1C74"/>
    <w:rsid w:val="00BC5276"/>
    <w:rsid w:val="00BC74E9"/>
    <w:rsid w:val="00BD2146"/>
    <w:rsid w:val="00BD2883"/>
    <w:rsid w:val="00BE17FE"/>
    <w:rsid w:val="00BE4F74"/>
    <w:rsid w:val="00BE618E"/>
    <w:rsid w:val="00BE7EE2"/>
    <w:rsid w:val="00BF3735"/>
    <w:rsid w:val="00C17253"/>
    <w:rsid w:val="00C17699"/>
    <w:rsid w:val="00C404FC"/>
    <w:rsid w:val="00C41A28"/>
    <w:rsid w:val="00C45861"/>
    <w:rsid w:val="00C463DD"/>
    <w:rsid w:val="00C6030C"/>
    <w:rsid w:val="00C67C90"/>
    <w:rsid w:val="00C745C3"/>
    <w:rsid w:val="00C754BD"/>
    <w:rsid w:val="00C9392B"/>
    <w:rsid w:val="00CA1C0F"/>
    <w:rsid w:val="00CA3167"/>
    <w:rsid w:val="00CC5EA9"/>
    <w:rsid w:val="00CD33FD"/>
    <w:rsid w:val="00CD5467"/>
    <w:rsid w:val="00CE12CD"/>
    <w:rsid w:val="00CE2D85"/>
    <w:rsid w:val="00CE4A8F"/>
    <w:rsid w:val="00CF5B37"/>
    <w:rsid w:val="00D2031B"/>
    <w:rsid w:val="00D25897"/>
    <w:rsid w:val="00D25FE2"/>
    <w:rsid w:val="00D30C97"/>
    <w:rsid w:val="00D317BB"/>
    <w:rsid w:val="00D33CCC"/>
    <w:rsid w:val="00D416D2"/>
    <w:rsid w:val="00D42D89"/>
    <w:rsid w:val="00D43252"/>
    <w:rsid w:val="00D447AD"/>
    <w:rsid w:val="00D66035"/>
    <w:rsid w:val="00D80B7A"/>
    <w:rsid w:val="00D93ED2"/>
    <w:rsid w:val="00D941C4"/>
    <w:rsid w:val="00D978C6"/>
    <w:rsid w:val="00DA06CE"/>
    <w:rsid w:val="00DA67AD"/>
    <w:rsid w:val="00DB5D0F"/>
    <w:rsid w:val="00DC7C21"/>
    <w:rsid w:val="00DE49AA"/>
    <w:rsid w:val="00DF12F7"/>
    <w:rsid w:val="00E02C81"/>
    <w:rsid w:val="00E130AB"/>
    <w:rsid w:val="00E22592"/>
    <w:rsid w:val="00E23794"/>
    <w:rsid w:val="00E27117"/>
    <w:rsid w:val="00E545F6"/>
    <w:rsid w:val="00E63FE5"/>
    <w:rsid w:val="00E7260F"/>
    <w:rsid w:val="00E822C8"/>
    <w:rsid w:val="00E85ECA"/>
    <w:rsid w:val="00E87921"/>
    <w:rsid w:val="00E91055"/>
    <w:rsid w:val="00E93DD0"/>
    <w:rsid w:val="00E96630"/>
    <w:rsid w:val="00EA264E"/>
    <w:rsid w:val="00EB1DE4"/>
    <w:rsid w:val="00EB2FED"/>
    <w:rsid w:val="00ED06A0"/>
    <w:rsid w:val="00ED7A2A"/>
    <w:rsid w:val="00EF1D7F"/>
    <w:rsid w:val="00F15D08"/>
    <w:rsid w:val="00F338C1"/>
    <w:rsid w:val="00F4315F"/>
    <w:rsid w:val="00F5237C"/>
    <w:rsid w:val="00F53EDA"/>
    <w:rsid w:val="00F677F4"/>
    <w:rsid w:val="00F76CAE"/>
    <w:rsid w:val="00F7753D"/>
    <w:rsid w:val="00F854D8"/>
    <w:rsid w:val="00F85F34"/>
    <w:rsid w:val="00F906E7"/>
    <w:rsid w:val="00F9455A"/>
    <w:rsid w:val="00F9557B"/>
    <w:rsid w:val="00FA06F7"/>
    <w:rsid w:val="00FA3344"/>
    <w:rsid w:val="00FB171A"/>
    <w:rsid w:val="00FB20FE"/>
    <w:rsid w:val="00FC68B7"/>
    <w:rsid w:val="00FC71AA"/>
    <w:rsid w:val="00FD1BAD"/>
    <w:rsid w:val="00FD523B"/>
    <w:rsid w:val="00FD7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9217"/>
    <o:shapelayout v:ext="edit">
      <o:idmap v:ext="edit" data="1"/>
    </o:shapelayout>
  </w:shapeDefaults>
  <w:decimalSymbol w:val="."/>
  <w:listSeparator w:val=","/>
  <w14:docId w14:val="79B0D299"/>
  <w15:docId w15:val="{762C29DE-2B88-4F86-8C0E-F8F7B153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a">
    <w:name w:val="(a)"/>
    <w:basedOn w:val="Normal"/>
    <w:qFormat/>
    <w:rsid w:val="00790F4B"/>
    <w:pPr>
      <w:spacing w:after="120"/>
      <w:ind w:left="2835" w:right="1134" w:hanging="567"/>
      <w:jc w:val="both"/>
    </w:pPr>
  </w:style>
  <w:style w:type="paragraph" w:customStyle="1" w:styleId="i">
    <w:name w:val="(i)"/>
    <w:basedOn w:val="Normal"/>
    <w:qFormat/>
    <w:rsid w:val="00790F4B"/>
    <w:pPr>
      <w:spacing w:after="120"/>
      <w:ind w:left="3402" w:right="1134" w:hanging="567"/>
      <w:jc w:val="both"/>
    </w:pPr>
  </w:style>
  <w:style w:type="paragraph" w:customStyle="1" w:styleId="blocpara">
    <w:name w:val="bloc para"/>
    <w:basedOn w:val="Normal"/>
    <w:rsid w:val="008B577A"/>
    <w:pPr>
      <w:spacing w:after="120"/>
      <w:ind w:left="2268" w:right="1134"/>
      <w:jc w:val="both"/>
    </w:pPr>
  </w:style>
  <w:style w:type="character" w:styleId="Strong">
    <w:name w:val="Strong"/>
    <w:qFormat/>
    <w:rsid w:val="00B9293D"/>
    <w:rPr>
      <w:b/>
      <w:bCs/>
    </w:rPr>
  </w:style>
  <w:style w:type="paragraph" w:customStyle="1" w:styleId="para">
    <w:name w:val="para"/>
    <w:basedOn w:val="SingleTxtG"/>
    <w:link w:val="paraChar"/>
    <w:qFormat/>
    <w:rsid w:val="00B9293D"/>
    <w:pPr>
      <w:ind w:left="2268" w:hanging="1134"/>
    </w:pPr>
  </w:style>
  <w:style w:type="character" w:styleId="CommentReference">
    <w:name w:val="annotation reference"/>
    <w:rsid w:val="0039388D"/>
    <w:rPr>
      <w:sz w:val="16"/>
      <w:szCs w:val="16"/>
    </w:rPr>
  </w:style>
  <w:style w:type="paragraph" w:styleId="CommentText">
    <w:name w:val="annotation text"/>
    <w:basedOn w:val="Normal"/>
    <w:link w:val="CommentTextChar"/>
    <w:rsid w:val="0039388D"/>
    <w:pPr>
      <w:suppressAutoHyphens w:val="0"/>
      <w:spacing w:line="240" w:lineRule="auto"/>
    </w:pPr>
  </w:style>
  <w:style w:type="character" w:customStyle="1" w:styleId="CommentTextChar">
    <w:name w:val="Comment Text Char"/>
    <w:link w:val="CommentText"/>
    <w:rsid w:val="0039388D"/>
    <w:rPr>
      <w:lang w:eastAsia="en-US"/>
    </w:rPr>
  </w:style>
  <w:style w:type="character" w:customStyle="1" w:styleId="SingleTxtGChar">
    <w:name w:val="_ Single Txt_G Char"/>
    <w:link w:val="SingleTxtG"/>
    <w:rsid w:val="0039388D"/>
    <w:rPr>
      <w:lang w:eastAsia="en-US"/>
    </w:rPr>
  </w:style>
  <w:style w:type="character" w:customStyle="1" w:styleId="FootnoteTextChar2">
    <w:name w:val="Footnote Text Char2"/>
    <w:aliases w:val="5_G Char,PP Char,Footnote Text Char Char1"/>
    <w:link w:val="FootnoteText"/>
    <w:rsid w:val="0039388D"/>
    <w:rPr>
      <w:sz w:val="18"/>
      <w:lang w:eastAsia="en-US"/>
    </w:rPr>
  </w:style>
  <w:style w:type="paragraph" w:styleId="BalloonText">
    <w:name w:val="Balloon Text"/>
    <w:basedOn w:val="Normal"/>
    <w:link w:val="BalloonTextChar"/>
    <w:rsid w:val="0039388D"/>
    <w:pPr>
      <w:spacing w:line="240" w:lineRule="auto"/>
    </w:pPr>
    <w:rPr>
      <w:rFonts w:ascii="Tahoma" w:hAnsi="Tahoma" w:cs="Tahoma"/>
      <w:sz w:val="16"/>
      <w:szCs w:val="16"/>
    </w:rPr>
  </w:style>
  <w:style w:type="character" w:customStyle="1" w:styleId="BalloonTextChar">
    <w:name w:val="Balloon Text Char"/>
    <w:link w:val="BalloonText"/>
    <w:rsid w:val="0039388D"/>
    <w:rPr>
      <w:rFonts w:ascii="Tahoma" w:hAnsi="Tahoma" w:cs="Tahoma"/>
      <w:sz w:val="16"/>
      <w:szCs w:val="16"/>
      <w:lang w:eastAsia="en-US"/>
    </w:rPr>
  </w:style>
  <w:style w:type="character" w:customStyle="1" w:styleId="FootnoteTextChar1">
    <w:name w:val="Footnote Text Char1"/>
    <w:aliases w:val="5_G Char1,PP Char1,Footnote Text Char Char"/>
    <w:rsid w:val="008338AE"/>
    <w:rPr>
      <w:sz w:val="18"/>
      <w:lang w:val="en-GB" w:eastAsia="en-US" w:bidi="ar-SA"/>
    </w:rPr>
  </w:style>
  <w:style w:type="paragraph" w:styleId="CommentSubject">
    <w:name w:val="annotation subject"/>
    <w:basedOn w:val="CommentText"/>
    <w:next w:val="CommentText"/>
    <w:link w:val="CommentSubjectChar"/>
    <w:rsid w:val="00A933F0"/>
    <w:pPr>
      <w:suppressAutoHyphens/>
    </w:pPr>
    <w:rPr>
      <w:b/>
      <w:bCs/>
    </w:rPr>
  </w:style>
  <w:style w:type="character" w:customStyle="1" w:styleId="CommentSubjectChar">
    <w:name w:val="Comment Subject Char"/>
    <w:link w:val="CommentSubject"/>
    <w:rsid w:val="00A933F0"/>
    <w:rPr>
      <w:b/>
      <w:bCs/>
      <w:lang w:eastAsia="en-US"/>
    </w:rPr>
  </w:style>
  <w:style w:type="character" w:customStyle="1" w:styleId="HChGChar">
    <w:name w:val="_ H _Ch_G Char"/>
    <w:link w:val="HChG"/>
    <w:rsid w:val="00DC7C21"/>
    <w:rPr>
      <w:b/>
      <w:sz w:val="28"/>
      <w:lang w:eastAsia="en-US"/>
    </w:rPr>
  </w:style>
  <w:style w:type="character" w:customStyle="1" w:styleId="H1GChar">
    <w:name w:val="_ H_1_G Char"/>
    <w:link w:val="H1G"/>
    <w:rsid w:val="00396783"/>
    <w:rPr>
      <w:b/>
      <w:sz w:val="24"/>
      <w:lang w:val="en-GB"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F9455A"/>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F9455A"/>
    <w:rPr>
      <w:sz w:val="22"/>
      <w:szCs w:val="22"/>
      <w:lang w:val="en-US" w:eastAsia="en-US"/>
    </w:rPr>
  </w:style>
  <w:style w:type="character" w:customStyle="1" w:styleId="paraChar">
    <w:name w:val="para Char"/>
    <w:link w:val="para"/>
    <w:rsid w:val="00A10DF4"/>
    <w:rPr>
      <w:lang w:val="en-GB" w:eastAsia="en-US"/>
    </w:rPr>
  </w:style>
  <w:style w:type="paragraph" w:styleId="ListParagraph">
    <w:name w:val="List Paragraph"/>
    <w:basedOn w:val="Normal"/>
    <w:uiPriority w:val="34"/>
    <w:qFormat/>
    <w:rsid w:val="00B124BA"/>
    <w:pPr>
      <w:ind w:left="708"/>
    </w:pPr>
  </w:style>
  <w:style w:type="paragraph" w:styleId="Revision">
    <w:name w:val="Revision"/>
    <w:hidden/>
    <w:uiPriority w:val="99"/>
    <w:semiHidden/>
    <w:rsid w:val="007C098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7.xml"/><Relationship Id="rId27"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Macr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Macros.dotx</Template>
  <TotalTime>38</TotalTime>
  <Pages>20</Pages>
  <Words>4682</Words>
  <Characters>26693</Characters>
  <Application>Microsoft Office Word</Application>
  <DocSecurity>0</DocSecurity>
  <Lines>222</Lines>
  <Paragraphs>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E/ECE/324/Rev</vt:lpstr>
      <vt:lpstr>E/ECE/324/Rev</vt:lpstr>
    </vt:vector>
  </TitlesOfParts>
  <Company>CSD</Company>
  <LinksUpToDate>false</LinksUpToDate>
  <CharactersWithSpaces>31313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Lucille Caillot</dc:creator>
  <cp:lastModifiedBy>Lucille</cp:lastModifiedBy>
  <cp:revision>7</cp:revision>
  <cp:lastPrinted>2012-12-04T15:40:00Z</cp:lastPrinted>
  <dcterms:created xsi:type="dcterms:W3CDTF">2016-12-20T17:49:00Z</dcterms:created>
  <dcterms:modified xsi:type="dcterms:W3CDTF">2016-12-23T10:32:00Z</dcterms:modified>
</cp:coreProperties>
</file>