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Tr="009E6CB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Default="009E6CB7" w:rsidP="009E6CB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B97172" w:rsidRDefault="009E6CB7" w:rsidP="009E6CB7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D47EEA" w:rsidRDefault="00AA480B" w:rsidP="004E689B">
            <w:pPr>
              <w:jc w:val="right"/>
            </w:pPr>
            <w:r w:rsidRPr="00AA480B">
              <w:rPr>
                <w:sz w:val="40"/>
              </w:rPr>
              <w:t>ECE</w:t>
            </w:r>
            <w:r>
              <w:t>/TRANS/WP.1</w:t>
            </w:r>
            <w:r w:rsidR="00594C02">
              <w:t>1</w:t>
            </w:r>
            <w:r>
              <w:t>/</w:t>
            </w:r>
            <w:r w:rsidR="004E689B">
              <w:t>236</w:t>
            </w:r>
          </w:p>
        </w:tc>
      </w:tr>
      <w:tr w:rsidR="009E6CB7" w:rsidTr="009E6CB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A3351B" w:rsidP="009E6CB7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0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D773DF" w:rsidRDefault="009E6CB7" w:rsidP="009E6CB7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A480B" w:rsidRDefault="00AA480B" w:rsidP="00AA480B">
            <w:pPr>
              <w:spacing w:before="240" w:line="240" w:lineRule="exact"/>
            </w:pPr>
            <w:r>
              <w:t>Distr.: General</w:t>
            </w:r>
          </w:p>
          <w:p w:rsidR="00AA480B" w:rsidRDefault="001954FC" w:rsidP="00AA480B">
            <w:pPr>
              <w:spacing w:line="240" w:lineRule="exact"/>
            </w:pPr>
            <w:r>
              <w:t>2</w:t>
            </w:r>
            <w:r w:rsidR="003C7B34">
              <w:t>7</w:t>
            </w:r>
            <w:r>
              <w:t xml:space="preserve"> </w:t>
            </w:r>
            <w:r w:rsidR="00F22287">
              <w:t>June</w:t>
            </w:r>
            <w:r w:rsidR="00AA480B">
              <w:t xml:space="preserve"> </w:t>
            </w:r>
            <w:r w:rsidR="004E689B">
              <w:t>2017</w:t>
            </w:r>
          </w:p>
          <w:p w:rsidR="00D27B3F" w:rsidRDefault="00D27B3F" w:rsidP="00AA480B">
            <w:pPr>
              <w:spacing w:line="240" w:lineRule="exact"/>
            </w:pPr>
            <w:r>
              <w:t>English</w:t>
            </w:r>
          </w:p>
          <w:p w:rsidR="009E6CB7" w:rsidRDefault="00FA47FF" w:rsidP="007D3B67">
            <w:pPr>
              <w:spacing w:line="240" w:lineRule="exact"/>
            </w:pPr>
            <w:r>
              <w:t>Original: English</w:t>
            </w:r>
            <w:r w:rsidR="007D3B67">
              <w:t xml:space="preserve"> and</w:t>
            </w:r>
            <w:r w:rsidR="00AA480B">
              <w:t xml:space="preserve"> French</w:t>
            </w:r>
          </w:p>
        </w:tc>
      </w:tr>
    </w:tbl>
    <w:p w:rsidR="00F507EC" w:rsidRDefault="007F5683" w:rsidP="007F5683">
      <w:pPr>
        <w:spacing w:before="120"/>
        <w:rPr>
          <w:b/>
          <w:sz w:val="28"/>
          <w:szCs w:val="28"/>
        </w:rPr>
      </w:pPr>
      <w:r w:rsidRPr="007F5683">
        <w:rPr>
          <w:b/>
          <w:sz w:val="28"/>
          <w:szCs w:val="28"/>
        </w:rPr>
        <w:t xml:space="preserve">Economic Commission for </w:t>
      </w:r>
      <w:smartTag w:uri="urn:schemas-microsoft-com:office:smarttags" w:element="City">
        <w:r w:rsidRPr="007F5683">
          <w:rPr>
            <w:b/>
            <w:sz w:val="28"/>
            <w:szCs w:val="28"/>
          </w:rPr>
          <w:t>Europe</w:t>
        </w:r>
      </w:smartTag>
    </w:p>
    <w:p w:rsidR="007F5683" w:rsidRDefault="007F5683" w:rsidP="007F5683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7F5683" w:rsidRDefault="007F5683" w:rsidP="007F5683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</w:t>
      </w:r>
      <w:r w:rsidR="00594C02">
        <w:rPr>
          <w:b/>
          <w:sz w:val="24"/>
          <w:szCs w:val="24"/>
        </w:rPr>
        <w:t>king Party on the Transport of Perishable Foodstuffs</w:t>
      </w:r>
    </w:p>
    <w:p w:rsidR="007F5683" w:rsidRPr="008D7010" w:rsidRDefault="008D7010" w:rsidP="007F5683">
      <w:pPr>
        <w:spacing w:before="120"/>
        <w:rPr>
          <w:b/>
        </w:rPr>
      </w:pPr>
      <w:r w:rsidRPr="008D7010">
        <w:rPr>
          <w:b/>
        </w:rPr>
        <w:t>S</w:t>
      </w:r>
      <w:r w:rsidR="00282C30">
        <w:rPr>
          <w:b/>
        </w:rPr>
        <w:t>event</w:t>
      </w:r>
      <w:r w:rsidR="00393073">
        <w:rPr>
          <w:b/>
        </w:rPr>
        <w:t>y-</w:t>
      </w:r>
      <w:r w:rsidR="004E689B">
        <w:rPr>
          <w:b/>
        </w:rPr>
        <w:t>third</w:t>
      </w:r>
      <w:r w:rsidR="004E689B" w:rsidRPr="008D7010">
        <w:rPr>
          <w:b/>
        </w:rPr>
        <w:t xml:space="preserve"> </w:t>
      </w:r>
      <w:r w:rsidRPr="008D7010">
        <w:rPr>
          <w:b/>
        </w:rPr>
        <w:t>session</w:t>
      </w:r>
    </w:p>
    <w:p w:rsidR="008D7010" w:rsidRDefault="008D7010" w:rsidP="008D7010">
      <w:r w:rsidRPr="008D7010">
        <w:t xml:space="preserve">Geneva, </w:t>
      </w:r>
      <w:r w:rsidR="004E689B">
        <w:t>10</w:t>
      </w:r>
      <w:r w:rsidR="007D3B67">
        <w:t>-</w:t>
      </w:r>
      <w:r w:rsidR="004E689B">
        <w:t xml:space="preserve">13 </w:t>
      </w:r>
      <w:r w:rsidR="00DF6F38">
        <w:t xml:space="preserve">October </w:t>
      </w:r>
      <w:r w:rsidR="004E689B">
        <w:t>2017</w:t>
      </w:r>
    </w:p>
    <w:p w:rsidR="00D27B3F" w:rsidRDefault="00D27B3F" w:rsidP="00D27B3F">
      <w:pPr>
        <w:rPr>
          <w:lang w:val="en-US"/>
        </w:rPr>
      </w:pPr>
      <w:r>
        <w:rPr>
          <w:lang w:val="en-US"/>
        </w:rPr>
        <w:t>Item 1 of the provisional agenda</w:t>
      </w:r>
    </w:p>
    <w:p w:rsidR="00D27B3F" w:rsidRDefault="00D27B3F" w:rsidP="00D27B3F">
      <w:r w:rsidRPr="00F31B24">
        <w:rPr>
          <w:b/>
          <w:lang w:val="en-US"/>
        </w:rPr>
        <w:t>Adoption of the agenda</w:t>
      </w:r>
    </w:p>
    <w:p w:rsidR="001954FC" w:rsidRDefault="00D32CDE" w:rsidP="001954FC">
      <w:pPr>
        <w:pStyle w:val="HChG"/>
        <w:rPr>
          <w:sz w:val="24"/>
          <w:szCs w:val="24"/>
          <w:lang w:eastAsia="en-GB"/>
        </w:rPr>
      </w:pPr>
      <w:r w:rsidRPr="006F7546">
        <w:tab/>
      </w:r>
      <w:r w:rsidRPr="006F7546">
        <w:tab/>
      </w:r>
      <w:r w:rsidR="00372BF7" w:rsidRPr="006F7546">
        <w:t>Provisional agenda for the s</w:t>
      </w:r>
      <w:r w:rsidR="00282C30">
        <w:t>event</w:t>
      </w:r>
      <w:r w:rsidR="00393073">
        <w:t>y-</w:t>
      </w:r>
      <w:r w:rsidR="004E689B">
        <w:t>third</w:t>
      </w:r>
      <w:r w:rsidR="004E689B" w:rsidRPr="006F7546">
        <w:t xml:space="preserve"> </w:t>
      </w:r>
      <w:r w:rsidR="00372BF7" w:rsidRPr="006F7546">
        <w:t>session</w:t>
      </w:r>
      <w:r w:rsidR="001954FC">
        <w:rPr>
          <w:rStyle w:val="FootnoteReference"/>
          <w:sz w:val="24"/>
          <w:szCs w:val="24"/>
        </w:rPr>
        <w:footnoteReference w:customMarkFollows="1" w:id="2"/>
        <w:t>*</w:t>
      </w:r>
      <w:r w:rsidR="001954FC">
        <w:rPr>
          <w:sz w:val="24"/>
          <w:szCs w:val="24"/>
          <w:vertAlign w:val="superscript"/>
        </w:rPr>
        <w:t>,</w:t>
      </w:r>
      <w:r w:rsidR="001954FC">
        <w:rPr>
          <w:rStyle w:val="FootnoteReference"/>
          <w:sz w:val="24"/>
          <w:szCs w:val="24"/>
        </w:rPr>
        <w:footnoteReference w:customMarkFollows="1" w:id="3"/>
        <w:t>**</w:t>
      </w:r>
      <w:r w:rsidR="001954FC">
        <w:rPr>
          <w:sz w:val="24"/>
          <w:szCs w:val="24"/>
          <w:vertAlign w:val="superscript"/>
        </w:rPr>
        <w:t>,</w:t>
      </w:r>
      <w:r w:rsidR="001954FC">
        <w:rPr>
          <w:rStyle w:val="FootnoteReference"/>
          <w:sz w:val="24"/>
          <w:szCs w:val="24"/>
        </w:rPr>
        <w:footnoteReference w:customMarkFollows="1" w:id="4"/>
        <w:t>***</w:t>
      </w:r>
    </w:p>
    <w:p w:rsidR="00D32CDE" w:rsidRPr="001C0CF0" w:rsidRDefault="00372BF7" w:rsidP="00DF4AC8">
      <w:pPr>
        <w:pStyle w:val="SingleTxtG"/>
        <w:rPr>
          <w:lang w:val="en-US"/>
        </w:rPr>
      </w:pPr>
      <w:r w:rsidRPr="001C0CF0">
        <w:rPr>
          <w:lang w:val="en-US"/>
        </w:rPr>
        <w:t xml:space="preserve">To be held at the </w:t>
      </w:r>
      <w:proofErr w:type="spellStart"/>
      <w:r w:rsidRPr="001C0CF0">
        <w:rPr>
          <w:lang w:val="en-US"/>
        </w:rPr>
        <w:t>Palais</w:t>
      </w:r>
      <w:proofErr w:type="spellEnd"/>
      <w:r w:rsidRPr="001C0CF0">
        <w:rPr>
          <w:lang w:val="en-US"/>
        </w:rPr>
        <w:t xml:space="preserve"> des Nations, Geneva, </w:t>
      </w:r>
      <w:r w:rsidR="00DF6F38" w:rsidRPr="001C0CF0">
        <w:rPr>
          <w:lang w:val="en-US"/>
        </w:rPr>
        <w:t>starting at 1</w:t>
      </w:r>
      <w:r w:rsidR="004D50B6" w:rsidRPr="001C0CF0">
        <w:rPr>
          <w:lang w:val="en-US"/>
        </w:rPr>
        <w:t>0</w:t>
      </w:r>
      <w:r w:rsidR="00DF6F38" w:rsidRPr="001C0CF0">
        <w:rPr>
          <w:lang w:val="en-US"/>
        </w:rPr>
        <w:t>.</w:t>
      </w:r>
      <w:r w:rsidR="004D50B6" w:rsidRPr="001C0CF0">
        <w:rPr>
          <w:lang w:val="en-US"/>
        </w:rPr>
        <w:t>0</w:t>
      </w:r>
      <w:r w:rsidR="00DF6F38" w:rsidRPr="001C0CF0">
        <w:rPr>
          <w:lang w:val="en-US"/>
        </w:rPr>
        <w:t>0</w:t>
      </w:r>
      <w:r w:rsidR="00E026C5" w:rsidRPr="001C0CF0">
        <w:rPr>
          <w:lang w:val="en-US"/>
        </w:rPr>
        <w:t xml:space="preserve"> </w:t>
      </w:r>
      <w:r w:rsidR="004D50B6" w:rsidRPr="001C0CF0">
        <w:rPr>
          <w:lang w:val="en-US"/>
        </w:rPr>
        <w:t>a</w:t>
      </w:r>
      <w:r w:rsidR="00E026C5" w:rsidRPr="001C0CF0">
        <w:rPr>
          <w:lang w:val="en-US"/>
        </w:rPr>
        <w:t xml:space="preserve">.m. on </w:t>
      </w:r>
      <w:r w:rsidR="007D3B67">
        <w:rPr>
          <w:lang w:val="en-US"/>
        </w:rPr>
        <w:t>Tuesday</w:t>
      </w:r>
      <w:r w:rsidR="00197531" w:rsidRPr="001C0CF0">
        <w:rPr>
          <w:lang w:val="en-US"/>
        </w:rPr>
        <w:t xml:space="preserve"> </w:t>
      </w:r>
      <w:r w:rsidR="001954FC">
        <w:rPr>
          <w:lang w:val="en-US"/>
        </w:rPr>
        <w:t>10 </w:t>
      </w:r>
      <w:r w:rsidR="001954FC" w:rsidRPr="001C0CF0">
        <w:rPr>
          <w:lang w:val="en-US"/>
        </w:rPr>
        <w:t>October</w:t>
      </w:r>
      <w:r w:rsidR="001954FC">
        <w:rPr>
          <w:lang w:val="en-US"/>
        </w:rPr>
        <w:t> </w:t>
      </w:r>
      <w:r w:rsidR="00841FEB" w:rsidRPr="001C0CF0">
        <w:rPr>
          <w:lang w:val="en-US"/>
        </w:rPr>
        <w:t>201</w:t>
      </w:r>
      <w:r w:rsidR="00841FEB">
        <w:rPr>
          <w:lang w:val="en-US"/>
        </w:rPr>
        <w:t>7</w:t>
      </w:r>
    </w:p>
    <w:p w:rsidR="00A12111" w:rsidRPr="00DF4AC8" w:rsidRDefault="00A12111" w:rsidP="00DF4AC8">
      <w:pPr>
        <w:pStyle w:val="SingleTxtG"/>
      </w:pPr>
      <w:r w:rsidRPr="00DF4AC8">
        <w:t>1.</w:t>
      </w:r>
      <w:r w:rsidRPr="00DF4AC8">
        <w:tab/>
        <w:t>Adoption of the agenda.</w:t>
      </w:r>
    </w:p>
    <w:p w:rsidR="00A12111" w:rsidRPr="00DF4AC8" w:rsidRDefault="00A12111" w:rsidP="00DF4AC8">
      <w:pPr>
        <w:pStyle w:val="SingleTxtG"/>
      </w:pPr>
      <w:r w:rsidRPr="00DF4AC8">
        <w:t>2.</w:t>
      </w:r>
      <w:r w:rsidRPr="00DF4AC8">
        <w:tab/>
        <w:t>Activities of ECE bodies of interest to the Working Party:</w:t>
      </w:r>
    </w:p>
    <w:p w:rsidR="00A12111" w:rsidRPr="00DF4AC8" w:rsidRDefault="00A12111" w:rsidP="00DF4AC8">
      <w:pPr>
        <w:pStyle w:val="SingleTxtG"/>
        <w:ind w:left="2268" w:hanging="567"/>
      </w:pPr>
      <w:r w:rsidRPr="00DF4AC8">
        <w:t>(a)</w:t>
      </w:r>
      <w:r w:rsidRPr="00DF4AC8">
        <w:tab/>
        <w:t>Inland Transport Committee;</w:t>
      </w:r>
    </w:p>
    <w:p w:rsidR="00A12111" w:rsidRPr="00DF4AC8" w:rsidRDefault="00A12111" w:rsidP="00DF4AC8">
      <w:pPr>
        <w:pStyle w:val="SingleTxtG"/>
        <w:ind w:left="2268" w:hanging="567"/>
      </w:pPr>
      <w:r w:rsidRPr="00DF4AC8">
        <w:t>(b)</w:t>
      </w:r>
      <w:r w:rsidRPr="00DF4AC8">
        <w:tab/>
        <w:t>Working Party on Agricultural Quality Standards (WP.7).</w:t>
      </w:r>
    </w:p>
    <w:p w:rsidR="00A12111" w:rsidRPr="00DF4AC8" w:rsidRDefault="00F4531E" w:rsidP="00DF4AC8">
      <w:pPr>
        <w:pStyle w:val="SingleTxtG"/>
      </w:pPr>
      <w:r>
        <w:br w:type="page"/>
      </w:r>
      <w:r w:rsidR="00A12111" w:rsidRPr="00DF4AC8">
        <w:lastRenderedPageBreak/>
        <w:t>3.</w:t>
      </w:r>
      <w:r w:rsidR="00A12111" w:rsidRPr="00DF4AC8">
        <w:tab/>
        <w:t>Activities of other international organizations dealing with issues of interest to the Working Party:</w:t>
      </w:r>
    </w:p>
    <w:p w:rsidR="00A12111" w:rsidRPr="00DF4AC8" w:rsidRDefault="00A12111" w:rsidP="00DF4AC8">
      <w:pPr>
        <w:pStyle w:val="SingleTxtG"/>
        <w:ind w:firstLine="567"/>
      </w:pPr>
      <w:r w:rsidRPr="00DF4AC8">
        <w:t>(a)</w:t>
      </w:r>
      <w:r w:rsidRPr="00DF4AC8">
        <w:tab/>
        <w:t>International Institute of Refrigeration (IIR);</w:t>
      </w:r>
    </w:p>
    <w:p w:rsidR="00A12111" w:rsidRPr="00DF4AC8" w:rsidRDefault="00CC3F47" w:rsidP="00DF4AC8">
      <w:pPr>
        <w:pStyle w:val="SingleTxtG"/>
        <w:ind w:firstLine="567"/>
      </w:pPr>
      <w:r w:rsidRPr="00DF4AC8">
        <w:t>(b)</w:t>
      </w:r>
      <w:r w:rsidRPr="00DF4AC8">
        <w:tab/>
      </w:r>
      <w:proofErr w:type="spellStart"/>
      <w:r w:rsidR="00A12111" w:rsidRPr="00DF4AC8">
        <w:t>Transfrigoroute</w:t>
      </w:r>
      <w:proofErr w:type="spellEnd"/>
      <w:r w:rsidR="00A12111" w:rsidRPr="00DF4AC8">
        <w:t xml:space="preserve"> International;</w:t>
      </w:r>
    </w:p>
    <w:p w:rsidR="00A12111" w:rsidRPr="00DF4AC8" w:rsidRDefault="00CC3F47" w:rsidP="00DF4AC8">
      <w:pPr>
        <w:pStyle w:val="SingleTxtG"/>
        <w:ind w:firstLine="567"/>
      </w:pPr>
      <w:r w:rsidRPr="00DF4AC8">
        <w:t>(c)</w:t>
      </w:r>
      <w:r w:rsidRPr="00DF4AC8">
        <w:tab/>
      </w:r>
      <w:r w:rsidR="00897BE7">
        <w:t>Standardization organizations</w:t>
      </w:r>
      <w:r w:rsidR="007F14ED" w:rsidRPr="00DF4AC8">
        <w:t>.</w:t>
      </w:r>
    </w:p>
    <w:p w:rsidR="00A12111" w:rsidRPr="00DF4AC8" w:rsidRDefault="00A12111" w:rsidP="00DF4AC8">
      <w:pPr>
        <w:pStyle w:val="SingleTxtG"/>
      </w:pPr>
      <w:r w:rsidRPr="00DF4AC8">
        <w:t>4.</w:t>
      </w:r>
      <w:r w:rsidRPr="00DF4AC8">
        <w:tab/>
        <w:t>Status and implementation of the Agreement on the International Carriage of Perishable Foodstuffs and on the Special Equipment to be Used for such Carriage (ATP):</w:t>
      </w:r>
    </w:p>
    <w:p w:rsidR="00A12111" w:rsidRPr="00DF4AC8" w:rsidRDefault="00A12111" w:rsidP="00DF4AC8">
      <w:pPr>
        <w:pStyle w:val="SingleTxtG"/>
        <w:ind w:firstLine="567"/>
      </w:pPr>
      <w:r w:rsidRPr="00DF4AC8">
        <w:t>(a)</w:t>
      </w:r>
      <w:r w:rsidRPr="00DF4AC8">
        <w:tab/>
        <w:t>Status of application of the Agreement;</w:t>
      </w:r>
    </w:p>
    <w:p w:rsidR="00A12111" w:rsidRPr="00DF4AC8" w:rsidRDefault="00CC3F47" w:rsidP="00DF4AC8">
      <w:pPr>
        <w:pStyle w:val="SingleTxtG"/>
        <w:ind w:firstLine="567"/>
      </w:pPr>
      <w:r w:rsidRPr="00DF4AC8">
        <w:t>(b)</w:t>
      </w:r>
      <w:r w:rsidRPr="00DF4AC8">
        <w:tab/>
      </w:r>
      <w:r w:rsidR="00A12111" w:rsidRPr="00DF4AC8">
        <w:t>Status of amendments;</w:t>
      </w:r>
    </w:p>
    <w:p w:rsidR="00A12111" w:rsidRPr="00DF4AC8" w:rsidRDefault="00CC3F47" w:rsidP="00FB0F8C">
      <w:pPr>
        <w:pStyle w:val="SingleTxtG"/>
        <w:ind w:left="1701"/>
      </w:pPr>
      <w:r w:rsidRPr="00DF4AC8">
        <w:t>(</w:t>
      </w:r>
      <w:r w:rsidR="00643B89" w:rsidRPr="00DF4AC8">
        <w:t>c</w:t>
      </w:r>
      <w:r w:rsidRPr="00DF4AC8">
        <w:t>)</w:t>
      </w:r>
      <w:r w:rsidRPr="00DF4AC8">
        <w:tab/>
      </w:r>
      <w:r w:rsidR="00A12111" w:rsidRPr="00DF4AC8">
        <w:t>Test stations officially designated by the competent authorit</w:t>
      </w:r>
      <w:r w:rsidR="00C62C35" w:rsidRPr="00DF4AC8">
        <w:t>ies of countries Parties to ATP;</w:t>
      </w:r>
    </w:p>
    <w:p w:rsidR="00A12111" w:rsidRPr="00DF4AC8" w:rsidRDefault="00643B89" w:rsidP="00DF4AC8">
      <w:pPr>
        <w:pStyle w:val="SingleTxtG"/>
        <w:ind w:firstLine="567"/>
      </w:pPr>
      <w:r w:rsidRPr="00DF4AC8">
        <w:t>(d</w:t>
      </w:r>
      <w:r w:rsidR="00CC3F47" w:rsidRPr="00DF4AC8">
        <w:t>)</w:t>
      </w:r>
      <w:r w:rsidR="00CC3F47" w:rsidRPr="00DF4AC8">
        <w:tab/>
      </w:r>
      <w:r w:rsidR="00A12111" w:rsidRPr="00DF4AC8">
        <w:t>Exchange of information among Parties under Article</w:t>
      </w:r>
      <w:r w:rsidR="00523535" w:rsidRPr="00DF4AC8">
        <w:t> </w:t>
      </w:r>
      <w:r w:rsidR="007D3B67" w:rsidRPr="00DF4AC8">
        <w:t>6 of ATP;</w:t>
      </w:r>
    </w:p>
    <w:p w:rsidR="007D3B67" w:rsidRPr="00DF4AC8" w:rsidRDefault="007D3B67" w:rsidP="00DF4AC8">
      <w:pPr>
        <w:pStyle w:val="SingleTxtG"/>
        <w:ind w:firstLine="567"/>
      </w:pPr>
      <w:r w:rsidRPr="00DF4AC8">
        <w:t>(e)</w:t>
      </w:r>
      <w:r w:rsidRPr="00DF4AC8">
        <w:tab/>
        <w:t xml:space="preserve">Exchange of </w:t>
      </w:r>
      <w:r w:rsidR="00E0606A" w:rsidRPr="00DF4AC8">
        <w:t>good</w:t>
      </w:r>
      <w:r w:rsidRPr="00DF4AC8">
        <w:t xml:space="preserve"> practice</w:t>
      </w:r>
      <w:r w:rsidR="007C0D38" w:rsidRPr="00DF4AC8">
        <w:t>s</w:t>
      </w:r>
      <w:r w:rsidRPr="00DF4AC8">
        <w:t xml:space="preserve"> </w:t>
      </w:r>
      <w:r w:rsidR="00E0606A" w:rsidRPr="00DF4AC8">
        <w:t>for</w:t>
      </w:r>
      <w:r w:rsidRPr="00DF4AC8">
        <w:t xml:space="preserve"> </w:t>
      </w:r>
      <w:r w:rsidR="007C0D38" w:rsidRPr="00DF4AC8">
        <w:t xml:space="preserve">better </w:t>
      </w:r>
      <w:r w:rsidR="00282C30" w:rsidRPr="00DF4AC8">
        <w:t>implementation of ATP;</w:t>
      </w:r>
    </w:p>
    <w:p w:rsidR="00282C30" w:rsidRPr="00DF4AC8" w:rsidRDefault="00B752BB" w:rsidP="00DF4AC8">
      <w:pPr>
        <w:pStyle w:val="SingleTxtG"/>
        <w:ind w:firstLine="567"/>
      </w:pPr>
      <w:r w:rsidRPr="00DF4AC8">
        <w:t>(f)</w:t>
      </w:r>
      <w:r w:rsidRPr="00DF4AC8">
        <w:tab/>
        <w:t>Interpretation of</w:t>
      </w:r>
      <w:r w:rsidR="00282C30" w:rsidRPr="00DF4AC8">
        <w:t xml:space="preserve"> ATP.</w:t>
      </w:r>
    </w:p>
    <w:p w:rsidR="00A12111" w:rsidRPr="00DF4AC8" w:rsidRDefault="00A12111" w:rsidP="00DF4AC8">
      <w:pPr>
        <w:pStyle w:val="SingleTxtG"/>
      </w:pPr>
      <w:r w:rsidRPr="00DF4AC8">
        <w:t>5.</w:t>
      </w:r>
      <w:r w:rsidR="00B752BB" w:rsidRPr="00DF4AC8">
        <w:tab/>
        <w:t xml:space="preserve">Proposals of amendments to </w:t>
      </w:r>
      <w:r w:rsidRPr="00DF4AC8">
        <w:t>ATP:</w:t>
      </w:r>
    </w:p>
    <w:p w:rsidR="00A12111" w:rsidRPr="00DF4AC8" w:rsidRDefault="00A12111" w:rsidP="00DF4AC8">
      <w:pPr>
        <w:pStyle w:val="SingleTxtG"/>
        <w:ind w:firstLine="567"/>
      </w:pPr>
      <w:r w:rsidRPr="00DF4AC8">
        <w:t>(a)</w:t>
      </w:r>
      <w:r w:rsidRPr="00DF4AC8">
        <w:tab/>
        <w:t>Pending proposals;</w:t>
      </w:r>
    </w:p>
    <w:p w:rsidR="00A12111" w:rsidRPr="00DF4AC8" w:rsidRDefault="00CC3F47" w:rsidP="00DF4AC8">
      <w:pPr>
        <w:pStyle w:val="SingleTxtG"/>
        <w:ind w:firstLine="567"/>
      </w:pPr>
      <w:r w:rsidRPr="00DF4AC8">
        <w:t>(b)</w:t>
      </w:r>
      <w:r w:rsidRPr="00DF4AC8">
        <w:tab/>
      </w:r>
      <w:r w:rsidR="00A12111" w:rsidRPr="00DF4AC8">
        <w:t>New proposals.</w:t>
      </w:r>
    </w:p>
    <w:p w:rsidR="00A12111" w:rsidRPr="00DF4AC8" w:rsidRDefault="00A12111" w:rsidP="00DF4AC8">
      <w:pPr>
        <w:pStyle w:val="SingleTxtG"/>
      </w:pPr>
      <w:r w:rsidRPr="00DF4AC8">
        <w:t>6.</w:t>
      </w:r>
      <w:r w:rsidRPr="00DF4AC8">
        <w:tab/>
        <w:t>ATP Handbook.</w:t>
      </w:r>
    </w:p>
    <w:p w:rsidR="00A12111" w:rsidRPr="00DF4AC8" w:rsidRDefault="00A12111" w:rsidP="00DF4AC8">
      <w:pPr>
        <w:pStyle w:val="SingleTxtG"/>
      </w:pPr>
      <w:r w:rsidRPr="00DF4AC8">
        <w:t>7.</w:t>
      </w:r>
      <w:r w:rsidRPr="00DF4AC8">
        <w:tab/>
        <w:t>Scope of ATP.</w:t>
      </w:r>
    </w:p>
    <w:p w:rsidR="002C0BE3" w:rsidRPr="00DF4AC8" w:rsidRDefault="00A12111" w:rsidP="00DF4AC8">
      <w:pPr>
        <w:pStyle w:val="SingleTxtG"/>
      </w:pPr>
      <w:r w:rsidRPr="00DF4AC8">
        <w:t>8.</w:t>
      </w:r>
      <w:r w:rsidRPr="00DF4AC8">
        <w:tab/>
        <w:t>Energy labelling, refrigerants and blowing agents.</w:t>
      </w:r>
    </w:p>
    <w:p w:rsidR="002C0BE3" w:rsidRPr="00DF4AC8" w:rsidRDefault="002C0BE3" w:rsidP="00DF4AC8">
      <w:pPr>
        <w:pStyle w:val="SingleTxtG"/>
      </w:pPr>
      <w:r w:rsidRPr="00DF4AC8">
        <w:t>9.</w:t>
      </w:r>
      <w:r w:rsidRPr="00DF4AC8">
        <w:tab/>
        <w:t>Programme of work and biennial evaluation.</w:t>
      </w:r>
    </w:p>
    <w:p w:rsidR="00A12111" w:rsidRPr="00DF4AC8" w:rsidRDefault="002C0BE3" w:rsidP="00DF4AC8">
      <w:pPr>
        <w:pStyle w:val="SingleTxtG"/>
      </w:pPr>
      <w:r w:rsidRPr="00DF4AC8">
        <w:t>10</w:t>
      </w:r>
      <w:r w:rsidR="00A12111" w:rsidRPr="00DF4AC8">
        <w:t>.</w:t>
      </w:r>
      <w:r w:rsidR="00A12111" w:rsidRPr="00DF4AC8">
        <w:tab/>
        <w:t>Election of officers.</w:t>
      </w:r>
    </w:p>
    <w:p w:rsidR="00A12111" w:rsidRPr="00DF4AC8" w:rsidRDefault="00A12111" w:rsidP="00DF4AC8">
      <w:pPr>
        <w:pStyle w:val="SingleTxtG"/>
      </w:pPr>
      <w:r w:rsidRPr="00DF4AC8">
        <w:t>1</w:t>
      </w:r>
      <w:r w:rsidR="002C0BE3" w:rsidRPr="00DF4AC8">
        <w:t>1</w:t>
      </w:r>
      <w:r w:rsidRPr="00DF4AC8">
        <w:t>.</w:t>
      </w:r>
      <w:r w:rsidRPr="00DF4AC8">
        <w:tab/>
        <w:t>Other business.</w:t>
      </w:r>
    </w:p>
    <w:p w:rsidR="00A12111" w:rsidRPr="00DF4AC8" w:rsidRDefault="008C05BD" w:rsidP="00DF4AC8">
      <w:pPr>
        <w:pStyle w:val="SingleTxtG"/>
      </w:pPr>
      <w:r w:rsidRPr="00DF4AC8">
        <w:t>1</w:t>
      </w:r>
      <w:r w:rsidR="002C0BE3" w:rsidRPr="00DF4AC8">
        <w:t>2</w:t>
      </w:r>
      <w:r w:rsidR="00A12111" w:rsidRPr="00DF4AC8">
        <w:t>.</w:t>
      </w:r>
      <w:r w:rsidR="00A12111" w:rsidRPr="00DF4AC8">
        <w:tab/>
        <w:t>Adoption of the report.</w:t>
      </w:r>
    </w:p>
    <w:p w:rsidR="00A12111" w:rsidRPr="002D0C28" w:rsidRDefault="002D0C28" w:rsidP="002D0C2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12111" w:rsidRPr="002D0C28" w:rsidSect="00C64332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D56" w:rsidRDefault="00326D56"/>
  </w:endnote>
  <w:endnote w:type="continuationSeparator" w:id="0">
    <w:p w:rsidR="00326D56" w:rsidRDefault="00326D56"/>
  </w:endnote>
  <w:endnote w:type="continuationNotice" w:id="1">
    <w:p w:rsidR="00326D56" w:rsidRDefault="00326D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E8E" w:rsidRPr="00AA480B" w:rsidRDefault="00E14E8E" w:rsidP="00AA480B">
    <w:pPr>
      <w:pStyle w:val="Footer"/>
      <w:tabs>
        <w:tab w:val="right" w:pos="9638"/>
      </w:tabs>
      <w:rPr>
        <w:sz w:val="18"/>
      </w:rPr>
    </w:pPr>
    <w:r w:rsidRPr="00AA480B">
      <w:rPr>
        <w:b/>
        <w:sz w:val="18"/>
      </w:rPr>
      <w:fldChar w:fldCharType="begin"/>
    </w:r>
    <w:r w:rsidRPr="00AA480B">
      <w:rPr>
        <w:b/>
        <w:sz w:val="18"/>
      </w:rPr>
      <w:instrText xml:space="preserve"> PAGE  \* MERGEFORMAT </w:instrText>
    </w:r>
    <w:r w:rsidRPr="00AA480B">
      <w:rPr>
        <w:b/>
        <w:sz w:val="18"/>
      </w:rPr>
      <w:fldChar w:fldCharType="separate"/>
    </w:r>
    <w:r w:rsidR="004468C2">
      <w:rPr>
        <w:b/>
        <w:noProof/>
        <w:sz w:val="18"/>
      </w:rPr>
      <w:t>2</w:t>
    </w:r>
    <w:r w:rsidRPr="00AA480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E8E" w:rsidRPr="00AA480B" w:rsidRDefault="00E14E8E" w:rsidP="00AA480B">
    <w:pPr>
      <w:pStyle w:val="Footer"/>
      <w:tabs>
        <w:tab w:val="right" w:pos="9638"/>
      </w:tabs>
      <w:rPr>
        <w:b/>
        <w:sz w:val="18"/>
      </w:rPr>
    </w:pPr>
    <w:r>
      <w:tab/>
    </w:r>
    <w:r w:rsidRPr="00AA480B">
      <w:rPr>
        <w:b/>
        <w:sz w:val="18"/>
      </w:rPr>
      <w:fldChar w:fldCharType="begin"/>
    </w:r>
    <w:r w:rsidRPr="00AA480B">
      <w:rPr>
        <w:b/>
        <w:sz w:val="18"/>
      </w:rPr>
      <w:instrText xml:space="preserve"> PAGE  \* MERGEFORMAT </w:instrText>
    </w:r>
    <w:r w:rsidRPr="00AA480B">
      <w:rPr>
        <w:b/>
        <w:sz w:val="18"/>
      </w:rPr>
      <w:fldChar w:fldCharType="separate"/>
    </w:r>
    <w:r w:rsidR="001954FC">
      <w:rPr>
        <w:b/>
        <w:noProof/>
        <w:sz w:val="18"/>
      </w:rPr>
      <w:t>3</w:t>
    </w:r>
    <w:r w:rsidRPr="00AA480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D56" w:rsidRPr="000B175B" w:rsidRDefault="00326D5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26D56" w:rsidRPr="00FC68B7" w:rsidRDefault="00326D5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26D56" w:rsidRDefault="00326D56"/>
  </w:footnote>
  <w:footnote w:id="2">
    <w:p w:rsidR="001954FC" w:rsidRPr="00EC0029" w:rsidRDefault="001954FC" w:rsidP="001954FC">
      <w:pPr>
        <w:pStyle w:val="FootnoteText"/>
      </w:pPr>
      <w:r>
        <w:tab/>
      </w:r>
      <w:r>
        <w:rPr>
          <w:sz w:val="24"/>
          <w:szCs w:val="24"/>
        </w:rPr>
        <w:tab/>
      </w:r>
      <w:r w:rsidRPr="004468C2">
        <w:rPr>
          <w:rStyle w:val="FootnoteReference"/>
          <w:sz w:val="16"/>
          <w:szCs w:val="16"/>
          <w:vertAlign w:val="baseline"/>
        </w:rPr>
        <w:t>*</w:t>
      </w:r>
      <w:r w:rsidRPr="0067752F">
        <w:tab/>
        <w:t xml:space="preserve">Annotations to the provisional agenda </w:t>
      </w:r>
      <w:proofErr w:type="gramStart"/>
      <w:r w:rsidRPr="0067752F">
        <w:t>will be circulated</w:t>
      </w:r>
      <w:proofErr w:type="gramEnd"/>
      <w:r w:rsidRPr="0067752F">
        <w:t xml:space="preserve"> as document </w:t>
      </w:r>
      <w:bookmarkStart w:id="0" w:name="_GoBack"/>
      <w:bookmarkEnd w:id="0"/>
      <w:r w:rsidRPr="0067752F">
        <w:t>ECE/TRANS/WP.11/236/Add.1.</w:t>
      </w:r>
    </w:p>
  </w:footnote>
  <w:footnote w:id="3">
    <w:p w:rsidR="001954FC" w:rsidRPr="0067752F" w:rsidRDefault="001954FC" w:rsidP="001954FC">
      <w:pPr>
        <w:pStyle w:val="FootnoteText"/>
      </w:pPr>
      <w:r w:rsidRPr="0067752F">
        <w:tab/>
      </w:r>
      <w:r w:rsidRPr="0067752F">
        <w:rPr>
          <w:sz w:val="24"/>
          <w:szCs w:val="24"/>
        </w:rPr>
        <w:tab/>
      </w:r>
      <w:r w:rsidRPr="004468C2">
        <w:rPr>
          <w:rStyle w:val="FootnoteReference"/>
          <w:sz w:val="16"/>
          <w:szCs w:val="16"/>
          <w:vertAlign w:val="baseline"/>
        </w:rPr>
        <w:t>**</w:t>
      </w:r>
      <w:r w:rsidRPr="0067752F">
        <w:tab/>
        <w:t xml:space="preserve">For reasons of economy, delegates </w:t>
      </w:r>
      <w:proofErr w:type="gramStart"/>
      <w:r w:rsidRPr="0067752F">
        <w:t>are requested</w:t>
      </w:r>
      <w:proofErr w:type="gramEnd"/>
      <w:r w:rsidRPr="0067752F">
        <w:t xml:space="preserve"> to bring copies of all relevant documents to the session. There will be no documentation available in the conference room. Before the session, documents </w:t>
      </w:r>
      <w:proofErr w:type="gramStart"/>
      <w:r w:rsidRPr="0067752F">
        <w:t>may be downloaded</w:t>
      </w:r>
      <w:proofErr w:type="gramEnd"/>
      <w:r w:rsidRPr="0067752F">
        <w:t xml:space="preserve"> from the UNECE Transport Division's website &lt;</w:t>
      </w:r>
      <w:hyperlink r:id="rId1" w:history="1">
        <w:r w:rsidRPr="0067752F">
          <w:rPr>
            <w:rStyle w:val="Hyperlink"/>
            <w:lang w:val="en-US"/>
          </w:rPr>
          <w:t>www.unece.org/trans/main/wp11/wp112017.html</w:t>
        </w:r>
      </w:hyperlink>
      <w:r w:rsidRPr="0067752F">
        <w:t xml:space="preserve">&gt;. During the session, official documents </w:t>
      </w:r>
      <w:proofErr w:type="gramStart"/>
      <w:r w:rsidRPr="0067752F">
        <w:t>may be obtained</w:t>
      </w:r>
      <w:proofErr w:type="gramEnd"/>
      <w:r w:rsidRPr="0067752F">
        <w:t xml:space="preserve"> from the UNOG Documents Distribution Section (Room C.337, third floor, </w:t>
      </w:r>
      <w:proofErr w:type="spellStart"/>
      <w:r w:rsidRPr="0067752F">
        <w:t>Palais</w:t>
      </w:r>
      <w:proofErr w:type="spellEnd"/>
      <w:r w:rsidRPr="0067752F">
        <w:t xml:space="preserve"> des Nations).</w:t>
      </w:r>
    </w:p>
  </w:footnote>
  <w:footnote w:id="4">
    <w:p w:rsidR="001954FC" w:rsidRDefault="001954FC" w:rsidP="001954FC">
      <w:pPr>
        <w:pStyle w:val="FootnoteText"/>
        <w:rPr>
          <w:sz w:val="24"/>
          <w:szCs w:val="24"/>
        </w:rPr>
      </w:pPr>
      <w:r w:rsidRPr="0067752F">
        <w:tab/>
      </w:r>
      <w:r w:rsidRPr="0067752F">
        <w:tab/>
      </w:r>
      <w:r w:rsidRPr="004468C2">
        <w:rPr>
          <w:rStyle w:val="FootnoteReference"/>
          <w:sz w:val="16"/>
          <w:szCs w:val="16"/>
          <w:vertAlign w:val="baseline"/>
        </w:rPr>
        <w:t>***</w:t>
      </w:r>
      <w:r w:rsidRPr="0067752F">
        <w:rPr>
          <w:sz w:val="24"/>
          <w:szCs w:val="24"/>
        </w:rPr>
        <w:tab/>
      </w:r>
      <w:r w:rsidR="000E2C92" w:rsidRPr="0067752F">
        <w:t>D</w:t>
      </w:r>
      <w:r w:rsidRPr="0067752F">
        <w:t>elegates are requested to register online using the new registration system on the UNECE websit</w:t>
      </w:r>
      <w:r w:rsidRPr="0067752F">
        <w:rPr>
          <w:szCs w:val="18"/>
        </w:rPr>
        <w:t>e (</w:t>
      </w:r>
      <w:hyperlink r:id="rId2" w:history="1">
        <w:r w:rsidR="000E2C92" w:rsidRPr="0067752F">
          <w:rPr>
            <w:color w:val="0000FF"/>
            <w:szCs w:val="18"/>
          </w:rPr>
          <w:t>https://www2.unece.org/uncdb/app/ext/meeting-registration?id=KxkNu1</w:t>
        </w:r>
      </w:hyperlink>
      <w:r w:rsidRPr="0067752F">
        <w:rPr>
          <w:szCs w:val="18"/>
        </w:rPr>
        <w:t xml:space="preserve">). Upon </w:t>
      </w:r>
      <w:r w:rsidRPr="0067752F">
        <w:t xml:space="preserve">arrival at the </w:t>
      </w:r>
      <w:proofErr w:type="spellStart"/>
      <w:r w:rsidRPr="0067752F">
        <w:t>Palais</w:t>
      </w:r>
      <w:proofErr w:type="spellEnd"/>
      <w:r w:rsidRPr="0067752F">
        <w:t xml:space="preserve"> des Nations, delegates should obtain an identification badge at the UNOG Security and Safety Section, located at the </w:t>
      </w:r>
      <w:proofErr w:type="spellStart"/>
      <w:r w:rsidRPr="0067752F">
        <w:t>Pregny</w:t>
      </w:r>
      <w:proofErr w:type="spellEnd"/>
      <w:r w:rsidRPr="0067752F">
        <w:t xml:space="preserve"> Gate (14, Avenue de la </w:t>
      </w:r>
      <w:proofErr w:type="spellStart"/>
      <w:r w:rsidRPr="0067752F">
        <w:t>Paix</w:t>
      </w:r>
      <w:proofErr w:type="spellEnd"/>
      <w:r w:rsidRPr="0067752F">
        <w:t xml:space="preserve">). In case of difficulty, please contact the secretariat by telephone (ext. </w:t>
      </w:r>
      <w:r w:rsidR="00241102" w:rsidRPr="0067752F">
        <w:t>7</w:t>
      </w:r>
      <w:r w:rsidR="00241102">
        <w:t>2977</w:t>
      </w:r>
      <w:r w:rsidRPr="0067752F">
        <w:t>) or by e-mail (</w:t>
      </w:r>
      <w:r w:rsidR="0067752F">
        <w:t>Marie-Claude.Collet</w:t>
      </w:r>
      <w:r w:rsidRPr="0067752F">
        <w:t xml:space="preserve">@unece.org). For a map of the </w:t>
      </w:r>
      <w:proofErr w:type="spellStart"/>
      <w:r w:rsidRPr="0067752F">
        <w:t>Palais</w:t>
      </w:r>
      <w:proofErr w:type="spellEnd"/>
      <w:r w:rsidRPr="0067752F">
        <w:t xml:space="preserve"> des Nations and other useful information, see the website (www.unece.org/meetings/practical.htm).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E8E" w:rsidRPr="00AA480B" w:rsidRDefault="00C6783B">
    <w:pPr>
      <w:pStyle w:val="Header"/>
    </w:pPr>
    <w:r>
      <w:t>ECE/TRANS/WP.11/</w:t>
    </w:r>
    <w:r w:rsidR="00330811">
      <w:t>236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E8E" w:rsidRPr="00AA480B" w:rsidRDefault="00E14E8E" w:rsidP="00AA480B">
    <w:pPr>
      <w:pStyle w:val="Header"/>
      <w:jc w:val="right"/>
    </w:pPr>
    <w:r>
      <w:t>ECE/TRANS/WP.15/AC.2/35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5">
    <w:nsid w:val="2C277CC6"/>
    <w:multiLevelType w:val="hybridMultilevel"/>
    <w:tmpl w:val="916C85F4"/>
    <w:lvl w:ilvl="0" w:tplc="2A6014DC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3A57F26"/>
    <w:multiLevelType w:val="hybridMultilevel"/>
    <w:tmpl w:val="4656D04C"/>
    <w:lvl w:ilvl="0" w:tplc="F5404A20">
      <w:start w:val="2"/>
      <w:numFmt w:val="lowerLetter"/>
      <w:lvlText w:val="(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9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ED74C0F"/>
    <w:multiLevelType w:val="hybridMultilevel"/>
    <w:tmpl w:val="B8A4E85E"/>
    <w:lvl w:ilvl="0" w:tplc="7BBC7518">
      <w:start w:val="1"/>
      <w:numFmt w:val="lowerLetter"/>
      <w:lvlText w:val="(%1)"/>
      <w:lvlJc w:val="left"/>
      <w:pPr>
        <w:tabs>
          <w:tab w:val="num" w:pos="1365"/>
        </w:tabs>
        <w:ind w:left="1365" w:hanging="645"/>
      </w:pPr>
      <w:rPr>
        <w:rFonts w:hint="default"/>
      </w:rPr>
    </w:lvl>
    <w:lvl w:ilvl="1" w:tplc="0414B624">
      <w:start w:val="10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3"/>
  </w:num>
  <w:num w:numId="13">
    <w:abstractNumId w:val="10"/>
  </w:num>
  <w:num w:numId="14">
    <w:abstractNumId w:val="11"/>
  </w:num>
  <w:num w:numId="15">
    <w:abstractNumId w:val="17"/>
  </w:num>
  <w:num w:numId="16">
    <w:abstractNumId w:val="12"/>
  </w:num>
  <w:num w:numId="17">
    <w:abstractNumId w:val="19"/>
  </w:num>
  <w:num w:numId="18">
    <w:abstractNumId w:val="20"/>
  </w:num>
  <w:num w:numId="19">
    <w:abstractNumId w:val="14"/>
  </w:num>
  <w:num w:numId="20">
    <w:abstractNumId w:val="21"/>
  </w:num>
  <w:num w:numId="21">
    <w:abstractNumId w:val="15"/>
  </w:num>
  <w:num w:numId="22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fr-FR" w:vendorID="64" w:dllVersion="131078" w:nlCheck="1" w:checkStyle="1"/>
  <w:activeWritingStyle w:appName="MSWord" w:lang="en-US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80B"/>
    <w:rsid w:val="0000106D"/>
    <w:rsid w:val="00002A7D"/>
    <w:rsid w:val="000038A8"/>
    <w:rsid w:val="00006790"/>
    <w:rsid w:val="00027624"/>
    <w:rsid w:val="00050F6B"/>
    <w:rsid w:val="000678CD"/>
    <w:rsid w:val="00072C8C"/>
    <w:rsid w:val="00073037"/>
    <w:rsid w:val="00081CE0"/>
    <w:rsid w:val="00084D30"/>
    <w:rsid w:val="00090320"/>
    <w:rsid w:val="000931C0"/>
    <w:rsid w:val="000A2E09"/>
    <w:rsid w:val="000B175B"/>
    <w:rsid w:val="000B3A0F"/>
    <w:rsid w:val="000C284A"/>
    <w:rsid w:val="000D79EE"/>
    <w:rsid w:val="000E0415"/>
    <w:rsid w:val="000E2295"/>
    <w:rsid w:val="000E2C92"/>
    <w:rsid w:val="000F7715"/>
    <w:rsid w:val="001446C4"/>
    <w:rsid w:val="00145110"/>
    <w:rsid w:val="00156B99"/>
    <w:rsid w:val="0016216E"/>
    <w:rsid w:val="00166124"/>
    <w:rsid w:val="00184DDA"/>
    <w:rsid w:val="001900CD"/>
    <w:rsid w:val="001954FC"/>
    <w:rsid w:val="00197531"/>
    <w:rsid w:val="001A0452"/>
    <w:rsid w:val="001B4B04"/>
    <w:rsid w:val="001B5875"/>
    <w:rsid w:val="001C0CF0"/>
    <w:rsid w:val="001C4B9C"/>
    <w:rsid w:val="001C6663"/>
    <w:rsid w:val="001C7895"/>
    <w:rsid w:val="001D26DF"/>
    <w:rsid w:val="001F1599"/>
    <w:rsid w:val="001F19C4"/>
    <w:rsid w:val="001F2DF4"/>
    <w:rsid w:val="002043F0"/>
    <w:rsid w:val="00206DBF"/>
    <w:rsid w:val="00211E0B"/>
    <w:rsid w:val="00232575"/>
    <w:rsid w:val="00241102"/>
    <w:rsid w:val="00247258"/>
    <w:rsid w:val="00257CAC"/>
    <w:rsid w:val="0027237A"/>
    <w:rsid w:val="00272F0D"/>
    <w:rsid w:val="00282C30"/>
    <w:rsid w:val="002974E9"/>
    <w:rsid w:val="002A7F94"/>
    <w:rsid w:val="002B109A"/>
    <w:rsid w:val="002C0BE3"/>
    <w:rsid w:val="002C6D45"/>
    <w:rsid w:val="002D0C28"/>
    <w:rsid w:val="002D6A8D"/>
    <w:rsid w:val="002D6E53"/>
    <w:rsid w:val="002F046D"/>
    <w:rsid w:val="00301764"/>
    <w:rsid w:val="0031079E"/>
    <w:rsid w:val="003229D8"/>
    <w:rsid w:val="00326D56"/>
    <w:rsid w:val="003303E0"/>
    <w:rsid w:val="00330811"/>
    <w:rsid w:val="00334B90"/>
    <w:rsid w:val="00336C97"/>
    <w:rsid w:val="00337F88"/>
    <w:rsid w:val="00342432"/>
    <w:rsid w:val="0035223F"/>
    <w:rsid w:val="00352D4B"/>
    <w:rsid w:val="0035638C"/>
    <w:rsid w:val="00372BF7"/>
    <w:rsid w:val="00381239"/>
    <w:rsid w:val="00393073"/>
    <w:rsid w:val="003933B0"/>
    <w:rsid w:val="003A46BB"/>
    <w:rsid w:val="003A4EC7"/>
    <w:rsid w:val="003A7295"/>
    <w:rsid w:val="003B1F60"/>
    <w:rsid w:val="003C2CC4"/>
    <w:rsid w:val="003C7B34"/>
    <w:rsid w:val="003D4B23"/>
    <w:rsid w:val="003E278A"/>
    <w:rsid w:val="00413520"/>
    <w:rsid w:val="00421F85"/>
    <w:rsid w:val="004325CB"/>
    <w:rsid w:val="00436226"/>
    <w:rsid w:val="00440A07"/>
    <w:rsid w:val="00442EFF"/>
    <w:rsid w:val="004468C2"/>
    <w:rsid w:val="00446C53"/>
    <w:rsid w:val="004537FB"/>
    <w:rsid w:val="00461E81"/>
    <w:rsid w:val="00462880"/>
    <w:rsid w:val="00464D8E"/>
    <w:rsid w:val="00476F24"/>
    <w:rsid w:val="004A291E"/>
    <w:rsid w:val="004C032F"/>
    <w:rsid w:val="004C55B0"/>
    <w:rsid w:val="004D50B6"/>
    <w:rsid w:val="004E689B"/>
    <w:rsid w:val="004F6BA0"/>
    <w:rsid w:val="005006EE"/>
    <w:rsid w:val="00503BEA"/>
    <w:rsid w:val="00507030"/>
    <w:rsid w:val="00511975"/>
    <w:rsid w:val="00523535"/>
    <w:rsid w:val="00533616"/>
    <w:rsid w:val="00535ABA"/>
    <w:rsid w:val="0053768B"/>
    <w:rsid w:val="005420F2"/>
    <w:rsid w:val="0054285C"/>
    <w:rsid w:val="00552B88"/>
    <w:rsid w:val="00565251"/>
    <w:rsid w:val="00584173"/>
    <w:rsid w:val="00584474"/>
    <w:rsid w:val="00593087"/>
    <w:rsid w:val="00594C02"/>
    <w:rsid w:val="00595520"/>
    <w:rsid w:val="005A2E33"/>
    <w:rsid w:val="005A44B9"/>
    <w:rsid w:val="005B1BA0"/>
    <w:rsid w:val="005B3DB3"/>
    <w:rsid w:val="005B4465"/>
    <w:rsid w:val="005D15CA"/>
    <w:rsid w:val="005F3066"/>
    <w:rsid w:val="005F3E61"/>
    <w:rsid w:val="00604DDD"/>
    <w:rsid w:val="0060697D"/>
    <w:rsid w:val="006115CC"/>
    <w:rsid w:val="00611FC4"/>
    <w:rsid w:val="006176FB"/>
    <w:rsid w:val="00617FF6"/>
    <w:rsid w:val="00630FCB"/>
    <w:rsid w:val="00640B26"/>
    <w:rsid w:val="00643B89"/>
    <w:rsid w:val="00663D62"/>
    <w:rsid w:val="006714F0"/>
    <w:rsid w:val="006770B2"/>
    <w:rsid w:val="0067752F"/>
    <w:rsid w:val="006940E1"/>
    <w:rsid w:val="006A3C72"/>
    <w:rsid w:val="006A7392"/>
    <w:rsid w:val="006B03A1"/>
    <w:rsid w:val="006B67D9"/>
    <w:rsid w:val="006C45D4"/>
    <w:rsid w:val="006C5535"/>
    <w:rsid w:val="006D0589"/>
    <w:rsid w:val="006E564B"/>
    <w:rsid w:val="006E7154"/>
    <w:rsid w:val="006F7546"/>
    <w:rsid w:val="007003CD"/>
    <w:rsid w:val="0070701E"/>
    <w:rsid w:val="0070736C"/>
    <w:rsid w:val="00720B74"/>
    <w:rsid w:val="007251A8"/>
    <w:rsid w:val="0072632A"/>
    <w:rsid w:val="007358E8"/>
    <w:rsid w:val="00736ECE"/>
    <w:rsid w:val="0074533B"/>
    <w:rsid w:val="00757974"/>
    <w:rsid w:val="007643BC"/>
    <w:rsid w:val="007959FE"/>
    <w:rsid w:val="007A0CF1"/>
    <w:rsid w:val="007B6B0A"/>
    <w:rsid w:val="007B6BA5"/>
    <w:rsid w:val="007B78C3"/>
    <w:rsid w:val="007C0D38"/>
    <w:rsid w:val="007C3390"/>
    <w:rsid w:val="007C42D8"/>
    <w:rsid w:val="007C4F4B"/>
    <w:rsid w:val="007D3B67"/>
    <w:rsid w:val="007D7362"/>
    <w:rsid w:val="007E5F90"/>
    <w:rsid w:val="007F14ED"/>
    <w:rsid w:val="007F5683"/>
    <w:rsid w:val="007F5CE2"/>
    <w:rsid w:val="007F6611"/>
    <w:rsid w:val="00810BAC"/>
    <w:rsid w:val="008112D8"/>
    <w:rsid w:val="00812479"/>
    <w:rsid w:val="008175E9"/>
    <w:rsid w:val="008242D7"/>
    <w:rsid w:val="0082577B"/>
    <w:rsid w:val="00841FEB"/>
    <w:rsid w:val="008645E3"/>
    <w:rsid w:val="00866893"/>
    <w:rsid w:val="00866F02"/>
    <w:rsid w:val="00867D18"/>
    <w:rsid w:val="00871F9A"/>
    <w:rsid w:val="00871FD5"/>
    <w:rsid w:val="0088172E"/>
    <w:rsid w:val="00881EFA"/>
    <w:rsid w:val="00885B40"/>
    <w:rsid w:val="008879CB"/>
    <w:rsid w:val="00896084"/>
    <w:rsid w:val="008979B1"/>
    <w:rsid w:val="00897BE7"/>
    <w:rsid w:val="008A1256"/>
    <w:rsid w:val="008A6B25"/>
    <w:rsid w:val="008A6C4F"/>
    <w:rsid w:val="008B389E"/>
    <w:rsid w:val="008C05BD"/>
    <w:rsid w:val="008D045E"/>
    <w:rsid w:val="008D0E91"/>
    <w:rsid w:val="008D3F25"/>
    <w:rsid w:val="008D4D82"/>
    <w:rsid w:val="008D7010"/>
    <w:rsid w:val="008E0E46"/>
    <w:rsid w:val="008E7116"/>
    <w:rsid w:val="008F143B"/>
    <w:rsid w:val="008F3882"/>
    <w:rsid w:val="008F3C4C"/>
    <w:rsid w:val="008F4B7C"/>
    <w:rsid w:val="009102C5"/>
    <w:rsid w:val="009112D3"/>
    <w:rsid w:val="00914E54"/>
    <w:rsid w:val="00915921"/>
    <w:rsid w:val="0092092F"/>
    <w:rsid w:val="00922A56"/>
    <w:rsid w:val="00926E47"/>
    <w:rsid w:val="00947162"/>
    <w:rsid w:val="00952D15"/>
    <w:rsid w:val="009610D0"/>
    <w:rsid w:val="0096375C"/>
    <w:rsid w:val="009662E6"/>
    <w:rsid w:val="0097095E"/>
    <w:rsid w:val="0098528D"/>
    <w:rsid w:val="0098592B"/>
    <w:rsid w:val="00985FC4"/>
    <w:rsid w:val="00990766"/>
    <w:rsid w:val="00991261"/>
    <w:rsid w:val="009964C4"/>
    <w:rsid w:val="009A7B81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2111"/>
    <w:rsid w:val="00A12653"/>
    <w:rsid w:val="00A12DC1"/>
    <w:rsid w:val="00A1704A"/>
    <w:rsid w:val="00A3351B"/>
    <w:rsid w:val="00A425EB"/>
    <w:rsid w:val="00A72F22"/>
    <w:rsid w:val="00A733BC"/>
    <w:rsid w:val="00A748A6"/>
    <w:rsid w:val="00A76A69"/>
    <w:rsid w:val="00A80692"/>
    <w:rsid w:val="00A879A4"/>
    <w:rsid w:val="00AA0FF8"/>
    <w:rsid w:val="00AA480B"/>
    <w:rsid w:val="00AA6445"/>
    <w:rsid w:val="00AC0F2C"/>
    <w:rsid w:val="00AC502A"/>
    <w:rsid w:val="00AC756F"/>
    <w:rsid w:val="00AF58C1"/>
    <w:rsid w:val="00B01F4C"/>
    <w:rsid w:val="00B0455D"/>
    <w:rsid w:val="00B04A3F"/>
    <w:rsid w:val="00B06643"/>
    <w:rsid w:val="00B15055"/>
    <w:rsid w:val="00B232BB"/>
    <w:rsid w:val="00B30179"/>
    <w:rsid w:val="00B37B15"/>
    <w:rsid w:val="00B44F5C"/>
    <w:rsid w:val="00B45C02"/>
    <w:rsid w:val="00B4743D"/>
    <w:rsid w:val="00B65A88"/>
    <w:rsid w:val="00B7104E"/>
    <w:rsid w:val="00B72A1E"/>
    <w:rsid w:val="00B752BB"/>
    <w:rsid w:val="00B81E12"/>
    <w:rsid w:val="00BA339B"/>
    <w:rsid w:val="00BC13FD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6D3A"/>
    <w:rsid w:val="00C044E2"/>
    <w:rsid w:val="00C048CB"/>
    <w:rsid w:val="00C066F3"/>
    <w:rsid w:val="00C463DD"/>
    <w:rsid w:val="00C55EF1"/>
    <w:rsid w:val="00C62C35"/>
    <w:rsid w:val="00C64332"/>
    <w:rsid w:val="00C6783B"/>
    <w:rsid w:val="00C745C3"/>
    <w:rsid w:val="00C87EC7"/>
    <w:rsid w:val="00C90E60"/>
    <w:rsid w:val="00CA24A4"/>
    <w:rsid w:val="00CB348D"/>
    <w:rsid w:val="00CB5D38"/>
    <w:rsid w:val="00CC1E99"/>
    <w:rsid w:val="00CC3F47"/>
    <w:rsid w:val="00CD07DA"/>
    <w:rsid w:val="00CD46F5"/>
    <w:rsid w:val="00CE4A8F"/>
    <w:rsid w:val="00CF071D"/>
    <w:rsid w:val="00D145DD"/>
    <w:rsid w:val="00D15B04"/>
    <w:rsid w:val="00D164A5"/>
    <w:rsid w:val="00D2031B"/>
    <w:rsid w:val="00D25FE2"/>
    <w:rsid w:val="00D27B3F"/>
    <w:rsid w:val="00D32CDE"/>
    <w:rsid w:val="00D37DA9"/>
    <w:rsid w:val="00D406A7"/>
    <w:rsid w:val="00D43252"/>
    <w:rsid w:val="00D44D86"/>
    <w:rsid w:val="00D50B7D"/>
    <w:rsid w:val="00D512F6"/>
    <w:rsid w:val="00D52012"/>
    <w:rsid w:val="00D704E5"/>
    <w:rsid w:val="00D719F7"/>
    <w:rsid w:val="00D72727"/>
    <w:rsid w:val="00D86549"/>
    <w:rsid w:val="00D978C6"/>
    <w:rsid w:val="00DA0956"/>
    <w:rsid w:val="00DA357F"/>
    <w:rsid w:val="00DA3E12"/>
    <w:rsid w:val="00DB2822"/>
    <w:rsid w:val="00DB2F20"/>
    <w:rsid w:val="00DC18AD"/>
    <w:rsid w:val="00DC5082"/>
    <w:rsid w:val="00DF38BF"/>
    <w:rsid w:val="00DF4AC8"/>
    <w:rsid w:val="00DF6F38"/>
    <w:rsid w:val="00DF7CAE"/>
    <w:rsid w:val="00E026C5"/>
    <w:rsid w:val="00E0606A"/>
    <w:rsid w:val="00E14E8E"/>
    <w:rsid w:val="00E423C0"/>
    <w:rsid w:val="00E6414C"/>
    <w:rsid w:val="00E7260F"/>
    <w:rsid w:val="00E8702D"/>
    <w:rsid w:val="00E916A9"/>
    <w:rsid w:val="00E916DE"/>
    <w:rsid w:val="00E925AD"/>
    <w:rsid w:val="00E96630"/>
    <w:rsid w:val="00EC0029"/>
    <w:rsid w:val="00ED18DC"/>
    <w:rsid w:val="00ED6201"/>
    <w:rsid w:val="00ED7A2A"/>
    <w:rsid w:val="00EE73FF"/>
    <w:rsid w:val="00EF1D7F"/>
    <w:rsid w:val="00EF2AF0"/>
    <w:rsid w:val="00EF40C8"/>
    <w:rsid w:val="00F0137E"/>
    <w:rsid w:val="00F21786"/>
    <w:rsid w:val="00F22287"/>
    <w:rsid w:val="00F3742B"/>
    <w:rsid w:val="00F41FDB"/>
    <w:rsid w:val="00F4531E"/>
    <w:rsid w:val="00F507EC"/>
    <w:rsid w:val="00F56D63"/>
    <w:rsid w:val="00F609A9"/>
    <w:rsid w:val="00F664E1"/>
    <w:rsid w:val="00F776E9"/>
    <w:rsid w:val="00F80C99"/>
    <w:rsid w:val="00F867EC"/>
    <w:rsid w:val="00F91B2B"/>
    <w:rsid w:val="00F9239B"/>
    <w:rsid w:val="00FA47FF"/>
    <w:rsid w:val="00FB0F8C"/>
    <w:rsid w:val="00FC03CD"/>
    <w:rsid w:val="00FC0646"/>
    <w:rsid w:val="00FC68B7"/>
    <w:rsid w:val="00FD0AA2"/>
    <w:rsid w:val="00FD3095"/>
    <w:rsid w:val="00FE021A"/>
    <w:rsid w:val="00FE14EE"/>
    <w:rsid w:val="00FE4152"/>
    <w:rsid w:val="00FE6985"/>
    <w:rsid w:val="00FF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E925AD"/>
    <w:rPr>
      <w:color w:val="auto"/>
      <w:u w:val="none"/>
    </w:rPr>
  </w:style>
  <w:style w:type="paragraph" w:customStyle="1" w:styleId="N1">
    <w:name w:val="N1"/>
    <w:basedOn w:val="Normal"/>
    <w:rsid w:val="00D32CDE"/>
    <w:pPr>
      <w:widowControl w:val="0"/>
      <w:tabs>
        <w:tab w:val="left" w:pos="-340"/>
        <w:tab w:val="left" w:pos="284"/>
        <w:tab w:val="left" w:pos="454"/>
        <w:tab w:val="left" w:pos="680"/>
        <w:tab w:val="left" w:pos="1418"/>
      </w:tabs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sz w:val="22"/>
      <w:lang w:val="nl-NL"/>
    </w:rPr>
  </w:style>
  <w:style w:type="paragraph" w:customStyle="1" w:styleId="Rom2">
    <w:name w:val="Rom2"/>
    <w:basedOn w:val="Normal"/>
    <w:rsid w:val="00A12111"/>
    <w:pPr>
      <w:numPr>
        <w:numId w:val="19"/>
      </w:numPr>
      <w:suppressAutoHyphens w:val="0"/>
      <w:spacing w:after="240" w:line="240" w:lineRule="auto"/>
    </w:pPr>
    <w:rPr>
      <w:sz w:val="24"/>
    </w:rPr>
  </w:style>
  <w:style w:type="paragraph" w:styleId="BodyTextIndent">
    <w:name w:val="Body Text Indent"/>
    <w:basedOn w:val="Normal"/>
    <w:rsid w:val="00A12111"/>
    <w:pPr>
      <w:tabs>
        <w:tab w:val="left" w:pos="6066"/>
        <w:tab w:val="left" w:pos="9356"/>
      </w:tabs>
      <w:suppressAutoHyphens w:val="0"/>
      <w:spacing w:line="240" w:lineRule="auto"/>
      <w:ind w:left="-284"/>
    </w:pPr>
    <w:rPr>
      <w:sz w:val="24"/>
    </w:rPr>
  </w:style>
  <w:style w:type="paragraph" w:styleId="BalloonText">
    <w:name w:val="Balloon Text"/>
    <w:basedOn w:val="Normal"/>
    <w:link w:val="BalloonTextChar"/>
    <w:rsid w:val="005070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7030"/>
    <w:rPr>
      <w:rFonts w:ascii="Tahoma" w:hAnsi="Tahoma" w:cs="Tahoma"/>
      <w:sz w:val="16"/>
      <w:szCs w:val="16"/>
      <w:lang w:val="en-GB"/>
    </w:rPr>
  </w:style>
  <w:style w:type="character" w:customStyle="1" w:styleId="FootnoteTextChar">
    <w:name w:val="Footnote Text Char"/>
    <w:aliases w:val="5_G Char"/>
    <w:basedOn w:val="DefaultParagraphFont"/>
    <w:link w:val="FootnoteText"/>
    <w:locked/>
    <w:rsid w:val="001954FC"/>
    <w:rPr>
      <w:sz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E925AD"/>
    <w:rPr>
      <w:color w:val="auto"/>
      <w:u w:val="none"/>
    </w:rPr>
  </w:style>
  <w:style w:type="paragraph" w:customStyle="1" w:styleId="N1">
    <w:name w:val="N1"/>
    <w:basedOn w:val="Normal"/>
    <w:rsid w:val="00D32CDE"/>
    <w:pPr>
      <w:widowControl w:val="0"/>
      <w:tabs>
        <w:tab w:val="left" w:pos="-340"/>
        <w:tab w:val="left" w:pos="284"/>
        <w:tab w:val="left" w:pos="454"/>
        <w:tab w:val="left" w:pos="680"/>
        <w:tab w:val="left" w:pos="1418"/>
      </w:tabs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sz w:val="22"/>
      <w:lang w:val="nl-NL"/>
    </w:rPr>
  </w:style>
  <w:style w:type="paragraph" w:customStyle="1" w:styleId="Rom2">
    <w:name w:val="Rom2"/>
    <w:basedOn w:val="Normal"/>
    <w:rsid w:val="00A12111"/>
    <w:pPr>
      <w:numPr>
        <w:numId w:val="19"/>
      </w:numPr>
      <w:suppressAutoHyphens w:val="0"/>
      <w:spacing w:after="240" w:line="240" w:lineRule="auto"/>
    </w:pPr>
    <w:rPr>
      <w:sz w:val="24"/>
    </w:rPr>
  </w:style>
  <w:style w:type="paragraph" w:styleId="BodyTextIndent">
    <w:name w:val="Body Text Indent"/>
    <w:basedOn w:val="Normal"/>
    <w:rsid w:val="00A12111"/>
    <w:pPr>
      <w:tabs>
        <w:tab w:val="left" w:pos="6066"/>
        <w:tab w:val="left" w:pos="9356"/>
      </w:tabs>
      <w:suppressAutoHyphens w:val="0"/>
      <w:spacing w:line="240" w:lineRule="auto"/>
      <w:ind w:left="-284"/>
    </w:pPr>
    <w:rPr>
      <w:sz w:val="24"/>
    </w:rPr>
  </w:style>
  <w:style w:type="paragraph" w:styleId="BalloonText">
    <w:name w:val="Balloon Text"/>
    <w:basedOn w:val="Normal"/>
    <w:link w:val="BalloonTextChar"/>
    <w:rsid w:val="005070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7030"/>
    <w:rPr>
      <w:rFonts w:ascii="Tahoma" w:hAnsi="Tahoma" w:cs="Tahoma"/>
      <w:sz w:val="16"/>
      <w:szCs w:val="16"/>
      <w:lang w:val="en-GB"/>
    </w:rPr>
  </w:style>
  <w:style w:type="character" w:customStyle="1" w:styleId="FootnoteTextChar">
    <w:name w:val="Footnote Text Char"/>
    <w:aliases w:val="5_G Char"/>
    <w:basedOn w:val="DefaultParagraphFont"/>
    <w:link w:val="FootnoteText"/>
    <w:locked/>
    <w:rsid w:val="001954FC"/>
    <w:rPr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8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2.unece.org/uncdb/app/ext/meeting-registration?id=KxkNu1" TargetMode="External"/><Relationship Id="rId1" Type="http://schemas.openxmlformats.org/officeDocument/2006/relationships/hyperlink" Target="http://www.unece.org/trans/main/wp11/wp112017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llet\Templates\ECE+PlainPage\EC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ECE_E</Template>
  <TotalTime>5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1695</CharactersWithSpaces>
  <SharedDoc>false</SharedDoc>
  <HLinks>
    <vt:vector size="12" baseType="variant">
      <vt:variant>
        <vt:i4>3538994</vt:i4>
      </vt:variant>
      <vt:variant>
        <vt:i4>3</vt:i4>
      </vt:variant>
      <vt:variant>
        <vt:i4>0</vt:i4>
      </vt:variant>
      <vt:variant>
        <vt:i4>5</vt:i4>
      </vt:variant>
      <vt:variant>
        <vt:lpwstr>https://www2.unece.org/uncdb/app/ext/meeting-registration?id=ZSZd9e</vt:lpwstr>
      </vt:variant>
      <vt:variant>
        <vt:lpwstr/>
      </vt:variant>
      <vt:variant>
        <vt:i4>2687034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http://www.unece.org/trans/main/wp11/wp112015.html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ECE-ADN-36-Add.1</cp:lastModifiedBy>
  <cp:revision>7</cp:revision>
  <cp:lastPrinted>2017-06-27T13:15:00Z</cp:lastPrinted>
  <dcterms:created xsi:type="dcterms:W3CDTF">2017-06-27T12:27:00Z</dcterms:created>
  <dcterms:modified xsi:type="dcterms:W3CDTF">2017-06-29T09:18:00Z</dcterms:modified>
</cp:coreProperties>
</file>