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037EE4" w:rsidTr="009E6CB7">
        <w:trPr>
          <w:cantSplit/>
          <w:trHeight w:hRule="exact" w:val="851"/>
        </w:trPr>
        <w:tc>
          <w:tcPr>
            <w:tcW w:w="1276" w:type="dxa"/>
            <w:tcBorders>
              <w:bottom w:val="single" w:sz="4" w:space="0" w:color="auto"/>
            </w:tcBorders>
            <w:vAlign w:val="bottom"/>
          </w:tcPr>
          <w:p w:rsidR="009E6CB7" w:rsidRPr="00037EE4" w:rsidRDefault="009E6CB7" w:rsidP="009E6CB7">
            <w:pPr>
              <w:spacing w:after="80"/>
            </w:pPr>
          </w:p>
        </w:tc>
        <w:tc>
          <w:tcPr>
            <w:tcW w:w="2268" w:type="dxa"/>
            <w:tcBorders>
              <w:bottom w:val="single" w:sz="4" w:space="0" w:color="auto"/>
            </w:tcBorders>
            <w:vAlign w:val="bottom"/>
          </w:tcPr>
          <w:p w:rsidR="009E6CB7" w:rsidRPr="00037EE4" w:rsidRDefault="009E6CB7" w:rsidP="009E6CB7">
            <w:pPr>
              <w:spacing w:after="80" w:line="300" w:lineRule="exact"/>
              <w:rPr>
                <w:b/>
                <w:sz w:val="24"/>
                <w:szCs w:val="24"/>
              </w:rPr>
            </w:pPr>
            <w:r w:rsidRPr="00037EE4">
              <w:rPr>
                <w:sz w:val="28"/>
                <w:szCs w:val="28"/>
              </w:rPr>
              <w:t>United Nations</w:t>
            </w:r>
          </w:p>
        </w:tc>
        <w:tc>
          <w:tcPr>
            <w:tcW w:w="6095" w:type="dxa"/>
            <w:gridSpan w:val="2"/>
            <w:tcBorders>
              <w:bottom w:val="single" w:sz="4" w:space="0" w:color="auto"/>
            </w:tcBorders>
            <w:vAlign w:val="bottom"/>
          </w:tcPr>
          <w:p w:rsidR="009E6CB7" w:rsidRPr="00037EE4" w:rsidRDefault="003A5F98" w:rsidP="000B3800">
            <w:pPr>
              <w:jc w:val="right"/>
            </w:pPr>
            <w:r w:rsidRPr="00037EE4">
              <w:rPr>
                <w:sz w:val="40"/>
              </w:rPr>
              <w:t>ECE</w:t>
            </w:r>
            <w:r w:rsidRPr="00037EE4">
              <w:t>/TRANS/201</w:t>
            </w:r>
            <w:r w:rsidR="006C1223" w:rsidRPr="00037EE4">
              <w:t>7</w:t>
            </w:r>
            <w:r w:rsidRPr="00037EE4">
              <w:t>/</w:t>
            </w:r>
            <w:r w:rsidR="00F347AD" w:rsidRPr="00037EE4">
              <w:t>8</w:t>
            </w:r>
          </w:p>
        </w:tc>
      </w:tr>
      <w:tr w:rsidR="009E6CB7" w:rsidRPr="00037EE4" w:rsidTr="009E6CB7">
        <w:trPr>
          <w:cantSplit/>
          <w:trHeight w:hRule="exact" w:val="2835"/>
        </w:trPr>
        <w:tc>
          <w:tcPr>
            <w:tcW w:w="1276" w:type="dxa"/>
            <w:tcBorders>
              <w:top w:val="single" w:sz="4" w:space="0" w:color="auto"/>
              <w:bottom w:val="single" w:sz="12" w:space="0" w:color="auto"/>
            </w:tcBorders>
          </w:tcPr>
          <w:p w:rsidR="009E6CB7" w:rsidRPr="00037EE4" w:rsidRDefault="00BC7F91" w:rsidP="009E6CB7">
            <w:pPr>
              <w:spacing w:before="120"/>
            </w:pPr>
            <w:r w:rsidRPr="00BB558B">
              <w:rPr>
                <w:noProof/>
                <w:lang w:val="en-US"/>
              </w:rPr>
              <w:drawing>
                <wp:inline distT="0" distB="0" distL="0" distR="0" wp14:anchorId="62CEB24C" wp14:editId="2E9AE6ED">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037EE4" w:rsidRDefault="009E6CB7" w:rsidP="009E6CB7">
            <w:pPr>
              <w:spacing w:before="120" w:line="420" w:lineRule="exact"/>
              <w:rPr>
                <w:sz w:val="40"/>
                <w:szCs w:val="40"/>
              </w:rPr>
            </w:pPr>
            <w:r w:rsidRPr="00037EE4">
              <w:rPr>
                <w:b/>
                <w:sz w:val="40"/>
                <w:szCs w:val="40"/>
              </w:rPr>
              <w:t>Economic and Social Council</w:t>
            </w:r>
          </w:p>
        </w:tc>
        <w:tc>
          <w:tcPr>
            <w:tcW w:w="2835" w:type="dxa"/>
            <w:tcBorders>
              <w:top w:val="single" w:sz="4" w:space="0" w:color="auto"/>
              <w:bottom w:val="single" w:sz="12" w:space="0" w:color="auto"/>
            </w:tcBorders>
          </w:tcPr>
          <w:p w:rsidR="009E6CB7" w:rsidRPr="00037EE4" w:rsidRDefault="003A5F98" w:rsidP="003A5F98">
            <w:pPr>
              <w:spacing w:before="240" w:line="240" w:lineRule="exact"/>
            </w:pPr>
            <w:r w:rsidRPr="00037EE4">
              <w:t>Distr.: General</w:t>
            </w:r>
          </w:p>
          <w:p w:rsidR="003A5F98" w:rsidRPr="00037EE4" w:rsidRDefault="008D6822" w:rsidP="003A5F98">
            <w:pPr>
              <w:spacing w:line="240" w:lineRule="exact"/>
            </w:pPr>
            <w:r>
              <w:t>12</w:t>
            </w:r>
            <w:r w:rsidR="006C1223" w:rsidRPr="00037EE4">
              <w:t xml:space="preserve"> December 2016</w:t>
            </w:r>
          </w:p>
          <w:p w:rsidR="003A5F98" w:rsidRPr="00037EE4" w:rsidRDefault="003A5F98" w:rsidP="003A5F98">
            <w:pPr>
              <w:spacing w:line="240" w:lineRule="exact"/>
            </w:pPr>
          </w:p>
          <w:p w:rsidR="003A5F98" w:rsidRPr="00037EE4" w:rsidRDefault="003A5F98" w:rsidP="003A5F98">
            <w:pPr>
              <w:spacing w:line="240" w:lineRule="exact"/>
            </w:pPr>
            <w:r w:rsidRPr="00037EE4">
              <w:t>Original: English</w:t>
            </w:r>
          </w:p>
        </w:tc>
      </w:tr>
    </w:tbl>
    <w:p w:rsidR="003A5F98" w:rsidRPr="00037EE4" w:rsidRDefault="003A5F98" w:rsidP="003A5F98">
      <w:pPr>
        <w:spacing w:before="120"/>
        <w:rPr>
          <w:b/>
          <w:bCs/>
          <w:sz w:val="28"/>
          <w:szCs w:val="28"/>
        </w:rPr>
      </w:pPr>
      <w:r w:rsidRPr="00037EE4">
        <w:rPr>
          <w:b/>
          <w:bCs/>
          <w:sz w:val="28"/>
          <w:szCs w:val="28"/>
        </w:rPr>
        <w:t>Economic Commission for Europe</w:t>
      </w:r>
    </w:p>
    <w:p w:rsidR="003A5F98" w:rsidRPr="00037EE4" w:rsidRDefault="003A5F98" w:rsidP="003A5F98">
      <w:pPr>
        <w:spacing w:before="120"/>
        <w:rPr>
          <w:sz w:val="28"/>
          <w:szCs w:val="28"/>
        </w:rPr>
      </w:pPr>
      <w:r w:rsidRPr="00037EE4">
        <w:rPr>
          <w:sz w:val="28"/>
          <w:szCs w:val="28"/>
        </w:rPr>
        <w:t>Inland Transport Committee</w:t>
      </w:r>
    </w:p>
    <w:p w:rsidR="003A5F98" w:rsidRPr="00994012" w:rsidRDefault="006C1223" w:rsidP="003A5F98">
      <w:pPr>
        <w:spacing w:before="120"/>
        <w:rPr>
          <w:b/>
          <w:bCs/>
        </w:rPr>
      </w:pPr>
      <w:r w:rsidRPr="00994012">
        <w:rPr>
          <w:b/>
          <w:bCs/>
        </w:rPr>
        <w:t>Seventy-nin</w:t>
      </w:r>
      <w:r w:rsidR="003A5F98" w:rsidRPr="00994012">
        <w:rPr>
          <w:b/>
          <w:bCs/>
        </w:rPr>
        <w:t xml:space="preserve">th </w:t>
      </w:r>
      <w:proofErr w:type="gramStart"/>
      <w:r w:rsidR="003A5F98" w:rsidRPr="00994012">
        <w:rPr>
          <w:b/>
          <w:bCs/>
        </w:rPr>
        <w:t>session</w:t>
      </w:r>
      <w:proofErr w:type="gramEnd"/>
    </w:p>
    <w:p w:rsidR="003A5F98" w:rsidRPr="00037EE4" w:rsidRDefault="003A5F98" w:rsidP="003A5F98">
      <w:pPr>
        <w:rPr>
          <w:b/>
          <w:bCs/>
        </w:rPr>
      </w:pPr>
      <w:r w:rsidRPr="00037EE4">
        <w:t>Geneva, 2</w:t>
      </w:r>
      <w:r w:rsidR="00AC4DD1">
        <w:t>1-</w:t>
      </w:r>
      <w:bookmarkStart w:id="0" w:name="_GoBack"/>
      <w:bookmarkEnd w:id="0"/>
      <w:r w:rsidR="006C1223" w:rsidRPr="00037EE4">
        <w:t>24 February 2017</w:t>
      </w:r>
      <w:r w:rsidR="00C210F1" w:rsidRPr="00037EE4">
        <w:br/>
        <w:t>Item 4 (f)</w:t>
      </w:r>
      <w:r w:rsidRPr="00037EE4">
        <w:t xml:space="preserve"> of the provisional agenda</w:t>
      </w:r>
      <w:r w:rsidRPr="00037EE4">
        <w:br/>
      </w:r>
      <w:r w:rsidR="00C210F1" w:rsidRPr="00037EE4">
        <w:rPr>
          <w:b/>
          <w:bCs/>
        </w:rPr>
        <w:t>Strategic questions of a horizontal policy nature</w:t>
      </w:r>
      <w:proofErr w:type="gramStart"/>
      <w:r w:rsidR="00C210F1" w:rsidRPr="00037EE4">
        <w:rPr>
          <w:b/>
          <w:bCs/>
        </w:rPr>
        <w:t>:</w:t>
      </w:r>
      <w:proofErr w:type="gramEnd"/>
      <w:r w:rsidR="00C210F1" w:rsidRPr="00037EE4">
        <w:rPr>
          <w:b/>
          <w:bCs/>
        </w:rPr>
        <w:br/>
        <w:t>Intelligent transport systems</w:t>
      </w:r>
    </w:p>
    <w:p w:rsidR="00F86DAF" w:rsidRPr="00037EE4" w:rsidRDefault="00F86DAF" w:rsidP="00F86DAF">
      <w:pPr>
        <w:pStyle w:val="HChG"/>
      </w:pPr>
      <w:r w:rsidRPr="00037EE4">
        <w:tab/>
      </w:r>
      <w:r w:rsidRPr="00037EE4">
        <w:tab/>
        <w:t>Status of the implementation of the Road Map on Intelligent Transport Systems</w:t>
      </w:r>
    </w:p>
    <w:p w:rsidR="00F86DAF" w:rsidRPr="00037EE4" w:rsidRDefault="00F86DAF" w:rsidP="00F86DAF">
      <w:pPr>
        <w:pStyle w:val="H1G"/>
      </w:pPr>
      <w:r w:rsidRPr="00037EE4">
        <w:tab/>
      </w:r>
      <w:r w:rsidRPr="00037EE4">
        <w:tab/>
        <w:t>Note by the secretariat</w:t>
      </w:r>
    </w:p>
    <w:tbl>
      <w:tblPr>
        <w:tblStyle w:val="TableGrid"/>
        <w:tblW w:w="0" w:type="auto"/>
        <w:jc w:val="center"/>
        <w:tblBorders>
          <w:insideH w:val="none" w:sz="0" w:space="0" w:color="auto"/>
        </w:tblBorders>
        <w:tblLook w:val="05E0" w:firstRow="1" w:lastRow="1" w:firstColumn="1" w:lastColumn="1" w:noHBand="0" w:noVBand="1"/>
      </w:tblPr>
      <w:tblGrid>
        <w:gridCol w:w="9629"/>
      </w:tblGrid>
      <w:tr w:rsidR="002021FE" w:rsidRPr="00E55CBD" w:rsidTr="000E2197">
        <w:trPr>
          <w:jc w:val="center"/>
        </w:trPr>
        <w:tc>
          <w:tcPr>
            <w:tcW w:w="9629" w:type="dxa"/>
            <w:tcBorders>
              <w:top w:val="single" w:sz="4" w:space="0" w:color="auto"/>
              <w:left w:val="single" w:sz="4" w:space="0" w:color="auto"/>
              <w:bottom w:val="nil"/>
              <w:right w:val="single" w:sz="4" w:space="0" w:color="auto"/>
            </w:tcBorders>
            <w:hideMark/>
          </w:tcPr>
          <w:p w:rsidR="002021FE" w:rsidRPr="00E55CBD" w:rsidRDefault="002021FE" w:rsidP="000E2197">
            <w:pPr>
              <w:spacing w:before="240" w:after="120"/>
              <w:ind w:left="255"/>
              <w:rPr>
                <w:i/>
                <w:sz w:val="24"/>
              </w:rPr>
            </w:pPr>
            <w:r w:rsidRPr="00E55CBD">
              <w:rPr>
                <w:i/>
                <w:sz w:val="24"/>
              </w:rPr>
              <w:t>Summary</w:t>
            </w:r>
          </w:p>
        </w:tc>
      </w:tr>
      <w:tr w:rsidR="002021FE" w:rsidRPr="00E55CBD" w:rsidTr="000E2197">
        <w:trPr>
          <w:jc w:val="center"/>
        </w:trPr>
        <w:tc>
          <w:tcPr>
            <w:tcW w:w="9629" w:type="dxa"/>
            <w:tcBorders>
              <w:top w:val="nil"/>
              <w:left w:val="single" w:sz="4" w:space="0" w:color="auto"/>
              <w:bottom w:val="nil"/>
              <w:right w:val="single" w:sz="4" w:space="0" w:color="auto"/>
            </w:tcBorders>
            <w:hideMark/>
          </w:tcPr>
          <w:p w:rsidR="002021FE" w:rsidRPr="00E55CBD" w:rsidRDefault="002021FE" w:rsidP="002021FE">
            <w:pPr>
              <w:pStyle w:val="SingleTxtG"/>
            </w:pPr>
            <w:r w:rsidRPr="00E55CBD">
              <w:tab/>
            </w:r>
            <w:r w:rsidRPr="002021FE">
              <w:t>This document provides an overview of activities promoting innovative technologies that impact on the implementation of the Road Map on Intelligent Transport Systems (ITS), launched at the seventy-fourth session of the Inland Transport Committee.</w:t>
            </w:r>
          </w:p>
        </w:tc>
      </w:tr>
      <w:tr w:rsidR="002021FE" w:rsidRPr="00E55CBD" w:rsidTr="000E2197">
        <w:trPr>
          <w:jc w:val="center"/>
        </w:trPr>
        <w:tc>
          <w:tcPr>
            <w:tcW w:w="9629" w:type="dxa"/>
            <w:tcBorders>
              <w:top w:val="nil"/>
              <w:left w:val="single" w:sz="4" w:space="0" w:color="auto"/>
              <w:bottom w:val="nil"/>
              <w:right w:val="single" w:sz="4" w:space="0" w:color="auto"/>
            </w:tcBorders>
          </w:tcPr>
          <w:p w:rsidR="002021FE" w:rsidRPr="00E55CBD" w:rsidRDefault="002021FE" w:rsidP="002021FE">
            <w:pPr>
              <w:pStyle w:val="SingleTxtG"/>
            </w:pPr>
            <w:r w:rsidRPr="00E55CBD">
              <w:tab/>
            </w:r>
            <w:r w:rsidRPr="002021FE">
              <w:t xml:space="preserve">The Committee </w:t>
            </w:r>
            <w:proofErr w:type="gramStart"/>
            <w:r w:rsidRPr="002021FE">
              <w:t>is invited</w:t>
            </w:r>
            <w:proofErr w:type="gramEnd"/>
            <w:r w:rsidRPr="002021FE">
              <w:t xml:space="preserve"> to </w:t>
            </w:r>
            <w:r w:rsidRPr="002021FE">
              <w:rPr>
                <w:b/>
              </w:rPr>
              <w:t>encourage</w:t>
            </w:r>
            <w:r w:rsidRPr="002021FE">
              <w:t xml:space="preserve"> the promotion of ITS activities linked to all transport modes and to </w:t>
            </w:r>
            <w:r w:rsidRPr="002021FE">
              <w:rPr>
                <w:b/>
              </w:rPr>
              <w:t>consider</w:t>
            </w:r>
            <w:r w:rsidRPr="002021FE">
              <w:t xml:space="preserve"> ways to address ITS issues in an inclusive approach addressing current roadblocks</w:t>
            </w:r>
            <w:r w:rsidRPr="00E55CBD">
              <w:t>.</w:t>
            </w:r>
          </w:p>
        </w:tc>
      </w:tr>
      <w:tr w:rsidR="002021FE" w:rsidRPr="00E55CBD" w:rsidTr="000E2197">
        <w:trPr>
          <w:jc w:val="center"/>
        </w:trPr>
        <w:tc>
          <w:tcPr>
            <w:tcW w:w="9629" w:type="dxa"/>
            <w:tcBorders>
              <w:top w:val="nil"/>
              <w:left w:val="single" w:sz="4" w:space="0" w:color="auto"/>
              <w:bottom w:val="single" w:sz="4" w:space="0" w:color="auto"/>
              <w:right w:val="single" w:sz="4" w:space="0" w:color="auto"/>
            </w:tcBorders>
          </w:tcPr>
          <w:p w:rsidR="002021FE" w:rsidRPr="00E55CBD" w:rsidRDefault="002021FE" w:rsidP="000E2197"/>
        </w:tc>
      </w:tr>
    </w:tbl>
    <w:p w:rsidR="00F86DAF" w:rsidRPr="00037EE4" w:rsidRDefault="00F86DAF" w:rsidP="00F86DAF">
      <w:pPr>
        <w:pStyle w:val="HChG"/>
      </w:pPr>
      <w:r w:rsidRPr="00037EE4">
        <w:tab/>
        <w:t>I.</w:t>
      </w:r>
      <w:r w:rsidRPr="00037EE4">
        <w:tab/>
        <w:t>Background</w:t>
      </w:r>
    </w:p>
    <w:p w:rsidR="00F86DAF" w:rsidRPr="00037EE4" w:rsidRDefault="00F86DAF" w:rsidP="00F86DAF">
      <w:pPr>
        <w:pStyle w:val="SingleTxtG"/>
      </w:pPr>
      <w:r w:rsidRPr="00037EE4">
        <w:t>1.</w:t>
      </w:r>
      <w:r w:rsidRPr="00037EE4">
        <w:tab/>
        <w:t xml:space="preserve">The following sections in this note aim at presenting activities and initiatives </w:t>
      </w:r>
      <w:r w:rsidRPr="00037EE4">
        <w:rPr>
          <w:lang w:eastAsia="en-GB"/>
        </w:rPr>
        <w:t>promoting innovative technologies</w:t>
      </w:r>
      <w:r w:rsidRPr="00037EE4">
        <w:t xml:space="preserve"> to implement the UNECE Road Map on </w:t>
      </w:r>
      <w:r w:rsidR="00115587" w:rsidRPr="00037EE4">
        <w:t>Intelligent Transport Systems (</w:t>
      </w:r>
      <w:r w:rsidRPr="00037EE4">
        <w:t>ITS</w:t>
      </w:r>
      <w:r w:rsidR="00115587" w:rsidRPr="00037EE4">
        <w:t>)</w:t>
      </w:r>
      <w:r w:rsidRPr="00037EE4">
        <w:t>. The Annex summarizes the 20 Actions contained in the Road Map.</w:t>
      </w:r>
    </w:p>
    <w:p w:rsidR="00F86DAF" w:rsidRPr="00037EE4" w:rsidRDefault="00F86DAF" w:rsidP="00F86DAF">
      <w:pPr>
        <w:pStyle w:val="HChG"/>
      </w:pPr>
      <w:r w:rsidRPr="00037EE4">
        <w:lastRenderedPageBreak/>
        <w:tab/>
        <w:t>II.</w:t>
      </w:r>
      <w:r w:rsidRPr="00037EE4">
        <w:tab/>
        <w:t>UNECE activities in 201</w:t>
      </w:r>
      <w:r w:rsidR="00E9179E">
        <w:t>6</w:t>
      </w:r>
    </w:p>
    <w:p w:rsidR="00F86DAF" w:rsidRPr="00037EE4" w:rsidRDefault="00F86DAF" w:rsidP="00F86DAF">
      <w:pPr>
        <w:keepNext/>
        <w:keepLines/>
        <w:tabs>
          <w:tab w:val="right" w:pos="851"/>
        </w:tabs>
        <w:spacing w:before="360" w:after="240" w:line="270" w:lineRule="exact"/>
        <w:ind w:left="1134" w:right="1134" w:hanging="1134"/>
        <w:rPr>
          <w:b/>
          <w:sz w:val="24"/>
        </w:rPr>
      </w:pPr>
      <w:r w:rsidRPr="00037EE4">
        <w:rPr>
          <w:b/>
          <w:sz w:val="24"/>
        </w:rPr>
        <w:tab/>
        <w:t>A.</w:t>
      </w:r>
      <w:r w:rsidRPr="00037EE4">
        <w:rPr>
          <w:b/>
          <w:sz w:val="24"/>
        </w:rPr>
        <w:tab/>
        <w:t>Policy segment of the Inland Transport Committee</w:t>
      </w:r>
    </w:p>
    <w:p w:rsidR="00E9179E" w:rsidRDefault="00E9179E" w:rsidP="00F86DAF">
      <w:pPr>
        <w:pStyle w:val="SingleTxtG"/>
      </w:pPr>
      <w:r w:rsidRPr="00037EE4">
        <w:rPr>
          <w:i/>
        </w:rPr>
        <w:t>Documentation:</w:t>
      </w:r>
      <w:r w:rsidRPr="00037EE4">
        <w:rPr>
          <w:i/>
        </w:rPr>
        <w:tab/>
      </w:r>
      <w:hyperlink r:id="rId10" w:history="1">
        <w:r w:rsidRPr="007210D6">
          <w:rPr>
            <w:rStyle w:val="Hyperlink"/>
            <w:i/>
          </w:rPr>
          <w:t>http://www.unece.org/fileadmin/DAM/trans/doc/2016/itc/ECE-TRANS-254-Add1.pdf</w:t>
        </w:r>
      </w:hyperlink>
      <w:r>
        <w:rPr>
          <w:i/>
        </w:rPr>
        <w:t xml:space="preserve"> </w:t>
      </w:r>
    </w:p>
    <w:p w:rsidR="00F86DAF" w:rsidRPr="00037EE4" w:rsidRDefault="00F86DAF" w:rsidP="00F86DAF">
      <w:pPr>
        <w:pStyle w:val="SingleTxtG"/>
      </w:pPr>
      <w:r w:rsidRPr="00037EE4">
        <w:t>2.</w:t>
      </w:r>
      <w:r w:rsidRPr="00037EE4">
        <w:tab/>
        <w:t xml:space="preserve">The policy segment </w:t>
      </w:r>
      <w:r w:rsidRPr="00994012">
        <w:t xml:space="preserve">of the </w:t>
      </w:r>
      <w:r w:rsidR="00E9179E">
        <w:t xml:space="preserve">seventy-eighth </w:t>
      </w:r>
      <w:proofErr w:type="gramStart"/>
      <w:r w:rsidRPr="00994012">
        <w:t>Inland</w:t>
      </w:r>
      <w:proofErr w:type="gramEnd"/>
      <w:r w:rsidRPr="00994012">
        <w:t xml:space="preserve"> Transport Committee </w:t>
      </w:r>
      <w:r w:rsidR="00E9179E">
        <w:t xml:space="preserve">in 2016 </w:t>
      </w:r>
      <w:r w:rsidRPr="00994012">
        <w:t xml:space="preserve">dealt with transport and innovation in the field of </w:t>
      </w:r>
      <w:r w:rsidR="00FF685D" w:rsidRPr="00FF685D">
        <w:t>Information and Communication Technologies (ICT)</w:t>
      </w:r>
      <w:r w:rsidRPr="00994012">
        <w:t xml:space="preserve">. </w:t>
      </w:r>
      <w:proofErr w:type="gramStart"/>
      <w:r w:rsidRPr="00994012">
        <w:t xml:space="preserve">It </w:t>
      </w:r>
      <w:r w:rsidRPr="00037EE4">
        <w:t xml:space="preserve">was moderated by Mr. Russell Shields, Chair of </w:t>
      </w:r>
      <w:proofErr w:type="spellStart"/>
      <w:r w:rsidRPr="00037EE4">
        <w:t>Ygomi</w:t>
      </w:r>
      <w:proofErr w:type="spellEnd"/>
      <w:r w:rsidRPr="00037EE4">
        <w:t>, board member of the World ITS Congress and founding board member of ITS America</w:t>
      </w:r>
      <w:proofErr w:type="gramEnd"/>
      <w:r w:rsidRPr="00037EE4">
        <w:t>. It consisted of three sessions.</w:t>
      </w:r>
      <w:r w:rsidRPr="00994012">
        <w:t xml:space="preserve"> </w:t>
      </w:r>
      <w:r w:rsidRPr="00037EE4">
        <w:t xml:space="preserve">The first session "Access for all: The role of Governments in harnessing the full potential of transport innovations" was opened by a keynote speech from Mr. Bart van </w:t>
      </w:r>
      <w:proofErr w:type="spellStart"/>
      <w:r w:rsidRPr="00037EE4">
        <w:t>Bolhuis</w:t>
      </w:r>
      <w:proofErr w:type="spellEnd"/>
      <w:r w:rsidRPr="00037EE4">
        <w:t xml:space="preserve">, Director for International Affairs at the Dutch Ministry of Infrastructure and the Environment, who spoke on the priorities of the Dutch EU Presidency. </w:t>
      </w:r>
      <w:proofErr w:type="gramStart"/>
      <w:r w:rsidRPr="00037EE4">
        <w:t xml:space="preserve">His speech was followed by </w:t>
      </w:r>
      <w:proofErr w:type="spellStart"/>
      <w:r w:rsidRPr="00037EE4">
        <w:t>Prof.</w:t>
      </w:r>
      <w:proofErr w:type="spellEnd"/>
      <w:r w:rsidRPr="00037EE4">
        <w:t xml:space="preserve"> </w:t>
      </w:r>
      <w:proofErr w:type="spellStart"/>
      <w:r w:rsidRPr="00037EE4">
        <w:t>Elmar</w:t>
      </w:r>
      <w:proofErr w:type="spellEnd"/>
      <w:r w:rsidRPr="00037EE4">
        <w:t xml:space="preserve"> </w:t>
      </w:r>
      <w:proofErr w:type="spellStart"/>
      <w:r w:rsidRPr="00037EE4">
        <w:t>Fürst</w:t>
      </w:r>
      <w:proofErr w:type="spellEnd"/>
      <w:r w:rsidRPr="00037EE4">
        <w:t>, of the Institute for Transport and Logistics Management, Vienna University of Economics and Business</w:t>
      </w:r>
      <w:proofErr w:type="gramEnd"/>
      <w:r w:rsidRPr="00037EE4">
        <w:t xml:space="preserve">. The second session "Connecting the dots: Connectivity and access for tomorrow’s passenger mobility" was opened by Mr. Alain </w:t>
      </w:r>
      <w:proofErr w:type="spellStart"/>
      <w:r w:rsidRPr="00037EE4">
        <w:t>Flausch</w:t>
      </w:r>
      <w:proofErr w:type="spellEnd"/>
      <w:r w:rsidRPr="00037EE4">
        <w:t xml:space="preserve">, Secretary-General, </w:t>
      </w:r>
      <w:r w:rsidR="00FF685D" w:rsidRPr="00FF685D">
        <w:t>International Association of Public Transport (UITP)</w:t>
      </w:r>
      <w:r w:rsidRPr="00037EE4">
        <w:t xml:space="preserve">, followed by Mr. Leon </w:t>
      </w:r>
      <w:proofErr w:type="spellStart"/>
      <w:r w:rsidRPr="00037EE4">
        <w:t>Rizzi</w:t>
      </w:r>
      <w:proofErr w:type="spellEnd"/>
      <w:r w:rsidRPr="00037EE4">
        <w:t xml:space="preserve">, VP Sales EMEA, INRIX, and Mr. </w:t>
      </w:r>
      <w:proofErr w:type="spellStart"/>
      <w:r w:rsidRPr="00037EE4">
        <w:t>Hervé</w:t>
      </w:r>
      <w:proofErr w:type="spellEnd"/>
      <w:r w:rsidRPr="00037EE4">
        <w:t xml:space="preserve"> Richard, Director "Door to Door" SNCF. The third session "Connecting the dots: Connectivity and access – the logistics dimension" was opened by Mr. Peter </w:t>
      </w:r>
      <w:proofErr w:type="spellStart"/>
      <w:r w:rsidRPr="00037EE4">
        <w:t>Füglistaler</w:t>
      </w:r>
      <w:proofErr w:type="spellEnd"/>
      <w:r w:rsidRPr="00037EE4">
        <w:t xml:space="preserve">, Director, Swiss Federal Office of Transport, followed by Mr. Claude </w:t>
      </w:r>
      <w:proofErr w:type="spellStart"/>
      <w:r w:rsidRPr="00037EE4">
        <w:t>Pfauvadel</w:t>
      </w:r>
      <w:proofErr w:type="spellEnd"/>
      <w:r w:rsidRPr="00037EE4">
        <w:t xml:space="preserve">, Chef de la Mission du Transport des </w:t>
      </w:r>
      <w:proofErr w:type="spellStart"/>
      <w:r w:rsidRPr="00037EE4">
        <w:t>Matières</w:t>
      </w:r>
      <w:proofErr w:type="spellEnd"/>
      <w:r w:rsidRPr="00037EE4">
        <w:t xml:space="preserve"> </w:t>
      </w:r>
      <w:proofErr w:type="spellStart"/>
      <w:r w:rsidRPr="00037EE4">
        <w:t>Dangereuses</w:t>
      </w:r>
      <w:proofErr w:type="spellEnd"/>
      <w:r w:rsidRPr="00037EE4">
        <w:t xml:space="preserve">, MEDDE and Chair of WP.15/AC.1, and Mr. </w:t>
      </w:r>
      <w:proofErr w:type="spellStart"/>
      <w:r w:rsidRPr="00037EE4">
        <w:t>Wim</w:t>
      </w:r>
      <w:proofErr w:type="spellEnd"/>
      <w:r w:rsidRPr="00037EE4">
        <w:t xml:space="preserve"> Van Geffen, Global Head of Physical Distribution of Nestlé.</w:t>
      </w:r>
    </w:p>
    <w:p w:rsidR="00F86DAF" w:rsidRPr="00037EE4" w:rsidRDefault="00F86DAF" w:rsidP="007C0283">
      <w:pPr>
        <w:spacing w:after="120"/>
        <w:ind w:left="1134" w:right="1134"/>
        <w:jc w:val="both"/>
      </w:pPr>
      <w:r w:rsidRPr="00037EE4">
        <w:rPr>
          <w:i/>
        </w:rPr>
        <w:t>Road Map</w:t>
      </w:r>
      <w:r w:rsidRPr="00037EE4">
        <w:t xml:space="preserve"> </w:t>
      </w:r>
      <w:r w:rsidRPr="00037EE4">
        <w:rPr>
          <w:i/>
        </w:rPr>
        <w:t>Actions addressed</w:t>
      </w:r>
      <w:r w:rsidR="005C41EC"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Pr="00037EE4">
        <w:t>:</w:t>
      </w:r>
      <w:r w:rsidRPr="00037EE4">
        <w:rPr>
          <w:i/>
        </w:rPr>
        <w:t xml:space="preserve"> Actions 1, 2, 3, 4, 5, 6, 7, 9, </w:t>
      </w:r>
      <w:r w:rsidRPr="00037EE4">
        <w:rPr>
          <w:b/>
          <w:i/>
        </w:rPr>
        <w:t>10</w:t>
      </w:r>
      <w:r w:rsidRPr="00037EE4">
        <w:rPr>
          <w:i/>
        </w:rPr>
        <w:t>, 11, 13, 15, 16, 17, 18 and 19.</w:t>
      </w:r>
    </w:p>
    <w:p w:rsidR="00F86DAF" w:rsidRPr="00037EE4" w:rsidRDefault="00F86DAF" w:rsidP="00F86DAF">
      <w:pPr>
        <w:keepNext/>
        <w:keepLines/>
        <w:tabs>
          <w:tab w:val="right" w:pos="851"/>
        </w:tabs>
        <w:spacing w:before="360" w:after="240" w:line="270" w:lineRule="exact"/>
        <w:ind w:left="1134" w:right="1134" w:hanging="1134"/>
        <w:rPr>
          <w:b/>
          <w:sz w:val="24"/>
        </w:rPr>
      </w:pPr>
      <w:r w:rsidRPr="00037EE4">
        <w:rPr>
          <w:b/>
          <w:sz w:val="24"/>
        </w:rPr>
        <w:tab/>
        <w:t>B.</w:t>
      </w:r>
      <w:r w:rsidRPr="00037EE4">
        <w:rPr>
          <w:b/>
          <w:sz w:val="24"/>
        </w:rPr>
        <w:tab/>
        <w:t xml:space="preserve">Symposium of the </w:t>
      </w:r>
      <w:r w:rsidRPr="00037EE4">
        <w:rPr>
          <w:b/>
          <w:color w:val="000000"/>
          <w:sz w:val="24"/>
        </w:rPr>
        <w:t>International Telecommunication Union</w:t>
      </w:r>
      <w:r w:rsidRPr="00037EE4" w:rsidDel="009C0611">
        <w:rPr>
          <w:b/>
          <w:sz w:val="24"/>
        </w:rPr>
        <w:t xml:space="preserve"> </w:t>
      </w:r>
      <w:r w:rsidRPr="00037EE4">
        <w:rPr>
          <w:b/>
          <w:sz w:val="24"/>
        </w:rPr>
        <w:t>on the Future Networked Car</w:t>
      </w:r>
    </w:p>
    <w:p w:rsidR="00F86DAF" w:rsidRPr="00037EE4" w:rsidRDefault="00F86DAF" w:rsidP="00F86DAF">
      <w:pPr>
        <w:spacing w:after="120"/>
        <w:ind w:left="1134" w:right="1134"/>
        <w:jc w:val="both"/>
      </w:pPr>
      <w:r w:rsidRPr="00037EE4">
        <w:rPr>
          <w:i/>
        </w:rPr>
        <w:t>Documentation:</w:t>
      </w:r>
      <w:r w:rsidRPr="00037EE4">
        <w:rPr>
          <w:i/>
        </w:rPr>
        <w:tab/>
      </w:r>
      <w:hyperlink r:id="rId11" w:history="1">
        <w:r w:rsidRPr="00037EE4">
          <w:t>http://itu.int/en/fnc/2016/</w:t>
        </w:r>
      </w:hyperlink>
    </w:p>
    <w:p w:rsidR="00F86DAF" w:rsidRPr="00037EE4" w:rsidRDefault="00F86DAF" w:rsidP="00F86DAF">
      <w:pPr>
        <w:spacing w:after="120"/>
        <w:ind w:left="1134" w:right="1134"/>
        <w:jc w:val="both"/>
        <w:rPr>
          <w:color w:val="000000"/>
        </w:rPr>
      </w:pPr>
      <w:r w:rsidRPr="00037EE4">
        <w:t>3.</w:t>
      </w:r>
      <w:r w:rsidRPr="00037EE4">
        <w:tab/>
        <w:t xml:space="preserve">Following the policy segment in 2016, </w:t>
      </w:r>
      <w:r w:rsidRPr="00037EE4">
        <w:rPr>
          <w:color w:val="000000"/>
        </w:rPr>
        <w:t xml:space="preserve">UNECE jointly with International Telecommunication Union (ITU), organized the </w:t>
      </w:r>
      <w:hyperlink r:id="rId12" w:history="1">
        <w:r w:rsidRPr="00037EE4">
          <w:t>2016 Symposium on the Future Networked Car</w:t>
        </w:r>
      </w:hyperlink>
      <w:r w:rsidRPr="00037EE4">
        <w:t xml:space="preserve">. </w:t>
      </w:r>
      <w:r w:rsidRPr="00037EE4">
        <w:rPr>
          <w:color w:val="000000"/>
        </w:rPr>
        <w:t>The symposium took place during the Geneva Motor Show and thus addressed a large professional audience from the telecommunication and transport sectors. The international symposium examined advances in the area of connected vehicles, from the perspectives of business, technology and regulation. Technical sessions highlighted</w:t>
      </w:r>
      <w:r w:rsidRPr="00994012">
        <w:rPr>
          <w:color w:val="000000"/>
        </w:rPr>
        <w:t xml:space="preserve"> the relevance of the work to </w:t>
      </w:r>
      <w:proofErr w:type="gramStart"/>
      <w:r w:rsidRPr="00994012">
        <w:rPr>
          <w:color w:val="000000"/>
        </w:rPr>
        <w:t>be done</w:t>
      </w:r>
      <w:proofErr w:type="gramEnd"/>
      <w:r w:rsidRPr="00994012">
        <w:rPr>
          <w:color w:val="000000"/>
        </w:rPr>
        <w:t xml:space="preserve"> on </w:t>
      </w:r>
      <w:r w:rsidRPr="00037EE4">
        <w:rPr>
          <w:color w:val="000000"/>
        </w:rPr>
        <w:t>cyber security.</w:t>
      </w:r>
    </w:p>
    <w:p w:rsidR="00F86DAF" w:rsidRPr="00037EE4" w:rsidRDefault="00F86DAF" w:rsidP="00F86DAF">
      <w:pPr>
        <w:spacing w:after="120"/>
        <w:ind w:left="1134" w:right="1134"/>
        <w:jc w:val="both"/>
      </w:pPr>
      <w:r w:rsidRPr="00037EE4">
        <w:rPr>
          <w:i/>
        </w:rPr>
        <w:t>Road Map</w:t>
      </w:r>
      <w:r w:rsidRPr="00037EE4">
        <w:t xml:space="preserve"> </w:t>
      </w:r>
      <w:r w:rsidRPr="00037EE4">
        <w:rPr>
          <w:i/>
        </w:rPr>
        <w:t>Actions addressed</w:t>
      </w:r>
      <w:r w:rsidR="005C41EC" w:rsidRPr="00037EE4">
        <w:rPr>
          <w:i/>
        </w:rPr>
        <w:t xml:space="preserve"> </w:t>
      </w:r>
      <w:r w:rsidR="005C41EC" w:rsidRPr="00037EE4">
        <w:t xml:space="preserve">(areas of primary focus are indicated in </w:t>
      </w:r>
      <w:r w:rsidR="005C41EC" w:rsidRPr="00037EE4">
        <w:rPr>
          <w:b/>
        </w:rPr>
        <w:t>bold</w:t>
      </w:r>
      <w:r w:rsidR="005C41EC" w:rsidRPr="00037EE4">
        <w:t>):</w:t>
      </w:r>
      <w:r w:rsidR="005C41EC" w:rsidRPr="00037EE4">
        <w:rPr>
          <w:i/>
        </w:rPr>
        <w:t xml:space="preserve"> </w:t>
      </w:r>
      <w:r w:rsidRPr="00037EE4">
        <w:rPr>
          <w:i/>
        </w:rPr>
        <w:t xml:space="preserve">Actions 1, </w:t>
      </w:r>
      <w:r w:rsidRPr="00037EE4">
        <w:rPr>
          <w:b/>
          <w:i/>
        </w:rPr>
        <w:t>2</w:t>
      </w:r>
      <w:r w:rsidRPr="00037EE4">
        <w:rPr>
          <w:i/>
        </w:rPr>
        <w:t xml:space="preserve">, 3, 4, </w:t>
      </w:r>
      <w:r w:rsidRPr="00037EE4">
        <w:rPr>
          <w:b/>
          <w:i/>
        </w:rPr>
        <w:t>5</w:t>
      </w:r>
      <w:r w:rsidRPr="00037EE4">
        <w:rPr>
          <w:i/>
        </w:rPr>
        <w:t xml:space="preserve">, </w:t>
      </w:r>
      <w:r w:rsidRPr="00037EE4">
        <w:rPr>
          <w:b/>
          <w:i/>
        </w:rPr>
        <w:t>7</w:t>
      </w:r>
      <w:r w:rsidRPr="00037EE4">
        <w:rPr>
          <w:i/>
        </w:rPr>
        <w:t xml:space="preserve">, </w:t>
      </w:r>
      <w:r w:rsidRPr="00037EE4">
        <w:rPr>
          <w:b/>
          <w:i/>
        </w:rPr>
        <w:t>8</w:t>
      </w:r>
      <w:r w:rsidRPr="00037EE4">
        <w:rPr>
          <w:i/>
        </w:rPr>
        <w:t>, 9, 15, 17and 19.</w:t>
      </w:r>
    </w:p>
    <w:p w:rsidR="00F86DAF" w:rsidRPr="00037EE4" w:rsidRDefault="00F86DAF" w:rsidP="00F86DAF">
      <w:pPr>
        <w:keepNext/>
        <w:keepLines/>
        <w:tabs>
          <w:tab w:val="right" w:pos="851"/>
        </w:tabs>
        <w:spacing w:before="360" w:after="240" w:line="270" w:lineRule="exact"/>
        <w:ind w:left="1134" w:right="1134" w:hanging="1134"/>
        <w:rPr>
          <w:b/>
          <w:sz w:val="24"/>
        </w:rPr>
      </w:pPr>
      <w:r w:rsidRPr="00037EE4">
        <w:rPr>
          <w:b/>
          <w:sz w:val="24"/>
        </w:rPr>
        <w:tab/>
        <w:t>C.</w:t>
      </w:r>
      <w:r w:rsidRPr="00037EE4">
        <w:rPr>
          <w:b/>
          <w:sz w:val="24"/>
        </w:rPr>
        <w:tab/>
        <w:t>Annual round table on Intelligent Transport Systems</w:t>
      </w:r>
    </w:p>
    <w:p w:rsidR="00F86DAF" w:rsidRPr="00994012" w:rsidRDefault="00F86DAF">
      <w:pPr>
        <w:spacing w:after="120"/>
        <w:ind w:left="1134" w:right="1134"/>
        <w:jc w:val="both"/>
      </w:pPr>
      <w:r w:rsidRPr="00037EE4">
        <w:t>4.</w:t>
      </w:r>
      <w:r w:rsidRPr="00037EE4">
        <w:tab/>
        <w:t xml:space="preserve">UNECE organized its annual </w:t>
      </w:r>
      <w:r w:rsidR="00D03698" w:rsidRPr="00D03698">
        <w:t xml:space="preserve">Intelligent Transport Systems </w:t>
      </w:r>
      <w:r w:rsidR="00D03698">
        <w:t>(</w:t>
      </w:r>
      <w:r w:rsidRPr="00037EE4">
        <w:t>ITS</w:t>
      </w:r>
      <w:r w:rsidR="00D03698">
        <w:t>)</w:t>
      </w:r>
      <w:r w:rsidRPr="00037EE4">
        <w:t xml:space="preserve"> workshop in conjunction with the meetings of </w:t>
      </w:r>
      <w:r w:rsidR="00FF685D">
        <w:t xml:space="preserve">the </w:t>
      </w:r>
      <w:r w:rsidR="00FF685D" w:rsidRPr="00FF685D">
        <w:t xml:space="preserve">Working Party on Road Traffic Safety </w:t>
      </w:r>
      <w:r w:rsidR="00FF685D">
        <w:t>(</w:t>
      </w:r>
      <w:r w:rsidRPr="00994012">
        <w:t>WP.1</w:t>
      </w:r>
      <w:r w:rsidR="00FF685D">
        <w:t>)</w:t>
      </w:r>
      <w:r w:rsidRPr="00994012">
        <w:t xml:space="preserve">, </w:t>
      </w:r>
      <w:r w:rsidR="00FF685D">
        <w:t>t</w:t>
      </w:r>
      <w:r w:rsidR="00FF685D" w:rsidRPr="00FF685D">
        <w:t xml:space="preserve">he Working Party on Braking and Running Gear (GRRF) </w:t>
      </w:r>
      <w:r w:rsidRPr="00994012">
        <w:t xml:space="preserve">and the </w:t>
      </w:r>
      <w:r w:rsidR="00FF685D" w:rsidRPr="00FF685D">
        <w:t>WP.29 Informal Working Group on ITS/AD</w:t>
      </w:r>
      <w:r w:rsidRPr="00994012">
        <w:t xml:space="preserve">. </w:t>
      </w:r>
      <w:r w:rsidRPr="00037EE4">
        <w:t xml:space="preserve">WP.1 experts expressed the willingness </w:t>
      </w:r>
      <w:proofErr w:type="gramStart"/>
      <w:r w:rsidRPr="00037EE4">
        <w:t>to actively contribute</w:t>
      </w:r>
      <w:proofErr w:type="gramEnd"/>
      <w:r w:rsidRPr="00037EE4">
        <w:t xml:space="preserve"> to the technical discussion </w:t>
      </w:r>
      <w:r w:rsidR="00363FB7">
        <w:t xml:space="preserve">on </w:t>
      </w:r>
      <w:r w:rsidRPr="00037EE4">
        <w:t xml:space="preserve">automated driving vehicles and the corresponding GRRF work. </w:t>
      </w:r>
      <w:proofErr w:type="gramStart"/>
      <w:r w:rsidRPr="00037EE4">
        <w:t>Taking advantage of the WP.1 and GRRF expert</w:t>
      </w:r>
      <w:r w:rsidR="00363FB7">
        <w:t>’</w:t>
      </w:r>
      <w:r w:rsidRPr="00037EE4">
        <w:t>s presence in Geneva, WP.</w:t>
      </w:r>
      <w:proofErr w:type="gramEnd"/>
      <w:r w:rsidRPr="00037EE4">
        <w:t xml:space="preserve"> 1 and GRRF </w:t>
      </w:r>
      <w:r w:rsidRPr="00037EE4">
        <w:lastRenderedPageBreak/>
        <w:t xml:space="preserve">agreed to break their usual work on 20 September 2016 (afternoon) in order to </w:t>
      </w:r>
      <w:r w:rsidR="00363FB7" w:rsidRPr="00363FB7">
        <w:t xml:space="preserve">informally </w:t>
      </w:r>
      <w:r w:rsidRPr="00037EE4">
        <w:t>meet as joint meeting of WP.1,</w:t>
      </w:r>
      <w:r w:rsidR="00363FB7">
        <w:t xml:space="preserve"> </w:t>
      </w:r>
      <w:r w:rsidRPr="00037EE4">
        <w:t>GRRF and IWG on ITS/AD experts. Th</w:t>
      </w:r>
      <w:r w:rsidR="00363FB7">
        <w:t>e</w:t>
      </w:r>
      <w:r w:rsidRPr="00037EE4">
        <w:t xml:space="preserve"> ad hoc meeting aimed at an in-depth exchange or views and information. Mr. J. </w:t>
      </w:r>
      <w:proofErr w:type="spellStart"/>
      <w:r w:rsidRPr="00037EE4">
        <w:t>Valmain</w:t>
      </w:r>
      <w:proofErr w:type="spellEnd"/>
      <w:r w:rsidRPr="00037EE4">
        <w:t xml:space="preserve"> (Chair of the Informal Group on Automated Driving) gave a status report on the activities of WP.1 and its informal group. Mr. O. </w:t>
      </w:r>
      <w:proofErr w:type="spellStart"/>
      <w:r w:rsidRPr="00037EE4">
        <w:t>Klöckner</w:t>
      </w:r>
      <w:proofErr w:type="spellEnd"/>
      <w:r w:rsidRPr="00037EE4">
        <w:t xml:space="preserve"> (Germany) gave a status report on the activities of GRRF followed by a Q&amp;A session addressing various subjects such as driver training, the regulatory process pace and secondary tasks that </w:t>
      </w:r>
      <w:proofErr w:type="gramStart"/>
      <w:r w:rsidRPr="00037EE4">
        <w:t>can be performed</w:t>
      </w:r>
      <w:proofErr w:type="gramEnd"/>
      <w:r w:rsidRPr="00037EE4">
        <w:t xml:space="preserve"> by drivers during automated driving phases</w:t>
      </w:r>
      <w:r w:rsidR="00363FB7">
        <w:t>.</w:t>
      </w:r>
    </w:p>
    <w:p w:rsidR="00F86DAF" w:rsidRPr="00037EE4" w:rsidRDefault="00F86DAF" w:rsidP="00F86DAF">
      <w:pPr>
        <w:spacing w:after="120"/>
        <w:ind w:left="1134" w:right="1134"/>
        <w:jc w:val="both"/>
        <w:rPr>
          <w:i/>
        </w:rPr>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2, 3, 5, 6, 9, 10, 15, 19 and </w:t>
      </w:r>
      <w:r w:rsidRPr="00037EE4">
        <w:rPr>
          <w:b/>
          <w:i/>
        </w:rPr>
        <w:t>20</w:t>
      </w:r>
      <w:r w:rsidRPr="00037EE4">
        <w:rPr>
          <w:i/>
        </w:rPr>
        <w:t>.</w:t>
      </w:r>
    </w:p>
    <w:p w:rsidR="00F86DAF" w:rsidRPr="00037EE4" w:rsidRDefault="00F86DAF" w:rsidP="00821C64">
      <w:pPr>
        <w:pStyle w:val="H1G"/>
      </w:pPr>
      <w:r w:rsidRPr="00037EE4">
        <w:tab/>
        <w:t>D.</w:t>
      </w:r>
      <w:r w:rsidRPr="00037EE4">
        <w:tab/>
        <w:t>Working Parties of the Inland Transport Committee</w:t>
      </w:r>
    </w:p>
    <w:p w:rsidR="00F86DAF" w:rsidRPr="00037EE4" w:rsidRDefault="00821C64" w:rsidP="00821C64">
      <w:pPr>
        <w:pStyle w:val="H23G"/>
      </w:pPr>
      <w:r w:rsidRPr="00037EE4">
        <w:tab/>
        <w:t>1.</w:t>
      </w:r>
      <w:r w:rsidR="00F86DAF" w:rsidRPr="00037EE4">
        <w:tab/>
        <w:t>Working Party on Inland Water Transport (SC.3)</w:t>
      </w:r>
    </w:p>
    <w:p w:rsidR="00F86DAF" w:rsidRPr="00037EE4" w:rsidRDefault="00F86DAF" w:rsidP="00F86DAF">
      <w:pPr>
        <w:keepNext/>
        <w:keepLines/>
        <w:spacing w:after="120"/>
        <w:ind w:left="1134" w:right="1134"/>
        <w:jc w:val="both"/>
      </w:pPr>
      <w:r w:rsidRPr="00037EE4">
        <w:t>5.</w:t>
      </w:r>
      <w:r w:rsidRPr="00037EE4">
        <w:tab/>
        <w:t>The Working Party on Inland Water Transport</w:t>
      </w:r>
      <w:r w:rsidRPr="00037EE4" w:rsidDel="00A740FD">
        <w:t xml:space="preserve"> </w:t>
      </w:r>
      <w:r w:rsidRPr="00037EE4">
        <w:t>continued its work on ITS applications in Electronic Ship Reporting and on the harmonization of pan-European River Information Services (RIS).</w:t>
      </w:r>
    </w:p>
    <w:p w:rsidR="00F86DAF" w:rsidRPr="00037EE4" w:rsidRDefault="00F86DAF" w:rsidP="00F86DAF">
      <w:pPr>
        <w:keepNext/>
        <w:keepLines/>
        <w:spacing w:after="120"/>
        <w:ind w:left="1134" w:right="1134"/>
        <w:jc w:val="both"/>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2, 3, 4, 5, 6, 7, 9, 11, 13, </w:t>
      </w:r>
      <w:r w:rsidRPr="00037EE4">
        <w:rPr>
          <w:b/>
          <w:i/>
        </w:rPr>
        <w:t>14</w:t>
      </w:r>
      <w:r w:rsidRPr="00037EE4">
        <w:rPr>
          <w:i/>
        </w:rPr>
        <w:t>, 15, 16, 17, 18 and 19.</w:t>
      </w:r>
    </w:p>
    <w:p w:rsidR="00F86DAF" w:rsidRPr="00037EE4" w:rsidRDefault="00821C64" w:rsidP="00821C64">
      <w:pPr>
        <w:pStyle w:val="H23G"/>
      </w:pPr>
      <w:r w:rsidRPr="00037EE4">
        <w:tab/>
        <w:t>2.</w:t>
      </w:r>
      <w:r w:rsidR="00F86DAF" w:rsidRPr="00037EE4">
        <w:tab/>
        <w:t>Working Party on the Transport of Dangerous Goods (WP.15)</w:t>
      </w:r>
    </w:p>
    <w:p w:rsidR="00F86DAF" w:rsidRPr="00037EE4" w:rsidRDefault="00F86DAF" w:rsidP="00F86DAF">
      <w:pPr>
        <w:spacing w:after="120"/>
        <w:ind w:left="1134" w:right="1134"/>
        <w:jc w:val="both"/>
        <w:rPr>
          <w:color w:val="000000"/>
        </w:rPr>
      </w:pPr>
      <w:r w:rsidRPr="00037EE4">
        <w:t>6.</w:t>
      </w:r>
      <w:r w:rsidRPr="00037EE4">
        <w:tab/>
      </w:r>
      <w:r w:rsidRPr="008C6B44">
        <w:rPr>
          <w:lang w:eastAsia="en-GB"/>
        </w:rPr>
        <w:t>T</w:t>
      </w:r>
      <w:r w:rsidRPr="008C6B44">
        <w:rPr>
          <w:color w:val="000000"/>
        </w:rPr>
        <w:t xml:space="preserve">he joint meeting of the </w:t>
      </w:r>
      <w:r w:rsidR="008C6B44" w:rsidRPr="00994012">
        <w:rPr>
          <w:color w:val="000000"/>
        </w:rPr>
        <w:t xml:space="preserve">Committee of experts on the </w:t>
      </w:r>
      <w:r w:rsidR="008C6B44" w:rsidRPr="008C6B44">
        <w:rPr>
          <w:rStyle w:val="preferred"/>
        </w:rPr>
        <w:t xml:space="preserve">Regulations concerning the International </w:t>
      </w:r>
      <w:r w:rsidRPr="008C6B44">
        <w:t>Carriage of Dangerous Goods by Rail (RID)</w:t>
      </w:r>
      <w:r w:rsidRPr="008C6B44">
        <w:rPr>
          <w:color w:val="000000"/>
        </w:rPr>
        <w:t xml:space="preserve"> and WP.15, through its Informal Working Group on Telematics, continued work on ITS applications aimed, inter alia, at improving the speed and efficiency of emergency responses involving dangerous goods in transport.</w:t>
      </w:r>
      <w:r w:rsidRPr="00037EE4">
        <w:rPr>
          <w:color w:val="000000"/>
        </w:rPr>
        <w:t xml:space="preserve"> </w:t>
      </w:r>
    </w:p>
    <w:p w:rsidR="00F86DAF" w:rsidRPr="00037EE4" w:rsidRDefault="00F86DAF" w:rsidP="00F86DAF">
      <w:pPr>
        <w:spacing w:after="120"/>
        <w:ind w:left="1134" w:right="1134"/>
        <w:jc w:val="both"/>
        <w:rPr>
          <w:i/>
        </w:rPr>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2, 3, 4, 5, 7, 9, 11, </w:t>
      </w:r>
      <w:r w:rsidRPr="00037EE4">
        <w:rPr>
          <w:b/>
          <w:i/>
        </w:rPr>
        <w:t>12</w:t>
      </w:r>
      <w:r w:rsidRPr="00037EE4">
        <w:rPr>
          <w:i/>
        </w:rPr>
        <w:t>, 13, 15, 16, 17, 18 and 19.</w:t>
      </w:r>
    </w:p>
    <w:p w:rsidR="00F86DAF" w:rsidRPr="00037EE4" w:rsidRDefault="00F86DAF" w:rsidP="00821C64">
      <w:pPr>
        <w:pStyle w:val="H23G"/>
      </w:pPr>
      <w:r w:rsidRPr="00037EE4">
        <w:tab/>
      </w:r>
      <w:r w:rsidR="00821C64" w:rsidRPr="00037EE4">
        <w:t>3.</w:t>
      </w:r>
      <w:r w:rsidRPr="00037EE4">
        <w:tab/>
        <w:t>Working Party on Road Traffic Safety (WP.1)</w:t>
      </w:r>
    </w:p>
    <w:p w:rsidR="00F86DAF" w:rsidRPr="00037EE4" w:rsidRDefault="00F86DAF" w:rsidP="00F86DAF">
      <w:pPr>
        <w:tabs>
          <w:tab w:val="left" w:pos="1701"/>
        </w:tabs>
        <w:spacing w:after="120"/>
        <w:ind w:left="1134" w:right="1134"/>
        <w:jc w:val="both"/>
      </w:pPr>
      <w:r w:rsidRPr="00037EE4">
        <w:t>7.</w:t>
      </w:r>
      <w:r w:rsidRPr="00037EE4">
        <w:tab/>
        <w:t>The amendment to the 1968 Convention on Road Traffic, by introducing paragraph 5bis into Article 8, entered into force on 23 March 2016. This amendment provide</w:t>
      </w:r>
      <w:r w:rsidR="00DA6F96">
        <w:t>s</w:t>
      </w:r>
      <w:r w:rsidRPr="00037EE4">
        <w:t xml:space="preserve"> for the use of advanced technologies towards </w:t>
      </w:r>
      <w:proofErr w:type="spellStart"/>
      <w:r w:rsidRPr="00037EE4">
        <w:t>automati</w:t>
      </w:r>
      <w:r w:rsidR="00DA6F96">
        <w:t>z</w:t>
      </w:r>
      <w:r w:rsidRPr="00037EE4">
        <w:t>ation</w:t>
      </w:r>
      <w:proofErr w:type="spellEnd"/>
      <w:r w:rsidRPr="00037EE4">
        <w:t xml:space="preserve"> under the condition of system compliance and approval according to U</w:t>
      </w:r>
      <w:r w:rsidR="00DA6F96">
        <w:t xml:space="preserve">nited </w:t>
      </w:r>
      <w:r w:rsidRPr="00037EE4">
        <w:t>N</w:t>
      </w:r>
      <w:r w:rsidR="00DA6F96">
        <w:t>ations</w:t>
      </w:r>
      <w:r w:rsidRPr="00037EE4">
        <w:t xml:space="preserve"> vehicle regulations or the possibility of overriding the system by the driver.</w:t>
      </w:r>
      <w:r w:rsidR="001D5A88" w:rsidRPr="00037EE4">
        <w:t xml:space="preserve"> </w:t>
      </w:r>
    </w:p>
    <w:p w:rsidR="00F86DAF" w:rsidRPr="00037EE4" w:rsidRDefault="00F86DAF" w:rsidP="00F86DAF">
      <w:pPr>
        <w:tabs>
          <w:tab w:val="left" w:pos="1701"/>
        </w:tabs>
        <w:spacing w:after="120"/>
        <w:ind w:left="1134" w:right="1134"/>
        <w:jc w:val="both"/>
      </w:pPr>
      <w:proofErr w:type="gramStart"/>
      <w:r w:rsidRPr="00037EE4">
        <w:t>8.</w:t>
      </w:r>
      <w:r w:rsidRPr="00037EE4">
        <w:tab/>
        <w:t>In parallel to the activities on the 1968 Convention on Road Traffic,</w:t>
      </w:r>
      <w:proofErr w:type="gramEnd"/>
      <w:r w:rsidRPr="00037EE4">
        <w:t xml:space="preserve"> WP.1 proposed to align the text of the 1949 Convention on Road Traffic</w:t>
      </w:r>
      <w:r w:rsidR="001D5A88" w:rsidRPr="00037EE4">
        <w:t xml:space="preserve"> </w:t>
      </w:r>
      <w:r w:rsidRPr="00037EE4">
        <w:t>and</w:t>
      </w:r>
      <w:r w:rsidR="00DA6F96">
        <w:t>,</w:t>
      </w:r>
      <w:r w:rsidRPr="00037EE4">
        <w:t xml:space="preserve"> particularly</w:t>
      </w:r>
      <w:r w:rsidR="00DA6F96">
        <w:t>,</w:t>
      </w:r>
      <w:r w:rsidRPr="00037EE4">
        <w:t xml:space="preserve"> the text of Article 8 with the agreed text that would enter into force in March 2016.  At this stage, this parallel amendment did not enter into force.</w:t>
      </w:r>
    </w:p>
    <w:p w:rsidR="00F86DAF" w:rsidRPr="00037EE4" w:rsidRDefault="00F86DAF" w:rsidP="00F86DAF">
      <w:pPr>
        <w:pStyle w:val="SingleTxtG"/>
      </w:pPr>
      <w:r w:rsidRPr="00037EE4">
        <w:t>9.</w:t>
      </w:r>
      <w:r w:rsidRPr="00037EE4">
        <w:tab/>
        <w:t xml:space="preserve">WP. </w:t>
      </w:r>
      <w:proofErr w:type="gramStart"/>
      <w:r w:rsidRPr="00037EE4">
        <w:t>1</w:t>
      </w:r>
      <w:proofErr w:type="gramEnd"/>
      <w:r w:rsidRPr="00037EE4">
        <w:t xml:space="preserve"> established an Informal Working Group on Automated Driving. The Group discussed the issue of testing of driverless vehicle on public roads. The Group was of the opinion that there was no need for amendments to the 1949 and 1968 Conventions on Road Traffic for foreseeable types of experiments (i.e. “where there is a person who is ready, and able to take control of the experimental vehicle(s); this person may or may not be inside the vehicle”). </w:t>
      </w:r>
    </w:p>
    <w:p w:rsidR="00F86DAF" w:rsidRPr="00037EE4" w:rsidRDefault="00B8535E" w:rsidP="007C0283">
      <w:pPr>
        <w:pStyle w:val="SingleTxtG"/>
      </w:pPr>
      <w:r w:rsidRPr="00037EE4">
        <w:t>10</w:t>
      </w:r>
      <w:r w:rsidR="00F86DAF" w:rsidRPr="00037EE4">
        <w:t>.</w:t>
      </w:r>
      <w:r w:rsidR="00F86DAF" w:rsidRPr="00037EE4">
        <w:tab/>
        <w:t>WP.1 agreed with the Group’s opinion that amendments to the 1949 and 1968 Conventions are not necessary for public testing of driverless vehicles under the above-stated conditions.</w:t>
      </w:r>
      <w:r w:rsidR="001D5A88" w:rsidRPr="00037EE4">
        <w:t xml:space="preserve"> </w:t>
      </w:r>
      <w:proofErr w:type="gramStart"/>
      <w:r w:rsidR="00F86DAF" w:rsidRPr="00037EE4">
        <w:t xml:space="preserve">It also set out the following near-term guidance for the informal Group: </w:t>
      </w:r>
      <w:r w:rsidR="00F86DAF" w:rsidRPr="00037EE4">
        <w:lastRenderedPageBreak/>
        <w:t>(</w:t>
      </w:r>
      <w:r w:rsidR="00DA6F96">
        <w:t>a</w:t>
      </w:r>
      <w:r w:rsidR="00F86DAF" w:rsidRPr="00037EE4">
        <w:t>) to discontinue considering possible amendments to facilitate testing of driverless vehicles on public roads; (</w:t>
      </w:r>
      <w:r w:rsidR="00DA6F96">
        <w:t>b</w:t>
      </w:r>
      <w:r w:rsidR="00F86DAF" w:rsidRPr="00037EE4">
        <w:t>) to continue considering possible amendments to the 1949 and 1968 Conventions on Road Traffic which would accommodate highly automated vehicles and to explore different possibilities to that end; and (</w:t>
      </w:r>
      <w:r w:rsidR="00DA6F96">
        <w:t>c</w:t>
      </w:r>
      <w:r w:rsidR="00F86DAF" w:rsidRPr="00037EE4">
        <w:t>) to commence work on automated systems such as remote parking where the definitions of “driving” and “operating” may be needed in order to provide guidance to WP.1 delegates.</w:t>
      </w:r>
      <w:proofErr w:type="gramEnd"/>
    </w:p>
    <w:p w:rsidR="00B8535E" w:rsidRPr="00037EE4" w:rsidRDefault="00B8535E" w:rsidP="00B8535E">
      <w:pPr>
        <w:pStyle w:val="SingleTxtG"/>
      </w:pPr>
      <w:r w:rsidRPr="00037EE4">
        <w:t>11.</w:t>
      </w:r>
      <w:r w:rsidRPr="00037EE4">
        <w:tab/>
      </w:r>
      <w:r w:rsidRPr="00994012">
        <w:t>WP.1 together with the National Highway Traffic Safety Administration (NHTSA)</w:t>
      </w:r>
      <w:r w:rsidR="00DA6F96">
        <w:t xml:space="preserve"> of the United States of America</w:t>
      </w:r>
      <w:r w:rsidRPr="00994012">
        <w:t xml:space="preserve"> and the Centr</w:t>
      </w:r>
      <w:r w:rsidR="001965BC">
        <w:t>e</w:t>
      </w:r>
      <w:r w:rsidRPr="00994012">
        <w:t xml:space="preserve"> for Automotive Research at Stanford</w:t>
      </w:r>
      <w:r w:rsidR="001965BC">
        <w:t xml:space="preserve"> </w:t>
      </w:r>
      <w:r w:rsidR="001965BC">
        <w:rPr>
          <w:rStyle w:val="FootnoteReference"/>
        </w:rPr>
        <w:footnoteReference w:id="2"/>
      </w:r>
      <w:r w:rsidRPr="00994012">
        <w:t xml:space="preserve"> (CARS) organized a workshop on governance of automated vehicles.</w:t>
      </w:r>
    </w:p>
    <w:p w:rsidR="00F86DAF" w:rsidRPr="00037EE4" w:rsidRDefault="00F86DAF" w:rsidP="007C0283">
      <w:pPr>
        <w:spacing w:after="120"/>
        <w:ind w:left="1134" w:right="1134"/>
        <w:jc w:val="both"/>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Actions 1, 2, 3, 4, 5, 7</w:t>
      </w:r>
      <w:r w:rsidRPr="00037EE4">
        <w:rPr>
          <w:b/>
          <w:i/>
        </w:rPr>
        <w:t>, 9</w:t>
      </w:r>
      <w:r w:rsidRPr="00037EE4">
        <w:rPr>
          <w:i/>
        </w:rPr>
        <w:t xml:space="preserve">, </w:t>
      </w:r>
      <w:r w:rsidRPr="00037EE4">
        <w:rPr>
          <w:b/>
          <w:i/>
        </w:rPr>
        <w:t>11, 10</w:t>
      </w:r>
      <w:r w:rsidRPr="00037EE4">
        <w:rPr>
          <w:i/>
        </w:rPr>
        <w:t>, 13, 15, 16, 17, 18 and 19.</w:t>
      </w:r>
    </w:p>
    <w:p w:rsidR="00F86DAF" w:rsidRPr="00037EE4" w:rsidRDefault="00821C64" w:rsidP="00821C64">
      <w:pPr>
        <w:pStyle w:val="H23G"/>
      </w:pPr>
      <w:r w:rsidRPr="00037EE4">
        <w:tab/>
        <w:t>4.</w:t>
      </w:r>
      <w:r w:rsidR="00F86DAF" w:rsidRPr="00037EE4">
        <w:tab/>
        <w:t>Working Party on Brakes and Running Gear (GRRF)</w:t>
      </w:r>
    </w:p>
    <w:p w:rsidR="00F86DAF" w:rsidRPr="00037EE4" w:rsidRDefault="00F86DAF" w:rsidP="00F86DAF">
      <w:pPr>
        <w:pStyle w:val="SingleTxtG"/>
      </w:pPr>
      <w:r w:rsidRPr="00037EE4">
        <w:t>12.</w:t>
      </w:r>
      <w:r w:rsidRPr="00037EE4">
        <w:tab/>
        <w:t xml:space="preserve">GRRF implemented the decision of the World Forum on the amendment to Regulation No. </w:t>
      </w:r>
      <w:proofErr w:type="gramStart"/>
      <w:r w:rsidRPr="00037EE4">
        <w:t>79 which</w:t>
      </w:r>
      <w:proofErr w:type="gramEnd"/>
      <w:r w:rsidRPr="00037EE4">
        <w:t xml:space="preserve"> had been identified as the Regulation that prohibits innovation related to self-steering technologies by initiating an Informal Working Group on Automated Commanded Steering Functions (IWG on ACSF). The group defined </w:t>
      </w:r>
      <w:r w:rsidR="00DA6F96">
        <w:t>five</w:t>
      </w:r>
      <w:r w:rsidRPr="00037EE4">
        <w:t xml:space="preserve"> categories of automation corresponding to the functionalities that the vehicle would be able to perform and adopted performance requirements for the first </w:t>
      </w:r>
      <w:r w:rsidR="00DA6F96">
        <w:t>two</w:t>
      </w:r>
      <w:r w:rsidRPr="00037EE4">
        <w:t xml:space="preserve"> levels of automation defined by SAE International.</w:t>
      </w:r>
    </w:p>
    <w:p w:rsidR="00F86DAF" w:rsidRPr="00037EE4" w:rsidRDefault="00F86DAF" w:rsidP="00F86DAF">
      <w:pPr>
        <w:pStyle w:val="SingleTxtG"/>
      </w:pPr>
      <w:r w:rsidRPr="00037EE4">
        <w:t>13.</w:t>
      </w:r>
      <w:r w:rsidRPr="00037EE4">
        <w:tab/>
        <w:t xml:space="preserve">These relate to systems that, under specific driving circumstances, will take over the control of the vehicle under the permanent supervision of the driver, such as self-parking functions and </w:t>
      </w:r>
      <w:r w:rsidR="001422A1" w:rsidRPr="00037EE4">
        <w:t xml:space="preserve">lane keeping assist systems </w:t>
      </w:r>
      <w:r w:rsidRPr="00037EE4">
        <w:t xml:space="preserve">(e.g. when the car will take corrective measures if it detects that it is about to cross a lane accidentally). They also entail </w:t>
      </w:r>
      <w:r w:rsidR="001422A1">
        <w:t xml:space="preserve">to </w:t>
      </w:r>
      <w:r w:rsidRPr="00037EE4">
        <w:t>remov</w:t>
      </w:r>
      <w:r w:rsidR="001422A1">
        <w:t>e</w:t>
      </w:r>
      <w:r w:rsidRPr="00037EE4">
        <w:t xml:space="preserve"> the current limitation of automatic steering functions to driving conditions below 10km/h contained in UN Regulation No. 79. Once adopted by the World Forum at one of its forthcoming meetings, these provisions </w:t>
      </w:r>
      <w:proofErr w:type="gramStart"/>
      <w:r w:rsidRPr="00037EE4">
        <w:t>will be integrated</w:t>
      </w:r>
      <w:proofErr w:type="gramEnd"/>
      <w:r w:rsidRPr="00037EE4">
        <w:t xml:space="preserve"> into UN Regulation No. 79. The group will continue working on the requirements for more complex highway autopilots (</w:t>
      </w:r>
      <w:proofErr w:type="gramStart"/>
      <w:r w:rsidRPr="00037EE4">
        <w:t>e.g.</w:t>
      </w:r>
      <w:proofErr w:type="gramEnd"/>
      <w:r w:rsidRPr="00037EE4">
        <w:t xml:space="preserve"> when the vehicle would be self-driving at high speeds on highways). </w:t>
      </w:r>
    </w:p>
    <w:p w:rsidR="00F86DAF" w:rsidRPr="00037EE4" w:rsidRDefault="00F86DAF" w:rsidP="00F86DAF">
      <w:pPr>
        <w:spacing w:after="120"/>
        <w:ind w:left="1134" w:right="1134"/>
        <w:jc w:val="both"/>
        <w:rPr>
          <w:i/>
        </w:rPr>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w:t>
      </w:r>
      <w:r w:rsidRPr="00037EE4">
        <w:rPr>
          <w:b/>
          <w:i/>
        </w:rPr>
        <w:t>2</w:t>
      </w:r>
      <w:r w:rsidRPr="00037EE4">
        <w:rPr>
          <w:i/>
        </w:rPr>
        <w:t xml:space="preserve">, 3, 4, </w:t>
      </w:r>
      <w:r w:rsidRPr="00037EE4">
        <w:rPr>
          <w:b/>
          <w:i/>
        </w:rPr>
        <w:t>5</w:t>
      </w:r>
      <w:r w:rsidRPr="00037EE4">
        <w:rPr>
          <w:i/>
        </w:rPr>
        <w:t xml:space="preserve">, 6, </w:t>
      </w:r>
      <w:r w:rsidRPr="00037EE4">
        <w:rPr>
          <w:b/>
          <w:i/>
        </w:rPr>
        <w:t>9</w:t>
      </w:r>
      <w:r w:rsidRPr="00037EE4">
        <w:rPr>
          <w:i/>
        </w:rPr>
        <w:t>, 15, 17, 18 and 19.</w:t>
      </w:r>
    </w:p>
    <w:p w:rsidR="00F86DAF" w:rsidRPr="00037EE4" w:rsidRDefault="00821C64" w:rsidP="00821C64">
      <w:pPr>
        <w:pStyle w:val="H23G"/>
      </w:pPr>
      <w:r w:rsidRPr="00037EE4">
        <w:tab/>
        <w:t>5.</w:t>
      </w:r>
      <w:r w:rsidR="00F86DAF" w:rsidRPr="00037EE4">
        <w:tab/>
        <w:t>Informal Working Group on Intelligent Transports Systems / Automated Driving of the World Forum for Harmonization of Vehicle Regulations</w:t>
      </w:r>
    </w:p>
    <w:p w:rsidR="00F86DAF" w:rsidRPr="00037EE4" w:rsidRDefault="00F86DAF" w:rsidP="00F86DAF">
      <w:pPr>
        <w:tabs>
          <w:tab w:val="left" w:pos="567"/>
        </w:tabs>
        <w:spacing w:after="120"/>
        <w:ind w:left="1134" w:right="1134"/>
        <w:jc w:val="both"/>
      </w:pPr>
      <w:r w:rsidRPr="00037EE4">
        <w:t>14.</w:t>
      </w:r>
      <w:r w:rsidRPr="00037EE4">
        <w:tab/>
        <w:t xml:space="preserve">The mandate of the Informal Working Group (IWG) on Intelligent Transport Systems / Automated Driving (ITS/AD) specifies the work items to be covered by the activities of the Group </w:t>
      </w:r>
      <w:proofErr w:type="gramStart"/>
      <w:r w:rsidRPr="00037EE4">
        <w:t>on the basis of</w:t>
      </w:r>
      <w:proofErr w:type="gramEnd"/>
      <w:r w:rsidRPr="00037EE4">
        <w:t xml:space="preserve"> three pillars: </w:t>
      </w:r>
    </w:p>
    <w:p w:rsidR="00F86DAF" w:rsidRPr="00037EE4" w:rsidRDefault="00F86DAF" w:rsidP="00F86DAF">
      <w:pPr>
        <w:tabs>
          <w:tab w:val="left" w:pos="1701"/>
        </w:tabs>
        <w:spacing w:after="120"/>
        <w:ind w:left="1134" w:right="1134"/>
        <w:jc w:val="both"/>
      </w:pPr>
      <w:r w:rsidRPr="00037EE4">
        <w:tab/>
        <w:t>(a)</w:t>
      </w:r>
      <w:r w:rsidRPr="00037EE4">
        <w:tab/>
        <w:t xml:space="preserve">Prepare a proposal with harmonized definitions of </w:t>
      </w:r>
      <w:r w:rsidR="001422A1">
        <w:t>‘</w:t>
      </w:r>
      <w:r w:rsidR="001422A1" w:rsidRPr="00037EE4">
        <w:t>automated driving technologies</w:t>
      </w:r>
      <w:r w:rsidR="001422A1">
        <w:t>’</w:t>
      </w:r>
      <w:r w:rsidRPr="00037EE4">
        <w:t xml:space="preserve"> (ADT)</w:t>
      </w:r>
      <w:r w:rsidR="001422A1" w:rsidRPr="00037EE4">
        <w:t>;</w:t>
      </w:r>
      <w:r w:rsidRPr="00037EE4">
        <w:t xml:space="preserve"> </w:t>
      </w:r>
    </w:p>
    <w:p w:rsidR="00F86DAF" w:rsidRPr="00037EE4" w:rsidRDefault="00F86DAF" w:rsidP="00F86DAF">
      <w:pPr>
        <w:tabs>
          <w:tab w:val="left" w:pos="1701"/>
        </w:tabs>
        <w:spacing w:after="120"/>
        <w:ind w:left="1134" w:right="1134"/>
        <w:jc w:val="both"/>
      </w:pPr>
      <w:r w:rsidRPr="00037EE4">
        <w:tab/>
        <w:t>(b)</w:t>
      </w:r>
      <w:r w:rsidRPr="00037EE4">
        <w:tab/>
        <w:t>Identify the main horizontal issues and legal obstacles to automated driving technologies and, where possible and appropriate, those not within the remit of WP.29;</w:t>
      </w:r>
    </w:p>
    <w:p w:rsidR="00F86DAF" w:rsidRPr="00037EE4" w:rsidRDefault="00F86DAF" w:rsidP="00F86DAF">
      <w:pPr>
        <w:tabs>
          <w:tab w:val="left" w:pos="1701"/>
        </w:tabs>
        <w:spacing w:after="120"/>
        <w:ind w:left="1134" w:right="1134"/>
        <w:jc w:val="both"/>
      </w:pPr>
      <w:r w:rsidRPr="00037EE4">
        <w:tab/>
        <w:t>(c)</w:t>
      </w:r>
      <w:r w:rsidRPr="00037EE4">
        <w:tab/>
        <w:t xml:space="preserve">Prepare a proposal on harmonized general guidelines for </w:t>
      </w:r>
      <w:proofErr w:type="spellStart"/>
      <w:r w:rsidRPr="00037EE4">
        <w:t>eSecurity</w:t>
      </w:r>
      <w:proofErr w:type="spellEnd"/>
      <w:r w:rsidRPr="00037EE4">
        <w:t xml:space="preserve"> and </w:t>
      </w:r>
      <w:proofErr w:type="spellStart"/>
      <w:r w:rsidRPr="00037EE4">
        <w:t>eSafety</w:t>
      </w:r>
      <w:proofErr w:type="spellEnd"/>
      <w:r w:rsidRPr="00037EE4">
        <w:t xml:space="preserve"> in motor vehicles. </w:t>
      </w:r>
    </w:p>
    <w:p w:rsidR="00F86DAF" w:rsidRPr="00037EE4" w:rsidRDefault="00F86DAF" w:rsidP="00F86DAF">
      <w:pPr>
        <w:spacing w:after="120"/>
        <w:ind w:left="1134" w:right="1134"/>
        <w:jc w:val="both"/>
      </w:pPr>
      <w:r w:rsidRPr="00994012">
        <w:t>15</w:t>
      </w:r>
      <w:r w:rsidRPr="00037EE4">
        <w:t>.</w:t>
      </w:r>
      <w:r w:rsidRPr="00037EE4">
        <w:tab/>
        <w:t>In addition, the Group continues to exchange information on driverless technologies.</w:t>
      </w:r>
    </w:p>
    <w:p w:rsidR="00F86DAF" w:rsidRPr="00037EE4" w:rsidRDefault="00F86DAF" w:rsidP="00F86DAF">
      <w:pPr>
        <w:spacing w:after="120"/>
        <w:ind w:left="1134" w:right="1134"/>
        <w:jc w:val="both"/>
      </w:pPr>
      <w:r w:rsidRPr="00037EE4">
        <w:lastRenderedPageBreak/>
        <w:t>16.</w:t>
      </w:r>
      <w:r w:rsidRPr="00037EE4">
        <w:tab/>
        <w:t xml:space="preserve">The Group made progress in defining automation levels, with SAE J3016 as a basis for discussion. They reviewed cybersecurity guidelines developed by the experts from </w:t>
      </w:r>
      <w:r w:rsidR="00911951">
        <w:t xml:space="preserve">Germany and </w:t>
      </w:r>
      <w:r w:rsidRPr="00037EE4">
        <w:t>Japan.</w:t>
      </w:r>
    </w:p>
    <w:p w:rsidR="00F86DAF" w:rsidRPr="00037EE4" w:rsidRDefault="00F86DAF" w:rsidP="00F86DAF">
      <w:pPr>
        <w:spacing w:after="120"/>
        <w:ind w:left="1134" w:right="1134"/>
        <w:jc w:val="both"/>
      </w:pPr>
      <w:r w:rsidRPr="00037EE4">
        <w:rPr>
          <w:i/>
        </w:rPr>
        <w:t>Road Map</w:t>
      </w:r>
      <w:r w:rsidRPr="00037EE4">
        <w:t xml:space="preserve"> </w:t>
      </w:r>
      <w:r w:rsidRPr="00037EE4">
        <w:rPr>
          <w:i/>
        </w:rPr>
        <w:t xml:space="preserve">Actions addressed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w:t>
      </w:r>
      <w:r w:rsidRPr="00037EE4">
        <w:rPr>
          <w:b/>
          <w:i/>
        </w:rPr>
        <w:t>1</w:t>
      </w:r>
      <w:r w:rsidRPr="00037EE4">
        <w:rPr>
          <w:i/>
        </w:rPr>
        <w:t xml:space="preserve">, </w:t>
      </w:r>
      <w:r w:rsidRPr="00037EE4">
        <w:rPr>
          <w:b/>
          <w:i/>
        </w:rPr>
        <w:t>2</w:t>
      </w:r>
      <w:r w:rsidRPr="00037EE4">
        <w:rPr>
          <w:i/>
        </w:rPr>
        <w:t xml:space="preserve">, </w:t>
      </w:r>
      <w:r w:rsidRPr="00037EE4">
        <w:rPr>
          <w:b/>
          <w:i/>
        </w:rPr>
        <w:t>3</w:t>
      </w:r>
      <w:r w:rsidRPr="00037EE4">
        <w:rPr>
          <w:i/>
        </w:rPr>
        <w:t xml:space="preserve">, 4, </w:t>
      </w:r>
      <w:r w:rsidRPr="00037EE4">
        <w:rPr>
          <w:b/>
          <w:i/>
        </w:rPr>
        <w:t>5</w:t>
      </w:r>
      <w:r w:rsidRPr="00037EE4">
        <w:rPr>
          <w:i/>
        </w:rPr>
        <w:t xml:space="preserve">, </w:t>
      </w:r>
      <w:r w:rsidRPr="00037EE4">
        <w:rPr>
          <w:b/>
          <w:i/>
        </w:rPr>
        <w:t>7</w:t>
      </w:r>
      <w:r w:rsidRPr="00037EE4">
        <w:rPr>
          <w:i/>
        </w:rPr>
        <w:t xml:space="preserve">, </w:t>
      </w:r>
      <w:r w:rsidRPr="00037EE4">
        <w:rPr>
          <w:b/>
          <w:i/>
        </w:rPr>
        <w:t>8</w:t>
      </w:r>
      <w:r w:rsidRPr="00037EE4">
        <w:rPr>
          <w:i/>
        </w:rPr>
        <w:t>, 9, 10, 11, 16, 17 and 19.</w:t>
      </w:r>
    </w:p>
    <w:p w:rsidR="00F86DAF" w:rsidRPr="00037EE4" w:rsidRDefault="00821C64" w:rsidP="00821C64">
      <w:pPr>
        <w:pStyle w:val="H23G"/>
      </w:pPr>
      <w:r w:rsidRPr="00037EE4">
        <w:tab/>
        <w:t>6.</w:t>
      </w:r>
      <w:r w:rsidR="00F86DAF" w:rsidRPr="00037EE4">
        <w:tab/>
        <w:t>Working Party on Intermodal Transport and Logistics (WP.24)</w:t>
      </w:r>
    </w:p>
    <w:p w:rsidR="00F86DAF" w:rsidRPr="00037EE4" w:rsidRDefault="00F86DAF" w:rsidP="00F86DAF">
      <w:pPr>
        <w:tabs>
          <w:tab w:val="left" w:pos="567"/>
        </w:tabs>
        <w:spacing w:after="120"/>
        <w:ind w:left="1134" w:right="1134"/>
        <w:jc w:val="both"/>
      </w:pPr>
      <w:r w:rsidRPr="00037EE4">
        <w:t>17.</w:t>
      </w:r>
      <w:r w:rsidRPr="00037EE4">
        <w:tab/>
        <w:t xml:space="preserve">As part of its ongoing work on the role of </w:t>
      </w:r>
      <w:proofErr w:type="gramStart"/>
      <w:r w:rsidRPr="00037EE4">
        <w:t>ITS</w:t>
      </w:r>
      <w:proofErr w:type="gramEnd"/>
      <w:r w:rsidRPr="00037EE4">
        <w:t xml:space="preserve"> in intermodal transport and logistics, WP.24 held a workshop titled </w:t>
      </w:r>
      <w:r w:rsidR="003B1FFD">
        <w:t>‘</w:t>
      </w:r>
      <w:r w:rsidRPr="00037EE4">
        <w:t>Promoting sustainable intermodal transport through innovative solutions</w:t>
      </w:r>
      <w:r w:rsidR="003B1FFD">
        <w:t>’</w:t>
      </w:r>
      <w:r w:rsidRPr="00037EE4">
        <w:t xml:space="preserve"> at its fifty-ninth session. A number of innovative practices were discussed showing how this sector is seeking to increase its market share </w:t>
      </w:r>
      <w:proofErr w:type="gramStart"/>
      <w:r w:rsidRPr="00037EE4">
        <w:t>through the use of</w:t>
      </w:r>
      <w:proofErr w:type="gramEnd"/>
      <w:r w:rsidRPr="00037EE4">
        <w:t xml:space="preserve"> intelligent transport systems.</w:t>
      </w:r>
      <w:r w:rsidR="001D5A88" w:rsidRPr="00037EE4">
        <w:t xml:space="preserve"> </w:t>
      </w:r>
    </w:p>
    <w:p w:rsidR="00F86DAF" w:rsidRPr="00037EE4" w:rsidRDefault="00F86DAF" w:rsidP="00F86DAF">
      <w:pPr>
        <w:spacing w:after="120"/>
        <w:ind w:left="1134" w:right="1134"/>
        <w:jc w:val="both"/>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2, 3, 4, 5, 6, </w:t>
      </w:r>
      <w:r w:rsidRPr="00037EE4">
        <w:rPr>
          <w:b/>
          <w:i/>
        </w:rPr>
        <w:t>13</w:t>
      </w:r>
      <w:r w:rsidRPr="00037EE4">
        <w:rPr>
          <w:i/>
        </w:rPr>
        <w:t xml:space="preserve">, </w:t>
      </w:r>
      <w:r w:rsidRPr="00037EE4">
        <w:rPr>
          <w:b/>
          <w:i/>
        </w:rPr>
        <w:t>15</w:t>
      </w:r>
      <w:r w:rsidRPr="00037EE4">
        <w:rPr>
          <w:i/>
        </w:rPr>
        <w:t>, 16, 17, 18 and 19.</w:t>
      </w:r>
    </w:p>
    <w:p w:rsidR="00F86DAF" w:rsidRPr="00037EE4" w:rsidRDefault="00F86DAF" w:rsidP="00F86DAF">
      <w:pPr>
        <w:keepNext/>
        <w:keepLines/>
        <w:tabs>
          <w:tab w:val="right" w:pos="851"/>
        </w:tabs>
        <w:spacing w:before="360" w:after="240" w:line="300" w:lineRule="exact"/>
        <w:ind w:left="1134" w:right="1134" w:hanging="1134"/>
        <w:rPr>
          <w:b/>
          <w:sz w:val="28"/>
        </w:rPr>
      </w:pPr>
      <w:r w:rsidRPr="00037EE4">
        <w:rPr>
          <w:b/>
          <w:sz w:val="28"/>
        </w:rPr>
        <w:tab/>
        <w:t>III.</w:t>
      </w:r>
      <w:r w:rsidRPr="00037EE4">
        <w:rPr>
          <w:b/>
          <w:sz w:val="28"/>
        </w:rPr>
        <w:tab/>
        <w:t>Non-UNECE activities in 2016</w:t>
      </w:r>
    </w:p>
    <w:p w:rsidR="00F86DAF" w:rsidRPr="00994012" w:rsidRDefault="00F86DAF" w:rsidP="00F86DAF">
      <w:pPr>
        <w:spacing w:after="120"/>
        <w:ind w:left="1134" w:right="1134"/>
        <w:jc w:val="both"/>
      </w:pPr>
      <w:r w:rsidRPr="00994012">
        <w:t>18.</w:t>
      </w:r>
      <w:r w:rsidRPr="00994012">
        <w:tab/>
      </w:r>
      <w:r w:rsidRPr="00037EE4">
        <w:t xml:space="preserve">G7 Ministers of Transport had created a subgroup on automated vehicles, connected vehicles and </w:t>
      </w:r>
      <w:proofErr w:type="gramStart"/>
      <w:r w:rsidRPr="00037EE4">
        <w:t>ITS</w:t>
      </w:r>
      <w:proofErr w:type="gramEnd"/>
      <w:r w:rsidR="006226CD">
        <w:t xml:space="preserve">, and issued a </w:t>
      </w:r>
      <w:r w:rsidRPr="00037EE4">
        <w:t xml:space="preserve">Ministerial declaration in September 2016. </w:t>
      </w:r>
      <w:r w:rsidR="006226CD">
        <w:t>In addition</w:t>
      </w:r>
      <w:r w:rsidRPr="00037EE4">
        <w:t xml:space="preserve">, the Netherlands as well as President of the Council of Ministers of </w:t>
      </w:r>
      <w:r w:rsidR="006226CD">
        <w:t>the European Union (</w:t>
      </w:r>
      <w:r w:rsidRPr="00037EE4">
        <w:t>EU</w:t>
      </w:r>
      <w:r w:rsidR="006226CD">
        <w:t>)</w:t>
      </w:r>
      <w:r w:rsidRPr="00037EE4">
        <w:t xml:space="preserve"> issued </w:t>
      </w:r>
      <w:r w:rsidR="006226CD">
        <w:t xml:space="preserve">the </w:t>
      </w:r>
      <w:r w:rsidR="006226CD" w:rsidRPr="006226CD">
        <w:t xml:space="preserve">Amsterdam Declaration </w:t>
      </w:r>
      <w:r w:rsidRPr="00037EE4">
        <w:t xml:space="preserve">on automated driving on </w:t>
      </w:r>
      <w:r w:rsidR="008C7E8B" w:rsidRPr="00037EE4">
        <w:t>19</w:t>
      </w:r>
      <w:r w:rsidRPr="00037EE4">
        <w:t xml:space="preserve"> April 2016 during an informal meeting of</w:t>
      </w:r>
      <w:r w:rsidR="006226CD">
        <w:t xml:space="preserve"> the</w:t>
      </w:r>
      <w:r w:rsidRPr="00037EE4">
        <w:t xml:space="preserve"> EU Ministers of Transport (). </w:t>
      </w:r>
    </w:p>
    <w:p w:rsidR="00F86DAF" w:rsidRPr="00994012" w:rsidRDefault="008C7E8B" w:rsidP="00F86DAF">
      <w:pPr>
        <w:spacing w:after="120"/>
        <w:ind w:left="1134" w:right="1134"/>
        <w:jc w:val="both"/>
      </w:pPr>
      <w:r w:rsidRPr="00994012">
        <w:t>19</w:t>
      </w:r>
      <w:r w:rsidR="00F86DAF" w:rsidRPr="00994012">
        <w:t>.</w:t>
      </w:r>
      <w:r w:rsidR="00F86DAF" w:rsidRPr="00994012">
        <w:tab/>
        <w:t xml:space="preserve">The secretariat attended several conferences </w:t>
      </w:r>
      <w:r w:rsidR="006226CD">
        <w:t xml:space="preserve">on </w:t>
      </w:r>
      <w:r w:rsidR="00F86DAF" w:rsidRPr="00994012">
        <w:t xml:space="preserve">ITS and vehicle automation in order to raise awareness on the activities of UNECE and the progress </w:t>
      </w:r>
      <w:r w:rsidR="00911951">
        <w:t>achieved</w:t>
      </w:r>
      <w:r w:rsidR="00F86DAF" w:rsidRPr="00994012">
        <w:t>.</w:t>
      </w:r>
    </w:p>
    <w:p w:rsidR="00930255" w:rsidRPr="00037EE4" w:rsidRDefault="00F86DAF" w:rsidP="00F86DAF">
      <w:pPr>
        <w:spacing w:after="120"/>
        <w:ind w:left="1134" w:right="1134"/>
        <w:jc w:val="both"/>
        <w:rPr>
          <w:i/>
        </w:rPr>
      </w:pPr>
      <w:r w:rsidRPr="00037EE4">
        <w:rPr>
          <w:i/>
        </w:rPr>
        <w:t>Road Map</w:t>
      </w:r>
      <w:r w:rsidRPr="00037EE4">
        <w:t xml:space="preserve"> </w:t>
      </w:r>
      <w:r w:rsidR="005C41EC" w:rsidRPr="00037EE4">
        <w:rPr>
          <w:i/>
        </w:rPr>
        <w:t>Actions addressed</w:t>
      </w:r>
      <w:r w:rsidRPr="00037EE4">
        <w:rPr>
          <w:i/>
        </w:rPr>
        <w:t xml:space="preserve"> </w:t>
      </w:r>
      <w:r w:rsidR="005C41EC" w:rsidRPr="00037EE4">
        <w:t xml:space="preserve">(areas of primary focus </w:t>
      </w:r>
      <w:proofErr w:type="gramStart"/>
      <w:r w:rsidR="005C41EC" w:rsidRPr="00037EE4">
        <w:t>are indicated</w:t>
      </w:r>
      <w:proofErr w:type="gramEnd"/>
      <w:r w:rsidR="005C41EC" w:rsidRPr="00037EE4">
        <w:t xml:space="preserve"> in </w:t>
      </w:r>
      <w:r w:rsidR="005C41EC" w:rsidRPr="00037EE4">
        <w:rPr>
          <w:b/>
        </w:rPr>
        <w:t>bold</w:t>
      </w:r>
      <w:r w:rsidR="005C41EC" w:rsidRPr="00037EE4">
        <w:t>):</w:t>
      </w:r>
      <w:r w:rsidR="005C41EC" w:rsidRPr="00037EE4">
        <w:rPr>
          <w:i/>
        </w:rPr>
        <w:t xml:space="preserve"> </w:t>
      </w:r>
      <w:r w:rsidRPr="00037EE4">
        <w:rPr>
          <w:i/>
        </w:rPr>
        <w:t xml:space="preserve">Actions 1, 2, 3, 4, </w:t>
      </w:r>
      <w:r w:rsidRPr="00037EE4">
        <w:rPr>
          <w:b/>
          <w:i/>
        </w:rPr>
        <w:t>5</w:t>
      </w:r>
      <w:r w:rsidRPr="00037EE4">
        <w:rPr>
          <w:i/>
        </w:rPr>
        <w:t>, 6, 7, 8, 9, 10 and 19.</w:t>
      </w:r>
    </w:p>
    <w:p w:rsidR="00930255" w:rsidRPr="00037EE4" w:rsidRDefault="00930255">
      <w:pPr>
        <w:suppressAutoHyphens w:val="0"/>
        <w:spacing w:line="240" w:lineRule="auto"/>
        <w:rPr>
          <w:i/>
        </w:rPr>
      </w:pPr>
      <w:r w:rsidRPr="00037EE4">
        <w:rPr>
          <w:i/>
        </w:rPr>
        <w:br w:type="page"/>
      </w:r>
    </w:p>
    <w:p w:rsidR="00930255" w:rsidRPr="00037EE4" w:rsidRDefault="00930255" w:rsidP="00930255">
      <w:pPr>
        <w:keepNext/>
        <w:keepLines/>
        <w:tabs>
          <w:tab w:val="right" w:pos="851"/>
        </w:tabs>
        <w:spacing w:before="360" w:after="240" w:line="300" w:lineRule="exact"/>
        <w:ind w:left="1134" w:right="1134" w:hanging="1134"/>
        <w:rPr>
          <w:b/>
          <w:sz w:val="28"/>
        </w:rPr>
      </w:pPr>
      <w:r w:rsidRPr="00037EE4">
        <w:rPr>
          <w:b/>
          <w:sz w:val="28"/>
        </w:rPr>
        <w:lastRenderedPageBreak/>
        <w:t>Annex</w:t>
      </w:r>
    </w:p>
    <w:p w:rsidR="00930255" w:rsidRPr="00037EE4" w:rsidRDefault="00930255" w:rsidP="00930255">
      <w:pPr>
        <w:keepNext/>
        <w:keepLines/>
        <w:tabs>
          <w:tab w:val="right" w:pos="851"/>
        </w:tabs>
        <w:spacing w:before="360" w:after="240" w:line="300" w:lineRule="exact"/>
        <w:ind w:left="1134" w:right="708" w:hanging="1134"/>
        <w:rPr>
          <w:b/>
          <w:sz w:val="28"/>
        </w:rPr>
      </w:pPr>
      <w:r w:rsidRPr="00037EE4">
        <w:rPr>
          <w:rFonts w:eastAsia="Calibri"/>
          <w:b/>
          <w:sz w:val="28"/>
        </w:rPr>
        <w:tab/>
      </w:r>
      <w:r w:rsidRPr="00037EE4">
        <w:rPr>
          <w:rFonts w:eastAsia="Calibri"/>
          <w:b/>
          <w:sz w:val="28"/>
        </w:rPr>
        <w:tab/>
        <w:t>The UNECE Road Map on Intelligent Transport Systems (ITS)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5"/>
        <w:gridCol w:w="3685"/>
      </w:tblGrid>
      <w:tr w:rsidR="00930255" w:rsidRPr="00037EE4" w:rsidTr="004121F7">
        <w:tc>
          <w:tcPr>
            <w:tcW w:w="3685" w:type="dxa"/>
            <w:tcBorders>
              <w:top w:val="single" w:sz="12" w:space="0" w:color="auto"/>
            </w:tcBorders>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w:t>
            </w:r>
          </w:p>
          <w:p w:rsidR="00930255" w:rsidRPr="00037EE4" w:rsidRDefault="00930255" w:rsidP="004121F7">
            <w:pPr>
              <w:suppressAutoHyphens w:val="0"/>
              <w:spacing w:before="40" w:after="40" w:line="220" w:lineRule="exact"/>
              <w:ind w:right="113"/>
              <w:rPr>
                <w:sz w:val="18"/>
              </w:rPr>
            </w:pPr>
            <w:r w:rsidRPr="00037EE4">
              <w:rPr>
                <w:sz w:val="18"/>
              </w:rPr>
              <w:t>Reaching a common definition for ITS</w:t>
            </w:r>
          </w:p>
        </w:tc>
        <w:tc>
          <w:tcPr>
            <w:tcW w:w="3685" w:type="dxa"/>
            <w:tcBorders>
              <w:top w:val="single" w:sz="12" w:space="0" w:color="auto"/>
            </w:tcBorders>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11</w:t>
            </w:r>
          </w:p>
          <w:p w:rsidR="00930255" w:rsidRPr="00037EE4" w:rsidRDefault="00930255" w:rsidP="004121F7">
            <w:pPr>
              <w:suppressAutoHyphens w:val="0"/>
              <w:spacing w:before="40" w:after="40" w:line="220" w:lineRule="exact"/>
              <w:ind w:right="113"/>
              <w:rPr>
                <w:sz w:val="18"/>
              </w:rPr>
            </w:pPr>
            <w:r w:rsidRPr="00037EE4">
              <w:rPr>
                <w:sz w:val="18"/>
              </w:rPr>
              <w:t>Harmonizing Variable Message Signs</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2</w:t>
            </w:r>
          </w:p>
          <w:p w:rsidR="00930255" w:rsidRPr="00037EE4" w:rsidRDefault="00930255" w:rsidP="004121F7">
            <w:pPr>
              <w:suppressAutoHyphens w:val="0"/>
              <w:spacing w:before="40" w:after="40" w:line="220" w:lineRule="exact"/>
              <w:ind w:right="113"/>
              <w:rPr>
                <w:sz w:val="18"/>
              </w:rPr>
            </w:pPr>
            <w:r w:rsidRPr="00037EE4">
              <w:rPr>
                <w:sz w:val="18"/>
              </w:rPr>
              <w:t>Harmonizing policies</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12</w:t>
            </w:r>
          </w:p>
          <w:p w:rsidR="00930255" w:rsidRPr="00037EE4" w:rsidRDefault="00930255" w:rsidP="004121F7">
            <w:pPr>
              <w:suppressAutoHyphens w:val="0"/>
              <w:spacing w:before="40" w:after="40" w:line="220" w:lineRule="exact"/>
              <w:ind w:right="113"/>
              <w:rPr>
                <w:sz w:val="18"/>
              </w:rPr>
            </w:pPr>
            <w:r w:rsidRPr="00037EE4">
              <w:rPr>
                <w:sz w:val="18"/>
              </w:rPr>
              <w:t>Making Transport of Dangerous Goods less dangerous</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3</w:t>
            </w:r>
          </w:p>
          <w:p w:rsidR="00930255" w:rsidRPr="00037EE4" w:rsidRDefault="00930255" w:rsidP="004121F7">
            <w:pPr>
              <w:suppressAutoHyphens w:val="0"/>
              <w:spacing w:before="40" w:after="40" w:line="220" w:lineRule="exact"/>
              <w:ind w:right="113"/>
              <w:rPr>
                <w:sz w:val="18"/>
              </w:rPr>
            </w:pPr>
            <w:r w:rsidRPr="00037EE4">
              <w:rPr>
                <w:sz w:val="18"/>
              </w:rPr>
              <w:t>Forging International cooperation</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13</w:t>
            </w:r>
          </w:p>
          <w:p w:rsidR="00930255" w:rsidRPr="00037EE4" w:rsidRDefault="00930255" w:rsidP="004121F7">
            <w:pPr>
              <w:suppressAutoHyphens w:val="0"/>
              <w:spacing w:before="40" w:after="40" w:line="220" w:lineRule="exact"/>
              <w:ind w:right="113"/>
              <w:rPr>
                <w:sz w:val="18"/>
              </w:rPr>
            </w:pPr>
            <w:r w:rsidRPr="00037EE4">
              <w:rPr>
                <w:sz w:val="18"/>
              </w:rPr>
              <w:t>Integrating with Rail Transport</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4</w:t>
            </w:r>
          </w:p>
          <w:p w:rsidR="00930255" w:rsidRPr="00037EE4" w:rsidRDefault="00930255" w:rsidP="004121F7">
            <w:pPr>
              <w:suppressAutoHyphens w:val="0"/>
              <w:spacing w:before="40" w:after="40" w:line="220" w:lineRule="exact"/>
              <w:ind w:right="113"/>
              <w:rPr>
                <w:sz w:val="18"/>
              </w:rPr>
            </w:pPr>
            <w:r w:rsidRPr="00037EE4">
              <w:rPr>
                <w:sz w:val="18"/>
              </w:rPr>
              <w:t>Facilitating interoperability and ITS architecture</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14</w:t>
            </w:r>
          </w:p>
          <w:p w:rsidR="00930255" w:rsidRPr="00037EE4" w:rsidRDefault="00930255" w:rsidP="004121F7">
            <w:pPr>
              <w:suppressAutoHyphens w:val="0"/>
              <w:spacing w:before="40" w:after="40" w:line="220" w:lineRule="exact"/>
              <w:ind w:right="113"/>
              <w:rPr>
                <w:sz w:val="18"/>
              </w:rPr>
            </w:pPr>
            <w:r w:rsidRPr="00037EE4">
              <w:rPr>
                <w:sz w:val="18"/>
              </w:rPr>
              <w:t>Integrating with Inland Water Transport</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5</w:t>
            </w:r>
          </w:p>
          <w:p w:rsidR="00930255" w:rsidRPr="00037EE4" w:rsidRDefault="00930255" w:rsidP="004121F7">
            <w:pPr>
              <w:suppressAutoHyphens w:val="0"/>
              <w:spacing w:before="40" w:after="40" w:line="220" w:lineRule="exact"/>
              <w:ind w:right="113"/>
              <w:rPr>
                <w:sz w:val="18"/>
              </w:rPr>
            </w:pPr>
            <w:r w:rsidRPr="00037EE4">
              <w:rPr>
                <w:sz w:val="18"/>
              </w:rPr>
              <w:t>Ensuring data security</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15</w:t>
            </w:r>
          </w:p>
          <w:p w:rsidR="00930255" w:rsidRPr="00037EE4" w:rsidRDefault="00930255" w:rsidP="004121F7">
            <w:pPr>
              <w:suppressAutoHyphens w:val="0"/>
              <w:spacing w:before="40" w:after="40" w:line="220" w:lineRule="exact"/>
              <w:ind w:right="113"/>
              <w:rPr>
                <w:sz w:val="18"/>
              </w:rPr>
            </w:pPr>
            <w:r w:rsidRPr="00037EE4">
              <w:rPr>
                <w:sz w:val="18"/>
              </w:rPr>
              <w:t>Enhancing the modal integrator’s role of ITS</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6</w:t>
            </w:r>
          </w:p>
          <w:p w:rsidR="00930255" w:rsidRPr="00037EE4" w:rsidRDefault="00930255" w:rsidP="004121F7">
            <w:pPr>
              <w:suppressAutoHyphens w:val="0"/>
              <w:spacing w:before="40" w:after="40" w:line="220" w:lineRule="exact"/>
              <w:ind w:right="113"/>
              <w:rPr>
                <w:sz w:val="18"/>
              </w:rPr>
            </w:pPr>
            <w:r w:rsidRPr="00037EE4">
              <w:rPr>
                <w:sz w:val="18"/>
              </w:rPr>
              <w:t>Scaling up the work on ITS in all Working Parties of the UNECE Inland Transport Committee (ITC)</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16</w:t>
            </w:r>
          </w:p>
          <w:p w:rsidR="00930255" w:rsidRPr="00037EE4" w:rsidRDefault="00930255" w:rsidP="004121F7">
            <w:pPr>
              <w:suppressAutoHyphens w:val="0"/>
              <w:spacing w:before="40" w:after="40" w:line="220" w:lineRule="exact"/>
              <w:ind w:right="113"/>
              <w:rPr>
                <w:sz w:val="18"/>
              </w:rPr>
            </w:pPr>
            <w:r w:rsidRPr="00037EE4">
              <w:rPr>
                <w:sz w:val="18"/>
              </w:rPr>
              <w:t>Developing cost-benefit assessment methodologies</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7</w:t>
            </w:r>
          </w:p>
          <w:p w:rsidR="00930255" w:rsidRPr="00037EE4" w:rsidRDefault="00930255" w:rsidP="004121F7">
            <w:pPr>
              <w:suppressAutoHyphens w:val="0"/>
              <w:spacing w:before="40" w:after="40" w:line="220" w:lineRule="exact"/>
              <w:ind w:right="113"/>
              <w:rPr>
                <w:sz w:val="18"/>
              </w:rPr>
            </w:pPr>
            <w:r w:rsidRPr="00037EE4">
              <w:rPr>
                <w:sz w:val="18"/>
              </w:rPr>
              <w:t>Promoting vehicle to infrastructure communication</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17</w:t>
            </w:r>
          </w:p>
          <w:p w:rsidR="00930255" w:rsidRPr="00037EE4" w:rsidRDefault="00930255" w:rsidP="004121F7">
            <w:pPr>
              <w:suppressAutoHyphens w:val="0"/>
              <w:spacing w:before="40" w:after="40" w:line="220" w:lineRule="exact"/>
              <w:ind w:right="113"/>
              <w:rPr>
                <w:sz w:val="18"/>
              </w:rPr>
            </w:pPr>
            <w:r w:rsidRPr="00037EE4">
              <w:rPr>
                <w:sz w:val="18"/>
              </w:rPr>
              <w:t>Contributing to climate change mitigation and adaption</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8</w:t>
            </w:r>
          </w:p>
          <w:p w:rsidR="00930255" w:rsidRPr="00037EE4" w:rsidRDefault="00930255" w:rsidP="004121F7">
            <w:pPr>
              <w:suppressAutoHyphens w:val="0"/>
              <w:spacing w:before="40" w:after="40" w:line="220" w:lineRule="exact"/>
              <w:ind w:right="113"/>
              <w:rPr>
                <w:sz w:val="18"/>
              </w:rPr>
            </w:pPr>
            <w:r w:rsidRPr="00037EE4">
              <w:rPr>
                <w:sz w:val="18"/>
              </w:rPr>
              <w:t>Promoting vehicle-to-vehicle communication</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18</w:t>
            </w:r>
          </w:p>
          <w:p w:rsidR="00930255" w:rsidRPr="00037EE4" w:rsidRDefault="00930255" w:rsidP="004121F7">
            <w:pPr>
              <w:suppressAutoHyphens w:val="0"/>
              <w:spacing w:before="40" w:after="40" w:line="220" w:lineRule="exact"/>
              <w:ind w:right="113"/>
              <w:rPr>
                <w:sz w:val="18"/>
              </w:rPr>
            </w:pPr>
            <w:r w:rsidRPr="00037EE4">
              <w:rPr>
                <w:sz w:val="18"/>
              </w:rPr>
              <w:t>Launching analytical work</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9</w:t>
            </w:r>
          </w:p>
          <w:p w:rsidR="00930255" w:rsidRPr="00037EE4" w:rsidRDefault="00930255" w:rsidP="004121F7">
            <w:pPr>
              <w:suppressAutoHyphens w:val="0"/>
              <w:spacing w:before="40" w:after="40" w:line="220" w:lineRule="exact"/>
              <w:ind w:right="113"/>
              <w:rPr>
                <w:sz w:val="18"/>
              </w:rPr>
            </w:pPr>
            <w:r w:rsidRPr="00037EE4">
              <w:rPr>
                <w:sz w:val="18"/>
              </w:rPr>
              <w:t>Fighting the road safety crisis</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19</w:t>
            </w:r>
          </w:p>
          <w:p w:rsidR="00930255" w:rsidRPr="00037EE4" w:rsidRDefault="00930255" w:rsidP="004121F7">
            <w:pPr>
              <w:suppressAutoHyphens w:val="0"/>
              <w:spacing w:before="40" w:after="40" w:line="220" w:lineRule="exact"/>
              <w:ind w:right="113"/>
              <w:rPr>
                <w:sz w:val="18"/>
              </w:rPr>
            </w:pPr>
            <w:r w:rsidRPr="00037EE4">
              <w:rPr>
                <w:sz w:val="18"/>
              </w:rPr>
              <w:t>Contributing to capacity-building, education and awareness raising, with special attention to emerging economies</w:t>
            </w:r>
          </w:p>
        </w:tc>
      </w:tr>
      <w:tr w:rsidR="00930255" w:rsidRPr="00037EE4" w:rsidTr="004121F7">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10</w:t>
            </w:r>
          </w:p>
          <w:p w:rsidR="00930255" w:rsidRPr="00037EE4" w:rsidRDefault="00930255" w:rsidP="004121F7">
            <w:pPr>
              <w:suppressAutoHyphens w:val="0"/>
              <w:spacing w:before="40" w:after="40" w:line="220" w:lineRule="exact"/>
              <w:ind w:right="113"/>
              <w:rPr>
                <w:sz w:val="18"/>
              </w:rPr>
            </w:pPr>
            <w:r w:rsidRPr="00037EE4">
              <w:rPr>
                <w:sz w:val="18"/>
              </w:rPr>
              <w:t>Addressing the liability concerns</w:t>
            </w:r>
          </w:p>
        </w:tc>
        <w:tc>
          <w:tcPr>
            <w:tcW w:w="3685" w:type="dxa"/>
            <w:shd w:val="clear" w:color="auto" w:fill="auto"/>
          </w:tcPr>
          <w:p w:rsidR="00930255" w:rsidRPr="00037EE4" w:rsidRDefault="00930255" w:rsidP="004121F7">
            <w:pPr>
              <w:suppressAutoHyphens w:val="0"/>
              <w:spacing w:before="40" w:after="40" w:line="220" w:lineRule="exact"/>
              <w:ind w:right="113"/>
              <w:rPr>
                <w:b/>
                <w:sz w:val="18"/>
              </w:rPr>
            </w:pPr>
            <w:r w:rsidRPr="00037EE4">
              <w:rPr>
                <w:b/>
                <w:sz w:val="18"/>
              </w:rPr>
              <w:t>Action 20</w:t>
            </w:r>
          </w:p>
          <w:p w:rsidR="00930255" w:rsidRPr="00037EE4" w:rsidRDefault="00930255" w:rsidP="004121F7">
            <w:pPr>
              <w:suppressAutoHyphens w:val="0"/>
              <w:spacing w:before="40" w:after="40" w:line="220" w:lineRule="exact"/>
              <w:ind w:right="113"/>
              <w:rPr>
                <w:sz w:val="18"/>
              </w:rPr>
            </w:pPr>
            <w:r w:rsidRPr="00037EE4">
              <w:rPr>
                <w:sz w:val="18"/>
              </w:rPr>
              <w:t>Organizing the United Nations annual round table on Intelligent Transport Systems</w:t>
            </w:r>
          </w:p>
        </w:tc>
      </w:tr>
    </w:tbl>
    <w:p w:rsidR="00930255" w:rsidRPr="00037EE4" w:rsidRDefault="00930255" w:rsidP="00930255">
      <w:pPr>
        <w:spacing w:before="240"/>
        <w:ind w:left="1134" w:right="1134"/>
        <w:jc w:val="center"/>
        <w:rPr>
          <w:u w:val="single"/>
        </w:rPr>
      </w:pPr>
      <w:r w:rsidRPr="00037EE4">
        <w:rPr>
          <w:u w:val="single"/>
        </w:rPr>
        <w:tab/>
      </w:r>
      <w:r w:rsidRPr="00037EE4">
        <w:rPr>
          <w:u w:val="single"/>
        </w:rPr>
        <w:tab/>
      </w:r>
      <w:r w:rsidRPr="00037EE4">
        <w:rPr>
          <w:u w:val="single"/>
        </w:rPr>
        <w:tab/>
      </w:r>
    </w:p>
    <w:sectPr w:rsidR="00930255" w:rsidRPr="00037EE4" w:rsidSect="003A5F98">
      <w:headerReference w:type="even" r:id="rId13"/>
      <w:headerReference w:type="default" r:id="rId14"/>
      <w:footerReference w:type="even" r:id="rId15"/>
      <w:footerReference w:type="defaul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7E3" w:rsidRDefault="00C047E3"/>
  </w:endnote>
  <w:endnote w:type="continuationSeparator" w:id="0">
    <w:p w:rsidR="00C047E3" w:rsidRDefault="00C047E3"/>
  </w:endnote>
  <w:endnote w:type="continuationNotice" w:id="1">
    <w:p w:rsidR="00C047E3" w:rsidRDefault="00C047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D6822">
      <w:rPr>
        <w:b/>
        <w:noProof/>
        <w:sz w:val="18"/>
      </w:rPr>
      <w:t>6</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D6822">
      <w:rPr>
        <w:b/>
        <w:noProof/>
        <w:sz w:val="18"/>
      </w:rPr>
      <w:t>5</w:t>
    </w:r>
    <w:r w:rsidRPr="003A5F98">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7E3" w:rsidRPr="000B175B" w:rsidRDefault="00C047E3" w:rsidP="000B175B">
      <w:pPr>
        <w:tabs>
          <w:tab w:val="right" w:pos="2155"/>
        </w:tabs>
        <w:spacing w:after="80"/>
        <w:ind w:left="680"/>
        <w:rPr>
          <w:u w:val="single"/>
        </w:rPr>
      </w:pPr>
      <w:r>
        <w:rPr>
          <w:u w:val="single"/>
        </w:rPr>
        <w:tab/>
      </w:r>
    </w:p>
  </w:footnote>
  <w:footnote w:type="continuationSeparator" w:id="0">
    <w:p w:rsidR="00C047E3" w:rsidRPr="00FC68B7" w:rsidRDefault="00C047E3" w:rsidP="00FC68B7">
      <w:pPr>
        <w:tabs>
          <w:tab w:val="left" w:pos="2155"/>
        </w:tabs>
        <w:spacing w:after="80"/>
        <w:ind w:left="680"/>
        <w:rPr>
          <w:u w:val="single"/>
        </w:rPr>
      </w:pPr>
      <w:r>
        <w:rPr>
          <w:u w:val="single"/>
        </w:rPr>
        <w:tab/>
      </w:r>
    </w:p>
  </w:footnote>
  <w:footnote w:type="continuationNotice" w:id="1">
    <w:p w:rsidR="00C047E3" w:rsidRDefault="00C047E3"/>
  </w:footnote>
  <w:footnote w:id="2">
    <w:p w:rsidR="001965BC" w:rsidRPr="00FF685D" w:rsidRDefault="001965BC" w:rsidP="001965BC">
      <w:pPr>
        <w:pStyle w:val="FootnoteText"/>
      </w:pPr>
      <w:r>
        <w:tab/>
      </w:r>
      <w:r>
        <w:rPr>
          <w:rStyle w:val="FootnoteReference"/>
        </w:rPr>
        <w:footnoteRef/>
      </w:r>
      <w:r>
        <w:t xml:space="preserve"> </w:t>
      </w:r>
      <w:r>
        <w:tab/>
        <w:t xml:space="preserve">Stanford </w:t>
      </w:r>
      <w:r w:rsidRPr="001965BC">
        <w:t>University</w:t>
      </w:r>
      <w:r>
        <w:t>, United States of America.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pPr>
      <w:pStyle w:val="Header"/>
    </w:pPr>
    <w:r>
      <w:t>ECE/TRANS/2017</w:t>
    </w:r>
    <w:r w:rsidR="006F1285">
      <w:t>/</w:t>
    </w:r>
    <w:r w:rsidR="00F347AD">
      <w:t>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5F98" w:rsidRPr="003A5F98" w:rsidRDefault="006C1223" w:rsidP="003A5F98">
    <w:pPr>
      <w:pStyle w:val="Header"/>
      <w:jc w:val="right"/>
    </w:pPr>
    <w:r>
      <w:t>ECE/TRANS/2017</w:t>
    </w:r>
    <w:r w:rsidR="006F1285">
      <w:t>/</w:t>
    </w:r>
    <w:r w:rsidR="00F347AD">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1"/>
  </w:num>
  <w:num w:numId="15">
    <w:abstractNumId w:val="15"/>
  </w:num>
  <w:num w:numId="16">
    <w:abstractNumId w:val="12"/>
  </w:num>
  <w:num w:numId="17">
    <w:abstractNumId w:val="16"/>
  </w:num>
  <w:num w:numId="18">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7EE4"/>
    <w:rsid w:val="00050F6B"/>
    <w:rsid w:val="000678CD"/>
    <w:rsid w:val="00072C8C"/>
    <w:rsid w:val="00081CE0"/>
    <w:rsid w:val="00084D30"/>
    <w:rsid w:val="00090320"/>
    <w:rsid w:val="000931C0"/>
    <w:rsid w:val="000A2E09"/>
    <w:rsid w:val="000B175B"/>
    <w:rsid w:val="000B3800"/>
    <w:rsid w:val="000B3A0F"/>
    <w:rsid w:val="000E0415"/>
    <w:rsid w:val="000E2933"/>
    <w:rsid w:val="000F7715"/>
    <w:rsid w:val="00115587"/>
    <w:rsid w:val="001342FA"/>
    <w:rsid w:val="001422A1"/>
    <w:rsid w:val="00156B99"/>
    <w:rsid w:val="00166124"/>
    <w:rsid w:val="00184DDA"/>
    <w:rsid w:val="001900CD"/>
    <w:rsid w:val="001965BC"/>
    <w:rsid w:val="001A0452"/>
    <w:rsid w:val="001B4B04"/>
    <w:rsid w:val="001B5875"/>
    <w:rsid w:val="001C4B9C"/>
    <w:rsid w:val="001C6663"/>
    <w:rsid w:val="001C7895"/>
    <w:rsid w:val="001D26DF"/>
    <w:rsid w:val="001D5A88"/>
    <w:rsid w:val="001F1599"/>
    <w:rsid w:val="001F19C4"/>
    <w:rsid w:val="002021FE"/>
    <w:rsid w:val="002043F0"/>
    <w:rsid w:val="00211E0B"/>
    <w:rsid w:val="002156F5"/>
    <w:rsid w:val="00232575"/>
    <w:rsid w:val="00247258"/>
    <w:rsid w:val="00255576"/>
    <w:rsid w:val="00257CAC"/>
    <w:rsid w:val="0027237A"/>
    <w:rsid w:val="002974E9"/>
    <w:rsid w:val="002A7F94"/>
    <w:rsid w:val="002B109A"/>
    <w:rsid w:val="002C6D45"/>
    <w:rsid w:val="002D6E53"/>
    <w:rsid w:val="002F046D"/>
    <w:rsid w:val="00301764"/>
    <w:rsid w:val="003229D8"/>
    <w:rsid w:val="00336C97"/>
    <w:rsid w:val="00337F88"/>
    <w:rsid w:val="00342432"/>
    <w:rsid w:val="0035223F"/>
    <w:rsid w:val="00352D4B"/>
    <w:rsid w:val="0035638C"/>
    <w:rsid w:val="00363FB7"/>
    <w:rsid w:val="003672C4"/>
    <w:rsid w:val="003A46BB"/>
    <w:rsid w:val="003A4EC7"/>
    <w:rsid w:val="003A5F98"/>
    <w:rsid w:val="003A7295"/>
    <w:rsid w:val="003B1F60"/>
    <w:rsid w:val="003B1FFD"/>
    <w:rsid w:val="003C2CC4"/>
    <w:rsid w:val="003D4B23"/>
    <w:rsid w:val="003E278A"/>
    <w:rsid w:val="00413520"/>
    <w:rsid w:val="004325CB"/>
    <w:rsid w:val="00440A07"/>
    <w:rsid w:val="00462880"/>
    <w:rsid w:val="00476F24"/>
    <w:rsid w:val="004C19DA"/>
    <w:rsid w:val="004C55B0"/>
    <w:rsid w:val="004F6BA0"/>
    <w:rsid w:val="00503BEA"/>
    <w:rsid w:val="00503C1D"/>
    <w:rsid w:val="00511975"/>
    <w:rsid w:val="00533616"/>
    <w:rsid w:val="00535ABA"/>
    <w:rsid w:val="0053768B"/>
    <w:rsid w:val="005420F2"/>
    <w:rsid w:val="0054285C"/>
    <w:rsid w:val="00584173"/>
    <w:rsid w:val="00586236"/>
    <w:rsid w:val="00595520"/>
    <w:rsid w:val="005A44B9"/>
    <w:rsid w:val="005B1BA0"/>
    <w:rsid w:val="005B3DB3"/>
    <w:rsid w:val="005C41EC"/>
    <w:rsid w:val="005D15CA"/>
    <w:rsid w:val="005F3066"/>
    <w:rsid w:val="005F3E61"/>
    <w:rsid w:val="00604DDD"/>
    <w:rsid w:val="006115CC"/>
    <w:rsid w:val="00611FC4"/>
    <w:rsid w:val="006176FB"/>
    <w:rsid w:val="006226CD"/>
    <w:rsid w:val="00630FCB"/>
    <w:rsid w:val="00640B26"/>
    <w:rsid w:val="006770B2"/>
    <w:rsid w:val="006940E1"/>
    <w:rsid w:val="006A3C72"/>
    <w:rsid w:val="006A7392"/>
    <w:rsid w:val="006B03A1"/>
    <w:rsid w:val="006B67D9"/>
    <w:rsid w:val="006C1223"/>
    <w:rsid w:val="006C5535"/>
    <w:rsid w:val="006D0589"/>
    <w:rsid w:val="006E564B"/>
    <w:rsid w:val="006E7154"/>
    <w:rsid w:val="006F1285"/>
    <w:rsid w:val="007003CD"/>
    <w:rsid w:val="00705990"/>
    <w:rsid w:val="0070701E"/>
    <w:rsid w:val="0072632A"/>
    <w:rsid w:val="007358E8"/>
    <w:rsid w:val="00736ECE"/>
    <w:rsid w:val="0074533B"/>
    <w:rsid w:val="007533F5"/>
    <w:rsid w:val="007643BC"/>
    <w:rsid w:val="007959FE"/>
    <w:rsid w:val="007A0CF1"/>
    <w:rsid w:val="007B6BA5"/>
    <w:rsid w:val="007C0283"/>
    <w:rsid w:val="007C3390"/>
    <w:rsid w:val="007C42D8"/>
    <w:rsid w:val="007C4F4B"/>
    <w:rsid w:val="007D7362"/>
    <w:rsid w:val="007F33C7"/>
    <w:rsid w:val="007F5CE2"/>
    <w:rsid w:val="007F6611"/>
    <w:rsid w:val="00810BAC"/>
    <w:rsid w:val="008175E9"/>
    <w:rsid w:val="00821C64"/>
    <w:rsid w:val="008242D7"/>
    <w:rsid w:val="0082577B"/>
    <w:rsid w:val="00841BD8"/>
    <w:rsid w:val="00866893"/>
    <w:rsid w:val="00866F02"/>
    <w:rsid w:val="00867D18"/>
    <w:rsid w:val="00871F9A"/>
    <w:rsid w:val="00871FD5"/>
    <w:rsid w:val="0088172E"/>
    <w:rsid w:val="00881EFA"/>
    <w:rsid w:val="008879CB"/>
    <w:rsid w:val="008979B1"/>
    <w:rsid w:val="008A071E"/>
    <w:rsid w:val="008A6B25"/>
    <w:rsid w:val="008A6C4F"/>
    <w:rsid w:val="008B389E"/>
    <w:rsid w:val="008B67C9"/>
    <w:rsid w:val="008C6B44"/>
    <w:rsid w:val="008C7E8B"/>
    <w:rsid w:val="008D045E"/>
    <w:rsid w:val="008D3F25"/>
    <w:rsid w:val="008D4D82"/>
    <w:rsid w:val="008D6822"/>
    <w:rsid w:val="008E0E46"/>
    <w:rsid w:val="008E7116"/>
    <w:rsid w:val="008F143B"/>
    <w:rsid w:val="008F3882"/>
    <w:rsid w:val="008F4B7C"/>
    <w:rsid w:val="00911951"/>
    <w:rsid w:val="00926E47"/>
    <w:rsid w:val="00930255"/>
    <w:rsid w:val="00947162"/>
    <w:rsid w:val="009610D0"/>
    <w:rsid w:val="0096375C"/>
    <w:rsid w:val="009662E6"/>
    <w:rsid w:val="0097095E"/>
    <w:rsid w:val="0098592B"/>
    <w:rsid w:val="00985FC4"/>
    <w:rsid w:val="00990766"/>
    <w:rsid w:val="00991261"/>
    <w:rsid w:val="00994012"/>
    <w:rsid w:val="009964C4"/>
    <w:rsid w:val="009A7B81"/>
    <w:rsid w:val="009D01C0"/>
    <w:rsid w:val="009D6A08"/>
    <w:rsid w:val="009E0A16"/>
    <w:rsid w:val="009E6CB7"/>
    <w:rsid w:val="009E7970"/>
    <w:rsid w:val="009F2EAC"/>
    <w:rsid w:val="009F57E3"/>
    <w:rsid w:val="00A10F4F"/>
    <w:rsid w:val="00A11067"/>
    <w:rsid w:val="00A1704A"/>
    <w:rsid w:val="00A20D92"/>
    <w:rsid w:val="00A425EB"/>
    <w:rsid w:val="00A72F22"/>
    <w:rsid w:val="00A733BC"/>
    <w:rsid w:val="00A748A6"/>
    <w:rsid w:val="00A76A69"/>
    <w:rsid w:val="00A879A4"/>
    <w:rsid w:val="00AA0FF8"/>
    <w:rsid w:val="00AA549C"/>
    <w:rsid w:val="00AC0F2C"/>
    <w:rsid w:val="00AC4DD1"/>
    <w:rsid w:val="00AC502A"/>
    <w:rsid w:val="00AF58C1"/>
    <w:rsid w:val="00B04A3F"/>
    <w:rsid w:val="00B06643"/>
    <w:rsid w:val="00B15055"/>
    <w:rsid w:val="00B30179"/>
    <w:rsid w:val="00B37B15"/>
    <w:rsid w:val="00B45C02"/>
    <w:rsid w:val="00B72A1E"/>
    <w:rsid w:val="00B81E12"/>
    <w:rsid w:val="00B8535E"/>
    <w:rsid w:val="00BA339B"/>
    <w:rsid w:val="00BB558B"/>
    <w:rsid w:val="00BC1E7E"/>
    <w:rsid w:val="00BC74E9"/>
    <w:rsid w:val="00BC7F91"/>
    <w:rsid w:val="00BE36A9"/>
    <w:rsid w:val="00BE618E"/>
    <w:rsid w:val="00BE7BEC"/>
    <w:rsid w:val="00BF0A5A"/>
    <w:rsid w:val="00BF0E63"/>
    <w:rsid w:val="00BF12A3"/>
    <w:rsid w:val="00BF16D7"/>
    <w:rsid w:val="00BF2373"/>
    <w:rsid w:val="00C044E2"/>
    <w:rsid w:val="00C047E3"/>
    <w:rsid w:val="00C048CB"/>
    <w:rsid w:val="00C066F3"/>
    <w:rsid w:val="00C210F1"/>
    <w:rsid w:val="00C463DD"/>
    <w:rsid w:val="00C745C3"/>
    <w:rsid w:val="00CA24A4"/>
    <w:rsid w:val="00CB33F3"/>
    <w:rsid w:val="00CB348D"/>
    <w:rsid w:val="00CD46F5"/>
    <w:rsid w:val="00CE4A8F"/>
    <w:rsid w:val="00CF071D"/>
    <w:rsid w:val="00D03698"/>
    <w:rsid w:val="00D15B04"/>
    <w:rsid w:val="00D2031B"/>
    <w:rsid w:val="00D25FE2"/>
    <w:rsid w:val="00D37DA9"/>
    <w:rsid w:val="00D406A7"/>
    <w:rsid w:val="00D43252"/>
    <w:rsid w:val="00D44D86"/>
    <w:rsid w:val="00D50B7D"/>
    <w:rsid w:val="00D52012"/>
    <w:rsid w:val="00D704E5"/>
    <w:rsid w:val="00D72727"/>
    <w:rsid w:val="00D978C6"/>
    <w:rsid w:val="00DA0956"/>
    <w:rsid w:val="00DA357F"/>
    <w:rsid w:val="00DA3E12"/>
    <w:rsid w:val="00DA6F96"/>
    <w:rsid w:val="00DC18AD"/>
    <w:rsid w:val="00DF7CAE"/>
    <w:rsid w:val="00E423C0"/>
    <w:rsid w:val="00E437D6"/>
    <w:rsid w:val="00E6414C"/>
    <w:rsid w:val="00E7260F"/>
    <w:rsid w:val="00E8702D"/>
    <w:rsid w:val="00E916A9"/>
    <w:rsid w:val="00E916DE"/>
    <w:rsid w:val="00E9179E"/>
    <w:rsid w:val="00E925AD"/>
    <w:rsid w:val="00E96630"/>
    <w:rsid w:val="00ED18DC"/>
    <w:rsid w:val="00ED6201"/>
    <w:rsid w:val="00ED7A2A"/>
    <w:rsid w:val="00EF1D7F"/>
    <w:rsid w:val="00F0137E"/>
    <w:rsid w:val="00F2056F"/>
    <w:rsid w:val="00F21786"/>
    <w:rsid w:val="00F347AD"/>
    <w:rsid w:val="00F3742B"/>
    <w:rsid w:val="00F41FDB"/>
    <w:rsid w:val="00F507EC"/>
    <w:rsid w:val="00F56D63"/>
    <w:rsid w:val="00F609A9"/>
    <w:rsid w:val="00F80C99"/>
    <w:rsid w:val="00F83097"/>
    <w:rsid w:val="00F867EC"/>
    <w:rsid w:val="00F86DAF"/>
    <w:rsid w:val="00F91B2B"/>
    <w:rsid w:val="00FC03CD"/>
    <w:rsid w:val="00FC0646"/>
    <w:rsid w:val="00FC68B7"/>
    <w:rsid w:val="00FE6985"/>
    <w:rsid w:val="00FF685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F86DAF"/>
    <w:rPr>
      <w:lang w:eastAsia="en-US"/>
    </w:rPr>
  </w:style>
  <w:style w:type="character" w:styleId="CommentReference">
    <w:name w:val="annotation reference"/>
    <w:basedOn w:val="DefaultParagraphFont"/>
    <w:semiHidden/>
    <w:unhideWhenUsed/>
    <w:rsid w:val="00037EE4"/>
    <w:rPr>
      <w:sz w:val="16"/>
      <w:szCs w:val="16"/>
    </w:rPr>
  </w:style>
  <w:style w:type="paragraph" w:styleId="CommentText">
    <w:name w:val="annotation text"/>
    <w:basedOn w:val="Normal"/>
    <w:link w:val="CommentTextChar"/>
    <w:semiHidden/>
    <w:unhideWhenUsed/>
    <w:rsid w:val="00037EE4"/>
    <w:pPr>
      <w:spacing w:line="240" w:lineRule="auto"/>
    </w:pPr>
  </w:style>
  <w:style w:type="character" w:customStyle="1" w:styleId="CommentTextChar">
    <w:name w:val="Comment Text Char"/>
    <w:basedOn w:val="DefaultParagraphFont"/>
    <w:link w:val="CommentText"/>
    <w:semiHidden/>
    <w:rsid w:val="00037EE4"/>
    <w:rPr>
      <w:lang w:eastAsia="en-US"/>
    </w:rPr>
  </w:style>
  <w:style w:type="paragraph" w:styleId="CommentSubject">
    <w:name w:val="annotation subject"/>
    <w:basedOn w:val="CommentText"/>
    <w:next w:val="CommentText"/>
    <w:link w:val="CommentSubjectChar"/>
    <w:semiHidden/>
    <w:unhideWhenUsed/>
    <w:rsid w:val="00037EE4"/>
    <w:rPr>
      <w:b/>
      <w:bCs/>
    </w:rPr>
  </w:style>
  <w:style w:type="character" w:customStyle="1" w:styleId="CommentSubjectChar">
    <w:name w:val="Comment Subject Char"/>
    <w:basedOn w:val="CommentTextChar"/>
    <w:link w:val="CommentSubject"/>
    <w:semiHidden/>
    <w:rsid w:val="00037EE4"/>
    <w:rPr>
      <w:b/>
      <w:bCs/>
      <w:lang w:eastAsia="en-US"/>
    </w:rPr>
  </w:style>
  <w:style w:type="character" w:customStyle="1" w:styleId="preferred">
    <w:name w:val="preferred"/>
    <w:basedOn w:val="DefaultParagraphFont"/>
    <w:rsid w:val="008C6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tu.int/en/fnc/2014/Pages/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tu.int/en/fnc/2016/"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unece.org/fileadmin/DAM/trans/doc/2016/itc/ECE-TRANS-254-Add1.pd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018D7-A538-4C82-BF29-A933C1D4F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0</TotalTime>
  <Pages>6</Pages>
  <Words>2032</Words>
  <Characters>11727</Characters>
  <Application>Microsoft Office Word</Application>
  <DocSecurity>0</DocSecurity>
  <Lines>229</Lines>
  <Paragraphs>96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4</cp:revision>
  <cp:lastPrinted>2009-02-18T09:36:00Z</cp:lastPrinted>
  <dcterms:created xsi:type="dcterms:W3CDTF">2016-12-12T10:13:00Z</dcterms:created>
  <dcterms:modified xsi:type="dcterms:W3CDTF">2016-12-12T10:13:00Z</dcterms:modified>
</cp:coreProperties>
</file>