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90C64" w:rsidP="00A110EF">
            <w:pPr>
              <w:jc w:val="right"/>
              <w:rPr>
                <w:lang w:val="fr-FR"/>
              </w:rPr>
            </w:pPr>
            <w:r w:rsidRPr="00E90C64">
              <w:rPr>
                <w:sz w:val="40"/>
                <w:lang w:val="fr-FR"/>
              </w:rPr>
              <w:t>ECE</w:t>
            </w:r>
            <w:r>
              <w:rPr>
                <w:lang w:val="fr-FR"/>
              </w:rPr>
              <w:t>/TRANS/WP.11/2016/1</w:t>
            </w:r>
            <w:r w:rsidR="00A110EF">
              <w:rPr>
                <w:lang w:val="fr-FR"/>
              </w:rPr>
              <w:t>6</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3D1DF3" w:rsidRDefault="00E90C64" w:rsidP="00E90C64">
            <w:pPr>
              <w:spacing w:before="240" w:line="240" w:lineRule="exact"/>
              <w:rPr>
                <w:lang w:val="fr-FR"/>
              </w:rPr>
            </w:pPr>
            <w:r>
              <w:rPr>
                <w:lang w:val="fr-FR"/>
              </w:rPr>
              <w:t>Distr. générale</w:t>
            </w:r>
          </w:p>
          <w:p w:rsidR="00E90C64" w:rsidRDefault="00362305" w:rsidP="00E90C64">
            <w:pPr>
              <w:spacing w:line="240" w:lineRule="exact"/>
              <w:rPr>
                <w:lang w:val="fr-FR"/>
              </w:rPr>
            </w:pPr>
            <w:r>
              <w:rPr>
                <w:lang w:val="fr-FR"/>
              </w:rPr>
              <w:t>20</w:t>
            </w:r>
            <w:r w:rsidR="003B5491">
              <w:rPr>
                <w:lang w:val="fr-FR"/>
              </w:rPr>
              <w:t xml:space="preserve"> </w:t>
            </w:r>
            <w:r w:rsidR="00E90C64">
              <w:rPr>
                <w:lang w:val="fr-FR"/>
              </w:rPr>
              <w:t>juillet 2016</w:t>
            </w:r>
          </w:p>
          <w:p w:rsidR="00E90C64" w:rsidRDefault="00E90C64" w:rsidP="00E90C64">
            <w:pPr>
              <w:spacing w:line="240" w:lineRule="exact"/>
              <w:rPr>
                <w:lang w:val="fr-FR"/>
              </w:rPr>
            </w:pPr>
          </w:p>
          <w:p w:rsidR="00E90C64" w:rsidRPr="008C1BA2" w:rsidRDefault="00E90C64" w:rsidP="00E90C64">
            <w:pPr>
              <w:spacing w:line="240" w:lineRule="exact"/>
              <w:rPr>
                <w:lang w:val="fr-FR"/>
              </w:rPr>
            </w:pPr>
            <w:r>
              <w:rPr>
                <w:lang w:val="fr-FR"/>
              </w:rPr>
              <w:t xml:space="preserve">Original: français </w:t>
            </w: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437BB6" w:rsidRPr="00234E40" w:rsidRDefault="00437BB6" w:rsidP="00437BB6">
      <w:pPr>
        <w:spacing w:before="120"/>
        <w:rPr>
          <w:b/>
        </w:rPr>
      </w:pPr>
      <w:r>
        <w:rPr>
          <w:b/>
          <w:bCs/>
        </w:rPr>
        <w:t>Soixante douzième</w:t>
      </w:r>
      <w:r w:rsidRPr="00A9264B">
        <w:rPr>
          <w:b/>
        </w:rPr>
        <w:t xml:space="preserve"> </w:t>
      </w:r>
      <w:r w:rsidRPr="00234E40">
        <w:rPr>
          <w:b/>
        </w:rPr>
        <w:t>session</w:t>
      </w:r>
    </w:p>
    <w:p w:rsidR="00437BB6" w:rsidRDefault="00437BB6" w:rsidP="00437BB6">
      <w:pPr>
        <w:rPr>
          <w:bCs/>
        </w:rPr>
      </w:pPr>
      <w:r>
        <w:t>Genève, 4-7 octobre</w:t>
      </w:r>
      <w:r>
        <w:rPr>
          <w:bCs/>
        </w:rPr>
        <w:t xml:space="preserve"> 2016</w:t>
      </w:r>
    </w:p>
    <w:p w:rsidR="00437BB6" w:rsidRPr="003B5491" w:rsidRDefault="00437BB6" w:rsidP="00437BB6">
      <w:r w:rsidRPr="003B5491">
        <w:t>Point 5 a) de l’ordre du jour provisoire</w:t>
      </w:r>
    </w:p>
    <w:p w:rsidR="004476B3" w:rsidRDefault="00437BB6" w:rsidP="00437BB6">
      <w:pPr>
        <w:rPr>
          <w:b/>
        </w:rPr>
      </w:pPr>
      <w:r w:rsidRPr="003B5491">
        <w:rPr>
          <w:b/>
        </w:rPr>
        <w:t>Propositions d’amendements à l’ATP</w:t>
      </w:r>
      <w:r w:rsidR="00362305">
        <w:rPr>
          <w:b/>
        </w:rPr>
        <w:t xml:space="preserve"> </w:t>
      </w:r>
      <w:bookmarkStart w:id="0" w:name="_GoBack"/>
      <w:bookmarkEnd w:id="0"/>
      <w:r w:rsidRPr="003B5491">
        <w:rPr>
          <w:b/>
        </w:rPr>
        <w:t xml:space="preserve">: </w:t>
      </w:r>
    </w:p>
    <w:p w:rsidR="00C70623" w:rsidRPr="008C1BA2" w:rsidRDefault="00437BB6" w:rsidP="00437BB6">
      <w:pPr>
        <w:rPr>
          <w:lang w:val="fr-FR"/>
        </w:rPr>
      </w:pPr>
      <w:r w:rsidRPr="003B5491">
        <w:rPr>
          <w:b/>
        </w:rPr>
        <w:t>propositions en suspens</w:t>
      </w:r>
    </w:p>
    <w:p w:rsidR="00C70623" w:rsidRPr="00E96AA4" w:rsidRDefault="00437BB6" w:rsidP="00E96AA4">
      <w:pPr>
        <w:pStyle w:val="HChG"/>
        <w:rPr>
          <w:lang w:val="fr-FR"/>
        </w:rPr>
      </w:pPr>
      <w:r>
        <w:rPr>
          <w:lang w:val="fr-FR"/>
        </w:rPr>
        <w:tab/>
      </w:r>
      <w:r>
        <w:rPr>
          <w:lang w:val="fr-FR"/>
        </w:rPr>
        <w:tab/>
      </w:r>
      <w:r w:rsidR="00A110EF" w:rsidRPr="00A110EF">
        <w:rPr>
          <w:lang w:val="fr-FR"/>
        </w:rPr>
        <w:t xml:space="preserve">Marquage </w:t>
      </w:r>
      <w:r w:rsidR="00A110EF" w:rsidRPr="00A110EF">
        <w:t>des</w:t>
      </w:r>
      <w:r w:rsidR="00A110EF" w:rsidRPr="00A110EF">
        <w:rPr>
          <w:lang w:val="fr-FR"/>
        </w:rPr>
        <w:t xml:space="preserve"> </w:t>
      </w:r>
      <w:r w:rsidR="00A110EF" w:rsidRPr="00A110EF">
        <w:t>engins</w:t>
      </w:r>
      <w:r w:rsidR="00A110EF" w:rsidRPr="00A110EF">
        <w:rPr>
          <w:lang w:val="fr-FR"/>
        </w:rPr>
        <w:t xml:space="preserve"> multi-températures</w:t>
      </w:r>
    </w:p>
    <w:p w:rsidR="00437BB6" w:rsidRDefault="00437BB6" w:rsidP="00437BB6">
      <w:pPr>
        <w:pStyle w:val="H1G"/>
      </w:pPr>
      <w:r w:rsidRPr="0058486B">
        <w:tab/>
      </w:r>
      <w:r w:rsidRPr="0058486B">
        <w:tab/>
      </w:r>
      <w:r w:rsidRPr="00157272">
        <w:t>Communication</w:t>
      </w:r>
      <w:r w:rsidRPr="00CB58C7">
        <w:t xml:space="preserve"> du Gouvernement </w:t>
      </w:r>
      <w:r w:rsidRPr="00CF34D2">
        <w:t>français</w:t>
      </w:r>
    </w:p>
    <w:p w:rsidR="00437BB6" w:rsidRDefault="00437BB6" w:rsidP="00437BB6">
      <w:pPr>
        <w:pStyle w:val="HChG"/>
        <w:rPr>
          <w:lang w:val="fr-FR"/>
        </w:rPr>
      </w:pPr>
      <w:r>
        <w:rPr>
          <w:lang w:val="fr-FR"/>
        </w:rPr>
        <w:tab/>
      </w:r>
      <w:r>
        <w:rPr>
          <w:lang w:val="fr-FR"/>
        </w:rPr>
        <w:tab/>
      </w:r>
      <w:r w:rsidR="008A5F75">
        <w:rPr>
          <w:lang w:val="fr-FR"/>
        </w:rPr>
        <w:t>Contexte</w:t>
      </w:r>
    </w:p>
    <w:p w:rsidR="0034721F" w:rsidRPr="0034721F" w:rsidRDefault="0034721F" w:rsidP="0034721F">
      <w:pPr>
        <w:pStyle w:val="SingleTxtG"/>
      </w:pPr>
      <w:r w:rsidRPr="0034721F">
        <w:rPr>
          <w:lang w:val="fr-FR"/>
        </w:rPr>
        <w:t>1.</w:t>
      </w:r>
      <w:r w:rsidRPr="0034721F">
        <w:rPr>
          <w:lang w:val="fr-FR"/>
        </w:rPr>
        <w:tab/>
        <w:t xml:space="preserve">L’ATP a été modifié en 2013 afin d’intégrer les engins multi-compartiments et multi-températures. L’accord explicite les modalités d’essais et de dimensionnement des engins multi-températures. Il donne également le modèle des </w:t>
      </w:r>
      <w:r w:rsidRPr="0034721F">
        <w:t>rapports d’essais et des certificats ATP pour ces engins, mais il ne prévoit rien pour le marquage des engins concernés.</w:t>
      </w:r>
    </w:p>
    <w:p w:rsidR="0034721F" w:rsidRPr="0034721F" w:rsidRDefault="0034721F" w:rsidP="0034721F">
      <w:pPr>
        <w:pStyle w:val="SingleTxtG"/>
      </w:pPr>
      <w:r>
        <w:t>2.</w:t>
      </w:r>
      <w:r>
        <w:tab/>
      </w:r>
      <w:r w:rsidRPr="0034721F">
        <w:t>Lors de la dernière session, il a été décidé qu’un groupe de travail informel présidé par les Pays-Bas établirait une nouvelle proposition pour la session suivante.</w:t>
      </w:r>
    </w:p>
    <w:p w:rsidR="00A110EF" w:rsidRPr="0034721F" w:rsidRDefault="0034721F" w:rsidP="0034721F">
      <w:pPr>
        <w:pStyle w:val="SingleTxtG"/>
      </w:pPr>
      <w:r>
        <w:t>3.</w:t>
      </w:r>
      <w:r>
        <w:tab/>
      </w:r>
      <w:r w:rsidRPr="0034721F">
        <w:t>La France a échangé avec l’autorité compétente des Pays-Bas et propose une version révisée</w:t>
      </w:r>
      <w:r>
        <w:t xml:space="preserve"> de la proposition d’amendement</w:t>
      </w:r>
      <w:r w:rsidRPr="0034721F">
        <w:t xml:space="preserve"> ECE/TRANS/WP.11/2015/15</w:t>
      </w:r>
      <w:r>
        <w:t>.</w:t>
      </w:r>
    </w:p>
    <w:p w:rsidR="00A110EF" w:rsidRDefault="00A110EF" w:rsidP="00A110EF">
      <w:pPr>
        <w:pStyle w:val="HChG"/>
      </w:pPr>
      <w:r>
        <w:tab/>
      </w:r>
      <w:r>
        <w:tab/>
        <w:t xml:space="preserve">Proposition </w:t>
      </w:r>
    </w:p>
    <w:p w:rsidR="0034721F" w:rsidRPr="0034721F" w:rsidRDefault="00A110EF" w:rsidP="0034721F">
      <w:pPr>
        <w:pStyle w:val="SingleTxtG"/>
        <w:rPr>
          <w:lang w:val="fr-FR"/>
        </w:rPr>
      </w:pPr>
      <w:r>
        <w:t>4.</w:t>
      </w:r>
      <w:r>
        <w:tab/>
      </w:r>
      <w:r w:rsidR="0034721F" w:rsidRPr="0034721F">
        <w:rPr>
          <w:lang w:val="fr-FR"/>
        </w:rPr>
        <w:t>La présente proposition introduit des modalités minimales de marquage des engins multi-compartiments et multi-températures.</w:t>
      </w:r>
    </w:p>
    <w:p w:rsidR="0034721F" w:rsidRPr="0034721F" w:rsidRDefault="0034721F" w:rsidP="0034721F">
      <w:pPr>
        <w:pStyle w:val="SingleTxtG"/>
        <w:rPr>
          <w:lang w:val="fr-FR"/>
        </w:rPr>
      </w:pPr>
      <w:r>
        <w:rPr>
          <w:lang w:val="fr-FR"/>
        </w:rPr>
        <w:t>5</w:t>
      </w:r>
      <w:r w:rsidRPr="0034721F">
        <w:rPr>
          <w:lang w:val="fr-FR"/>
        </w:rPr>
        <w:t>.</w:t>
      </w:r>
      <w:r w:rsidRPr="0034721F">
        <w:rPr>
          <w:lang w:val="fr-FR"/>
        </w:rPr>
        <w:tab/>
        <w:t>Il est proposé d’ajouter à l’</w:t>
      </w:r>
      <w:r w:rsidRPr="0034721F">
        <w:rPr>
          <w:bCs/>
          <w:lang w:val="fr-FR"/>
        </w:rPr>
        <w:t>Annexe 1, Appendice 4</w:t>
      </w:r>
      <w:r w:rsidRPr="0034721F">
        <w:rPr>
          <w:lang w:val="fr-FR"/>
        </w:rPr>
        <w:t xml:space="preserve"> les mentions figurant en </w:t>
      </w:r>
      <w:r w:rsidRPr="0034721F">
        <w:rPr>
          <w:b/>
          <w:lang w:val="fr-FR"/>
        </w:rPr>
        <w:t>gras</w:t>
      </w:r>
      <w:r w:rsidRPr="0034721F">
        <w:rPr>
          <w:lang w:val="fr-FR"/>
        </w:rPr>
        <w:t xml:space="preserve"> dans le texte suivant :</w:t>
      </w:r>
    </w:p>
    <w:p w:rsidR="0034721F" w:rsidRPr="0034721F" w:rsidRDefault="0034721F" w:rsidP="0034721F">
      <w:pPr>
        <w:pStyle w:val="SingleTxtG"/>
        <w:rPr>
          <w:lang w:val="fr-FR"/>
        </w:rPr>
      </w:pPr>
      <w:r>
        <w:rPr>
          <w:lang w:val="fr-FR"/>
        </w:rPr>
        <w:t>«</w:t>
      </w:r>
      <w:r w:rsidRPr="0034721F">
        <w:rPr>
          <w:lang w:val="fr-FR"/>
        </w:rPr>
        <w:t>MARQUES D'IDENTIFICATION À APPOSER SUR LES ENGINS SPÉCIAUX</w:t>
      </w:r>
    </w:p>
    <w:p w:rsidR="0034721F" w:rsidRPr="0034721F" w:rsidRDefault="0034721F" w:rsidP="0034721F">
      <w:pPr>
        <w:pStyle w:val="SingleTxtG"/>
        <w:rPr>
          <w:lang w:val="fr-FR"/>
        </w:rPr>
      </w:pPr>
      <w:r w:rsidRPr="0034721F">
        <w:rPr>
          <w:lang w:val="fr-FR"/>
        </w:rPr>
        <w:t xml:space="preserve">Les marques d'identification prescrites au paragraphe 4 de l'appendice 1 de la présente annexe sont formées par des lettres majuscules en caractères latins de couleur bleu foncé </w:t>
      </w:r>
      <w:r w:rsidRPr="0034721F">
        <w:rPr>
          <w:lang w:val="fr-FR"/>
        </w:rPr>
        <w:lastRenderedPageBreak/>
        <w:t xml:space="preserve">sur fond blanc. La hauteur des lettres doit être de 100 mm au moins pour les marques de classement et de 50 mm au moins pour les dates d'expiration. Pour les engins spéciaux d’un véhicule en charge avec une masse maximale ne dépassant pas 3,5 tonnes, la hauteur minimale des lettres pourrait </w:t>
      </w:r>
      <w:r w:rsidRPr="0034721F">
        <w:t>être</w:t>
      </w:r>
      <w:r w:rsidRPr="0034721F">
        <w:rPr>
          <w:lang w:val="fr-FR"/>
        </w:rPr>
        <w:t xml:space="preserve"> de 50 mm pour les marques de classement et de 25 mm pour les dates d’expiration.</w:t>
      </w:r>
    </w:p>
    <w:p w:rsidR="0034721F" w:rsidRPr="0034721F" w:rsidRDefault="0034721F" w:rsidP="0034721F">
      <w:pPr>
        <w:pStyle w:val="SingleTxtG"/>
        <w:rPr>
          <w:lang w:val="fr-FR"/>
        </w:rPr>
      </w:pPr>
      <w:r w:rsidRPr="0034721F">
        <w:rPr>
          <w:lang w:val="fr-FR"/>
        </w:rPr>
        <w:t>Les marques de classement et de date d'expiration doivent au moins être apposées extérieurement de part et d'autre de l'engin, dans les angles supérieurs, près de l'avant.</w:t>
      </w:r>
    </w:p>
    <w:p w:rsidR="00437BB6" w:rsidRPr="0034721F" w:rsidRDefault="0034721F" w:rsidP="0034721F">
      <w:pPr>
        <w:pStyle w:val="SingleTxtG"/>
        <w:rPr>
          <w:b/>
          <w:lang w:val="fr-FR"/>
        </w:rPr>
      </w:pPr>
      <w:r w:rsidRPr="0034721F">
        <w:rPr>
          <w:b/>
        </w:rPr>
        <w:t>Pour les engins multi températures ne disposant pas de plus de 3 compartiments, le marquage de la caisse peut être constitué par les marquages appropriés de chaque compartiment selon leur classe. Au-delà de 3 compartiments, la marque d’un engin multi température est constituée du marquage général de la caisse suivi de la lettre M et un document annexe précise le nombre de compartiments, leurs classes et la course autorisée des cloisons mobiles.</w:t>
      </w:r>
      <w:r>
        <w:rPr>
          <w:b/>
        </w:rPr>
        <w:t>»</w:t>
      </w:r>
      <w:r w:rsidR="003B5491">
        <w:rPr>
          <w:b/>
        </w:rPr>
        <w:t>.</w:t>
      </w:r>
    </w:p>
    <w:p w:rsidR="00437BB6" w:rsidRPr="00437BB6" w:rsidRDefault="00437BB6" w:rsidP="00437BB6">
      <w:pPr>
        <w:pStyle w:val="SingleTxtG"/>
        <w:spacing w:before="240" w:after="0"/>
        <w:jc w:val="center"/>
        <w:rPr>
          <w:u w:val="single"/>
          <w:lang w:val="fr-FR"/>
        </w:rPr>
      </w:pPr>
      <w:r w:rsidRPr="00437BB6">
        <w:rPr>
          <w:u w:val="single"/>
          <w:lang w:val="fr-FR"/>
        </w:rPr>
        <w:tab/>
      </w:r>
      <w:r w:rsidRPr="00437BB6">
        <w:rPr>
          <w:u w:val="single"/>
          <w:lang w:val="fr-FR"/>
        </w:rPr>
        <w:tab/>
      </w:r>
      <w:r w:rsidRPr="00437BB6">
        <w:rPr>
          <w:u w:val="single"/>
          <w:lang w:val="fr-FR"/>
        </w:rPr>
        <w:tab/>
      </w:r>
    </w:p>
    <w:sectPr w:rsidR="00437BB6" w:rsidRPr="00437BB6" w:rsidSect="00E90C6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4" w:rsidRDefault="00E90C64"/>
  </w:endnote>
  <w:endnote w:type="continuationSeparator" w:id="0">
    <w:p w:rsidR="00E90C64" w:rsidRDefault="00E90C64"/>
  </w:endnote>
  <w:endnote w:type="continuationNotice" w:id="1">
    <w:p w:rsidR="00E90C64" w:rsidRDefault="00E9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sz w:val="18"/>
      </w:rPr>
    </w:pPr>
    <w:r w:rsidRPr="00E90C64">
      <w:rPr>
        <w:b/>
        <w:sz w:val="18"/>
      </w:rPr>
      <w:fldChar w:fldCharType="begin"/>
    </w:r>
    <w:r w:rsidRPr="00E90C64">
      <w:rPr>
        <w:b/>
        <w:sz w:val="18"/>
      </w:rPr>
      <w:instrText xml:space="preserve"> PAGE  \* MERGEFORMAT </w:instrText>
    </w:r>
    <w:r w:rsidRPr="00E90C64">
      <w:rPr>
        <w:b/>
        <w:sz w:val="18"/>
      </w:rPr>
      <w:fldChar w:fldCharType="separate"/>
    </w:r>
    <w:r w:rsidR="00362305">
      <w:rPr>
        <w:b/>
        <w:noProof/>
        <w:sz w:val="18"/>
      </w:rPr>
      <w:t>2</w:t>
    </w:r>
    <w:r w:rsidRPr="00E90C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b/>
        <w:sz w:val="18"/>
      </w:rPr>
    </w:pPr>
    <w:r>
      <w:tab/>
    </w:r>
    <w:r w:rsidRPr="00E90C64">
      <w:rPr>
        <w:b/>
        <w:sz w:val="18"/>
      </w:rPr>
      <w:fldChar w:fldCharType="begin"/>
    </w:r>
    <w:r w:rsidRPr="00E90C64">
      <w:rPr>
        <w:b/>
        <w:sz w:val="18"/>
      </w:rPr>
      <w:instrText xml:space="preserve"> PAGE  \* MERGEFORMAT </w:instrText>
    </w:r>
    <w:r w:rsidRPr="00E90C64">
      <w:rPr>
        <w:b/>
        <w:sz w:val="18"/>
      </w:rPr>
      <w:fldChar w:fldCharType="separate"/>
    </w:r>
    <w:r w:rsidR="004911FC">
      <w:rPr>
        <w:b/>
        <w:noProof/>
        <w:sz w:val="18"/>
      </w:rPr>
      <w:t>3</w:t>
    </w:r>
    <w:r w:rsidRPr="00E90C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4" w:rsidRPr="00D27D5E" w:rsidRDefault="00E90C64" w:rsidP="00D27D5E">
      <w:pPr>
        <w:tabs>
          <w:tab w:val="right" w:pos="2155"/>
        </w:tabs>
        <w:spacing w:after="80"/>
        <w:ind w:left="680"/>
        <w:rPr>
          <w:u w:val="single"/>
        </w:rPr>
      </w:pPr>
      <w:r>
        <w:rPr>
          <w:u w:val="single"/>
        </w:rPr>
        <w:tab/>
      </w:r>
    </w:p>
  </w:footnote>
  <w:footnote w:type="continuationSeparator" w:id="0">
    <w:p w:rsidR="00E90C64" w:rsidRPr="002E0F43" w:rsidRDefault="00E90C64" w:rsidP="002E0F43">
      <w:pPr>
        <w:tabs>
          <w:tab w:val="right" w:pos="2155"/>
        </w:tabs>
        <w:spacing w:after="80"/>
        <w:ind w:left="680"/>
        <w:rPr>
          <w:u w:val="single"/>
        </w:rPr>
      </w:pPr>
      <w:r>
        <w:rPr>
          <w:u w:val="single"/>
        </w:rPr>
        <w:tab/>
      </w:r>
    </w:p>
  </w:footnote>
  <w:footnote w:type="continuationNotice" w:id="1">
    <w:p w:rsidR="00E90C64" w:rsidRDefault="00E90C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3B372B">
    <w:pPr>
      <w:pStyle w:val="Header"/>
    </w:pPr>
    <w:r>
      <w:t>ECE/TRANS/WP.11/2016/16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8B07C8" w:rsidP="00E90C64">
    <w:pPr>
      <w:pStyle w:val="Header"/>
      <w:jc w:val="right"/>
    </w:pPr>
    <w:r>
      <w:t>ECE/TRANS/WP.11/2016/14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 w15:restartNumberingAfterBreak="0">
    <w:nsid w:val="79370E0B"/>
    <w:multiLevelType w:val="hybridMultilevel"/>
    <w:tmpl w:val="F3EC48AC"/>
    <w:lvl w:ilvl="0" w:tplc="3E3E3BFE">
      <w:start w:val="5"/>
      <w:numFmt w:val="decimal"/>
      <w:lvlText w:val="%1."/>
      <w:lvlJc w:val="left"/>
      <w:pPr>
        <w:ind w:left="1122" w:hanging="555"/>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4"/>
    <w:rsid w:val="00016AC5"/>
    <w:rsid w:val="00030ADE"/>
    <w:rsid w:val="000312C0"/>
    <w:rsid w:val="000F41F2"/>
    <w:rsid w:val="000F4B71"/>
    <w:rsid w:val="00126030"/>
    <w:rsid w:val="00126B74"/>
    <w:rsid w:val="00127B34"/>
    <w:rsid w:val="00131208"/>
    <w:rsid w:val="00135C0D"/>
    <w:rsid w:val="00160540"/>
    <w:rsid w:val="0017182C"/>
    <w:rsid w:val="00177007"/>
    <w:rsid w:val="00186EE9"/>
    <w:rsid w:val="001901A6"/>
    <w:rsid w:val="00192EEB"/>
    <w:rsid w:val="001A20FB"/>
    <w:rsid w:val="001B6F40"/>
    <w:rsid w:val="001D7F8A"/>
    <w:rsid w:val="001E3FEB"/>
    <w:rsid w:val="001E4A02"/>
    <w:rsid w:val="00223B89"/>
    <w:rsid w:val="00225A8C"/>
    <w:rsid w:val="0026106F"/>
    <w:rsid w:val="002659F1"/>
    <w:rsid w:val="00271C7C"/>
    <w:rsid w:val="00287E79"/>
    <w:rsid w:val="002928F9"/>
    <w:rsid w:val="002A5D07"/>
    <w:rsid w:val="002E0F43"/>
    <w:rsid w:val="003016B7"/>
    <w:rsid w:val="00317CE1"/>
    <w:rsid w:val="00330F9C"/>
    <w:rsid w:val="00340C35"/>
    <w:rsid w:val="0034721F"/>
    <w:rsid w:val="003515AA"/>
    <w:rsid w:val="00362305"/>
    <w:rsid w:val="00370E0F"/>
    <w:rsid w:val="00374106"/>
    <w:rsid w:val="00395DFE"/>
    <w:rsid w:val="003976D5"/>
    <w:rsid w:val="003A0FE8"/>
    <w:rsid w:val="003B1596"/>
    <w:rsid w:val="003B372B"/>
    <w:rsid w:val="003B5491"/>
    <w:rsid w:val="003D1DF3"/>
    <w:rsid w:val="003D46A7"/>
    <w:rsid w:val="003D6C68"/>
    <w:rsid w:val="003E3256"/>
    <w:rsid w:val="004159D0"/>
    <w:rsid w:val="004249E7"/>
    <w:rsid w:val="00437BB6"/>
    <w:rsid w:val="00440D4C"/>
    <w:rsid w:val="004476B3"/>
    <w:rsid w:val="00473A8F"/>
    <w:rsid w:val="004911FC"/>
    <w:rsid w:val="004C0D3F"/>
    <w:rsid w:val="0054385B"/>
    <w:rsid w:val="00543D5E"/>
    <w:rsid w:val="00571F41"/>
    <w:rsid w:val="005837D4"/>
    <w:rsid w:val="00595BE4"/>
    <w:rsid w:val="005B76A3"/>
    <w:rsid w:val="005E0C83"/>
    <w:rsid w:val="005E5D1F"/>
    <w:rsid w:val="00600247"/>
    <w:rsid w:val="00602957"/>
    <w:rsid w:val="00603391"/>
    <w:rsid w:val="00611D43"/>
    <w:rsid w:val="00612D48"/>
    <w:rsid w:val="00615149"/>
    <w:rsid w:val="00616B45"/>
    <w:rsid w:val="00630D9B"/>
    <w:rsid w:val="00631953"/>
    <w:rsid w:val="006439EC"/>
    <w:rsid w:val="00685843"/>
    <w:rsid w:val="006A7D2C"/>
    <w:rsid w:val="006B4590"/>
    <w:rsid w:val="006C340C"/>
    <w:rsid w:val="006E5FC7"/>
    <w:rsid w:val="0070347C"/>
    <w:rsid w:val="007176C1"/>
    <w:rsid w:val="0076498D"/>
    <w:rsid w:val="00787B8A"/>
    <w:rsid w:val="00790F2F"/>
    <w:rsid w:val="007F55CB"/>
    <w:rsid w:val="00812C1A"/>
    <w:rsid w:val="008317F6"/>
    <w:rsid w:val="00844750"/>
    <w:rsid w:val="00856D39"/>
    <w:rsid w:val="00865375"/>
    <w:rsid w:val="00872885"/>
    <w:rsid w:val="008A5F75"/>
    <w:rsid w:val="008B07C8"/>
    <w:rsid w:val="008B44C4"/>
    <w:rsid w:val="008B7879"/>
    <w:rsid w:val="008C1BA2"/>
    <w:rsid w:val="008D3919"/>
    <w:rsid w:val="008E7FAE"/>
    <w:rsid w:val="009117E5"/>
    <w:rsid w:val="00911BF7"/>
    <w:rsid w:val="0093785E"/>
    <w:rsid w:val="00952FDB"/>
    <w:rsid w:val="00977EC8"/>
    <w:rsid w:val="009D3A8C"/>
    <w:rsid w:val="009E7956"/>
    <w:rsid w:val="00A110EF"/>
    <w:rsid w:val="00A2492E"/>
    <w:rsid w:val="00A70163"/>
    <w:rsid w:val="00AC332B"/>
    <w:rsid w:val="00AC67A1"/>
    <w:rsid w:val="00AC7977"/>
    <w:rsid w:val="00AE352C"/>
    <w:rsid w:val="00B32E2D"/>
    <w:rsid w:val="00B367AE"/>
    <w:rsid w:val="00B4466B"/>
    <w:rsid w:val="00B61990"/>
    <w:rsid w:val="00B672BC"/>
    <w:rsid w:val="00B85D99"/>
    <w:rsid w:val="00B92B4A"/>
    <w:rsid w:val="00B93E72"/>
    <w:rsid w:val="00BC4943"/>
    <w:rsid w:val="00BF0556"/>
    <w:rsid w:val="00C24B53"/>
    <w:rsid w:val="00C261F8"/>
    <w:rsid w:val="00C33100"/>
    <w:rsid w:val="00C44BA1"/>
    <w:rsid w:val="00C70623"/>
    <w:rsid w:val="00C9000D"/>
    <w:rsid w:val="00C940E9"/>
    <w:rsid w:val="00C94A6B"/>
    <w:rsid w:val="00C9635B"/>
    <w:rsid w:val="00CB6267"/>
    <w:rsid w:val="00CD1A71"/>
    <w:rsid w:val="00CD1FBB"/>
    <w:rsid w:val="00D016B5"/>
    <w:rsid w:val="00D034F1"/>
    <w:rsid w:val="00D11B17"/>
    <w:rsid w:val="00D27D5E"/>
    <w:rsid w:val="00D3313B"/>
    <w:rsid w:val="00D60301"/>
    <w:rsid w:val="00DA57D4"/>
    <w:rsid w:val="00DB4793"/>
    <w:rsid w:val="00DE01E3"/>
    <w:rsid w:val="00DE6D90"/>
    <w:rsid w:val="00DF002F"/>
    <w:rsid w:val="00E0244D"/>
    <w:rsid w:val="00E467D9"/>
    <w:rsid w:val="00E55D71"/>
    <w:rsid w:val="00E81E94"/>
    <w:rsid w:val="00E82607"/>
    <w:rsid w:val="00E90C64"/>
    <w:rsid w:val="00E96AA4"/>
    <w:rsid w:val="00EA31C2"/>
    <w:rsid w:val="00EE2EA3"/>
    <w:rsid w:val="00F01516"/>
    <w:rsid w:val="00F06C2A"/>
    <w:rsid w:val="00F30D47"/>
    <w:rsid w:val="00F57129"/>
    <w:rsid w:val="00F70316"/>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1F8C405"/>
  <w15:docId w15:val="{56D617B4-9104-4249-894B-C78D8526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unhideWhenUsed/>
    <w:rsid w:val="003B549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3B5491"/>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6</TotalTime>
  <Pages>2</Pages>
  <Words>396</Words>
  <Characters>2261</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ECE/ADN/36</cp:lastModifiedBy>
  <cp:revision>7</cp:revision>
  <cp:lastPrinted>2009-10-14T15:14:00Z</cp:lastPrinted>
  <dcterms:created xsi:type="dcterms:W3CDTF">2016-07-01T16:11:00Z</dcterms:created>
  <dcterms:modified xsi:type="dcterms:W3CDTF">2016-07-20T09:00:00Z</dcterms:modified>
</cp:coreProperties>
</file>