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F26E9D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</w:t>
            </w:r>
            <w:r w:rsidR="00F26E9D">
              <w:t>8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206E4B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7F4F9D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7F4F9D" w:rsidRPr="00980DA9" w:rsidRDefault="007F4F9D" w:rsidP="007F4F9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980DA9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Пункт 6 предварительной повестки дня</w:t>
      </w:r>
    </w:p>
    <w:p w:rsidR="00690BC7" w:rsidRDefault="007F4F9D" w:rsidP="007F4F9D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980DA9">
        <w:rPr>
          <w:lang w:val="ru-RU"/>
        </w:rPr>
        <w:t>Справочник СПС</w:t>
      </w:r>
    </w:p>
    <w:p w:rsidR="00690BC7" w:rsidRDefault="00F57388" w:rsidP="00F57388">
      <w:pPr>
        <w:pStyle w:val="HChG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="00F26E9D" w:rsidRPr="00F26E9D">
        <w:rPr>
          <w:rFonts w:eastAsia="Calibri"/>
          <w:lang w:val="ru-RU"/>
        </w:rPr>
        <w:t>Включение в Справочник СПС комментария к стать</w:t>
      </w:r>
      <w:r w:rsidR="000603E3">
        <w:rPr>
          <w:rFonts w:eastAsia="Calibri"/>
          <w:lang w:val="ru-RU"/>
        </w:rPr>
        <w:t xml:space="preserve">е 7 СПС, касающегося перевозок </w:t>
      </w:r>
      <w:r w:rsidR="00F26E9D" w:rsidRPr="00F26E9D">
        <w:rPr>
          <w:rFonts w:eastAsia="Calibri"/>
          <w:lang w:val="ru-RU"/>
        </w:rPr>
        <w:t>свежих фруктов и овощей</w:t>
      </w:r>
    </w:p>
    <w:p w:rsidR="00F57388" w:rsidRDefault="00F57388" w:rsidP="00F57388">
      <w:pPr>
        <w:pStyle w:val="H1G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7F4F9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26E9D" w:rsidRPr="00F26E9D" w:rsidRDefault="00F57388" w:rsidP="00F26E9D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="00F26E9D" w:rsidRPr="00F26E9D">
              <w:rPr>
                <w:lang w:val="ru-RU"/>
              </w:rPr>
              <w:t xml:space="preserve">Свежие </w:t>
            </w:r>
            <w:r w:rsidR="00F26E9D">
              <w:rPr>
                <w:lang w:val="ru-RU"/>
              </w:rPr>
              <w:t xml:space="preserve">фрукты </w:t>
            </w:r>
            <w:r w:rsidR="00F26E9D" w:rsidRPr="00F26E9D">
              <w:rPr>
                <w:lang w:val="ru-RU"/>
              </w:rPr>
              <w:t xml:space="preserve">и овощи требуют защиты от воздействия высоких или низких температур наружного воздуха, а также вентилирования, в связи с чем для их перевозки в определенные периоды года необходимо использовать специальные транспортные средства.  </w:t>
            </w:r>
          </w:p>
          <w:p w:rsidR="00F57388" w:rsidRPr="00FA7CBD" w:rsidRDefault="00F26E9D" w:rsidP="00F26E9D">
            <w:pPr>
              <w:pStyle w:val="SingleTxtG"/>
              <w:ind w:left="2836" w:hanging="9"/>
              <w:rPr>
                <w:lang w:val="ru-RU"/>
              </w:rPr>
            </w:pPr>
            <w:r w:rsidRPr="00F26E9D">
              <w:rPr>
                <w:lang w:val="ru-RU"/>
              </w:rPr>
              <w:t>Вместе с тем  в СПС отсутствуют положения, касающиеся перевозок свежих фруктов и овощей.</w:t>
            </w:r>
          </w:p>
        </w:tc>
      </w:tr>
      <w:tr w:rsidR="00F57388" w:rsidRPr="007F4F9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="00F26E9D" w:rsidRPr="00F26E9D">
              <w:rPr>
                <w:lang w:val="ru-RU"/>
              </w:rPr>
              <w:t>Добавить в Справочник СПС комментарий к статье 7 СПС, касающийся условий перевозок свежих фруктов и овощей в случае заключения двусторонних или многосторонних соглашений между Договаривающимися сторонами  СПС.</w:t>
            </w:r>
          </w:p>
        </w:tc>
      </w:tr>
      <w:tr w:rsidR="00F57388" w:rsidRPr="007F4F9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26E9D" w:rsidRPr="00F26E9D" w:rsidRDefault="00F57388" w:rsidP="00F26E9D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="00F26E9D">
              <w:rPr>
                <w:lang w:val="ru-RU"/>
              </w:rPr>
              <w:t>«Кодекс Алиментариус. Свежие</w:t>
            </w:r>
            <w:r w:rsidR="00F26E9D" w:rsidRPr="00F26E9D">
              <w:rPr>
                <w:lang w:val="ru-RU"/>
              </w:rPr>
              <w:t xml:space="preserve"> плоды, овощи и фруктовые соки».</w:t>
            </w:r>
          </w:p>
          <w:p w:rsidR="00F57388" w:rsidRPr="00FA7CBD" w:rsidRDefault="00F26E9D" w:rsidP="00F26E9D">
            <w:pPr>
              <w:pStyle w:val="SingleTxtG"/>
              <w:ind w:left="2834" w:hanging="8"/>
              <w:rPr>
                <w:lang w:val="ru-RU"/>
              </w:rPr>
            </w:pPr>
            <w:r w:rsidRPr="00F26E9D">
              <w:rPr>
                <w:lang w:val="ru-RU"/>
              </w:rPr>
              <w:t xml:space="preserve">Правила перевозок железнодорожным транспортом скоропортящихся грузов, утвержденные приказом Министерства путей сообщения Российской Федерации от 18 июня 2003 г. №37 (зарегистрирован Министерством юстиции Российской Федерации 19 июня 2003 г., </w:t>
            </w:r>
            <w:r w:rsidRPr="00F26E9D">
              <w:rPr>
                <w:lang w:val="ru-RU"/>
              </w:rPr>
              <w:br/>
              <w:t>№ 4762).</w:t>
            </w:r>
          </w:p>
        </w:tc>
      </w:tr>
      <w:tr w:rsidR="00F57388" w:rsidRPr="007F4F9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rPr>
                <w:lang w:val="ru-RU"/>
              </w:rPr>
            </w:pPr>
          </w:p>
        </w:tc>
      </w:tr>
    </w:tbl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15631B">
        <w:rPr>
          <w:lang w:val="ru-RU"/>
        </w:rPr>
        <w:t>Введение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1. </w:t>
      </w:r>
      <w:r>
        <w:rPr>
          <w:lang w:val="ru-RU"/>
        </w:rPr>
        <w:tab/>
      </w:r>
      <w:r w:rsidRPr="006C5442">
        <w:rPr>
          <w:lang w:val="ru-RU"/>
        </w:rPr>
        <w:t>Российская Федерация при поддержке Испании, Италии и Финляндии неоднократно предлагала дополнить СПС положениями, касающимися перевозок свежих фруктов и овощей.</w:t>
      </w:r>
      <w:r w:rsidRPr="006C5442" w:rsidDel="00D07462">
        <w:rPr>
          <w:lang w:val="ru-RU"/>
        </w:rPr>
        <w:t xml:space="preserve"> </w:t>
      </w:r>
    </w:p>
    <w:p w:rsidR="006C5442" w:rsidRPr="006C5442" w:rsidRDefault="006C5442" w:rsidP="006C5442">
      <w:pPr>
        <w:pStyle w:val="SingleTxtG"/>
        <w:rPr>
          <w:lang w:val="ru-RU"/>
        </w:rPr>
      </w:pPr>
      <w:r>
        <w:rPr>
          <w:lang w:val="ru-RU"/>
        </w:rPr>
        <w:t>2.</w:t>
      </w:r>
      <w:r w:rsidRPr="006C5442">
        <w:rPr>
          <w:lang w:val="ru-RU"/>
        </w:rPr>
        <w:tab/>
        <w:t xml:space="preserve">На 70-й сессии </w:t>
      </w:r>
      <w:r w:rsidRPr="006C5442">
        <w:rPr>
          <w:lang w:val="en-US"/>
        </w:rPr>
        <w:t>WP</w:t>
      </w:r>
      <w:r w:rsidRPr="006C5442">
        <w:rPr>
          <w:lang w:val="ru-RU"/>
        </w:rPr>
        <w:t xml:space="preserve">.11 вопрос о необходимости включения в СПС свежих фруктов и овощей был также затронут госпожой </w:t>
      </w:r>
      <w:r w:rsidRPr="006C5442">
        <w:rPr>
          <w:bCs/>
          <w:lang w:val="ru-RU"/>
        </w:rPr>
        <w:t>Евой Молнар</w:t>
      </w:r>
      <w:r w:rsidRPr="006C5442">
        <w:rPr>
          <w:lang w:val="ru-RU"/>
        </w:rPr>
        <w:t xml:space="preserve">, директором Отдела транспорта ЕЭК ООН, которая предложила обсудить вопрос об отсутствии в СПС положений о свежих фруктах и овощах, поскольку эти аспекты, в  числе других, не позволяют некоторым странам, являющимся Договаривающимися сторонами, в полной мере воспользоваться СПС, а странам, планирующим стать Договаривающимися сторонами СПС - без промедления присоединиться к нему. 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>На этой же сессии Рабочая группа обсудила предложение КВТ о рассмотрении «возможности распространения сферы действия Соглашения на свежие фрукты и овощи" (пункт 71 документа ECE/</w:t>
      </w:r>
      <w:r w:rsidRPr="006C5442">
        <w:rPr>
          <w:b/>
          <w:lang w:val="ru-RU"/>
        </w:rPr>
        <w:fldChar w:fldCharType="begin"/>
      </w:r>
      <w:r w:rsidRPr="006C5442">
        <w:rPr>
          <w:b/>
          <w:lang w:val="ru-RU"/>
        </w:rPr>
        <w:instrText xml:space="preserve"> FILLIN  "Введите символ после ЕCE/"  \* MERGEFORMAT </w:instrText>
      </w:r>
      <w:r w:rsidRPr="006C5442">
        <w:rPr>
          <w:b/>
          <w:lang w:val="ru-RU"/>
        </w:rPr>
        <w:fldChar w:fldCharType="separate"/>
      </w:r>
      <w:r w:rsidRPr="006C5442">
        <w:rPr>
          <w:lang w:val="ru-RU"/>
        </w:rPr>
        <w:t>TRANS/WP.11/231</w:t>
      </w:r>
      <w:r w:rsidRPr="006C5442">
        <w:rPr>
          <w:lang w:val="ru-RU"/>
        </w:rPr>
        <w:fldChar w:fldCharType="end"/>
      </w:r>
      <w:r w:rsidRPr="006C5442">
        <w:rPr>
          <w:lang w:val="ru-RU"/>
        </w:rPr>
        <w:t xml:space="preserve">) и приняла к сведению, что (пункт 5 документа </w:t>
      </w:r>
      <w:r w:rsidRPr="006C5442">
        <w:rPr>
          <w:lang w:val="en-US"/>
        </w:rPr>
        <w:t>INF</w:t>
      </w:r>
      <w:r w:rsidRPr="006C5442">
        <w:rPr>
          <w:lang w:val="ru-RU"/>
        </w:rPr>
        <w:t>.6 (2014 г.) «Использование СПС в Северной Африке и на Ближнем Востоке. Записка</w:t>
      </w:r>
      <w:r w:rsidRPr="007F4F9D">
        <w:rPr>
          <w:lang w:val="ru-RU"/>
        </w:rPr>
        <w:t xml:space="preserve"> </w:t>
      </w:r>
      <w:r w:rsidRPr="006C5442">
        <w:rPr>
          <w:lang w:val="ru-RU"/>
        </w:rPr>
        <w:t>Секретариата</w:t>
      </w:r>
      <w:r w:rsidRPr="007F4F9D">
        <w:rPr>
          <w:lang w:val="ru-RU"/>
        </w:rPr>
        <w:t>» («</w:t>
      </w:r>
      <w:r w:rsidRPr="006C5442">
        <w:rPr>
          <w:lang w:val="en-US"/>
        </w:rPr>
        <w:t>Use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of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ATP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in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North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Africa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and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the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Middle</w:t>
      </w:r>
      <w:r w:rsidRPr="007F4F9D">
        <w:rPr>
          <w:lang w:val="ru-RU"/>
        </w:rPr>
        <w:t xml:space="preserve"> </w:t>
      </w:r>
      <w:r w:rsidRPr="006C5442">
        <w:rPr>
          <w:lang w:val="en-US"/>
        </w:rPr>
        <w:t>East</w:t>
      </w:r>
      <w:r w:rsidRPr="007F4F9D">
        <w:rPr>
          <w:lang w:val="ru-RU"/>
        </w:rPr>
        <w:t xml:space="preserve">. </w:t>
      </w:r>
      <w:r w:rsidRPr="006C5442">
        <w:t>Note</w:t>
      </w:r>
      <w:r w:rsidRPr="006C5442">
        <w:rPr>
          <w:lang w:val="ru-RU"/>
        </w:rPr>
        <w:t xml:space="preserve"> </w:t>
      </w:r>
      <w:r w:rsidRPr="006C5442">
        <w:t>by</w:t>
      </w:r>
      <w:r w:rsidRPr="006C5442">
        <w:rPr>
          <w:lang w:val="ru-RU"/>
        </w:rPr>
        <w:t xml:space="preserve"> </w:t>
      </w:r>
      <w:r w:rsidRPr="006C5442">
        <w:t>the</w:t>
      </w:r>
      <w:r w:rsidRPr="006C5442">
        <w:rPr>
          <w:lang w:val="ru-RU"/>
        </w:rPr>
        <w:t xml:space="preserve"> </w:t>
      </w:r>
      <w:r w:rsidRPr="006C5442">
        <w:t>secretariat</w:t>
      </w:r>
      <w:r w:rsidRPr="006C5442">
        <w:rPr>
          <w:lang w:val="ru-RU"/>
        </w:rPr>
        <w:t>»):</w:t>
      </w:r>
    </w:p>
    <w:p w:rsidR="006C5442" w:rsidRPr="006C5442" w:rsidRDefault="006C5442" w:rsidP="006C5442">
      <w:pPr>
        <w:pStyle w:val="SingleTxtG"/>
        <w:rPr>
          <w:bCs/>
          <w:lang w:val="ru-RU"/>
        </w:rPr>
      </w:pPr>
      <w:r w:rsidRPr="006C5442">
        <w:rPr>
          <w:bCs/>
          <w:lang w:val="ru-RU"/>
        </w:rPr>
        <w:t>значительный процент экспорта Алжира, Иордании, Марокко и Туниса составляют фрукты и овощи;</w:t>
      </w:r>
    </w:p>
    <w:p w:rsidR="006C5442" w:rsidRPr="006C5442" w:rsidRDefault="006C5442" w:rsidP="006C5442">
      <w:pPr>
        <w:pStyle w:val="SingleTxtG"/>
        <w:rPr>
          <w:bCs/>
          <w:lang w:val="ru-RU"/>
        </w:rPr>
      </w:pPr>
      <w:r w:rsidRPr="006C5442">
        <w:rPr>
          <w:bCs/>
          <w:lang w:val="ru-RU"/>
        </w:rPr>
        <w:t xml:space="preserve">отсутствие в СПС свежих фруктов и овощей является серьезным препятствием для использования СПС Марокко и Тунисом, а также для присоединения </w:t>
      </w:r>
      <w:r w:rsidRPr="006C5442">
        <w:rPr>
          <w:lang w:val="ru-RU"/>
        </w:rPr>
        <w:t xml:space="preserve">[к </w:t>
      </w:r>
      <w:r>
        <w:rPr>
          <w:lang w:val="ru-RU"/>
        </w:rPr>
        <w:t>СПС</w:t>
      </w:r>
      <w:r w:rsidRPr="006C5442">
        <w:rPr>
          <w:lang w:val="ru-RU"/>
        </w:rPr>
        <w:t xml:space="preserve">] </w:t>
      </w:r>
      <w:r w:rsidRPr="006C5442">
        <w:rPr>
          <w:bCs/>
          <w:lang w:val="ru-RU"/>
        </w:rPr>
        <w:t>Алжира и Иордании.</w:t>
      </w:r>
    </w:p>
    <w:p w:rsidR="006C5442" w:rsidRPr="006C5442" w:rsidRDefault="006C5442" w:rsidP="006C5442">
      <w:pPr>
        <w:pStyle w:val="SingleTxtG"/>
        <w:rPr>
          <w:bCs/>
          <w:lang w:val="ru-RU"/>
        </w:rPr>
      </w:pPr>
      <w:r w:rsidRPr="006C5442">
        <w:rPr>
          <w:bCs/>
          <w:lang w:val="ru-RU"/>
        </w:rPr>
        <w:t xml:space="preserve">3. </w:t>
      </w:r>
      <w:r w:rsidRPr="006C5442">
        <w:rPr>
          <w:bCs/>
          <w:lang w:val="ru-RU"/>
        </w:rPr>
        <w:tab/>
        <w:t>Вместе с тем на 71-й сессии Рабочей группы</w:t>
      </w:r>
      <w:r>
        <w:rPr>
          <w:bCs/>
          <w:lang w:val="ru-RU"/>
        </w:rPr>
        <w:t xml:space="preserve"> </w:t>
      </w:r>
      <w:r w:rsidRPr="006C5442">
        <w:rPr>
          <w:bCs/>
          <w:lang w:val="ru-RU"/>
        </w:rPr>
        <w:t>Дания, Швеция и Марокко выступили против включения в СПС положений о свежих фруктах</w:t>
      </w:r>
      <w:r>
        <w:rPr>
          <w:bCs/>
          <w:lang w:val="ru-RU"/>
        </w:rPr>
        <w:t xml:space="preserve"> </w:t>
      </w:r>
      <w:r w:rsidRPr="006C5442">
        <w:rPr>
          <w:bCs/>
          <w:lang w:val="ru-RU"/>
        </w:rPr>
        <w:t>и овощах.</w:t>
      </w:r>
    </w:p>
    <w:p w:rsidR="006C5442" w:rsidRPr="006C5442" w:rsidRDefault="006C5442" w:rsidP="006C5442">
      <w:pPr>
        <w:pStyle w:val="SingleTxtG"/>
        <w:rPr>
          <w:bCs/>
          <w:lang w:val="ru-RU"/>
        </w:rPr>
      </w:pPr>
      <w:r w:rsidRPr="006C5442">
        <w:rPr>
          <w:bCs/>
          <w:lang w:val="ru-RU"/>
        </w:rPr>
        <w:t xml:space="preserve">4. </w:t>
      </w:r>
      <w:r>
        <w:rPr>
          <w:bCs/>
          <w:lang w:val="ru-RU"/>
        </w:rPr>
        <w:tab/>
      </w:r>
      <w:r w:rsidRPr="006C5442">
        <w:rPr>
          <w:bCs/>
          <w:lang w:val="ru-RU"/>
        </w:rPr>
        <w:t>Дания на 71-й сессии также отметила, что цель СПС состоит в обеспечении безопасности пищевых продуктов, а не в сохранении их качества и что фрукты и овощи не представляют проблемы для пищевой безопасности.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5. </w:t>
      </w:r>
      <w:r>
        <w:rPr>
          <w:lang w:val="ru-RU"/>
        </w:rPr>
        <w:tab/>
      </w:r>
      <w:r w:rsidRPr="006C5442">
        <w:rPr>
          <w:lang w:val="ru-RU"/>
        </w:rPr>
        <w:t>Российская Федерация не может согласиться с Данией по следующим причинам: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во-первых, </w:t>
      </w:r>
      <w:r>
        <w:rPr>
          <w:lang w:val="ru-RU"/>
        </w:rPr>
        <w:t xml:space="preserve">в преамбуле </w:t>
      </w:r>
      <w:r w:rsidRPr="006C5442">
        <w:rPr>
          <w:lang w:val="ru-RU"/>
        </w:rPr>
        <w:t xml:space="preserve">СПС на английском, французском и русском языках (перед главой </w:t>
      </w:r>
      <w:r w:rsidRPr="006C5442">
        <w:rPr>
          <w:lang w:val="en-US"/>
        </w:rPr>
        <w:t>I</w:t>
      </w:r>
      <w:r w:rsidRPr="006C5442">
        <w:rPr>
          <w:lang w:val="ru-RU"/>
        </w:rPr>
        <w:t xml:space="preserve"> СПС) сказано: «Договаривающиеся стороны, желая улучшить условия сохранения </w:t>
      </w:r>
      <w:r w:rsidRPr="006C5442">
        <w:rPr>
          <w:b/>
          <w:lang w:val="ru-RU"/>
        </w:rPr>
        <w:t xml:space="preserve">качества </w:t>
      </w:r>
      <w:r w:rsidRPr="006C5442">
        <w:rPr>
          <w:lang w:val="ru-RU"/>
        </w:rPr>
        <w:t>скоропортящихся пищевых продуктов во время их перевозки…», что, собственно, отражает цель СПС;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>во-вторых, анализ стандартов Российской Феде</w:t>
      </w:r>
      <w:r>
        <w:rPr>
          <w:lang w:val="ru-RU"/>
        </w:rPr>
        <w:t xml:space="preserve">рации </w:t>
      </w:r>
      <w:r w:rsidRPr="006C5442">
        <w:rPr>
          <w:lang w:val="ru-RU"/>
        </w:rPr>
        <w:t xml:space="preserve">и «Кодекс Алиментариус. </w:t>
      </w:r>
      <w:r>
        <w:rPr>
          <w:lang w:val="ru-RU"/>
        </w:rPr>
        <w:t xml:space="preserve">Свежие </w:t>
      </w:r>
      <w:r w:rsidRPr="006C5442">
        <w:rPr>
          <w:lang w:val="ru-RU"/>
        </w:rPr>
        <w:t>плоды, овощи и фруктовые соки» на свежие фрукты и овощи показал, в них содержатся требования по обеспечению отсутствия повреждений свежих фруктов и овощей, вызванных низкими или высокими температурами;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>в-третьих: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качество и безопасность пищевых продуктов неразрывно связаны. При порче (потере качества) свежие фрукты и овощи могут не только потерять или ухудшить свои свойства, но могут стать опасными для человека в результате развития патогенной (болезнетворной) бактериальной флоры; 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>не существует безопасности без сохранения качества;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«качество» и «безопасность» – </w:t>
      </w:r>
      <w:r w:rsidRPr="006C5442">
        <w:rPr>
          <w:b/>
          <w:lang w:val="ru-RU"/>
        </w:rPr>
        <w:t>единый блок</w:t>
      </w:r>
      <w:r w:rsidRPr="006C5442">
        <w:rPr>
          <w:lang w:val="ru-RU"/>
        </w:rPr>
        <w:t xml:space="preserve">, может быть и самостоятельных, терминов. 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lastRenderedPageBreak/>
        <w:t>Российская Федерация по-прежнему считает, что свежие фрукты и овощи требуют защиты от низких или высоких температур наружного воздуха и для их перевозки в определенные периоды года должны использоваться специальные транспортные средства.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6. </w:t>
      </w:r>
      <w:r>
        <w:rPr>
          <w:lang w:val="ru-RU"/>
        </w:rPr>
        <w:tab/>
      </w:r>
      <w:r w:rsidRPr="006C5442">
        <w:rPr>
          <w:lang w:val="ru-RU"/>
        </w:rPr>
        <w:t>Понимая сложность в достижении консенсуса в данном вопросе между всеми участниками Рабочей группы, с одной стороны, и понимая важность данной проблемы, с другой стороны, Российская Федерация предлагает в качестве компромиссного решения добавить в Справочник СПС комментарий к статье 7 СПС, касающийся возможности использования специальных транспортных средств для перевозок свежих фруктов и овощей для защиты их от воздействия высоких или низких температур наружного воздуха в определенные периоды года в рамках двусторонних и многосторонних соглашений, предусмотренных статьей 7 СПС.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7. </w:t>
      </w:r>
      <w:r w:rsidRPr="006C5442">
        <w:rPr>
          <w:lang w:val="ru-RU"/>
        </w:rPr>
        <w:tab/>
        <w:t xml:space="preserve">В соответствии с пунктом 74 Доклада Рабочей группы по перевозкам скоропортящихся пищевых продуктов о работе ее 71-й сессии, состоявшейся в Женеве 6−9 октября 2015 г., (документ ECE/TRANS/WP.11/233) Российская Федерация подготовила официальный документ по данному вопросу, который выносит на обсуждение 72-й сессии Рабочей группы.  </w:t>
      </w:r>
    </w:p>
    <w:p w:rsidR="006C5442" w:rsidRPr="006C5442" w:rsidRDefault="006C5442" w:rsidP="006C5442">
      <w:pPr>
        <w:pStyle w:val="HChG"/>
        <w:rPr>
          <w:lang w:val="ru-RU"/>
        </w:rPr>
      </w:pPr>
      <w:r w:rsidRPr="006C5442">
        <w:rPr>
          <w:lang w:val="ru-RU"/>
        </w:rPr>
        <w:tab/>
      </w:r>
      <w:r w:rsidRPr="006C5442">
        <w:rPr>
          <w:lang w:val="ru-RU"/>
        </w:rPr>
        <w:tab/>
        <w:t>Предложения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8. </w:t>
      </w:r>
      <w:r w:rsidRPr="006C5442">
        <w:rPr>
          <w:lang w:val="ru-RU"/>
        </w:rPr>
        <w:tab/>
        <w:t>Добавить в Справочник СПС комментарий к статье 7 СПС:</w:t>
      </w:r>
    </w:p>
    <w:p w:rsidR="006C5442" w:rsidRPr="006C5442" w:rsidRDefault="006C5442" w:rsidP="006C5442">
      <w:pPr>
        <w:pStyle w:val="SingleTxtG"/>
        <w:rPr>
          <w:i/>
          <w:lang w:val="ru-RU"/>
        </w:rPr>
      </w:pPr>
      <w:r w:rsidRPr="006C5442">
        <w:rPr>
          <w:i/>
          <w:lang w:val="ru-RU"/>
        </w:rPr>
        <w:t>«</w:t>
      </w:r>
      <w:r w:rsidRPr="006C5442">
        <w:rPr>
          <w:i/>
          <w:u w:val="single"/>
          <w:lang w:val="ru-RU"/>
        </w:rPr>
        <w:t>Комментарий</w:t>
      </w:r>
      <w:r w:rsidRPr="006C5442">
        <w:rPr>
          <w:i/>
          <w:lang w:val="ru-RU"/>
        </w:rPr>
        <w:t>:</w:t>
      </w:r>
    </w:p>
    <w:p w:rsidR="006C5442" w:rsidRPr="006C5442" w:rsidRDefault="006C5442" w:rsidP="006C5442">
      <w:pPr>
        <w:pStyle w:val="SingleTxtG"/>
        <w:rPr>
          <w:i/>
          <w:lang w:val="ru-RU"/>
        </w:rPr>
      </w:pPr>
      <w:r w:rsidRPr="006C5442">
        <w:rPr>
          <w:i/>
          <w:lang w:val="ru-RU"/>
        </w:rPr>
        <w:t>Двусторонние или многосторонние соглашения могут также применяться при необходимости перевозки в определенные периоды года свежих фруктов и овощей в специальных транспортных средствах в целях защиты свежих фруктов и овощей от воздействия на них высоких или низких температур наружного воздуха.</w:t>
      </w:r>
    </w:p>
    <w:p w:rsidR="006C5442" w:rsidRPr="006C5442" w:rsidRDefault="006C5442" w:rsidP="006C5442">
      <w:pPr>
        <w:pStyle w:val="SingleTxtG"/>
        <w:rPr>
          <w:b/>
          <w:bCs/>
          <w:i/>
          <w:lang w:val="ru-RU"/>
        </w:rPr>
      </w:pPr>
      <w:r w:rsidRPr="006C5442">
        <w:rPr>
          <w:i/>
          <w:lang w:val="ru-RU"/>
        </w:rPr>
        <w:t>Рекомендуемые температурные условия в специальных транспортных средствах при перевозке в них свежих фруктов и овощей:</w:t>
      </w:r>
    </w:p>
    <w:p w:rsidR="006C5442" w:rsidRPr="006C5442" w:rsidRDefault="006C5442" w:rsidP="006C5442">
      <w:pPr>
        <w:pStyle w:val="SingleTxtG"/>
        <w:rPr>
          <w:i/>
          <w:lang w:val="ru-RU"/>
        </w:rPr>
      </w:pPr>
      <w:r w:rsidRPr="006C5442">
        <w:rPr>
          <w:i/>
          <w:lang w:val="ru-RU"/>
        </w:rPr>
        <w:t xml:space="preserve">1. </w:t>
      </w:r>
      <w:r w:rsidRPr="006C5442">
        <w:rPr>
          <w:i/>
          <w:lang w:val="ru-RU"/>
        </w:rPr>
        <w:tab/>
        <w:t>Абрикосы, апельсины, арбузы толстокорые, вишня, виноград, груши поздних сроков созревания, грейпфруты, гранаты, картофель продовольственный ранний, капуста белокочанная (раннеспелая и среднеспелая), капуста цветная, кабачки, крыжовник, лук репчатый, морковь столовая, мандарины, персики, свекла столовая без ботвы, слива, смородина, черешня, чеснок, яблоки поздних сроков созревания - от +2°С до +5°С;</w:t>
      </w:r>
    </w:p>
    <w:p w:rsidR="006C5442" w:rsidRPr="006C5442" w:rsidRDefault="00206E4B" w:rsidP="006C5442">
      <w:pPr>
        <w:pStyle w:val="SingleTxtG"/>
        <w:rPr>
          <w:i/>
          <w:lang w:val="ru-RU"/>
        </w:rPr>
      </w:pPr>
      <w:r>
        <w:rPr>
          <w:i/>
          <w:lang w:val="ru-RU"/>
        </w:rPr>
        <w:t xml:space="preserve">2. </w:t>
      </w:r>
      <w:r>
        <w:rPr>
          <w:i/>
          <w:lang w:val="ru-RU"/>
        </w:rPr>
        <w:tab/>
        <w:t xml:space="preserve">Ананасы, баклажаны, </w:t>
      </w:r>
      <w:r w:rsidR="006C5442" w:rsidRPr="006C5442">
        <w:rPr>
          <w:i/>
          <w:lang w:val="ru-RU"/>
        </w:rPr>
        <w:t>дыни, лимоны, огурцы грунтовые, томаты розовой спелости – от +6°С до +9°С;</w:t>
      </w:r>
    </w:p>
    <w:p w:rsidR="006C5442" w:rsidRPr="006C5442" w:rsidRDefault="006C5442" w:rsidP="006C5442">
      <w:pPr>
        <w:pStyle w:val="SingleTxtG"/>
        <w:rPr>
          <w:i/>
          <w:lang w:val="ru-RU"/>
        </w:rPr>
      </w:pPr>
      <w:r w:rsidRPr="006C5442">
        <w:rPr>
          <w:i/>
          <w:lang w:val="ru-RU"/>
        </w:rPr>
        <w:t xml:space="preserve">3. </w:t>
      </w:r>
      <w:r w:rsidRPr="006C5442">
        <w:rPr>
          <w:i/>
          <w:lang w:val="ru-RU"/>
        </w:rPr>
        <w:tab/>
        <w:t>Томаты молочной спелости - от +11°С до +13°С;</w:t>
      </w:r>
    </w:p>
    <w:p w:rsidR="006C5442" w:rsidRPr="006C5442" w:rsidRDefault="006C5442" w:rsidP="006C5442">
      <w:pPr>
        <w:pStyle w:val="SingleTxtG"/>
        <w:rPr>
          <w:i/>
          <w:lang w:val="ru-RU"/>
        </w:rPr>
      </w:pPr>
      <w:r w:rsidRPr="006C5442">
        <w:rPr>
          <w:i/>
          <w:lang w:val="ru-RU"/>
        </w:rPr>
        <w:t xml:space="preserve">4. </w:t>
      </w:r>
      <w:r w:rsidRPr="006C5442">
        <w:rPr>
          <w:i/>
          <w:lang w:val="ru-RU"/>
        </w:rPr>
        <w:tab/>
        <w:t xml:space="preserve">Бананы – от + 13°С до +14°С.» </w:t>
      </w:r>
    </w:p>
    <w:p w:rsidR="006C5442" w:rsidRPr="006C5442" w:rsidRDefault="006C5442" w:rsidP="006C5442">
      <w:pPr>
        <w:pStyle w:val="HChG"/>
        <w:rPr>
          <w:lang w:val="ru-RU"/>
        </w:rPr>
      </w:pPr>
      <w:r w:rsidRPr="006C5442">
        <w:rPr>
          <w:lang w:val="ru-RU"/>
        </w:rPr>
        <w:tab/>
      </w:r>
      <w:r w:rsidR="00206E4B">
        <w:rPr>
          <w:lang w:val="ru-RU"/>
        </w:rPr>
        <w:tab/>
      </w:r>
      <w:r w:rsidRPr="006C5442">
        <w:rPr>
          <w:lang w:val="ru-RU"/>
        </w:rPr>
        <w:t>Издержки</w:t>
      </w:r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9. </w:t>
      </w:r>
      <w:r>
        <w:rPr>
          <w:lang w:val="ru-RU"/>
        </w:rPr>
        <w:tab/>
      </w:r>
      <w:r w:rsidRPr="006C5442">
        <w:rPr>
          <w:lang w:val="ru-RU"/>
        </w:rPr>
        <w:t>Отсутствуют. Предложение вносится в качестве комментария к статье 7 в Справочник СПС, носит рекомендательный характер и не влечет расширения сферы действия СПС.</w:t>
      </w:r>
    </w:p>
    <w:p w:rsidR="006C5442" w:rsidRPr="006C5442" w:rsidRDefault="006C5442" w:rsidP="006C5442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6C5442">
        <w:rPr>
          <w:lang w:val="ru-RU"/>
        </w:rPr>
        <w:t>Возможность обеспечения применения</w:t>
      </w:r>
      <w:bookmarkStart w:id="0" w:name="_GoBack"/>
      <w:bookmarkEnd w:id="0"/>
    </w:p>
    <w:p w:rsidR="006C5442" w:rsidRPr="006C5442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10. </w:t>
      </w:r>
      <w:r>
        <w:rPr>
          <w:lang w:val="ru-RU"/>
        </w:rPr>
        <w:tab/>
      </w:r>
      <w:r w:rsidRPr="006C5442">
        <w:rPr>
          <w:lang w:val="ru-RU"/>
        </w:rPr>
        <w:t xml:space="preserve">Проблем не предвидится </w:t>
      </w:r>
    </w:p>
    <w:p w:rsidR="006C5442" w:rsidRPr="006C5442" w:rsidRDefault="006C5442" w:rsidP="006C5442">
      <w:pPr>
        <w:pStyle w:val="HChG"/>
        <w:rPr>
          <w:lang w:val="ru-RU"/>
        </w:rPr>
      </w:pPr>
      <w:r w:rsidRPr="006C5442">
        <w:rPr>
          <w:lang w:val="ru-RU"/>
        </w:rPr>
        <w:tab/>
      </w:r>
      <w:r w:rsidRPr="006C5442">
        <w:rPr>
          <w:lang w:val="ru-RU"/>
        </w:rPr>
        <w:tab/>
        <w:t>Практическая осуществимость</w:t>
      </w:r>
    </w:p>
    <w:p w:rsidR="0015631B" w:rsidRPr="007F4F9D" w:rsidRDefault="006C5442" w:rsidP="006C5442">
      <w:pPr>
        <w:pStyle w:val="SingleTxtG"/>
        <w:rPr>
          <w:lang w:val="ru-RU"/>
        </w:rPr>
      </w:pPr>
      <w:r w:rsidRPr="006C5442">
        <w:rPr>
          <w:lang w:val="ru-RU"/>
        </w:rPr>
        <w:t xml:space="preserve">11. </w:t>
      </w:r>
      <w:r w:rsidRPr="006C5442">
        <w:rPr>
          <w:lang w:val="ru-RU"/>
        </w:rPr>
        <w:tab/>
        <w:t>Проблем не предвидится. Специальные транспортные средства для перевозки свежих фруктов и овощей рекомендуется использовать в определенные периоды года, когда требуется защита свежих фруктов и овощей от воздействия на них высоких или низких температур наружного воздуха.</w:t>
      </w:r>
    </w:p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206E4B">
      <w:rPr>
        <w:b/>
        <w:noProof/>
        <w:sz w:val="18"/>
      </w:rPr>
      <w:t>2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206E4B">
      <w:rPr>
        <w:b/>
        <w:noProof/>
        <w:sz w:val="18"/>
      </w:rPr>
      <w:t>3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6C5442">
    <w:pPr>
      <w:pStyle w:val="Header"/>
    </w:pPr>
    <w:r>
      <w:t>ECE/TRANS/WP.11/2016/8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6C5442" w:rsidP="00761AE0">
    <w:pPr>
      <w:pStyle w:val="Header"/>
      <w:jc w:val="right"/>
    </w:pPr>
    <w:r>
      <w:t>ECE/TRANS/WP.11/2016/8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46B1F"/>
    <w:rsid w:val="00050F6B"/>
    <w:rsid w:val="00057E97"/>
    <w:rsid w:val="000603E3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06E4B"/>
    <w:rsid w:val="00211E0B"/>
    <w:rsid w:val="0024772E"/>
    <w:rsid w:val="00267F5F"/>
    <w:rsid w:val="00286B4D"/>
    <w:rsid w:val="002D4643"/>
    <w:rsid w:val="002E0674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0BC7"/>
    <w:rsid w:val="006A2530"/>
    <w:rsid w:val="006C3589"/>
    <w:rsid w:val="006C5442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61AE0"/>
    <w:rsid w:val="007629C8"/>
    <w:rsid w:val="0077047D"/>
    <w:rsid w:val="007B6BA5"/>
    <w:rsid w:val="007C3390"/>
    <w:rsid w:val="007C4F4B"/>
    <w:rsid w:val="007E01E9"/>
    <w:rsid w:val="007E63F3"/>
    <w:rsid w:val="007F4F9D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F26E9D"/>
    <w:rsid w:val="00F31E5F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4:docId w14:val="7DBAF555"/>
  <w15:docId w15:val="{D9FF455E-DD80-46EB-B870-763D1DD4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F4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4F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10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6</cp:revision>
  <cp:lastPrinted>2009-10-26T10:59:00Z</cp:lastPrinted>
  <dcterms:created xsi:type="dcterms:W3CDTF">2016-07-01T15:25:00Z</dcterms:created>
  <dcterms:modified xsi:type="dcterms:W3CDTF">2016-07-19T14:42:00Z</dcterms:modified>
</cp:coreProperties>
</file>