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8F0B9A" w:rsidTr="00B0725B">
        <w:trPr>
          <w:cantSplit/>
          <w:trHeight w:hRule="exact" w:val="851"/>
        </w:trPr>
        <w:tc>
          <w:tcPr>
            <w:tcW w:w="1276" w:type="dxa"/>
            <w:tcBorders>
              <w:bottom w:val="single" w:sz="4" w:space="0" w:color="auto"/>
            </w:tcBorders>
            <w:vAlign w:val="bottom"/>
          </w:tcPr>
          <w:p w:rsidR="00042700" w:rsidRPr="008F0B9A" w:rsidRDefault="00042700" w:rsidP="005B5B24">
            <w:pPr>
              <w:rPr>
                <w:lang w:val="en-GB"/>
              </w:rPr>
            </w:pPr>
          </w:p>
        </w:tc>
        <w:tc>
          <w:tcPr>
            <w:tcW w:w="2268" w:type="dxa"/>
            <w:tcBorders>
              <w:bottom w:val="single" w:sz="4" w:space="0" w:color="auto"/>
            </w:tcBorders>
            <w:vAlign w:val="bottom"/>
          </w:tcPr>
          <w:p w:rsidR="00042700" w:rsidRPr="008F0B9A" w:rsidRDefault="00042700" w:rsidP="00042700">
            <w:pPr>
              <w:spacing w:after="80" w:line="300" w:lineRule="exact"/>
              <w:rPr>
                <w:b/>
                <w:sz w:val="24"/>
                <w:szCs w:val="24"/>
                <w:lang w:val="en-GB"/>
              </w:rPr>
            </w:pPr>
            <w:r w:rsidRPr="008F0B9A">
              <w:rPr>
                <w:sz w:val="28"/>
                <w:szCs w:val="28"/>
                <w:lang w:val="en-GB"/>
              </w:rPr>
              <w:t>United Nations</w:t>
            </w:r>
          </w:p>
        </w:tc>
        <w:tc>
          <w:tcPr>
            <w:tcW w:w="6095" w:type="dxa"/>
            <w:gridSpan w:val="2"/>
            <w:tcBorders>
              <w:bottom w:val="single" w:sz="4" w:space="0" w:color="auto"/>
            </w:tcBorders>
            <w:vAlign w:val="bottom"/>
          </w:tcPr>
          <w:p w:rsidR="00042700" w:rsidRPr="008F0B9A" w:rsidRDefault="00042700" w:rsidP="001C636E">
            <w:pPr>
              <w:jc w:val="right"/>
              <w:rPr>
                <w:lang w:val="en-GB"/>
              </w:rPr>
            </w:pPr>
            <w:r w:rsidRPr="008F0B9A">
              <w:rPr>
                <w:sz w:val="40"/>
                <w:lang w:val="en-GB"/>
              </w:rPr>
              <w:t>ECE</w:t>
            </w:r>
            <w:r w:rsidRPr="008F0B9A">
              <w:rPr>
                <w:lang w:val="en-GB"/>
              </w:rPr>
              <w:t>/TRANS/</w:t>
            </w:r>
            <w:r w:rsidR="00653DC4" w:rsidRPr="008F0B9A">
              <w:rPr>
                <w:lang w:val="en-GB"/>
              </w:rPr>
              <w:t>2</w:t>
            </w:r>
            <w:r w:rsidR="001C636E" w:rsidRPr="008F0B9A">
              <w:rPr>
                <w:lang w:val="en-GB"/>
              </w:rPr>
              <w:t>69</w:t>
            </w:r>
          </w:p>
        </w:tc>
      </w:tr>
      <w:tr w:rsidR="00042700" w:rsidRPr="008F0B9A" w:rsidTr="00B0725B">
        <w:trPr>
          <w:cantSplit/>
          <w:trHeight w:hRule="exact" w:val="2835"/>
        </w:trPr>
        <w:tc>
          <w:tcPr>
            <w:tcW w:w="1276" w:type="dxa"/>
            <w:tcBorders>
              <w:top w:val="single" w:sz="4" w:space="0" w:color="auto"/>
              <w:bottom w:val="single" w:sz="12" w:space="0" w:color="auto"/>
            </w:tcBorders>
          </w:tcPr>
          <w:p w:rsidR="00042700" w:rsidRPr="00437839" w:rsidRDefault="005B5B24" w:rsidP="00042700">
            <w:pPr>
              <w:spacing w:before="120"/>
              <w:rPr>
                <w:lang w:val="en-GB"/>
              </w:rPr>
            </w:pPr>
            <w:r w:rsidRPr="00017C1D">
              <w:rPr>
                <w:noProof/>
                <w:lang w:val="en-US"/>
              </w:rPr>
              <w:drawing>
                <wp:inline distT="0" distB="0" distL="0" distR="0">
                  <wp:extent cx="716280" cy="586740"/>
                  <wp:effectExtent l="0" t="0" r="7620" b="381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042700" w:rsidRPr="008F0B9A" w:rsidRDefault="00042700" w:rsidP="00042700">
            <w:pPr>
              <w:spacing w:before="120" w:line="420" w:lineRule="exact"/>
              <w:rPr>
                <w:sz w:val="40"/>
                <w:szCs w:val="40"/>
                <w:lang w:val="en-GB"/>
              </w:rPr>
            </w:pPr>
            <w:r w:rsidRPr="008F0B9A">
              <w:rPr>
                <w:b/>
                <w:sz w:val="40"/>
                <w:szCs w:val="40"/>
                <w:lang w:val="en-GB"/>
              </w:rPr>
              <w:t>Economic and Social Council</w:t>
            </w:r>
          </w:p>
        </w:tc>
        <w:tc>
          <w:tcPr>
            <w:tcW w:w="2835" w:type="dxa"/>
            <w:tcBorders>
              <w:top w:val="single" w:sz="4" w:space="0" w:color="auto"/>
              <w:bottom w:val="single" w:sz="12" w:space="0" w:color="auto"/>
            </w:tcBorders>
          </w:tcPr>
          <w:p w:rsidR="00042700" w:rsidRPr="008F0B9A" w:rsidRDefault="00042700" w:rsidP="00042700">
            <w:pPr>
              <w:spacing w:before="240" w:line="240" w:lineRule="exact"/>
              <w:rPr>
                <w:lang w:val="en-GB"/>
              </w:rPr>
            </w:pPr>
            <w:r w:rsidRPr="008F0B9A">
              <w:rPr>
                <w:lang w:val="en-GB"/>
              </w:rPr>
              <w:t>Distr.: General</w:t>
            </w:r>
          </w:p>
          <w:p w:rsidR="00042700" w:rsidRPr="008F0B9A" w:rsidRDefault="008B5FF1" w:rsidP="00042700">
            <w:pPr>
              <w:spacing w:line="240" w:lineRule="exact"/>
              <w:rPr>
                <w:lang w:val="en-GB"/>
              </w:rPr>
            </w:pPr>
            <w:r w:rsidRPr="008F0B9A">
              <w:rPr>
                <w:lang w:val="en-GB"/>
              </w:rPr>
              <w:t xml:space="preserve">29 November </w:t>
            </w:r>
            <w:r w:rsidR="007D5EF2" w:rsidRPr="008F0B9A">
              <w:rPr>
                <w:lang w:val="en-GB"/>
              </w:rPr>
              <w:t>2016</w:t>
            </w:r>
          </w:p>
          <w:p w:rsidR="00042700" w:rsidRPr="008F0B9A" w:rsidRDefault="00042700" w:rsidP="00042700">
            <w:pPr>
              <w:spacing w:line="240" w:lineRule="exact"/>
              <w:rPr>
                <w:lang w:val="en-GB"/>
              </w:rPr>
            </w:pPr>
          </w:p>
          <w:p w:rsidR="00042700" w:rsidRPr="008F0B9A" w:rsidRDefault="00042700" w:rsidP="00042700">
            <w:pPr>
              <w:spacing w:line="240" w:lineRule="exact"/>
              <w:rPr>
                <w:lang w:val="en-GB"/>
              </w:rPr>
            </w:pPr>
            <w:r w:rsidRPr="008F0B9A">
              <w:rPr>
                <w:lang w:val="en-GB"/>
              </w:rPr>
              <w:t>Original: English</w:t>
            </w:r>
          </w:p>
        </w:tc>
      </w:tr>
    </w:tbl>
    <w:p w:rsidR="00042700" w:rsidRPr="00437839" w:rsidRDefault="00042700" w:rsidP="00042700">
      <w:pPr>
        <w:spacing w:before="120"/>
        <w:rPr>
          <w:b/>
          <w:bCs/>
          <w:sz w:val="28"/>
          <w:szCs w:val="28"/>
          <w:lang w:val="en-GB"/>
        </w:rPr>
      </w:pPr>
      <w:r w:rsidRPr="00437839">
        <w:rPr>
          <w:b/>
          <w:bCs/>
          <w:sz w:val="28"/>
          <w:szCs w:val="28"/>
          <w:lang w:val="en-GB"/>
        </w:rPr>
        <w:t>Economic Commission for Europe</w:t>
      </w:r>
    </w:p>
    <w:p w:rsidR="00042700" w:rsidRPr="008F0B9A" w:rsidRDefault="00042700" w:rsidP="00042700">
      <w:pPr>
        <w:spacing w:before="120"/>
        <w:rPr>
          <w:sz w:val="28"/>
          <w:szCs w:val="28"/>
          <w:lang w:val="en-GB"/>
        </w:rPr>
      </w:pPr>
      <w:r w:rsidRPr="008F0B9A">
        <w:rPr>
          <w:sz w:val="28"/>
          <w:szCs w:val="28"/>
          <w:lang w:val="en-GB"/>
        </w:rPr>
        <w:t>Inland Transport Committee</w:t>
      </w:r>
    </w:p>
    <w:p w:rsidR="00042700" w:rsidRPr="008F0B9A" w:rsidRDefault="00D76604" w:rsidP="00042700">
      <w:pPr>
        <w:spacing w:before="120"/>
        <w:rPr>
          <w:b/>
          <w:bCs/>
          <w:lang w:val="en-GB"/>
        </w:rPr>
      </w:pPr>
      <w:r w:rsidRPr="008F0B9A">
        <w:rPr>
          <w:b/>
          <w:bCs/>
          <w:lang w:val="en-GB"/>
        </w:rPr>
        <w:t>Seventy-nin</w:t>
      </w:r>
      <w:r w:rsidR="00042700" w:rsidRPr="008F0B9A">
        <w:rPr>
          <w:b/>
          <w:bCs/>
          <w:lang w:val="en-GB"/>
        </w:rPr>
        <w:t>th session</w:t>
      </w:r>
    </w:p>
    <w:p w:rsidR="00042700" w:rsidRPr="008F0B9A" w:rsidRDefault="00D76604" w:rsidP="00042700">
      <w:pPr>
        <w:rPr>
          <w:b/>
          <w:bCs/>
          <w:lang w:val="en-GB"/>
        </w:rPr>
      </w:pPr>
      <w:r w:rsidRPr="008F0B9A">
        <w:rPr>
          <w:lang w:val="en-GB"/>
        </w:rPr>
        <w:t>Geneva, 21</w:t>
      </w:r>
      <w:r w:rsidR="00B63482">
        <w:rPr>
          <w:lang w:val="en-GB"/>
        </w:rPr>
        <w:t>-</w:t>
      </w:r>
      <w:r w:rsidR="00042700" w:rsidRPr="008F0B9A">
        <w:rPr>
          <w:lang w:val="en-GB"/>
        </w:rPr>
        <w:t>2</w:t>
      </w:r>
      <w:r w:rsidRPr="008F0B9A">
        <w:rPr>
          <w:lang w:val="en-GB"/>
        </w:rPr>
        <w:t>4 February 2017</w:t>
      </w:r>
      <w:r w:rsidR="00042700" w:rsidRPr="008F0B9A">
        <w:rPr>
          <w:lang w:val="en-GB"/>
        </w:rPr>
        <w:br/>
        <w:t>Item 1 of the provisional agenda</w:t>
      </w:r>
      <w:r w:rsidR="00042700" w:rsidRPr="008F0B9A">
        <w:rPr>
          <w:lang w:val="en-GB"/>
        </w:rPr>
        <w:br/>
      </w:r>
      <w:r w:rsidR="00042700" w:rsidRPr="008F0B9A">
        <w:rPr>
          <w:b/>
          <w:bCs/>
          <w:lang w:val="en-GB"/>
        </w:rPr>
        <w:t>Adoption of the agenda</w:t>
      </w:r>
    </w:p>
    <w:p w:rsidR="003836B5" w:rsidRPr="00437839" w:rsidRDefault="003836B5" w:rsidP="003836B5">
      <w:pPr>
        <w:pStyle w:val="HChG"/>
        <w:rPr>
          <w:lang w:val="en-GB"/>
        </w:rPr>
      </w:pPr>
      <w:r w:rsidRPr="008F0B9A">
        <w:rPr>
          <w:color w:val="FF0000"/>
          <w:lang w:val="en-GB"/>
        </w:rPr>
        <w:tab/>
      </w:r>
      <w:r w:rsidRPr="008F0B9A">
        <w:rPr>
          <w:color w:val="FF0000"/>
          <w:lang w:val="en-GB"/>
        </w:rPr>
        <w:tab/>
      </w:r>
      <w:r w:rsidRPr="008F0B9A">
        <w:rPr>
          <w:lang w:val="en-GB"/>
        </w:rPr>
        <w:t>Provisional agenda for the seventy-</w:t>
      </w:r>
      <w:r w:rsidR="00827AE1" w:rsidRPr="008F0B9A">
        <w:rPr>
          <w:lang w:val="en-GB"/>
        </w:rPr>
        <w:t>ninth</w:t>
      </w:r>
      <w:r w:rsidRPr="008F0B9A">
        <w:rPr>
          <w:lang w:val="en-GB"/>
        </w:rPr>
        <w:t xml:space="preserve"> session</w:t>
      </w:r>
      <w:r w:rsidR="00885F29" w:rsidRPr="005E70D1">
        <w:rPr>
          <w:rStyle w:val="FootnoteReference"/>
          <w:sz w:val="20"/>
          <w:vertAlign w:val="baseline"/>
          <w:lang w:val="en-GB"/>
        </w:rPr>
        <w:footnoteReference w:customMarkFollows="1" w:id="2"/>
        <w:t>*</w:t>
      </w:r>
      <w:r w:rsidR="00885F29" w:rsidRPr="005E70D1">
        <w:rPr>
          <w:sz w:val="20"/>
          <w:vertAlign w:val="superscript"/>
          <w:lang w:val="en-GB"/>
        </w:rPr>
        <w:t xml:space="preserve">, </w:t>
      </w:r>
      <w:r w:rsidR="00885F29" w:rsidRPr="005E70D1">
        <w:rPr>
          <w:rStyle w:val="FootnoteReference"/>
          <w:sz w:val="20"/>
          <w:vertAlign w:val="baseline"/>
          <w:lang w:val="en-GB"/>
        </w:rPr>
        <w:footnoteReference w:customMarkFollows="1" w:id="3"/>
        <w:t>**</w:t>
      </w:r>
    </w:p>
    <w:p w:rsidR="003836B5" w:rsidRPr="008F0B9A" w:rsidRDefault="003836B5" w:rsidP="003836B5">
      <w:pPr>
        <w:spacing w:after="120"/>
        <w:ind w:left="1134" w:right="1134"/>
        <w:jc w:val="both"/>
        <w:rPr>
          <w:lang w:val="en-GB"/>
        </w:rPr>
      </w:pPr>
      <w:r w:rsidRPr="008F0B9A">
        <w:rPr>
          <w:lang w:val="en-GB"/>
        </w:rPr>
        <w:t xml:space="preserve">To be held at the Palais des Nations, Geneva starting at 10 a.m. on Tuesday, </w:t>
      </w:r>
      <w:r w:rsidRPr="008F0B9A">
        <w:rPr>
          <w:lang w:val="en-GB"/>
        </w:rPr>
        <w:br/>
        <w:t>21 February 2017</w:t>
      </w:r>
      <w:r w:rsidR="005E70D1">
        <w:rPr>
          <w:lang w:val="en-GB"/>
        </w:rPr>
        <w:t>.</w:t>
      </w:r>
    </w:p>
    <w:p w:rsidR="003836B5" w:rsidRPr="008F0B9A" w:rsidRDefault="003836B5" w:rsidP="003836B5">
      <w:pPr>
        <w:spacing w:before="360" w:after="120"/>
        <w:ind w:left="1134" w:right="1134"/>
        <w:jc w:val="both"/>
        <w:rPr>
          <w:lang w:val="en-GB"/>
        </w:rPr>
      </w:pPr>
      <w:proofErr w:type="gramStart"/>
      <w:r w:rsidRPr="008F0B9A">
        <w:rPr>
          <w:lang w:val="en-GB"/>
        </w:rPr>
        <w:t>1.</w:t>
      </w:r>
      <w:r w:rsidRPr="008F0B9A">
        <w:rPr>
          <w:lang w:val="en-GB"/>
        </w:rPr>
        <w:tab/>
        <w:t>Adoption of the agenda.</w:t>
      </w:r>
      <w:proofErr w:type="gramEnd"/>
    </w:p>
    <w:p w:rsidR="003836B5" w:rsidRPr="008F0B9A" w:rsidRDefault="00D768E9" w:rsidP="00D768E9">
      <w:pPr>
        <w:pStyle w:val="HChG"/>
        <w:rPr>
          <w:lang w:val="en-GB"/>
        </w:rPr>
      </w:pPr>
      <w:r w:rsidRPr="008F0B9A">
        <w:rPr>
          <w:lang w:val="en-GB"/>
        </w:rPr>
        <w:tab/>
      </w:r>
      <w:r w:rsidR="003836B5" w:rsidRPr="008F0B9A">
        <w:rPr>
          <w:lang w:val="en-GB"/>
        </w:rPr>
        <w:t>I.</w:t>
      </w:r>
      <w:r w:rsidR="003836B5" w:rsidRPr="008F0B9A">
        <w:rPr>
          <w:lang w:val="en-GB"/>
        </w:rPr>
        <w:tab/>
      </w:r>
      <w:r w:rsidR="00D11C50" w:rsidRPr="008F0B9A">
        <w:rPr>
          <w:lang w:val="en-GB"/>
        </w:rPr>
        <w:t>Ministerial meeting</w:t>
      </w:r>
    </w:p>
    <w:p w:rsidR="003836B5" w:rsidRPr="008F0B9A" w:rsidRDefault="003836B5" w:rsidP="003836B5">
      <w:pPr>
        <w:spacing w:after="120"/>
        <w:ind w:left="1701" w:right="1134" w:hanging="567"/>
        <w:jc w:val="both"/>
        <w:rPr>
          <w:lang w:val="en-GB"/>
        </w:rPr>
      </w:pPr>
      <w:r w:rsidRPr="008F0B9A">
        <w:rPr>
          <w:lang w:val="en-GB"/>
        </w:rPr>
        <w:t>2.</w:t>
      </w:r>
      <w:r w:rsidRPr="008F0B9A">
        <w:rPr>
          <w:lang w:val="en-GB"/>
        </w:rPr>
        <w:tab/>
      </w:r>
      <w:r w:rsidR="00D11C50" w:rsidRPr="008F0B9A">
        <w:rPr>
          <w:lang w:val="en-GB"/>
        </w:rPr>
        <w:t>Past and Future of the Inland Transport Committee</w:t>
      </w:r>
      <w:r w:rsidR="00885F29" w:rsidRPr="008F0B9A">
        <w:rPr>
          <w:lang w:val="en-GB"/>
        </w:rPr>
        <w:t>.</w:t>
      </w:r>
    </w:p>
    <w:p w:rsidR="003836B5" w:rsidRPr="008F0B9A" w:rsidRDefault="003836B5" w:rsidP="00FC2AE1">
      <w:pPr>
        <w:pStyle w:val="HChG"/>
        <w:rPr>
          <w:lang w:val="en-GB"/>
        </w:rPr>
      </w:pPr>
      <w:r w:rsidRPr="008F0B9A">
        <w:rPr>
          <w:lang w:val="en-GB"/>
        </w:rPr>
        <w:lastRenderedPageBreak/>
        <w:tab/>
        <w:t>II.</w:t>
      </w:r>
      <w:r w:rsidRPr="008F0B9A">
        <w:rPr>
          <w:lang w:val="en-GB"/>
        </w:rPr>
        <w:tab/>
      </w:r>
      <w:r w:rsidR="00FC2AE1" w:rsidRPr="008F0B9A">
        <w:rPr>
          <w:lang w:val="en-GB"/>
        </w:rPr>
        <w:t>Seventh Meeting of the Chairs</w:t>
      </w:r>
    </w:p>
    <w:p w:rsidR="003836B5" w:rsidRPr="008F0B9A" w:rsidRDefault="003836B5" w:rsidP="003836B5">
      <w:pPr>
        <w:spacing w:after="120"/>
        <w:ind w:left="1701" w:right="1134" w:hanging="567"/>
        <w:jc w:val="both"/>
        <w:rPr>
          <w:lang w:val="en-GB"/>
        </w:rPr>
      </w:pPr>
      <w:r w:rsidRPr="008F0B9A">
        <w:rPr>
          <w:lang w:val="en-GB"/>
        </w:rPr>
        <w:t>3.</w:t>
      </w:r>
      <w:r w:rsidRPr="008F0B9A">
        <w:rPr>
          <w:lang w:val="en-GB"/>
        </w:rPr>
        <w:tab/>
      </w:r>
      <w:r w:rsidR="00FC2AE1" w:rsidRPr="008F0B9A">
        <w:rPr>
          <w:lang w:val="en-GB"/>
        </w:rPr>
        <w:t>Meeting for government delegates only with the participation of the Chairs and Vice-Chairs of the Committee’s subsidiary bodies and of Administrative Committees</w:t>
      </w:r>
      <w:r w:rsidRPr="008F0B9A">
        <w:rPr>
          <w:lang w:val="en-GB"/>
        </w:rPr>
        <w:t>.</w:t>
      </w:r>
    </w:p>
    <w:p w:rsidR="003836B5" w:rsidRPr="008F0B9A" w:rsidRDefault="003836B5" w:rsidP="003836B5">
      <w:pPr>
        <w:pStyle w:val="HChG"/>
        <w:rPr>
          <w:lang w:val="en-GB"/>
        </w:rPr>
      </w:pPr>
      <w:r w:rsidRPr="008F0B9A">
        <w:rPr>
          <w:lang w:val="en-GB"/>
        </w:rPr>
        <w:tab/>
        <w:t>III.</w:t>
      </w:r>
      <w:r w:rsidRPr="008F0B9A">
        <w:rPr>
          <w:lang w:val="en-GB"/>
        </w:rPr>
        <w:tab/>
        <w:t>Transport policy and regulatory issues that require decisions by the Committee</w:t>
      </w:r>
    </w:p>
    <w:p w:rsidR="003836B5" w:rsidRPr="008F0B9A" w:rsidRDefault="003836B5" w:rsidP="003836B5">
      <w:pPr>
        <w:spacing w:after="120"/>
        <w:ind w:left="1701" w:right="1134" w:hanging="567"/>
        <w:jc w:val="both"/>
        <w:rPr>
          <w:lang w:val="en-GB"/>
        </w:rPr>
      </w:pPr>
      <w:r w:rsidRPr="008F0B9A">
        <w:rPr>
          <w:lang w:val="en-GB"/>
        </w:rPr>
        <w:t>4.</w:t>
      </w:r>
      <w:r w:rsidRPr="008F0B9A">
        <w:rPr>
          <w:lang w:val="en-GB"/>
        </w:rPr>
        <w:tab/>
        <w:t>Strategic questions of a horizontal policy nature:</w:t>
      </w:r>
    </w:p>
    <w:p w:rsidR="003836B5" w:rsidRPr="008F0B9A" w:rsidRDefault="003836B5" w:rsidP="003836B5">
      <w:pPr>
        <w:spacing w:after="120"/>
        <w:ind w:left="2268" w:right="1134" w:hanging="567"/>
        <w:jc w:val="both"/>
        <w:rPr>
          <w:lang w:val="en-GB"/>
        </w:rPr>
      </w:pPr>
      <w:r w:rsidRPr="008F0B9A">
        <w:rPr>
          <w:lang w:val="en-GB"/>
        </w:rPr>
        <w:t>(a)</w:t>
      </w:r>
      <w:r w:rsidRPr="008F0B9A">
        <w:rPr>
          <w:lang w:val="en-GB"/>
        </w:rPr>
        <w:tab/>
        <w:t>Status of accession</w:t>
      </w:r>
      <w:r w:rsidR="00FC2AE1" w:rsidRPr="008F0B9A">
        <w:rPr>
          <w:lang w:val="en-GB"/>
        </w:rPr>
        <w:t>s</w:t>
      </w:r>
      <w:r w:rsidRPr="008F0B9A">
        <w:rPr>
          <w:lang w:val="en-GB"/>
        </w:rPr>
        <w:t xml:space="preserve"> to international U</w:t>
      </w:r>
      <w:r w:rsidR="00857F4E">
        <w:rPr>
          <w:lang w:val="en-GB"/>
        </w:rPr>
        <w:t xml:space="preserve">nited </w:t>
      </w:r>
      <w:r w:rsidRPr="00437839">
        <w:rPr>
          <w:lang w:val="en-GB"/>
        </w:rPr>
        <w:t>N</w:t>
      </w:r>
      <w:r w:rsidR="00857F4E">
        <w:rPr>
          <w:lang w:val="en-GB"/>
        </w:rPr>
        <w:t>ations</w:t>
      </w:r>
      <w:r w:rsidRPr="00437839">
        <w:rPr>
          <w:lang w:val="en-GB"/>
        </w:rPr>
        <w:t xml:space="preserve"> transport agreements and conven</w:t>
      </w:r>
      <w:r w:rsidRPr="008F0B9A">
        <w:rPr>
          <w:lang w:val="en-GB"/>
        </w:rPr>
        <w:t>tions;</w:t>
      </w:r>
    </w:p>
    <w:p w:rsidR="003836B5" w:rsidRPr="008F0B9A" w:rsidRDefault="003836B5" w:rsidP="003836B5">
      <w:pPr>
        <w:spacing w:after="120"/>
        <w:ind w:left="2268" w:right="1134" w:hanging="567"/>
        <w:jc w:val="both"/>
        <w:rPr>
          <w:lang w:val="en-GB"/>
        </w:rPr>
      </w:pPr>
      <w:r w:rsidRPr="008F0B9A">
        <w:rPr>
          <w:lang w:val="en-GB"/>
        </w:rPr>
        <w:t>(b)</w:t>
      </w:r>
      <w:r w:rsidRPr="008F0B9A">
        <w:rPr>
          <w:lang w:val="en-GB"/>
        </w:rPr>
        <w:tab/>
      </w:r>
      <w:r w:rsidR="00440714">
        <w:rPr>
          <w:lang w:val="en-GB"/>
        </w:rPr>
        <w:t>United Nations Economic Commission for Europe (</w:t>
      </w:r>
      <w:r w:rsidRPr="008F0B9A">
        <w:rPr>
          <w:lang w:val="en-GB"/>
        </w:rPr>
        <w:t>UNECE</w:t>
      </w:r>
      <w:r w:rsidR="00440714">
        <w:rPr>
          <w:lang w:val="en-GB"/>
        </w:rPr>
        <w:t>)</w:t>
      </w:r>
      <w:r w:rsidRPr="008F0B9A">
        <w:rPr>
          <w:lang w:val="en-GB"/>
        </w:rPr>
        <w:t xml:space="preserve"> analytical work on Transport;</w:t>
      </w:r>
    </w:p>
    <w:p w:rsidR="003836B5" w:rsidRPr="008F0B9A" w:rsidRDefault="003836B5" w:rsidP="003836B5">
      <w:pPr>
        <w:spacing w:after="120"/>
        <w:ind w:left="2268" w:right="1134" w:hanging="567"/>
        <w:jc w:val="both"/>
        <w:rPr>
          <w:lang w:val="en-GB"/>
        </w:rPr>
      </w:pPr>
      <w:r w:rsidRPr="008F0B9A">
        <w:rPr>
          <w:lang w:val="en-GB"/>
        </w:rPr>
        <w:t>(c)</w:t>
      </w:r>
      <w:r w:rsidRPr="008F0B9A">
        <w:rPr>
          <w:lang w:val="en-GB"/>
        </w:rPr>
        <w:tab/>
        <w:t>Policy dialogue and technical assistance to countries with economies in transition;</w:t>
      </w:r>
    </w:p>
    <w:p w:rsidR="003836B5" w:rsidRPr="008F0B9A" w:rsidRDefault="003836B5" w:rsidP="003836B5">
      <w:pPr>
        <w:spacing w:after="120"/>
        <w:ind w:left="2268" w:right="1134" w:hanging="567"/>
        <w:jc w:val="both"/>
        <w:rPr>
          <w:lang w:val="en-GB"/>
        </w:rPr>
      </w:pPr>
      <w:r w:rsidRPr="008F0B9A">
        <w:rPr>
          <w:lang w:val="en-GB"/>
        </w:rPr>
        <w:t>(d)</w:t>
      </w:r>
      <w:r w:rsidRPr="008F0B9A">
        <w:rPr>
          <w:lang w:val="en-GB"/>
        </w:rPr>
        <w:tab/>
        <w:t>Environment, climate change and transport:</w:t>
      </w:r>
    </w:p>
    <w:p w:rsidR="003836B5" w:rsidRPr="008F0B9A" w:rsidRDefault="003836B5" w:rsidP="003836B5">
      <w:pPr>
        <w:spacing w:after="120"/>
        <w:ind w:left="2835" w:right="1134" w:hanging="567"/>
        <w:jc w:val="both"/>
        <w:rPr>
          <w:lang w:val="en-GB"/>
        </w:rPr>
      </w:pPr>
      <w:r w:rsidRPr="008F0B9A">
        <w:rPr>
          <w:lang w:val="en-GB"/>
        </w:rPr>
        <w:t>(</w:t>
      </w:r>
      <w:proofErr w:type="spellStart"/>
      <w:r w:rsidRPr="008F0B9A">
        <w:rPr>
          <w:lang w:val="en-GB"/>
        </w:rPr>
        <w:t>i</w:t>
      </w:r>
      <w:proofErr w:type="spellEnd"/>
      <w:r w:rsidRPr="008F0B9A">
        <w:rPr>
          <w:lang w:val="en-GB"/>
        </w:rPr>
        <w:t>)</w:t>
      </w:r>
      <w:r w:rsidRPr="008F0B9A">
        <w:rPr>
          <w:lang w:val="en-GB"/>
        </w:rPr>
        <w:tab/>
      </w:r>
      <w:r w:rsidR="00440714">
        <w:rPr>
          <w:lang w:val="en-GB"/>
        </w:rPr>
        <w:t>Inland Transport Committee (</w:t>
      </w:r>
      <w:r w:rsidRPr="008F0B9A">
        <w:rPr>
          <w:lang w:val="en-GB"/>
        </w:rPr>
        <w:t>ITC</w:t>
      </w:r>
      <w:r w:rsidR="00440714">
        <w:rPr>
          <w:lang w:val="en-GB"/>
        </w:rPr>
        <w:t>)</w:t>
      </w:r>
      <w:r w:rsidRPr="008F0B9A">
        <w:rPr>
          <w:lang w:val="en-GB"/>
        </w:rPr>
        <w:t xml:space="preserve"> follow-up to the 2030 Agenda;</w:t>
      </w:r>
    </w:p>
    <w:p w:rsidR="003836B5" w:rsidRPr="008F0B9A" w:rsidRDefault="003836B5" w:rsidP="003836B5">
      <w:pPr>
        <w:spacing w:after="120"/>
        <w:ind w:left="2835" w:right="1134" w:hanging="567"/>
        <w:jc w:val="both"/>
        <w:rPr>
          <w:lang w:val="en-GB"/>
        </w:rPr>
      </w:pPr>
      <w:r w:rsidRPr="008F0B9A">
        <w:rPr>
          <w:lang w:val="en-GB"/>
        </w:rPr>
        <w:t>(ii)</w:t>
      </w:r>
      <w:r w:rsidRPr="008F0B9A">
        <w:rPr>
          <w:lang w:val="en-GB"/>
        </w:rPr>
        <w:tab/>
      </w:r>
      <w:r w:rsidR="00FC2AE1" w:rsidRPr="008F0B9A">
        <w:rPr>
          <w:lang w:val="en-GB"/>
        </w:rPr>
        <w:t>Decarbonisation and mitigation of environmentally harmful effects of inland transport</w:t>
      </w:r>
      <w:r w:rsidRPr="008F0B9A">
        <w:rPr>
          <w:lang w:val="en-GB"/>
        </w:rPr>
        <w:t>;</w:t>
      </w:r>
    </w:p>
    <w:p w:rsidR="003836B5" w:rsidRPr="008F0B9A" w:rsidRDefault="003836B5" w:rsidP="003836B5">
      <w:pPr>
        <w:spacing w:after="120"/>
        <w:ind w:left="2835" w:right="1134" w:hanging="567"/>
        <w:jc w:val="both"/>
        <w:rPr>
          <w:lang w:val="en-GB"/>
        </w:rPr>
      </w:pPr>
      <w:r w:rsidRPr="008F0B9A">
        <w:rPr>
          <w:lang w:val="en-GB"/>
        </w:rPr>
        <w:t>(iii)</w:t>
      </w:r>
      <w:r w:rsidRPr="008F0B9A">
        <w:rPr>
          <w:lang w:val="en-GB"/>
        </w:rPr>
        <w:tab/>
        <w:t>Impacts of climate change on international transport networks and adaptation requirements.</w:t>
      </w:r>
    </w:p>
    <w:p w:rsidR="003836B5" w:rsidRPr="008F0B9A" w:rsidRDefault="003836B5" w:rsidP="003836B5">
      <w:pPr>
        <w:spacing w:after="120"/>
        <w:ind w:left="2268" w:right="1134" w:hanging="567"/>
        <w:jc w:val="both"/>
        <w:rPr>
          <w:lang w:val="en-GB"/>
        </w:rPr>
      </w:pPr>
      <w:r w:rsidRPr="008F0B9A">
        <w:rPr>
          <w:lang w:val="en-GB"/>
        </w:rPr>
        <w:t>(e)</w:t>
      </w:r>
      <w:r w:rsidRPr="008F0B9A">
        <w:rPr>
          <w:lang w:val="en-GB"/>
        </w:rPr>
        <w:tab/>
        <w:t>Transport, Health and Environment Pan-European Programme;</w:t>
      </w:r>
    </w:p>
    <w:p w:rsidR="003836B5" w:rsidRPr="008F0B9A" w:rsidRDefault="003836B5" w:rsidP="003836B5">
      <w:pPr>
        <w:spacing w:after="120"/>
        <w:ind w:left="2268" w:right="1134" w:hanging="567"/>
        <w:jc w:val="both"/>
        <w:rPr>
          <w:lang w:val="en-GB"/>
        </w:rPr>
      </w:pPr>
      <w:r w:rsidRPr="008F0B9A">
        <w:rPr>
          <w:lang w:val="en-GB"/>
        </w:rPr>
        <w:t>(f)</w:t>
      </w:r>
      <w:r w:rsidRPr="008F0B9A">
        <w:rPr>
          <w:lang w:val="en-GB"/>
        </w:rPr>
        <w:tab/>
        <w:t>Intelligent transport systems;</w:t>
      </w:r>
    </w:p>
    <w:p w:rsidR="003836B5" w:rsidRPr="00437839" w:rsidRDefault="003836B5" w:rsidP="003836B5">
      <w:pPr>
        <w:spacing w:after="120"/>
        <w:ind w:left="2268" w:right="1134" w:hanging="567"/>
        <w:jc w:val="both"/>
        <w:rPr>
          <w:spacing w:val="-3"/>
          <w:lang w:val="en-GB"/>
        </w:rPr>
      </w:pPr>
      <w:r w:rsidRPr="008F0B9A">
        <w:rPr>
          <w:spacing w:val="-3"/>
          <w:lang w:val="en-GB"/>
        </w:rPr>
        <w:t>(g)</w:t>
      </w:r>
      <w:r w:rsidRPr="008F0B9A">
        <w:rPr>
          <w:spacing w:val="-3"/>
          <w:lang w:val="en-GB"/>
        </w:rPr>
        <w:tab/>
        <w:t xml:space="preserve">Continued support to land-locked countries: </w:t>
      </w:r>
      <w:r w:rsidR="00857F4E">
        <w:rPr>
          <w:spacing w:val="-3"/>
          <w:lang w:val="en-GB"/>
        </w:rPr>
        <w:t>T</w:t>
      </w:r>
      <w:r w:rsidRPr="00437839">
        <w:rPr>
          <w:spacing w:val="-3"/>
          <w:lang w:val="en-GB"/>
        </w:rPr>
        <w:t>he Vienna Programme of Action;</w:t>
      </w:r>
    </w:p>
    <w:p w:rsidR="003836B5" w:rsidRPr="008F0B9A" w:rsidRDefault="003836B5" w:rsidP="003836B5">
      <w:pPr>
        <w:spacing w:after="120"/>
        <w:ind w:left="2268" w:right="1134" w:hanging="567"/>
        <w:jc w:val="both"/>
        <w:rPr>
          <w:lang w:val="en-GB"/>
        </w:rPr>
      </w:pPr>
      <w:r w:rsidRPr="008F0B9A">
        <w:rPr>
          <w:lang w:val="en-GB"/>
        </w:rPr>
        <w:t>(h)</w:t>
      </w:r>
      <w:r w:rsidRPr="008F0B9A">
        <w:rPr>
          <w:lang w:val="en-GB"/>
        </w:rPr>
        <w:tab/>
        <w:t>Inland transport security.</w:t>
      </w:r>
    </w:p>
    <w:p w:rsidR="003836B5" w:rsidRPr="008F0B9A" w:rsidRDefault="003836B5" w:rsidP="003836B5">
      <w:pPr>
        <w:spacing w:after="120"/>
        <w:ind w:left="1701" w:right="1134" w:hanging="567"/>
        <w:jc w:val="both"/>
        <w:rPr>
          <w:lang w:val="en-GB"/>
        </w:rPr>
      </w:pPr>
      <w:r w:rsidRPr="008F0B9A">
        <w:rPr>
          <w:lang w:val="en-GB"/>
        </w:rPr>
        <w:t>5.</w:t>
      </w:r>
      <w:r w:rsidRPr="008F0B9A">
        <w:rPr>
          <w:lang w:val="en-GB"/>
        </w:rPr>
        <w:tab/>
        <w:t>Strategic questions of a modal and thematic nature:</w:t>
      </w:r>
    </w:p>
    <w:p w:rsidR="003836B5" w:rsidRPr="008F0B9A" w:rsidRDefault="003836B5" w:rsidP="003836B5">
      <w:pPr>
        <w:spacing w:after="120"/>
        <w:ind w:left="2268" w:right="1134" w:hanging="567"/>
        <w:jc w:val="both"/>
        <w:rPr>
          <w:lang w:val="en-GB"/>
        </w:rPr>
      </w:pPr>
      <w:r w:rsidRPr="008F0B9A">
        <w:rPr>
          <w:lang w:val="en-GB"/>
        </w:rPr>
        <w:t>(a)</w:t>
      </w:r>
      <w:r w:rsidRPr="008F0B9A">
        <w:rPr>
          <w:lang w:val="en-GB"/>
        </w:rPr>
        <w:tab/>
        <w:t>Project related activities:</w:t>
      </w:r>
    </w:p>
    <w:p w:rsidR="003836B5" w:rsidRPr="008F0B9A" w:rsidRDefault="003836B5" w:rsidP="003836B5">
      <w:pPr>
        <w:spacing w:after="120"/>
        <w:ind w:left="2835" w:right="1134" w:hanging="567"/>
        <w:jc w:val="both"/>
        <w:rPr>
          <w:lang w:val="en-GB"/>
        </w:rPr>
      </w:pPr>
      <w:r w:rsidRPr="008F0B9A">
        <w:rPr>
          <w:lang w:val="en-GB"/>
        </w:rPr>
        <w:t>(i)</w:t>
      </w:r>
      <w:r w:rsidRPr="008F0B9A">
        <w:rPr>
          <w:lang w:val="en-GB"/>
        </w:rPr>
        <w:tab/>
        <w:t>Trans-European Motorway (TEM) and Trans-European Railway (TER) Projects;</w:t>
      </w:r>
    </w:p>
    <w:p w:rsidR="003836B5" w:rsidRPr="008F0B9A" w:rsidRDefault="003836B5" w:rsidP="003836B5">
      <w:pPr>
        <w:spacing w:after="120"/>
        <w:ind w:left="2835" w:right="1134" w:hanging="567"/>
        <w:jc w:val="both"/>
        <w:rPr>
          <w:lang w:val="en-GB"/>
        </w:rPr>
      </w:pPr>
      <w:r w:rsidRPr="008F0B9A">
        <w:rPr>
          <w:lang w:val="en-GB"/>
        </w:rPr>
        <w:t>(ii)</w:t>
      </w:r>
      <w:r w:rsidRPr="008F0B9A">
        <w:rPr>
          <w:lang w:val="en-GB"/>
        </w:rPr>
        <w:tab/>
        <w:t>Euro-Asian Transport Links (EATL) Project.</w:t>
      </w:r>
    </w:p>
    <w:p w:rsidR="003836B5" w:rsidRPr="008F0B9A" w:rsidRDefault="003836B5" w:rsidP="003836B5">
      <w:pPr>
        <w:spacing w:after="120"/>
        <w:ind w:left="2268" w:right="1134" w:hanging="567"/>
        <w:jc w:val="both"/>
        <w:rPr>
          <w:lang w:val="en-GB"/>
        </w:rPr>
      </w:pPr>
      <w:r w:rsidRPr="008F0B9A">
        <w:rPr>
          <w:lang w:val="en-GB"/>
        </w:rPr>
        <w:t>(b)</w:t>
      </w:r>
      <w:r w:rsidRPr="008F0B9A">
        <w:rPr>
          <w:lang w:val="en-GB"/>
        </w:rPr>
        <w:tab/>
        <w:t>Harmonization of vehicle regulations;</w:t>
      </w:r>
    </w:p>
    <w:p w:rsidR="003836B5" w:rsidRPr="008F0B9A" w:rsidRDefault="003836B5" w:rsidP="003836B5">
      <w:pPr>
        <w:spacing w:after="120"/>
        <w:ind w:left="2268" w:right="1134" w:hanging="567"/>
        <w:jc w:val="both"/>
        <w:rPr>
          <w:lang w:val="en-GB"/>
        </w:rPr>
      </w:pPr>
      <w:r w:rsidRPr="008F0B9A">
        <w:rPr>
          <w:lang w:val="en-GB"/>
        </w:rPr>
        <w:t>(c)</w:t>
      </w:r>
      <w:r w:rsidRPr="008F0B9A">
        <w:rPr>
          <w:lang w:val="en-GB"/>
        </w:rPr>
        <w:tab/>
        <w:t>Road safety;</w:t>
      </w:r>
    </w:p>
    <w:p w:rsidR="003836B5" w:rsidRPr="008F0B9A" w:rsidRDefault="003836B5" w:rsidP="003836B5">
      <w:pPr>
        <w:spacing w:after="120"/>
        <w:ind w:left="2268" w:right="1134" w:hanging="567"/>
        <w:jc w:val="both"/>
        <w:rPr>
          <w:lang w:val="en-GB"/>
        </w:rPr>
      </w:pPr>
      <w:r w:rsidRPr="008F0B9A">
        <w:rPr>
          <w:lang w:val="en-GB"/>
        </w:rPr>
        <w:t>(d)</w:t>
      </w:r>
      <w:r w:rsidRPr="008F0B9A">
        <w:rPr>
          <w:lang w:val="en-GB"/>
        </w:rPr>
        <w:tab/>
        <w:t>Road transport;</w:t>
      </w:r>
    </w:p>
    <w:p w:rsidR="003836B5" w:rsidRPr="008F0B9A" w:rsidRDefault="003836B5" w:rsidP="003836B5">
      <w:pPr>
        <w:spacing w:after="120"/>
        <w:ind w:left="2268" w:right="1134" w:hanging="567"/>
        <w:jc w:val="both"/>
        <w:rPr>
          <w:lang w:val="en-GB"/>
        </w:rPr>
      </w:pPr>
      <w:r w:rsidRPr="008F0B9A">
        <w:rPr>
          <w:lang w:val="en-GB"/>
        </w:rPr>
        <w:t>(e)</w:t>
      </w:r>
      <w:r w:rsidRPr="008F0B9A">
        <w:rPr>
          <w:lang w:val="en-GB"/>
        </w:rPr>
        <w:tab/>
        <w:t>Rail transport;</w:t>
      </w:r>
    </w:p>
    <w:p w:rsidR="003836B5" w:rsidRPr="008F0B9A" w:rsidRDefault="003836B5" w:rsidP="003836B5">
      <w:pPr>
        <w:spacing w:after="120"/>
        <w:ind w:left="2268" w:right="1134" w:hanging="567"/>
        <w:jc w:val="both"/>
        <w:rPr>
          <w:lang w:val="en-GB"/>
        </w:rPr>
      </w:pPr>
      <w:r w:rsidRPr="008F0B9A">
        <w:rPr>
          <w:lang w:val="en-GB"/>
        </w:rPr>
        <w:t>(f)</w:t>
      </w:r>
      <w:r w:rsidRPr="008F0B9A">
        <w:rPr>
          <w:lang w:val="en-GB"/>
        </w:rPr>
        <w:tab/>
        <w:t>Intermodal transport and logistics;</w:t>
      </w:r>
    </w:p>
    <w:p w:rsidR="003836B5" w:rsidRPr="008F0B9A" w:rsidRDefault="003836B5" w:rsidP="003836B5">
      <w:pPr>
        <w:spacing w:after="120"/>
        <w:ind w:left="2268" w:right="1134" w:hanging="567"/>
        <w:jc w:val="both"/>
        <w:rPr>
          <w:lang w:val="en-GB"/>
        </w:rPr>
      </w:pPr>
      <w:r w:rsidRPr="008F0B9A">
        <w:rPr>
          <w:lang w:val="en-GB"/>
        </w:rPr>
        <w:t>(g)</w:t>
      </w:r>
      <w:r w:rsidRPr="008F0B9A">
        <w:rPr>
          <w:lang w:val="en-GB"/>
        </w:rPr>
        <w:tab/>
        <w:t>Inland water transport;</w:t>
      </w:r>
    </w:p>
    <w:p w:rsidR="003836B5" w:rsidRPr="008F0B9A" w:rsidRDefault="003836B5" w:rsidP="003836B5">
      <w:pPr>
        <w:spacing w:after="120"/>
        <w:ind w:left="2268" w:right="1134" w:hanging="567"/>
        <w:jc w:val="both"/>
        <w:rPr>
          <w:lang w:val="en-GB"/>
        </w:rPr>
      </w:pPr>
      <w:r w:rsidRPr="008F0B9A">
        <w:rPr>
          <w:lang w:val="en-GB"/>
        </w:rPr>
        <w:t>(h)</w:t>
      </w:r>
      <w:r w:rsidRPr="008F0B9A">
        <w:rPr>
          <w:lang w:val="en-GB"/>
        </w:rPr>
        <w:tab/>
        <w:t>Strengthening border crossing facilitation (Harmonization Convention, TIR Convention, eTIR Project and other Customs transit facilitation measures);</w:t>
      </w:r>
    </w:p>
    <w:p w:rsidR="003836B5" w:rsidRPr="008F0B9A" w:rsidRDefault="003836B5" w:rsidP="003836B5">
      <w:pPr>
        <w:spacing w:after="120"/>
        <w:ind w:left="2268" w:right="1134" w:hanging="567"/>
        <w:jc w:val="both"/>
        <w:rPr>
          <w:lang w:val="en-GB"/>
        </w:rPr>
      </w:pPr>
      <w:r w:rsidRPr="008F0B9A">
        <w:rPr>
          <w:lang w:val="en-GB"/>
        </w:rPr>
        <w:t>(i)</w:t>
      </w:r>
      <w:r w:rsidRPr="008F0B9A">
        <w:rPr>
          <w:lang w:val="en-GB"/>
        </w:rPr>
        <w:tab/>
        <w:t>Transport of dangerous goods;</w:t>
      </w:r>
    </w:p>
    <w:p w:rsidR="003836B5" w:rsidRPr="008F0B9A" w:rsidRDefault="003836B5" w:rsidP="003836B5">
      <w:pPr>
        <w:spacing w:after="120"/>
        <w:ind w:left="2268" w:right="1134" w:hanging="567"/>
        <w:jc w:val="both"/>
        <w:rPr>
          <w:lang w:val="en-GB"/>
        </w:rPr>
      </w:pPr>
      <w:r w:rsidRPr="008F0B9A">
        <w:rPr>
          <w:lang w:val="en-GB"/>
        </w:rPr>
        <w:lastRenderedPageBreak/>
        <w:t>(j)</w:t>
      </w:r>
      <w:r w:rsidRPr="008F0B9A">
        <w:rPr>
          <w:lang w:val="en-GB"/>
        </w:rPr>
        <w:tab/>
        <w:t>Transport of perishable foodstuffs;</w:t>
      </w:r>
    </w:p>
    <w:p w:rsidR="003836B5" w:rsidRPr="008F0B9A" w:rsidRDefault="003836B5" w:rsidP="003836B5">
      <w:pPr>
        <w:spacing w:after="120"/>
        <w:ind w:left="2268" w:right="1134" w:hanging="567"/>
        <w:jc w:val="both"/>
        <w:rPr>
          <w:lang w:val="en-GB"/>
        </w:rPr>
      </w:pPr>
      <w:r w:rsidRPr="008F0B9A">
        <w:rPr>
          <w:lang w:val="en-GB"/>
        </w:rPr>
        <w:t>(k)</w:t>
      </w:r>
      <w:r w:rsidRPr="008F0B9A">
        <w:rPr>
          <w:lang w:val="en-GB"/>
        </w:rPr>
        <w:tab/>
        <w:t>Transport statistics and data.</w:t>
      </w:r>
    </w:p>
    <w:p w:rsidR="003836B5" w:rsidRPr="008F0B9A" w:rsidRDefault="003836B5" w:rsidP="003836B5">
      <w:pPr>
        <w:spacing w:after="120"/>
        <w:ind w:left="1701" w:right="1134" w:hanging="567"/>
        <w:jc w:val="both"/>
        <w:rPr>
          <w:lang w:val="en-GB"/>
        </w:rPr>
      </w:pPr>
      <w:proofErr w:type="gramStart"/>
      <w:r w:rsidRPr="008F0B9A">
        <w:rPr>
          <w:lang w:val="en-GB"/>
        </w:rPr>
        <w:t>6.</w:t>
      </w:r>
      <w:r w:rsidRPr="008F0B9A">
        <w:rPr>
          <w:lang w:val="en-GB"/>
        </w:rPr>
        <w:tab/>
        <w:t xml:space="preserve">Matters arising from </w:t>
      </w:r>
      <w:r w:rsidR="006622A5">
        <w:rPr>
          <w:lang w:val="en-GB"/>
        </w:rPr>
        <w:t xml:space="preserve">the </w:t>
      </w:r>
      <w:bookmarkStart w:id="0" w:name="_GoBack"/>
      <w:bookmarkEnd w:id="0"/>
      <w:r w:rsidR="00440714">
        <w:rPr>
          <w:lang w:val="en-GB"/>
        </w:rPr>
        <w:t>UNECE</w:t>
      </w:r>
      <w:r w:rsidRPr="008F0B9A">
        <w:rPr>
          <w:lang w:val="en-GB"/>
        </w:rPr>
        <w:t>, the Economic and Social Council (ECOSOC) and other United Nations bodies and Conferences.</w:t>
      </w:r>
      <w:proofErr w:type="gramEnd"/>
    </w:p>
    <w:p w:rsidR="003836B5" w:rsidRPr="008F0B9A" w:rsidRDefault="003836B5" w:rsidP="003836B5">
      <w:pPr>
        <w:spacing w:after="120"/>
        <w:ind w:left="1701" w:right="1134" w:hanging="567"/>
        <w:jc w:val="both"/>
        <w:rPr>
          <w:lang w:val="en-GB"/>
        </w:rPr>
      </w:pPr>
      <w:r w:rsidRPr="008F0B9A">
        <w:rPr>
          <w:lang w:val="en-GB"/>
        </w:rPr>
        <w:t>7.</w:t>
      </w:r>
      <w:r w:rsidRPr="008F0B9A">
        <w:rPr>
          <w:lang w:val="en-GB"/>
        </w:rPr>
        <w:tab/>
        <w:t>Draft Annual Report.</w:t>
      </w:r>
    </w:p>
    <w:p w:rsidR="003836B5" w:rsidRPr="008F0B9A" w:rsidRDefault="003836B5" w:rsidP="003836B5">
      <w:pPr>
        <w:pStyle w:val="HChG"/>
        <w:rPr>
          <w:lang w:val="en-GB"/>
        </w:rPr>
      </w:pPr>
      <w:r w:rsidRPr="008F0B9A">
        <w:rPr>
          <w:lang w:val="en-GB"/>
        </w:rPr>
        <w:tab/>
        <w:t>IV.</w:t>
      </w:r>
      <w:r w:rsidRPr="008F0B9A">
        <w:rPr>
          <w:lang w:val="en-GB"/>
        </w:rPr>
        <w:tab/>
        <w:t>Other questions relating to the work of the Committee’s subsidiary bodies</w:t>
      </w:r>
    </w:p>
    <w:p w:rsidR="003836B5" w:rsidRPr="008F0B9A" w:rsidRDefault="003836B5" w:rsidP="003836B5">
      <w:pPr>
        <w:spacing w:after="120"/>
        <w:ind w:left="1701" w:right="1134" w:hanging="567"/>
        <w:jc w:val="both"/>
        <w:rPr>
          <w:lang w:val="en-GB"/>
        </w:rPr>
      </w:pPr>
      <w:r w:rsidRPr="008F0B9A">
        <w:rPr>
          <w:lang w:val="en-GB"/>
        </w:rPr>
        <w:t>8.</w:t>
      </w:r>
      <w:r w:rsidRPr="008F0B9A">
        <w:rPr>
          <w:lang w:val="en-GB"/>
        </w:rPr>
        <w:tab/>
        <w:t>Issues for approval by the Committee and of an informative character: Approval of the reports of the Committee’s subsidiary bodies.</w:t>
      </w:r>
    </w:p>
    <w:p w:rsidR="003836B5" w:rsidRPr="008F0B9A" w:rsidRDefault="003836B5" w:rsidP="003836B5">
      <w:pPr>
        <w:spacing w:after="120"/>
        <w:ind w:left="1701" w:right="1134" w:hanging="567"/>
        <w:jc w:val="both"/>
        <w:rPr>
          <w:lang w:val="en-GB"/>
        </w:rPr>
      </w:pPr>
      <w:proofErr w:type="gramStart"/>
      <w:r w:rsidRPr="008F0B9A">
        <w:rPr>
          <w:lang w:val="en-GB"/>
        </w:rPr>
        <w:t>9.</w:t>
      </w:r>
      <w:r w:rsidRPr="008F0B9A">
        <w:rPr>
          <w:lang w:val="en-GB"/>
        </w:rPr>
        <w:tab/>
        <w:t>Results of the meetings of the Bureau of the</w:t>
      </w:r>
      <w:r w:rsidR="00440714">
        <w:rPr>
          <w:lang w:val="en-GB"/>
        </w:rPr>
        <w:t xml:space="preserve"> ITC</w:t>
      </w:r>
      <w:r w:rsidRPr="008F0B9A">
        <w:rPr>
          <w:lang w:val="en-GB"/>
        </w:rPr>
        <w:t>.</w:t>
      </w:r>
      <w:proofErr w:type="gramEnd"/>
    </w:p>
    <w:p w:rsidR="003836B5" w:rsidRPr="008F0B9A" w:rsidRDefault="003836B5" w:rsidP="003836B5">
      <w:pPr>
        <w:spacing w:after="120"/>
        <w:ind w:left="1701" w:right="1134" w:hanging="567"/>
        <w:jc w:val="both"/>
        <w:rPr>
          <w:lang w:val="en-GB"/>
        </w:rPr>
      </w:pPr>
      <w:proofErr w:type="gramStart"/>
      <w:r w:rsidRPr="008F0B9A">
        <w:rPr>
          <w:lang w:val="en-GB"/>
        </w:rPr>
        <w:t>10.</w:t>
      </w:r>
      <w:r w:rsidRPr="008F0B9A">
        <w:rPr>
          <w:lang w:val="en-GB"/>
        </w:rPr>
        <w:tab/>
        <w:t>Activities of the Commission and report of the Committee to the Executive Committee.</w:t>
      </w:r>
      <w:proofErr w:type="gramEnd"/>
    </w:p>
    <w:p w:rsidR="003836B5" w:rsidRPr="008F0B9A" w:rsidRDefault="003836B5" w:rsidP="003836B5">
      <w:pPr>
        <w:spacing w:after="120"/>
        <w:ind w:left="1701" w:right="1134" w:hanging="567"/>
        <w:jc w:val="both"/>
        <w:rPr>
          <w:lang w:val="en-GB"/>
        </w:rPr>
      </w:pPr>
      <w:r w:rsidRPr="008F0B9A">
        <w:rPr>
          <w:lang w:val="en-GB"/>
        </w:rPr>
        <w:t>11.</w:t>
      </w:r>
      <w:r w:rsidRPr="008F0B9A">
        <w:rPr>
          <w:lang w:val="en-GB"/>
        </w:rPr>
        <w:tab/>
        <w:t>List of publications for the period 2018–2019.</w:t>
      </w:r>
    </w:p>
    <w:p w:rsidR="003836B5" w:rsidRPr="008F0B9A" w:rsidRDefault="003836B5" w:rsidP="003836B5">
      <w:pPr>
        <w:spacing w:after="120"/>
        <w:ind w:left="1701" w:right="1134" w:hanging="567"/>
        <w:jc w:val="both"/>
        <w:rPr>
          <w:lang w:val="en-GB"/>
        </w:rPr>
      </w:pPr>
      <w:r w:rsidRPr="008F0B9A">
        <w:rPr>
          <w:lang w:val="en-GB"/>
        </w:rPr>
        <w:t>12.</w:t>
      </w:r>
      <w:r w:rsidRPr="008F0B9A">
        <w:rPr>
          <w:lang w:val="en-GB"/>
        </w:rPr>
        <w:tab/>
        <w:t>Schedule of meetings in 2017.</w:t>
      </w:r>
    </w:p>
    <w:p w:rsidR="003836B5" w:rsidRPr="008F0B9A" w:rsidRDefault="003836B5" w:rsidP="003836B5">
      <w:pPr>
        <w:pStyle w:val="HChG"/>
        <w:rPr>
          <w:lang w:val="en-GB"/>
        </w:rPr>
      </w:pPr>
      <w:r w:rsidRPr="008F0B9A">
        <w:rPr>
          <w:lang w:val="en-GB"/>
        </w:rPr>
        <w:tab/>
        <w:t>V.</w:t>
      </w:r>
      <w:r w:rsidRPr="008F0B9A">
        <w:rPr>
          <w:lang w:val="en-GB"/>
        </w:rPr>
        <w:tab/>
        <w:t>Partnerships and activities of other organizations of interest to the Committee</w:t>
      </w:r>
    </w:p>
    <w:p w:rsidR="003836B5" w:rsidRPr="008F0B9A" w:rsidRDefault="003836B5" w:rsidP="003836B5">
      <w:pPr>
        <w:spacing w:after="120"/>
        <w:ind w:left="1701" w:right="1134" w:hanging="567"/>
        <w:jc w:val="both"/>
        <w:rPr>
          <w:lang w:val="en-GB"/>
        </w:rPr>
      </w:pPr>
      <w:r w:rsidRPr="008F0B9A">
        <w:rPr>
          <w:lang w:val="en-GB"/>
        </w:rPr>
        <w:t>13.</w:t>
      </w:r>
      <w:r w:rsidRPr="008F0B9A">
        <w:rPr>
          <w:lang w:val="en-GB"/>
        </w:rPr>
        <w:tab/>
        <w:t>Transport developments in the European Union.</w:t>
      </w:r>
    </w:p>
    <w:p w:rsidR="003836B5" w:rsidRPr="008F0B9A" w:rsidRDefault="003836B5" w:rsidP="003836B5">
      <w:pPr>
        <w:spacing w:after="120"/>
        <w:ind w:left="1701" w:right="1134" w:hanging="567"/>
        <w:jc w:val="both"/>
        <w:rPr>
          <w:lang w:val="en-GB"/>
        </w:rPr>
      </w:pPr>
      <w:r w:rsidRPr="008F0B9A">
        <w:rPr>
          <w:lang w:val="en-GB"/>
        </w:rPr>
        <w:t>14.</w:t>
      </w:r>
      <w:r w:rsidRPr="008F0B9A">
        <w:rPr>
          <w:lang w:val="en-GB"/>
        </w:rPr>
        <w:tab/>
        <w:t>Developments related to the work of the International Transport Forum.</w:t>
      </w:r>
    </w:p>
    <w:p w:rsidR="003836B5" w:rsidRPr="008F0B9A" w:rsidRDefault="003836B5" w:rsidP="003836B5">
      <w:pPr>
        <w:spacing w:after="120"/>
        <w:ind w:left="1701" w:right="1134" w:hanging="567"/>
        <w:jc w:val="both"/>
        <w:rPr>
          <w:lang w:val="en-GB"/>
        </w:rPr>
      </w:pPr>
      <w:r w:rsidRPr="008F0B9A">
        <w:rPr>
          <w:lang w:val="en-GB"/>
        </w:rPr>
        <w:t>15.</w:t>
      </w:r>
      <w:r w:rsidRPr="008F0B9A">
        <w:rPr>
          <w:lang w:val="en-GB"/>
        </w:rPr>
        <w:tab/>
        <w:t>Activities of other organizations of interest to the Committee.</w:t>
      </w:r>
    </w:p>
    <w:p w:rsidR="003836B5" w:rsidRPr="008F0B9A" w:rsidRDefault="003836B5" w:rsidP="003836B5">
      <w:pPr>
        <w:pStyle w:val="HChG"/>
        <w:rPr>
          <w:lang w:val="en-GB"/>
        </w:rPr>
      </w:pPr>
      <w:r w:rsidRPr="008F0B9A">
        <w:rPr>
          <w:lang w:val="en-GB"/>
        </w:rPr>
        <w:tab/>
        <w:t>VI.</w:t>
      </w:r>
      <w:r w:rsidRPr="008F0B9A">
        <w:rPr>
          <w:lang w:val="en-GB"/>
        </w:rPr>
        <w:tab/>
        <w:t>Miscellaneous</w:t>
      </w:r>
    </w:p>
    <w:p w:rsidR="00F9107F" w:rsidRPr="008F0B9A" w:rsidRDefault="003836B5" w:rsidP="003836B5">
      <w:pPr>
        <w:spacing w:after="120"/>
        <w:ind w:left="1701" w:right="1134" w:hanging="567"/>
        <w:jc w:val="both"/>
        <w:rPr>
          <w:lang w:val="en-GB"/>
        </w:rPr>
      </w:pPr>
      <w:r w:rsidRPr="008F0B9A">
        <w:rPr>
          <w:lang w:val="en-GB"/>
        </w:rPr>
        <w:t>16</w:t>
      </w:r>
      <w:r w:rsidR="00402D52" w:rsidRPr="008F0B9A">
        <w:rPr>
          <w:lang w:val="en-GB"/>
        </w:rPr>
        <w:t>.</w:t>
      </w:r>
      <w:r w:rsidR="00402D52" w:rsidRPr="008F0B9A">
        <w:rPr>
          <w:lang w:val="en-GB"/>
        </w:rPr>
        <w:tab/>
        <w:t>Any other business:</w:t>
      </w:r>
      <w:r w:rsidRPr="008F0B9A">
        <w:rPr>
          <w:lang w:val="en-GB"/>
        </w:rPr>
        <w:t xml:space="preserve"> </w:t>
      </w:r>
    </w:p>
    <w:p w:rsidR="00F9107F" w:rsidRPr="008F0B9A" w:rsidRDefault="00F9107F" w:rsidP="00402D52">
      <w:pPr>
        <w:spacing w:after="120"/>
        <w:ind w:left="2268" w:right="1134" w:hanging="567"/>
        <w:jc w:val="both"/>
        <w:rPr>
          <w:lang w:val="en-GB"/>
        </w:rPr>
      </w:pPr>
      <w:r w:rsidRPr="008F0B9A">
        <w:rPr>
          <w:lang w:val="en-GB"/>
        </w:rPr>
        <w:t>(a)</w:t>
      </w:r>
      <w:r w:rsidRPr="008F0B9A">
        <w:rPr>
          <w:lang w:val="en-GB"/>
        </w:rPr>
        <w:tab/>
        <w:t>Issues relating to the servicing of meetings and availability of documents by the Committee and its subsidiary bodies</w:t>
      </w:r>
      <w:r w:rsidR="00402D52" w:rsidRPr="008F0B9A">
        <w:rPr>
          <w:lang w:val="en-GB"/>
        </w:rPr>
        <w:t>;</w:t>
      </w:r>
    </w:p>
    <w:p w:rsidR="003836B5" w:rsidRPr="008F0B9A" w:rsidRDefault="00F9107F" w:rsidP="00F9107F">
      <w:pPr>
        <w:spacing w:after="120"/>
        <w:ind w:left="1701" w:right="1134"/>
        <w:jc w:val="both"/>
        <w:rPr>
          <w:lang w:val="en-GB"/>
        </w:rPr>
      </w:pPr>
      <w:r w:rsidRPr="008F0B9A">
        <w:rPr>
          <w:lang w:val="en-GB"/>
        </w:rPr>
        <w:t>(b)</w:t>
      </w:r>
      <w:r w:rsidRPr="008F0B9A">
        <w:rPr>
          <w:lang w:val="en-GB"/>
        </w:rPr>
        <w:tab/>
      </w:r>
      <w:r w:rsidR="003836B5" w:rsidRPr="008F0B9A">
        <w:rPr>
          <w:lang w:val="en-GB"/>
        </w:rPr>
        <w:t>Date of next session.</w:t>
      </w:r>
    </w:p>
    <w:p w:rsidR="003836B5" w:rsidRPr="008F0B9A" w:rsidRDefault="003836B5" w:rsidP="003836B5">
      <w:pPr>
        <w:pStyle w:val="HChG"/>
        <w:rPr>
          <w:lang w:val="en-GB"/>
        </w:rPr>
      </w:pPr>
      <w:r w:rsidRPr="008F0B9A">
        <w:rPr>
          <w:lang w:val="en-GB"/>
        </w:rPr>
        <w:tab/>
        <w:t>VII.</w:t>
      </w:r>
      <w:r w:rsidRPr="008F0B9A">
        <w:rPr>
          <w:lang w:val="en-GB"/>
        </w:rPr>
        <w:tab/>
        <w:t>List of decisions</w:t>
      </w:r>
    </w:p>
    <w:p w:rsidR="003836B5" w:rsidRPr="008F0B9A" w:rsidRDefault="003836B5" w:rsidP="003836B5">
      <w:pPr>
        <w:spacing w:after="120"/>
        <w:ind w:left="1701" w:right="1134" w:hanging="567"/>
        <w:jc w:val="both"/>
        <w:rPr>
          <w:lang w:val="en-GB"/>
        </w:rPr>
      </w:pPr>
      <w:r w:rsidRPr="008F0B9A">
        <w:rPr>
          <w:lang w:val="en-GB"/>
        </w:rPr>
        <w:t>17.</w:t>
      </w:r>
      <w:r w:rsidRPr="008F0B9A">
        <w:rPr>
          <w:lang w:val="en-GB"/>
        </w:rPr>
        <w:tab/>
        <w:t>Adoption of the list of main decisions of the seventy-ninth session.</w:t>
      </w:r>
    </w:p>
    <w:p w:rsidR="003836B5" w:rsidRPr="008F0B9A" w:rsidRDefault="003836B5" w:rsidP="003836B5">
      <w:pPr>
        <w:pStyle w:val="HChG"/>
        <w:rPr>
          <w:lang w:val="en-GB"/>
        </w:rPr>
      </w:pPr>
      <w:r w:rsidRPr="008F0B9A">
        <w:rPr>
          <w:lang w:val="en-GB"/>
        </w:rPr>
        <w:tab/>
        <w:t>VIII.</w:t>
      </w:r>
      <w:r w:rsidRPr="008F0B9A">
        <w:rPr>
          <w:lang w:val="en-GB"/>
        </w:rPr>
        <w:tab/>
        <w:t>Tentative timetable</w:t>
      </w:r>
    </w:p>
    <w:p w:rsidR="00042700" w:rsidRPr="008F0B9A" w:rsidRDefault="003836B5" w:rsidP="003836B5">
      <w:pPr>
        <w:spacing w:before="240"/>
        <w:ind w:left="1134" w:right="1134"/>
        <w:jc w:val="center"/>
        <w:rPr>
          <w:lang w:val="en-GB"/>
        </w:rPr>
      </w:pPr>
      <w:r w:rsidRPr="008F0B9A">
        <w:rPr>
          <w:u w:val="single"/>
          <w:lang w:val="en-GB"/>
        </w:rPr>
        <w:tab/>
      </w:r>
      <w:r w:rsidRPr="008F0B9A">
        <w:rPr>
          <w:u w:val="single"/>
          <w:lang w:val="en-GB"/>
        </w:rPr>
        <w:tab/>
      </w:r>
      <w:r w:rsidRPr="008F0B9A">
        <w:rPr>
          <w:u w:val="single"/>
          <w:lang w:val="en-GB"/>
        </w:rPr>
        <w:tab/>
      </w:r>
    </w:p>
    <w:sectPr w:rsidR="00042700" w:rsidRPr="008F0B9A" w:rsidSect="00AD4CA6">
      <w:headerReference w:type="even" r:id="rId10"/>
      <w:headerReference w:type="default" r:id="rId11"/>
      <w:footerReference w:type="even" r:id="rId12"/>
      <w:footerReference w:type="default" r:id="rId13"/>
      <w:head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6A4" w:rsidRDefault="00F416A4"/>
  </w:endnote>
  <w:endnote w:type="continuationSeparator" w:id="0">
    <w:p w:rsidR="00F416A4" w:rsidRDefault="00F416A4">
      <w:pPr>
        <w:pStyle w:val="Footer"/>
      </w:pPr>
    </w:p>
  </w:endnote>
  <w:endnote w:type="continuationNotice" w:id="1">
    <w:p w:rsidR="00F416A4" w:rsidRDefault="00F41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6622A5">
      <w:rPr>
        <w:b/>
        <w:noProof/>
        <w:sz w:val="18"/>
      </w:rPr>
      <w:t>2</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6622A5">
      <w:rPr>
        <w:b/>
        <w:noProof/>
        <w:sz w:val="18"/>
      </w:rPr>
      <w:t>3</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6A4" w:rsidRPr="00D27D5E" w:rsidRDefault="00F416A4" w:rsidP="00D27D5E">
      <w:pPr>
        <w:tabs>
          <w:tab w:val="right" w:pos="2155"/>
        </w:tabs>
        <w:spacing w:after="80"/>
        <w:ind w:left="680"/>
        <w:rPr>
          <w:u w:val="single"/>
        </w:rPr>
      </w:pPr>
      <w:r>
        <w:rPr>
          <w:u w:val="single"/>
        </w:rPr>
        <w:tab/>
      </w:r>
    </w:p>
  </w:footnote>
  <w:footnote w:type="continuationSeparator" w:id="0">
    <w:p w:rsidR="00F416A4" w:rsidRPr="00E35D8F" w:rsidRDefault="00F416A4" w:rsidP="00E35D8F">
      <w:pPr>
        <w:tabs>
          <w:tab w:val="right" w:pos="2155"/>
        </w:tabs>
        <w:spacing w:after="80"/>
        <w:ind w:left="680"/>
        <w:rPr>
          <w:u w:val="single"/>
        </w:rPr>
      </w:pPr>
      <w:r w:rsidRPr="00E35D8F">
        <w:rPr>
          <w:u w:val="single"/>
        </w:rPr>
        <w:tab/>
      </w:r>
    </w:p>
  </w:footnote>
  <w:footnote w:type="continuationNotice" w:id="1">
    <w:p w:rsidR="00F416A4" w:rsidRDefault="00F416A4"/>
  </w:footnote>
  <w:footnote w:id="2">
    <w:p w:rsidR="00885F29" w:rsidRPr="00765C3D" w:rsidRDefault="00885F29" w:rsidP="00885F29">
      <w:pPr>
        <w:pStyle w:val="FootnoteText"/>
        <w:rPr>
          <w:lang w:val="en-US"/>
        </w:rPr>
      </w:pPr>
      <w:r>
        <w:rPr>
          <w:rStyle w:val="FootnoteReference"/>
        </w:rPr>
        <w:tab/>
      </w:r>
      <w:r w:rsidRPr="00765C3D">
        <w:rPr>
          <w:rStyle w:val="FootnoteReference"/>
          <w:sz w:val="20"/>
          <w:vertAlign w:val="baseline"/>
        </w:rPr>
        <w:t>*</w:t>
      </w:r>
      <w:r>
        <w:rPr>
          <w:rStyle w:val="FootnoteReference"/>
          <w:sz w:val="20"/>
          <w:vertAlign w:val="baseline"/>
        </w:rPr>
        <w:tab/>
      </w:r>
      <w:r w:rsidRPr="00042700">
        <w:rPr>
          <w:lang w:val="en-GB"/>
        </w:rPr>
        <w:t xml:space="preserve">For reasons of economy, delegates are requested to bring copies of all relevant documents to the session. </w:t>
      </w:r>
      <w:r w:rsidR="00437839" w:rsidRPr="00906CD2">
        <w:rPr>
          <w:rFonts w:eastAsiaTheme="minorEastAsia"/>
          <w:lang w:val="en-GB" w:eastAsia="zh-CN"/>
        </w:rPr>
        <w:t>F</w:t>
      </w:r>
      <w:r w:rsidRPr="00042700">
        <w:rPr>
          <w:lang w:val="en-GB"/>
        </w:rPr>
        <w:t xml:space="preserve">ormal documentation </w:t>
      </w:r>
      <w:r w:rsidR="008F0B9A">
        <w:rPr>
          <w:lang w:val="en-GB"/>
        </w:rPr>
        <w:t xml:space="preserve">will not be </w:t>
      </w:r>
      <w:r w:rsidRPr="00042700">
        <w:rPr>
          <w:lang w:val="en-GB"/>
        </w:rPr>
        <w:t xml:space="preserve">available in the conference room. Before the session, documents may be downloaded from the UNECE </w:t>
      </w:r>
      <w:r w:rsidR="008F0B9A">
        <w:rPr>
          <w:lang w:val="en-GB"/>
        </w:rPr>
        <w:t xml:space="preserve">Sustainable </w:t>
      </w:r>
      <w:r w:rsidRPr="00042700">
        <w:rPr>
          <w:lang w:val="en-GB"/>
        </w:rPr>
        <w:t>Transport Division's website (</w:t>
      </w:r>
      <w:hyperlink r:id="rId1" w:history="1">
        <w:r w:rsidRPr="00042700">
          <w:rPr>
            <w:rStyle w:val="Hyperlink"/>
            <w:lang w:val="en-GB"/>
          </w:rPr>
          <w:t>www.unece.org/trans/main/itc/itc.html</w:t>
        </w:r>
      </w:hyperlink>
      <w:r w:rsidRPr="00042700">
        <w:rPr>
          <w:lang w:val="en-GB"/>
        </w:rPr>
        <w:t>) or from the public U</w:t>
      </w:r>
      <w:r w:rsidR="004E17F4">
        <w:rPr>
          <w:lang w:val="en-GB"/>
        </w:rPr>
        <w:t xml:space="preserve">nited </w:t>
      </w:r>
      <w:r w:rsidRPr="00042700">
        <w:rPr>
          <w:lang w:val="en-GB"/>
        </w:rPr>
        <w:t>N</w:t>
      </w:r>
      <w:r w:rsidR="004E17F4">
        <w:rPr>
          <w:lang w:val="en-GB"/>
        </w:rPr>
        <w:t>ations</w:t>
      </w:r>
      <w:r w:rsidRPr="00042700">
        <w:rPr>
          <w:lang w:val="en-GB"/>
        </w:rPr>
        <w:t xml:space="preserve"> Official Document System’s (ODS) website (</w:t>
      </w:r>
      <w:hyperlink r:id="rId2" w:history="1">
        <w:r w:rsidRPr="00042700">
          <w:rPr>
            <w:rStyle w:val="Hyperlink"/>
            <w:lang w:val="en-GB"/>
          </w:rPr>
          <w:t>http://documents.un.org/</w:t>
        </w:r>
      </w:hyperlink>
      <w:r w:rsidRPr="00042700">
        <w:rPr>
          <w:lang w:val="en-GB"/>
        </w:rPr>
        <w:t>). During the session, official documents may be obtained from the UNOG Documents Distribution Section (Room C.337, third floor, Palais des Nations).</w:t>
      </w:r>
    </w:p>
  </w:footnote>
  <w:footnote w:id="3">
    <w:p w:rsidR="00885F29" w:rsidRPr="00765C3D" w:rsidRDefault="00885F29" w:rsidP="00885F29">
      <w:pPr>
        <w:pStyle w:val="FootnoteText"/>
        <w:rPr>
          <w:lang w:val="en-US"/>
        </w:rPr>
      </w:pPr>
      <w:r>
        <w:rPr>
          <w:rStyle w:val="FootnoteReference"/>
        </w:rPr>
        <w:tab/>
      </w:r>
      <w:r w:rsidRPr="00765C3D">
        <w:rPr>
          <w:rStyle w:val="FootnoteReference"/>
          <w:sz w:val="20"/>
          <w:vertAlign w:val="baseline"/>
        </w:rPr>
        <w:t>**</w:t>
      </w:r>
      <w:r>
        <w:rPr>
          <w:rStyle w:val="FootnoteReference"/>
          <w:sz w:val="20"/>
          <w:vertAlign w:val="baseline"/>
        </w:rPr>
        <w:tab/>
      </w:r>
      <w:r w:rsidRPr="00042700">
        <w:rPr>
          <w:lang w:val="en-GB"/>
        </w:rPr>
        <w:t xml:space="preserve">Delegates are requested to complete the registration form available for download at the UNECE </w:t>
      </w:r>
      <w:r w:rsidR="004E17F4">
        <w:rPr>
          <w:lang w:val="en-GB"/>
        </w:rPr>
        <w:t xml:space="preserve">Sustainable </w:t>
      </w:r>
      <w:r w:rsidRPr="00042700">
        <w:rPr>
          <w:lang w:val="en-GB"/>
        </w:rPr>
        <w:t>Transport Division's website (</w:t>
      </w:r>
      <w:hyperlink r:id="rId3" w:history="1">
        <w:r w:rsidRPr="00042700">
          <w:rPr>
            <w:rStyle w:val="Hyperlink"/>
            <w:lang w:val="en-GB"/>
          </w:rPr>
          <w:t>www.unece.org/trans/registfr.html</w:t>
        </w:r>
      </w:hyperlink>
      <w:r w:rsidRPr="00042700">
        <w:rPr>
          <w:lang w:val="en-GB"/>
        </w:rPr>
        <w:t xml:space="preserve">). It should be transmitted to the UNECE secretariat no later than one week prior to the session by e-mail (George.Georgiadis@unece.org or Anastasia.Barinova@unece.org) or by fax (41 22-917 0039). Upon arrival at the Palais des Nations, delegates should obtain an identification badge at the UNOG Security and Safety Section, located at the Pregny Gate (14, Avenue de la Paix). In case of difficulty, please contact the secretariat by telephone (ext. 72761). For a map of the Palais des Nations and other useful information, see website </w:t>
      </w:r>
      <w:hyperlink r:id="rId4" w:history="1">
        <w:r w:rsidR="00437839" w:rsidRPr="00437839">
          <w:rPr>
            <w:rStyle w:val="Hyperlink"/>
            <w:lang w:val="en-GB"/>
          </w:rPr>
          <w:t>www.unece.org/meetings/practical.html.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84" w:rsidRDefault="001C636E">
    <w:pPr>
      <w:pStyle w:val="Header"/>
    </w:pPr>
    <w:r>
      <w:t>ECE/TRANS/269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C636E" w:rsidP="00AD4CA6">
    <w:pPr>
      <w:pStyle w:val="Header"/>
      <w:jc w:val="right"/>
    </w:pPr>
    <w:r>
      <w:t>ECE/TRANS/269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3310CA" w:rsidRDefault="00124C31" w:rsidP="003310CA">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0">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1">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8">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6">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7">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7"/>
  </w:num>
  <w:num w:numId="2">
    <w:abstractNumId w:val="19"/>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4"/>
  </w:num>
  <w:num w:numId="14">
    <w:abstractNumId w:val="31"/>
  </w:num>
  <w:num w:numId="15">
    <w:abstractNumId w:val="28"/>
  </w:num>
  <w:num w:numId="16">
    <w:abstractNumId w:val="32"/>
  </w:num>
  <w:num w:numId="17">
    <w:abstractNumId w:val="22"/>
  </w:num>
  <w:num w:numId="18">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8"/>
  </w:num>
  <w:num w:numId="21">
    <w:abstractNumId w:val="27"/>
  </w:num>
  <w:num w:numId="22">
    <w:abstractNumId w:val="33"/>
  </w:num>
  <w:num w:numId="23">
    <w:abstractNumId w:val="29"/>
  </w:num>
  <w:num w:numId="24">
    <w:abstractNumId w:val="17"/>
  </w:num>
  <w:num w:numId="25">
    <w:abstractNumId w:val="34"/>
  </w:num>
  <w:num w:numId="26">
    <w:abstractNumId w:val="26"/>
  </w:num>
  <w:num w:numId="27">
    <w:abstractNumId w:val="14"/>
  </w:num>
  <w:num w:numId="28">
    <w:abstractNumId w:val="23"/>
  </w:num>
  <w:num w:numId="29">
    <w:abstractNumId w:val="15"/>
  </w:num>
  <w:num w:numId="30">
    <w:abstractNumId w:val="12"/>
  </w:num>
  <w:num w:numId="31">
    <w:abstractNumId w:val="32"/>
  </w:num>
  <w:num w:numId="32">
    <w:abstractNumId w:val="32"/>
  </w:num>
  <w:num w:numId="33">
    <w:abstractNumId w:val="13"/>
  </w:num>
  <w:num w:numId="34">
    <w:abstractNumId w:val="11"/>
  </w:num>
  <w:num w:numId="35">
    <w:abstractNumId w:val="35"/>
  </w:num>
  <w:num w:numId="36">
    <w:abstractNumId w:val="25"/>
  </w:num>
  <w:num w:numId="37">
    <w:abstractNumId w:val="36"/>
  </w:num>
  <w:num w:numId="38">
    <w:abstractNumId w:val="16"/>
  </w:num>
  <w:num w:numId="39">
    <w:abstractNumId w:val="30"/>
  </w:num>
  <w:num w:numId="40">
    <w:abstractNumId w:val="1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10E32"/>
    <w:rsid w:val="000133CA"/>
    <w:rsid w:val="00013F00"/>
    <w:rsid w:val="00016502"/>
    <w:rsid w:val="00016AC5"/>
    <w:rsid w:val="00017548"/>
    <w:rsid w:val="00017C1D"/>
    <w:rsid w:val="00034D2A"/>
    <w:rsid w:val="00042700"/>
    <w:rsid w:val="00044828"/>
    <w:rsid w:val="00057F55"/>
    <w:rsid w:val="00061518"/>
    <w:rsid w:val="00070C67"/>
    <w:rsid w:val="000742FF"/>
    <w:rsid w:val="00080BCE"/>
    <w:rsid w:val="00082256"/>
    <w:rsid w:val="00090484"/>
    <w:rsid w:val="000974E4"/>
    <w:rsid w:val="000A147A"/>
    <w:rsid w:val="000B0FE3"/>
    <w:rsid w:val="000B1E30"/>
    <w:rsid w:val="000B3E99"/>
    <w:rsid w:val="000B3F60"/>
    <w:rsid w:val="000B6A2F"/>
    <w:rsid w:val="000B6D3A"/>
    <w:rsid w:val="000C2B91"/>
    <w:rsid w:val="000C3BC8"/>
    <w:rsid w:val="000D71CC"/>
    <w:rsid w:val="000F31D8"/>
    <w:rsid w:val="000F41F2"/>
    <w:rsid w:val="000F5C15"/>
    <w:rsid w:val="00114CFA"/>
    <w:rsid w:val="0011750B"/>
    <w:rsid w:val="00117A81"/>
    <w:rsid w:val="00124C31"/>
    <w:rsid w:val="001257B9"/>
    <w:rsid w:val="001307AD"/>
    <w:rsid w:val="0014394D"/>
    <w:rsid w:val="00157352"/>
    <w:rsid w:val="00160540"/>
    <w:rsid w:val="001652FA"/>
    <w:rsid w:val="00171CA3"/>
    <w:rsid w:val="001818F1"/>
    <w:rsid w:val="00187559"/>
    <w:rsid w:val="00192B1D"/>
    <w:rsid w:val="00192EEB"/>
    <w:rsid w:val="00193159"/>
    <w:rsid w:val="00195ED4"/>
    <w:rsid w:val="001A20FB"/>
    <w:rsid w:val="001C2FB2"/>
    <w:rsid w:val="001C636E"/>
    <w:rsid w:val="001C77C8"/>
    <w:rsid w:val="001D7F8A"/>
    <w:rsid w:val="001E2BF0"/>
    <w:rsid w:val="001E3FEB"/>
    <w:rsid w:val="001E4A02"/>
    <w:rsid w:val="002024FF"/>
    <w:rsid w:val="002114BD"/>
    <w:rsid w:val="002137CB"/>
    <w:rsid w:val="002177A0"/>
    <w:rsid w:val="00221F0B"/>
    <w:rsid w:val="002227A1"/>
    <w:rsid w:val="00225A8C"/>
    <w:rsid w:val="002303AC"/>
    <w:rsid w:val="00233994"/>
    <w:rsid w:val="00237EE2"/>
    <w:rsid w:val="00244C1E"/>
    <w:rsid w:val="00263F1A"/>
    <w:rsid w:val="00264F79"/>
    <w:rsid w:val="002659F1"/>
    <w:rsid w:val="00266F82"/>
    <w:rsid w:val="002706EE"/>
    <w:rsid w:val="00270A56"/>
    <w:rsid w:val="00287E79"/>
    <w:rsid w:val="002928F9"/>
    <w:rsid w:val="002962AA"/>
    <w:rsid w:val="002A47EF"/>
    <w:rsid w:val="002A5D07"/>
    <w:rsid w:val="002B1BBB"/>
    <w:rsid w:val="002C7DD9"/>
    <w:rsid w:val="002D79E2"/>
    <w:rsid w:val="002E3490"/>
    <w:rsid w:val="002E439C"/>
    <w:rsid w:val="002E6F12"/>
    <w:rsid w:val="002F3598"/>
    <w:rsid w:val="002F739A"/>
    <w:rsid w:val="003016B7"/>
    <w:rsid w:val="00312703"/>
    <w:rsid w:val="00321E27"/>
    <w:rsid w:val="00324575"/>
    <w:rsid w:val="003310CA"/>
    <w:rsid w:val="00336AB9"/>
    <w:rsid w:val="003515AA"/>
    <w:rsid w:val="00360113"/>
    <w:rsid w:val="00367428"/>
    <w:rsid w:val="00370145"/>
    <w:rsid w:val="00374106"/>
    <w:rsid w:val="00376BDB"/>
    <w:rsid w:val="003805F3"/>
    <w:rsid w:val="00382806"/>
    <w:rsid w:val="003836B5"/>
    <w:rsid w:val="003869DD"/>
    <w:rsid w:val="00391198"/>
    <w:rsid w:val="00393BD5"/>
    <w:rsid w:val="003976D5"/>
    <w:rsid w:val="003B0F4C"/>
    <w:rsid w:val="003B4514"/>
    <w:rsid w:val="003B4B9C"/>
    <w:rsid w:val="003B4EC5"/>
    <w:rsid w:val="003B7F4C"/>
    <w:rsid w:val="003C12C8"/>
    <w:rsid w:val="003C3F09"/>
    <w:rsid w:val="003C63DF"/>
    <w:rsid w:val="003C6C23"/>
    <w:rsid w:val="003D0B3C"/>
    <w:rsid w:val="003D41C2"/>
    <w:rsid w:val="003D4B5F"/>
    <w:rsid w:val="003D6C68"/>
    <w:rsid w:val="003E5877"/>
    <w:rsid w:val="003F440C"/>
    <w:rsid w:val="003F7881"/>
    <w:rsid w:val="00402D52"/>
    <w:rsid w:val="00413DC8"/>
    <w:rsid w:val="004149DB"/>
    <w:rsid w:val="004149EB"/>
    <w:rsid w:val="004159D0"/>
    <w:rsid w:val="004178DB"/>
    <w:rsid w:val="00425FD2"/>
    <w:rsid w:val="00433D4E"/>
    <w:rsid w:val="00437839"/>
    <w:rsid w:val="00437DF9"/>
    <w:rsid w:val="00440714"/>
    <w:rsid w:val="00443548"/>
    <w:rsid w:val="00451AFD"/>
    <w:rsid w:val="00456CF2"/>
    <w:rsid w:val="00460995"/>
    <w:rsid w:val="00461900"/>
    <w:rsid w:val="00464EEE"/>
    <w:rsid w:val="004736E2"/>
    <w:rsid w:val="004765A6"/>
    <w:rsid w:val="004A1770"/>
    <w:rsid w:val="004B0235"/>
    <w:rsid w:val="004B4D4D"/>
    <w:rsid w:val="004B65D9"/>
    <w:rsid w:val="004D0D9B"/>
    <w:rsid w:val="004D16C4"/>
    <w:rsid w:val="004D3F04"/>
    <w:rsid w:val="004D4D0F"/>
    <w:rsid w:val="004E17F4"/>
    <w:rsid w:val="004F4051"/>
    <w:rsid w:val="005047A6"/>
    <w:rsid w:val="00507151"/>
    <w:rsid w:val="0053355F"/>
    <w:rsid w:val="00536040"/>
    <w:rsid w:val="00540799"/>
    <w:rsid w:val="005431FF"/>
    <w:rsid w:val="00543D5E"/>
    <w:rsid w:val="00556BAC"/>
    <w:rsid w:val="005610C2"/>
    <w:rsid w:val="0056111D"/>
    <w:rsid w:val="00561519"/>
    <w:rsid w:val="00565941"/>
    <w:rsid w:val="00570924"/>
    <w:rsid w:val="00571F41"/>
    <w:rsid w:val="0058293E"/>
    <w:rsid w:val="005973D2"/>
    <w:rsid w:val="005A3BEE"/>
    <w:rsid w:val="005A66B7"/>
    <w:rsid w:val="005A7DE1"/>
    <w:rsid w:val="005B239B"/>
    <w:rsid w:val="005B5B24"/>
    <w:rsid w:val="005C7398"/>
    <w:rsid w:val="005D551D"/>
    <w:rsid w:val="005E0E3D"/>
    <w:rsid w:val="005E5D1F"/>
    <w:rsid w:val="005E70D1"/>
    <w:rsid w:val="005F299F"/>
    <w:rsid w:val="005F420A"/>
    <w:rsid w:val="005F7708"/>
    <w:rsid w:val="0061034D"/>
    <w:rsid w:val="0061097A"/>
    <w:rsid w:val="00611D43"/>
    <w:rsid w:val="00612D48"/>
    <w:rsid w:val="006165A4"/>
    <w:rsid w:val="00616B45"/>
    <w:rsid w:val="00630D9B"/>
    <w:rsid w:val="00631953"/>
    <w:rsid w:val="00631EB0"/>
    <w:rsid w:val="00636FD9"/>
    <w:rsid w:val="006378FC"/>
    <w:rsid w:val="00640C16"/>
    <w:rsid w:val="006431D4"/>
    <w:rsid w:val="006439EC"/>
    <w:rsid w:val="00644499"/>
    <w:rsid w:val="00653DC4"/>
    <w:rsid w:val="0065778B"/>
    <w:rsid w:val="00661905"/>
    <w:rsid w:val="006619E0"/>
    <w:rsid w:val="006622A5"/>
    <w:rsid w:val="00673A1E"/>
    <w:rsid w:val="006744F7"/>
    <w:rsid w:val="0067463C"/>
    <w:rsid w:val="00677EE3"/>
    <w:rsid w:val="00686ED0"/>
    <w:rsid w:val="00693768"/>
    <w:rsid w:val="006B4590"/>
    <w:rsid w:val="006C340C"/>
    <w:rsid w:val="006C6FBB"/>
    <w:rsid w:val="006D1CAF"/>
    <w:rsid w:val="006D4BA8"/>
    <w:rsid w:val="006F59B7"/>
    <w:rsid w:val="00700725"/>
    <w:rsid w:val="007023B7"/>
    <w:rsid w:val="0070347C"/>
    <w:rsid w:val="00713BE7"/>
    <w:rsid w:val="00716051"/>
    <w:rsid w:val="007176C1"/>
    <w:rsid w:val="007215AA"/>
    <w:rsid w:val="00722823"/>
    <w:rsid w:val="00741586"/>
    <w:rsid w:val="00743735"/>
    <w:rsid w:val="00755C6B"/>
    <w:rsid w:val="00763DEC"/>
    <w:rsid w:val="00772949"/>
    <w:rsid w:val="007757AD"/>
    <w:rsid w:val="00775B22"/>
    <w:rsid w:val="007853D7"/>
    <w:rsid w:val="00790D7C"/>
    <w:rsid w:val="0079209F"/>
    <w:rsid w:val="007923D2"/>
    <w:rsid w:val="00797F32"/>
    <w:rsid w:val="007B4677"/>
    <w:rsid w:val="007C14AF"/>
    <w:rsid w:val="007C1D92"/>
    <w:rsid w:val="007C4E49"/>
    <w:rsid w:val="007D5EF2"/>
    <w:rsid w:val="007E213F"/>
    <w:rsid w:val="007E26BB"/>
    <w:rsid w:val="007E5C38"/>
    <w:rsid w:val="007E7B48"/>
    <w:rsid w:val="007F24E6"/>
    <w:rsid w:val="007F55CB"/>
    <w:rsid w:val="00801C49"/>
    <w:rsid w:val="0081030C"/>
    <w:rsid w:val="008121DD"/>
    <w:rsid w:val="00827AE1"/>
    <w:rsid w:val="00830B36"/>
    <w:rsid w:val="00833FFC"/>
    <w:rsid w:val="00840322"/>
    <w:rsid w:val="00844195"/>
    <w:rsid w:val="00844750"/>
    <w:rsid w:val="00857F4E"/>
    <w:rsid w:val="00870E37"/>
    <w:rsid w:val="00873B3C"/>
    <w:rsid w:val="00875D9D"/>
    <w:rsid w:val="00876884"/>
    <w:rsid w:val="008813A8"/>
    <w:rsid w:val="00881FBF"/>
    <w:rsid w:val="00885F29"/>
    <w:rsid w:val="00895171"/>
    <w:rsid w:val="008A2A1B"/>
    <w:rsid w:val="008B44C4"/>
    <w:rsid w:val="008B5FF1"/>
    <w:rsid w:val="008D383D"/>
    <w:rsid w:val="008D7148"/>
    <w:rsid w:val="008E33EA"/>
    <w:rsid w:val="008E7FAE"/>
    <w:rsid w:val="008F0B9A"/>
    <w:rsid w:val="008F358F"/>
    <w:rsid w:val="008F43F2"/>
    <w:rsid w:val="00904063"/>
    <w:rsid w:val="00904E74"/>
    <w:rsid w:val="00906A39"/>
    <w:rsid w:val="00906CD2"/>
    <w:rsid w:val="00910930"/>
    <w:rsid w:val="00910B3B"/>
    <w:rsid w:val="00911BF7"/>
    <w:rsid w:val="00913CEB"/>
    <w:rsid w:val="009329A6"/>
    <w:rsid w:val="009338AA"/>
    <w:rsid w:val="00934452"/>
    <w:rsid w:val="00947FAF"/>
    <w:rsid w:val="0095014C"/>
    <w:rsid w:val="0095285F"/>
    <w:rsid w:val="00957CC1"/>
    <w:rsid w:val="00964A1D"/>
    <w:rsid w:val="00966C05"/>
    <w:rsid w:val="00977EC8"/>
    <w:rsid w:val="0099250E"/>
    <w:rsid w:val="009B0618"/>
    <w:rsid w:val="009C4E45"/>
    <w:rsid w:val="009D1785"/>
    <w:rsid w:val="009D3A8C"/>
    <w:rsid w:val="009D4488"/>
    <w:rsid w:val="009D63A6"/>
    <w:rsid w:val="009E1245"/>
    <w:rsid w:val="009E1DBB"/>
    <w:rsid w:val="009E7956"/>
    <w:rsid w:val="00A115F1"/>
    <w:rsid w:val="00A2492E"/>
    <w:rsid w:val="00A25F03"/>
    <w:rsid w:val="00A26652"/>
    <w:rsid w:val="00A31EE1"/>
    <w:rsid w:val="00A337B1"/>
    <w:rsid w:val="00A402A4"/>
    <w:rsid w:val="00A419BE"/>
    <w:rsid w:val="00A574B7"/>
    <w:rsid w:val="00A720C2"/>
    <w:rsid w:val="00A85BF5"/>
    <w:rsid w:val="00AA3876"/>
    <w:rsid w:val="00AB07F8"/>
    <w:rsid w:val="00AB51C8"/>
    <w:rsid w:val="00AC67A1"/>
    <w:rsid w:val="00AC7977"/>
    <w:rsid w:val="00AD4CA6"/>
    <w:rsid w:val="00AE2819"/>
    <w:rsid w:val="00AE352C"/>
    <w:rsid w:val="00AE6214"/>
    <w:rsid w:val="00AF1CE8"/>
    <w:rsid w:val="00AF3F5A"/>
    <w:rsid w:val="00AF6036"/>
    <w:rsid w:val="00B0725B"/>
    <w:rsid w:val="00B07F85"/>
    <w:rsid w:val="00B1775D"/>
    <w:rsid w:val="00B21F9B"/>
    <w:rsid w:val="00B32E2D"/>
    <w:rsid w:val="00B3323D"/>
    <w:rsid w:val="00B3650E"/>
    <w:rsid w:val="00B56D99"/>
    <w:rsid w:val="00B57890"/>
    <w:rsid w:val="00B61990"/>
    <w:rsid w:val="00B63482"/>
    <w:rsid w:val="00B766CC"/>
    <w:rsid w:val="00B83F2F"/>
    <w:rsid w:val="00B848CE"/>
    <w:rsid w:val="00B84FA7"/>
    <w:rsid w:val="00BA15D8"/>
    <w:rsid w:val="00BA5484"/>
    <w:rsid w:val="00BA595C"/>
    <w:rsid w:val="00BB6941"/>
    <w:rsid w:val="00BC203A"/>
    <w:rsid w:val="00BD2521"/>
    <w:rsid w:val="00BE136D"/>
    <w:rsid w:val="00BF0556"/>
    <w:rsid w:val="00C00DFE"/>
    <w:rsid w:val="00C00E02"/>
    <w:rsid w:val="00C10B75"/>
    <w:rsid w:val="00C12EDA"/>
    <w:rsid w:val="00C232DF"/>
    <w:rsid w:val="00C25994"/>
    <w:rsid w:val="00C261F8"/>
    <w:rsid w:val="00C33100"/>
    <w:rsid w:val="00C343E1"/>
    <w:rsid w:val="00C34CBD"/>
    <w:rsid w:val="00C3576C"/>
    <w:rsid w:val="00C5334A"/>
    <w:rsid w:val="00C54C3E"/>
    <w:rsid w:val="00C715CD"/>
    <w:rsid w:val="00C732DB"/>
    <w:rsid w:val="00C77C69"/>
    <w:rsid w:val="00C92204"/>
    <w:rsid w:val="00C92221"/>
    <w:rsid w:val="00CA6A02"/>
    <w:rsid w:val="00CB14BB"/>
    <w:rsid w:val="00CB529A"/>
    <w:rsid w:val="00CB6CD2"/>
    <w:rsid w:val="00CB7D2F"/>
    <w:rsid w:val="00CC1F5D"/>
    <w:rsid w:val="00CD1A71"/>
    <w:rsid w:val="00CD1FBB"/>
    <w:rsid w:val="00CD2378"/>
    <w:rsid w:val="00CD621D"/>
    <w:rsid w:val="00CE380E"/>
    <w:rsid w:val="00CE58AF"/>
    <w:rsid w:val="00D016B5"/>
    <w:rsid w:val="00D034F1"/>
    <w:rsid w:val="00D10BC2"/>
    <w:rsid w:val="00D11C50"/>
    <w:rsid w:val="00D134FE"/>
    <w:rsid w:val="00D25771"/>
    <w:rsid w:val="00D27D5E"/>
    <w:rsid w:val="00D35539"/>
    <w:rsid w:val="00D35B2D"/>
    <w:rsid w:val="00D4307B"/>
    <w:rsid w:val="00D479B4"/>
    <w:rsid w:val="00D51335"/>
    <w:rsid w:val="00D616FA"/>
    <w:rsid w:val="00D64EB8"/>
    <w:rsid w:val="00D758CD"/>
    <w:rsid w:val="00D76604"/>
    <w:rsid w:val="00D768E9"/>
    <w:rsid w:val="00D84FCE"/>
    <w:rsid w:val="00D94C4C"/>
    <w:rsid w:val="00D97C8D"/>
    <w:rsid w:val="00DA0A10"/>
    <w:rsid w:val="00DA4476"/>
    <w:rsid w:val="00DB31A0"/>
    <w:rsid w:val="00DC22E0"/>
    <w:rsid w:val="00DC4641"/>
    <w:rsid w:val="00DE2AF4"/>
    <w:rsid w:val="00DE3B5E"/>
    <w:rsid w:val="00DE6D90"/>
    <w:rsid w:val="00DF002F"/>
    <w:rsid w:val="00DF2F20"/>
    <w:rsid w:val="00DF345C"/>
    <w:rsid w:val="00E003BF"/>
    <w:rsid w:val="00E0237B"/>
    <w:rsid w:val="00E0244D"/>
    <w:rsid w:val="00E165C7"/>
    <w:rsid w:val="00E205E7"/>
    <w:rsid w:val="00E31CF2"/>
    <w:rsid w:val="00E33B84"/>
    <w:rsid w:val="00E34540"/>
    <w:rsid w:val="00E35D8F"/>
    <w:rsid w:val="00E37883"/>
    <w:rsid w:val="00E430E2"/>
    <w:rsid w:val="00E52A69"/>
    <w:rsid w:val="00E63E2C"/>
    <w:rsid w:val="00E63ECB"/>
    <w:rsid w:val="00E7117B"/>
    <w:rsid w:val="00E81E94"/>
    <w:rsid w:val="00E82607"/>
    <w:rsid w:val="00E82DAA"/>
    <w:rsid w:val="00E8742D"/>
    <w:rsid w:val="00EB0D87"/>
    <w:rsid w:val="00EB2FAB"/>
    <w:rsid w:val="00ED252A"/>
    <w:rsid w:val="00ED2FEA"/>
    <w:rsid w:val="00EF25D8"/>
    <w:rsid w:val="00EF2B47"/>
    <w:rsid w:val="00EF5431"/>
    <w:rsid w:val="00F00502"/>
    <w:rsid w:val="00F021F7"/>
    <w:rsid w:val="00F107A5"/>
    <w:rsid w:val="00F401A5"/>
    <w:rsid w:val="00F416A4"/>
    <w:rsid w:val="00F435F9"/>
    <w:rsid w:val="00F438E5"/>
    <w:rsid w:val="00F51331"/>
    <w:rsid w:val="00F5275C"/>
    <w:rsid w:val="00F543F3"/>
    <w:rsid w:val="00F56980"/>
    <w:rsid w:val="00F63E9F"/>
    <w:rsid w:val="00F81152"/>
    <w:rsid w:val="00F84182"/>
    <w:rsid w:val="00F867B1"/>
    <w:rsid w:val="00F874DB"/>
    <w:rsid w:val="00F90856"/>
    <w:rsid w:val="00F9107F"/>
    <w:rsid w:val="00F93133"/>
    <w:rsid w:val="00F953B4"/>
    <w:rsid w:val="00F967FE"/>
    <w:rsid w:val="00FA199B"/>
    <w:rsid w:val="00FA2934"/>
    <w:rsid w:val="00FA5A79"/>
    <w:rsid w:val="00FA5DE3"/>
    <w:rsid w:val="00FB0BFE"/>
    <w:rsid w:val="00FB411A"/>
    <w:rsid w:val="00FB4C51"/>
    <w:rsid w:val="00FB6673"/>
    <w:rsid w:val="00FC2AE1"/>
    <w:rsid w:val="00FD0619"/>
    <w:rsid w:val="00FD2002"/>
    <w:rsid w:val="00FD5C77"/>
    <w:rsid w:val="00FD64A2"/>
    <w:rsid w:val="00FE06B3"/>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D87"/>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0D87"/>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registfr.html"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FF706-C869-4598-93ED-B2B056805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15</TotalTime>
  <Pages>3</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3479</CharactersWithSpaces>
  <SharedDoc>false</SharedDoc>
  <HLinks>
    <vt:vector size="24" baseType="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31/08/2016</cp:lastModifiedBy>
  <cp:revision>5</cp:revision>
  <cp:lastPrinted>2016-11-29T15:07:00Z</cp:lastPrinted>
  <dcterms:created xsi:type="dcterms:W3CDTF">2016-11-29T14:57:00Z</dcterms:created>
  <dcterms:modified xsi:type="dcterms:W3CDTF">2016-11-29T15:12:00Z</dcterms:modified>
</cp:coreProperties>
</file>