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8472FC">
            <w:pPr>
              <w:jc w:val="right"/>
            </w:pPr>
            <w:r w:rsidRPr="003A5F98">
              <w:rPr>
                <w:sz w:val="40"/>
              </w:rPr>
              <w:t>ECE</w:t>
            </w:r>
            <w:r>
              <w:t>/TRANS/2016/</w:t>
            </w:r>
            <w:r w:rsidR="008472FC">
              <w:t>2</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w:t>
            </w:r>
            <w:r w:rsidR="001B1598">
              <w:t>4</w:t>
            </w:r>
            <w:r>
              <w:t xml:space="preserve">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session</w:t>
      </w:r>
    </w:p>
    <w:p w:rsidR="003A5F98" w:rsidRDefault="003A5F98" w:rsidP="003A5F98">
      <w:pPr>
        <w:rPr>
          <w:b/>
          <w:bCs/>
        </w:rPr>
      </w:pPr>
      <w:r w:rsidRPr="007D68EB">
        <w:t>Geneva</w:t>
      </w:r>
      <w:r>
        <w:t>, 23–26 February 2016</w:t>
      </w:r>
      <w:r>
        <w:br/>
        <w:t xml:space="preserve">Item </w:t>
      </w:r>
      <w:r w:rsidR="000B0A2A">
        <w:t>4</w:t>
      </w:r>
      <w:r>
        <w:t xml:space="preserve"> </w:t>
      </w:r>
      <w:r w:rsidR="000B0A2A">
        <w:t>(a)</w:t>
      </w:r>
      <w:r w:rsidRPr="00457246">
        <w:t xml:space="preserve"> of the provisional agenda</w:t>
      </w:r>
      <w:r w:rsidRPr="00457246">
        <w:br/>
      </w:r>
      <w:r w:rsidR="000B0A2A" w:rsidRPr="000B0A2A">
        <w:rPr>
          <w:b/>
          <w:bCs/>
        </w:rPr>
        <w:t>Strategic questions of a horizontal policy nature</w:t>
      </w:r>
      <w:proofErr w:type="gramStart"/>
      <w:r w:rsidR="000B0A2A">
        <w:rPr>
          <w:b/>
          <w:bCs/>
        </w:rPr>
        <w:t>:</w:t>
      </w:r>
      <w:proofErr w:type="gramEnd"/>
      <w:r w:rsidR="000B0A2A">
        <w:rPr>
          <w:b/>
          <w:bCs/>
        </w:rPr>
        <w:br/>
      </w:r>
      <w:r w:rsidR="005F5761" w:rsidRPr="005F5761">
        <w:rPr>
          <w:b/>
          <w:bCs/>
        </w:rPr>
        <w:t xml:space="preserve">Status of accession to United Nations </w:t>
      </w:r>
      <w:r w:rsidR="005F5761">
        <w:rPr>
          <w:b/>
          <w:bCs/>
        </w:rPr>
        <w:br/>
      </w:r>
      <w:r w:rsidR="005F5761" w:rsidRPr="005F5761">
        <w:rPr>
          <w:b/>
          <w:bCs/>
        </w:rPr>
        <w:t xml:space="preserve">transport agreements and conventions </w:t>
      </w:r>
      <w:r w:rsidR="005F5761">
        <w:rPr>
          <w:b/>
          <w:bCs/>
        </w:rPr>
        <w:br/>
      </w:r>
      <w:r w:rsidR="005F5761" w:rsidRPr="005F5761">
        <w:rPr>
          <w:b/>
          <w:bCs/>
        </w:rPr>
        <w:t>under the purview of the Inland Transport Committee</w:t>
      </w:r>
    </w:p>
    <w:p w:rsidR="003A5F98" w:rsidRDefault="003A5F98" w:rsidP="003A5F98">
      <w:pPr>
        <w:pStyle w:val="HChG"/>
      </w:pPr>
      <w:r>
        <w:tab/>
      </w:r>
      <w:r>
        <w:tab/>
      </w:r>
      <w:r w:rsidR="00303449" w:rsidRPr="00303449">
        <w:t>Status of accession to United Nations transport agreements and conventions administered by UNECE</w:t>
      </w:r>
    </w:p>
    <w:p w:rsidR="003A5F98" w:rsidRDefault="003A5F98" w:rsidP="003A5F98">
      <w:pPr>
        <w:pStyle w:val="H1G"/>
      </w:pPr>
      <w:r>
        <w:tab/>
      </w:r>
      <w:r>
        <w:tab/>
        <w:t>Note by the secretariat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8F619D" w:rsidRPr="008F5ED0" w:rsidTr="001E1B01">
        <w:trPr>
          <w:trHeight w:val="471"/>
          <w:jc w:val="center"/>
        </w:trPr>
        <w:tc>
          <w:tcPr>
            <w:tcW w:w="9637" w:type="dxa"/>
            <w:tcBorders>
              <w:bottom w:val="nil"/>
            </w:tcBorders>
            <w:shd w:val="clear" w:color="auto" w:fill="auto"/>
          </w:tcPr>
          <w:p w:rsidR="008F619D" w:rsidRPr="008F5ED0" w:rsidRDefault="008F619D" w:rsidP="001E1B01">
            <w:pPr>
              <w:tabs>
                <w:tab w:val="left" w:pos="255"/>
              </w:tabs>
              <w:suppressAutoHyphens w:val="0"/>
              <w:spacing w:before="120" w:after="120"/>
              <w:rPr>
                <w:sz w:val="24"/>
              </w:rPr>
            </w:pPr>
            <w:r w:rsidRPr="008F5ED0">
              <w:tab/>
            </w:r>
            <w:r w:rsidRPr="008F5ED0">
              <w:rPr>
                <w:i/>
                <w:sz w:val="24"/>
              </w:rPr>
              <w:t>Summary</w:t>
            </w:r>
          </w:p>
        </w:tc>
      </w:tr>
      <w:tr w:rsidR="008F619D" w:rsidRPr="008F5ED0" w:rsidTr="001E1B01">
        <w:trPr>
          <w:jc w:val="center"/>
        </w:trPr>
        <w:tc>
          <w:tcPr>
            <w:tcW w:w="9637" w:type="dxa"/>
            <w:tcBorders>
              <w:top w:val="nil"/>
              <w:bottom w:val="nil"/>
            </w:tcBorders>
            <w:shd w:val="clear" w:color="auto" w:fill="auto"/>
          </w:tcPr>
          <w:p w:rsidR="008F619D" w:rsidRPr="008F5ED0" w:rsidRDefault="008F619D" w:rsidP="001E1B01">
            <w:pPr>
              <w:spacing w:after="120"/>
              <w:ind w:left="1133" w:right="1134" w:firstLine="567"/>
              <w:jc w:val="both"/>
              <w:rPr>
                <w:rFonts w:eastAsia="SimSun"/>
                <w:lang w:eastAsia="zh-CN"/>
              </w:rPr>
            </w:pPr>
            <w:r w:rsidRPr="008F5ED0">
              <w:tab/>
            </w:r>
            <w:r w:rsidRPr="008F5ED0">
              <w:rPr>
                <w:rFonts w:eastAsia="SimSun"/>
                <w:lang w:eastAsia="zh-CN"/>
              </w:rPr>
              <w:t>This document presents the status of accession by UNECE and non-UNECE member States to UN transport agreements and conventions administered by UNECE.</w:t>
            </w:r>
          </w:p>
        </w:tc>
      </w:tr>
      <w:tr w:rsidR="008F619D" w:rsidRPr="008F5ED0" w:rsidTr="001E1B01">
        <w:trPr>
          <w:jc w:val="center"/>
        </w:trPr>
        <w:tc>
          <w:tcPr>
            <w:tcW w:w="9637" w:type="dxa"/>
            <w:tcBorders>
              <w:top w:val="nil"/>
              <w:bottom w:val="nil"/>
            </w:tcBorders>
            <w:shd w:val="clear" w:color="auto" w:fill="auto"/>
          </w:tcPr>
          <w:p w:rsidR="008F619D" w:rsidRPr="008F5ED0" w:rsidRDefault="008F619D" w:rsidP="000F0C36">
            <w:pPr>
              <w:spacing w:after="120"/>
              <w:ind w:left="1133" w:right="1134" w:firstLine="567"/>
              <w:jc w:val="both"/>
            </w:pPr>
            <w:r w:rsidRPr="008F5ED0">
              <w:t xml:space="preserve">On </w:t>
            </w:r>
            <w:r>
              <w:t>1</w:t>
            </w:r>
            <w:r w:rsidR="00936C2F">
              <w:t xml:space="preserve"> </w:t>
            </w:r>
            <w:r>
              <w:t>December 2015</w:t>
            </w:r>
            <w:r w:rsidRPr="008F5ED0">
              <w:t xml:space="preserve">, the total number of Contracting Parties to the 58 United Nations (UN) legal instruments in the field of transport administered by UNECE </w:t>
            </w:r>
            <w:r>
              <w:t xml:space="preserve">was </w:t>
            </w:r>
            <w:r w:rsidR="00936C2F">
              <w:t>1,709</w:t>
            </w:r>
            <w:r w:rsidRPr="008F5ED0">
              <w:t xml:space="preserve">, with </w:t>
            </w:r>
            <w:r w:rsidR="00936C2F">
              <w:t>ten</w:t>
            </w:r>
            <w:r w:rsidRPr="008F5ED0">
              <w:t xml:space="preserve"> new Contracting Parties to </w:t>
            </w:r>
            <w:r w:rsidR="00960047">
              <w:t>eight</w:t>
            </w:r>
            <w:r w:rsidRPr="008F5ED0">
              <w:t xml:space="preserve"> legal instruments. </w:t>
            </w:r>
            <w:r>
              <w:t>The increase was slightly higher than in 2014</w:t>
            </w:r>
            <w:r w:rsidRPr="008F5ED0">
              <w:t xml:space="preserve">. </w:t>
            </w:r>
          </w:p>
        </w:tc>
      </w:tr>
      <w:tr w:rsidR="008F619D" w:rsidRPr="008F5ED0" w:rsidTr="001E1B01">
        <w:trPr>
          <w:jc w:val="center"/>
        </w:trPr>
        <w:tc>
          <w:tcPr>
            <w:tcW w:w="9637" w:type="dxa"/>
            <w:tcBorders>
              <w:top w:val="nil"/>
              <w:bottom w:val="nil"/>
            </w:tcBorders>
            <w:shd w:val="clear" w:color="auto" w:fill="auto"/>
          </w:tcPr>
          <w:p w:rsidR="008F619D" w:rsidRPr="008F5ED0" w:rsidRDefault="008F619D" w:rsidP="001E1B01">
            <w:pPr>
              <w:spacing w:after="120"/>
              <w:ind w:left="1133" w:right="1134" w:firstLine="567"/>
              <w:jc w:val="both"/>
            </w:pPr>
            <w:r w:rsidRPr="00667940">
              <w:t>The Committee may wish to invite countries, which have not yet done so, to accede to the UN conventions and other legal instruments in inland transport administered by the Committee and its subsidiary bodies</w:t>
            </w:r>
            <w:r>
              <w:t>.</w:t>
            </w:r>
          </w:p>
        </w:tc>
      </w:tr>
      <w:tr w:rsidR="008F619D" w:rsidRPr="008F5ED0" w:rsidTr="001E1B01">
        <w:trPr>
          <w:jc w:val="center"/>
        </w:trPr>
        <w:tc>
          <w:tcPr>
            <w:tcW w:w="9637" w:type="dxa"/>
            <w:tcBorders>
              <w:top w:val="nil"/>
            </w:tcBorders>
            <w:shd w:val="clear" w:color="auto" w:fill="auto"/>
          </w:tcPr>
          <w:p w:rsidR="008F619D" w:rsidRPr="008F5ED0" w:rsidRDefault="008F619D" w:rsidP="001E1B01"/>
        </w:tc>
      </w:tr>
    </w:tbl>
    <w:p w:rsidR="00173B34" w:rsidRDefault="00145C81" w:rsidP="00646828">
      <w:pPr>
        <w:pStyle w:val="HChG"/>
        <w:ind w:left="0" w:firstLine="0"/>
      </w:pPr>
      <w:r>
        <w:tab/>
      </w:r>
      <w:r w:rsidR="00173B34">
        <w:br w:type="page"/>
      </w:r>
    </w:p>
    <w:p w:rsidR="00D54B70" w:rsidRPr="008F5ED0" w:rsidRDefault="00173B34" w:rsidP="00646828">
      <w:pPr>
        <w:pStyle w:val="HChG"/>
        <w:ind w:left="0" w:firstLine="0"/>
      </w:pPr>
      <w:r>
        <w:lastRenderedPageBreak/>
        <w:tab/>
      </w:r>
      <w:r w:rsidR="00D54B70" w:rsidRPr="008F5ED0">
        <w:t>I.</w:t>
      </w:r>
      <w:r w:rsidR="00D54B70" w:rsidRPr="008F5ED0">
        <w:tab/>
        <w:t>Overview</w:t>
      </w:r>
    </w:p>
    <w:p w:rsidR="00D54B70" w:rsidRPr="008F5ED0" w:rsidRDefault="00D54B70" w:rsidP="00D54B70">
      <w:pPr>
        <w:pStyle w:val="SingleTxtG"/>
      </w:pPr>
      <w:r w:rsidRPr="008F5ED0">
        <w:t>1.</w:t>
      </w:r>
      <w:r w:rsidRPr="008F5ED0">
        <w:tab/>
      </w:r>
      <w:r w:rsidR="000F0C36" w:rsidRPr="008F5ED0">
        <w:t xml:space="preserve">Figure 1 below shows the total number of Contracting Parties to </w:t>
      </w:r>
      <w:r w:rsidR="000F0C36">
        <w:t>United Nations</w:t>
      </w:r>
      <w:r w:rsidR="000F0C36" w:rsidRPr="008F5ED0">
        <w:t xml:space="preserve"> </w:t>
      </w:r>
      <w:r w:rsidR="000F0C36">
        <w:t xml:space="preserve">legal instruments on </w:t>
      </w:r>
      <w:r w:rsidR="000F0C36" w:rsidRPr="008F5ED0">
        <w:t xml:space="preserve">inland transport </w:t>
      </w:r>
      <w:r w:rsidR="000F0C36">
        <w:t xml:space="preserve">under the purview </w:t>
      </w:r>
      <w:r w:rsidR="000F0C36" w:rsidRPr="008F5ED0">
        <w:t xml:space="preserve">of the Inland Transport Committee (ITC). On </w:t>
      </w:r>
      <w:r w:rsidR="000F0C36">
        <w:t>1 December 2015</w:t>
      </w:r>
      <w:r w:rsidR="000F0C36" w:rsidRPr="008F5ED0">
        <w:t xml:space="preserve">, the total number of Contracting Parties to the 58 United Nations (UN) legal instruments in the field of transport administered by the United Nations Economic Commission for Europe (UNECE) </w:t>
      </w:r>
      <w:r w:rsidR="000F0C36">
        <w:t xml:space="preserve">was </w:t>
      </w:r>
      <w:r w:rsidR="00936C2F">
        <w:t>1,709</w:t>
      </w:r>
      <w:r w:rsidRPr="008F5ED0">
        <w:t xml:space="preserve">, with </w:t>
      </w:r>
      <w:r w:rsidR="00936C2F">
        <w:t>ten</w:t>
      </w:r>
      <w:r w:rsidRPr="008F5ED0">
        <w:t xml:space="preserve"> new Contracting Parties to </w:t>
      </w:r>
      <w:r w:rsidR="00960047">
        <w:t>eight</w:t>
      </w:r>
      <w:r w:rsidRPr="008F5ED0">
        <w:t xml:space="preserve"> legal instruments (see annex for details). </w:t>
      </w:r>
      <w:r w:rsidR="000F0C36">
        <w:t>O</w:t>
      </w:r>
      <w:r w:rsidR="000F0C36" w:rsidRPr="008F5ED0">
        <w:t xml:space="preserve">ut of these 58 legal instruments, nine have not entered into force. The summary tables on the status of signatures, ratifications and accessions as of </w:t>
      </w:r>
      <w:r w:rsidR="000F0C36">
        <w:t xml:space="preserve">1 December 2015 </w:t>
      </w:r>
      <w:r w:rsidR="000F0C36" w:rsidRPr="008F5ED0">
        <w:t xml:space="preserve">for all </w:t>
      </w:r>
      <w:r w:rsidR="000F0C36">
        <w:t xml:space="preserve">United Nations transport </w:t>
      </w:r>
      <w:r w:rsidR="000F0C36" w:rsidRPr="008F5ED0">
        <w:t>legal instruments are available at www.unece.org/trans/conventn/intro.html.</w:t>
      </w:r>
    </w:p>
    <w:p w:rsidR="00D54B70" w:rsidRPr="008F5ED0" w:rsidRDefault="00D54B70" w:rsidP="00D54B70">
      <w:pPr>
        <w:pStyle w:val="SingleTxtG"/>
        <w:spacing w:after="0"/>
      </w:pPr>
      <w:r w:rsidRPr="008F5ED0">
        <w:t>Figure 1</w:t>
      </w:r>
    </w:p>
    <w:p w:rsidR="00D54B70" w:rsidRPr="008F5ED0" w:rsidRDefault="00D54B70" w:rsidP="00D54B70">
      <w:pPr>
        <w:pStyle w:val="SingleTxtG"/>
        <w:rPr>
          <w:b/>
        </w:rPr>
      </w:pPr>
      <w:r w:rsidRPr="008F5ED0">
        <w:rPr>
          <w:b/>
        </w:rPr>
        <w:t>Total number of Contracting Parties to international instruments on inland transport concluded under the auspices of the ITC</w:t>
      </w:r>
    </w:p>
    <w:p w:rsidR="00D54B70" w:rsidRPr="00303449" w:rsidRDefault="00CF7660" w:rsidP="00B23D31">
      <w:pPr>
        <w:jc w:val="center"/>
      </w:pPr>
      <w:r>
        <w:rPr>
          <w:noProof/>
          <w:lang w:val="en-US"/>
        </w:rPr>
        <w:drawing>
          <wp:inline distT="0" distB="0" distL="0" distR="0" wp14:anchorId="358C1FCF" wp14:editId="5BAD1E71">
            <wp:extent cx="4810539" cy="2603553"/>
            <wp:effectExtent l="0" t="0" r="952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813690" cy="2605258"/>
                    </a:xfrm>
                    <a:prstGeom prst="rect">
                      <a:avLst/>
                    </a:prstGeom>
                  </pic:spPr>
                </pic:pic>
              </a:graphicData>
            </a:graphic>
          </wp:inline>
        </w:drawing>
      </w:r>
    </w:p>
    <w:p w:rsidR="00B23D31" w:rsidRPr="00B23D31" w:rsidRDefault="00B23D31" w:rsidP="00B23D31">
      <w:pPr>
        <w:spacing w:after="120"/>
        <w:ind w:left="1134" w:right="1134" w:firstLine="170"/>
        <w:jc w:val="both"/>
        <w:rPr>
          <w:sz w:val="18"/>
          <w:szCs w:val="18"/>
        </w:rPr>
      </w:pPr>
      <w:r w:rsidRPr="00B23D31">
        <w:rPr>
          <w:i/>
          <w:sz w:val="18"/>
          <w:szCs w:val="18"/>
        </w:rPr>
        <w:t>Source</w:t>
      </w:r>
      <w:r w:rsidRPr="00B23D31">
        <w:rPr>
          <w:sz w:val="18"/>
          <w:szCs w:val="18"/>
        </w:rPr>
        <w:t>: UNECE</w:t>
      </w:r>
    </w:p>
    <w:p w:rsidR="00B23D31" w:rsidRPr="00B23D31" w:rsidRDefault="00B23D31" w:rsidP="00B23D31">
      <w:pPr>
        <w:keepNext/>
        <w:keepLines/>
        <w:tabs>
          <w:tab w:val="right" w:pos="851"/>
        </w:tabs>
        <w:spacing w:before="360" w:after="240" w:line="300" w:lineRule="exact"/>
        <w:ind w:left="1134" w:right="1134" w:hanging="1134"/>
        <w:rPr>
          <w:b/>
          <w:sz w:val="28"/>
        </w:rPr>
      </w:pPr>
      <w:r w:rsidRPr="00B23D31">
        <w:rPr>
          <w:b/>
          <w:sz w:val="28"/>
        </w:rPr>
        <w:tab/>
        <w:t>II.</w:t>
      </w:r>
      <w:r w:rsidRPr="00B23D31">
        <w:rPr>
          <w:b/>
          <w:sz w:val="28"/>
        </w:rPr>
        <w:tab/>
        <w:t>Geographical distribution of Contracting Parties</w:t>
      </w:r>
    </w:p>
    <w:p w:rsidR="00B23D31" w:rsidRPr="00B23D31" w:rsidRDefault="00B23D31" w:rsidP="00B23D31">
      <w:pPr>
        <w:spacing w:after="120"/>
        <w:ind w:left="1134" w:right="1134"/>
        <w:jc w:val="both"/>
      </w:pPr>
      <w:r w:rsidRPr="00B23D31">
        <w:t>2.</w:t>
      </w:r>
      <w:r w:rsidRPr="00B23D31">
        <w:tab/>
        <w:t xml:space="preserve">The total number of Contracting Parties to the 58 transport conventions is </w:t>
      </w:r>
      <w:r w:rsidR="00936C2F">
        <w:t>1,709</w:t>
      </w:r>
      <w:r w:rsidRPr="00B23D31">
        <w:t xml:space="preserve"> (as of </w:t>
      </w:r>
      <w:r>
        <w:t>1 December</w:t>
      </w:r>
      <w:r w:rsidRPr="00B23D31">
        <w:t>), of which 1,</w:t>
      </w:r>
      <w:r w:rsidR="00577AC3">
        <w:t>70</w:t>
      </w:r>
      <w:r w:rsidR="00936C2F">
        <w:t>2</w:t>
      </w:r>
      <w:r w:rsidRPr="00B23D31">
        <w:t xml:space="preserve"> are States. Of these, 1,3</w:t>
      </w:r>
      <w:r w:rsidR="00F67A37">
        <w:t>2</w:t>
      </w:r>
      <w:r w:rsidR="00936C2F">
        <w:t>6</w:t>
      </w:r>
      <w:r w:rsidRPr="00B23D31">
        <w:t xml:space="preserve"> are UNECE Contracting Parties and 3</w:t>
      </w:r>
      <w:r w:rsidR="00F67A37">
        <w:t>76</w:t>
      </w:r>
      <w:r w:rsidRPr="00B23D31">
        <w:t xml:space="preserve"> are non-UNECE Contracting Parties. </w:t>
      </w:r>
    </w:p>
    <w:p w:rsidR="00B23D31" w:rsidRPr="00B23D31" w:rsidRDefault="00B23D31" w:rsidP="00B23D31">
      <w:pPr>
        <w:spacing w:after="120"/>
        <w:ind w:left="1134" w:right="1134"/>
        <w:jc w:val="both"/>
      </w:pPr>
      <w:r w:rsidRPr="00B23D31">
        <w:t>3.</w:t>
      </w:r>
      <w:r w:rsidRPr="00B23D31">
        <w:tab/>
        <w:t>Of the 193 United Nations M</w:t>
      </w:r>
      <w:r w:rsidR="00484CD0">
        <w:t xml:space="preserve">ember States, </w:t>
      </w:r>
      <w:r w:rsidR="00831702">
        <w:t>14</w:t>
      </w:r>
      <w:r w:rsidR="000F0C36">
        <w:t>7</w:t>
      </w:r>
      <w:r w:rsidR="00831702" w:rsidRPr="00B23D31">
        <w:t xml:space="preserve"> </w:t>
      </w:r>
      <w:r w:rsidRPr="00B23D31">
        <w:t xml:space="preserve">States (75 per cent) are Contracting Parties to at least one legal instrument on inland transport (see figure 2). </w:t>
      </w:r>
    </w:p>
    <w:p w:rsidR="00B23D31" w:rsidRPr="00B23D31" w:rsidRDefault="00B23D31" w:rsidP="00B23D31">
      <w:pPr>
        <w:spacing w:after="120"/>
        <w:ind w:left="1134" w:right="1134"/>
        <w:jc w:val="both"/>
      </w:pPr>
      <w:r w:rsidRPr="00B23D31">
        <w:t>4.</w:t>
      </w:r>
      <w:r w:rsidRPr="00B23D31">
        <w:tab/>
        <w:t xml:space="preserve">Of the </w:t>
      </w:r>
      <w:r w:rsidR="00F20BC7">
        <w:t>1</w:t>
      </w:r>
      <w:r w:rsidR="00A453E7">
        <w:t>4</w:t>
      </w:r>
      <w:r w:rsidR="000F0C36">
        <w:t>7</w:t>
      </w:r>
      <w:r w:rsidR="00F20BC7" w:rsidRPr="00B23D31">
        <w:t xml:space="preserve"> </w:t>
      </w:r>
      <w:r w:rsidRPr="00B23D31">
        <w:t>United Nations Member States that are Contracting Parties, 9</w:t>
      </w:r>
      <w:r w:rsidR="00B07D78">
        <w:t>1</w:t>
      </w:r>
      <w:r w:rsidRPr="00B23D31">
        <w:t xml:space="preserve"> (60 per cent) are non-UNECE member States.</w:t>
      </w:r>
    </w:p>
    <w:p w:rsidR="00B23D31" w:rsidRPr="00B23D31" w:rsidRDefault="00B23D31" w:rsidP="00B23D31">
      <w:pPr>
        <w:spacing w:after="120"/>
        <w:ind w:left="1134" w:right="1134"/>
        <w:jc w:val="both"/>
      </w:pPr>
      <w:r w:rsidRPr="00B23D31">
        <w:t>5.</w:t>
      </w:r>
      <w:r w:rsidRPr="00B23D31">
        <w:tab/>
        <w:t xml:space="preserve">Out of the 58 legal instruments under the purview of UNECE, 49 are in force. Non-UNECE member States are Contracting Parties to 29 transport conventions. This means that about 60 per cent of United Nations transport conventions serviced by UNECE and in force have a geographical coverage beyond the territory of the UNECE. On average, each UNECE </w:t>
      </w:r>
      <w:proofErr w:type="gramStart"/>
      <w:r w:rsidRPr="00B23D31">
        <w:t>member</w:t>
      </w:r>
      <w:proofErr w:type="gramEnd"/>
      <w:r w:rsidRPr="00B23D31">
        <w:t xml:space="preserve"> State is party to 23 legal instruments, while</w:t>
      </w:r>
      <w:r w:rsidR="000F0C36">
        <w:t>, on average,</w:t>
      </w:r>
      <w:r w:rsidRPr="00B23D31">
        <w:t xml:space="preserve"> each non-UNECE Contracting Party is party to 13 legal instruments.</w:t>
      </w:r>
    </w:p>
    <w:p w:rsidR="00B23D31" w:rsidRPr="00B23D31" w:rsidRDefault="00B23D31" w:rsidP="00B23D31">
      <w:pPr>
        <w:keepNext/>
        <w:ind w:left="1134" w:right="1134"/>
        <w:jc w:val="both"/>
      </w:pPr>
      <w:r w:rsidRPr="00B23D31">
        <w:lastRenderedPageBreak/>
        <w:t>Figure 2</w:t>
      </w:r>
    </w:p>
    <w:p w:rsidR="00B23D31" w:rsidRPr="00B23D31" w:rsidRDefault="00B23D31" w:rsidP="00A80899">
      <w:pPr>
        <w:keepNext/>
        <w:spacing w:after="120"/>
        <w:ind w:left="1134" w:right="1134"/>
        <w:rPr>
          <w:b/>
        </w:rPr>
      </w:pPr>
      <w:r w:rsidRPr="00B23D31">
        <w:rPr>
          <w:b/>
        </w:rPr>
        <w:t xml:space="preserve">UNECE and non-UNECE member States </w:t>
      </w:r>
      <w:r w:rsidRPr="00B23D31">
        <w:rPr>
          <w:b/>
        </w:rPr>
        <w:br/>
        <w:t>Contracting Parties to at least one United Nations transport convention</w:t>
      </w:r>
    </w:p>
    <w:p w:rsidR="00B23D31" w:rsidRPr="00B23D31" w:rsidRDefault="00B23D31" w:rsidP="00B23D31">
      <w:pPr>
        <w:spacing w:after="120"/>
        <w:ind w:left="1134" w:right="1134"/>
        <w:jc w:val="both"/>
      </w:pPr>
      <w:r>
        <w:rPr>
          <w:noProof/>
          <w:lang w:val="en-US"/>
        </w:rPr>
        <w:drawing>
          <wp:inline distT="0" distB="0" distL="0" distR="0" wp14:anchorId="1B75C885" wp14:editId="109A4646">
            <wp:extent cx="4667250" cy="3076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0" cy="3076575"/>
                    </a:xfrm>
                    <a:prstGeom prst="rect">
                      <a:avLst/>
                    </a:prstGeom>
                    <a:noFill/>
                    <a:ln>
                      <a:noFill/>
                    </a:ln>
                  </pic:spPr>
                </pic:pic>
              </a:graphicData>
            </a:graphic>
          </wp:inline>
        </w:drawing>
      </w:r>
    </w:p>
    <w:p w:rsidR="00B23D31" w:rsidRPr="00B23D31" w:rsidRDefault="00B23D31" w:rsidP="00B23D31">
      <w:pPr>
        <w:ind w:left="1134" w:right="1134" w:firstLine="170"/>
        <w:jc w:val="both"/>
        <w:rPr>
          <w:i/>
          <w:sz w:val="18"/>
          <w:szCs w:val="18"/>
        </w:rPr>
      </w:pPr>
      <w:r w:rsidRPr="00B23D31">
        <w:rPr>
          <w:i/>
          <w:sz w:val="18"/>
          <w:szCs w:val="18"/>
        </w:rPr>
        <w:t xml:space="preserve">Legend: </w:t>
      </w:r>
      <w:r w:rsidR="00F67A37">
        <w:rPr>
          <w:sz w:val="18"/>
          <w:szCs w:val="18"/>
        </w:rPr>
        <w:t xml:space="preserve">Dark grey: Contracting Parties </w:t>
      </w:r>
      <w:r w:rsidRPr="00B23D31">
        <w:rPr>
          <w:sz w:val="18"/>
          <w:szCs w:val="18"/>
        </w:rPr>
        <w:t>- Light grey: non-Contracting Parties</w:t>
      </w:r>
    </w:p>
    <w:p w:rsidR="00B23D31" w:rsidRPr="00B23D31" w:rsidRDefault="00B23D31" w:rsidP="00A80899">
      <w:pPr>
        <w:spacing w:after="80"/>
        <w:ind w:left="1134" w:right="1134" w:firstLine="170"/>
        <w:jc w:val="both"/>
        <w:rPr>
          <w:i/>
          <w:sz w:val="18"/>
          <w:szCs w:val="18"/>
        </w:rPr>
      </w:pPr>
      <w:r w:rsidRPr="00B23D31">
        <w:rPr>
          <w:i/>
          <w:sz w:val="18"/>
          <w:szCs w:val="18"/>
        </w:rPr>
        <w:t xml:space="preserve">Source: </w:t>
      </w:r>
      <w:r w:rsidRPr="00B23D31">
        <w:rPr>
          <w:sz w:val="18"/>
          <w:szCs w:val="18"/>
        </w:rPr>
        <w:t>UNECE</w:t>
      </w:r>
    </w:p>
    <w:p w:rsidR="00B23D31" w:rsidRPr="00A80899" w:rsidRDefault="00B23D31" w:rsidP="00A80899">
      <w:pPr>
        <w:spacing w:after="80"/>
        <w:ind w:left="1134" w:right="1134"/>
        <w:jc w:val="both"/>
        <w:rPr>
          <w:spacing w:val="-2"/>
        </w:rPr>
      </w:pPr>
      <w:r w:rsidRPr="00A80899">
        <w:rPr>
          <w:spacing w:val="-2"/>
        </w:rPr>
        <w:t>6.</w:t>
      </w:r>
      <w:r w:rsidRPr="00A80899">
        <w:rPr>
          <w:spacing w:val="-2"/>
        </w:rPr>
        <w:tab/>
        <w:t>The European Union is a Contracting Party to seven legal instruments. In the future it may be likely that other regional integration initiatives may seek to become Contracting Parties as well.</w:t>
      </w:r>
    </w:p>
    <w:p w:rsidR="00B23D31" w:rsidRPr="00A80899" w:rsidRDefault="00B23D31" w:rsidP="00A80899">
      <w:pPr>
        <w:spacing w:after="80"/>
        <w:ind w:left="1134" w:right="1134"/>
        <w:jc w:val="both"/>
        <w:rPr>
          <w:spacing w:val="-2"/>
        </w:rPr>
      </w:pPr>
      <w:r w:rsidRPr="00A80899">
        <w:rPr>
          <w:spacing w:val="-2"/>
        </w:rPr>
        <w:t>7.</w:t>
      </w:r>
      <w:r w:rsidRPr="00A80899">
        <w:rPr>
          <w:spacing w:val="-2"/>
        </w:rPr>
        <w:tab/>
        <w:t>For the majority of transport conventions, the number of UNECE Contracting Parties is higher than that of non-UNECE Contracting Parties. The relationship is reversed</w:t>
      </w:r>
      <w:r w:rsidRPr="00A80899" w:rsidDel="007A0EB7">
        <w:rPr>
          <w:spacing w:val="-2"/>
        </w:rPr>
        <w:t xml:space="preserve"> </w:t>
      </w:r>
      <w:r w:rsidRPr="00A80899">
        <w:rPr>
          <w:spacing w:val="-2"/>
        </w:rPr>
        <w:t xml:space="preserve">for some transport conventions. For example, 60 out of the 96 Contracting Parties of the Convention on Road Traffic of 1949 are not UNECE member States. Similarly, for some border crossing facilitation conventions, more Contracting Parties are from outside of the UNECE region: 44 out of 79 Contracting Parties for the Convention concerning Customs </w:t>
      </w:r>
      <w:r w:rsidRPr="00A80899">
        <w:rPr>
          <w:iCs/>
          <w:spacing w:val="-2"/>
        </w:rPr>
        <w:t>Facilities</w:t>
      </w:r>
      <w:r w:rsidRPr="00A80899">
        <w:rPr>
          <w:spacing w:val="-2"/>
        </w:rPr>
        <w:t xml:space="preserve"> for </w:t>
      </w:r>
      <w:r w:rsidRPr="00A80899">
        <w:rPr>
          <w:iCs/>
          <w:spacing w:val="-2"/>
        </w:rPr>
        <w:t>Touring</w:t>
      </w:r>
      <w:r w:rsidRPr="00A80899">
        <w:rPr>
          <w:spacing w:val="-2"/>
        </w:rPr>
        <w:t xml:space="preserve"> of 1954 and 42 out of 74 Contracting Parties for its Protocol; and 44 out of 80 Contracting Parties for the Convention on the Temporary Importation of Private Road Vehicles of 1954.</w:t>
      </w:r>
    </w:p>
    <w:p w:rsidR="00A955FC" w:rsidRPr="00A80899" w:rsidRDefault="00CA7326" w:rsidP="00A80899">
      <w:pPr>
        <w:spacing w:after="80"/>
        <w:ind w:left="1134" w:right="1134"/>
        <w:jc w:val="both"/>
        <w:rPr>
          <w:spacing w:val="-2"/>
        </w:rPr>
      </w:pPr>
      <w:r w:rsidRPr="00A80899">
        <w:rPr>
          <w:spacing w:val="-2"/>
        </w:rPr>
        <w:t>8.</w:t>
      </w:r>
      <w:r w:rsidRPr="00A80899">
        <w:rPr>
          <w:spacing w:val="-2"/>
        </w:rPr>
        <w:tab/>
      </w:r>
      <w:r w:rsidR="006C6028" w:rsidRPr="00A80899">
        <w:rPr>
          <w:spacing w:val="-2"/>
        </w:rPr>
        <w:t xml:space="preserve">There are still </w:t>
      </w:r>
      <w:r w:rsidR="00E2590D" w:rsidRPr="00A80899">
        <w:rPr>
          <w:spacing w:val="-2"/>
        </w:rPr>
        <w:t xml:space="preserve">48 United Nations </w:t>
      </w:r>
      <w:r w:rsidR="005700A3" w:rsidRPr="00A80899">
        <w:rPr>
          <w:spacing w:val="-2"/>
        </w:rPr>
        <w:t>M</w:t>
      </w:r>
      <w:r w:rsidR="00E2590D" w:rsidRPr="00A80899">
        <w:rPr>
          <w:spacing w:val="-2"/>
        </w:rPr>
        <w:t xml:space="preserve">ember States </w:t>
      </w:r>
      <w:r w:rsidR="006C6028" w:rsidRPr="00A80899">
        <w:rPr>
          <w:spacing w:val="-2"/>
        </w:rPr>
        <w:t>which</w:t>
      </w:r>
      <w:r w:rsidR="00A955FC" w:rsidRPr="00A80899">
        <w:rPr>
          <w:spacing w:val="-2"/>
        </w:rPr>
        <w:t xml:space="preserve"> are not </w:t>
      </w:r>
      <w:r w:rsidR="006C6028" w:rsidRPr="00A80899">
        <w:rPr>
          <w:spacing w:val="-2"/>
        </w:rPr>
        <w:t>C</w:t>
      </w:r>
      <w:r w:rsidR="00A955FC" w:rsidRPr="00A80899">
        <w:rPr>
          <w:spacing w:val="-2"/>
        </w:rPr>
        <w:t xml:space="preserve">ontracting </w:t>
      </w:r>
      <w:r w:rsidR="006C6028" w:rsidRPr="00A80899">
        <w:rPr>
          <w:spacing w:val="-2"/>
        </w:rPr>
        <w:t>P</w:t>
      </w:r>
      <w:r w:rsidR="00A955FC" w:rsidRPr="00A80899">
        <w:rPr>
          <w:spacing w:val="-2"/>
        </w:rPr>
        <w:t xml:space="preserve">arties to </w:t>
      </w:r>
      <w:r w:rsidR="002E025D" w:rsidRPr="00A80899">
        <w:rPr>
          <w:spacing w:val="-2"/>
        </w:rPr>
        <w:t xml:space="preserve">any </w:t>
      </w:r>
      <w:r w:rsidR="00D9296F" w:rsidRPr="00A80899">
        <w:rPr>
          <w:spacing w:val="-2"/>
        </w:rPr>
        <w:t>UN legal</w:t>
      </w:r>
      <w:r w:rsidR="006C6028" w:rsidRPr="00A80899">
        <w:rPr>
          <w:spacing w:val="-2"/>
        </w:rPr>
        <w:t xml:space="preserve"> instruments on inland transport</w:t>
      </w:r>
      <w:r w:rsidR="003A6145" w:rsidRPr="00A80899">
        <w:rPr>
          <w:spacing w:val="-2"/>
        </w:rPr>
        <w:t xml:space="preserve"> under the auspices of the ITC</w:t>
      </w:r>
      <w:r w:rsidR="006C6028" w:rsidRPr="00A80899">
        <w:rPr>
          <w:spacing w:val="-2"/>
        </w:rPr>
        <w:t xml:space="preserve">. </w:t>
      </w:r>
      <w:r w:rsidR="00E2590D" w:rsidRPr="00A80899">
        <w:rPr>
          <w:spacing w:val="-2"/>
        </w:rPr>
        <w:t>These countries are: Angola, Belize, Bhutan, Bolivia (</w:t>
      </w:r>
      <w:proofErr w:type="spellStart"/>
      <w:r w:rsidR="00E2590D" w:rsidRPr="00A80899">
        <w:rPr>
          <w:spacing w:val="-2"/>
        </w:rPr>
        <w:t>Plurinational</w:t>
      </w:r>
      <w:proofErr w:type="spellEnd"/>
      <w:r w:rsidR="00E2590D" w:rsidRPr="00A80899">
        <w:rPr>
          <w:spacing w:val="-2"/>
        </w:rPr>
        <w:t xml:space="preserve"> State of), Brunei Darussalam, Cabo Verde, Chad, Colombia, Comoros, Democratic People's Republic of Korea, Djibouti, Dominica, Equatorial Guinea, Eritrea, Ethiopia, Gabon, Gambia, Grenada, Guinea, Guinea-Bissau, Honduras, Kiribati, Libya, Maldives, Marshall Islands, Mauritania, Micronesia (Federated States of), Mozambique, Myanmar, Nauru, Nicaragua, Oman, Palau, Panama, Saint Kitts and Nevis, Saint Lucia, Saint Vincent and the Grenadines, Samoa, Sao Tome and Principe, Somalia, South Sudan, Suriname, Swaziland, Timor-Leste, Tuvalu, Vanuatu, Yemen, Zambia</w:t>
      </w:r>
      <w:r w:rsidR="002E025D" w:rsidRPr="00A80899">
        <w:rPr>
          <w:spacing w:val="-2"/>
        </w:rPr>
        <w:t>.</w:t>
      </w:r>
    </w:p>
    <w:p w:rsidR="00A80899" w:rsidRDefault="00A955FC" w:rsidP="00A80899">
      <w:pPr>
        <w:spacing w:after="80"/>
        <w:ind w:left="1134" w:right="1134"/>
        <w:jc w:val="both"/>
        <w:rPr>
          <w:spacing w:val="-2"/>
        </w:rPr>
      </w:pPr>
      <w:r w:rsidRPr="00A80899">
        <w:rPr>
          <w:spacing w:val="-2"/>
        </w:rPr>
        <w:t>9</w:t>
      </w:r>
      <w:r w:rsidR="00B23D31" w:rsidRPr="00A80899">
        <w:rPr>
          <w:spacing w:val="-2"/>
        </w:rPr>
        <w:t>.</w:t>
      </w:r>
      <w:r w:rsidR="00B23D31" w:rsidRPr="00A80899">
        <w:rPr>
          <w:spacing w:val="-2"/>
        </w:rPr>
        <w:tab/>
      </w:r>
      <w:r w:rsidR="000F0C36" w:rsidRPr="00A80899">
        <w:rPr>
          <w:spacing w:val="-2"/>
        </w:rPr>
        <w:t>The Committee may wish to consider this information and provide guidance to the Working Parties and the secretariat on ways to increase the number of new accessions to the legal instruments under its purview, in order to strengthen the international legal and regulatory framework for inland transport and thus promote more effectively sustainable mobility and transport.</w:t>
      </w:r>
    </w:p>
    <w:p w:rsidR="00B23D31" w:rsidRPr="00B23D31" w:rsidRDefault="00B23D31" w:rsidP="00A80899">
      <w:pPr>
        <w:spacing w:after="80"/>
        <w:ind w:left="1134" w:right="1134"/>
        <w:jc w:val="both"/>
        <w:rPr>
          <w:b/>
          <w:sz w:val="28"/>
        </w:rPr>
      </w:pPr>
      <w:r w:rsidRPr="00A80899">
        <w:rPr>
          <w:b/>
          <w:spacing w:val="-2"/>
          <w:sz w:val="28"/>
        </w:rPr>
        <w:br w:type="page"/>
      </w:r>
      <w:r w:rsidRPr="00B23D31">
        <w:rPr>
          <w:b/>
          <w:sz w:val="28"/>
        </w:rPr>
        <w:lastRenderedPageBreak/>
        <w:t>Annex</w:t>
      </w:r>
    </w:p>
    <w:p w:rsidR="00B23D31" w:rsidRPr="00B23D31" w:rsidRDefault="00B23D31" w:rsidP="00B23D31">
      <w:pPr>
        <w:keepNext/>
        <w:keepLines/>
        <w:tabs>
          <w:tab w:val="right" w:pos="851"/>
        </w:tabs>
        <w:spacing w:before="360" w:after="240" w:line="300" w:lineRule="exact"/>
        <w:ind w:left="1134" w:right="1134" w:hanging="1134"/>
        <w:rPr>
          <w:b/>
          <w:sz w:val="28"/>
        </w:rPr>
      </w:pPr>
      <w:r w:rsidRPr="00B23D31">
        <w:rPr>
          <w:b/>
          <w:sz w:val="28"/>
        </w:rPr>
        <w:tab/>
      </w:r>
      <w:r w:rsidRPr="00B23D31">
        <w:rPr>
          <w:b/>
          <w:sz w:val="28"/>
        </w:rPr>
        <w:tab/>
        <w:t xml:space="preserve">Accessions registered from 1 January </w:t>
      </w:r>
      <w:r w:rsidR="00B815AE">
        <w:rPr>
          <w:b/>
          <w:sz w:val="28"/>
        </w:rPr>
        <w:t>–</w:t>
      </w:r>
      <w:r w:rsidRPr="00B23D31">
        <w:rPr>
          <w:b/>
          <w:sz w:val="28"/>
        </w:rPr>
        <w:t xml:space="preserve"> </w:t>
      </w:r>
      <w:r w:rsidR="00B815AE">
        <w:rPr>
          <w:b/>
          <w:sz w:val="28"/>
        </w:rPr>
        <w:t>1</w:t>
      </w:r>
      <w:r w:rsidR="00B815AE" w:rsidRPr="00B815AE">
        <w:rPr>
          <w:b/>
          <w:sz w:val="28"/>
          <w:vertAlign w:val="superscript"/>
        </w:rPr>
        <w:t>st</w:t>
      </w:r>
      <w:r w:rsidR="00B815AE">
        <w:rPr>
          <w:b/>
          <w:sz w:val="28"/>
        </w:rPr>
        <w:t xml:space="preserve"> December 2015</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515"/>
        <w:gridCol w:w="1462"/>
        <w:gridCol w:w="4393"/>
      </w:tblGrid>
      <w:tr w:rsidR="00B23D31" w:rsidRPr="00B23D31" w:rsidTr="00936C2F">
        <w:trPr>
          <w:tblHeader/>
        </w:trPr>
        <w:tc>
          <w:tcPr>
            <w:tcW w:w="1515" w:type="dxa"/>
            <w:tcBorders>
              <w:top w:val="single" w:sz="4" w:space="0" w:color="auto"/>
              <w:bottom w:val="single" w:sz="12" w:space="0" w:color="auto"/>
            </w:tcBorders>
            <w:shd w:val="clear" w:color="auto" w:fill="auto"/>
            <w:vAlign w:val="bottom"/>
          </w:tcPr>
          <w:p w:rsidR="00B23D31" w:rsidRPr="00B23D31" w:rsidRDefault="00B23D31" w:rsidP="00B23D31">
            <w:pPr>
              <w:suppressAutoHyphens w:val="0"/>
              <w:spacing w:before="80" w:after="80" w:line="200" w:lineRule="exact"/>
              <w:ind w:right="113"/>
              <w:rPr>
                <w:i/>
                <w:sz w:val="16"/>
              </w:rPr>
            </w:pPr>
            <w:r w:rsidRPr="00B23D31">
              <w:rPr>
                <w:i/>
                <w:sz w:val="16"/>
              </w:rPr>
              <w:t>Date</w:t>
            </w:r>
          </w:p>
        </w:tc>
        <w:tc>
          <w:tcPr>
            <w:tcW w:w="1462" w:type="dxa"/>
            <w:tcBorders>
              <w:top w:val="single" w:sz="4" w:space="0" w:color="auto"/>
              <w:bottom w:val="single" w:sz="12" w:space="0" w:color="auto"/>
            </w:tcBorders>
            <w:shd w:val="clear" w:color="auto" w:fill="auto"/>
            <w:vAlign w:val="bottom"/>
          </w:tcPr>
          <w:p w:rsidR="00B23D31" w:rsidRPr="00B23D31" w:rsidRDefault="00B23D31" w:rsidP="00B23D31">
            <w:pPr>
              <w:suppressAutoHyphens w:val="0"/>
              <w:spacing w:before="80" w:after="80" w:line="200" w:lineRule="exact"/>
              <w:ind w:right="113"/>
              <w:rPr>
                <w:i/>
                <w:sz w:val="16"/>
              </w:rPr>
            </w:pPr>
            <w:r w:rsidRPr="00B23D31">
              <w:rPr>
                <w:i/>
                <w:sz w:val="16"/>
              </w:rPr>
              <w:t>Contracting Party</w:t>
            </w:r>
          </w:p>
        </w:tc>
        <w:tc>
          <w:tcPr>
            <w:tcW w:w="4393" w:type="dxa"/>
            <w:tcBorders>
              <w:top w:val="single" w:sz="4" w:space="0" w:color="auto"/>
              <w:bottom w:val="single" w:sz="12" w:space="0" w:color="auto"/>
            </w:tcBorders>
            <w:shd w:val="clear" w:color="auto" w:fill="auto"/>
            <w:vAlign w:val="bottom"/>
          </w:tcPr>
          <w:p w:rsidR="00B23D31" w:rsidRPr="00B23D31" w:rsidRDefault="00B23D31" w:rsidP="00B23D31">
            <w:pPr>
              <w:suppressAutoHyphens w:val="0"/>
              <w:spacing w:before="80" w:after="80" w:line="200" w:lineRule="exact"/>
              <w:ind w:right="113"/>
              <w:rPr>
                <w:i/>
                <w:sz w:val="16"/>
              </w:rPr>
            </w:pPr>
            <w:r w:rsidRPr="00B23D31">
              <w:rPr>
                <w:i/>
                <w:sz w:val="16"/>
              </w:rPr>
              <w:t>Convention</w:t>
            </w:r>
          </w:p>
        </w:tc>
      </w:tr>
      <w:tr w:rsidR="00936C2F" w:rsidRPr="00B23D31" w:rsidTr="00936C2F">
        <w:tc>
          <w:tcPr>
            <w:tcW w:w="1515" w:type="dxa"/>
            <w:tcBorders>
              <w:top w:val="single" w:sz="12" w:space="0" w:color="auto"/>
              <w:bottom w:val="nil"/>
            </w:tcBorders>
            <w:shd w:val="clear" w:color="auto" w:fill="auto"/>
          </w:tcPr>
          <w:p w:rsidR="00936C2F" w:rsidRPr="008B76DD" w:rsidRDefault="00936C2F" w:rsidP="004909A6">
            <w:r w:rsidRPr="00F67A37">
              <w:t>27/11/2015</w:t>
            </w:r>
          </w:p>
        </w:tc>
        <w:tc>
          <w:tcPr>
            <w:tcW w:w="1462" w:type="dxa"/>
            <w:tcBorders>
              <w:top w:val="single" w:sz="12" w:space="0" w:color="auto"/>
              <w:bottom w:val="nil"/>
            </w:tcBorders>
            <w:shd w:val="clear" w:color="auto" w:fill="auto"/>
          </w:tcPr>
          <w:p w:rsidR="00936C2F" w:rsidRPr="008B76DD" w:rsidRDefault="00936C2F" w:rsidP="004909A6">
            <w:r w:rsidRPr="00F67A37">
              <w:t>San Marino</w:t>
            </w:r>
          </w:p>
        </w:tc>
        <w:tc>
          <w:tcPr>
            <w:tcW w:w="4393" w:type="dxa"/>
            <w:tcBorders>
              <w:top w:val="single" w:sz="12" w:space="0" w:color="auto"/>
              <w:bottom w:val="nil"/>
            </w:tcBorders>
            <w:shd w:val="clear" w:color="auto" w:fill="auto"/>
          </w:tcPr>
          <w:p w:rsidR="00936C2F" w:rsidRPr="00F67A37" w:rsidRDefault="00936C2F" w:rsidP="00F67A37">
            <w:r w:rsidRPr="00936C2F">
              <w:t>Agreement concerning the Adoption of Uniform Technical Prescriptions for Wheeled Vehicles, Equipment and Parts which can be fitted and/or be used on Wheeled Vehicles and the Conditions for Reciprocal Recognition of Approvals Granted on the Basis of these Prescriptions, 1958</w:t>
            </w:r>
          </w:p>
        </w:tc>
      </w:tr>
      <w:tr w:rsidR="00936C2F" w:rsidRPr="00B23D31" w:rsidTr="00936C2F">
        <w:tc>
          <w:tcPr>
            <w:tcW w:w="1515" w:type="dxa"/>
            <w:tcBorders>
              <w:top w:val="nil"/>
              <w:bottom w:val="nil"/>
            </w:tcBorders>
            <w:shd w:val="clear" w:color="auto" w:fill="auto"/>
          </w:tcPr>
          <w:p w:rsidR="00936C2F" w:rsidRPr="008B76DD" w:rsidRDefault="00936C2F" w:rsidP="008E4F76">
            <w:r w:rsidRPr="00F67A37">
              <w:t>27/11/2015</w:t>
            </w:r>
          </w:p>
        </w:tc>
        <w:tc>
          <w:tcPr>
            <w:tcW w:w="1462" w:type="dxa"/>
            <w:tcBorders>
              <w:top w:val="nil"/>
              <w:bottom w:val="nil"/>
            </w:tcBorders>
            <w:shd w:val="clear" w:color="auto" w:fill="auto"/>
          </w:tcPr>
          <w:p w:rsidR="00936C2F" w:rsidRPr="008B76DD" w:rsidRDefault="00936C2F" w:rsidP="008E4F76">
            <w:r w:rsidRPr="00F67A37">
              <w:t>San Marino</w:t>
            </w:r>
          </w:p>
        </w:tc>
        <w:tc>
          <w:tcPr>
            <w:tcW w:w="4393" w:type="dxa"/>
            <w:tcBorders>
              <w:top w:val="nil"/>
              <w:bottom w:val="nil"/>
            </w:tcBorders>
            <w:shd w:val="clear" w:color="auto" w:fill="auto"/>
          </w:tcPr>
          <w:p w:rsidR="00936C2F" w:rsidRPr="008B76DD" w:rsidRDefault="00936C2F" w:rsidP="00F67A37">
            <w:r w:rsidRPr="00F67A37">
              <w:t>Agreement concerning the Adoption of Uniform Conditions for Periodical Technical Inspections of Wheeled Vehicles and the Reciprocal Recognition of Such I</w:t>
            </w:r>
            <w:r>
              <w:t>nspections, of 13 November 1997</w:t>
            </w:r>
          </w:p>
        </w:tc>
      </w:tr>
      <w:tr w:rsidR="00936C2F" w:rsidRPr="00B23D31" w:rsidTr="00F67A37">
        <w:tc>
          <w:tcPr>
            <w:tcW w:w="1515" w:type="dxa"/>
            <w:tcBorders>
              <w:top w:val="nil"/>
              <w:bottom w:val="nil"/>
            </w:tcBorders>
            <w:shd w:val="clear" w:color="auto" w:fill="auto"/>
          </w:tcPr>
          <w:p w:rsidR="00936C2F" w:rsidRPr="008B76DD" w:rsidRDefault="00936C2F" w:rsidP="008E4F76">
            <w:r w:rsidRPr="00F67A37">
              <w:t>27/11/2015</w:t>
            </w:r>
          </w:p>
        </w:tc>
        <w:tc>
          <w:tcPr>
            <w:tcW w:w="1462" w:type="dxa"/>
            <w:tcBorders>
              <w:top w:val="nil"/>
              <w:bottom w:val="nil"/>
            </w:tcBorders>
            <w:shd w:val="clear" w:color="auto" w:fill="auto"/>
          </w:tcPr>
          <w:p w:rsidR="00936C2F" w:rsidRPr="008B76DD" w:rsidRDefault="00936C2F" w:rsidP="008E4F76">
            <w:r w:rsidRPr="00F67A37">
              <w:t>San Marino</w:t>
            </w:r>
          </w:p>
        </w:tc>
        <w:tc>
          <w:tcPr>
            <w:tcW w:w="4393" w:type="dxa"/>
            <w:tcBorders>
              <w:top w:val="nil"/>
              <w:bottom w:val="nil"/>
            </w:tcBorders>
            <w:shd w:val="clear" w:color="auto" w:fill="auto"/>
          </w:tcPr>
          <w:p w:rsidR="00936C2F" w:rsidRPr="008B76DD" w:rsidRDefault="00936C2F" w:rsidP="00F67A37">
            <w:r w:rsidRPr="00F67A37">
              <w:t>Agreement concerning the establishing of Global Technical Regulations for Wheeled Vehicles, Equipment and Parts which can be fitted and/or be used on Wheeled Vehicles, 1998</w:t>
            </w:r>
          </w:p>
        </w:tc>
      </w:tr>
      <w:tr w:rsidR="00936C2F" w:rsidRPr="00B23D31" w:rsidTr="00F67A37">
        <w:tc>
          <w:tcPr>
            <w:tcW w:w="1515" w:type="dxa"/>
            <w:tcBorders>
              <w:top w:val="nil"/>
            </w:tcBorders>
            <w:shd w:val="clear" w:color="auto" w:fill="auto"/>
          </w:tcPr>
          <w:p w:rsidR="00936C2F" w:rsidRPr="008B76DD" w:rsidRDefault="00936C2F" w:rsidP="008E4F76">
            <w:r w:rsidRPr="008B76DD">
              <w:t>27/10/2015</w:t>
            </w:r>
          </w:p>
        </w:tc>
        <w:tc>
          <w:tcPr>
            <w:tcW w:w="1462" w:type="dxa"/>
            <w:tcBorders>
              <w:top w:val="nil"/>
            </w:tcBorders>
            <w:shd w:val="clear" w:color="auto" w:fill="auto"/>
          </w:tcPr>
          <w:p w:rsidR="00936C2F" w:rsidRPr="008B76DD" w:rsidRDefault="00936C2F" w:rsidP="008E4F76">
            <w:r w:rsidRPr="008B76DD">
              <w:t>Republic of Moldova</w:t>
            </w:r>
          </w:p>
        </w:tc>
        <w:tc>
          <w:tcPr>
            <w:tcW w:w="4393" w:type="dxa"/>
            <w:tcBorders>
              <w:top w:val="nil"/>
            </w:tcBorders>
            <w:shd w:val="clear" w:color="auto" w:fill="auto"/>
          </w:tcPr>
          <w:p w:rsidR="00936C2F" w:rsidRPr="008B76DD" w:rsidRDefault="00936C2F" w:rsidP="00F67A37">
            <w:r w:rsidRPr="008B76DD">
              <w:t>Protocol on Road Markings, additional to the European Agreement supplementing the Convention on Road Signs and</w:t>
            </w:r>
            <w:r>
              <w:t xml:space="preserve"> Signals, 1973</w:t>
            </w:r>
          </w:p>
        </w:tc>
      </w:tr>
      <w:tr w:rsidR="00936C2F" w:rsidRPr="00B23D31" w:rsidTr="001E1B01">
        <w:tc>
          <w:tcPr>
            <w:tcW w:w="1515" w:type="dxa"/>
            <w:shd w:val="clear" w:color="auto" w:fill="auto"/>
          </w:tcPr>
          <w:p w:rsidR="00936C2F" w:rsidRPr="008B76DD" w:rsidRDefault="00936C2F" w:rsidP="008E4F76">
            <w:r w:rsidRPr="008B76DD">
              <w:t>27/10/2015</w:t>
            </w:r>
          </w:p>
        </w:tc>
        <w:tc>
          <w:tcPr>
            <w:tcW w:w="1462" w:type="dxa"/>
            <w:shd w:val="clear" w:color="auto" w:fill="auto"/>
          </w:tcPr>
          <w:p w:rsidR="00936C2F" w:rsidRPr="008B76DD" w:rsidRDefault="00936C2F" w:rsidP="008E4F76">
            <w:r w:rsidRPr="008B76DD">
              <w:t>Republic of Moldova</w:t>
            </w:r>
          </w:p>
        </w:tc>
        <w:tc>
          <w:tcPr>
            <w:tcW w:w="4393" w:type="dxa"/>
            <w:shd w:val="clear" w:color="auto" w:fill="auto"/>
          </w:tcPr>
          <w:p w:rsidR="00936C2F" w:rsidRPr="008B76DD" w:rsidRDefault="00936C2F" w:rsidP="00F67A37">
            <w:r w:rsidRPr="008B76DD">
              <w:t xml:space="preserve">European Agreement supplementing the Convention </w:t>
            </w:r>
            <w:r>
              <w:t>on Road Signs and Signals, 1971</w:t>
            </w:r>
          </w:p>
        </w:tc>
      </w:tr>
      <w:tr w:rsidR="00936C2F" w:rsidRPr="00B23D31" w:rsidTr="001E1B01">
        <w:tc>
          <w:tcPr>
            <w:tcW w:w="1515" w:type="dxa"/>
            <w:shd w:val="clear" w:color="auto" w:fill="auto"/>
          </w:tcPr>
          <w:p w:rsidR="00936C2F" w:rsidRPr="008B76DD" w:rsidRDefault="00936C2F" w:rsidP="008E4F76">
            <w:r w:rsidRPr="008B76DD">
              <w:t>08/10/2015</w:t>
            </w:r>
          </w:p>
        </w:tc>
        <w:tc>
          <w:tcPr>
            <w:tcW w:w="1462" w:type="dxa"/>
            <w:shd w:val="clear" w:color="auto" w:fill="auto"/>
          </w:tcPr>
          <w:p w:rsidR="00936C2F" w:rsidRPr="008B76DD" w:rsidRDefault="00936C2F" w:rsidP="008E4F76">
            <w:r w:rsidRPr="008B76DD">
              <w:t>Republic of Moldova</w:t>
            </w:r>
          </w:p>
        </w:tc>
        <w:tc>
          <w:tcPr>
            <w:tcW w:w="4393" w:type="dxa"/>
            <w:shd w:val="clear" w:color="auto" w:fill="auto"/>
          </w:tcPr>
          <w:p w:rsidR="00936C2F" w:rsidRPr="008B76DD" w:rsidRDefault="00936C2F" w:rsidP="00F67A37">
            <w:r w:rsidRPr="008B76DD">
              <w:t>Convention on Road Signs and Signals, 1968</w:t>
            </w:r>
          </w:p>
        </w:tc>
      </w:tr>
      <w:tr w:rsidR="00936C2F" w:rsidRPr="00B23D31" w:rsidTr="001E1B01">
        <w:tc>
          <w:tcPr>
            <w:tcW w:w="1515" w:type="dxa"/>
            <w:shd w:val="clear" w:color="auto" w:fill="auto"/>
          </w:tcPr>
          <w:p w:rsidR="00936C2F" w:rsidRPr="008B76DD" w:rsidRDefault="00936C2F" w:rsidP="008E4F76">
            <w:r w:rsidRPr="008B76DD">
              <w:t>21/07/2015</w:t>
            </w:r>
          </w:p>
        </w:tc>
        <w:tc>
          <w:tcPr>
            <w:tcW w:w="1462" w:type="dxa"/>
            <w:shd w:val="clear" w:color="auto" w:fill="auto"/>
          </w:tcPr>
          <w:p w:rsidR="00936C2F" w:rsidRPr="008B76DD" w:rsidRDefault="00936C2F" w:rsidP="008E4F76">
            <w:r w:rsidRPr="008B76DD">
              <w:t>Pakistan</w:t>
            </w:r>
          </w:p>
        </w:tc>
        <w:tc>
          <w:tcPr>
            <w:tcW w:w="4393" w:type="dxa"/>
            <w:shd w:val="clear" w:color="auto" w:fill="auto"/>
          </w:tcPr>
          <w:p w:rsidR="00936C2F" w:rsidRPr="008B76DD" w:rsidRDefault="00936C2F" w:rsidP="00F67A37">
            <w:r w:rsidRPr="008B76DD">
              <w:t>Customs Convention on the International Transport of Goods under Cover of TIR Carnets (TIR C</w:t>
            </w:r>
            <w:r>
              <w:t>onvention), of 14 November 1975</w:t>
            </w:r>
          </w:p>
        </w:tc>
      </w:tr>
      <w:tr w:rsidR="00936C2F" w:rsidRPr="00B23D31" w:rsidTr="001E1B01">
        <w:tc>
          <w:tcPr>
            <w:tcW w:w="1515" w:type="dxa"/>
            <w:shd w:val="clear" w:color="auto" w:fill="auto"/>
          </w:tcPr>
          <w:p w:rsidR="00936C2F" w:rsidRPr="008B76DD" w:rsidRDefault="00936C2F" w:rsidP="008E4F76">
            <w:r w:rsidRPr="008B76DD">
              <w:t>26/03/2015</w:t>
            </w:r>
          </w:p>
        </w:tc>
        <w:tc>
          <w:tcPr>
            <w:tcW w:w="1462" w:type="dxa"/>
            <w:shd w:val="clear" w:color="auto" w:fill="auto"/>
          </w:tcPr>
          <w:p w:rsidR="00936C2F" w:rsidRPr="008B76DD" w:rsidRDefault="00936C2F" w:rsidP="008E4F76">
            <w:r w:rsidRPr="008B76DD">
              <w:t>Georgia</w:t>
            </w:r>
          </w:p>
        </w:tc>
        <w:tc>
          <w:tcPr>
            <w:tcW w:w="4393" w:type="dxa"/>
            <w:shd w:val="clear" w:color="auto" w:fill="auto"/>
          </w:tcPr>
          <w:p w:rsidR="00936C2F" w:rsidRPr="008B76DD" w:rsidRDefault="00936C2F" w:rsidP="00F67A37">
            <w:r w:rsidRPr="008B76DD">
              <w:t>Agreement concerning the Adoption of Uniform Technical Prescriptions for Wheeled Vehicles, Equipment and Parts which can be fitted and/or be used on Wheeled Vehicles and the Conditions for Reciprocal Recognition of Approvals Granted on the Bas</w:t>
            </w:r>
            <w:r>
              <w:t>is of these Prescriptions, 1958</w:t>
            </w:r>
          </w:p>
        </w:tc>
      </w:tr>
      <w:tr w:rsidR="00936C2F" w:rsidRPr="00B23D31" w:rsidTr="001E1B01">
        <w:tc>
          <w:tcPr>
            <w:tcW w:w="1515" w:type="dxa"/>
            <w:shd w:val="clear" w:color="auto" w:fill="auto"/>
          </w:tcPr>
          <w:p w:rsidR="00936C2F" w:rsidRPr="008B76DD" w:rsidRDefault="00936C2F" w:rsidP="008E4F76">
            <w:r w:rsidRPr="008B76DD">
              <w:t>13/01/2015</w:t>
            </w:r>
          </w:p>
        </w:tc>
        <w:tc>
          <w:tcPr>
            <w:tcW w:w="1462" w:type="dxa"/>
            <w:shd w:val="clear" w:color="auto" w:fill="auto"/>
          </w:tcPr>
          <w:p w:rsidR="00936C2F" w:rsidRPr="008B76DD" w:rsidRDefault="00936C2F" w:rsidP="008E4F76">
            <w:r w:rsidRPr="008B76DD">
              <w:t>Saudi Arabia</w:t>
            </w:r>
          </w:p>
        </w:tc>
        <w:tc>
          <w:tcPr>
            <w:tcW w:w="4393" w:type="dxa"/>
            <w:shd w:val="clear" w:color="auto" w:fill="auto"/>
          </w:tcPr>
          <w:p w:rsidR="00936C2F" w:rsidRPr="008B76DD" w:rsidRDefault="00936C2F" w:rsidP="00F67A37">
            <w:r w:rsidRPr="008B76DD">
              <w:t>Agreement on the International Carriage of Perishable Foodstuffs and on the Special Equipment to be Used for such Carr</w:t>
            </w:r>
            <w:r>
              <w:t>iage (ATP), of 1 September 1970</w:t>
            </w:r>
          </w:p>
        </w:tc>
      </w:tr>
    </w:tbl>
    <w:p w:rsidR="00F507EC" w:rsidRPr="003A5F98" w:rsidRDefault="00B23D31" w:rsidP="002B3E20">
      <w:pPr>
        <w:spacing w:before="240"/>
        <w:ind w:left="1134" w:right="1134"/>
        <w:jc w:val="center"/>
      </w:pPr>
      <w:r w:rsidRPr="00B23D31">
        <w:rPr>
          <w:u w:val="single"/>
        </w:rPr>
        <w:tab/>
      </w:r>
      <w:r w:rsidRPr="00B23D31">
        <w:rPr>
          <w:u w:val="single"/>
        </w:rPr>
        <w:tab/>
      </w:r>
      <w:r w:rsidRPr="00B23D31">
        <w:rPr>
          <w:u w:val="single"/>
        </w:rPr>
        <w:tab/>
      </w:r>
      <w:bookmarkStart w:id="0" w:name="_GoBack"/>
      <w:bookmarkEnd w:id="0"/>
    </w:p>
    <w:sectPr w:rsidR="00F507EC" w:rsidRPr="003A5F98" w:rsidSect="003A5F98">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8A9" w:rsidRDefault="00DB68A9"/>
  </w:endnote>
  <w:endnote w:type="continuationSeparator" w:id="0">
    <w:p w:rsidR="00DB68A9" w:rsidRDefault="00DB68A9"/>
  </w:endnote>
  <w:endnote w:type="continuationNotice" w:id="1">
    <w:p w:rsidR="00DB68A9" w:rsidRDefault="00DB68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06925">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06925">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8A9" w:rsidRPr="000B175B" w:rsidRDefault="00DB68A9" w:rsidP="000B175B">
      <w:pPr>
        <w:tabs>
          <w:tab w:val="right" w:pos="2155"/>
        </w:tabs>
        <w:spacing w:after="80"/>
        <w:ind w:left="680"/>
        <w:rPr>
          <w:u w:val="single"/>
        </w:rPr>
      </w:pPr>
      <w:r>
        <w:rPr>
          <w:u w:val="single"/>
        </w:rPr>
        <w:tab/>
      </w:r>
    </w:p>
  </w:footnote>
  <w:footnote w:type="continuationSeparator" w:id="0">
    <w:p w:rsidR="00DB68A9" w:rsidRPr="00FC68B7" w:rsidRDefault="00DB68A9" w:rsidP="00FC68B7">
      <w:pPr>
        <w:tabs>
          <w:tab w:val="left" w:pos="2155"/>
        </w:tabs>
        <w:spacing w:after="80"/>
        <w:ind w:left="680"/>
        <w:rPr>
          <w:u w:val="single"/>
        </w:rPr>
      </w:pPr>
      <w:r>
        <w:rPr>
          <w:u w:val="single"/>
        </w:rPr>
        <w:tab/>
      </w:r>
    </w:p>
  </w:footnote>
  <w:footnote w:type="continuationNotice" w:id="1">
    <w:p w:rsidR="00DB68A9" w:rsidRDefault="00DB68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8472FC">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8472FC">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0A2A"/>
    <w:rsid w:val="000B175B"/>
    <w:rsid w:val="000B3A0F"/>
    <w:rsid w:val="000E0415"/>
    <w:rsid w:val="000E55E5"/>
    <w:rsid w:val="000F0C36"/>
    <w:rsid w:val="000F7715"/>
    <w:rsid w:val="00143919"/>
    <w:rsid w:val="00145C81"/>
    <w:rsid w:val="00156B99"/>
    <w:rsid w:val="00166124"/>
    <w:rsid w:val="00173B34"/>
    <w:rsid w:val="00184DDA"/>
    <w:rsid w:val="001900CD"/>
    <w:rsid w:val="001A0452"/>
    <w:rsid w:val="001B1598"/>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2A0D"/>
    <w:rsid w:val="002974E9"/>
    <w:rsid w:val="002A7F94"/>
    <w:rsid w:val="002B109A"/>
    <w:rsid w:val="002B3E20"/>
    <w:rsid w:val="002C6D45"/>
    <w:rsid w:val="002D6E53"/>
    <w:rsid w:val="002E025D"/>
    <w:rsid w:val="002F046D"/>
    <w:rsid w:val="00301764"/>
    <w:rsid w:val="00303449"/>
    <w:rsid w:val="003229D8"/>
    <w:rsid w:val="00336C97"/>
    <w:rsid w:val="00337F88"/>
    <w:rsid w:val="00342432"/>
    <w:rsid w:val="0035223F"/>
    <w:rsid w:val="00352D4B"/>
    <w:rsid w:val="0035638C"/>
    <w:rsid w:val="003672C4"/>
    <w:rsid w:val="003A46BB"/>
    <w:rsid w:val="003A4EC7"/>
    <w:rsid w:val="003A5F98"/>
    <w:rsid w:val="003A6145"/>
    <w:rsid w:val="003A7295"/>
    <w:rsid w:val="003B1F60"/>
    <w:rsid w:val="003C2CC4"/>
    <w:rsid w:val="003D4B23"/>
    <w:rsid w:val="003E278A"/>
    <w:rsid w:val="00413520"/>
    <w:rsid w:val="004325CB"/>
    <w:rsid w:val="00440A07"/>
    <w:rsid w:val="00462880"/>
    <w:rsid w:val="00476F24"/>
    <w:rsid w:val="00484CD0"/>
    <w:rsid w:val="004C55B0"/>
    <w:rsid w:val="004F6BA0"/>
    <w:rsid w:val="00503BEA"/>
    <w:rsid w:val="00511975"/>
    <w:rsid w:val="00533616"/>
    <w:rsid w:val="00535ABA"/>
    <w:rsid w:val="0053768B"/>
    <w:rsid w:val="005420F2"/>
    <w:rsid w:val="0054285C"/>
    <w:rsid w:val="005700A3"/>
    <w:rsid w:val="00577AC3"/>
    <w:rsid w:val="00584173"/>
    <w:rsid w:val="00595520"/>
    <w:rsid w:val="005A44B9"/>
    <w:rsid w:val="005B1BA0"/>
    <w:rsid w:val="005B3DB3"/>
    <w:rsid w:val="005D15CA"/>
    <w:rsid w:val="005F3066"/>
    <w:rsid w:val="005F3E61"/>
    <w:rsid w:val="005F5761"/>
    <w:rsid w:val="00604DDD"/>
    <w:rsid w:val="006115CC"/>
    <w:rsid w:val="00611FC4"/>
    <w:rsid w:val="006176FB"/>
    <w:rsid w:val="00630FCB"/>
    <w:rsid w:val="00640B26"/>
    <w:rsid w:val="00646828"/>
    <w:rsid w:val="006770B2"/>
    <w:rsid w:val="006940E1"/>
    <w:rsid w:val="006A3C72"/>
    <w:rsid w:val="006A7392"/>
    <w:rsid w:val="006B03A1"/>
    <w:rsid w:val="006B1FDE"/>
    <w:rsid w:val="006B67D9"/>
    <w:rsid w:val="006C5535"/>
    <w:rsid w:val="006C6028"/>
    <w:rsid w:val="006D0589"/>
    <w:rsid w:val="006D0F1A"/>
    <w:rsid w:val="006E564B"/>
    <w:rsid w:val="006E7154"/>
    <w:rsid w:val="007003CD"/>
    <w:rsid w:val="0070701E"/>
    <w:rsid w:val="0072632A"/>
    <w:rsid w:val="007358E8"/>
    <w:rsid w:val="00736ECE"/>
    <w:rsid w:val="0074533B"/>
    <w:rsid w:val="007643BC"/>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31702"/>
    <w:rsid w:val="008472F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8F619D"/>
    <w:rsid w:val="00926E47"/>
    <w:rsid w:val="00936C2F"/>
    <w:rsid w:val="00947162"/>
    <w:rsid w:val="00960047"/>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453E7"/>
    <w:rsid w:val="00A55A3B"/>
    <w:rsid w:val="00A720AE"/>
    <w:rsid w:val="00A72F22"/>
    <w:rsid w:val="00A733BC"/>
    <w:rsid w:val="00A748A6"/>
    <w:rsid w:val="00A76A69"/>
    <w:rsid w:val="00A80899"/>
    <w:rsid w:val="00A879A4"/>
    <w:rsid w:val="00A955FC"/>
    <w:rsid w:val="00AA0FF8"/>
    <w:rsid w:val="00AC0F2C"/>
    <w:rsid w:val="00AC502A"/>
    <w:rsid w:val="00AE7362"/>
    <w:rsid w:val="00AF58C1"/>
    <w:rsid w:val="00B04A3F"/>
    <w:rsid w:val="00B06643"/>
    <w:rsid w:val="00B07D78"/>
    <w:rsid w:val="00B15055"/>
    <w:rsid w:val="00B23D31"/>
    <w:rsid w:val="00B30179"/>
    <w:rsid w:val="00B37B15"/>
    <w:rsid w:val="00B45C02"/>
    <w:rsid w:val="00B72A1E"/>
    <w:rsid w:val="00B815AE"/>
    <w:rsid w:val="00B81E12"/>
    <w:rsid w:val="00BA339B"/>
    <w:rsid w:val="00BC1E7E"/>
    <w:rsid w:val="00BC74E9"/>
    <w:rsid w:val="00BC7F91"/>
    <w:rsid w:val="00BE36A9"/>
    <w:rsid w:val="00BE618E"/>
    <w:rsid w:val="00BE7BEC"/>
    <w:rsid w:val="00BF0A5A"/>
    <w:rsid w:val="00BF0E63"/>
    <w:rsid w:val="00BF12A3"/>
    <w:rsid w:val="00BF16D7"/>
    <w:rsid w:val="00BF2373"/>
    <w:rsid w:val="00C01358"/>
    <w:rsid w:val="00C044E2"/>
    <w:rsid w:val="00C048CB"/>
    <w:rsid w:val="00C066F3"/>
    <w:rsid w:val="00C463DD"/>
    <w:rsid w:val="00C745C3"/>
    <w:rsid w:val="00CA24A4"/>
    <w:rsid w:val="00CA7326"/>
    <w:rsid w:val="00CB348D"/>
    <w:rsid w:val="00CC5BDB"/>
    <w:rsid w:val="00CD46F5"/>
    <w:rsid w:val="00CE4A8F"/>
    <w:rsid w:val="00CF071D"/>
    <w:rsid w:val="00CF7660"/>
    <w:rsid w:val="00D0506E"/>
    <w:rsid w:val="00D15B04"/>
    <w:rsid w:val="00D2031B"/>
    <w:rsid w:val="00D25FE2"/>
    <w:rsid w:val="00D37DA9"/>
    <w:rsid w:val="00D406A7"/>
    <w:rsid w:val="00D43252"/>
    <w:rsid w:val="00D44D86"/>
    <w:rsid w:val="00D50B7D"/>
    <w:rsid w:val="00D52012"/>
    <w:rsid w:val="00D54B70"/>
    <w:rsid w:val="00D704E5"/>
    <w:rsid w:val="00D72727"/>
    <w:rsid w:val="00D9296F"/>
    <w:rsid w:val="00D978C6"/>
    <w:rsid w:val="00DA0956"/>
    <w:rsid w:val="00DA357F"/>
    <w:rsid w:val="00DA3E12"/>
    <w:rsid w:val="00DB68A9"/>
    <w:rsid w:val="00DC18AD"/>
    <w:rsid w:val="00DE7D2A"/>
    <w:rsid w:val="00DF69BB"/>
    <w:rsid w:val="00DF7CAE"/>
    <w:rsid w:val="00E22CEA"/>
    <w:rsid w:val="00E2590D"/>
    <w:rsid w:val="00E423C0"/>
    <w:rsid w:val="00E6414C"/>
    <w:rsid w:val="00E7260F"/>
    <w:rsid w:val="00E8702D"/>
    <w:rsid w:val="00E916A9"/>
    <w:rsid w:val="00E916DE"/>
    <w:rsid w:val="00E925AD"/>
    <w:rsid w:val="00E94059"/>
    <w:rsid w:val="00E96630"/>
    <w:rsid w:val="00EA389C"/>
    <w:rsid w:val="00ED18DC"/>
    <w:rsid w:val="00ED6201"/>
    <w:rsid w:val="00ED7A2A"/>
    <w:rsid w:val="00EF1D7F"/>
    <w:rsid w:val="00F0137E"/>
    <w:rsid w:val="00F06925"/>
    <w:rsid w:val="00F20BC7"/>
    <w:rsid w:val="00F21786"/>
    <w:rsid w:val="00F3742B"/>
    <w:rsid w:val="00F41FDB"/>
    <w:rsid w:val="00F507EC"/>
    <w:rsid w:val="00F56D63"/>
    <w:rsid w:val="00F609A9"/>
    <w:rsid w:val="00F67A37"/>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8F619D"/>
    <w:rPr>
      <w:sz w:val="16"/>
      <w:szCs w:val="16"/>
    </w:rPr>
  </w:style>
  <w:style w:type="paragraph" w:styleId="CommentText">
    <w:name w:val="annotation text"/>
    <w:basedOn w:val="Normal"/>
    <w:link w:val="CommentTextChar"/>
    <w:rsid w:val="008F619D"/>
    <w:pPr>
      <w:spacing w:line="240" w:lineRule="auto"/>
    </w:pPr>
  </w:style>
  <w:style w:type="character" w:customStyle="1" w:styleId="CommentTextChar">
    <w:name w:val="Comment Text Char"/>
    <w:basedOn w:val="DefaultParagraphFont"/>
    <w:link w:val="CommentText"/>
    <w:rsid w:val="008F619D"/>
    <w:rPr>
      <w:lang w:eastAsia="en-US"/>
    </w:rPr>
  </w:style>
  <w:style w:type="paragraph" w:styleId="CommentSubject">
    <w:name w:val="annotation subject"/>
    <w:basedOn w:val="CommentText"/>
    <w:next w:val="CommentText"/>
    <w:link w:val="CommentSubjectChar"/>
    <w:rsid w:val="008F619D"/>
    <w:rPr>
      <w:b/>
      <w:bCs/>
    </w:rPr>
  </w:style>
  <w:style w:type="character" w:customStyle="1" w:styleId="CommentSubjectChar">
    <w:name w:val="Comment Subject Char"/>
    <w:basedOn w:val="CommentTextChar"/>
    <w:link w:val="CommentSubject"/>
    <w:rsid w:val="008F619D"/>
    <w:rPr>
      <w:b/>
      <w:bCs/>
      <w:lang w:eastAsia="en-US"/>
    </w:rPr>
  </w:style>
  <w:style w:type="character" w:customStyle="1" w:styleId="SingleTxtGChar">
    <w:name w:val="_ Single Txt_G Char"/>
    <w:link w:val="SingleTxtG"/>
    <w:rsid w:val="00D54B7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8F619D"/>
    <w:rPr>
      <w:sz w:val="16"/>
      <w:szCs w:val="16"/>
    </w:rPr>
  </w:style>
  <w:style w:type="paragraph" w:styleId="CommentText">
    <w:name w:val="annotation text"/>
    <w:basedOn w:val="Normal"/>
    <w:link w:val="CommentTextChar"/>
    <w:rsid w:val="008F619D"/>
    <w:pPr>
      <w:spacing w:line="240" w:lineRule="auto"/>
    </w:pPr>
  </w:style>
  <w:style w:type="character" w:customStyle="1" w:styleId="CommentTextChar">
    <w:name w:val="Comment Text Char"/>
    <w:basedOn w:val="DefaultParagraphFont"/>
    <w:link w:val="CommentText"/>
    <w:rsid w:val="008F619D"/>
    <w:rPr>
      <w:lang w:eastAsia="en-US"/>
    </w:rPr>
  </w:style>
  <w:style w:type="paragraph" w:styleId="CommentSubject">
    <w:name w:val="annotation subject"/>
    <w:basedOn w:val="CommentText"/>
    <w:next w:val="CommentText"/>
    <w:link w:val="CommentSubjectChar"/>
    <w:rsid w:val="008F619D"/>
    <w:rPr>
      <w:b/>
      <w:bCs/>
    </w:rPr>
  </w:style>
  <w:style w:type="character" w:customStyle="1" w:styleId="CommentSubjectChar">
    <w:name w:val="Comment Subject Char"/>
    <w:basedOn w:val="CommentTextChar"/>
    <w:link w:val="CommentSubject"/>
    <w:rsid w:val="008F619D"/>
    <w:rPr>
      <w:b/>
      <w:bCs/>
      <w:lang w:eastAsia="en-US"/>
    </w:rPr>
  </w:style>
  <w:style w:type="character" w:customStyle="1" w:styleId="SingleTxtGChar">
    <w:name w:val="_ Single Txt_G Char"/>
    <w:link w:val="SingleTxtG"/>
    <w:rsid w:val="00D54B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D99DD-83B2-4085-838A-4AB2A642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15</TotalTime>
  <Pages>4</Pages>
  <Words>1074</Words>
  <Characters>6121</Characters>
  <Application>Microsoft Office Word</Application>
  <DocSecurity>0</DocSecurity>
  <Lines>154</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8</cp:revision>
  <cp:lastPrinted>2015-12-11T16:47:00Z</cp:lastPrinted>
  <dcterms:created xsi:type="dcterms:W3CDTF">2015-12-14T10:32:00Z</dcterms:created>
  <dcterms:modified xsi:type="dcterms:W3CDTF">2015-12-14T10:48:00Z</dcterms:modified>
</cp:coreProperties>
</file>