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646BFB">
            <w:pPr>
              <w:jc w:val="right"/>
            </w:pPr>
            <w:r w:rsidRPr="003A5F98">
              <w:rPr>
                <w:sz w:val="40"/>
              </w:rPr>
              <w:t>ECE</w:t>
            </w:r>
            <w:r>
              <w:t>/TRANS/2016/</w:t>
            </w:r>
            <w:r w:rsidR="00F650F7">
              <w:t>25</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3A5F98" w:rsidP="003A5F98">
            <w:pPr>
              <w:spacing w:line="240" w:lineRule="exact"/>
            </w:pPr>
            <w:r>
              <w:t>15 December 2015</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session</w:t>
      </w:r>
    </w:p>
    <w:p w:rsidR="003A5F98" w:rsidRDefault="003A5F98" w:rsidP="003A5F98">
      <w:pPr>
        <w:rPr>
          <w:b/>
          <w:bCs/>
        </w:rPr>
      </w:pPr>
      <w:r w:rsidRPr="007D68EB">
        <w:t>Geneva</w:t>
      </w:r>
      <w:r w:rsidR="003B4DE7">
        <w:t>, 23–26 February 2016</w:t>
      </w:r>
      <w:r w:rsidR="003B4DE7">
        <w:br/>
        <w:t>Item 8</w:t>
      </w:r>
      <w:r w:rsidRPr="00457246">
        <w:t xml:space="preserve"> of the provisional agenda</w:t>
      </w:r>
      <w:r w:rsidRPr="00457246">
        <w:br/>
      </w:r>
      <w:r w:rsidR="003B4DE7" w:rsidRPr="003B4DE7">
        <w:rPr>
          <w:b/>
          <w:bCs/>
        </w:rPr>
        <w:t xml:space="preserve">Preparations for the seventieth Anniversary of the </w:t>
      </w:r>
      <w:r w:rsidR="00A23D41">
        <w:rPr>
          <w:b/>
          <w:bCs/>
        </w:rPr>
        <w:br/>
      </w:r>
      <w:r w:rsidR="003B4DE7" w:rsidRPr="003B4DE7">
        <w:rPr>
          <w:b/>
          <w:bCs/>
        </w:rPr>
        <w:t>Committee and the Sustainable Transport Division</w:t>
      </w:r>
    </w:p>
    <w:p w:rsidR="003A5F98" w:rsidRDefault="003A5F98" w:rsidP="003A5F98">
      <w:pPr>
        <w:pStyle w:val="HChG"/>
      </w:pPr>
      <w:r>
        <w:tab/>
      </w:r>
      <w:r>
        <w:tab/>
      </w:r>
      <w:r w:rsidR="0087289B">
        <w:t>Preparation for the 70</w:t>
      </w:r>
      <w:r w:rsidR="0087289B" w:rsidRPr="0087289B">
        <w:rPr>
          <w:vertAlign w:val="superscript"/>
        </w:rPr>
        <w:t>th</w:t>
      </w:r>
      <w:r w:rsidR="0087289B">
        <w:t xml:space="preserve"> Anniversary of the </w:t>
      </w:r>
      <w:r w:rsidR="004E37D3">
        <w:t>Inland Transport Committee</w:t>
      </w:r>
    </w:p>
    <w:p w:rsidR="003A5F98" w:rsidRDefault="003A5F98" w:rsidP="003A5F98">
      <w:pPr>
        <w:pStyle w:val="H1G"/>
      </w:pPr>
      <w:r>
        <w:tab/>
      </w:r>
      <w:r>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E82D37" w:rsidTr="002031FC">
        <w:trPr>
          <w:jc w:val="center"/>
        </w:trPr>
        <w:tc>
          <w:tcPr>
            <w:tcW w:w="9637" w:type="dxa"/>
            <w:shd w:val="clear" w:color="auto" w:fill="auto"/>
          </w:tcPr>
          <w:p w:rsidR="00E82D37" w:rsidRPr="00C76446" w:rsidRDefault="00E82D37" w:rsidP="002031FC">
            <w:pPr>
              <w:spacing w:before="240" w:after="120"/>
              <w:ind w:left="255"/>
              <w:rPr>
                <w:i/>
                <w:sz w:val="24"/>
              </w:rPr>
            </w:pPr>
            <w:r w:rsidRPr="00C76446">
              <w:rPr>
                <w:i/>
                <w:sz w:val="24"/>
              </w:rPr>
              <w:t>Summary</w:t>
            </w:r>
          </w:p>
        </w:tc>
      </w:tr>
      <w:tr w:rsidR="00E82D37" w:rsidTr="002031FC">
        <w:trPr>
          <w:jc w:val="center"/>
        </w:trPr>
        <w:tc>
          <w:tcPr>
            <w:tcW w:w="9637" w:type="dxa"/>
            <w:shd w:val="clear" w:color="auto" w:fill="auto"/>
          </w:tcPr>
          <w:p w:rsidR="00E82D37" w:rsidRDefault="00A23D41" w:rsidP="007074BD">
            <w:pPr>
              <w:pStyle w:val="SingleTxtG"/>
            </w:pPr>
            <w:r>
              <w:tab/>
            </w:r>
            <w:r w:rsidR="00E82D37" w:rsidRPr="00E82D37">
              <w:t xml:space="preserve">The </w:t>
            </w:r>
            <w:r w:rsidR="00E82D37" w:rsidRPr="00557AC3">
              <w:t>Inland T</w:t>
            </w:r>
            <w:r w:rsidR="00E82D37">
              <w:t>ransport Committee (</w:t>
            </w:r>
            <w:proofErr w:type="gramStart"/>
            <w:r w:rsidR="00E82D37">
              <w:t>ITC</w:t>
            </w:r>
            <w:r w:rsidR="00E82D37" w:rsidRPr="00E82D37">
              <w:t xml:space="preserve"> </w:t>
            </w:r>
            <w:r w:rsidR="00E82D37">
              <w:t>)</w:t>
            </w:r>
            <w:proofErr w:type="gramEnd"/>
            <w:r w:rsidR="00E82D37">
              <w:t xml:space="preserve"> </w:t>
            </w:r>
            <w:r w:rsidR="00E82D37" w:rsidRPr="00E82D37">
              <w:t xml:space="preserve">was founded in 1947 and so the upcoming 2017 Annual Session of the ITC will </w:t>
            </w:r>
            <w:r w:rsidR="00E82D37">
              <w:t xml:space="preserve">mark </w:t>
            </w:r>
            <w:r w:rsidR="00E82D37" w:rsidRPr="00E82D37">
              <w:t>its 70th anniversary.</w:t>
            </w:r>
            <w:r w:rsidR="00E82D37">
              <w:t xml:space="preserve"> This document outlines the plans for the celebration of </w:t>
            </w:r>
            <w:r w:rsidR="00E82D37" w:rsidRPr="00E82D37">
              <w:t>the work and accomplishments of the ITC over the past seven decades</w:t>
            </w:r>
            <w:r w:rsidR="00E82D37">
              <w:t xml:space="preserve">. </w:t>
            </w:r>
          </w:p>
        </w:tc>
      </w:tr>
      <w:tr w:rsidR="00E82D37" w:rsidTr="002031FC">
        <w:trPr>
          <w:jc w:val="center"/>
        </w:trPr>
        <w:tc>
          <w:tcPr>
            <w:tcW w:w="9637" w:type="dxa"/>
            <w:shd w:val="clear" w:color="auto" w:fill="auto"/>
          </w:tcPr>
          <w:p w:rsidR="00E82D37" w:rsidRDefault="00A23D41" w:rsidP="002031FC">
            <w:pPr>
              <w:pStyle w:val="SingleTxtG"/>
            </w:pPr>
            <w:r>
              <w:tab/>
            </w:r>
            <w:r w:rsidR="00E82D37" w:rsidRPr="00E82D37">
              <w:t>The Committee is invited to consider these plans and provide further guidance on the preparation for the celebration of the 70th Anniversary of the Inland Transport Committee.</w:t>
            </w:r>
          </w:p>
        </w:tc>
      </w:tr>
      <w:tr w:rsidR="00E82D37" w:rsidTr="002031FC">
        <w:trPr>
          <w:jc w:val="center"/>
        </w:trPr>
        <w:tc>
          <w:tcPr>
            <w:tcW w:w="9637" w:type="dxa"/>
            <w:shd w:val="clear" w:color="auto" w:fill="auto"/>
          </w:tcPr>
          <w:p w:rsidR="00E82D37" w:rsidRDefault="00E82D37" w:rsidP="002031FC"/>
        </w:tc>
      </w:tr>
    </w:tbl>
    <w:p w:rsidR="004E37D3" w:rsidRDefault="004E37D3" w:rsidP="00A23D41">
      <w:pPr>
        <w:pStyle w:val="SingleTxtG"/>
        <w:spacing w:before="240"/>
      </w:pPr>
      <w:r>
        <w:t>1.</w:t>
      </w:r>
      <w:r>
        <w:tab/>
      </w:r>
      <w:r w:rsidRPr="00557AC3">
        <w:t>The</w:t>
      </w:r>
      <w:r w:rsidR="0087289B">
        <w:t xml:space="preserve"> </w:t>
      </w:r>
      <w:r w:rsidR="00A84B57">
        <w:t xml:space="preserve">UNECE </w:t>
      </w:r>
      <w:r w:rsidR="00A84B57" w:rsidRPr="00557AC3">
        <w:t>Inland</w:t>
      </w:r>
      <w:r w:rsidRPr="00557AC3">
        <w:t xml:space="preserve"> T</w:t>
      </w:r>
      <w:r w:rsidR="0087289B">
        <w:t>ransport Committee (ITC) is a unique</w:t>
      </w:r>
      <w:r w:rsidRPr="00557AC3">
        <w:t xml:space="preserve"> policy-making </w:t>
      </w:r>
      <w:r w:rsidR="00A84B57" w:rsidRPr="00557AC3">
        <w:t xml:space="preserve">body </w:t>
      </w:r>
      <w:r w:rsidR="00A84B57">
        <w:t xml:space="preserve">specialised </w:t>
      </w:r>
      <w:r w:rsidR="00A84B57" w:rsidRPr="00557AC3">
        <w:t>in</w:t>
      </w:r>
      <w:r w:rsidRPr="00557AC3">
        <w:t xml:space="preserve"> the field of </w:t>
      </w:r>
      <w:r w:rsidR="0087289B">
        <w:t xml:space="preserve">inland </w:t>
      </w:r>
      <w:r w:rsidRPr="00557AC3">
        <w:t xml:space="preserve">transport. In the course of the last </w:t>
      </w:r>
      <w:r>
        <w:t>7</w:t>
      </w:r>
      <w:r w:rsidRPr="00557AC3">
        <w:t>0 years, together with its subsidiary bodies, the ITC has provided a</w:t>
      </w:r>
      <w:r w:rsidR="0087289B">
        <w:t>n</w:t>
      </w:r>
      <w:r w:rsidRPr="00557AC3">
        <w:t xml:space="preserve"> intergovernmental forum, where UNECE member countries come together to forge tools for economic cooperation and negotiate and adopt international legal instruments on inland transport. These legal instruments are considered indispensable for developing efficient, harmonized and integrated, safe and sustainable pan-European transport systems.</w:t>
      </w:r>
    </w:p>
    <w:p w:rsidR="004E37D3" w:rsidRDefault="004E37D3" w:rsidP="00A23D41">
      <w:pPr>
        <w:pStyle w:val="SingleTxtG"/>
        <w:rPr>
          <w:lang w:val="en-US"/>
        </w:rPr>
      </w:pPr>
      <w:r>
        <w:t>2.</w:t>
      </w:r>
      <w:r>
        <w:tab/>
        <w:t>The ITC was founded in 1947</w:t>
      </w:r>
      <w:r w:rsidR="00E82D37">
        <w:t>,</w:t>
      </w:r>
      <w:r>
        <w:t xml:space="preserve"> so </w:t>
      </w:r>
      <w:r w:rsidR="00E82D37">
        <w:t xml:space="preserve">its </w:t>
      </w:r>
      <w:r>
        <w:t xml:space="preserve">upcoming 2017 Annual Session will </w:t>
      </w:r>
      <w:r w:rsidR="00E82D37">
        <w:t>mark its</w:t>
      </w:r>
      <w:r>
        <w:t xml:space="preserve"> 70</w:t>
      </w:r>
      <w:r w:rsidRPr="00557AC3">
        <w:rPr>
          <w:vertAlign w:val="superscript"/>
        </w:rPr>
        <w:t>th</w:t>
      </w:r>
      <w:r>
        <w:t xml:space="preserve"> anniversary. </w:t>
      </w:r>
      <w:r w:rsidRPr="000A3809">
        <w:rPr>
          <w:lang w:val="en-US"/>
        </w:rPr>
        <w:t xml:space="preserve">Since its inception </w:t>
      </w:r>
      <w:r>
        <w:rPr>
          <w:lang w:val="en-US"/>
        </w:rPr>
        <w:t xml:space="preserve">the </w:t>
      </w:r>
      <w:r w:rsidRPr="000A3809">
        <w:rPr>
          <w:lang w:val="en-US"/>
        </w:rPr>
        <w:t xml:space="preserve">ITC, </w:t>
      </w:r>
      <w:r>
        <w:rPr>
          <w:lang w:val="en-US"/>
        </w:rPr>
        <w:t>has evolved beyond the UNECE region</w:t>
      </w:r>
      <w:r w:rsidRPr="000A3809">
        <w:rPr>
          <w:lang w:val="en-US"/>
        </w:rPr>
        <w:t xml:space="preserve"> due the increasing reach of various legal instruments, with some of th</w:t>
      </w:r>
      <w:r>
        <w:rPr>
          <w:lang w:val="en-US"/>
        </w:rPr>
        <w:t>em obtaining global status. T</w:t>
      </w:r>
      <w:r w:rsidRPr="000A3809">
        <w:rPr>
          <w:lang w:val="en-US"/>
        </w:rPr>
        <w:t>he work of ITC has become of serious relevance to an</w:t>
      </w:r>
      <w:r>
        <w:rPr>
          <w:lang w:val="en-US"/>
        </w:rPr>
        <w:t xml:space="preserve">y transport related UN </w:t>
      </w:r>
      <w:r>
        <w:rPr>
          <w:lang w:val="en-US"/>
        </w:rPr>
        <w:lastRenderedPageBreak/>
        <w:t xml:space="preserve">activity, and </w:t>
      </w:r>
      <w:r>
        <w:t xml:space="preserve">today, the reach of the ITC and its subsidiary bodies’ work </w:t>
      </w:r>
      <w:r>
        <w:rPr>
          <w:lang w:val="en-US"/>
        </w:rPr>
        <w:t xml:space="preserve">has affected the way inland transport works both regionally and globally. </w:t>
      </w:r>
    </w:p>
    <w:p w:rsidR="004E37D3" w:rsidRDefault="004E37D3" w:rsidP="00A23D41">
      <w:pPr>
        <w:pStyle w:val="SingleTxtG"/>
      </w:pPr>
      <w:r>
        <w:rPr>
          <w:lang w:val="en-US"/>
        </w:rPr>
        <w:t>3.</w:t>
      </w:r>
      <w:r>
        <w:rPr>
          <w:lang w:val="en-US"/>
        </w:rPr>
        <w:tab/>
      </w:r>
      <w:r>
        <w:t>As 2017 is the 70</w:t>
      </w:r>
      <w:r w:rsidRPr="006317EB">
        <w:rPr>
          <w:vertAlign w:val="superscript"/>
        </w:rPr>
        <w:t>th</w:t>
      </w:r>
      <w:r>
        <w:t xml:space="preserve"> anniversary of the founding of the ITC</w:t>
      </w:r>
      <w:r w:rsidR="00E82D37">
        <w:t>,</w:t>
      </w:r>
      <w:r>
        <w:t xml:space="preserve"> the time is appropriate to look back and see how the work and responsibility of the </w:t>
      </w:r>
      <w:r w:rsidR="00E82D37">
        <w:t>C</w:t>
      </w:r>
      <w:r>
        <w:t xml:space="preserve">ommittee evolved over time. In order to celebrate the work and accomplishments of the ITC over the past seven decades, the Sustainable Transport Division is preparing a visual timeline which depicts the major landmarks and accomplishments over the lifetime of the ITC. </w:t>
      </w:r>
      <w:r w:rsidR="0087289B">
        <w:t>It is planned to be published electronically and subject to availability of in-house or extra-budgetary funded printing, t</w:t>
      </w:r>
      <w:r>
        <w:t xml:space="preserve">he timeline will be in the form of a fold out brochure with text, images and photographs describing the major events. </w:t>
      </w:r>
    </w:p>
    <w:p w:rsidR="00A84B57" w:rsidRDefault="00A84B57" w:rsidP="00A23D41">
      <w:pPr>
        <w:pStyle w:val="SingleTxtG"/>
      </w:pPr>
      <w:r>
        <w:t>4.</w:t>
      </w:r>
      <w:r>
        <w:tab/>
      </w:r>
      <w:r w:rsidR="009B0F32">
        <w:t xml:space="preserve">The purpose of the “timeline” brochure is to help place the ITC achievements into the broader context of development. Thus </w:t>
      </w:r>
      <w:r w:rsidR="00E82D37">
        <w:t>it will</w:t>
      </w:r>
      <w:r>
        <w:t xml:space="preserve"> include four sets of information</w:t>
      </w:r>
      <w:r w:rsidR="009B0F32">
        <w:t xml:space="preserve"> for each year and decade</w:t>
      </w:r>
      <w:r>
        <w:t xml:space="preserve">: </w:t>
      </w:r>
    </w:p>
    <w:p w:rsidR="00A84B57" w:rsidRDefault="00A84B57" w:rsidP="00A23D41">
      <w:pPr>
        <w:pStyle w:val="Bullet1G"/>
      </w:pPr>
      <w:r>
        <w:t xml:space="preserve">World history events </w:t>
      </w:r>
      <w:r w:rsidR="009B0F32">
        <w:t>and events</w:t>
      </w:r>
      <w:r>
        <w:t xml:space="preserve"> of importance to UNECE countries</w:t>
      </w:r>
    </w:p>
    <w:p w:rsidR="00A84B57" w:rsidRDefault="009B0F32" w:rsidP="00A23D41">
      <w:pPr>
        <w:pStyle w:val="Bullet1G"/>
      </w:pPr>
      <w:r>
        <w:t>Achievements</w:t>
      </w:r>
      <w:r w:rsidR="00A84B57">
        <w:t xml:space="preserve"> in culture, science and technology</w:t>
      </w:r>
    </w:p>
    <w:p w:rsidR="00A84B57" w:rsidRDefault="00A84B57" w:rsidP="00A23D41">
      <w:pPr>
        <w:pStyle w:val="Bullet1G"/>
      </w:pPr>
      <w:r>
        <w:t>World Transport and Communication News</w:t>
      </w:r>
    </w:p>
    <w:p w:rsidR="00A84B57" w:rsidRDefault="00A84B57" w:rsidP="00A23D41">
      <w:pPr>
        <w:pStyle w:val="Bullet1G"/>
      </w:pPr>
      <w:r>
        <w:t>Achievements of the Inland Transport Committee of UNECE</w:t>
      </w:r>
      <w:r w:rsidR="00E84F8A">
        <w:t>.</w:t>
      </w:r>
    </w:p>
    <w:p w:rsidR="004E37D3" w:rsidRPr="00A84B57" w:rsidRDefault="00A84B57" w:rsidP="00A23D41">
      <w:pPr>
        <w:pStyle w:val="SingleTxtG"/>
      </w:pPr>
      <w:r>
        <w:t>5</w:t>
      </w:r>
      <w:r w:rsidR="004E37D3">
        <w:t>.</w:t>
      </w:r>
      <w:r w:rsidR="004E37D3">
        <w:tab/>
        <w:t>This timeline will be presented to the ITC in draft form at the 2016 Annual Session. Members</w:t>
      </w:r>
      <w:r>
        <w:t xml:space="preserve"> </w:t>
      </w:r>
      <w:r w:rsidRPr="00A84B57">
        <w:t>States will</w:t>
      </w:r>
      <w:r w:rsidR="0087289B" w:rsidRPr="00A84B57">
        <w:t xml:space="preserve"> be</w:t>
      </w:r>
      <w:r w:rsidR="004E37D3" w:rsidRPr="00A84B57">
        <w:t xml:space="preserve"> encouraged to provide feedback on the draft, including suggest</w:t>
      </w:r>
      <w:r w:rsidR="0087289B" w:rsidRPr="00A84B57">
        <w:t xml:space="preserve">ions </w:t>
      </w:r>
      <w:r w:rsidRPr="00A84B57">
        <w:t>for inclusion</w:t>
      </w:r>
      <w:r w:rsidR="004E37D3" w:rsidRPr="00A84B57">
        <w:t xml:space="preserve"> of add</w:t>
      </w:r>
      <w:r w:rsidRPr="00A84B57">
        <w:t xml:space="preserve">itional information and images, especially if they wish to feature some of </w:t>
      </w:r>
      <w:r w:rsidR="009B0F32" w:rsidRPr="00A84B57">
        <w:t>their main</w:t>
      </w:r>
      <w:r w:rsidRPr="00A84B57">
        <w:t xml:space="preserve"> infrastructure projects of</w:t>
      </w:r>
      <w:r w:rsidR="00292EC1">
        <w:t xml:space="preserve"> </w:t>
      </w:r>
      <w:r w:rsidRPr="00A84B57">
        <w:t xml:space="preserve">international importance due to its value for connectivity </w:t>
      </w:r>
      <w:r w:rsidR="009B0F32" w:rsidRPr="00A84B57">
        <w:t>or the</w:t>
      </w:r>
      <w:r w:rsidRPr="00A84B57">
        <w:t xml:space="preserve"> use of new technology. </w:t>
      </w:r>
      <w:r w:rsidR="004E37D3" w:rsidRPr="00A84B57">
        <w:t xml:space="preserve">The final version of the timeline will be </w:t>
      </w:r>
      <w:r w:rsidR="0087289B" w:rsidRPr="00A84B57">
        <w:t xml:space="preserve">made </w:t>
      </w:r>
      <w:r w:rsidR="009B0F32" w:rsidRPr="00A84B57">
        <w:t>available during</w:t>
      </w:r>
      <w:r w:rsidR="004E37D3" w:rsidRPr="00A84B57">
        <w:t xml:space="preserve"> the 2017 Annual Session as part of celebrating the 70</w:t>
      </w:r>
      <w:r w:rsidR="004E37D3" w:rsidRPr="00A84B57">
        <w:rPr>
          <w:vertAlign w:val="superscript"/>
        </w:rPr>
        <w:t>th</w:t>
      </w:r>
      <w:r w:rsidR="00A57189" w:rsidRPr="00A84B57">
        <w:rPr>
          <w:vertAlign w:val="superscript"/>
        </w:rPr>
        <w:t> </w:t>
      </w:r>
      <w:r w:rsidR="004E37D3" w:rsidRPr="00A84B57">
        <w:t xml:space="preserve">anniversary. </w:t>
      </w:r>
    </w:p>
    <w:p w:rsidR="00A84B57" w:rsidRPr="00A84B57" w:rsidRDefault="00E82D37" w:rsidP="00A23D41">
      <w:pPr>
        <w:pStyle w:val="SingleTxtG"/>
      </w:pPr>
      <w:r>
        <w:t>6.</w:t>
      </w:r>
      <w:r>
        <w:tab/>
      </w:r>
      <w:r w:rsidR="00A84B57" w:rsidRPr="00A84B57">
        <w:t>In addition to the ITC “timeline” brochure</w:t>
      </w:r>
      <w:r>
        <w:t>,</w:t>
      </w:r>
      <w:r w:rsidR="00A84B57" w:rsidRPr="00A84B57">
        <w:t xml:space="preserve"> five thematic brochures </w:t>
      </w:r>
      <w:r w:rsidR="00A84B57">
        <w:t xml:space="preserve">are also planned to </w:t>
      </w:r>
      <w:r w:rsidR="009B0F32" w:rsidRPr="00A84B57">
        <w:t>address</w:t>
      </w:r>
      <w:r w:rsidR="009B0F32">
        <w:t xml:space="preserve"> </w:t>
      </w:r>
      <w:r w:rsidR="009B0F32" w:rsidRPr="00A84B57">
        <w:t>activities</w:t>
      </w:r>
      <w:r w:rsidR="00A84B57" w:rsidRPr="00A84B57">
        <w:t xml:space="preserve"> and achievements of the ITC</w:t>
      </w:r>
      <w:r w:rsidR="00A84B57">
        <w:t xml:space="preserve"> and its subsidiary </w:t>
      </w:r>
      <w:r>
        <w:t xml:space="preserve">bodies </w:t>
      </w:r>
      <w:r w:rsidRPr="00A84B57">
        <w:t>in</w:t>
      </w:r>
      <w:r w:rsidR="00A84B57" w:rsidRPr="00A84B57">
        <w:t>:</w:t>
      </w:r>
    </w:p>
    <w:p w:rsidR="00A84B57" w:rsidRPr="00A84B57" w:rsidRDefault="00A23D41" w:rsidP="00A23D41">
      <w:pPr>
        <w:pStyle w:val="SingleTxtG"/>
        <w:ind w:firstLine="567"/>
      </w:pPr>
      <w:r>
        <w:t>(a)</w:t>
      </w:r>
      <w:r>
        <w:tab/>
      </w:r>
      <w:r w:rsidR="00A84B57" w:rsidRPr="00A84B57">
        <w:t xml:space="preserve">Road Safety </w:t>
      </w:r>
    </w:p>
    <w:p w:rsidR="00A84B57" w:rsidRPr="00A84B57" w:rsidRDefault="00A23D41" w:rsidP="00A23D41">
      <w:pPr>
        <w:pStyle w:val="SingleTxtG"/>
        <w:ind w:firstLine="567"/>
      </w:pPr>
      <w:r>
        <w:t>(b)</w:t>
      </w:r>
      <w:r>
        <w:tab/>
      </w:r>
      <w:r w:rsidR="00A84B57" w:rsidRPr="00A84B57">
        <w:t>Rail Transport</w:t>
      </w:r>
    </w:p>
    <w:p w:rsidR="00A84B57" w:rsidRPr="00A84B57" w:rsidRDefault="00A23D41" w:rsidP="00A23D41">
      <w:pPr>
        <w:pStyle w:val="SingleTxtG"/>
        <w:ind w:firstLine="567"/>
      </w:pPr>
      <w:r>
        <w:t>(c)</w:t>
      </w:r>
      <w:r>
        <w:tab/>
      </w:r>
      <w:r w:rsidR="00A84B57" w:rsidRPr="00A84B57">
        <w:t xml:space="preserve">Road Vehicles </w:t>
      </w:r>
    </w:p>
    <w:p w:rsidR="00A84B57" w:rsidRPr="00A84B57" w:rsidRDefault="00A23D41" w:rsidP="00A23D41">
      <w:pPr>
        <w:pStyle w:val="SingleTxtG"/>
        <w:ind w:firstLine="567"/>
      </w:pPr>
      <w:r>
        <w:t>(d)</w:t>
      </w:r>
      <w:r>
        <w:tab/>
      </w:r>
      <w:r w:rsidR="00A84B57" w:rsidRPr="00A84B57">
        <w:t xml:space="preserve">Transport of Dangerous Goods </w:t>
      </w:r>
      <w:bookmarkStart w:id="0" w:name="_GoBack"/>
      <w:bookmarkEnd w:id="0"/>
    </w:p>
    <w:p w:rsidR="009B0F32" w:rsidRDefault="00A23D41" w:rsidP="00A23D41">
      <w:pPr>
        <w:pStyle w:val="SingleTxtG"/>
        <w:ind w:firstLine="567"/>
      </w:pPr>
      <w:r>
        <w:t>(e)</w:t>
      </w:r>
      <w:r>
        <w:tab/>
      </w:r>
      <w:r w:rsidR="00A84B57" w:rsidRPr="00A84B57">
        <w:t>Inland Water Transport</w:t>
      </w:r>
      <w:r w:rsidR="00E84F8A">
        <w:t>.</w:t>
      </w:r>
    </w:p>
    <w:p w:rsidR="009B0F32" w:rsidRDefault="00A84B57" w:rsidP="00A23D41">
      <w:pPr>
        <w:pStyle w:val="SingleTxtG"/>
      </w:pPr>
      <w:r>
        <w:t>7.</w:t>
      </w:r>
      <w:r w:rsidR="009B0F32">
        <w:tab/>
        <w:t>The draft thematic brochures are intended to be presented for reviews to the relevant working parties</w:t>
      </w:r>
      <w:r w:rsidR="00E82D37">
        <w:t xml:space="preserve">, so that they </w:t>
      </w:r>
      <w:r w:rsidR="009B0F32">
        <w:t xml:space="preserve">would be ready for the Committee session </w:t>
      </w:r>
      <w:r w:rsidR="00E82D37">
        <w:t>in 2017</w:t>
      </w:r>
      <w:r w:rsidR="009B0F32">
        <w:t xml:space="preserve">. </w:t>
      </w:r>
    </w:p>
    <w:p w:rsidR="00A84B57" w:rsidRDefault="009B0F32" w:rsidP="00A23D41">
      <w:pPr>
        <w:pStyle w:val="SingleTxtG"/>
      </w:pPr>
      <w:r>
        <w:t>8.</w:t>
      </w:r>
      <w:r>
        <w:tab/>
        <w:t>Finally,</w:t>
      </w:r>
      <w:r w:rsidR="00292EC1">
        <w:t xml:space="preserve"> </w:t>
      </w:r>
      <w:r>
        <w:t>based on these brochures the secretariat intends to explore the possibility for an exhibition that would be inaugurated during the Committee session and possibly kept open for a couple of months, and closed at the end of the UNECE</w:t>
      </w:r>
      <w:r w:rsidR="00292EC1">
        <w:t xml:space="preserve"> </w:t>
      </w:r>
      <w:r>
        <w:t xml:space="preserve">Commission session. </w:t>
      </w:r>
    </w:p>
    <w:p w:rsidR="009B0F32" w:rsidRPr="00A84B57" w:rsidRDefault="009B0F32" w:rsidP="00A23D41">
      <w:pPr>
        <w:pStyle w:val="SingleTxtG"/>
      </w:pPr>
      <w:r>
        <w:t xml:space="preserve">9. </w:t>
      </w:r>
      <w:r>
        <w:tab/>
        <w:t>The Committee is invited to consider these plans and provide further guidance on the preparation for the celebration of the 70</w:t>
      </w:r>
      <w:r w:rsidRPr="009B0F32">
        <w:rPr>
          <w:vertAlign w:val="superscript"/>
        </w:rPr>
        <w:t>th</w:t>
      </w:r>
      <w:r>
        <w:t xml:space="preserve"> Anniversary of the Inland Transport Committee. </w:t>
      </w:r>
    </w:p>
    <w:p w:rsidR="004E37D3" w:rsidRPr="004E37D3" w:rsidRDefault="004E37D3" w:rsidP="004E37D3">
      <w:pPr>
        <w:spacing w:before="240"/>
        <w:ind w:left="1134" w:right="1134"/>
        <w:jc w:val="center"/>
      </w:pPr>
      <w:r>
        <w:rPr>
          <w:u w:val="single"/>
        </w:rPr>
        <w:tab/>
      </w:r>
      <w:r>
        <w:rPr>
          <w:u w:val="single"/>
        </w:rPr>
        <w:tab/>
      </w:r>
      <w:r>
        <w:rPr>
          <w:u w:val="single"/>
        </w:rPr>
        <w:tab/>
      </w:r>
    </w:p>
    <w:sectPr w:rsidR="004E37D3" w:rsidRPr="004E37D3"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E84F8A">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E37D3">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D23968">
      <w:t>2</w:t>
    </w:r>
    <w:r w:rsidR="00F650F7">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D23968">
      <w:t>2</w:t>
    </w:r>
    <w:r w:rsidR="00F650F7">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9AD63A9"/>
    <w:multiLevelType w:val="hybridMultilevel"/>
    <w:tmpl w:val="210AF01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7E220EE"/>
    <w:multiLevelType w:val="hybridMultilevel"/>
    <w:tmpl w:val="0346DEB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250B396">
      <w:start w:val="1"/>
      <w:numFmt w:val="bullet"/>
      <w:lvlText w:val=""/>
      <w:lvlJc w:val="left"/>
      <w:pPr>
        <w:tabs>
          <w:tab w:val="num" w:pos="2160"/>
        </w:tabs>
        <w:ind w:left="2160" w:hanging="360"/>
      </w:pPr>
      <w:rPr>
        <w:rFonts w:ascii="Symbol" w:hAnsi="Symbol" w:hint="default"/>
      </w:rPr>
    </w:lvl>
    <w:lvl w:ilvl="3" w:tplc="08090017">
      <w:start w:val="1"/>
      <w:numFmt w:val="lowerLetter"/>
      <w:lvlText w:val="%4)"/>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FF50642"/>
    <w:multiLevelType w:val="hybridMultilevel"/>
    <w:tmpl w:val="98068A8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68F55364"/>
    <w:multiLevelType w:val="hybridMultilevel"/>
    <w:tmpl w:val="F51609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250B396">
      <w:start w:val="1"/>
      <w:numFmt w:val="bullet"/>
      <w:lvlText w:val=""/>
      <w:lvlJc w:val="left"/>
      <w:pPr>
        <w:tabs>
          <w:tab w:val="num" w:pos="2160"/>
        </w:tabs>
        <w:ind w:left="216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9"/>
  </w:num>
  <w:num w:numId="18">
    <w:abstractNumId w:val="21"/>
  </w:num>
  <w:num w:numId="19">
    <w:abstractNumId w:val="11"/>
  </w:num>
  <w:num w:numId="20">
    <w:abstractNumId w:val="18"/>
  </w:num>
  <w:num w:numId="21">
    <w:abstractNumId w:val="20"/>
  </w:num>
  <w:num w:numId="22">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359BD"/>
    <w:rsid w:val="00050F6B"/>
    <w:rsid w:val="000678CD"/>
    <w:rsid w:val="00072C8C"/>
    <w:rsid w:val="00081CE0"/>
    <w:rsid w:val="00084D30"/>
    <w:rsid w:val="00090320"/>
    <w:rsid w:val="000931C0"/>
    <w:rsid w:val="000A2E09"/>
    <w:rsid w:val="000B175B"/>
    <w:rsid w:val="000B3A0F"/>
    <w:rsid w:val="000E0415"/>
    <w:rsid w:val="000F7715"/>
    <w:rsid w:val="00140243"/>
    <w:rsid w:val="00155A3D"/>
    <w:rsid w:val="00156B99"/>
    <w:rsid w:val="00166124"/>
    <w:rsid w:val="00184DDA"/>
    <w:rsid w:val="001900CD"/>
    <w:rsid w:val="00196A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2EC1"/>
    <w:rsid w:val="002974E9"/>
    <w:rsid w:val="002A7F94"/>
    <w:rsid w:val="002B109A"/>
    <w:rsid w:val="002C6D45"/>
    <w:rsid w:val="002D6E53"/>
    <w:rsid w:val="002F046D"/>
    <w:rsid w:val="002F50C2"/>
    <w:rsid w:val="002F728E"/>
    <w:rsid w:val="00301764"/>
    <w:rsid w:val="003040FD"/>
    <w:rsid w:val="003229D8"/>
    <w:rsid w:val="00332981"/>
    <w:rsid w:val="00336C97"/>
    <w:rsid w:val="00337F88"/>
    <w:rsid w:val="00342432"/>
    <w:rsid w:val="0035223F"/>
    <w:rsid w:val="00352D4B"/>
    <w:rsid w:val="0035638C"/>
    <w:rsid w:val="003672C4"/>
    <w:rsid w:val="0037307F"/>
    <w:rsid w:val="003A46BB"/>
    <w:rsid w:val="003A4EC7"/>
    <w:rsid w:val="003A5F98"/>
    <w:rsid w:val="003A7295"/>
    <w:rsid w:val="003B1F60"/>
    <w:rsid w:val="003B202D"/>
    <w:rsid w:val="003B4DE7"/>
    <w:rsid w:val="003C2CC4"/>
    <w:rsid w:val="003D4B23"/>
    <w:rsid w:val="003E278A"/>
    <w:rsid w:val="00413520"/>
    <w:rsid w:val="00416054"/>
    <w:rsid w:val="004325CB"/>
    <w:rsid w:val="00440A07"/>
    <w:rsid w:val="00462880"/>
    <w:rsid w:val="00476F24"/>
    <w:rsid w:val="004C55B0"/>
    <w:rsid w:val="004C6E60"/>
    <w:rsid w:val="004E37D3"/>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30FCB"/>
    <w:rsid w:val="00640B26"/>
    <w:rsid w:val="00646BFB"/>
    <w:rsid w:val="006770B2"/>
    <w:rsid w:val="006940E1"/>
    <w:rsid w:val="006A3C72"/>
    <w:rsid w:val="006A7392"/>
    <w:rsid w:val="006B03A1"/>
    <w:rsid w:val="006B67D9"/>
    <w:rsid w:val="006C5535"/>
    <w:rsid w:val="006D0589"/>
    <w:rsid w:val="006E564B"/>
    <w:rsid w:val="006E7154"/>
    <w:rsid w:val="006E7E74"/>
    <w:rsid w:val="006F7567"/>
    <w:rsid w:val="007003CD"/>
    <w:rsid w:val="0070701E"/>
    <w:rsid w:val="007074BD"/>
    <w:rsid w:val="007255BE"/>
    <w:rsid w:val="0072632A"/>
    <w:rsid w:val="007358E8"/>
    <w:rsid w:val="00736ECE"/>
    <w:rsid w:val="0074533B"/>
    <w:rsid w:val="007643BC"/>
    <w:rsid w:val="007959FE"/>
    <w:rsid w:val="007A0CF1"/>
    <w:rsid w:val="007A16FD"/>
    <w:rsid w:val="007B6BA5"/>
    <w:rsid w:val="007C3390"/>
    <w:rsid w:val="007C42D8"/>
    <w:rsid w:val="007C4F4B"/>
    <w:rsid w:val="007D63BB"/>
    <w:rsid w:val="007D7362"/>
    <w:rsid w:val="007F33C7"/>
    <w:rsid w:val="007F38D6"/>
    <w:rsid w:val="007F5CE2"/>
    <w:rsid w:val="007F6611"/>
    <w:rsid w:val="00810BAC"/>
    <w:rsid w:val="008175E9"/>
    <w:rsid w:val="008242D7"/>
    <w:rsid w:val="0082577B"/>
    <w:rsid w:val="008472FC"/>
    <w:rsid w:val="00866893"/>
    <w:rsid w:val="00866F02"/>
    <w:rsid w:val="00867D18"/>
    <w:rsid w:val="00871F9A"/>
    <w:rsid w:val="00871FD5"/>
    <w:rsid w:val="0087289B"/>
    <w:rsid w:val="0087391E"/>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23C2"/>
    <w:rsid w:val="00995600"/>
    <w:rsid w:val="009964C4"/>
    <w:rsid w:val="009A431C"/>
    <w:rsid w:val="009A7B81"/>
    <w:rsid w:val="009B0F32"/>
    <w:rsid w:val="009D01C0"/>
    <w:rsid w:val="009D6A08"/>
    <w:rsid w:val="009E0A16"/>
    <w:rsid w:val="009E6CB7"/>
    <w:rsid w:val="009E7970"/>
    <w:rsid w:val="009F2EAC"/>
    <w:rsid w:val="009F57E3"/>
    <w:rsid w:val="00A10F4F"/>
    <w:rsid w:val="00A11067"/>
    <w:rsid w:val="00A11C60"/>
    <w:rsid w:val="00A1704A"/>
    <w:rsid w:val="00A211AB"/>
    <w:rsid w:val="00A23D41"/>
    <w:rsid w:val="00A425EB"/>
    <w:rsid w:val="00A57189"/>
    <w:rsid w:val="00A666BB"/>
    <w:rsid w:val="00A72F22"/>
    <w:rsid w:val="00A733BC"/>
    <w:rsid w:val="00A748A6"/>
    <w:rsid w:val="00A76A69"/>
    <w:rsid w:val="00A84B57"/>
    <w:rsid w:val="00A879A4"/>
    <w:rsid w:val="00AA0FF8"/>
    <w:rsid w:val="00AB4690"/>
    <w:rsid w:val="00AC0F2C"/>
    <w:rsid w:val="00AC502A"/>
    <w:rsid w:val="00AF58C1"/>
    <w:rsid w:val="00B04A3F"/>
    <w:rsid w:val="00B06643"/>
    <w:rsid w:val="00B15055"/>
    <w:rsid w:val="00B30179"/>
    <w:rsid w:val="00B37B15"/>
    <w:rsid w:val="00B45C02"/>
    <w:rsid w:val="00B72A1E"/>
    <w:rsid w:val="00B81E12"/>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43E5"/>
    <w:rsid w:val="00C33D43"/>
    <w:rsid w:val="00C463DD"/>
    <w:rsid w:val="00C745C3"/>
    <w:rsid w:val="00CA24A4"/>
    <w:rsid w:val="00CB348D"/>
    <w:rsid w:val="00CD46F5"/>
    <w:rsid w:val="00CE4A8F"/>
    <w:rsid w:val="00CF071D"/>
    <w:rsid w:val="00CF73DC"/>
    <w:rsid w:val="00D15B04"/>
    <w:rsid w:val="00D2031B"/>
    <w:rsid w:val="00D23968"/>
    <w:rsid w:val="00D25FE2"/>
    <w:rsid w:val="00D3685B"/>
    <w:rsid w:val="00D37DA9"/>
    <w:rsid w:val="00D406A7"/>
    <w:rsid w:val="00D43252"/>
    <w:rsid w:val="00D44D86"/>
    <w:rsid w:val="00D50B7D"/>
    <w:rsid w:val="00D52012"/>
    <w:rsid w:val="00D651C5"/>
    <w:rsid w:val="00D704E5"/>
    <w:rsid w:val="00D72727"/>
    <w:rsid w:val="00D978C6"/>
    <w:rsid w:val="00DA0956"/>
    <w:rsid w:val="00DA357F"/>
    <w:rsid w:val="00DA3E12"/>
    <w:rsid w:val="00DA52AA"/>
    <w:rsid w:val="00DC18AD"/>
    <w:rsid w:val="00DF7CAE"/>
    <w:rsid w:val="00E10695"/>
    <w:rsid w:val="00E423C0"/>
    <w:rsid w:val="00E6414C"/>
    <w:rsid w:val="00E7260F"/>
    <w:rsid w:val="00E82D37"/>
    <w:rsid w:val="00E84F8A"/>
    <w:rsid w:val="00E8702D"/>
    <w:rsid w:val="00E916A9"/>
    <w:rsid w:val="00E916DE"/>
    <w:rsid w:val="00E92327"/>
    <w:rsid w:val="00E925AD"/>
    <w:rsid w:val="00E96630"/>
    <w:rsid w:val="00EA6F25"/>
    <w:rsid w:val="00ED18DC"/>
    <w:rsid w:val="00ED5DEF"/>
    <w:rsid w:val="00ED6201"/>
    <w:rsid w:val="00ED7A2A"/>
    <w:rsid w:val="00EF1D7F"/>
    <w:rsid w:val="00F0137E"/>
    <w:rsid w:val="00F21786"/>
    <w:rsid w:val="00F3742B"/>
    <w:rsid w:val="00F41FDB"/>
    <w:rsid w:val="00F507EC"/>
    <w:rsid w:val="00F56D63"/>
    <w:rsid w:val="00F609A9"/>
    <w:rsid w:val="00F650F7"/>
    <w:rsid w:val="00F80C99"/>
    <w:rsid w:val="00F867EC"/>
    <w:rsid w:val="00F91B2B"/>
    <w:rsid w:val="00FC03CD"/>
    <w:rsid w:val="00FC03F5"/>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E37D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E37D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4</TotalTime>
  <Pages>2</Pages>
  <Words>665</Words>
  <Characters>3804</Characters>
  <Application>Microsoft Office Word</Application>
  <DocSecurity>0</DocSecurity>
  <Lines>69</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7</cp:revision>
  <cp:lastPrinted>2009-02-18T09:36:00Z</cp:lastPrinted>
  <dcterms:created xsi:type="dcterms:W3CDTF">2015-12-15T15:07:00Z</dcterms:created>
  <dcterms:modified xsi:type="dcterms:W3CDTF">2015-12-15T15:11:00Z</dcterms:modified>
</cp:coreProperties>
</file>