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Default Extension="gif" ContentType="image/gif"/>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2" w:rightFromText="142" w:vertAnchor="page" w:horzAnchor="page" w:tblpX="1135" w:tblpY="568"/>
        <w:tblOverlap w:val="never"/>
        <w:tblW w:w="9639" w:type="dxa"/>
        <w:tblLayout w:type="fixed"/>
        <w:tblCellMar>
          <w:left w:w="0" w:type="dxa"/>
          <w:right w:w="0" w:type="dxa"/>
        </w:tblCellMar>
        <w:tblLook w:val="01E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EA5F2E"/>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EA5F2E" w:rsidP="00EA5F2E">
            <w:pPr>
              <w:jc w:val="right"/>
            </w:pPr>
            <w:r w:rsidRPr="00EA5F2E">
              <w:rPr>
                <w:sz w:val="40"/>
              </w:rPr>
              <w:t>ECE</w:t>
            </w:r>
            <w:r>
              <w:t>/TRANS/WP.15/2016/5</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fr-FR" w:eastAsia="fr-FR"/>
              </w:rPr>
              <w:drawing>
                <wp:inline distT="0" distB="0" distL="0" distR="0">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EA5F2E" w:rsidP="00892A2F">
            <w:pPr>
              <w:spacing w:before="240"/>
            </w:pPr>
            <w:r>
              <w:t>Distr. générale</w:t>
            </w:r>
          </w:p>
          <w:p w:rsidR="00EA5F2E" w:rsidRDefault="00EA5F2E" w:rsidP="00EA5F2E">
            <w:pPr>
              <w:spacing w:line="240" w:lineRule="exact"/>
            </w:pPr>
            <w:r>
              <w:t>8 février 2016</w:t>
            </w:r>
          </w:p>
          <w:p w:rsidR="00EA5F2E" w:rsidRDefault="00EA5F2E" w:rsidP="00EA5F2E">
            <w:pPr>
              <w:spacing w:line="240" w:lineRule="exact"/>
            </w:pPr>
            <w:r>
              <w:t>Français</w:t>
            </w:r>
          </w:p>
          <w:p w:rsidR="00EA5F2E" w:rsidRPr="00DB58B5" w:rsidRDefault="00EA5F2E" w:rsidP="00EA5F2E">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6077BB" w:rsidRPr="006077BB" w:rsidRDefault="006077BB" w:rsidP="006077BB">
      <w:pPr>
        <w:kinsoku/>
        <w:overflowPunct/>
        <w:autoSpaceDE/>
        <w:autoSpaceDN/>
        <w:adjustRightInd/>
        <w:snapToGrid/>
        <w:spacing w:before="120"/>
        <w:rPr>
          <w:b/>
          <w:sz w:val="24"/>
          <w:szCs w:val="24"/>
        </w:rPr>
      </w:pPr>
      <w:r w:rsidRPr="006077BB">
        <w:rPr>
          <w:b/>
          <w:sz w:val="24"/>
          <w:szCs w:val="24"/>
        </w:rPr>
        <w:t>Groupe de travail des transports de marchandises dangereuses</w:t>
      </w:r>
    </w:p>
    <w:p w:rsidR="006077BB" w:rsidRPr="002824D7" w:rsidRDefault="006077BB" w:rsidP="006077BB">
      <w:pPr>
        <w:kinsoku/>
        <w:overflowPunct/>
        <w:autoSpaceDE/>
        <w:autoSpaceDN/>
        <w:adjustRightInd/>
        <w:snapToGrid/>
        <w:spacing w:before="120"/>
        <w:rPr>
          <w:b/>
          <w:szCs w:val="24"/>
          <w:lang w:val="fr-FR"/>
        </w:rPr>
      </w:pPr>
      <w:r w:rsidRPr="002824D7">
        <w:rPr>
          <w:b/>
          <w:szCs w:val="24"/>
        </w:rPr>
        <w:t>Centième session</w:t>
      </w:r>
    </w:p>
    <w:p w:rsidR="006077BB" w:rsidRPr="002824D7" w:rsidRDefault="006077BB" w:rsidP="006077BB">
      <w:pPr>
        <w:kinsoku/>
        <w:overflowPunct/>
        <w:autoSpaceDE/>
        <w:autoSpaceDN/>
        <w:adjustRightInd/>
        <w:snapToGrid/>
        <w:rPr>
          <w:szCs w:val="24"/>
          <w:lang w:val="fr-FR"/>
        </w:rPr>
      </w:pPr>
      <w:r w:rsidRPr="002824D7">
        <w:rPr>
          <w:szCs w:val="24"/>
          <w:lang w:val="fr-FR"/>
        </w:rPr>
        <w:t>Genève, 9-13 mai 2016</w:t>
      </w:r>
    </w:p>
    <w:p w:rsidR="006077BB" w:rsidRPr="002824D7" w:rsidRDefault="006077BB" w:rsidP="006077BB">
      <w:pPr>
        <w:kinsoku/>
        <w:overflowPunct/>
        <w:autoSpaceDE/>
        <w:autoSpaceDN/>
        <w:adjustRightInd/>
        <w:snapToGrid/>
        <w:rPr>
          <w:szCs w:val="24"/>
          <w:lang w:val="fr-FR"/>
        </w:rPr>
      </w:pPr>
      <w:r w:rsidRPr="002824D7">
        <w:rPr>
          <w:szCs w:val="24"/>
          <w:lang w:val="fr-FR"/>
        </w:rPr>
        <w:t>Point 6 b) de l</w:t>
      </w:r>
      <w:r>
        <w:rPr>
          <w:szCs w:val="24"/>
          <w:lang w:val="fr-FR"/>
        </w:rPr>
        <w:t>’</w:t>
      </w:r>
      <w:r w:rsidRPr="002824D7">
        <w:rPr>
          <w:szCs w:val="24"/>
          <w:lang w:val="fr-FR"/>
        </w:rPr>
        <w:t>ordre du jour provisoire</w:t>
      </w:r>
    </w:p>
    <w:p w:rsidR="006077BB" w:rsidRDefault="006077BB" w:rsidP="006077BB">
      <w:pPr>
        <w:kinsoku/>
        <w:overflowPunct/>
        <w:autoSpaceDE/>
        <w:autoSpaceDN/>
        <w:adjustRightInd/>
        <w:snapToGrid/>
        <w:rPr>
          <w:b/>
          <w:szCs w:val="24"/>
        </w:rPr>
      </w:pPr>
      <w:r w:rsidRPr="002824D7">
        <w:rPr>
          <w:b/>
          <w:szCs w:val="24"/>
        </w:rPr>
        <w:t>Propositions d</w:t>
      </w:r>
      <w:r>
        <w:rPr>
          <w:b/>
          <w:szCs w:val="24"/>
        </w:rPr>
        <w:t>’</w:t>
      </w:r>
      <w:r w:rsidRPr="002824D7">
        <w:rPr>
          <w:b/>
          <w:szCs w:val="24"/>
        </w:rPr>
        <w:t>amendement aux annexes A et B de l</w:t>
      </w:r>
      <w:r>
        <w:rPr>
          <w:b/>
          <w:szCs w:val="24"/>
        </w:rPr>
        <w:t>’</w:t>
      </w:r>
      <w:r w:rsidRPr="002824D7">
        <w:rPr>
          <w:b/>
          <w:szCs w:val="24"/>
        </w:rPr>
        <w:t>ADR</w:t>
      </w:r>
      <w:r>
        <w:rPr>
          <w:b/>
          <w:szCs w:val="24"/>
        </w:rPr>
        <w:t> </w:t>
      </w:r>
      <w:r w:rsidRPr="002824D7">
        <w:rPr>
          <w:b/>
          <w:szCs w:val="24"/>
        </w:rPr>
        <w:t>:</w:t>
      </w:r>
      <w:r>
        <w:rPr>
          <w:b/>
          <w:szCs w:val="24"/>
        </w:rPr>
        <w:t xml:space="preserve"> </w:t>
      </w:r>
    </w:p>
    <w:p w:rsidR="006077BB" w:rsidRPr="002824D7" w:rsidRDefault="006077BB" w:rsidP="006077BB">
      <w:pPr>
        <w:kinsoku/>
        <w:overflowPunct/>
        <w:autoSpaceDE/>
        <w:autoSpaceDN/>
        <w:adjustRightInd/>
        <w:snapToGrid/>
        <w:rPr>
          <w:b/>
          <w:szCs w:val="24"/>
        </w:rPr>
      </w:pPr>
      <w:r>
        <w:rPr>
          <w:b/>
          <w:szCs w:val="24"/>
        </w:rPr>
        <w:t>p</w:t>
      </w:r>
      <w:r w:rsidRPr="002824D7">
        <w:rPr>
          <w:b/>
          <w:szCs w:val="24"/>
        </w:rPr>
        <w:t>ropositions diverses</w:t>
      </w:r>
    </w:p>
    <w:p w:rsidR="006077BB" w:rsidRPr="006077BB" w:rsidRDefault="006077BB" w:rsidP="006077BB">
      <w:pPr>
        <w:pStyle w:val="HChG"/>
      </w:pPr>
      <w:r w:rsidRPr="006077BB">
        <w:tab/>
      </w:r>
      <w:r w:rsidRPr="006077BB">
        <w:tab/>
      </w:r>
      <w:bookmarkStart w:id="0" w:name="OLE_LINK3"/>
      <w:bookmarkStart w:id="1" w:name="OLE_LINK4"/>
      <w:r w:rsidRPr="006077BB">
        <w:t xml:space="preserve">Transport du charbon en vrac </w:t>
      </w:r>
      <w:bookmarkEnd w:id="0"/>
      <w:bookmarkEnd w:id="1"/>
    </w:p>
    <w:p w:rsidR="006077BB" w:rsidRPr="006077BB" w:rsidRDefault="006077BB" w:rsidP="006077BB">
      <w:pPr>
        <w:pStyle w:val="H1G"/>
      </w:pPr>
      <w:r w:rsidRPr="006077BB">
        <w:tab/>
      </w:r>
      <w:r w:rsidRPr="006077BB">
        <w:tab/>
        <w:t>Communication d’EURACOAL</w:t>
      </w:r>
      <w:r w:rsidRPr="006077BB">
        <w:rPr>
          <w:rStyle w:val="Appelnotedebasdep"/>
          <w:b w:val="0"/>
        </w:rPr>
        <w:footnoteReference w:id="2"/>
      </w:r>
    </w:p>
    <w:p w:rsidR="006077BB" w:rsidRPr="006077BB" w:rsidRDefault="006077BB" w:rsidP="006077BB">
      <w:pPr>
        <w:pStyle w:val="HChG"/>
      </w:pPr>
      <w:r w:rsidRPr="006077BB">
        <w:tab/>
      </w:r>
      <w:r w:rsidRPr="006077BB">
        <w:tab/>
        <w:t>Introduction</w:t>
      </w:r>
    </w:p>
    <w:p w:rsidR="006077BB" w:rsidRPr="006077BB" w:rsidRDefault="006077BB" w:rsidP="006077BB">
      <w:pPr>
        <w:pStyle w:val="ParNoG"/>
        <w:numPr>
          <w:ilvl w:val="0"/>
          <w:numId w:val="0"/>
        </w:numPr>
        <w:ind w:left="1134"/>
      </w:pPr>
      <w:r>
        <w:t>1.</w:t>
      </w:r>
      <w:r>
        <w:tab/>
      </w:r>
      <w:r w:rsidRPr="006077BB">
        <w:t>La Pologne a présenté le document ECE/TRANS/WP.15/AC.1/2014/47 sur le transport du charbon en vrac à la session de septembre 2014 de la Réunion commune de la Commission d’experts du RID et du Groupe de travail des transports de marchandises dangereuses. En outre, trois documents informels sont venus commenter ou compléter ce document</w:t>
      </w:r>
      <w:r>
        <w:t> :</w:t>
      </w:r>
      <w:r w:rsidRPr="006077BB">
        <w:t xml:space="preserve"> les documents informels INF.4 (Pologne/Euracoal), INF.24 (CENCC) et INF.29 (secrétariat).</w:t>
      </w:r>
    </w:p>
    <w:p w:rsidR="006077BB" w:rsidRPr="006077BB" w:rsidRDefault="006077BB" w:rsidP="006077BB">
      <w:pPr>
        <w:pStyle w:val="SingleTxtG"/>
      </w:pPr>
      <w:r w:rsidRPr="006077BB">
        <w:t>2.</w:t>
      </w:r>
      <w:r w:rsidRPr="006077BB">
        <w:tab/>
        <w:t xml:space="preserve">Faute de temps, ces documents n’ont pas pu être examinés lors de la session. </w:t>
      </w:r>
    </w:p>
    <w:p w:rsidR="006077BB" w:rsidRPr="006077BB" w:rsidRDefault="006077BB" w:rsidP="006077BB">
      <w:pPr>
        <w:pStyle w:val="SingleTxtG"/>
      </w:pPr>
      <w:r w:rsidRPr="006077BB">
        <w:t>3.</w:t>
      </w:r>
      <w:r w:rsidRPr="006077BB">
        <w:tab/>
        <w:t>Le Président de la Réunion commune a suggéré que la question du transport du charbon en vrac par route soit résolue par des accords multilatéraux ADR appropriés.</w:t>
      </w:r>
    </w:p>
    <w:p w:rsidR="006077BB" w:rsidRPr="006077BB" w:rsidRDefault="006077BB" w:rsidP="006077BB">
      <w:pPr>
        <w:pStyle w:val="SingleTxtG"/>
      </w:pPr>
      <w:r w:rsidRPr="006077BB">
        <w:t>4.</w:t>
      </w:r>
      <w:r w:rsidRPr="006077BB">
        <w:tab/>
        <w:t xml:space="preserve">La Pologne a suivi la suggestion et lancé l’accord multilatéral M282 concernant le transport du numéro ONU 1361 CHARBON, groupe d’emballage III et du numéro ONU 3088 SOLIDE ORGANIQUE AUTO-ÉCHAUFFANT, N.S.A , groupe d’emballage III. La Pologne, l’Allemagne et la France ont signé cet accord à ce jour. </w:t>
      </w:r>
    </w:p>
    <w:p w:rsidR="006077BB" w:rsidRPr="006077BB" w:rsidRDefault="006077BB" w:rsidP="006077BB">
      <w:pPr>
        <w:pStyle w:val="SingleTxtG"/>
      </w:pPr>
      <w:r w:rsidRPr="006077BB">
        <w:t>4.</w:t>
      </w:r>
      <w:r w:rsidRPr="006077BB">
        <w:tab/>
        <w:t>Le Groupe de travail a noté lors de sa quatre-vingt-dix-septième session (</w:t>
      </w:r>
      <w:r w:rsidR="003E70FB">
        <w:t xml:space="preserve">du </w:t>
      </w:r>
      <w:bookmarkStart w:id="2" w:name="_GoBack"/>
      <w:bookmarkEnd w:id="2"/>
      <w:r w:rsidRPr="006077BB">
        <w:t>3 au 6</w:t>
      </w:r>
      <w:r>
        <w:t> </w:t>
      </w:r>
      <w:r w:rsidRPr="006077BB">
        <w:t xml:space="preserve">novembre 2014) que le Comité de sécurité de l’ADN et le Groupe de travail permanent de </w:t>
      </w:r>
      <w:r w:rsidRPr="006077BB">
        <w:lastRenderedPageBreak/>
        <w:t>la Commission d’experts du RID avaient adopté des dispositions visant à exempter, sous certaines conditions, les transports de houille, coke et anthracite par le biais d’une nouvelle disposition spéciale et qu’EURACOAL présenterait à la prochaine session un document visant à ajouter dans l’ADR des dispositions équivalentes pour le transport par route.</w:t>
      </w:r>
    </w:p>
    <w:p w:rsidR="006077BB" w:rsidRPr="006077BB" w:rsidRDefault="006077BB" w:rsidP="006077BB">
      <w:pPr>
        <w:pStyle w:val="SingleTxtG"/>
      </w:pPr>
      <w:r w:rsidRPr="006077BB">
        <w:t>5.</w:t>
      </w:r>
      <w:r w:rsidRPr="006077BB">
        <w:tab/>
        <w:t>EURACOAL propose par la présente d’introduire dans l’ADR une nouvelle disposition spéciale strictement conforme à l’accord multilatéral M282.</w:t>
      </w:r>
    </w:p>
    <w:p w:rsidR="006077BB" w:rsidRPr="006077BB" w:rsidRDefault="006077BB" w:rsidP="006077BB">
      <w:pPr>
        <w:pStyle w:val="HChG"/>
      </w:pPr>
      <w:r w:rsidRPr="006077BB">
        <w:tab/>
      </w:r>
      <w:r w:rsidRPr="006077BB">
        <w:tab/>
        <w:t>Propositions d’amendements à l’ADR</w:t>
      </w:r>
    </w:p>
    <w:p w:rsidR="006077BB" w:rsidRPr="006077BB" w:rsidRDefault="006077BB" w:rsidP="006077BB">
      <w:pPr>
        <w:pStyle w:val="SingleTxtG"/>
      </w:pPr>
      <w:r w:rsidRPr="006077BB">
        <w:t>6.</w:t>
      </w:r>
      <w:r w:rsidRPr="006077BB">
        <w:tab/>
        <w:t>Partie 3, chapitre 3.2, tableau A, modifier comme suit</w:t>
      </w:r>
      <w:r>
        <w:t> :</w:t>
      </w:r>
    </w:p>
    <w:p w:rsidR="006077BB" w:rsidRPr="006077BB" w:rsidRDefault="006077BB" w:rsidP="006077BB">
      <w:pPr>
        <w:pStyle w:val="SingleTxtG"/>
      </w:pPr>
      <w:r w:rsidRPr="006077BB">
        <w:tab/>
      </w:r>
      <w:r>
        <w:t>N</w:t>
      </w:r>
      <w:r w:rsidRPr="006077BB">
        <w:rPr>
          <w:vertAlign w:val="superscript"/>
        </w:rPr>
        <w:t>o</w:t>
      </w:r>
      <w:r>
        <w:t> </w:t>
      </w:r>
      <w:r w:rsidRPr="006077BB">
        <w:t>ONU</w:t>
      </w:r>
      <w:r>
        <w:t> </w:t>
      </w:r>
      <w:r w:rsidRPr="006077BB">
        <w:t>1361 Charbon d’origine animale ou végétale, groupe d’emballage III, colonne (6) et n</w:t>
      </w:r>
      <w:r w:rsidRPr="006077BB">
        <w:rPr>
          <w:vertAlign w:val="superscript"/>
        </w:rPr>
        <w:t>o</w:t>
      </w:r>
      <w:r>
        <w:t> </w:t>
      </w:r>
      <w:r w:rsidRPr="006077BB">
        <w:t>ONU 3088 SOLIDE ORGANIQUE AUTO-ÉCHAUFFANT, N.S.A. groupe d’emballage III, colonne (6)</w:t>
      </w:r>
      <w:r>
        <w:t> :</w:t>
      </w:r>
    </w:p>
    <w:p w:rsidR="006077BB" w:rsidRPr="006077BB" w:rsidRDefault="006077BB" w:rsidP="006077BB">
      <w:pPr>
        <w:pStyle w:val="SingleTxtG"/>
      </w:pPr>
      <w:r w:rsidRPr="006077BB">
        <w:tab/>
      </w:r>
      <w:r w:rsidR="00177E65">
        <w:t>I</w:t>
      </w:r>
      <w:r w:rsidRPr="006077BB">
        <w:t xml:space="preserve">nsérer une référence à une disposition spéciale </w:t>
      </w:r>
      <w:r w:rsidR="00FF1F43">
        <w:t>« </w:t>
      </w:r>
      <w:r w:rsidRPr="006077BB">
        <w:t>xxx</w:t>
      </w:r>
      <w:r w:rsidR="00FF1F43">
        <w:t> »</w:t>
      </w:r>
      <w:r w:rsidRPr="006077BB">
        <w:t>.</w:t>
      </w:r>
    </w:p>
    <w:p w:rsidR="006077BB" w:rsidRPr="006077BB" w:rsidRDefault="006077BB" w:rsidP="006077BB">
      <w:pPr>
        <w:pStyle w:val="SingleTxtG"/>
      </w:pPr>
      <w:r w:rsidRPr="006077BB">
        <w:t>7.</w:t>
      </w:r>
      <w:r w:rsidRPr="006077BB">
        <w:tab/>
        <w:t>Partie 3, chapitre 3.3, Disposition spéciale</w:t>
      </w:r>
      <w:r>
        <w:t> :</w:t>
      </w:r>
      <w:r w:rsidRPr="006077BB">
        <w:t xml:space="preserve"> ajouter une nouvelle disposition spéciale ainsi conçue</w:t>
      </w:r>
      <w:r>
        <w:t> :</w:t>
      </w:r>
    </w:p>
    <w:p w:rsidR="006077BB" w:rsidRPr="006077BB" w:rsidRDefault="006077BB" w:rsidP="006077BB">
      <w:pPr>
        <w:pStyle w:val="SingleTxtG"/>
      </w:pPr>
      <w:r w:rsidRPr="006077BB">
        <w:tab/>
      </w:r>
      <w:r w:rsidR="00FF1F43">
        <w:t>« </w:t>
      </w:r>
      <w:r w:rsidRPr="006077BB">
        <w:t>xxx Par dérogation aux dispositions du tableau A de la section 3.2.1 de l’ADR, le transport en vrac de houille, de coke et d’anthracite remplissant les critères de classification de la classe 4.2, groupe d’emballage III n’est pas soumis aux prescriptions de l’ADR.</w:t>
      </w:r>
      <w:r w:rsidR="00FF1F43">
        <w:t> »</w:t>
      </w:r>
      <w:r w:rsidRPr="006077BB">
        <w:t>.</w:t>
      </w:r>
    </w:p>
    <w:p w:rsidR="006077BB" w:rsidRPr="006077BB" w:rsidRDefault="006077BB" w:rsidP="006077BB">
      <w:pPr>
        <w:pStyle w:val="HChG"/>
      </w:pPr>
      <w:r w:rsidRPr="006077BB">
        <w:tab/>
      </w:r>
      <w:r w:rsidRPr="006077BB">
        <w:tab/>
        <w:t>Justification</w:t>
      </w:r>
    </w:p>
    <w:p w:rsidR="006077BB" w:rsidRPr="006077BB" w:rsidRDefault="006077BB" w:rsidP="006077BB">
      <w:pPr>
        <w:pStyle w:val="SingleTxtG"/>
      </w:pPr>
      <w:r w:rsidRPr="006077BB">
        <w:t>8.</w:t>
      </w:r>
      <w:r w:rsidRPr="006077BB">
        <w:tab/>
        <w:t>Contrairement au transport du charbon (n</w:t>
      </w:r>
      <w:r w:rsidR="003E70FB" w:rsidRPr="003E70FB">
        <w:rPr>
          <w:vertAlign w:val="superscript"/>
        </w:rPr>
        <w:t>o</w:t>
      </w:r>
      <w:r w:rsidR="003E70FB">
        <w:t> </w:t>
      </w:r>
      <w:r w:rsidRPr="006077BB">
        <w:t>ONU 1361) par voie de navigation intérieure ou par voie ferrée, il n’y a pas besoin de dispositions supplémentaires ou équivalentes pour le transport par route dans l’ADR comme dans le RID et l’ADN, pour les raisons suivantes</w:t>
      </w:r>
      <w:r>
        <w:t> :</w:t>
      </w:r>
    </w:p>
    <w:p w:rsidR="006077BB" w:rsidRDefault="006077BB" w:rsidP="006077BB">
      <w:pPr>
        <w:pStyle w:val="SingleTxtG"/>
        <w:ind w:firstLine="567"/>
      </w:pPr>
      <w:r w:rsidRPr="006077BB">
        <w:t>a)</w:t>
      </w:r>
      <w:r w:rsidRPr="006077BB">
        <w:tab/>
        <w:t>Les volumes de charbon transportés par camions sont beaucoup plus faibles que par bateaux ou par trains et le risque d’auto-écha</w:t>
      </w:r>
      <w:r>
        <w:t>uffement est donc bien moindre ;</w:t>
      </w:r>
    </w:p>
    <w:p w:rsidR="006077BB" w:rsidRDefault="006077BB" w:rsidP="006077BB">
      <w:pPr>
        <w:pStyle w:val="SingleTxtG"/>
        <w:ind w:firstLine="567"/>
      </w:pPr>
      <w:r w:rsidRPr="006077BB">
        <w:t>b)</w:t>
      </w:r>
      <w:r w:rsidRPr="006077BB">
        <w:tab/>
        <w:t>Contrairement à ce qui se passe lors du transport par bateaux ou par trains, les camions peuvent s’arrêter immédiatement en cas d’auto-échauffement du charbon et ils peuvent être vidés pour faire baisser la</w:t>
      </w:r>
      <w:r>
        <w:t xml:space="preserve"> température de leur chargement ;</w:t>
      </w:r>
    </w:p>
    <w:p w:rsidR="006077BB" w:rsidRDefault="006077BB" w:rsidP="006077BB">
      <w:pPr>
        <w:pStyle w:val="SingleTxtG"/>
        <w:ind w:firstLine="567"/>
      </w:pPr>
      <w:r w:rsidRPr="006077BB">
        <w:t>c)</w:t>
      </w:r>
      <w:r w:rsidRPr="006077BB">
        <w:tab/>
        <w:t xml:space="preserve">La durée du transport routier est bien plus courte que celle du transport par bateau ou par chemin de fer car pour des raisons économique la distance parcourue est plus courte. Le danger d’auto-échauffement du charbon </w:t>
      </w:r>
      <w:r>
        <w:t>est donc pratiquement nul ;</w:t>
      </w:r>
    </w:p>
    <w:p w:rsidR="006077BB" w:rsidRDefault="006077BB" w:rsidP="006077BB">
      <w:pPr>
        <w:pStyle w:val="SingleTxtG"/>
        <w:ind w:firstLine="567"/>
      </w:pPr>
      <w:r w:rsidRPr="006077BB">
        <w:t>d)</w:t>
      </w:r>
      <w:r w:rsidRPr="006077BB">
        <w:tab/>
        <w:t>Le charbon est rarement transporté par route (sauf en cas d’urgence)</w:t>
      </w:r>
      <w:r>
        <w:t> ;</w:t>
      </w:r>
    </w:p>
    <w:p w:rsidR="006077BB" w:rsidRPr="006077BB" w:rsidRDefault="006077BB" w:rsidP="006077BB">
      <w:pPr>
        <w:pStyle w:val="SingleTxtG"/>
        <w:ind w:firstLine="567"/>
      </w:pPr>
      <w:r w:rsidRPr="006077BB">
        <w:t>e)</w:t>
      </w:r>
      <w:r w:rsidRPr="006077BB">
        <w:tab/>
        <w:t xml:space="preserve">Si du charbon doit être transporté par route, le camion n’est pas chargé par une bande convoyeuse mais par une pelleteuse qui ne dispose pas d’une capacité de mesure de la température avant ou après le chargement. Mesurer la température semble d’ailleurs disproportionné par rapport au risque d’auto-inflammation du charbon. </w:t>
      </w:r>
    </w:p>
    <w:p w:rsidR="00F9573C" w:rsidRPr="006077BB" w:rsidRDefault="006077BB" w:rsidP="006077BB">
      <w:pPr>
        <w:pStyle w:val="SingleTxtG"/>
        <w:spacing w:before="240" w:after="0"/>
        <w:jc w:val="center"/>
        <w:rPr>
          <w:u w:val="single"/>
        </w:rPr>
      </w:pPr>
      <w:r>
        <w:rPr>
          <w:u w:val="single"/>
        </w:rPr>
        <w:tab/>
      </w:r>
      <w:r>
        <w:rPr>
          <w:u w:val="single"/>
        </w:rPr>
        <w:tab/>
      </w:r>
      <w:r>
        <w:rPr>
          <w:u w:val="single"/>
        </w:rPr>
        <w:tab/>
      </w:r>
    </w:p>
    <w:sectPr w:rsidR="00F9573C" w:rsidRPr="006077BB" w:rsidSect="00EA5F2E">
      <w:headerReference w:type="even" r:id="rId8"/>
      <w:headerReference w:type="default" r:id="rId9"/>
      <w:footerReference w:type="even" r:id="rId10"/>
      <w:footerReference w:type="default" r:id="rId11"/>
      <w:footerReference w:type="first" r:id="rId12"/>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0E58" w:rsidRDefault="00090E58" w:rsidP="00F95C08">
      <w:pPr>
        <w:spacing w:line="240" w:lineRule="auto"/>
      </w:pPr>
    </w:p>
  </w:endnote>
  <w:endnote w:type="continuationSeparator" w:id="0">
    <w:p w:rsidR="00090E58" w:rsidRPr="00AC3823" w:rsidRDefault="00090E58" w:rsidP="00AC3823">
      <w:pPr>
        <w:pStyle w:val="Pieddepage"/>
      </w:pPr>
    </w:p>
  </w:endnote>
  <w:endnote w:type="continuationNotice" w:id="1">
    <w:p w:rsidR="00090E58" w:rsidRDefault="00090E58">
      <w:pPr>
        <w:spacing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F2E" w:rsidRPr="00EA5F2E" w:rsidRDefault="00901908" w:rsidP="00EA5F2E">
    <w:pPr>
      <w:pStyle w:val="Pieddepage"/>
      <w:tabs>
        <w:tab w:val="right" w:pos="9638"/>
      </w:tabs>
    </w:pPr>
    <w:r w:rsidRPr="00EA5F2E">
      <w:rPr>
        <w:b/>
        <w:sz w:val="18"/>
      </w:rPr>
      <w:fldChar w:fldCharType="begin"/>
    </w:r>
    <w:r w:rsidR="00EA5F2E" w:rsidRPr="00EA5F2E">
      <w:rPr>
        <w:b/>
        <w:sz w:val="18"/>
      </w:rPr>
      <w:instrText xml:space="preserve"> PAGE  \* MERGEFORMAT </w:instrText>
    </w:r>
    <w:r w:rsidRPr="00EA5F2E">
      <w:rPr>
        <w:b/>
        <w:sz w:val="18"/>
      </w:rPr>
      <w:fldChar w:fldCharType="separate"/>
    </w:r>
    <w:r w:rsidR="00864C49">
      <w:rPr>
        <w:b/>
        <w:noProof/>
        <w:sz w:val="18"/>
      </w:rPr>
      <w:t>2</w:t>
    </w:r>
    <w:r w:rsidRPr="00EA5F2E">
      <w:rPr>
        <w:b/>
        <w:sz w:val="18"/>
      </w:rPr>
      <w:fldChar w:fldCharType="end"/>
    </w:r>
    <w:r w:rsidR="00EA5F2E">
      <w:rPr>
        <w:b/>
        <w:sz w:val="18"/>
      </w:rPr>
      <w:tab/>
    </w:r>
    <w:r w:rsidR="00EA5F2E">
      <w:t>GE.16-01647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F2E" w:rsidRPr="00EA5F2E" w:rsidRDefault="00EA5F2E" w:rsidP="00EA5F2E">
    <w:pPr>
      <w:pStyle w:val="Pieddepage"/>
      <w:tabs>
        <w:tab w:val="right" w:pos="9638"/>
      </w:tabs>
      <w:rPr>
        <w:b/>
        <w:sz w:val="18"/>
      </w:rPr>
    </w:pPr>
    <w:r>
      <w:t>GE.16-01647</w:t>
    </w:r>
    <w:r>
      <w:tab/>
    </w:r>
    <w:r w:rsidR="00901908" w:rsidRPr="00EA5F2E">
      <w:rPr>
        <w:b/>
        <w:sz w:val="18"/>
      </w:rPr>
      <w:fldChar w:fldCharType="begin"/>
    </w:r>
    <w:r w:rsidRPr="00EA5F2E">
      <w:rPr>
        <w:b/>
        <w:sz w:val="18"/>
      </w:rPr>
      <w:instrText xml:space="preserve"> PAGE  \* MERGEFORMAT </w:instrText>
    </w:r>
    <w:r w:rsidR="00901908" w:rsidRPr="00EA5F2E">
      <w:rPr>
        <w:b/>
        <w:sz w:val="18"/>
      </w:rPr>
      <w:fldChar w:fldCharType="separate"/>
    </w:r>
    <w:r>
      <w:rPr>
        <w:b/>
        <w:noProof/>
        <w:sz w:val="18"/>
      </w:rPr>
      <w:t>3</w:t>
    </w:r>
    <w:r w:rsidR="00901908" w:rsidRPr="00EA5F2E">
      <w:rPr>
        <w:b/>
        <w:sz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0FA" w:rsidRPr="00EA5F2E" w:rsidRDefault="00EA5F2E" w:rsidP="00EA5F2E">
    <w:pPr>
      <w:pStyle w:val="Pieddepage"/>
      <w:spacing w:before="120"/>
      <w:rPr>
        <w:sz w:val="20"/>
      </w:rPr>
    </w:pPr>
    <w:r>
      <w:rPr>
        <w:sz w:val="20"/>
      </w:rPr>
      <w:t>GE.</w:t>
    </w:r>
    <w:r w:rsidR="007F20FA">
      <w:rPr>
        <w:noProof/>
        <w:lang w:val="fr-FR" w:eastAsia="fr-FR"/>
      </w:rPr>
      <w:drawing>
        <wp:anchor distT="0" distB="0" distL="114300" distR="114300" simplePos="0" relativeHeight="251659264" behindDoc="0" locked="0" layoutInCell="1" allowOverlap="0">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05200" cy="234000"/>
                  </a:xfrm>
                  <a:prstGeom prst="rect">
                    <a:avLst/>
                  </a:prstGeom>
                  <a:noFill/>
                  <a:ln>
                    <a:noFill/>
                  </a:ln>
                </pic:spPr>
              </pic:pic>
            </a:graphicData>
          </a:graphic>
        </wp:anchor>
      </w:drawing>
    </w:r>
    <w:r>
      <w:rPr>
        <w:sz w:val="20"/>
      </w:rPr>
      <w:t>16-01647  (F)    260216    240316</w:t>
    </w:r>
    <w:r>
      <w:rPr>
        <w:sz w:val="20"/>
      </w:rPr>
      <w:br/>
    </w:r>
    <w:r w:rsidRPr="00EA5F2E">
      <w:rPr>
        <w:rFonts w:ascii="C39T30Lfz" w:hAnsi="C39T30Lfz"/>
        <w:sz w:val="56"/>
      </w:rPr>
      <w:t></w:t>
    </w:r>
    <w:r w:rsidRPr="00EA5F2E">
      <w:rPr>
        <w:rFonts w:ascii="C39T30Lfz" w:hAnsi="C39T30Lfz"/>
        <w:sz w:val="56"/>
      </w:rPr>
      <w:t></w:t>
    </w:r>
    <w:r w:rsidRPr="00EA5F2E">
      <w:rPr>
        <w:rFonts w:ascii="C39T30Lfz" w:hAnsi="C39T30Lfz"/>
        <w:sz w:val="56"/>
      </w:rPr>
      <w:t></w:t>
    </w:r>
    <w:r w:rsidRPr="00EA5F2E">
      <w:rPr>
        <w:rFonts w:ascii="C39T30Lfz" w:hAnsi="C39T30Lfz"/>
        <w:sz w:val="56"/>
      </w:rPr>
      <w:t></w:t>
    </w:r>
    <w:r w:rsidRPr="00EA5F2E">
      <w:rPr>
        <w:rFonts w:ascii="C39T30Lfz" w:hAnsi="C39T30Lfz"/>
        <w:sz w:val="56"/>
      </w:rPr>
      <w:t></w:t>
    </w:r>
    <w:r w:rsidRPr="00EA5F2E">
      <w:rPr>
        <w:rFonts w:ascii="C39T30Lfz" w:hAnsi="C39T30Lfz"/>
        <w:sz w:val="56"/>
      </w:rPr>
      <w:t></w:t>
    </w:r>
    <w:r w:rsidRPr="00EA5F2E">
      <w:rPr>
        <w:rFonts w:ascii="C39T30Lfz" w:hAnsi="C39T30Lfz"/>
        <w:sz w:val="56"/>
      </w:rPr>
      <w:t></w:t>
    </w:r>
    <w:r w:rsidRPr="00EA5F2E">
      <w:rPr>
        <w:rFonts w:ascii="C39T30Lfz" w:hAnsi="C39T30Lfz"/>
        <w:sz w:val="56"/>
      </w:rPr>
      <w:t></w:t>
    </w:r>
    <w:r w:rsidRPr="00EA5F2E">
      <w:rPr>
        <w:rFonts w:ascii="C39T30Lfz" w:hAnsi="C39T30Lfz"/>
        <w:sz w:val="56"/>
      </w:rPr>
      <w:t></w:t>
    </w:r>
    <w:r>
      <w:rPr>
        <w:noProof/>
        <w:sz w:val="20"/>
        <w:lang w:val="fr-FR" w:eastAsia="fr-FR"/>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15/2016/5&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5/2016/5&amp;Size=2&amp;Lang=F"/>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8175" cy="638175"/>
                  </a:xfrm>
                  <a:prstGeom prst="rect">
                    <a:avLst/>
                  </a:prstGeom>
                  <a:noFill/>
                  <a:ln>
                    <a:noFill/>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0E58" w:rsidRPr="00AC3823" w:rsidRDefault="00090E58" w:rsidP="00AC3823">
      <w:pPr>
        <w:pStyle w:val="Pieddepage"/>
        <w:tabs>
          <w:tab w:val="right" w:pos="2155"/>
        </w:tabs>
        <w:spacing w:after="80" w:line="240" w:lineRule="atLeast"/>
        <w:ind w:left="680"/>
        <w:rPr>
          <w:u w:val="single"/>
        </w:rPr>
      </w:pPr>
      <w:r>
        <w:rPr>
          <w:u w:val="single"/>
        </w:rPr>
        <w:tab/>
      </w:r>
    </w:p>
  </w:footnote>
  <w:footnote w:type="continuationSeparator" w:id="0">
    <w:p w:rsidR="00090E58" w:rsidRPr="00AC3823" w:rsidRDefault="00090E58" w:rsidP="00AC3823">
      <w:pPr>
        <w:pStyle w:val="Pieddepage"/>
        <w:tabs>
          <w:tab w:val="right" w:pos="2155"/>
        </w:tabs>
        <w:spacing w:after="80" w:line="240" w:lineRule="atLeast"/>
        <w:ind w:left="680"/>
        <w:rPr>
          <w:u w:val="single"/>
        </w:rPr>
      </w:pPr>
      <w:r>
        <w:rPr>
          <w:u w:val="single"/>
        </w:rPr>
        <w:tab/>
      </w:r>
    </w:p>
  </w:footnote>
  <w:footnote w:type="continuationNotice" w:id="1">
    <w:p w:rsidR="00090E58" w:rsidRPr="00AC3823" w:rsidRDefault="00090E58">
      <w:pPr>
        <w:spacing w:line="240" w:lineRule="auto"/>
        <w:rPr>
          <w:sz w:val="2"/>
          <w:szCs w:val="2"/>
        </w:rPr>
      </w:pPr>
    </w:p>
  </w:footnote>
  <w:footnote w:id="2">
    <w:p w:rsidR="006077BB" w:rsidRDefault="006077BB">
      <w:pPr>
        <w:pStyle w:val="Notedebasdepage"/>
      </w:pPr>
      <w:r>
        <w:tab/>
      </w:r>
      <w:r>
        <w:rPr>
          <w:rStyle w:val="Appelnotedebasdep"/>
        </w:rPr>
        <w:footnoteRef/>
      </w:r>
      <w:r>
        <w:tab/>
      </w:r>
      <w:r w:rsidRPr="006077BB">
        <w:t>Conformément au projet de programme de travail du Comité des transports intérieurs pour 2016-2017 (ECE/TRANS/WP.15/2015/19 (9.2)).</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F2E" w:rsidRPr="00EA5F2E" w:rsidRDefault="00EA5F2E">
    <w:pPr>
      <w:pStyle w:val="En-tte"/>
    </w:pPr>
    <w:r>
      <w:t>ECE/TRANS/WP.15/2016/5</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F2E" w:rsidRPr="00EA5F2E" w:rsidRDefault="00EA5F2E" w:rsidP="00EA5F2E">
    <w:pPr>
      <w:pStyle w:val="En-tte"/>
      <w:jc w:val="right"/>
    </w:pPr>
    <w:r>
      <w:t>ECE/TRANS/WP.15/2016/5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ttachedTemplate r:id="rId1"/>
  <w:defaultTabStop w:val="567"/>
  <w:hyphenationZone w:val="425"/>
  <w:evenAndOddHeaders/>
  <w:characterSpacingControl w:val="doNotCompress"/>
  <w:hdrShapeDefaults>
    <o:shapedefaults v:ext="edit" spidmax="5122"/>
  </w:hdrShapeDefaults>
  <w:footnotePr>
    <w:footnote w:id="-1"/>
    <w:footnote w:id="0"/>
    <w:footnote w:id="1"/>
  </w:footnotePr>
  <w:endnotePr>
    <w:numFmt w:val="decimal"/>
    <w:endnote w:id="-1"/>
    <w:endnote w:id="0"/>
    <w:endnote w:id="1"/>
  </w:endnotePr>
  <w:compat>
    <w:splitPgBreakAndParaMark/>
  </w:compat>
  <w:rsids>
    <w:rsidRoot w:val="003B6A24"/>
    <w:rsid w:val="00017F94"/>
    <w:rsid w:val="00023842"/>
    <w:rsid w:val="000334F9"/>
    <w:rsid w:val="0007796D"/>
    <w:rsid w:val="00090E58"/>
    <w:rsid w:val="000B7790"/>
    <w:rsid w:val="00111F2F"/>
    <w:rsid w:val="0014365E"/>
    <w:rsid w:val="00143C66"/>
    <w:rsid w:val="00176178"/>
    <w:rsid w:val="00177E65"/>
    <w:rsid w:val="001F525A"/>
    <w:rsid w:val="00223272"/>
    <w:rsid w:val="0024779E"/>
    <w:rsid w:val="00257168"/>
    <w:rsid w:val="002744B8"/>
    <w:rsid w:val="002832AC"/>
    <w:rsid w:val="002D7C93"/>
    <w:rsid w:val="00305801"/>
    <w:rsid w:val="003916DE"/>
    <w:rsid w:val="003B6A24"/>
    <w:rsid w:val="003E70FB"/>
    <w:rsid w:val="00441C3B"/>
    <w:rsid w:val="00446FE5"/>
    <w:rsid w:val="00452396"/>
    <w:rsid w:val="004837D8"/>
    <w:rsid w:val="004E468C"/>
    <w:rsid w:val="005505B7"/>
    <w:rsid w:val="00573BE5"/>
    <w:rsid w:val="00586ED3"/>
    <w:rsid w:val="00596AA9"/>
    <w:rsid w:val="006077BB"/>
    <w:rsid w:val="0071601D"/>
    <w:rsid w:val="007A62E6"/>
    <w:rsid w:val="007F20FA"/>
    <w:rsid w:val="0080684C"/>
    <w:rsid w:val="00842380"/>
    <w:rsid w:val="00864C49"/>
    <w:rsid w:val="00871C75"/>
    <w:rsid w:val="008776DC"/>
    <w:rsid w:val="00901908"/>
    <w:rsid w:val="009705C8"/>
    <w:rsid w:val="009C1CF4"/>
    <w:rsid w:val="009F6B74"/>
    <w:rsid w:val="00A30353"/>
    <w:rsid w:val="00AC3823"/>
    <w:rsid w:val="00AE323C"/>
    <w:rsid w:val="00AF0CB5"/>
    <w:rsid w:val="00B00181"/>
    <w:rsid w:val="00B00B0D"/>
    <w:rsid w:val="00B765F7"/>
    <w:rsid w:val="00BA0CA9"/>
    <w:rsid w:val="00C02897"/>
    <w:rsid w:val="00C52E11"/>
    <w:rsid w:val="00D3439C"/>
    <w:rsid w:val="00DB1831"/>
    <w:rsid w:val="00DD3BFD"/>
    <w:rsid w:val="00DF6678"/>
    <w:rsid w:val="00E85C74"/>
    <w:rsid w:val="00EA5F2E"/>
    <w:rsid w:val="00EA6547"/>
    <w:rsid w:val="00EF2E22"/>
    <w:rsid w:val="00F35BAF"/>
    <w:rsid w:val="00F660DF"/>
    <w:rsid w:val="00F94664"/>
    <w:rsid w:val="00F9573C"/>
    <w:rsid w:val="00F95C08"/>
    <w:rsid w:val="00FF1F4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Lienhypertexte">
    <w:name w:val="Hyperlink"/>
    <w:basedOn w:val="Policepardfaut"/>
    <w:unhideWhenUsed/>
    <w:rsid w:val="004837D8"/>
    <w:rPr>
      <w:color w:val="0000FF"/>
      <w:u w:val="none"/>
    </w:rPr>
  </w:style>
  <w:style w:type="character" w:styleId="Lienhypertextesuivivisit">
    <w:name w:val="FollowedHyperlink"/>
    <w:basedOn w:val="Policepardfaut"/>
    <w:unhideWhenUsed/>
    <w:rsid w:val="004837D8"/>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4837D8"/>
    <w:rPr>
      <w:color w:val="0000FF"/>
      <w:u w:val="none"/>
    </w:rPr>
  </w:style>
  <w:style w:type="character" w:styleId="Lienhypertextesuivivisit">
    <w:name w:val="FollowedHyperlink"/>
    <w:basedOn w:val="Policepardfaut"/>
    <w:unhideWhenUsed/>
    <w:rsid w:val="004837D8"/>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1</TotalTime>
  <Pages>2</Pages>
  <Words>648</Words>
  <Characters>3569</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ECE/TRANS/WP.15/2016/5</vt:lpstr>
    </vt:vector>
  </TitlesOfParts>
  <Company>DCM</Company>
  <LinksUpToDate>false</LinksUpToDate>
  <CharactersWithSpaces>4209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ECE/TRANS/WP.15/2016/5</dc:title>
  <dc:creator>Vu Thi Kim Thao</dc:creator>
  <cp:lastModifiedBy>Maison</cp:lastModifiedBy>
  <cp:revision>2</cp:revision>
  <cp:lastPrinted>2016-03-24T14:16:00Z</cp:lastPrinted>
  <dcterms:created xsi:type="dcterms:W3CDTF">2016-03-24T14:48:00Z</dcterms:created>
  <dcterms:modified xsi:type="dcterms:W3CDTF">2016-03-24T14:48:00Z</dcterms:modified>
</cp:coreProperties>
</file>