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996837">
            <w:pPr>
              <w:jc w:val="right"/>
            </w:pPr>
            <w:r w:rsidRPr="00971970">
              <w:rPr>
                <w:sz w:val="40"/>
              </w:rPr>
              <w:t>ECE</w:t>
            </w:r>
            <w:r w:rsidR="00782C68" w:rsidRPr="00971970">
              <w:t>/TRANS/WP.29/201</w:t>
            </w:r>
            <w:r w:rsidR="0060533E">
              <w:t>5</w:t>
            </w:r>
            <w:r w:rsidR="00B837D1">
              <w:t>/</w:t>
            </w:r>
            <w:r w:rsidR="009B21E5">
              <w:t>94</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DF7FC0" w:rsidP="00F37C40">
            <w:pPr>
              <w:spacing w:before="120"/>
            </w:pPr>
            <w:r>
              <w:rPr>
                <w:noProof/>
                <w:lang w:eastAsia="en-GB"/>
              </w:rPr>
              <w:drawing>
                <wp:inline distT="0" distB="0" distL="0" distR="0">
                  <wp:extent cx="714375" cy="590550"/>
                  <wp:effectExtent l="0" t="0" r="9525" b="0"/>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7068CF"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648EE" w:rsidP="009648EE">
      <w:pPr>
        <w:rPr>
          <w:lang w:val="en-US"/>
        </w:rPr>
      </w:pPr>
      <w:r w:rsidRPr="006D33D9">
        <w:rPr>
          <w:lang w:val="en-US"/>
        </w:rPr>
        <w:t>Item 4.</w:t>
      </w:r>
      <w:r w:rsidR="003E497A">
        <w:rPr>
          <w:lang w:val="en-US"/>
        </w:rPr>
        <w:t>8.3</w:t>
      </w:r>
      <w:r w:rsidRPr="006D33D9">
        <w:rPr>
          <w:lang w:val="en-US"/>
        </w:rPr>
        <w:t xml:space="preserve"> of the provisional agenda</w:t>
      </w:r>
    </w:p>
    <w:p w:rsidR="009648EE" w:rsidRPr="006D33D9" w:rsidRDefault="009648EE" w:rsidP="009648EE">
      <w:pPr>
        <w:rPr>
          <w:b/>
        </w:rPr>
      </w:pPr>
      <w:r w:rsidRPr="006D33D9">
        <w:rPr>
          <w:b/>
        </w:rPr>
        <w:t xml:space="preserve">1958 Agreement – Consideration of draft </w:t>
      </w:r>
      <w:r>
        <w:rPr>
          <w:b/>
        </w:rPr>
        <w:t>amendments</w:t>
      </w:r>
      <w:r>
        <w:rPr>
          <w:b/>
        </w:rPr>
        <w:br/>
      </w:r>
      <w:r w:rsidRPr="006D33D9">
        <w:rPr>
          <w:b/>
        </w:rPr>
        <w:t>to existing Regulations submitted by GR</w:t>
      </w:r>
      <w:r w:rsidR="00996837">
        <w:rPr>
          <w:b/>
        </w:rPr>
        <w:t>SP</w:t>
      </w:r>
    </w:p>
    <w:p w:rsidR="009E1151" w:rsidRPr="00971970" w:rsidRDefault="009E1151" w:rsidP="007C250B">
      <w:pPr>
        <w:pStyle w:val="HChG"/>
      </w:pPr>
      <w:r w:rsidRPr="00971970">
        <w:tab/>
      </w:r>
      <w:r w:rsidRPr="00971970">
        <w:tab/>
      </w:r>
      <w:r w:rsidR="00996837" w:rsidRPr="00220873">
        <w:t>Pro</w:t>
      </w:r>
      <w:r w:rsidR="0058406F">
        <w:t>posal for Supplement 10 to the 04</w:t>
      </w:r>
      <w:r w:rsidR="00996837" w:rsidRPr="00220873">
        <w:t xml:space="preserve"> series of</w:t>
      </w:r>
      <w:r w:rsidR="0058406F">
        <w:t xml:space="preserve"> amendments to Regulation No. 44 (Child restraint systems</w:t>
      </w:r>
      <w:r w:rsidR="00996837" w:rsidRPr="00220873">
        <w:t>)</w:t>
      </w:r>
    </w:p>
    <w:p w:rsidR="00A32547" w:rsidRPr="006D33D9" w:rsidRDefault="00A32547" w:rsidP="007C250B">
      <w:pPr>
        <w:pStyle w:val="H1G"/>
        <w:rPr>
          <w:lang w:val="en-US"/>
        </w:rPr>
      </w:pPr>
      <w:r w:rsidRPr="006D33D9">
        <w:rPr>
          <w:lang w:val="en-US"/>
        </w:rPr>
        <w:tab/>
      </w:r>
      <w:r w:rsidRPr="006D33D9">
        <w:rPr>
          <w:lang w:val="en-US"/>
        </w:rPr>
        <w:tab/>
        <w:t xml:space="preserve">Submitted by </w:t>
      </w:r>
      <w:r w:rsidRPr="006D33D9">
        <w:t xml:space="preserve">the Working Party on </w:t>
      </w:r>
      <w:r w:rsidR="00996837">
        <w:t>Passive Safety</w:t>
      </w:r>
      <w:r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9648EE" w:rsidP="009648EE">
      <w:pPr>
        <w:pStyle w:val="SingleTxtG"/>
        <w:ind w:firstLine="567"/>
      </w:pPr>
      <w:r w:rsidRPr="006D33D9">
        <w:t xml:space="preserve">The text reproduced below was adopted by the Working Party on </w:t>
      </w:r>
      <w:r w:rsidR="00996837">
        <w:t>Passive Safety</w:t>
      </w:r>
      <w:r w:rsidRPr="006D33D9">
        <w:t xml:space="preserve"> </w:t>
      </w:r>
      <w:r w:rsidR="00A32547">
        <w:t>(</w:t>
      </w:r>
      <w:r w:rsidR="00912CF8">
        <w:t>GRSP</w:t>
      </w:r>
      <w:r w:rsidR="00A32547">
        <w:t xml:space="preserve">) </w:t>
      </w:r>
      <w:r w:rsidRPr="006D33D9">
        <w:t xml:space="preserve">at its </w:t>
      </w:r>
      <w:r>
        <w:t>fifty-</w:t>
      </w:r>
      <w:r w:rsidR="00E06775">
        <w:t>seven</w:t>
      </w:r>
      <w:r w:rsidR="00996837">
        <w:t>th</w:t>
      </w:r>
      <w:r>
        <w:t xml:space="preserve"> </w:t>
      </w:r>
      <w:r w:rsidRPr="006D33D9">
        <w:t>session (ECE/TRANS/WP.29/</w:t>
      </w:r>
      <w:r>
        <w:t>GR</w:t>
      </w:r>
      <w:r w:rsidR="00996837">
        <w:t>SP</w:t>
      </w:r>
      <w:r>
        <w:t>/5</w:t>
      </w:r>
      <w:r w:rsidR="00E06775">
        <w:t>7</w:t>
      </w:r>
      <w:r w:rsidRPr="006D33D9">
        <w:t>, para.</w:t>
      </w:r>
      <w:r>
        <w:t> </w:t>
      </w:r>
      <w:r w:rsidR="0058406F">
        <w:t>23</w:t>
      </w:r>
      <w:r w:rsidRPr="006D33D9">
        <w:t>)</w:t>
      </w:r>
      <w:r w:rsidRPr="006D33D9">
        <w:rPr>
          <w:lang w:eastAsia="it-IT"/>
        </w:rPr>
        <w:t xml:space="preserve">. </w:t>
      </w:r>
      <w:r w:rsidRPr="006D33D9">
        <w:rPr>
          <w:lang w:eastAsia="ja-JP"/>
        </w:rPr>
        <w:t>I</w:t>
      </w:r>
      <w:r w:rsidR="0060533E">
        <w:rPr>
          <w:lang w:eastAsia="ja-JP"/>
        </w:rPr>
        <w:t xml:space="preserve">t </w:t>
      </w:r>
      <w:r w:rsidR="00E06775">
        <w:rPr>
          <w:lang w:eastAsia="ja-JP"/>
        </w:rPr>
        <w:t>is based on ECE/TRANS/WP.29/</w:t>
      </w:r>
      <w:r w:rsidR="00BF2DFE">
        <w:rPr>
          <w:lang w:eastAsia="ja-JP"/>
        </w:rPr>
        <w:t>GRSP/</w:t>
      </w:r>
      <w:r w:rsidR="00E06775">
        <w:rPr>
          <w:lang w:eastAsia="ja-JP"/>
        </w:rPr>
        <w:t>2015</w:t>
      </w:r>
      <w:r w:rsidRPr="006D33D9">
        <w:rPr>
          <w:lang w:eastAsia="ja-JP"/>
        </w:rPr>
        <w:t>/</w:t>
      </w:r>
      <w:r w:rsidR="0058406F">
        <w:rPr>
          <w:lang w:eastAsia="ja-JP"/>
        </w:rPr>
        <w:t>5</w:t>
      </w:r>
      <w:r w:rsidR="00E06775">
        <w:t xml:space="preserve"> </w:t>
      </w:r>
      <w:r w:rsidR="0058406F">
        <w:t>not</w:t>
      </w:r>
      <w:r w:rsidR="00996837" w:rsidRPr="00220873">
        <w:t xml:space="preserve"> amende</w:t>
      </w:r>
      <w:r w:rsidR="0058406F">
        <w:t>d</w:t>
      </w:r>
      <w:r w:rsidRPr="006D33D9">
        <w:t>. It is submitted to the World Forum for Harmonization of Vehicle Regulations (WP.29) and to the Administrative Committee AC.1 for consideration</w:t>
      </w:r>
      <w:r w:rsidRPr="006D33D9">
        <w:rPr>
          <w:lang w:val="en-US"/>
        </w:rPr>
        <w:t>.</w:t>
      </w:r>
    </w:p>
    <w:p w:rsidR="009E1151" w:rsidRPr="00971970" w:rsidRDefault="009E1151" w:rsidP="009E1151">
      <w:pPr>
        <w:pStyle w:val="SingleTxtG"/>
        <w:ind w:firstLine="567"/>
      </w:pPr>
    </w:p>
    <w:p w:rsidR="008454D7" w:rsidRDefault="009E1151" w:rsidP="008454D7">
      <w:pPr>
        <w:spacing w:after="120"/>
        <w:ind w:left="2268" w:hanging="1134"/>
      </w:pPr>
      <w:r w:rsidRPr="00971970">
        <w:br w:type="page"/>
      </w:r>
      <w:r w:rsidR="008454D7">
        <w:rPr>
          <w:i/>
        </w:rPr>
        <w:lastRenderedPageBreak/>
        <w:t xml:space="preserve">Insert new paragraphs 2.41. to 2.43., </w:t>
      </w:r>
      <w:r w:rsidR="008454D7">
        <w:t>to read:</w:t>
      </w:r>
    </w:p>
    <w:p w:rsidR="008454D7" w:rsidRPr="008454D7" w:rsidRDefault="008454D7" w:rsidP="008454D7">
      <w:pPr>
        <w:pStyle w:val="para"/>
        <w:rPr>
          <w:lang w:val="en-GB"/>
        </w:rPr>
      </w:pPr>
      <w:r w:rsidRPr="008454D7">
        <w:rPr>
          <w:lang w:val="en-GB"/>
        </w:rPr>
        <w:t>"2.41.</w:t>
      </w:r>
      <w:r w:rsidRPr="008454D7">
        <w:rPr>
          <w:lang w:val="en-GB"/>
        </w:rPr>
        <w:tab/>
        <w:t>"</w:t>
      </w:r>
      <w:r w:rsidRPr="008454D7">
        <w:rPr>
          <w:i/>
          <w:lang w:val="en-GB"/>
        </w:rPr>
        <w:t>Child Restraint System Displacement system</w:t>
      </w:r>
      <w:r w:rsidRPr="008454D7">
        <w:rPr>
          <w:lang w:val="en-GB"/>
        </w:rPr>
        <w:t>" means a device enabling the CRS or one of its parts to be displaced angularly or longitudinally.</w:t>
      </w:r>
    </w:p>
    <w:p w:rsidR="008454D7" w:rsidRPr="008454D7" w:rsidRDefault="008454D7" w:rsidP="008454D7">
      <w:pPr>
        <w:pStyle w:val="para"/>
        <w:rPr>
          <w:lang w:val="en-GB"/>
        </w:rPr>
      </w:pPr>
      <w:r w:rsidRPr="008454D7">
        <w:rPr>
          <w:lang w:val="en-GB"/>
        </w:rPr>
        <w:t>2.42.</w:t>
      </w:r>
      <w:r w:rsidRPr="008454D7">
        <w:rPr>
          <w:lang w:val="en-GB"/>
        </w:rPr>
        <w:tab/>
        <w:t>"</w:t>
      </w:r>
      <w:r w:rsidRPr="008454D7">
        <w:rPr>
          <w:i/>
          <w:lang w:val="en-GB"/>
        </w:rPr>
        <w:t>Child Restraint System</w:t>
      </w:r>
      <w:r w:rsidRPr="008454D7">
        <w:rPr>
          <w:lang w:val="en-GB"/>
        </w:rPr>
        <w:t xml:space="preserve"> </w:t>
      </w:r>
      <w:r w:rsidRPr="008454D7">
        <w:rPr>
          <w:i/>
          <w:lang w:val="en-GB"/>
        </w:rPr>
        <w:t>Locking system</w:t>
      </w:r>
      <w:r w:rsidRPr="008454D7">
        <w:rPr>
          <w:lang w:val="en-GB"/>
        </w:rPr>
        <w:t>" means a device ensuring that the CRS and its parts are maintained in the position of use.</w:t>
      </w:r>
    </w:p>
    <w:p w:rsidR="008454D7" w:rsidRPr="008454D7" w:rsidRDefault="008454D7" w:rsidP="008454D7">
      <w:pPr>
        <w:spacing w:after="120"/>
        <w:ind w:left="2268" w:right="1134" w:hanging="1134"/>
        <w:jc w:val="both"/>
        <w:rPr>
          <w:lang w:eastAsia="ja-JP"/>
        </w:rPr>
      </w:pPr>
      <w:r w:rsidRPr="008454D7">
        <w:t>2.43.</w:t>
      </w:r>
      <w:r w:rsidRPr="008454D7">
        <w:tab/>
        <w:t>"</w:t>
      </w:r>
      <w:r w:rsidRPr="008454D7">
        <w:rPr>
          <w:i/>
        </w:rPr>
        <w:t>Load limiting device</w:t>
      </w:r>
      <w:r w:rsidRPr="008454D7">
        <w:t>" means a device that can break or jam under specified loading conditions. The device shall be explicitly designed for these conditions and its behaviour shall be reproducible and objectively documented in the technical documentation."</w:t>
      </w:r>
    </w:p>
    <w:p w:rsidR="008454D7" w:rsidRDefault="008454D7" w:rsidP="008454D7">
      <w:pPr>
        <w:pStyle w:val="para"/>
        <w:ind w:left="1134" w:firstLine="0"/>
        <w:rPr>
          <w:lang w:val="en-GB"/>
        </w:rPr>
      </w:pPr>
      <w:r>
        <w:rPr>
          <w:i/>
          <w:lang w:val="en-GB"/>
        </w:rPr>
        <w:t>Paragraph 3.2.1.,</w:t>
      </w:r>
      <w:r>
        <w:rPr>
          <w:lang w:val="en-GB"/>
        </w:rPr>
        <w:t xml:space="preserve"> amend to read</w:t>
      </w:r>
    </w:p>
    <w:p w:rsidR="008454D7" w:rsidRDefault="008454D7" w:rsidP="008454D7">
      <w:pPr>
        <w:pStyle w:val="para"/>
        <w:rPr>
          <w:bCs/>
          <w:i/>
          <w:lang w:val="en-GB"/>
        </w:rPr>
      </w:pPr>
      <w:r>
        <w:rPr>
          <w:lang w:val="en-GB"/>
        </w:rPr>
        <w:t>"3.2.1.</w:t>
      </w:r>
      <w:r>
        <w:rPr>
          <w:lang w:val="en-GB"/>
        </w:rPr>
        <w:tab/>
        <w:t xml:space="preserve">A technical description of the child restraint, specifying the straps and other materials used </w:t>
      </w:r>
      <w:r w:rsidRPr="008454D7">
        <w:rPr>
          <w:lang w:val="en-GB"/>
        </w:rPr>
        <w:t xml:space="preserve">together with the predicted and reproducible behaviour of load limiting devices. </w:t>
      </w:r>
      <w:r w:rsidR="00DA37F1">
        <w:rPr>
          <w:lang w:val="en-GB"/>
        </w:rPr>
        <w:t xml:space="preserve">It shall be </w:t>
      </w:r>
      <w:r w:rsidR="00DA37F1" w:rsidRPr="00DA37F1">
        <w:rPr>
          <w:lang w:val="en-GB"/>
        </w:rPr>
        <w:t>accompanied by drawings of the parts making up the child restraint and in the case of retractors, installation instructions for these retractors and their sensing devices, declaration on toxicity (paragraph 6.1.5.) and flammability (paragraph 6.1.6.), the drawings shall show the position intended for the approval number and additional symbol(s) in relation to the circle of the approval mark. The description shall mention the colour of the model submitted for approval;</w:t>
      </w:r>
      <w:r>
        <w:rPr>
          <w:lang w:val="en-GB"/>
        </w:rPr>
        <w:t>"</w:t>
      </w:r>
    </w:p>
    <w:p w:rsidR="008454D7" w:rsidRDefault="008454D7" w:rsidP="008454D7">
      <w:pPr>
        <w:pStyle w:val="SingleTxtG"/>
        <w:ind w:left="2268" w:hanging="1275"/>
        <w:rPr>
          <w:i/>
        </w:rPr>
      </w:pPr>
      <w:r>
        <w:rPr>
          <w:i/>
        </w:rPr>
        <w:t xml:space="preserve">Paragraph 4.3., </w:t>
      </w:r>
      <w:r>
        <w:t>amend to read:</w:t>
      </w:r>
    </w:p>
    <w:p w:rsidR="008454D7" w:rsidRDefault="008454D7" w:rsidP="008454D7">
      <w:pPr>
        <w:pStyle w:val="para"/>
        <w:ind w:hanging="1275"/>
        <w:rPr>
          <w:lang w:val="en-GB"/>
        </w:rPr>
      </w:pPr>
      <w:r>
        <w:rPr>
          <w:lang w:val="en-GB"/>
        </w:rPr>
        <w:t>"4.3.</w:t>
      </w:r>
      <w:r>
        <w:rPr>
          <w:lang w:val="en-GB"/>
        </w:rPr>
        <w:tab/>
      </w:r>
      <w:r w:rsidR="00111AA8" w:rsidRPr="002C4A7D">
        <w:rPr>
          <w:lang w:val="en-GB"/>
        </w:rPr>
        <w:t>If the restraint is to be used in combination with an adult safety belt the correct routing of the webbing shall be clearly indicated by means of a drawing permanen</w:t>
      </w:r>
      <w:r w:rsidR="00111AA8">
        <w:rPr>
          <w:lang w:val="en-GB"/>
        </w:rPr>
        <w:t xml:space="preserve">tly attached to the restraint. </w:t>
      </w:r>
      <w:r w:rsidR="00111AA8" w:rsidRPr="002C4A7D">
        <w:rPr>
          <w:lang w:val="en-GB"/>
        </w:rPr>
        <w:t>If the restraint is held in place by the adult safety-belt, the routes of the webbing shall be clearly marked on</w:t>
      </w:r>
      <w:r w:rsidR="00111AA8">
        <w:rPr>
          <w:lang w:val="en-GB"/>
        </w:rPr>
        <w:t xml:space="preserve"> the product by colour coding</w:t>
      </w:r>
      <w:r>
        <w:rPr>
          <w:lang w:val="en-GB"/>
        </w:rPr>
        <w:t>. The colours for the safety-belt route to be used when the device is installed forward facing shall be red and when installed rear-facing shall be blue</w:t>
      </w:r>
      <w:r w:rsidRPr="008454D7">
        <w:rPr>
          <w:lang w:val="en-GB"/>
        </w:rPr>
        <w:t xml:space="preserve">. Devices that can be installed rearward and forward facing without changing the belt routing (e.g. </w:t>
      </w:r>
      <w:proofErr w:type="spellStart"/>
      <w:r w:rsidRPr="008454D7">
        <w:rPr>
          <w:lang w:val="en-GB"/>
        </w:rPr>
        <w:t>turnable</w:t>
      </w:r>
      <w:proofErr w:type="spellEnd"/>
      <w:r w:rsidRPr="008454D7">
        <w:rPr>
          <w:lang w:val="en-GB"/>
        </w:rPr>
        <w:t xml:space="preserve"> system) shall use both colours. </w:t>
      </w:r>
      <w:r>
        <w:rPr>
          <w:lang w:val="en-GB"/>
        </w:rPr>
        <w:t>The same colours shall also be used on the labels on the device that illustrate the methods of use.</w:t>
      </w:r>
    </w:p>
    <w:p w:rsidR="008454D7" w:rsidRDefault="008454D7" w:rsidP="008454D7">
      <w:pPr>
        <w:pStyle w:val="para"/>
        <w:rPr>
          <w:lang w:val="en-GB"/>
        </w:rPr>
      </w:pPr>
      <w:r>
        <w:rPr>
          <w:lang w:val="en-GB"/>
        </w:rPr>
        <w:tab/>
        <w:t>There shall be a clear differentiation …"</w:t>
      </w:r>
    </w:p>
    <w:p w:rsidR="008454D7" w:rsidRDefault="008454D7" w:rsidP="008454D7">
      <w:pPr>
        <w:pStyle w:val="para"/>
        <w:ind w:left="1134" w:firstLine="0"/>
        <w:rPr>
          <w:lang w:val="en-GB"/>
        </w:rPr>
      </w:pPr>
      <w:r>
        <w:rPr>
          <w:lang w:val="en-GB"/>
        </w:rPr>
        <w:t>"</w:t>
      </w:r>
      <w:r>
        <w:rPr>
          <w:i/>
          <w:lang w:val="en-GB"/>
        </w:rPr>
        <w:t xml:space="preserve">Paragraph 7.1.4.1.4., </w:t>
      </w:r>
      <w:r>
        <w:rPr>
          <w:lang w:val="en-GB"/>
        </w:rPr>
        <w:t>amend to read</w:t>
      </w:r>
    </w:p>
    <w:p w:rsidR="008454D7" w:rsidRDefault="008454D7" w:rsidP="008454D7">
      <w:pPr>
        <w:pStyle w:val="para"/>
        <w:rPr>
          <w:lang w:val="en-GB"/>
        </w:rPr>
      </w:pPr>
      <w:r>
        <w:rPr>
          <w:lang w:val="en-GB"/>
        </w:rPr>
        <w:t>7.1.4.1.4.</w:t>
      </w:r>
      <w:r>
        <w:rPr>
          <w:lang w:val="en-GB"/>
        </w:rPr>
        <w:tab/>
        <w:t xml:space="preserve">During the dynamic tests, no part of the child restraint actually helping to keep the child in position shall break, and no buckles or locking system or displacement system </w:t>
      </w:r>
      <w:r w:rsidRPr="008454D7">
        <w:rPr>
          <w:lang w:val="en-GB"/>
        </w:rPr>
        <w:t>or support leg shall break or release or collapse, except where identified as a load limiting device. Any load limiting device shall be clearly identified in the manufacturer's technical descriptions as defined in paragraph 3.2.1. of this Regulation.</w:t>
      </w:r>
      <w:r>
        <w:rPr>
          <w:lang w:val="en-GB"/>
        </w:rPr>
        <w:t>"</w:t>
      </w:r>
    </w:p>
    <w:p w:rsidR="008454D7" w:rsidRDefault="008454D7" w:rsidP="008454D7">
      <w:pPr>
        <w:pStyle w:val="para"/>
        <w:keepNext/>
        <w:keepLines/>
        <w:rPr>
          <w:lang w:val="en-GB"/>
        </w:rPr>
      </w:pPr>
      <w:r>
        <w:rPr>
          <w:i/>
          <w:lang w:val="en-GB"/>
        </w:rPr>
        <w:t>Paragraph 7.1.4.1.10.1.2.,</w:t>
      </w:r>
      <w:r>
        <w:rPr>
          <w:lang w:val="en-GB"/>
        </w:rPr>
        <w:t xml:space="preserve"> amend to read:</w:t>
      </w:r>
    </w:p>
    <w:p w:rsidR="008454D7" w:rsidRPr="008454D7" w:rsidRDefault="008454D7" w:rsidP="008454D7">
      <w:pPr>
        <w:autoSpaceDE w:val="0"/>
        <w:autoSpaceDN w:val="0"/>
        <w:adjustRightInd w:val="0"/>
        <w:spacing w:after="120"/>
        <w:ind w:left="2268" w:right="1134" w:hanging="1134"/>
        <w:jc w:val="both"/>
      </w:pPr>
      <w:r>
        <w:t xml:space="preserve">"7.1.4.1.10.1.2. Without the anti-rotation device in use. </w:t>
      </w:r>
      <w:r w:rsidRPr="008454D7">
        <w:t>If the anti-rotation device is a support leg and it can be completely recessed within the base or the shell of the CRS, the test is conducted with the device in its stowed position or with the leg removed respectively. If it cannot be completely recessed within the base, the test is performed with the device deployed in its shortest length with the trolley floor pan in its lowest position.</w:t>
      </w:r>
    </w:p>
    <w:p w:rsidR="008454D7" w:rsidRDefault="008454D7" w:rsidP="008454D7">
      <w:pPr>
        <w:autoSpaceDE w:val="0"/>
        <w:autoSpaceDN w:val="0"/>
        <w:adjustRightInd w:val="0"/>
        <w:spacing w:after="120"/>
        <w:ind w:left="2268" w:right="1134" w:hanging="1134"/>
        <w:jc w:val="both"/>
      </w:pPr>
      <w:r>
        <w:tab/>
        <w:t>This requirement does not apply when a permanent and non-adjustable support leg is used as an anti-rotation device."</w:t>
      </w:r>
    </w:p>
    <w:p w:rsidR="008454D7" w:rsidRPr="008454D7" w:rsidRDefault="008454D7" w:rsidP="008454D7">
      <w:pPr>
        <w:pStyle w:val="para"/>
        <w:rPr>
          <w:lang w:val="en-GB"/>
        </w:rPr>
      </w:pPr>
      <w:r w:rsidRPr="008454D7">
        <w:rPr>
          <w:bCs/>
          <w:i/>
          <w:lang w:val="en-GB"/>
        </w:rPr>
        <w:lastRenderedPageBreak/>
        <w:t>Paragraph 8.1.3.6.3.2.,</w:t>
      </w:r>
      <w:r w:rsidRPr="008454D7">
        <w:rPr>
          <w:bCs/>
          <w:lang w:val="en-GB"/>
        </w:rPr>
        <w:t xml:space="preserve"> </w:t>
      </w:r>
      <w:r w:rsidRPr="008454D7">
        <w:rPr>
          <w:lang w:val="en-GB"/>
        </w:rPr>
        <w:t>amend to read</w:t>
      </w:r>
    </w:p>
    <w:p w:rsidR="008454D7" w:rsidRDefault="008454D7" w:rsidP="008454D7">
      <w:pPr>
        <w:pStyle w:val="para"/>
        <w:rPr>
          <w:lang w:val="en-GB"/>
        </w:rPr>
      </w:pPr>
      <w:r w:rsidRPr="008454D7">
        <w:rPr>
          <w:lang w:val="en-GB"/>
        </w:rPr>
        <w:t>"8.1.3.6.3.2.</w:t>
      </w:r>
      <w:r w:rsidRPr="008454D7">
        <w:rPr>
          <w:lang w:val="en-GB"/>
        </w:rPr>
        <w:tab/>
      </w:r>
      <w:r>
        <w:fldChar w:fldCharType="begin"/>
      </w:r>
      <w:r w:rsidRPr="008454D7">
        <w:rPr>
          <w:lang w:val="en-GB"/>
        </w:rPr>
        <w:instrText xml:space="preserve"> SEQ CHAPTER \h \r 1</w:instrText>
      </w:r>
      <w:r>
        <w:fldChar w:fldCharType="end"/>
      </w:r>
      <w:r>
        <w:rPr>
          <w:lang w:val="en-GB"/>
        </w:rPr>
        <w:t>Place the child chair on the test seat.</w:t>
      </w:r>
    </w:p>
    <w:p w:rsidR="008454D7" w:rsidRDefault="008454D7" w:rsidP="008454D7">
      <w:pPr>
        <w:pStyle w:val="para"/>
        <w:rPr>
          <w:lang w:val="en-GB"/>
        </w:rPr>
      </w:pPr>
      <w:r>
        <w:rPr>
          <w:lang w:val="en-GB"/>
        </w:rPr>
        <w:tab/>
        <w:t>Place the manikin in the child chair.</w:t>
      </w:r>
    </w:p>
    <w:p w:rsidR="008454D7" w:rsidRPr="00111AA8" w:rsidRDefault="008454D7" w:rsidP="008454D7">
      <w:pPr>
        <w:spacing w:after="120"/>
        <w:ind w:left="2268" w:right="1134"/>
        <w:jc w:val="both"/>
      </w:pPr>
      <w:r w:rsidRPr="00111AA8">
        <w:t>For restraints or straps acting directly on a retractor or adult three point safety belt, where no lock off device or any system able to inhibit the action of the retractor is used:</w:t>
      </w:r>
    </w:p>
    <w:p w:rsidR="008454D7" w:rsidRPr="00111AA8" w:rsidRDefault="008454D7" w:rsidP="007068CF">
      <w:pPr>
        <w:pStyle w:val="SingleTxtG"/>
        <w:ind w:left="2835" w:hanging="567"/>
      </w:pPr>
      <w:r w:rsidRPr="00111AA8">
        <w:t>(a)</w:t>
      </w:r>
      <w:r w:rsidRPr="00111AA8">
        <w:tab/>
        <w:t>Fit the belt in accordance with the manufacturer's instructions.</w:t>
      </w:r>
    </w:p>
    <w:p w:rsidR="008454D7" w:rsidRPr="00111AA8" w:rsidRDefault="008454D7" w:rsidP="007068CF">
      <w:pPr>
        <w:pStyle w:val="SingleTxtG"/>
        <w:ind w:left="2835" w:hanging="567"/>
      </w:pPr>
      <w:r w:rsidRPr="00111AA8">
        <w:t>(b)</w:t>
      </w:r>
      <w:r w:rsidRPr="00111AA8">
        <w:tab/>
        <w:t>Complete the installation of the child chair to the test seat in accordance with Annex 21 to this Regulation.</w:t>
      </w:r>
    </w:p>
    <w:p w:rsidR="008454D7" w:rsidRPr="00111AA8" w:rsidRDefault="008454D7" w:rsidP="008454D7">
      <w:pPr>
        <w:spacing w:after="120"/>
        <w:ind w:left="2268" w:right="1134"/>
        <w:jc w:val="both"/>
      </w:pPr>
      <w:r w:rsidRPr="00111AA8">
        <w:t>For all other restraints:</w:t>
      </w:r>
    </w:p>
    <w:p w:rsidR="008454D7" w:rsidRPr="00111AA8" w:rsidRDefault="008454D7" w:rsidP="008454D7">
      <w:pPr>
        <w:pStyle w:val="SingleTxtG"/>
        <w:ind w:left="2835" w:hanging="567"/>
      </w:pPr>
      <w:r w:rsidRPr="00111AA8">
        <w:t>(a)</w:t>
      </w:r>
      <w:r w:rsidRPr="00111AA8">
        <w:tab/>
        <w:t xml:space="preserve">Place a hinged board or a similar flexible device 2.5 cm thick and 6 cm wide and of length equal to the shoulder height (sitting, Annex 8) less the hip centre height (sitting, in Annex 8 </w:t>
      </w:r>
      <w:proofErr w:type="spellStart"/>
      <w:r w:rsidRPr="00111AA8">
        <w:t>popliteus</w:t>
      </w:r>
      <w:proofErr w:type="spellEnd"/>
      <w:r w:rsidRPr="00111AA8">
        <w:t xml:space="preserve"> height plus half of thigh height, sitting) relevant to the manikin size being tested between the manikin and the seat back of the chair. The board should follow as closely as possible the curvature of the chair and its lower end should be at the height of the manikin's hip joint.</w:t>
      </w:r>
    </w:p>
    <w:p w:rsidR="008454D7" w:rsidRPr="00111AA8" w:rsidRDefault="008454D7" w:rsidP="008454D7">
      <w:pPr>
        <w:pStyle w:val="SingleTxtG"/>
        <w:ind w:left="2835" w:hanging="567"/>
      </w:pPr>
      <w:r w:rsidRPr="00111AA8">
        <w:t>(b)</w:t>
      </w:r>
      <w:r w:rsidRPr="00111AA8">
        <w:tab/>
        <w:t>Adjust the belt in accordance with the manufacturer's instructions, but to a tension of 250 ± 25 N above the adjuster force, with a deflection angle of the strap at the adjuster of 45 ± 5°, or alternatively, the angle prescribed by the manufacturer.</w:t>
      </w:r>
    </w:p>
    <w:p w:rsidR="008454D7" w:rsidRPr="00111AA8" w:rsidRDefault="008454D7" w:rsidP="008454D7">
      <w:pPr>
        <w:pStyle w:val="SingleTxtG"/>
        <w:ind w:left="2835" w:hanging="567"/>
      </w:pPr>
      <w:r w:rsidRPr="00111AA8">
        <w:t>(c)</w:t>
      </w:r>
      <w:r w:rsidRPr="00111AA8">
        <w:tab/>
        <w:t>Complete the installation of the child chair to the test seat in accordance with Annex 21 to this Regulation.</w:t>
      </w:r>
    </w:p>
    <w:p w:rsidR="008454D7" w:rsidRPr="00111AA8" w:rsidRDefault="008454D7" w:rsidP="00111AA8">
      <w:pPr>
        <w:pStyle w:val="SingleTxtG"/>
        <w:ind w:left="2835" w:hanging="567"/>
      </w:pPr>
      <w:r w:rsidRPr="00111AA8">
        <w:t>(d)</w:t>
      </w:r>
      <w:r w:rsidRPr="00111AA8">
        <w:tab/>
        <w:t>Remove the flexible device.</w:t>
      </w:r>
      <w:r>
        <w:t>"</w:t>
      </w:r>
    </w:p>
    <w:p w:rsidR="008454D7" w:rsidRDefault="008454D7" w:rsidP="008454D7">
      <w:pPr>
        <w:pStyle w:val="para"/>
        <w:tabs>
          <w:tab w:val="left" w:pos="8222"/>
        </w:tabs>
        <w:ind w:left="1134" w:firstLine="0"/>
        <w:rPr>
          <w:bCs/>
          <w:i/>
          <w:lang w:val="en-GB"/>
        </w:rPr>
      </w:pPr>
      <w:r>
        <w:rPr>
          <w:bCs/>
          <w:i/>
          <w:lang w:val="en-GB"/>
        </w:rPr>
        <w:t xml:space="preserve">Paragraphs </w:t>
      </w:r>
      <w:r>
        <w:rPr>
          <w:bCs/>
          <w:lang w:val="en-GB"/>
        </w:rPr>
        <w:t>8.2.5.2.6.2. to 8.2.5.2.6.3.2.,</w:t>
      </w:r>
      <w:r>
        <w:rPr>
          <w:b/>
          <w:bCs/>
          <w:lang w:val="en-GB"/>
        </w:rPr>
        <w:t xml:space="preserve"> </w:t>
      </w:r>
      <w:r>
        <w:rPr>
          <w:lang w:val="en-GB"/>
        </w:rPr>
        <w:t>amend to read:</w:t>
      </w:r>
    </w:p>
    <w:p w:rsidR="008454D7" w:rsidRDefault="008454D7" w:rsidP="008454D7">
      <w:pPr>
        <w:pStyle w:val="para"/>
        <w:rPr>
          <w:lang w:val="en-GB"/>
        </w:rPr>
      </w:pPr>
      <w:r>
        <w:rPr>
          <w:lang w:val="en-GB"/>
        </w:rPr>
        <w:t>"8.2.5.2.6.2.</w:t>
      </w:r>
      <w:r>
        <w:rPr>
          <w:lang w:val="en-GB"/>
        </w:rPr>
        <w:tab/>
        <w:t>The table below sets out the general conditions for each test:</w:t>
      </w:r>
    </w:p>
    <w:tbl>
      <w:tblPr>
        <w:tblW w:w="7365" w:type="dxa"/>
        <w:tblInd w:w="125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4A0" w:firstRow="1" w:lastRow="0" w:firstColumn="1" w:lastColumn="0" w:noHBand="0" w:noVBand="1"/>
      </w:tblPr>
      <w:tblGrid>
        <w:gridCol w:w="1842"/>
        <w:gridCol w:w="1841"/>
        <w:gridCol w:w="1841"/>
        <w:gridCol w:w="1841"/>
      </w:tblGrid>
      <w:tr w:rsidR="008454D7" w:rsidTr="008454D7">
        <w:trPr>
          <w:cantSplit/>
        </w:trPr>
        <w:tc>
          <w:tcPr>
            <w:tcW w:w="1842" w:type="dxa"/>
            <w:tcBorders>
              <w:top w:val="single" w:sz="2" w:space="0" w:color="000000"/>
              <w:left w:val="single" w:sz="2" w:space="0" w:color="000000"/>
              <w:bottom w:val="single" w:sz="12" w:space="0" w:color="000000"/>
              <w:right w:val="single" w:sz="2" w:space="0" w:color="000000"/>
            </w:tcBorders>
          </w:tcPr>
          <w:p w:rsidR="008454D7"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both"/>
              <w:rPr>
                <w:i/>
                <w:sz w:val="16"/>
                <w:szCs w:val="16"/>
              </w:rPr>
            </w:pPr>
          </w:p>
        </w:tc>
        <w:tc>
          <w:tcPr>
            <w:tcW w:w="1843" w:type="dxa"/>
            <w:tcBorders>
              <w:top w:val="single" w:sz="2" w:space="0" w:color="000000"/>
              <w:left w:val="single" w:sz="2" w:space="0" w:color="000000"/>
              <w:bottom w:val="single" w:sz="12" w:space="0" w:color="000000"/>
              <w:right w:val="single" w:sz="2" w:space="0" w:color="000000"/>
            </w:tcBorders>
            <w:hideMark/>
          </w:tcPr>
          <w:p w:rsidR="008454D7" w:rsidRDefault="008454D7" w:rsidP="007068CF">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rPr>
                <w:i/>
                <w:sz w:val="16"/>
                <w:szCs w:val="16"/>
              </w:rPr>
            </w:pPr>
            <w:r>
              <w:rPr>
                <w:i/>
                <w:sz w:val="16"/>
                <w:szCs w:val="16"/>
              </w:rPr>
              <w:t xml:space="preserve">Load </w:t>
            </w:r>
            <w:r w:rsidR="007068CF">
              <w:rPr>
                <w:i/>
                <w:sz w:val="16"/>
                <w:szCs w:val="16"/>
              </w:rPr>
              <w:t>[</w:t>
            </w:r>
            <w:r>
              <w:rPr>
                <w:i/>
                <w:sz w:val="16"/>
                <w:szCs w:val="16"/>
              </w:rPr>
              <w:t>N</w:t>
            </w:r>
            <w:r w:rsidR="007068CF">
              <w:rPr>
                <w:i/>
                <w:sz w:val="16"/>
                <w:szCs w:val="16"/>
              </w:rPr>
              <w:t>]</w:t>
            </w:r>
          </w:p>
        </w:tc>
        <w:tc>
          <w:tcPr>
            <w:tcW w:w="1843" w:type="dxa"/>
            <w:tcBorders>
              <w:top w:val="single" w:sz="2" w:space="0" w:color="000000"/>
              <w:left w:val="single" w:sz="2" w:space="0" w:color="000000"/>
              <w:bottom w:val="single" w:sz="12" w:space="0" w:color="000000"/>
              <w:right w:val="single" w:sz="2" w:space="0" w:color="000000"/>
            </w:tcBorders>
            <w:hideMark/>
          </w:tcPr>
          <w:p w:rsidR="008454D7"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rPr>
                <w:i/>
                <w:sz w:val="16"/>
                <w:szCs w:val="16"/>
              </w:rPr>
            </w:pPr>
            <w:r>
              <w:rPr>
                <w:i/>
                <w:sz w:val="16"/>
                <w:szCs w:val="16"/>
              </w:rPr>
              <w:t>Cycles per minute</w:t>
            </w:r>
          </w:p>
        </w:tc>
        <w:tc>
          <w:tcPr>
            <w:tcW w:w="1843" w:type="dxa"/>
            <w:tcBorders>
              <w:top w:val="single" w:sz="2" w:space="0" w:color="000000"/>
              <w:left w:val="single" w:sz="2" w:space="0" w:color="000000"/>
              <w:bottom w:val="single" w:sz="12" w:space="0" w:color="000000"/>
              <w:right w:val="single" w:sz="2" w:space="0" w:color="000000"/>
            </w:tcBorders>
            <w:hideMark/>
          </w:tcPr>
          <w:p w:rsidR="008454D7"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rPr>
                <w:i/>
                <w:sz w:val="16"/>
                <w:szCs w:val="16"/>
              </w:rPr>
            </w:pPr>
            <w:r>
              <w:rPr>
                <w:i/>
                <w:sz w:val="16"/>
                <w:szCs w:val="16"/>
              </w:rPr>
              <w:t>Cycles (No.)</w:t>
            </w:r>
          </w:p>
        </w:tc>
      </w:tr>
      <w:tr w:rsidR="008454D7" w:rsidTr="008454D7">
        <w:trPr>
          <w:cantSplit/>
        </w:trPr>
        <w:tc>
          <w:tcPr>
            <w:tcW w:w="1842" w:type="dxa"/>
            <w:tcBorders>
              <w:top w:val="single" w:sz="12" w:space="0" w:color="000000"/>
              <w:left w:val="single" w:sz="2" w:space="0" w:color="000000"/>
              <w:bottom w:val="single" w:sz="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both"/>
            </w:pPr>
            <w:r w:rsidRPr="00111AA8">
              <w:t>Type 1 procedure</w:t>
            </w:r>
          </w:p>
        </w:tc>
        <w:tc>
          <w:tcPr>
            <w:tcW w:w="1843" w:type="dxa"/>
            <w:tcBorders>
              <w:top w:val="single" w:sz="12" w:space="0" w:color="000000"/>
              <w:left w:val="single" w:sz="2" w:space="0" w:color="000000"/>
              <w:bottom w:val="single" w:sz="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rPr>
                <w:color w:val="FF0000"/>
              </w:rPr>
            </w:pPr>
            <w:r w:rsidRPr="00111AA8">
              <w:t>60</w:t>
            </w:r>
            <w:r w:rsidRPr="00111AA8">
              <w:rPr>
                <w:color w:val="FF0000"/>
              </w:rPr>
              <w:t xml:space="preserve"> </w:t>
            </w:r>
            <w:r w:rsidRPr="00111AA8">
              <w:t>± 0.5</w:t>
            </w:r>
          </w:p>
        </w:tc>
        <w:tc>
          <w:tcPr>
            <w:tcW w:w="1843" w:type="dxa"/>
            <w:tcBorders>
              <w:top w:val="single" w:sz="12" w:space="0" w:color="000000"/>
              <w:left w:val="single" w:sz="2" w:space="0" w:color="000000"/>
              <w:bottom w:val="single" w:sz="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pPr>
            <w:r w:rsidRPr="00111AA8">
              <w:t>30 ± 10</w:t>
            </w:r>
          </w:p>
        </w:tc>
        <w:tc>
          <w:tcPr>
            <w:tcW w:w="1843" w:type="dxa"/>
            <w:tcBorders>
              <w:top w:val="single" w:sz="12" w:space="0" w:color="000000"/>
              <w:left w:val="single" w:sz="2" w:space="0" w:color="000000"/>
              <w:bottom w:val="single" w:sz="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pPr>
            <w:r w:rsidRPr="00111AA8">
              <w:t>1,000 ± 5</w:t>
            </w:r>
          </w:p>
        </w:tc>
      </w:tr>
      <w:tr w:rsidR="008454D7" w:rsidTr="008454D7">
        <w:trPr>
          <w:cantSplit/>
        </w:trPr>
        <w:tc>
          <w:tcPr>
            <w:tcW w:w="1842" w:type="dxa"/>
            <w:tcBorders>
              <w:top w:val="single" w:sz="2" w:space="0" w:color="000000"/>
              <w:left w:val="single" w:sz="2" w:space="0" w:color="000000"/>
              <w:bottom w:val="single" w:sz="1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both"/>
            </w:pPr>
            <w:r w:rsidRPr="00111AA8">
              <w:t>Type 2 procedure</w:t>
            </w:r>
          </w:p>
        </w:tc>
        <w:tc>
          <w:tcPr>
            <w:tcW w:w="1843" w:type="dxa"/>
            <w:tcBorders>
              <w:top w:val="single" w:sz="2" w:space="0" w:color="000000"/>
              <w:left w:val="single" w:sz="2" w:space="0" w:color="000000"/>
              <w:bottom w:val="single" w:sz="1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rPr>
                <w:color w:val="FF0000"/>
              </w:rPr>
            </w:pPr>
            <w:r w:rsidRPr="00111AA8">
              <w:t>10</w:t>
            </w:r>
            <w:r w:rsidRPr="00111AA8">
              <w:rPr>
                <w:color w:val="FF0000"/>
              </w:rPr>
              <w:t xml:space="preserve"> </w:t>
            </w:r>
            <w:r w:rsidRPr="00111AA8">
              <w:t>± 0.1</w:t>
            </w:r>
          </w:p>
        </w:tc>
        <w:tc>
          <w:tcPr>
            <w:tcW w:w="1843" w:type="dxa"/>
            <w:tcBorders>
              <w:top w:val="single" w:sz="2" w:space="0" w:color="000000"/>
              <w:left w:val="single" w:sz="2" w:space="0" w:color="000000"/>
              <w:bottom w:val="single" w:sz="1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pPr>
            <w:r w:rsidRPr="00111AA8">
              <w:t>30 ± 10</w:t>
            </w:r>
          </w:p>
        </w:tc>
        <w:tc>
          <w:tcPr>
            <w:tcW w:w="1843" w:type="dxa"/>
            <w:tcBorders>
              <w:top w:val="single" w:sz="2" w:space="0" w:color="000000"/>
              <w:left w:val="single" w:sz="2" w:space="0" w:color="000000"/>
              <w:bottom w:val="single" w:sz="12" w:space="0" w:color="000000"/>
              <w:right w:val="single" w:sz="2" w:space="0" w:color="000000"/>
            </w:tcBorders>
            <w:hideMark/>
          </w:tcPr>
          <w:p w:rsidR="008454D7" w:rsidRPr="00111AA8" w:rsidRDefault="008454D7">
            <w:pPr>
              <w:widowControl w:val="0"/>
              <w:tabs>
                <w:tab w:val="left" w:pos="-1440"/>
                <w:tab w:val="left" w:pos="-720"/>
                <w:tab w:val="left" w:pos="0"/>
                <w:tab w:val="left" w:pos="763"/>
                <w:tab w:val="left" w:pos="1272"/>
                <w:tab w:val="left" w:pos="1713"/>
                <w:tab w:val="left" w:pos="2217"/>
              </w:tabs>
              <w:suppressAutoHyphens w:val="0"/>
              <w:autoSpaceDE w:val="0"/>
              <w:autoSpaceDN w:val="0"/>
              <w:adjustRightInd w:val="0"/>
              <w:spacing w:before="144" w:line="240" w:lineRule="auto"/>
              <w:jc w:val="center"/>
            </w:pPr>
            <w:r w:rsidRPr="00111AA8">
              <w:t>5,000 ± 5</w:t>
            </w:r>
          </w:p>
        </w:tc>
      </w:tr>
    </w:tbl>
    <w:p w:rsidR="008454D7" w:rsidRDefault="008454D7" w:rsidP="007068CF">
      <w:pPr>
        <w:pStyle w:val="para"/>
        <w:spacing w:before="120"/>
        <w:rPr>
          <w:lang w:val="en-GB"/>
        </w:rPr>
      </w:pPr>
      <w:r>
        <w:rPr>
          <w:lang w:val="en-GB"/>
        </w:rPr>
        <w:t>8.2.5.2.6.3.</w:t>
      </w:r>
      <w:r>
        <w:rPr>
          <w:lang w:val="en-GB"/>
        </w:rPr>
        <w:tab/>
        <w:t>Particular test conditions</w:t>
      </w:r>
    </w:p>
    <w:p w:rsidR="008454D7" w:rsidRPr="00DA37F1" w:rsidRDefault="008454D7" w:rsidP="007068CF">
      <w:pPr>
        <w:pStyle w:val="para"/>
        <w:rPr>
          <w:color w:val="FF0000"/>
          <w:lang w:val="en-GB"/>
        </w:rPr>
      </w:pPr>
      <w:r>
        <w:rPr>
          <w:lang w:val="en-GB"/>
        </w:rPr>
        <w:t>8.2.5.2.6.3.1.</w:t>
      </w:r>
      <w:r>
        <w:rPr>
          <w:lang w:val="en-GB"/>
        </w:rPr>
        <w:tab/>
        <w:t xml:space="preserve">Type 1 procedure: for cases where the strap slides through the quick adjusting device. </w:t>
      </w:r>
      <w:r w:rsidRPr="00DA37F1">
        <w:rPr>
          <w:lang w:val="en-GB"/>
        </w:rPr>
        <w:t>Apply a load of 10 N, if necessary the load may be increased by 10 N steps so as to permit correct sliding, but limited to a maximum of 60 N. This load shall be vertic</w:t>
      </w:r>
      <w:r w:rsidR="00111AA8" w:rsidRPr="00DA37F1">
        <w:rPr>
          <w:lang w:val="en-GB"/>
        </w:rPr>
        <w:t>ally and permanently applied on the straps. The</w:t>
      </w:r>
      <w:r w:rsidRPr="00DA37F1">
        <w:rPr>
          <w:lang w:val="en-GB"/>
        </w:rPr>
        <w:t xml:space="preserve"> part of the</w:t>
      </w:r>
      <w:r w:rsidRPr="00DA37F1">
        <w:rPr>
          <w:color w:val="FF0000"/>
          <w:lang w:val="en-GB"/>
        </w:rPr>
        <w:t xml:space="preserve"> </w:t>
      </w:r>
      <w:r w:rsidRPr="00DA37F1">
        <w:rPr>
          <w:lang w:val="en-GB"/>
        </w:rPr>
        <w:t>strap set horizontally shall pass through the quick adjuster it is fitted to and</w:t>
      </w:r>
      <w:r w:rsidRPr="00DA37F1">
        <w:rPr>
          <w:color w:val="FF0000"/>
          <w:lang w:val="en-GB"/>
        </w:rPr>
        <w:t xml:space="preserve"> </w:t>
      </w:r>
      <w:r w:rsidRPr="00DA37F1">
        <w:rPr>
          <w:lang w:val="en-GB"/>
        </w:rPr>
        <w:t>shall be attached to a device, giving the webbing a back and forth motion. The quick</w:t>
      </w:r>
      <w:r w:rsidRPr="00DA37F1">
        <w:rPr>
          <w:color w:val="FF0000"/>
          <w:lang w:val="en-GB"/>
        </w:rPr>
        <w:t xml:space="preserve"> </w:t>
      </w:r>
      <w:r w:rsidRPr="00DA37F1">
        <w:rPr>
          <w:lang w:val="en-GB"/>
        </w:rPr>
        <w:t>adjusting device shall be so placed that the horizontal strap of the webbing remains under tension (see Annex 5, Figure 1). Activate the quick adjuster while pulling the straps in the direction to slacken the harness and deactivate it while pulling the straps in the direction to tighten the harness.</w:t>
      </w:r>
    </w:p>
    <w:p w:rsidR="008454D7" w:rsidRPr="00DA37F1" w:rsidRDefault="008454D7" w:rsidP="00DA37F1">
      <w:pPr>
        <w:pStyle w:val="SingleTxtG"/>
        <w:ind w:left="2268" w:hanging="1134"/>
      </w:pPr>
      <w:r>
        <w:t>8.2.5.2.6.3.2.</w:t>
      </w:r>
      <w:r>
        <w:tab/>
        <w:t>Type 2 procedure: for cases where the strap changes direction in passing through a ri</w:t>
      </w:r>
      <w:r w:rsidR="00111AA8">
        <w:t xml:space="preserve">gid part. </w:t>
      </w:r>
      <w:r w:rsidR="00111AA8" w:rsidRPr="00DA37F1">
        <w:t>During this test, the webbing</w:t>
      </w:r>
      <w:r w:rsidRPr="00DA37F1">
        <w:t xml:space="preserve"> shall pass through the rigid </w:t>
      </w:r>
      <w:r w:rsidRPr="00DA37F1">
        <w:lastRenderedPageBreak/>
        <w:t>part it is intended</w:t>
      </w:r>
      <w:r w:rsidR="00111AA8" w:rsidRPr="00DA37F1">
        <w:t xml:space="preserve"> for and the test set up shall </w:t>
      </w:r>
      <w:r w:rsidRPr="00DA37F1">
        <w:t>reproduce the angles as in the real installation (in three dimensions), see</w:t>
      </w:r>
      <w:r w:rsidRPr="00DA37F1">
        <w:rPr>
          <w:color w:val="FF0000"/>
        </w:rPr>
        <w:t xml:space="preserve"> </w:t>
      </w:r>
      <w:r w:rsidRPr="00DA37F1">
        <w:t>Annex 5, Figure 2 for examples</w:t>
      </w:r>
      <w:r w:rsidR="00DA37F1" w:rsidRPr="00DA37F1">
        <w:t>. The</w:t>
      </w:r>
      <w:r w:rsidRPr="00DA37F1">
        <w:t xml:space="preserve"> 10 N load shall be permanently applied. For cases where the strap changes direction more than once in passing through a rigid part, the</w:t>
      </w:r>
      <w:r>
        <w:t xml:space="preserve"> load of </w:t>
      </w:r>
      <w:r w:rsidRPr="00DA37F1">
        <w:t>10</w:t>
      </w:r>
      <w:r w:rsidRPr="00DA37F1">
        <w:rPr>
          <w:color w:val="FF0000"/>
        </w:rPr>
        <w:t xml:space="preserve"> </w:t>
      </w:r>
      <w:r w:rsidRPr="00DA37F1">
        <w:t>N may be increased by 10 N steps so as to permit correct sliding and</w:t>
      </w:r>
      <w:r w:rsidRPr="00DA37F1">
        <w:rPr>
          <w:color w:val="FF0000"/>
        </w:rPr>
        <w:t xml:space="preserve"> </w:t>
      </w:r>
      <w:r w:rsidRPr="00DA37F1">
        <w:t>achieve the prescribed 300 mm of strap movement through that rigid part."</w:t>
      </w:r>
    </w:p>
    <w:p w:rsidR="008454D7" w:rsidRDefault="008454D7" w:rsidP="00DA37F1">
      <w:pPr>
        <w:pStyle w:val="SingleTxtG"/>
        <w:rPr>
          <w:i/>
        </w:rPr>
      </w:pPr>
      <w:r>
        <w:rPr>
          <w:i/>
        </w:rPr>
        <w:t xml:space="preserve">Annex 5, </w:t>
      </w:r>
      <w:r>
        <w:t>amend to read:</w:t>
      </w:r>
    </w:p>
    <w:p w:rsidR="008454D7" w:rsidRDefault="008454D7" w:rsidP="008454D7">
      <w:pPr>
        <w:pStyle w:val="HChG"/>
        <w:ind w:left="567" w:firstLine="0"/>
        <w:rPr>
          <w:b w:val="0"/>
        </w:rPr>
      </w:pPr>
      <w:bookmarkStart w:id="0" w:name="_Toc352852755"/>
      <w:bookmarkStart w:id="1" w:name="_Toc352838583"/>
      <w:bookmarkStart w:id="2" w:name="_Toc367372585"/>
      <w:r>
        <w:rPr>
          <w:b w:val="0"/>
          <w:sz w:val="20"/>
        </w:rPr>
        <w:t>"</w:t>
      </w:r>
      <w:r>
        <w:t xml:space="preserve">Annex </w:t>
      </w:r>
      <w:bookmarkEnd w:id="0"/>
      <w:bookmarkEnd w:id="1"/>
      <w:r>
        <w:t>5</w:t>
      </w:r>
      <w:bookmarkEnd w:id="2"/>
    </w:p>
    <w:p w:rsidR="008454D7" w:rsidRDefault="008454D7" w:rsidP="008454D7">
      <w:pPr>
        <w:pStyle w:val="HChG"/>
      </w:pPr>
      <w:r>
        <w:tab/>
      </w:r>
      <w:r>
        <w:tab/>
      </w:r>
      <w:bookmarkStart w:id="3" w:name="_Toc367372586"/>
      <w:r>
        <w:t xml:space="preserve">Abrasion and </w:t>
      </w:r>
      <w:proofErr w:type="spellStart"/>
      <w:r>
        <w:t>microslip</w:t>
      </w:r>
      <w:proofErr w:type="spellEnd"/>
      <w:r>
        <w:t xml:space="preserve"> test</w:t>
      </w:r>
      <w:bookmarkEnd w:id="3"/>
      <w:r>
        <w:t xml:space="preserve"> </w:t>
      </w:r>
    </w:p>
    <w:p w:rsidR="008454D7" w:rsidRDefault="008454D7" w:rsidP="008454D7">
      <w:pPr>
        <w:pStyle w:val="Heading1"/>
      </w:pPr>
      <w:r>
        <w:t xml:space="preserve">Figure 1 </w:t>
      </w:r>
    </w:p>
    <w:p w:rsidR="008454D7" w:rsidRDefault="008454D7" w:rsidP="008454D7">
      <w:pPr>
        <w:pStyle w:val="Heading1"/>
        <w:rPr>
          <w:b/>
        </w:rPr>
      </w:pPr>
      <w:r>
        <w:rPr>
          <w:b/>
        </w:rPr>
        <w:t>Procedure type 1</w:t>
      </w:r>
    </w:p>
    <w:p w:rsidR="008454D7" w:rsidRDefault="00DF7FC0" w:rsidP="008454D7">
      <w:pPr>
        <w:pStyle w:val="SingleTxtG"/>
        <w:ind w:left="2268" w:hanging="1134"/>
      </w:pPr>
      <w:r>
        <w:rPr>
          <w:noProof/>
          <w:lang w:eastAsia="en-GB"/>
        </w:rPr>
        <w:drawing>
          <wp:inline distT="0" distB="0" distL="0" distR="0">
            <wp:extent cx="3771900" cy="2181225"/>
            <wp:effectExtent l="0" t="0" r="0" b="9525"/>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71900" cy="2181225"/>
                    </a:xfrm>
                    <a:prstGeom prst="rect">
                      <a:avLst/>
                    </a:prstGeom>
                    <a:noFill/>
                    <a:ln>
                      <a:noFill/>
                    </a:ln>
                  </pic:spPr>
                </pic:pic>
              </a:graphicData>
            </a:graphic>
          </wp:inline>
        </w:drawing>
      </w:r>
    </w:p>
    <w:p w:rsidR="008454D7" w:rsidRDefault="00DF7FC0" w:rsidP="008454D7">
      <w:pPr>
        <w:pStyle w:val="SingleTxtG"/>
        <w:ind w:left="2268" w:hanging="1134"/>
      </w:pPr>
      <w:r>
        <w:rPr>
          <w:noProof/>
          <w:lang w:eastAsia="en-GB"/>
        </w:rPr>
        <w:drawing>
          <wp:inline distT="0" distB="0" distL="0" distR="0">
            <wp:extent cx="3990975" cy="2324100"/>
            <wp:effectExtent l="0" t="0" r="9525" b="0"/>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90975" cy="2324100"/>
                    </a:xfrm>
                    <a:prstGeom prst="rect">
                      <a:avLst/>
                    </a:prstGeom>
                    <a:noFill/>
                    <a:ln>
                      <a:noFill/>
                    </a:ln>
                  </pic:spPr>
                </pic:pic>
              </a:graphicData>
            </a:graphic>
          </wp:inline>
        </w:drawing>
      </w:r>
    </w:p>
    <w:p w:rsidR="008454D7" w:rsidRPr="00DA37F1" w:rsidRDefault="008454D7" w:rsidP="008454D7">
      <w:pPr>
        <w:pStyle w:val="SingleTxtG"/>
        <w:ind w:left="2268" w:hanging="1134"/>
      </w:pPr>
      <w:r w:rsidRPr="00DA37F1">
        <w:t>Remark. F = 10 ± 0.1 N, can be increased up to F = 60 ± 0.5 N</w:t>
      </w:r>
    </w:p>
    <w:p w:rsidR="008454D7" w:rsidRDefault="008454D7" w:rsidP="008454D7">
      <w:pPr>
        <w:pStyle w:val="Heading1"/>
        <w:keepNext/>
        <w:keepLines/>
      </w:pPr>
      <w:r>
        <w:lastRenderedPageBreak/>
        <w:t>Figure 2</w:t>
      </w:r>
    </w:p>
    <w:p w:rsidR="008454D7" w:rsidRDefault="008454D7" w:rsidP="008454D7">
      <w:pPr>
        <w:pStyle w:val="Heading1"/>
        <w:keepNext/>
        <w:keepLines/>
        <w:rPr>
          <w:b/>
        </w:rPr>
      </w:pPr>
      <w:r>
        <w:rPr>
          <w:b/>
        </w:rPr>
        <w:t>Procedure type 2</w:t>
      </w:r>
    </w:p>
    <w:p w:rsidR="008454D7" w:rsidRDefault="008454D7" w:rsidP="008454D7">
      <w:pPr>
        <w:pStyle w:val="SingleTxtG"/>
        <w:keepNext/>
        <w:keepLines/>
        <w:rPr>
          <w:b/>
        </w:rPr>
      </w:pPr>
      <w:r>
        <w:rPr>
          <w:b/>
        </w:rPr>
        <w:t>Following two examples of test set up;</w:t>
      </w:r>
    </w:p>
    <w:p w:rsidR="008454D7" w:rsidRDefault="008454D7" w:rsidP="008454D7">
      <w:pPr>
        <w:pStyle w:val="SingleTxtG"/>
        <w:keepNext/>
        <w:keepLines/>
        <w:rPr>
          <w:b/>
          <w:color w:val="FF0000"/>
        </w:rPr>
      </w:pPr>
      <w:r>
        <w:rPr>
          <w:b/>
        </w:rPr>
        <w:t>Example 1</w:t>
      </w:r>
    </w:p>
    <w:p w:rsidR="008454D7" w:rsidRDefault="00DF7FC0" w:rsidP="008454D7">
      <w:pPr>
        <w:pStyle w:val="SingleTxtG"/>
        <w:keepNext/>
        <w:keepLines/>
        <w:ind w:left="2268" w:hanging="1134"/>
      </w:pPr>
      <w:r>
        <w:rPr>
          <w:noProof/>
          <w:lang w:eastAsia="en-GB"/>
        </w:rPr>
        <mc:AlternateContent>
          <mc:Choice Requires="wpc">
            <w:drawing>
              <wp:inline distT="0" distB="0" distL="0" distR="0">
                <wp:extent cx="4170680" cy="3576320"/>
                <wp:effectExtent l="19050" t="0" r="10795" b="5080"/>
                <wp:docPr id="1473" name="Canvas 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643" name="Group 640"/>
                        <wpg:cNvGrpSpPr>
                          <a:grpSpLocks/>
                        </wpg:cNvGrpSpPr>
                        <wpg:grpSpPr bwMode="auto">
                          <a:xfrm>
                            <a:off x="54610" y="408305"/>
                            <a:ext cx="4116070" cy="3168015"/>
                            <a:chOff x="86" y="34"/>
                            <a:chExt cx="6482" cy="4989"/>
                          </a:xfrm>
                        </wpg:grpSpPr>
                        <wps:wsp>
                          <wps:cNvPr id="644" name="Freeform 641"/>
                          <wps:cNvSpPr>
                            <a:spLocks/>
                          </wps:cNvSpPr>
                          <wps:spPr bwMode="auto">
                            <a:xfrm>
                              <a:off x="6335" y="715"/>
                              <a:ext cx="139" cy="139"/>
                            </a:xfrm>
                            <a:custGeom>
                              <a:avLst/>
                              <a:gdLst>
                                <a:gd name="T0" fmla="*/ 276 w 276"/>
                                <a:gd name="T1" fmla="*/ 139 h 278"/>
                                <a:gd name="T2" fmla="*/ 274 w 276"/>
                                <a:gd name="T3" fmla="*/ 159 h 278"/>
                                <a:gd name="T4" fmla="*/ 270 w 276"/>
                                <a:gd name="T5" fmla="*/ 179 h 278"/>
                                <a:gd name="T6" fmla="*/ 262 w 276"/>
                                <a:gd name="T7" fmla="*/ 199 h 278"/>
                                <a:gd name="T8" fmla="*/ 251 w 276"/>
                                <a:gd name="T9" fmla="*/ 218 h 278"/>
                                <a:gd name="T10" fmla="*/ 239 w 276"/>
                                <a:gd name="T11" fmla="*/ 233 h 278"/>
                                <a:gd name="T12" fmla="*/ 224 w 276"/>
                                <a:gd name="T13" fmla="*/ 247 h 278"/>
                                <a:gd name="T14" fmla="*/ 207 w 276"/>
                                <a:gd name="T15" fmla="*/ 260 h 278"/>
                                <a:gd name="T16" fmla="*/ 188 w 276"/>
                                <a:gd name="T17" fmla="*/ 269 h 278"/>
                                <a:gd name="T18" fmla="*/ 168 w 276"/>
                                <a:gd name="T19" fmla="*/ 275 h 278"/>
                                <a:gd name="T20" fmla="*/ 148 w 276"/>
                                <a:gd name="T21" fmla="*/ 278 h 278"/>
                                <a:gd name="T22" fmla="*/ 126 w 276"/>
                                <a:gd name="T23" fmla="*/ 278 h 278"/>
                                <a:gd name="T24" fmla="*/ 108 w 276"/>
                                <a:gd name="T25" fmla="*/ 275 h 278"/>
                                <a:gd name="T26" fmla="*/ 88 w 276"/>
                                <a:gd name="T27" fmla="*/ 269 h 278"/>
                                <a:gd name="T28" fmla="*/ 69 w 276"/>
                                <a:gd name="T29" fmla="*/ 260 h 278"/>
                                <a:gd name="T30" fmla="*/ 52 w 276"/>
                                <a:gd name="T31" fmla="*/ 247 h 278"/>
                                <a:gd name="T32" fmla="*/ 37 w 276"/>
                                <a:gd name="T33" fmla="*/ 233 h 278"/>
                                <a:gd name="T34" fmla="*/ 24 w 276"/>
                                <a:gd name="T35" fmla="*/ 218 h 278"/>
                                <a:gd name="T36" fmla="*/ 14 w 276"/>
                                <a:gd name="T37" fmla="*/ 199 h 278"/>
                                <a:gd name="T38" fmla="*/ 6 w 276"/>
                                <a:gd name="T39" fmla="*/ 179 h 278"/>
                                <a:gd name="T40" fmla="*/ 1 w 276"/>
                                <a:gd name="T41" fmla="*/ 159 h 278"/>
                                <a:gd name="T42" fmla="*/ 0 w 276"/>
                                <a:gd name="T43" fmla="*/ 139 h 278"/>
                                <a:gd name="T44" fmla="*/ 1 w 276"/>
                                <a:gd name="T45" fmla="*/ 118 h 278"/>
                                <a:gd name="T46" fmla="*/ 6 w 276"/>
                                <a:gd name="T47" fmla="*/ 97 h 278"/>
                                <a:gd name="T48" fmla="*/ 14 w 276"/>
                                <a:gd name="T49" fmla="*/ 79 h 278"/>
                                <a:gd name="T50" fmla="*/ 24 w 276"/>
                                <a:gd name="T51" fmla="*/ 60 h 278"/>
                                <a:gd name="T52" fmla="*/ 37 w 276"/>
                                <a:gd name="T53" fmla="*/ 45 h 278"/>
                                <a:gd name="T54" fmla="*/ 52 w 276"/>
                                <a:gd name="T55" fmla="*/ 31 h 278"/>
                                <a:gd name="T56" fmla="*/ 69 w 276"/>
                                <a:gd name="T57" fmla="*/ 19 h 278"/>
                                <a:gd name="T58" fmla="*/ 88 w 276"/>
                                <a:gd name="T59" fmla="*/ 9 h 278"/>
                                <a:gd name="T60" fmla="*/ 108 w 276"/>
                                <a:gd name="T61" fmla="*/ 3 h 278"/>
                                <a:gd name="T62" fmla="*/ 126 w 276"/>
                                <a:gd name="T63" fmla="*/ 0 h 278"/>
                                <a:gd name="T64" fmla="*/ 148 w 276"/>
                                <a:gd name="T65" fmla="*/ 0 h 278"/>
                                <a:gd name="T66" fmla="*/ 168 w 276"/>
                                <a:gd name="T67" fmla="*/ 3 h 278"/>
                                <a:gd name="T68" fmla="*/ 188 w 276"/>
                                <a:gd name="T69" fmla="*/ 9 h 278"/>
                                <a:gd name="T70" fmla="*/ 207 w 276"/>
                                <a:gd name="T71" fmla="*/ 19 h 278"/>
                                <a:gd name="T72" fmla="*/ 224 w 276"/>
                                <a:gd name="T73" fmla="*/ 31 h 278"/>
                                <a:gd name="T74" fmla="*/ 239 w 276"/>
                                <a:gd name="T75" fmla="*/ 45 h 278"/>
                                <a:gd name="T76" fmla="*/ 251 w 276"/>
                                <a:gd name="T77" fmla="*/ 60 h 278"/>
                                <a:gd name="T78" fmla="*/ 262 w 276"/>
                                <a:gd name="T79" fmla="*/ 79 h 278"/>
                                <a:gd name="T80" fmla="*/ 270 w 276"/>
                                <a:gd name="T81" fmla="*/ 97 h 278"/>
                                <a:gd name="T82" fmla="*/ 274 w 276"/>
                                <a:gd name="T83" fmla="*/ 118 h 278"/>
                                <a:gd name="T84" fmla="*/ 276 w 276"/>
                                <a:gd name="T85" fmla="*/ 139 h 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6" h="278">
                                  <a:moveTo>
                                    <a:pt x="276" y="139"/>
                                  </a:moveTo>
                                  <a:lnTo>
                                    <a:pt x="274" y="159"/>
                                  </a:lnTo>
                                  <a:lnTo>
                                    <a:pt x="270" y="179"/>
                                  </a:lnTo>
                                  <a:lnTo>
                                    <a:pt x="262" y="199"/>
                                  </a:lnTo>
                                  <a:lnTo>
                                    <a:pt x="251" y="218"/>
                                  </a:lnTo>
                                  <a:lnTo>
                                    <a:pt x="239" y="233"/>
                                  </a:lnTo>
                                  <a:lnTo>
                                    <a:pt x="224" y="247"/>
                                  </a:lnTo>
                                  <a:lnTo>
                                    <a:pt x="207" y="260"/>
                                  </a:lnTo>
                                  <a:lnTo>
                                    <a:pt x="188" y="269"/>
                                  </a:lnTo>
                                  <a:lnTo>
                                    <a:pt x="168" y="275"/>
                                  </a:lnTo>
                                  <a:lnTo>
                                    <a:pt x="148" y="278"/>
                                  </a:lnTo>
                                  <a:lnTo>
                                    <a:pt x="126" y="278"/>
                                  </a:lnTo>
                                  <a:lnTo>
                                    <a:pt x="108" y="275"/>
                                  </a:lnTo>
                                  <a:lnTo>
                                    <a:pt x="88" y="269"/>
                                  </a:lnTo>
                                  <a:lnTo>
                                    <a:pt x="69" y="260"/>
                                  </a:lnTo>
                                  <a:lnTo>
                                    <a:pt x="52" y="247"/>
                                  </a:lnTo>
                                  <a:lnTo>
                                    <a:pt x="37" y="233"/>
                                  </a:lnTo>
                                  <a:lnTo>
                                    <a:pt x="24" y="218"/>
                                  </a:lnTo>
                                  <a:lnTo>
                                    <a:pt x="14" y="199"/>
                                  </a:lnTo>
                                  <a:lnTo>
                                    <a:pt x="6" y="179"/>
                                  </a:lnTo>
                                  <a:lnTo>
                                    <a:pt x="1" y="159"/>
                                  </a:lnTo>
                                  <a:lnTo>
                                    <a:pt x="0" y="139"/>
                                  </a:lnTo>
                                  <a:lnTo>
                                    <a:pt x="1" y="118"/>
                                  </a:lnTo>
                                  <a:lnTo>
                                    <a:pt x="6" y="97"/>
                                  </a:lnTo>
                                  <a:lnTo>
                                    <a:pt x="14" y="79"/>
                                  </a:lnTo>
                                  <a:lnTo>
                                    <a:pt x="24" y="60"/>
                                  </a:lnTo>
                                  <a:lnTo>
                                    <a:pt x="37" y="45"/>
                                  </a:lnTo>
                                  <a:lnTo>
                                    <a:pt x="52" y="31"/>
                                  </a:lnTo>
                                  <a:lnTo>
                                    <a:pt x="69" y="19"/>
                                  </a:lnTo>
                                  <a:lnTo>
                                    <a:pt x="88" y="9"/>
                                  </a:lnTo>
                                  <a:lnTo>
                                    <a:pt x="108" y="3"/>
                                  </a:lnTo>
                                  <a:lnTo>
                                    <a:pt x="126" y="0"/>
                                  </a:lnTo>
                                  <a:lnTo>
                                    <a:pt x="148" y="0"/>
                                  </a:lnTo>
                                  <a:lnTo>
                                    <a:pt x="168" y="3"/>
                                  </a:lnTo>
                                  <a:lnTo>
                                    <a:pt x="188" y="9"/>
                                  </a:lnTo>
                                  <a:lnTo>
                                    <a:pt x="207" y="19"/>
                                  </a:lnTo>
                                  <a:lnTo>
                                    <a:pt x="224" y="31"/>
                                  </a:lnTo>
                                  <a:lnTo>
                                    <a:pt x="239" y="45"/>
                                  </a:lnTo>
                                  <a:lnTo>
                                    <a:pt x="251" y="60"/>
                                  </a:lnTo>
                                  <a:lnTo>
                                    <a:pt x="262" y="79"/>
                                  </a:lnTo>
                                  <a:lnTo>
                                    <a:pt x="270" y="97"/>
                                  </a:lnTo>
                                  <a:lnTo>
                                    <a:pt x="274" y="118"/>
                                  </a:lnTo>
                                  <a:lnTo>
                                    <a:pt x="276" y="13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5" name="Freeform 642"/>
                          <wps:cNvSpPr>
                            <a:spLocks/>
                          </wps:cNvSpPr>
                          <wps:spPr bwMode="auto">
                            <a:xfrm>
                              <a:off x="6243" y="625"/>
                              <a:ext cx="324" cy="161"/>
                            </a:xfrm>
                            <a:custGeom>
                              <a:avLst/>
                              <a:gdLst>
                                <a:gd name="T0" fmla="*/ 647 w 647"/>
                                <a:gd name="T1" fmla="*/ 322 h 322"/>
                                <a:gd name="T2" fmla="*/ 631 w 647"/>
                                <a:gd name="T3" fmla="*/ 227 h 322"/>
                                <a:gd name="T4" fmla="*/ 573 w 647"/>
                                <a:gd name="T5" fmla="*/ 120 h 322"/>
                                <a:gd name="T6" fmla="*/ 477 w 647"/>
                                <a:gd name="T7" fmla="*/ 38 h 322"/>
                                <a:gd name="T8" fmla="*/ 357 w 647"/>
                                <a:gd name="T9" fmla="*/ 0 h 322"/>
                                <a:gd name="T10" fmla="*/ 258 w 647"/>
                                <a:gd name="T11" fmla="*/ 7 h 322"/>
                                <a:gd name="T12" fmla="*/ 142 w 647"/>
                                <a:gd name="T13" fmla="*/ 54 h 322"/>
                                <a:gd name="T14" fmla="*/ 39 w 647"/>
                                <a:gd name="T15" fmla="*/ 168 h 322"/>
                                <a:gd name="T16" fmla="*/ 0 w 647"/>
                                <a:gd name="T17" fmla="*/ 288 h 322"/>
                                <a:gd name="T18" fmla="*/ 0 w 647"/>
                                <a:gd name="T19" fmla="*/ 322 h 3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7" h="322">
                                  <a:moveTo>
                                    <a:pt x="647" y="322"/>
                                  </a:moveTo>
                                  <a:lnTo>
                                    <a:pt x="631" y="227"/>
                                  </a:lnTo>
                                  <a:lnTo>
                                    <a:pt x="573" y="120"/>
                                  </a:lnTo>
                                  <a:lnTo>
                                    <a:pt x="477" y="38"/>
                                  </a:lnTo>
                                  <a:lnTo>
                                    <a:pt x="357" y="0"/>
                                  </a:lnTo>
                                  <a:lnTo>
                                    <a:pt x="258" y="7"/>
                                  </a:lnTo>
                                  <a:lnTo>
                                    <a:pt x="142" y="54"/>
                                  </a:lnTo>
                                  <a:lnTo>
                                    <a:pt x="39" y="168"/>
                                  </a:lnTo>
                                  <a:lnTo>
                                    <a:pt x="0" y="288"/>
                                  </a:lnTo>
                                  <a:lnTo>
                                    <a:pt x="0" y="32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6" name="Freeform 643"/>
                          <wps:cNvSpPr>
                            <a:spLocks/>
                          </wps:cNvSpPr>
                          <wps:spPr bwMode="auto">
                            <a:xfrm>
                              <a:off x="6162" y="544"/>
                              <a:ext cx="287" cy="160"/>
                            </a:xfrm>
                            <a:custGeom>
                              <a:avLst/>
                              <a:gdLst>
                                <a:gd name="T0" fmla="*/ 573 w 573"/>
                                <a:gd name="T1" fmla="*/ 116 h 320"/>
                                <a:gd name="T2" fmla="*/ 477 w 573"/>
                                <a:gd name="T3" fmla="*/ 36 h 320"/>
                                <a:gd name="T4" fmla="*/ 378 w 573"/>
                                <a:gd name="T5" fmla="*/ 0 h 320"/>
                                <a:gd name="T6" fmla="*/ 273 w 573"/>
                                <a:gd name="T7" fmla="*/ 0 h 320"/>
                                <a:gd name="T8" fmla="*/ 157 w 573"/>
                                <a:gd name="T9" fmla="*/ 44 h 320"/>
                                <a:gd name="T10" fmla="*/ 46 w 573"/>
                                <a:gd name="T11" fmla="*/ 155 h 320"/>
                                <a:gd name="T12" fmla="*/ 3 w 573"/>
                                <a:gd name="T13" fmla="*/ 271 h 320"/>
                                <a:gd name="T14" fmla="*/ 0 w 573"/>
                                <a:gd name="T15" fmla="*/ 320 h 3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73" h="320">
                                  <a:moveTo>
                                    <a:pt x="573" y="116"/>
                                  </a:moveTo>
                                  <a:lnTo>
                                    <a:pt x="477" y="36"/>
                                  </a:lnTo>
                                  <a:lnTo>
                                    <a:pt x="378" y="0"/>
                                  </a:lnTo>
                                  <a:lnTo>
                                    <a:pt x="273" y="0"/>
                                  </a:lnTo>
                                  <a:lnTo>
                                    <a:pt x="157" y="44"/>
                                  </a:lnTo>
                                  <a:lnTo>
                                    <a:pt x="46" y="155"/>
                                  </a:lnTo>
                                  <a:lnTo>
                                    <a:pt x="3" y="271"/>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7" name="Freeform 644"/>
                          <wps:cNvSpPr>
                            <a:spLocks/>
                          </wps:cNvSpPr>
                          <wps:spPr bwMode="auto">
                            <a:xfrm>
                              <a:off x="5671" y="55"/>
                              <a:ext cx="288" cy="160"/>
                            </a:xfrm>
                            <a:custGeom>
                              <a:avLst/>
                              <a:gdLst>
                                <a:gd name="T0" fmla="*/ 574 w 574"/>
                                <a:gd name="T1" fmla="*/ 111 h 320"/>
                                <a:gd name="T2" fmla="*/ 477 w 574"/>
                                <a:gd name="T3" fmla="*/ 36 h 320"/>
                                <a:gd name="T4" fmla="*/ 377 w 574"/>
                                <a:gd name="T5" fmla="*/ 0 h 320"/>
                                <a:gd name="T6" fmla="*/ 273 w 574"/>
                                <a:gd name="T7" fmla="*/ 0 h 320"/>
                                <a:gd name="T8" fmla="*/ 168 w 574"/>
                                <a:gd name="T9" fmla="*/ 36 h 320"/>
                                <a:gd name="T10" fmla="*/ 66 w 574"/>
                                <a:gd name="T11" fmla="*/ 119 h 320"/>
                                <a:gd name="T12" fmla="*/ 15 w 574"/>
                                <a:gd name="T13" fmla="*/ 219 h 320"/>
                                <a:gd name="T14" fmla="*/ 0 w 574"/>
                                <a:gd name="T15" fmla="*/ 320 h 3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74" h="320">
                                  <a:moveTo>
                                    <a:pt x="574" y="111"/>
                                  </a:moveTo>
                                  <a:lnTo>
                                    <a:pt x="477" y="36"/>
                                  </a:lnTo>
                                  <a:lnTo>
                                    <a:pt x="377" y="0"/>
                                  </a:lnTo>
                                  <a:lnTo>
                                    <a:pt x="273" y="0"/>
                                  </a:lnTo>
                                  <a:lnTo>
                                    <a:pt x="168" y="36"/>
                                  </a:lnTo>
                                  <a:lnTo>
                                    <a:pt x="66" y="119"/>
                                  </a:lnTo>
                                  <a:lnTo>
                                    <a:pt x="15" y="219"/>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8" name="Freeform 645"/>
                          <wps:cNvSpPr>
                            <a:spLocks/>
                          </wps:cNvSpPr>
                          <wps:spPr bwMode="auto">
                            <a:xfrm>
                              <a:off x="5754" y="134"/>
                              <a:ext cx="324" cy="162"/>
                            </a:xfrm>
                            <a:custGeom>
                              <a:avLst/>
                              <a:gdLst>
                                <a:gd name="T0" fmla="*/ 647 w 647"/>
                                <a:gd name="T1" fmla="*/ 293 h 324"/>
                                <a:gd name="T2" fmla="*/ 611 w 647"/>
                                <a:gd name="T3" fmla="*/ 177 h 324"/>
                                <a:gd name="T4" fmla="*/ 533 w 647"/>
                                <a:gd name="T5" fmla="*/ 72 h 324"/>
                                <a:gd name="T6" fmla="*/ 402 w 647"/>
                                <a:gd name="T7" fmla="*/ 7 h 324"/>
                                <a:gd name="T8" fmla="*/ 289 w 647"/>
                                <a:gd name="T9" fmla="*/ 0 h 324"/>
                                <a:gd name="T10" fmla="*/ 170 w 647"/>
                                <a:gd name="T11" fmla="*/ 38 h 324"/>
                                <a:gd name="T12" fmla="*/ 54 w 647"/>
                                <a:gd name="T13" fmla="*/ 142 h 324"/>
                                <a:gd name="T14" fmla="*/ 8 w 647"/>
                                <a:gd name="T15" fmla="*/ 257 h 324"/>
                                <a:gd name="T16" fmla="*/ 0 w 647"/>
                                <a:gd name="T17" fmla="*/ 324 h 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47" h="324">
                                  <a:moveTo>
                                    <a:pt x="647" y="293"/>
                                  </a:moveTo>
                                  <a:lnTo>
                                    <a:pt x="611" y="177"/>
                                  </a:lnTo>
                                  <a:lnTo>
                                    <a:pt x="533" y="72"/>
                                  </a:lnTo>
                                  <a:lnTo>
                                    <a:pt x="402" y="7"/>
                                  </a:lnTo>
                                  <a:lnTo>
                                    <a:pt x="289" y="0"/>
                                  </a:lnTo>
                                  <a:lnTo>
                                    <a:pt x="170" y="38"/>
                                  </a:lnTo>
                                  <a:lnTo>
                                    <a:pt x="54" y="142"/>
                                  </a:lnTo>
                                  <a:lnTo>
                                    <a:pt x="8" y="257"/>
                                  </a:lnTo>
                                  <a:lnTo>
                                    <a:pt x="0" y="3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9" name="Freeform 646"/>
                          <wps:cNvSpPr>
                            <a:spLocks/>
                          </wps:cNvSpPr>
                          <wps:spPr bwMode="auto">
                            <a:xfrm>
                              <a:off x="5847" y="228"/>
                              <a:ext cx="117" cy="116"/>
                            </a:xfrm>
                            <a:custGeom>
                              <a:avLst/>
                              <a:gdLst>
                                <a:gd name="T0" fmla="*/ 235 w 235"/>
                                <a:gd name="T1" fmla="*/ 39 h 232"/>
                                <a:gd name="T2" fmla="*/ 178 w 235"/>
                                <a:gd name="T3" fmla="*/ 0 h 232"/>
                                <a:gd name="T4" fmla="*/ 104 w 235"/>
                                <a:gd name="T5" fmla="*/ 0 h 232"/>
                                <a:gd name="T6" fmla="*/ 34 w 235"/>
                                <a:gd name="T7" fmla="*/ 43 h 232"/>
                                <a:gd name="T8" fmla="*/ 0 w 235"/>
                                <a:gd name="T9" fmla="*/ 113 h 232"/>
                                <a:gd name="T10" fmla="*/ 8 w 235"/>
                                <a:gd name="T11" fmla="*/ 182 h 232"/>
                                <a:gd name="T12" fmla="*/ 42 w 235"/>
                                <a:gd name="T13" fmla="*/ 232 h 232"/>
                              </a:gdLst>
                              <a:ahLst/>
                              <a:cxnLst>
                                <a:cxn ang="0">
                                  <a:pos x="T0" y="T1"/>
                                </a:cxn>
                                <a:cxn ang="0">
                                  <a:pos x="T2" y="T3"/>
                                </a:cxn>
                                <a:cxn ang="0">
                                  <a:pos x="T4" y="T5"/>
                                </a:cxn>
                                <a:cxn ang="0">
                                  <a:pos x="T6" y="T7"/>
                                </a:cxn>
                                <a:cxn ang="0">
                                  <a:pos x="T8" y="T9"/>
                                </a:cxn>
                                <a:cxn ang="0">
                                  <a:pos x="T10" y="T11"/>
                                </a:cxn>
                                <a:cxn ang="0">
                                  <a:pos x="T12" y="T13"/>
                                </a:cxn>
                              </a:cxnLst>
                              <a:rect l="0" t="0" r="r" b="b"/>
                              <a:pathLst>
                                <a:path w="235" h="232">
                                  <a:moveTo>
                                    <a:pt x="235" y="39"/>
                                  </a:moveTo>
                                  <a:lnTo>
                                    <a:pt x="178" y="0"/>
                                  </a:lnTo>
                                  <a:lnTo>
                                    <a:pt x="104" y="0"/>
                                  </a:lnTo>
                                  <a:lnTo>
                                    <a:pt x="34" y="43"/>
                                  </a:lnTo>
                                  <a:lnTo>
                                    <a:pt x="0" y="113"/>
                                  </a:lnTo>
                                  <a:lnTo>
                                    <a:pt x="8" y="182"/>
                                  </a:lnTo>
                                  <a:lnTo>
                                    <a:pt x="42" y="2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0" name="Line 647"/>
                          <wps:cNvCnPr/>
                          <wps:spPr bwMode="auto">
                            <a:xfrm flipH="1">
                              <a:off x="348" y="373"/>
                              <a:ext cx="505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 name="Line 648"/>
                          <wps:cNvCnPr/>
                          <wps:spPr bwMode="auto">
                            <a:xfrm>
                              <a:off x="86" y="635"/>
                              <a:ext cx="487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 name="Line 649"/>
                          <wps:cNvCnPr/>
                          <wps:spPr bwMode="auto">
                            <a:xfrm flipV="1">
                              <a:off x="6567"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 name="Line 650"/>
                          <wps:cNvCnPr/>
                          <wps:spPr bwMode="auto">
                            <a:xfrm>
                              <a:off x="6290" y="786"/>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 name="Line 651"/>
                          <wps:cNvCnPr/>
                          <wps:spPr bwMode="auto">
                            <a:xfrm flipH="1">
                              <a:off x="6243" y="971"/>
                              <a:ext cx="3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 name="Line 652"/>
                          <wps:cNvCnPr/>
                          <wps:spPr bwMode="auto">
                            <a:xfrm flipV="1">
                              <a:off x="6243"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 name="Line 653"/>
                          <wps:cNvCnPr/>
                          <wps:spPr bwMode="auto">
                            <a:xfrm flipV="1">
                              <a:off x="6405" y="671"/>
                              <a:ext cx="1" cy="22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 name="Line 654"/>
                          <wps:cNvCnPr/>
                          <wps:spPr bwMode="auto">
                            <a:xfrm flipH="1" flipV="1">
                              <a:off x="6162" y="889"/>
                              <a:ext cx="81" cy="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 name="Line 655"/>
                          <wps:cNvCnPr/>
                          <wps:spPr bwMode="auto">
                            <a:xfrm flipV="1">
                              <a:off x="6162" y="704"/>
                              <a:ext cx="1" cy="1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 name="Line 656"/>
                          <wps:cNvCnPr/>
                          <wps:spPr bwMode="auto">
                            <a:xfrm flipH="1" flipV="1">
                              <a:off x="6449" y="602"/>
                              <a:ext cx="60" cy="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 name="Line 657"/>
                          <wps:cNvCnPr/>
                          <wps:spPr bwMode="auto">
                            <a:xfrm flipH="1" flipV="1">
                              <a:off x="5959" y="111"/>
                              <a:ext cx="59" cy="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 name="Line 658"/>
                          <wps:cNvCnPr/>
                          <wps:spPr bwMode="auto">
                            <a:xfrm flipV="1">
                              <a:off x="5671" y="215"/>
                              <a:ext cx="1" cy="1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 name="Line 659"/>
                          <wps:cNvCnPr/>
                          <wps:spPr bwMode="auto">
                            <a:xfrm flipV="1">
                              <a:off x="5754" y="296"/>
                              <a:ext cx="1" cy="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 name="Line 660"/>
                          <wps:cNvCnPr/>
                          <wps:spPr bwMode="auto">
                            <a:xfrm flipH="1" flipV="1">
                              <a:off x="5866" y="346"/>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 name="Line 661"/>
                          <wps:cNvCnPr/>
                          <wps:spPr bwMode="auto">
                            <a:xfrm flipH="1" flipV="1">
                              <a:off x="5964" y="247"/>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 name="Line 662"/>
                          <wps:cNvCnPr/>
                          <wps:spPr bwMode="auto">
                            <a:xfrm flipH="1" flipV="1">
                              <a:off x="5654" y="34"/>
                              <a:ext cx="882" cy="88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66" name="Freeform 663"/>
                          <wps:cNvSpPr>
                            <a:spLocks/>
                          </wps:cNvSpPr>
                          <wps:spPr bwMode="auto">
                            <a:xfrm>
                              <a:off x="5705" y="643"/>
                              <a:ext cx="14" cy="5"/>
                            </a:xfrm>
                            <a:custGeom>
                              <a:avLst/>
                              <a:gdLst>
                                <a:gd name="T0" fmla="*/ 0 w 30"/>
                                <a:gd name="T1" fmla="*/ 0 h 11"/>
                                <a:gd name="T2" fmla="*/ 2 w 30"/>
                                <a:gd name="T3" fmla="*/ 3 h 11"/>
                                <a:gd name="T4" fmla="*/ 6 w 30"/>
                                <a:gd name="T5" fmla="*/ 3 h 11"/>
                                <a:gd name="T6" fmla="*/ 10 w 30"/>
                                <a:gd name="T7" fmla="*/ 8 h 11"/>
                                <a:gd name="T8" fmla="*/ 14 w 30"/>
                                <a:gd name="T9" fmla="*/ 8 h 11"/>
                                <a:gd name="T10" fmla="*/ 17 w 30"/>
                                <a:gd name="T11" fmla="*/ 11 h 11"/>
                                <a:gd name="T12" fmla="*/ 30 w 30"/>
                                <a:gd name="T13" fmla="*/ 11 h 11"/>
                              </a:gdLst>
                              <a:ahLst/>
                              <a:cxnLst>
                                <a:cxn ang="0">
                                  <a:pos x="T0" y="T1"/>
                                </a:cxn>
                                <a:cxn ang="0">
                                  <a:pos x="T2" y="T3"/>
                                </a:cxn>
                                <a:cxn ang="0">
                                  <a:pos x="T4" y="T5"/>
                                </a:cxn>
                                <a:cxn ang="0">
                                  <a:pos x="T6" y="T7"/>
                                </a:cxn>
                                <a:cxn ang="0">
                                  <a:pos x="T8" y="T9"/>
                                </a:cxn>
                                <a:cxn ang="0">
                                  <a:pos x="T10" y="T11"/>
                                </a:cxn>
                                <a:cxn ang="0">
                                  <a:pos x="T12" y="T13"/>
                                </a:cxn>
                              </a:cxnLst>
                              <a:rect l="0" t="0" r="r" b="b"/>
                              <a:pathLst>
                                <a:path w="30" h="11">
                                  <a:moveTo>
                                    <a:pt x="0" y="0"/>
                                  </a:moveTo>
                                  <a:lnTo>
                                    <a:pt x="2" y="3"/>
                                  </a:lnTo>
                                  <a:lnTo>
                                    <a:pt x="6" y="3"/>
                                  </a:lnTo>
                                  <a:lnTo>
                                    <a:pt x="10" y="8"/>
                                  </a:lnTo>
                                  <a:lnTo>
                                    <a:pt x="14" y="8"/>
                                  </a:lnTo>
                                  <a:lnTo>
                                    <a:pt x="17" y="11"/>
                                  </a:lnTo>
                                  <a:lnTo>
                                    <a:pt x="3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7" name="Freeform 664"/>
                          <wps:cNvSpPr>
                            <a:spLocks/>
                          </wps:cNvSpPr>
                          <wps:spPr bwMode="auto">
                            <a:xfrm>
                              <a:off x="5685" y="689"/>
                              <a:ext cx="16" cy="5"/>
                            </a:xfrm>
                            <a:custGeom>
                              <a:avLst/>
                              <a:gdLst>
                                <a:gd name="T0" fmla="*/ 0 w 31"/>
                                <a:gd name="T1" fmla="*/ 0 h 11"/>
                                <a:gd name="T2" fmla="*/ 3 w 31"/>
                                <a:gd name="T3" fmla="*/ 3 h 11"/>
                                <a:gd name="T4" fmla="*/ 7 w 31"/>
                                <a:gd name="T5" fmla="*/ 3 h 11"/>
                                <a:gd name="T6" fmla="*/ 11 w 31"/>
                                <a:gd name="T7" fmla="*/ 7 h 11"/>
                                <a:gd name="T8" fmla="*/ 15 w 31"/>
                                <a:gd name="T9" fmla="*/ 7 h 11"/>
                                <a:gd name="T10" fmla="*/ 18 w 31"/>
                                <a:gd name="T11" fmla="*/ 11 h 11"/>
                                <a:gd name="T12" fmla="*/ 31 w 31"/>
                                <a:gd name="T13" fmla="*/ 11 h 11"/>
                              </a:gdLst>
                              <a:ahLst/>
                              <a:cxnLst>
                                <a:cxn ang="0">
                                  <a:pos x="T0" y="T1"/>
                                </a:cxn>
                                <a:cxn ang="0">
                                  <a:pos x="T2" y="T3"/>
                                </a:cxn>
                                <a:cxn ang="0">
                                  <a:pos x="T4" y="T5"/>
                                </a:cxn>
                                <a:cxn ang="0">
                                  <a:pos x="T6" y="T7"/>
                                </a:cxn>
                                <a:cxn ang="0">
                                  <a:pos x="T8" y="T9"/>
                                </a:cxn>
                                <a:cxn ang="0">
                                  <a:pos x="T10" y="T11"/>
                                </a:cxn>
                                <a:cxn ang="0">
                                  <a:pos x="T12" y="T13"/>
                                </a:cxn>
                              </a:cxnLst>
                              <a:rect l="0" t="0" r="r" b="b"/>
                              <a:pathLst>
                                <a:path w="31" h="11">
                                  <a:moveTo>
                                    <a:pt x="0" y="0"/>
                                  </a:moveTo>
                                  <a:lnTo>
                                    <a:pt x="3" y="3"/>
                                  </a:lnTo>
                                  <a:lnTo>
                                    <a:pt x="7" y="3"/>
                                  </a:lnTo>
                                  <a:lnTo>
                                    <a:pt x="11" y="7"/>
                                  </a:lnTo>
                                  <a:lnTo>
                                    <a:pt x="15" y="7"/>
                                  </a:lnTo>
                                  <a:lnTo>
                                    <a:pt x="18" y="11"/>
                                  </a:lnTo>
                                  <a:lnTo>
                                    <a:pt x="31"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8" name="Freeform 665"/>
                          <wps:cNvSpPr>
                            <a:spLocks/>
                          </wps:cNvSpPr>
                          <wps:spPr bwMode="auto">
                            <a:xfrm>
                              <a:off x="5415" y="323"/>
                              <a:ext cx="23" cy="39"/>
                            </a:xfrm>
                            <a:custGeom>
                              <a:avLst/>
                              <a:gdLst>
                                <a:gd name="T0" fmla="*/ 47 w 47"/>
                                <a:gd name="T1" fmla="*/ 0 h 77"/>
                                <a:gd name="T2" fmla="*/ 34 w 47"/>
                                <a:gd name="T3" fmla="*/ 0 h 77"/>
                                <a:gd name="T4" fmla="*/ 31 w 47"/>
                                <a:gd name="T5" fmla="*/ 3 h 77"/>
                                <a:gd name="T6" fmla="*/ 24 w 47"/>
                                <a:gd name="T7" fmla="*/ 3 h 77"/>
                                <a:gd name="T8" fmla="*/ 16 w 47"/>
                                <a:gd name="T9" fmla="*/ 11 h 77"/>
                                <a:gd name="T10" fmla="*/ 11 w 47"/>
                                <a:gd name="T11" fmla="*/ 11 h 77"/>
                                <a:gd name="T12" fmla="*/ 11 w 47"/>
                                <a:gd name="T13" fmla="*/ 15 h 77"/>
                                <a:gd name="T14" fmla="*/ 3 w 47"/>
                                <a:gd name="T15" fmla="*/ 23 h 77"/>
                                <a:gd name="T16" fmla="*/ 3 w 47"/>
                                <a:gd name="T17" fmla="*/ 26 h 77"/>
                                <a:gd name="T18" fmla="*/ 0 w 47"/>
                                <a:gd name="T19" fmla="*/ 31 h 77"/>
                                <a:gd name="T20" fmla="*/ 0 w 47"/>
                                <a:gd name="T21" fmla="*/ 62 h 77"/>
                                <a:gd name="T22" fmla="*/ 3 w 47"/>
                                <a:gd name="T23" fmla="*/ 62 h 77"/>
                                <a:gd name="T24" fmla="*/ 3 w 47"/>
                                <a:gd name="T25" fmla="*/ 65 h 77"/>
                                <a:gd name="T26" fmla="*/ 11 w 47"/>
                                <a:gd name="T27" fmla="*/ 72 h 77"/>
                                <a:gd name="T28" fmla="*/ 11 w 47"/>
                                <a:gd name="T29" fmla="*/ 77 h 77"/>
                                <a:gd name="T30" fmla="*/ 16 w 47"/>
                                <a:gd name="T31" fmla="*/ 77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7" h="77">
                                  <a:moveTo>
                                    <a:pt x="47" y="0"/>
                                  </a:moveTo>
                                  <a:lnTo>
                                    <a:pt x="34" y="0"/>
                                  </a:lnTo>
                                  <a:lnTo>
                                    <a:pt x="31" y="3"/>
                                  </a:lnTo>
                                  <a:lnTo>
                                    <a:pt x="24" y="3"/>
                                  </a:lnTo>
                                  <a:lnTo>
                                    <a:pt x="16" y="11"/>
                                  </a:lnTo>
                                  <a:lnTo>
                                    <a:pt x="11" y="11"/>
                                  </a:lnTo>
                                  <a:lnTo>
                                    <a:pt x="11" y="15"/>
                                  </a:lnTo>
                                  <a:lnTo>
                                    <a:pt x="3" y="23"/>
                                  </a:lnTo>
                                  <a:lnTo>
                                    <a:pt x="3" y="26"/>
                                  </a:lnTo>
                                  <a:lnTo>
                                    <a:pt x="0" y="31"/>
                                  </a:lnTo>
                                  <a:lnTo>
                                    <a:pt x="0" y="62"/>
                                  </a:lnTo>
                                  <a:lnTo>
                                    <a:pt x="3" y="62"/>
                                  </a:lnTo>
                                  <a:lnTo>
                                    <a:pt x="3" y="65"/>
                                  </a:lnTo>
                                  <a:lnTo>
                                    <a:pt x="11" y="72"/>
                                  </a:lnTo>
                                  <a:lnTo>
                                    <a:pt x="11" y="77"/>
                                  </a:lnTo>
                                  <a:lnTo>
                                    <a:pt x="16"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9" name="Line 666"/>
                          <wps:cNvCnPr/>
                          <wps:spPr bwMode="auto">
                            <a:xfrm flipV="1">
                              <a:off x="6567" y="925"/>
                              <a:ext cx="1"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 name="Line 667"/>
                          <wps:cNvCnPr/>
                          <wps:spPr bwMode="auto">
                            <a:xfrm flipH="1">
                              <a:off x="5719" y="650"/>
                              <a:ext cx="45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 name="Line 668"/>
                          <wps:cNvCnPr/>
                          <wps:spPr bwMode="auto">
                            <a:xfrm>
                              <a:off x="5438" y="323"/>
                              <a:ext cx="41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 name="Line 669"/>
                          <wps:cNvCnPr/>
                          <wps:spPr bwMode="auto">
                            <a:xfrm flipH="1">
                              <a:off x="5701" y="697"/>
                              <a:ext cx="46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 name="Line 670"/>
                          <wps:cNvCnPr/>
                          <wps:spPr bwMode="auto">
                            <a:xfrm flipH="1" flipV="1">
                              <a:off x="5643" y="650"/>
                              <a:ext cx="40" cy="4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 name="Line 671"/>
                          <wps:cNvCnPr/>
                          <wps:spPr bwMode="auto">
                            <a:xfrm>
                              <a:off x="5415" y="346"/>
                              <a:ext cx="1"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 name="Line 672"/>
                          <wps:cNvCnPr/>
                          <wps:spPr bwMode="auto">
                            <a:xfrm>
                              <a:off x="5685" y="625"/>
                              <a:ext cx="20" cy="1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 name="Line 673"/>
                          <wps:cNvCnPr/>
                          <wps:spPr bwMode="auto">
                            <a:xfrm>
                              <a:off x="6075" y="280"/>
                              <a:ext cx="1" cy="7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 name="Freeform 674"/>
                          <wps:cNvSpPr>
                            <a:spLocks/>
                          </wps:cNvSpPr>
                          <wps:spPr bwMode="auto">
                            <a:xfrm>
                              <a:off x="3051" y="2392"/>
                              <a:ext cx="135" cy="134"/>
                            </a:xfrm>
                            <a:custGeom>
                              <a:avLst/>
                              <a:gdLst>
                                <a:gd name="T0" fmla="*/ 271 w 271"/>
                                <a:gd name="T1" fmla="*/ 136 h 268"/>
                                <a:gd name="T2" fmla="*/ 269 w 271"/>
                                <a:gd name="T3" fmla="*/ 156 h 268"/>
                                <a:gd name="T4" fmla="*/ 264 w 271"/>
                                <a:gd name="T5" fmla="*/ 176 h 268"/>
                                <a:gd name="T6" fmla="*/ 258 w 271"/>
                                <a:gd name="T7" fmla="*/ 193 h 268"/>
                                <a:gd name="T8" fmla="*/ 247 w 271"/>
                                <a:gd name="T9" fmla="*/ 210 h 268"/>
                                <a:gd name="T10" fmla="*/ 235 w 271"/>
                                <a:gd name="T11" fmla="*/ 225 h 268"/>
                                <a:gd name="T12" fmla="*/ 220 w 271"/>
                                <a:gd name="T13" fmla="*/ 239 h 268"/>
                                <a:gd name="T14" fmla="*/ 204 w 271"/>
                                <a:gd name="T15" fmla="*/ 250 h 268"/>
                                <a:gd name="T16" fmla="*/ 186 w 271"/>
                                <a:gd name="T17" fmla="*/ 259 h 268"/>
                                <a:gd name="T18" fmla="*/ 166 w 271"/>
                                <a:gd name="T19" fmla="*/ 265 h 268"/>
                                <a:gd name="T20" fmla="*/ 146 w 271"/>
                                <a:gd name="T21" fmla="*/ 268 h 268"/>
                                <a:gd name="T22" fmla="*/ 125 w 271"/>
                                <a:gd name="T23" fmla="*/ 268 h 268"/>
                                <a:gd name="T24" fmla="*/ 105 w 271"/>
                                <a:gd name="T25" fmla="*/ 265 h 268"/>
                                <a:gd name="T26" fmla="*/ 87 w 271"/>
                                <a:gd name="T27" fmla="*/ 259 h 268"/>
                                <a:gd name="T28" fmla="*/ 68 w 271"/>
                                <a:gd name="T29" fmla="*/ 250 h 268"/>
                                <a:gd name="T30" fmla="*/ 51 w 271"/>
                                <a:gd name="T31" fmla="*/ 239 h 268"/>
                                <a:gd name="T32" fmla="*/ 37 w 271"/>
                                <a:gd name="T33" fmla="*/ 225 h 268"/>
                                <a:gd name="T34" fmla="*/ 25 w 271"/>
                                <a:gd name="T35" fmla="*/ 210 h 268"/>
                                <a:gd name="T36" fmla="*/ 14 w 271"/>
                                <a:gd name="T37" fmla="*/ 193 h 268"/>
                                <a:gd name="T38" fmla="*/ 7 w 271"/>
                                <a:gd name="T39" fmla="*/ 176 h 268"/>
                                <a:gd name="T40" fmla="*/ 2 w 271"/>
                                <a:gd name="T41" fmla="*/ 156 h 268"/>
                                <a:gd name="T42" fmla="*/ 0 w 271"/>
                                <a:gd name="T43" fmla="*/ 136 h 268"/>
                                <a:gd name="T44" fmla="*/ 2 w 271"/>
                                <a:gd name="T45" fmla="*/ 115 h 268"/>
                                <a:gd name="T46" fmla="*/ 7 w 271"/>
                                <a:gd name="T47" fmla="*/ 95 h 268"/>
                                <a:gd name="T48" fmla="*/ 14 w 271"/>
                                <a:gd name="T49" fmla="*/ 77 h 268"/>
                                <a:gd name="T50" fmla="*/ 25 w 271"/>
                                <a:gd name="T51" fmla="*/ 58 h 268"/>
                                <a:gd name="T52" fmla="*/ 37 w 271"/>
                                <a:gd name="T53" fmla="*/ 43 h 268"/>
                                <a:gd name="T54" fmla="*/ 51 w 271"/>
                                <a:gd name="T55" fmla="*/ 29 h 268"/>
                                <a:gd name="T56" fmla="*/ 68 w 271"/>
                                <a:gd name="T57" fmla="*/ 18 h 268"/>
                                <a:gd name="T58" fmla="*/ 87 w 271"/>
                                <a:gd name="T59" fmla="*/ 9 h 268"/>
                                <a:gd name="T60" fmla="*/ 105 w 271"/>
                                <a:gd name="T61" fmla="*/ 3 h 268"/>
                                <a:gd name="T62" fmla="*/ 125 w 271"/>
                                <a:gd name="T63" fmla="*/ 0 h 268"/>
                                <a:gd name="T64" fmla="*/ 146 w 271"/>
                                <a:gd name="T65" fmla="*/ 0 h 268"/>
                                <a:gd name="T66" fmla="*/ 166 w 271"/>
                                <a:gd name="T67" fmla="*/ 3 h 268"/>
                                <a:gd name="T68" fmla="*/ 186 w 271"/>
                                <a:gd name="T69" fmla="*/ 9 h 268"/>
                                <a:gd name="T70" fmla="*/ 204 w 271"/>
                                <a:gd name="T71" fmla="*/ 18 h 268"/>
                                <a:gd name="T72" fmla="*/ 220 w 271"/>
                                <a:gd name="T73" fmla="*/ 29 h 268"/>
                                <a:gd name="T74" fmla="*/ 235 w 271"/>
                                <a:gd name="T75" fmla="*/ 43 h 268"/>
                                <a:gd name="T76" fmla="*/ 247 w 271"/>
                                <a:gd name="T77" fmla="*/ 58 h 268"/>
                                <a:gd name="T78" fmla="*/ 258 w 271"/>
                                <a:gd name="T79" fmla="*/ 77 h 268"/>
                                <a:gd name="T80" fmla="*/ 264 w 271"/>
                                <a:gd name="T81" fmla="*/ 95 h 268"/>
                                <a:gd name="T82" fmla="*/ 269 w 271"/>
                                <a:gd name="T83" fmla="*/ 115 h 268"/>
                                <a:gd name="T84" fmla="*/ 271 w 271"/>
                                <a:gd name="T85" fmla="*/ 136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1" h="268">
                                  <a:moveTo>
                                    <a:pt x="271" y="136"/>
                                  </a:moveTo>
                                  <a:lnTo>
                                    <a:pt x="269" y="156"/>
                                  </a:lnTo>
                                  <a:lnTo>
                                    <a:pt x="264" y="176"/>
                                  </a:lnTo>
                                  <a:lnTo>
                                    <a:pt x="258" y="193"/>
                                  </a:lnTo>
                                  <a:lnTo>
                                    <a:pt x="247" y="210"/>
                                  </a:lnTo>
                                  <a:lnTo>
                                    <a:pt x="235" y="225"/>
                                  </a:lnTo>
                                  <a:lnTo>
                                    <a:pt x="220" y="239"/>
                                  </a:lnTo>
                                  <a:lnTo>
                                    <a:pt x="204" y="250"/>
                                  </a:lnTo>
                                  <a:lnTo>
                                    <a:pt x="186" y="259"/>
                                  </a:lnTo>
                                  <a:lnTo>
                                    <a:pt x="166" y="265"/>
                                  </a:lnTo>
                                  <a:lnTo>
                                    <a:pt x="146" y="268"/>
                                  </a:lnTo>
                                  <a:lnTo>
                                    <a:pt x="125" y="268"/>
                                  </a:lnTo>
                                  <a:lnTo>
                                    <a:pt x="105" y="265"/>
                                  </a:lnTo>
                                  <a:lnTo>
                                    <a:pt x="87" y="259"/>
                                  </a:lnTo>
                                  <a:lnTo>
                                    <a:pt x="68" y="250"/>
                                  </a:lnTo>
                                  <a:lnTo>
                                    <a:pt x="51" y="239"/>
                                  </a:lnTo>
                                  <a:lnTo>
                                    <a:pt x="37" y="225"/>
                                  </a:lnTo>
                                  <a:lnTo>
                                    <a:pt x="25" y="210"/>
                                  </a:lnTo>
                                  <a:lnTo>
                                    <a:pt x="14" y="193"/>
                                  </a:lnTo>
                                  <a:lnTo>
                                    <a:pt x="7" y="176"/>
                                  </a:lnTo>
                                  <a:lnTo>
                                    <a:pt x="2" y="156"/>
                                  </a:lnTo>
                                  <a:lnTo>
                                    <a:pt x="0" y="136"/>
                                  </a:lnTo>
                                  <a:lnTo>
                                    <a:pt x="2" y="115"/>
                                  </a:lnTo>
                                  <a:lnTo>
                                    <a:pt x="7" y="95"/>
                                  </a:lnTo>
                                  <a:lnTo>
                                    <a:pt x="14" y="77"/>
                                  </a:lnTo>
                                  <a:lnTo>
                                    <a:pt x="25" y="58"/>
                                  </a:lnTo>
                                  <a:lnTo>
                                    <a:pt x="37" y="43"/>
                                  </a:lnTo>
                                  <a:lnTo>
                                    <a:pt x="51" y="29"/>
                                  </a:lnTo>
                                  <a:lnTo>
                                    <a:pt x="68" y="18"/>
                                  </a:lnTo>
                                  <a:lnTo>
                                    <a:pt x="87" y="9"/>
                                  </a:lnTo>
                                  <a:lnTo>
                                    <a:pt x="105" y="3"/>
                                  </a:lnTo>
                                  <a:lnTo>
                                    <a:pt x="125" y="0"/>
                                  </a:lnTo>
                                  <a:lnTo>
                                    <a:pt x="146" y="0"/>
                                  </a:lnTo>
                                  <a:lnTo>
                                    <a:pt x="166" y="3"/>
                                  </a:lnTo>
                                  <a:lnTo>
                                    <a:pt x="186" y="9"/>
                                  </a:lnTo>
                                  <a:lnTo>
                                    <a:pt x="204" y="18"/>
                                  </a:lnTo>
                                  <a:lnTo>
                                    <a:pt x="220" y="29"/>
                                  </a:lnTo>
                                  <a:lnTo>
                                    <a:pt x="235" y="43"/>
                                  </a:lnTo>
                                  <a:lnTo>
                                    <a:pt x="247" y="58"/>
                                  </a:lnTo>
                                  <a:lnTo>
                                    <a:pt x="258" y="77"/>
                                  </a:lnTo>
                                  <a:lnTo>
                                    <a:pt x="264" y="95"/>
                                  </a:lnTo>
                                  <a:lnTo>
                                    <a:pt x="269" y="115"/>
                                  </a:lnTo>
                                  <a:lnTo>
                                    <a:pt x="271" y="136"/>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8" name="Freeform 675"/>
                          <wps:cNvSpPr>
                            <a:spLocks/>
                          </wps:cNvSpPr>
                          <wps:spPr bwMode="auto">
                            <a:xfrm>
                              <a:off x="2478" y="1818"/>
                              <a:ext cx="119" cy="119"/>
                            </a:xfrm>
                            <a:custGeom>
                              <a:avLst/>
                              <a:gdLst>
                                <a:gd name="T0" fmla="*/ 238 w 238"/>
                                <a:gd name="T1" fmla="*/ 44 h 238"/>
                                <a:gd name="T2" fmla="*/ 162 w 238"/>
                                <a:gd name="T3" fmla="*/ 0 h 238"/>
                                <a:gd name="T4" fmla="*/ 93 w 238"/>
                                <a:gd name="T5" fmla="*/ 8 h 238"/>
                                <a:gd name="T6" fmla="*/ 26 w 238"/>
                                <a:gd name="T7" fmla="*/ 55 h 238"/>
                                <a:gd name="T8" fmla="*/ 0 w 238"/>
                                <a:gd name="T9" fmla="*/ 116 h 238"/>
                                <a:gd name="T10" fmla="*/ 8 w 238"/>
                                <a:gd name="T11" fmla="*/ 184 h 238"/>
                                <a:gd name="T12" fmla="*/ 42 w 238"/>
                                <a:gd name="T13" fmla="*/ 238 h 238"/>
                              </a:gdLst>
                              <a:ahLst/>
                              <a:cxnLst>
                                <a:cxn ang="0">
                                  <a:pos x="T0" y="T1"/>
                                </a:cxn>
                                <a:cxn ang="0">
                                  <a:pos x="T2" y="T3"/>
                                </a:cxn>
                                <a:cxn ang="0">
                                  <a:pos x="T4" y="T5"/>
                                </a:cxn>
                                <a:cxn ang="0">
                                  <a:pos x="T6" y="T7"/>
                                </a:cxn>
                                <a:cxn ang="0">
                                  <a:pos x="T8" y="T9"/>
                                </a:cxn>
                                <a:cxn ang="0">
                                  <a:pos x="T10" y="T11"/>
                                </a:cxn>
                                <a:cxn ang="0">
                                  <a:pos x="T12" y="T13"/>
                                </a:cxn>
                              </a:cxnLst>
                              <a:rect l="0" t="0" r="r" b="b"/>
                              <a:pathLst>
                                <a:path w="238" h="238">
                                  <a:moveTo>
                                    <a:pt x="238" y="44"/>
                                  </a:moveTo>
                                  <a:lnTo>
                                    <a:pt x="162" y="0"/>
                                  </a:lnTo>
                                  <a:lnTo>
                                    <a:pt x="93" y="8"/>
                                  </a:lnTo>
                                  <a:lnTo>
                                    <a:pt x="26" y="55"/>
                                  </a:lnTo>
                                  <a:lnTo>
                                    <a:pt x="0" y="116"/>
                                  </a:lnTo>
                                  <a:lnTo>
                                    <a:pt x="8" y="184"/>
                                  </a:lnTo>
                                  <a:lnTo>
                                    <a:pt x="42" y="23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9" name="Line 676"/>
                          <wps:cNvCnPr/>
                          <wps:spPr bwMode="auto">
                            <a:xfrm>
                              <a:off x="5465" y="340"/>
                              <a:ext cx="260"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 name="Line 677"/>
                          <wps:cNvCnPr/>
                          <wps:spPr bwMode="auto">
                            <a:xfrm flipH="1">
                              <a:off x="2664" y="340"/>
                              <a:ext cx="2801" cy="16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 name="Line 678"/>
                          <wps:cNvCnPr/>
                          <wps:spPr bwMode="auto">
                            <a:xfrm flipH="1">
                              <a:off x="2925" y="602"/>
                              <a:ext cx="2800" cy="16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 name="Line 679"/>
                          <wps:cNvCnPr/>
                          <wps:spPr bwMode="auto">
                            <a:xfrm>
                              <a:off x="5489" y="340"/>
                              <a:ext cx="259"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 name="Line 680"/>
                          <wps:cNvCnPr/>
                          <wps:spPr bwMode="auto">
                            <a:xfrm>
                              <a:off x="5725" y="602"/>
                              <a:ext cx="2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 name="Line 681"/>
                          <wps:cNvCnPr/>
                          <wps:spPr bwMode="auto">
                            <a:xfrm flipH="1">
                              <a:off x="5465" y="340"/>
                              <a:ext cx="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 name="Line 682"/>
                          <wps:cNvCnPr/>
                          <wps:spPr bwMode="auto">
                            <a:xfrm>
                              <a:off x="2855" y="2288"/>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 name="Line 683"/>
                          <wps:cNvCnPr/>
                          <wps:spPr bwMode="auto">
                            <a:xfrm>
                              <a:off x="3003" y="2460"/>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 name="Line 684"/>
                          <wps:cNvCnPr/>
                          <wps:spPr bwMode="auto">
                            <a:xfrm flipV="1">
                              <a:off x="3119" y="2344"/>
                              <a:ext cx="1" cy="23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 name="Line 685"/>
                          <wps:cNvCnPr/>
                          <wps:spPr bwMode="auto">
                            <a:xfrm flipH="1" flipV="1">
                              <a:off x="2855" y="2295"/>
                              <a:ext cx="216" cy="2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 name="Line 686"/>
                          <wps:cNvCnPr/>
                          <wps:spPr bwMode="auto">
                            <a:xfrm flipH="1" flipV="1">
                              <a:off x="2957" y="2199"/>
                              <a:ext cx="212" cy="2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 name="Line 687"/>
                          <wps:cNvCnPr/>
                          <wps:spPr bwMode="auto">
                            <a:xfrm flipH="1" flipV="1">
                              <a:off x="2368" y="1710"/>
                              <a:ext cx="882" cy="88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91" name="Line 688"/>
                          <wps:cNvCnPr/>
                          <wps:spPr bwMode="auto">
                            <a:xfrm flipH="1">
                              <a:off x="2693" y="4069"/>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 name="Freeform 689"/>
                          <wps:cNvSpPr>
                            <a:spLocks/>
                          </wps:cNvSpPr>
                          <wps:spPr bwMode="auto">
                            <a:xfrm>
                              <a:off x="2701" y="4069"/>
                              <a:ext cx="12" cy="5"/>
                            </a:xfrm>
                            <a:custGeom>
                              <a:avLst/>
                              <a:gdLst>
                                <a:gd name="T0" fmla="*/ 23 w 23"/>
                                <a:gd name="T1" fmla="*/ 11 h 11"/>
                                <a:gd name="T2" fmla="*/ 23 w 23"/>
                                <a:gd name="T3" fmla="*/ 8 h 11"/>
                                <a:gd name="T4" fmla="*/ 19 w 23"/>
                                <a:gd name="T5" fmla="*/ 8 h 11"/>
                                <a:gd name="T6" fmla="*/ 11 w 23"/>
                                <a:gd name="T7" fmla="*/ 0 h 11"/>
                                <a:gd name="T8" fmla="*/ 0 w 23"/>
                                <a:gd name="T9" fmla="*/ 0 h 11"/>
                              </a:gdLst>
                              <a:ahLst/>
                              <a:cxnLst>
                                <a:cxn ang="0">
                                  <a:pos x="T0" y="T1"/>
                                </a:cxn>
                                <a:cxn ang="0">
                                  <a:pos x="T2" y="T3"/>
                                </a:cxn>
                                <a:cxn ang="0">
                                  <a:pos x="T4" y="T5"/>
                                </a:cxn>
                                <a:cxn ang="0">
                                  <a:pos x="T6" y="T7"/>
                                </a:cxn>
                                <a:cxn ang="0">
                                  <a:pos x="T8" y="T9"/>
                                </a:cxn>
                              </a:cxnLst>
                              <a:rect l="0" t="0" r="r" b="b"/>
                              <a:pathLst>
                                <a:path w="23" h="11">
                                  <a:moveTo>
                                    <a:pt x="23" y="11"/>
                                  </a:moveTo>
                                  <a:lnTo>
                                    <a:pt x="23" y="8"/>
                                  </a:lnTo>
                                  <a:lnTo>
                                    <a:pt x="19" y="8"/>
                                  </a:lnTo>
                                  <a:lnTo>
                                    <a:pt x="11"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3" name="Freeform 690"/>
                          <wps:cNvSpPr>
                            <a:spLocks/>
                          </wps:cNvSpPr>
                          <wps:spPr bwMode="auto">
                            <a:xfrm>
                              <a:off x="2713" y="4074"/>
                              <a:ext cx="9" cy="12"/>
                            </a:xfrm>
                            <a:custGeom>
                              <a:avLst/>
                              <a:gdLst>
                                <a:gd name="T0" fmla="*/ 19 w 19"/>
                                <a:gd name="T1" fmla="*/ 23 h 23"/>
                                <a:gd name="T2" fmla="*/ 16 w 19"/>
                                <a:gd name="T3" fmla="*/ 20 h 23"/>
                                <a:gd name="T4" fmla="*/ 16 w 19"/>
                                <a:gd name="T5" fmla="*/ 15 h 23"/>
                                <a:gd name="T6" fmla="*/ 8 w 19"/>
                                <a:gd name="T7" fmla="*/ 8 h 23"/>
                                <a:gd name="T8" fmla="*/ 8 w 19"/>
                                <a:gd name="T9" fmla="*/ 5 h 23"/>
                                <a:gd name="T10" fmla="*/ 3 w 19"/>
                                <a:gd name="T11" fmla="*/ 5 h 23"/>
                                <a:gd name="T12" fmla="*/ 0 w 19"/>
                                <a:gd name="T13" fmla="*/ 0 h 23"/>
                              </a:gdLst>
                              <a:ahLst/>
                              <a:cxnLst>
                                <a:cxn ang="0">
                                  <a:pos x="T0" y="T1"/>
                                </a:cxn>
                                <a:cxn ang="0">
                                  <a:pos x="T2" y="T3"/>
                                </a:cxn>
                                <a:cxn ang="0">
                                  <a:pos x="T4" y="T5"/>
                                </a:cxn>
                                <a:cxn ang="0">
                                  <a:pos x="T6" y="T7"/>
                                </a:cxn>
                                <a:cxn ang="0">
                                  <a:pos x="T8" y="T9"/>
                                </a:cxn>
                                <a:cxn ang="0">
                                  <a:pos x="T10" y="T11"/>
                                </a:cxn>
                                <a:cxn ang="0">
                                  <a:pos x="T12" y="T13"/>
                                </a:cxn>
                              </a:cxnLst>
                              <a:rect l="0" t="0" r="r" b="b"/>
                              <a:pathLst>
                                <a:path w="19" h="23">
                                  <a:moveTo>
                                    <a:pt x="19" y="23"/>
                                  </a:moveTo>
                                  <a:lnTo>
                                    <a:pt x="16" y="20"/>
                                  </a:lnTo>
                                  <a:lnTo>
                                    <a:pt x="16" y="15"/>
                                  </a:lnTo>
                                  <a:lnTo>
                                    <a:pt x="8" y="8"/>
                                  </a:lnTo>
                                  <a:lnTo>
                                    <a:pt x="8" y="5"/>
                                  </a:lnTo>
                                  <a:lnTo>
                                    <a:pt x="3"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4" name="Freeform 691"/>
                          <wps:cNvSpPr>
                            <a:spLocks/>
                          </wps:cNvSpPr>
                          <wps:spPr bwMode="auto">
                            <a:xfrm>
                              <a:off x="2722" y="4082"/>
                              <a:ext cx="8" cy="17"/>
                            </a:xfrm>
                            <a:custGeom>
                              <a:avLst/>
                              <a:gdLst>
                                <a:gd name="T0" fmla="*/ 15 w 15"/>
                                <a:gd name="T1" fmla="*/ 36 h 36"/>
                                <a:gd name="T2" fmla="*/ 15 w 15"/>
                                <a:gd name="T3" fmla="*/ 31 h 36"/>
                                <a:gd name="T4" fmla="*/ 12 w 15"/>
                                <a:gd name="T5" fmla="*/ 28 h 36"/>
                                <a:gd name="T6" fmla="*/ 12 w 15"/>
                                <a:gd name="T7" fmla="*/ 20 h 36"/>
                                <a:gd name="T8" fmla="*/ 7 w 15"/>
                                <a:gd name="T9" fmla="*/ 20 h 36"/>
                                <a:gd name="T10" fmla="*/ 7 w 15"/>
                                <a:gd name="T11" fmla="*/ 13 h 36"/>
                                <a:gd name="T12" fmla="*/ 4 w 15"/>
                                <a:gd name="T13" fmla="*/ 8 h 36"/>
                                <a:gd name="T14" fmla="*/ 4 w 15"/>
                                <a:gd name="T15" fmla="*/ 5 h 36"/>
                                <a:gd name="T16" fmla="*/ 0 w 15"/>
                                <a:gd name="T17" fmla="*/ 5 h 36"/>
                                <a:gd name="T18" fmla="*/ 0 w 15"/>
                                <a:gd name="T19"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 h="36">
                                  <a:moveTo>
                                    <a:pt x="15" y="36"/>
                                  </a:moveTo>
                                  <a:lnTo>
                                    <a:pt x="15" y="31"/>
                                  </a:lnTo>
                                  <a:lnTo>
                                    <a:pt x="12" y="28"/>
                                  </a:lnTo>
                                  <a:lnTo>
                                    <a:pt x="12" y="20"/>
                                  </a:lnTo>
                                  <a:lnTo>
                                    <a:pt x="7" y="20"/>
                                  </a:lnTo>
                                  <a:lnTo>
                                    <a:pt x="7" y="13"/>
                                  </a:lnTo>
                                  <a:lnTo>
                                    <a:pt x="4" y="8"/>
                                  </a:lnTo>
                                  <a:lnTo>
                                    <a:pt x="4" y="5"/>
                                  </a:lnTo>
                                  <a:lnTo>
                                    <a:pt x="0"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5" name="Freeform 692"/>
                          <wps:cNvSpPr>
                            <a:spLocks/>
                          </wps:cNvSpPr>
                          <wps:spPr bwMode="auto">
                            <a:xfrm>
                              <a:off x="2730" y="4099"/>
                              <a:ext cx="6" cy="16"/>
                            </a:xfrm>
                            <a:custGeom>
                              <a:avLst/>
                              <a:gdLst>
                                <a:gd name="T0" fmla="*/ 13 w 13"/>
                                <a:gd name="T1" fmla="*/ 31 h 31"/>
                                <a:gd name="T2" fmla="*/ 13 w 13"/>
                                <a:gd name="T3" fmla="*/ 26 h 31"/>
                                <a:gd name="T4" fmla="*/ 8 w 13"/>
                                <a:gd name="T5" fmla="*/ 23 h 31"/>
                                <a:gd name="T6" fmla="*/ 8 w 13"/>
                                <a:gd name="T7" fmla="*/ 15 h 31"/>
                                <a:gd name="T8" fmla="*/ 5 w 13"/>
                                <a:gd name="T9" fmla="*/ 11 h 31"/>
                                <a:gd name="T10" fmla="*/ 5 w 13"/>
                                <a:gd name="T11" fmla="*/ 8 h 31"/>
                                <a:gd name="T12" fmla="*/ 0 w 13"/>
                                <a:gd name="T13" fmla="*/ 3 h 31"/>
                                <a:gd name="T14" fmla="*/ 0 w 13"/>
                                <a:gd name="T15" fmla="*/ 0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31">
                                  <a:moveTo>
                                    <a:pt x="13" y="31"/>
                                  </a:moveTo>
                                  <a:lnTo>
                                    <a:pt x="13" y="26"/>
                                  </a:lnTo>
                                  <a:lnTo>
                                    <a:pt x="8" y="23"/>
                                  </a:lnTo>
                                  <a:lnTo>
                                    <a:pt x="8" y="15"/>
                                  </a:lnTo>
                                  <a:lnTo>
                                    <a:pt x="5" y="11"/>
                                  </a:lnTo>
                                  <a:lnTo>
                                    <a:pt x="5" y="8"/>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6" name="Line 693"/>
                          <wps:cNvCnPr/>
                          <wps:spPr bwMode="auto">
                            <a:xfrm flipV="1">
                              <a:off x="2736" y="4115"/>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7" name="Freeform 694"/>
                          <wps:cNvSpPr>
                            <a:spLocks/>
                          </wps:cNvSpPr>
                          <wps:spPr bwMode="auto">
                            <a:xfrm>
                              <a:off x="2732" y="4128"/>
                              <a:ext cx="4" cy="12"/>
                            </a:xfrm>
                            <a:custGeom>
                              <a:avLst/>
                              <a:gdLst>
                                <a:gd name="T0" fmla="*/ 0 w 8"/>
                                <a:gd name="T1" fmla="*/ 23 h 23"/>
                                <a:gd name="T2" fmla="*/ 0 w 8"/>
                                <a:gd name="T3" fmla="*/ 20 h 23"/>
                                <a:gd name="T4" fmla="*/ 3 w 8"/>
                                <a:gd name="T5" fmla="*/ 20 h 23"/>
                                <a:gd name="T6" fmla="*/ 3 w 8"/>
                                <a:gd name="T7" fmla="*/ 12 h 23"/>
                                <a:gd name="T8" fmla="*/ 8 w 8"/>
                                <a:gd name="T9" fmla="*/ 8 h 23"/>
                                <a:gd name="T10" fmla="*/ 8 w 8"/>
                                <a:gd name="T11" fmla="*/ 0 h 23"/>
                              </a:gdLst>
                              <a:ahLst/>
                              <a:cxnLst>
                                <a:cxn ang="0">
                                  <a:pos x="T0" y="T1"/>
                                </a:cxn>
                                <a:cxn ang="0">
                                  <a:pos x="T2" y="T3"/>
                                </a:cxn>
                                <a:cxn ang="0">
                                  <a:pos x="T4" y="T5"/>
                                </a:cxn>
                                <a:cxn ang="0">
                                  <a:pos x="T6" y="T7"/>
                                </a:cxn>
                                <a:cxn ang="0">
                                  <a:pos x="T8" y="T9"/>
                                </a:cxn>
                                <a:cxn ang="0">
                                  <a:pos x="T10" y="T11"/>
                                </a:cxn>
                              </a:cxnLst>
                              <a:rect l="0" t="0" r="r" b="b"/>
                              <a:pathLst>
                                <a:path w="8" h="23">
                                  <a:moveTo>
                                    <a:pt x="0" y="23"/>
                                  </a:moveTo>
                                  <a:lnTo>
                                    <a:pt x="0" y="20"/>
                                  </a:lnTo>
                                  <a:lnTo>
                                    <a:pt x="3" y="20"/>
                                  </a:lnTo>
                                  <a:lnTo>
                                    <a:pt x="3" y="12"/>
                                  </a:lnTo>
                                  <a:lnTo>
                                    <a:pt x="8" y="8"/>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8" name="Freeform 695"/>
                          <wps:cNvSpPr>
                            <a:spLocks/>
                          </wps:cNvSpPr>
                          <wps:spPr bwMode="auto">
                            <a:xfrm>
                              <a:off x="2724" y="4140"/>
                              <a:ext cx="6" cy="6"/>
                            </a:xfrm>
                            <a:custGeom>
                              <a:avLst/>
                              <a:gdLst>
                                <a:gd name="T0" fmla="*/ 0 w 11"/>
                                <a:gd name="T1" fmla="*/ 12 h 12"/>
                                <a:gd name="T2" fmla="*/ 3 w 11"/>
                                <a:gd name="T3" fmla="*/ 8 h 12"/>
                                <a:gd name="T4" fmla="*/ 8 w 11"/>
                                <a:gd name="T5" fmla="*/ 8 h 12"/>
                                <a:gd name="T6" fmla="*/ 11 w 11"/>
                                <a:gd name="T7" fmla="*/ 5 h 12"/>
                                <a:gd name="T8" fmla="*/ 11 w 11"/>
                                <a:gd name="T9" fmla="*/ 0 h 12"/>
                              </a:gdLst>
                              <a:ahLst/>
                              <a:cxnLst>
                                <a:cxn ang="0">
                                  <a:pos x="T0" y="T1"/>
                                </a:cxn>
                                <a:cxn ang="0">
                                  <a:pos x="T2" y="T3"/>
                                </a:cxn>
                                <a:cxn ang="0">
                                  <a:pos x="T4" y="T5"/>
                                </a:cxn>
                                <a:cxn ang="0">
                                  <a:pos x="T6" y="T7"/>
                                </a:cxn>
                                <a:cxn ang="0">
                                  <a:pos x="T8" y="T9"/>
                                </a:cxn>
                              </a:cxnLst>
                              <a:rect l="0" t="0" r="r" b="b"/>
                              <a:pathLst>
                                <a:path w="11" h="12">
                                  <a:moveTo>
                                    <a:pt x="0" y="12"/>
                                  </a:moveTo>
                                  <a:lnTo>
                                    <a:pt x="3" y="8"/>
                                  </a:lnTo>
                                  <a:lnTo>
                                    <a:pt x="8" y="8"/>
                                  </a:lnTo>
                                  <a:lnTo>
                                    <a:pt x="11" y="5"/>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9" name="Line 696"/>
                          <wps:cNvCnPr/>
                          <wps:spPr bwMode="auto">
                            <a:xfrm>
                              <a:off x="2716" y="4143"/>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0" name="Freeform 697"/>
                          <wps:cNvSpPr>
                            <a:spLocks/>
                          </wps:cNvSpPr>
                          <wps:spPr bwMode="auto">
                            <a:xfrm>
                              <a:off x="2703" y="4142"/>
                              <a:ext cx="13" cy="5"/>
                            </a:xfrm>
                            <a:custGeom>
                              <a:avLst/>
                              <a:gdLst>
                                <a:gd name="T0" fmla="*/ 0 w 28"/>
                                <a:gd name="T1" fmla="*/ 0 h 11"/>
                                <a:gd name="T2" fmla="*/ 5 w 28"/>
                                <a:gd name="T3" fmla="*/ 0 h 11"/>
                                <a:gd name="T4" fmla="*/ 8 w 28"/>
                                <a:gd name="T5" fmla="*/ 3 h 11"/>
                                <a:gd name="T6" fmla="*/ 12 w 28"/>
                                <a:gd name="T7" fmla="*/ 3 h 11"/>
                                <a:gd name="T8" fmla="*/ 16 w 28"/>
                                <a:gd name="T9" fmla="*/ 7 h 11"/>
                                <a:gd name="T10" fmla="*/ 20 w 28"/>
                                <a:gd name="T11" fmla="*/ 7 h 11"/>
                                <a:gd name="T12" fmla="*/ 23 w 28"/>
                                <a:gd name="T13" fmla="*/ 11 h 11"/>
                                <a:gd name="T14" fmla="*/ 28 w 28"/>
                                <a:gd name="T15" fmla="*/ 11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11">
                                  <a:moveTo>
                                    <a:pt x="0" y="0"/>
                                  </a:moveTo>
                                  <a:lnTo>
                                    <a:pt x="5" y="0"/>
                                  </a:lnTo>
                                  <a:lnTo>
                                    <a:pt x="8" y="3"/>
                                  </a:lnTo>
                                  <a:lnTo>
                                    <a:pt x="12" y="3"/>
                                  </a:lnTo>
                                  <a:lnTo>
                                    <a:pt x="16" y="7"/>
                                  </a:lnTo>
                                  <a:lnTo>
                                    <a:pt x="20" y="7"/>
                                  </a:lnTo>
                                  <a:lnTo>
                                    <a:pt x="23" y="11"/>
                                  </a:lnTo>
                                  <a:lnTo>
                                    <a:pt x="28"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1" name="Freeform 698"/>
                          <wps:cNvSpPr>
                            <a:spLocks/>
                          </wps:cNvSpPr>
                          <wps:spPr bwMode="auto">
                            <a:xfrm>
                              <a:off x="2695" y="4130"/>
                              <a:ext cx="10" cy="10"/>
                            </a:xfrm>
                            <a:custGeom>
                              <a:avLst/>
                              <a:gdLst>
                                <a:gd name="T0" fmla="*/ 0 w 20"/>
                                <a:gd name="T1" fmla="*/ 0 h 18"/>
                                <a:gd name="T2" fmla="*/ 0 w 20"/>
                                <a:gd name="T3" fmla="*/ 3 h 18"/>
                                <a:gd name="T4" fmla="*/ 4 w 20"/>
                                <a:gd name="T5" fmla="*/ 3 h 18"/>
                                <a:gd name="T6" fmla="*/ 4 w 20"/>
                                <a:gd name="T7" fmla="*/ 7 h 18"/>
                                <a:gd name="T8" fmla="*/ 12 w 20"/>
                                <a:gd name="T9" fmla="*/ 15 h 18"/>
                                <a:gd name="T10" fmla="*/ 15 w 20"/>
                                <a:gd name="T11" fmla="*/ 15 h 18"/>
                                <a:gd name="T12" fmla="*/ 15 w 20"/>
                                <a:gd name="T13" fmla="*/ 18 h 18"/>
                                <a:gd name="T14" fmla="*/ 20 w 20"/>
                                <a:gd name="T15" fmla="*/ 18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8">
                                  <a:moveTo>
                                    <a:pt x="0" y="0"/>
                                  </a:moveTo>
                                  <a:lnTo>
                                    <a:pt x="0" y="3"/>
                                  </a:lnTo>
                                  <a:lnTo>
                                    <a:pt x="4" y="3"/>
                                  </a:lnTo>
                                  <a:lnTo>
                                    <a:pt x="4" y="7"/>
                                  </a:lnTo>
                                  <a:lnTo>
                                    <a:pt x="12" y="15"/>
                                  </a:lnTo>
                                  <a:lnTo>
                                    <a:pt x="15" y="15"/>
                                  </a:lnTo>
                                  <a:lnTo>
                                    <a:pt x="15" y="18"/>
                                  </a:lnTo>
                                  <a:lnTo>
                                    <a:pt x="20" y="1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2" name="Freeform 699"/>
                          <wps:cNvSpPr>
                            <a:spLocks/>
                          </wps:cNvSpPr>
                          <wps:spPr bwMode="auto">
                            <a:xfrm>
                              <a:off x="2686" y="4116"/>
                              <a:ext cx="7" cy="16"/>
                            </a:xfrm>
                            <a:custGeom>
                              <a:avLst/>
                              <a:gdLst>
                                <a:gd name="T0" fmla="*/ 0 w 16"/>
                                <a:gd name="T1" fmla="*/ 0 h 31"/>
                                <a:gd name="T2" fmla="*/ 0 w 16"/>
                                <a:gd name="T3" fmla="*/ 4 h 31"/>
                                <a:gd name="T4" fmla="*/ 3 w 16"/>
                                <a:gd name="T5" fmla="*/ 8 h 31"/>
                                <a:gd name="T6" fmla="*/ 3 w 16"/>
                                <a:gd name="T7" fmla="*/ 12 h 31"/>
                                <a:gd name="T8" fmla="*/ 11 w 16"/>
                                <a:gd name="T9" fmla="*/ 20 h 31"/>
                                <a:gd name="T10" fmla="*/ 11 w 16"/>
                                <a:gd name="T11" fmla="*/ 23 h 31"/>
                                <a:gd name="T12" fmla="*/ 16 w 16"/>
                                <a:gd name="T13" fmla="*/ 28 h 31"/>
                                <a:gd name="T14" fmla="*/ 16 w 16"/>
                                <a:gd name="T15" fmla="*/ 31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31">
                                  <a:moveTo>
                                    <a:pt x="0" y="0"/>
                                  </a:moveTo>
                                  <a:lnTo>
                                    <a:pt x="0" y="4"/>
                                  </a:lnTo>
                                  <a:lnTo>
                                    <a:pt x="3" y="8"/>
                                  </a:lnTo>
                                  <a:lnTo>
                                    <a:pt x="3" y="12"/>
                                  </a:lnTo>
                                  <a:lnTo>
                                    <a:pt x="11" y="20"/>
                                  </a:lnTo>
                                  <a:lnTo>
                                    <a:pt x="11" y="23"/>
                                  </a:lnTo>
                                  <a:lnTo>
                                    <a:pt x="16" y="28"/>
                                  </a:lnTo>
                                  <a:lnTo>
                                    <a:pt x="16" y="3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3" name="Freeform 700"/>
                          <wps:cNvSpPr>
                            <a:spLocks/>
                          </wps:cNvSpPr>
                          <wps:spPr bwMode="auto">
                            <a:xfrm>
                              <a:off x="2679" y="4099"/>
                              <a:ext cx="7" cy="17"/>
                            </a:xfrm>
                            <a:custGeom>
                              <a:avLst/>
                              <a:gdLst>
                                <a:gd name="T0" fmla="*/ 0 w 12"/>
                                <a:gd name="T1" fmla="*/ 0 h 34"/>
                                <a:gd name="T2" fmla="*/ 0 w 12"/>
                                <a:gd name="T3" fmla="*/ 3 h 34"/>
                                <a:gd name="T4" fmla="*/ 4 w 12"/>
                                <a:gd name="T5" fmla="*/ 8 h 34"/>
                                <a:gd name="T6" fmla="*/ 4 w 12"/>
                                <a:gd name="T7" fmla="*/ 15 h 34"/>
                                <a:gd name="T8" fmla="*/ 8 w 12"/>
                                <a:gd name="T9" fmla="*/ 18 h 34"/>
                                <a:gd name="T10" fmla="*/ 8 w 12"/>
                                <a:gd name="T11" fmla="*/ 26 h 34"/>
                                <a:gd name="T12" fmla="*/ 12 w 12"/>
                                <a:gd name="T13" fmla="*/ 31 h 34"/>
                                <a:gd name="T14" fmla="*/ 12 w 12"/>
                                <a:gd name="T15" fmla="*/ 34 h 3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 h="34">
                                  <a:moveTo>
                                    <a:pt x="0" y="0"/>
                                  </a:moveTo>
                                  <a:lnTo>
                                    <a:pt x="0" y="3"/>
                                  </a:lnTo>
                                  <a:lnTo>
                                    <a:pt x="4" y="8"/>
                                  </a:lnTo>
                                  <a:lnTo>
                                    <a:pt x="4" y="15"/>
                                  </a:lnTo>
                                  <a:lnTo>
                                    <a:pt x="8" y="18"/>
                                  </a:lnTo>
                                  <a:lnTo>
                                    <a:pt x="8" y="26"/>
                                  </a:lnTo>
                                  <a:lnTo>
                                    <a:pt x="12" y="31"/>
                                  </a:lnTo>
                                  <a:lnTo>
                                    <a:pt x="12" y="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4" name="Line 701"/>
                          <wps:cNvCnPr/>
                          <wps:spPr bwMode="auto">
                            <a:xfrm>
                              <a:off x="2682" y="4086"/>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5" name="Freeform 702"/>
                          <wps:cNvSpPr>
                            <a:spLocks/>
                          </wps:cNvSpPr>
                          <wps:spPr bwMode="auto">
                            <a:xfrm>
                              <a:off x="2683" y="4074"/>
                              <a:ext cx="4" cy="14"/>
                            </a:xfrm>
                            <a:custGeom>
                              <a:avLst/>
                              <a:gdLst>
                                <a:gd name="T0" fmla="*/ 7 w 7"/>
                                <a:gd name="T1" fmla="*/ 0 h 28"/>
                                <a:gd name="T2" fmla="*/ 7 w 7"/>
                                <a:gd name="T3" fmla="*/ 5 h 28"/>
                                <a:gd name="T4" fmla="*/ 4 w 7"/>
                                <a:gd name="T5" fmla="*/ 8 h 28"/>
                                <a:gd name="T6" fmla="*/ 4 w 7"/>
                                <a:gd name="T7" fmla="*/ 15 h 28"/>
                                <a:gd name="T8" fmla="*/ 0 w 7"/>
                                <a:gd name="T9" fmla="*/ 15 h 28"/>
                                <a:gd name="T10" fmla="*/ 0 w 7"/>
                                <a:gd name="T11" fmla="*/ 28 h 28"/>
                              </a:gdLst>
                              <a:ahLst/>
                              <a:cxnLst>
                                <a:cxn ang="0">
                                  <a:pos x="T0" y="T1"/>
                                </a:cxn>
                                <a:cxn ang="0">
                                  <a:pos x="T2" y="T3"/>
                                </a:cxn>
                                <a:cxn ang="0">
                                  <a:pos x="T4" y="T5"/>
                                </a:cxn>
                                <a:cxn ang="0">
                                  <a:pos x="T6" y="T7"/>
                                </a:cxn>
                                <a:cxn ang="0">
                                  <a:pos x="T8" y="T9"/>
                                </a:cxn>
                                <a:cxn ang="0">
                                  <a:pos x="T10" y="T11"/>
                                </a:cxn>
                              </a:cxnLst>
                              <a:rect l="0" t="0" r="r" b="b"/>
                              <a:pathLst>
                                <a:path w="7" h="28">
                                  <a:moveTo>
                                    <a:pt x="7" y="0"/>
                                  </a:moveTo>
                                  <a:lnTo>
                                    <a:pt x="7" y="5"/>
                                  </a:lnTo>
                                  <a:lnTo>
                                    <a:pt x="4" y="8"/>
                                  </a:lnTo>
                                  <a:lnTo>
                                    <a:pt x="4" y="15"/>
                                  </a:lnTo>
                                  <a:lnTo>
                                    <a:pt x="0" y="15"/>
                                  </a:lnTo>
                                  <a:lnTo>
                                    <a:pt x="0" y="2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6" name="Freeform 703"/>
                          <wps:cNvSpPr>
                            <a:spLocks/>
                          </wps:cNvSpPr>
                          <wps:spPr bwMode="auto">
                            <a:xfrm>
                              <a:off x="2687" y="4069"/>
                              <a:ext cx="6" cy="5"/>
                            </a:xfrm>
                            <a:custGeom>
                              <a:avLst/>
                              <a:gdLst>
                                <a:gd name="T0" fmla="*/ 13 w 13"/>
                                <a:gd name="T1" fmla="*/ 0 h 11"/>
                                <a:gd name="T2" fmla="*/ 8 w 13"/>
                                <a:gd name="T3" fmla="*/ 3 h 11"/>
                                <a:gd name="T4" fmla="*/ 5 w 13"/>
                                <a:gd name="T5" fmla="*/ 3 h 11"/>
                                <a:gd name="T6" fmla="*/ 0 w 13"/>
                                <a:gd name="T7" fmla="*/ 8 h 11"/>
                                <a:gd name="T8" fmla="*/ 0 w 13"/>
                                <a:gd name="T9" fmla="*/ 11 h 11"/>
                              </a:gdLst>
                              <a:ahLst/>
                              <a:cxnLst>
                                <a:cxn ang="0">
                                  <a:pos x="T0" y="T1"/>
                                </a:cxn>
                                <a:cxn ang="0">
                                  <a:pos x="T2" y="T3"/>
                                </a:cxn>
                                <a:cxn ang="0">
                                  <a:pos x="T4" y="T5"/>
                                </a:cxn>
                                <a:cxn ang="0">
                                  <a:pos x="T6" y="T7"/>
                                </a:cxn>
                                <a:cxn ang="0">
                                  <a:pos x="T8" y="T9"/>
                                </a:cxn>
                              </a:cxnLst>
                              <a:rect l="0" t="0" r="r" b="b"/>
                              <a:pathLst>
                                <a:path w="13" h="11">
                                  <a:moveTo>
                                    <a:pt x="13" y="0"/>
                                  </a:moveTo>
                                  <a:lnTo>
                                    <a:pt x="8" y="3"/>
                                  </a:lnTo>
                                  <a:lnTo>
                                    <a:pt x="5" y="3"/>
                                  </a:lnTo>
                                  <a:lnTo>
                                    <a:pt x="0" y="8"/>
                                  </a:lnTo>
                                  <a:lnTo>
                                    <a:pt x="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7" name="Freeform 704"/>
                          <wps:cNvSpPr>
                            <a:spLocks/>
                          </wps:cNvSpPr>
                          <wps:spPr bwMode="auto">
                            <a:xfrm>
                              <a:off x="2456" y="4265"/>
                              <a:ext cx="35" cy="38"/>
                            </a:xfrm>
                            <a:custGeom>
                              <a:avLst/>
                              <a:gdLst>
                                <a:gd name="T0" fmla="*/ 69 w 69"/>
                                <a:gd name="T1" fmla="*/ 0 h 77"/>
                                <a:gd name="T2" fmla="*/ 66 w 69"/>
                                <a:gd name="T3" fmla="*/ 0 h 77"/>
                                <a:gd name="T4" fmla="*/ 66 w 69"/>
                                <a:gd name="T5" fmla="*/ 3 h 77"/>
                                <a:gd name="T6" fmla="*/ 61 w 69"/>
                                <a:gd name="T7" fmla="*/ 3 h 77"/>
                                <a:gd name="T8" fmla="*/ 58 w 69"/>
                                <a:gd name="T9" fmla="*/ 8 h 77"/>
                                <a:gd name="T10" fmla="*/ 54 w 69"/>
                                <a:gd name="T11" fmla="*/ 8 h 77"/>
                                <a:gd name="T12" fmla="*/ 54 w 69"/>
                                <a:gd name="T13" fmla="*/ 11 h 77"/>
                                <a:gd name="T14" fmla="*/ 51 w 69"/>
                                <a:gd name="T15" fmla="*/ 11 h 77"/>
                                <a:gd name="T16" fmla="*/ 46 w 69"/>
                                <a:gd name="T17" fmla="*/ 16 h 77"/>
                                <a:gd name="T18" fmla="*/ 46 w 69"/>
                                <a:gd name="T19" fmla="*/ 19 h 77"/>
                                <a:gd name="T20" fmla="*/ 43 w 69"/>
                                <a:gd name="T21" fmla="*/ 19 h 77"/>
                                <a:gd name="T22" fmla="*/ 31 w 69"/>
                                <a:gd name="T23" fmla="*/ 31 h 77"/>
                                <a:gd name="T24" fmla="*/ 27 w 69"/>
                                <a:gd name="T25" fmla="*/ 31 h 77"/>
                                <a:gd name="T26" fmla="*/ 27 w 69"/>
                                <a:gd name="T27" fmla="*/ 34 h 77"/>
                                <a:gd name="T28" fmla="*/ 20 w 69"/>
                                <a:gd name="T29" fmla="*/ 42 h 77"/>
                                <a:gd name="T30" fmla="*/ 20 w 69"/>
                                <a:gd name="T31" fmla="*/ 47 h 77"/>
                                <a:gd name="T32" fmla="*/ 15 w 69"/>
                                <a:gd name="T33" fmla="*/ 47 h 77"/>
                                <a:gd name="T34" fmla="*/ 15 w 69"/>
                                <a:gd name="T35" fmla="*/ 50 h 77"/>
                                <a:gd name="T36" fmla="*/ 12 w 69"/>
                                <a:gd name="T37" fmla="*/ 54 h 77"/>
                                <a:gd name="T38" fmla="*/ 12 w 69"/>
                                <a:gd name="T39" fmla="*/ 57 h 77"/>
                                <a:gd name="T40" fmla="*/ 7 w 69"/>
                                <a:gd name="T41" fmla="*/ 57 h 77"/>
                                <a:gd name="T42" fmla="*/ 7 w 69"/>
                                <a:gd name="T43" fmla="*/ 65 h 77"/>
                                <a:gd name="T44" fmla="*/ 0 w 69"/>
                                <a:gd name="T45" fmla="*/ 73 h 77"/>
                                <a:gd name="T46" fmla="*/ 0 w 69"/>
                                <a:gd name="T47" fmla="*/ 77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 h="77">
                                  <a:moveTo>
                                    <a:pt x="69" y="0"/>
                                  </a:moveTo>
                                  <a:lnTo>
                                    <a:pt x="66" y="0"/>
                                  </a:lnTo>
                                  <a:lnTo>
                                    <a:pt x="66" y="3"/>
                                  </a:lnTo>
                                  <a:lnTo>
                                    <a:pt x="61" y="3"/>
                                  </a:lnTo>
                                  <a:lnTo>
                                    <a:pt x="58" y="8"/>
                                  </a:lnTo>
                                  <a:lnTo>
                                    <a:pt x="54" y="8"/>
                                  </a:lnTo>
                                  <a:lnTo>
                                    <a:pt x="54" y="11"/>
                                  </a:lnTo>
                                  <a:lnTo>
                                    <a:pt x="51" y="11"/>
                                  </a:lnTo>
                                  <a:lnTo>
                                    <a:pt x="46" y="16"/>
                                  </a:lnTo>
                                  <a:lnTo>
                                    <a:pt x="46" y="19"/>
                                  </a:lnTo>
                                  <a:lnTo>
                                    <a:pt x="43" y="19"/>
                                  </a:lnTo>
                                  <a:lnTo>
                                    <a:pt x="31" y="31"/>
                                  </a:lnTo>
                                  <a:lnTo>
                                    <a:pt x="27" y="31"/>
                                  </a:lnTo>
                                  <a:lnTo>
                                    <a:pt x="27" y="34"/>
                                  </a:lnTo>
                                  <a:lnTo>
                                    <a:pt x="20" y="42"/>
                                  </a:lnTo>
                                  <a:lnTo>
                                    <a:pt x="20" y="47"/>
                                  </a:lnTo>
                                  <a:lnTo>
                                    <a:pt x="15" y="47"/>
                                  </a:lnTo>
                                  <a:lnTo>
                                    <a:pt x="15" y="50"/>
                                  </a:lnTo>
                                  <a:lnTo>
                                    <a:pt x="12" y="54"/>
                                  </a:lnTo>
                                  <a:lnTo>
                                    <a:pt x="12" y="57"/>
                                  </a:lnTo>
                                  <a:lnTo>
                                    <a:pt x="7" y="57"/>
                                  </a:lnTo>
                                  <a:lnTo>
                                    <a:pt x="7" y="65"/>
                                  </a:lnTo>
                                  <a:lnTo>
                                    <a:pt x="0" y="73"/>
                                  </a:lnTo>
                                  <a:lnTo>
                                    <a:pt x="0"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8" name="Freeform 705"/>
                          <wps:cNvSpPr>
                            <a:spLocks/>
                          </wps:cNvSpPr>
                          <wps:spPr bwMode="auto">
                            <a:xfrm>
                              <a:off x="2491" y="4244"/>
                              <a:ext cx="73" cy="22"/>
                            </a:xfrm>
                            <a:custGeom>
                              <a:avLst/>
                              <a:gdLst>
                                <a:gd name="T0" fmla="*/ 147 w 147"/>
                                <a:gd name="T1" fmla="*/ 0 h 44"/>
                                <a:gd name="T2" fmla="*/ 124 w 147"/>
                                <a:gd name="T3" fmla="*/ 0 h 44"/>
                                <a:gd name="T4" fmla="*/ 121 w 147"/>
                                <a:gd name="T5" fmla="*/ 4 h 44"/>
                                <a:gd name="T6" fmla="*/ 100 w 147"/>
                                <a:gd name="T7" fmla="*/ 4 h 44"/>
                                <a:gd name="T8" fmla="*/ 97 w 147"/>
                                <a:gd name="T9" fmla="*/ 7 h 44"/>
                                <a:gd name="T10" fmla="*/ 85 w 147"/>
                                <a:gd name="T11" fmla="*/ 7 h 44"/>
                                <a:gd name="T12" fmla="*/ 77 w 147"/>
                                <a:gd name="T13" fmla="*/ 12 h 44"/>
                                <a:gd name="T14" fmla="*/ 70 w 147"/>
                                <a:gd name="T15" fmla="*/ 12 h 44"/>
                                <a:gd name="T16" fmla="*/ 67 w 147"/>
                                <a:gd name="T17" fmla="*/ 15 h 44"/>
                                <a:gd name="T18" fmla="*/ 62 w 147"/>
                                <a:gd name="T19" fmla="*/ 15 h 44"/>
                                <a:gd name="T20" fmla="*/ 59 w 147"/>
                                <a:gd name="T21" fmla="*/ 20 h 44"/>
                                <a:gd name="T22" fmla="*/ 51 w 147"/>
                                <a:gd name="T23" fmla="*/ 20 h 44"/>
                                <a:gd name="T24" fmla="*/ 46 w 147"/>
                                <a:gd name="T25" fmla="*/ 23 h 44"/>
                                <a:gd name="T26" fmla="*/ 43 w 147"/>
                                <a:gd name="T27" fmla="*/ 23 h 44"/>
                                <a:gd name="T28" fmla="*/ 39 w 147"/>
                                <a:gd name="T29" fmla="*/ 27 h 44"/>
                                <a:gd name="T30" fmla="*/ 31 w 147"/>
                                <a:gd name="T31" fmla="*/ 27 h 44"/>
                                <a:gd name="T32" fmla="*/ 23 w 147"/>
                                <a:gd name="T33" fmla="*/ 35 h 44"/>
                                <a:gd name="T34" fmla="*/ 20 w 147"/>
                                <a:gd name="T35" fmla="*/ 35 h 44"/>
                                <a:gd name="T36" fmla="*/ 12 w 147"/>
                                <a:gd name="T37" fmla="*/ 41 h 44"/>
                                <a:gd name="T38" fmla="*/ 5 w 147"/>
                                <a:gd name="T39" fmla="*/ 41 h 44"/>
                                <a:gd name="T40" fmla="*/ 0 w 147"/>
                                <a:gd name="T41"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47" h="44">
                                  <a:moveTo>
                                    <a:pt x="147" y="0"/>
                                  </a:moveTo>
                                  <a:lnTo>
                                    <a:pt x="124" y="0"/>
                                  </a:lnTo>
                                  <a:lnTo>
                                    <a:pt x="121" y="4"/>
                                  </a:lnTo>
                                  <a:lnTo>
                                    <a:pt x="100" y="4"/>
                                  </a:lnTo>
                                  <a:lnTo>
                                    <a:pt x="97" y="7"/>
                                  </a:lnTo>
                                  <a:lnTo>
                                    <a:pt x="85" y="7"/>
                                  </a:lnTo>
                                  <a:lnTo>
                                    <a:pt x="77" y="12"/>
                                  </a:lnTo>
                                  <a:lnTo>
                                    <a:pt x="70" y="12"/>
                                  </a:lnTo>
                                  <a:lnTo>
                                    <a:pt x="67" y="15"/>
                                  </a:lnTo>
                                  <a:lnTo>
                                    <a:pt x="62" y="15"/>
                                  </a:lnTo>
                                  <a:lnTo>
                                    <a:pt x="59" y="20"/>
                                  </a:lnTo>
                                  <a:lnTo>
                                    <a:pt x="51" y="20"/>
                                  </a:lnTo>
                                  <a:lnTo>
                                    <a:pt x="46" y="23"/>
                                  </a:lnTo>
                                  <a:lnTo>
                                    <a:pt x="43" y="23"/>
                                  </a:lnTo>
                                  <a:lnTo>
                                    <a:pt x="39" y="27"/>
                                  </a:lnTo>
                                  <a:lnTo>
                                    <a:pt x="31" y="27"/>
                                  </a:lnTo>
                                  <a:lnTo>
                                    <a:pt x="23" y="35"/>
                                  </a:lnTo>
                                  <a:lnTo>
                                    <a:pt x="20" y="35"/>
                                  </a:lnTo>
                                  <a:lnTo>
                                    <a:pt x="12" y="41"/>
                                  </a:lnTo>
                                  <a:lnTo>
                                    <a:pt x="5" y="41"/>
                                  </a:lnTo>
                                  <a:lnTo>
                                    <a:pt x="0" y="4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9" name="Freeform 706"/>
                          <wps:cNvSpPr>
                            <a:spLocks/>
                          </wps:cNvSpPr>
                          <wps:spPr bwMode="auto">
                            <a:xfrm>
                              <a:off x="2564" y="4240"/>
                              <a:ext cx="83" cy="4"/>
                            </a:xfrm>
                            <a:custGeom>
                              <a:avLst/>
                              <a:gdLst>
                                <a:gd name="T0" fmla="*/ 165 w 165"/>
                                <a:gd name="T1" fmla="*/ 8 h 8"/>
                                <a:gd name="T2" fmla="*/ 142 w 165"/>
                                <a:gd name="T3" fmla="*/ 8 h 8"/>
                                <a:gd name="T4" fmla="*/ 137 w 165"/>
                                <a:gd name="T5" fmla="*/ 4 h 8"/>
                                <a:gd name="T6" fmla="*/ 88 w 165"/>
                                <a:gd name="T7" fmla="*/ 4 h 8"/>
                                <a:gd name="T8" fmla="*/ 83 w 165"/>
                                <a:gd name="T9" fmla="*/ 0 h 8"/>
                                <a:gd name="T10" fmla="*/ 35 w 165"/>
                                <a:gd name="T11" fmla="*/ 0 h 8"/>
                                <a:gd name="T12" fmla="*/ 31 w 165"/>
                                <a:gd name="T13" fmla="*/ 4 h 8"/>
                                <a:gd name="T14" fmla="*/ 0 w 165"/>
                                <a:gd name="T15" fmla="*/ 4 h 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5" h="8">
                                  <a:moveTo>
                                    <a:pt x="165" y="8"/>
                                  </a:moveTo>
                                  <a:lnTo>
                                    <a:pt x="142" y="8"/>
                                  </a:lnTo>
                                  <a:lnTo>
                                    <a:pt x="137" y="4"/>
                                  </a:lnTo>
                                  <a:lnTo>
                                    <a:pt x="88" y="4"/>
                                  </a:lnTo>
                                  <a:lnTo>
                                    <a:pt x="83" y="0"/>
                                  </a:lnTo>
                                  <a:lnTo>
                                    <a:pt x="35" y="0"/>
                                  </a:lnTo>
                                  <a:lnTo>
                                    <a:pt x="31" y="4"/>
                                  </a:lnTo>
                                  <a:lnTo>
                                    <a:pt x="0" y="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0" name="Freeform 707"/>
                          <wps:cNvSpPr>
                            <a:spLocks/>
                          </wps:cNvSpPr>
                          <wps:spPr bwMode="auto">
                            <a:xfrm>
                              <a:off x="2647" y="4246"/>
                              <a:ext cx="100" cy="28"/>
                            </a:xfrm>
                            <a:custGeom>
                              <a:avLst/>
                              <a:gdLst>
                                <a:gd name="T0" fmla="*/ 201 w 201"/>
                                <a:gd name="T1" fmla="*/ 56 h 56"/>
                                <a:gd name="T2" fmla="*/ 188 w 201"/>
                                <a:gd name="T3" fmla="*/ 48 h 56"/>
                                <a:gd name="T4" fmla="*/ 173 w 201"/>
                                <a:gd name="T5" fmla="*/ 45 h 56"/>
                                <a:gd name="T6" fmla="*/ 165 w 201"/>
                                <a:gd name="T7" fmla="*/ 40 h 56"/>
                                <a:gd name="T8" fmla="*/ 154 w 201"/>
                                <a:gd name="T9" fmla="*/ 37 h 56"/>
                                <a:gd name="T10" fmla="*/ 147 w 201"/>
                                <a:gd name="T11" fmla="*/ 33 h 56"/>
                                <a:gd name="T12" fmla="*/ 139 w 201"/>
                                <a:gd name="T13" fmla="*/ 31 h 56"/>
                                <a:gd name="T14" fmla="*/ 134 w 201"/>
                                <a:gd name="T15" fmla="*/ 26 h 56"/>
                                <a:gd name="T16" fmla="*/ 127 w 201"/>
                                <a:gd name="T17" fmla="*/ 23 h 56"/>
                                <a:gd name="T18" fmla="*/ 123 w 201"/>
                                <a:gd name="T19" fmla="*/ 23 h 56"/>
                                <a:gd name="T20" fmla="*/ 119 w 201"/>
                                <a:gd name="T21" fmla="*/ 19 h 56"/>
                                <a:gd name="T22" fmla="*/ 111 w 201"/>
                                <a:gd name="T23" fmla="*/ 19 h 56"/>
                                <a:gd name="T24" fmla="*/ 111 w 201"/>
                                <a:gd name="T25" fmla="*/ 16 h 56"/>
                                <a:gd name="T26" fmla="*/ 100 w 201"/>
                                <a:gd name="T27" fmla="*/ 16 h 56"/>
                                <a:gd name="T28" fmla="*/ 96 w 201"/>
                                <a:gd name="T29" fmla="*/ 11 h 56"/>
                                <a:gd name="T30" fmla="*/ 65 w 201"/>
                                <a:gd name="T31" fmla="*/ 11 h 56"/>
                                <a:gd name="T32" fmla="*/ 57 w 201"/>
                                <a:gd name="T33" fmla="*/ 8 h 56"/>
                                <a:gd name="T34" fmla="*/ 39 w 201"/>
                                <a:gd name="T35" fmla="*/ 8 h 56"/>
                                <a:gd name="T36" fmla="*/ 26 w 201"/>
                                <a:gd name="T37" fmla="*/ 3 h 56"/>
                                <a:gd name="T38" fmla="*/ 15 w 201"/>
                                <a:gd name="T39" fmla="*/ 3 h 56"/>
                                <a:gd name="T40" fmla="*/ 0 w 201"/>
                                <a:gd name="T4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1" h="56">
                                  <a:moveTo>
                                    <a:pt x="201" y="56"/>
                                  </a:moveTo>
                                  <a:lnTo>
                                    <a:pt x="188" y="48"/>
                                  </a:lnTo>
                                  <a:lnTo>
                                    <a:pt x="173" y="45"/>
                                  </a:lnTo>
                                  <a:lnTo>
                                    <a:pt x="165" y="40"/>
                                  </a:lnTo>
                                  <a:lnTo>
                                    <a:pt x="154" y="37"/>
                                  </a:lnTo>
                                  <a:lnTo>
                                    <a:pt x="147" y="33"/>
                                  </a:lnTo>
                                  <a:lnTo>
                                    <a:pt x="139" y="31"/>
                                  </a:lnTo>
                                  <a:lnTo>
                                    <a:pt x="134" y="26"/>
                                  </a:lnTo>
                                  <a:lnTo>
                                    <a:pt x="127" y="23"/>
                                  </a:lnTo>
                                  <a:lnTo>
                                    <a:pt x="123" y="23"/>
                                  </a:lnTo>
                                  <a:lnTo>
                                    <a:pt x="119" y="19"/>
                                  </a:lnTo>
                                  <a:lnTo>
                                    <a:pt x="111" y="19"/>
                                  </a:lnTo>
                                  <a:lnTo>
                                    <a:pt x="111" y="16"/>
                                  </a:lnTo>
                                  <a:lnTo>
                                    <a:pt x="100" y="16"/>
                                  </a:lnTo>
                                  <a:lnTo>
                                    <a:pt x="96" y="11"/>
                                  </a:lnTo>
                                  <a:lnTo>
                                    <a:pt x="65" y="11"/>
                                  </a:lnTo>
                                  <a:lnTo>
                                    <a:pt x="57" y="8"/>
                                  </a:lnTo>
                                  <a:lnTo>
                                    <a:pt x="39" y="8"/>
                                  </a:lnTo>
                                  <a:lnTo>
                                    <a:pt x="26" y="3"/>
                                  </a:lnTo>
                                  <a:lnTo>
                                    <a:pt x="15"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1" name="Freeform 708"/>
                          <wps:cNvSpPr>
                            <a:spLocks/>
                          </wps:cNvSpPr>
                          <wps:spPr bwMode="auto">
                            <a:xfrm>
                              <a:off x="2747" y="4274"/>
                              <a:ext cx="91" cy="50"/>
                            </a:xfrm>
                            <a:custGeom>
                              <a:avLst/>
                              <a:gdLst>
                                <a:gd name="T0" fmla="*/ 180 w 180"/>
                                <a:gd name="T1" fmla="*/ 100 h 100"/>
                                <a:gd name="T2" fmla="*/ 177 w 180"/>
                                <a:gd name="T3" fmla="*/ 97 h 100"/>
                                <a:gd name="T4" fmla="*/ 170 w 180"/>
                                <a:gd name="T5" fmla="*/ 92 h 100"/>
                                <a:gd name="T6" fmla="*/ 165 w 180"/>
                                <a:gd name="T7" fmla="*/ 89 h 100"/>
                                <a:gd name="T8" fmla="*/ 157 w 180"/>
                                <a:gd name="T9" fmla="*/ 85 h 100"/>
                                <a:gd name="T10" fmla="*/ 149 w 180"/>
                                <a:gd name="T11" fmla="*/ 77 h 100"/>
                                <a:gd name="T12" fmla="*/ 142 w 180"/>
                                <a:gd name="T13" fmla="*/ 74 h 100"/>
                                <a:gd name="T14" fmla="*/ 139 w 180"/>
                                <a:gd name="T15" fmla="*/ 69 h 100"/>
                                <a:gd name="T16" fmla="*/ 131 w 180"/>
                                <a:gd name="T17" fmla="*/ 66 h 100"/>
                                <a:gd name="T18" fmla="*/ 126 w 180"/>
                                <a:gd name="T19" fmla="*/ 66 h 100"/>
                                <a:gd name="T20" fmla="*/ 119 w 180"/>
                                <a:gd name="T21" fmla="*/ 62 h 100"/>
                                <a:gd name="T22" fmla="*/ 111 w 180"/>
                                <a:gd name="T23" fmla="*/ 54 h 100"/>
                                <a:gd name="T24" fmla="*/ 103 w 180"/>
                                <a:gd name="T25" fmla="*/ 51 h 100"/>
                                <a:gd name="T26" fmla="*/ 100 w 180"/>
                                <a:gd name="T27" fmla="*/ 46 h 100"/>
                                <a:gd name="T28" fmla="*/ 92 w 180"/>
                                <a:gd name="T29" fmla="*/ 43 h 100"/>
                                <a:gd name="T30" fmla="*/ 88 w 180"/>
                                <a:gd name="T31" fmla="*/ 43 h 100"/>
                                <a:gd name="T32" fmla="*/ 80 w 180"/>
                                <a:gd name="T33" fmla="*/ 38 h 100"/>
                                <a:gd name="T34" fmla="*/ 77 w 180"/>
                                <a:gd name="T35" fmla="*/ 35 h 100"/>
                                <a:gd name="T36" fmla="*/ 69 w 180"/>
                                <a:gd name="T37" fmla="*/ 31 h 100"/>
                                <a:gd name="T38" fmla="*/ 65 w 180"/>
                                <a:gd name="T39" fmla="*/ 31 h 100"/>
                                <a:gd name="T40" fmla="*/ 57 w 180"/>
                                <a:gd name="T41" fmla="*/ 28 h 100"/>
                                <a:gd name="T42" fmla="*/ 54 w 180"/>
                                <a:gd name="T43" fmla="*/ 23 h 100"/>
                                <a:gd name="T44" fmla="*/ 46 w 180"/>
                                <a:gd name="T45" fmla="*/ 20 h 100"/>
                                <a:gd name="T46" fmla="*/ 41 w 180"/>
                                <a:gd name="T47" fmla="*/ 20 h 100"/>
                                <a:gd name="T48" fmla="*/ 34 w 180"/>
                                <a:gd name="T49" fmla="*/ 15 h 100"/>
                                <a:gd name="T50" fmla="*/ 31 w 180"/>
                                <a:gd name="T51" fmla="*/ 12 h 100"/>
                                <a:gd name="T52" fmla="*/ 23 w 180"/>
                                <a:gd name="T53" fmla="*/ 12 h 100"/>
                                <a:gd name="T54" fmla="*/ 18 w 180"/>
                                <a:gd name="T55" fmla="*/ 7 h 100"/>
                                <a:gd name="T56" fmla="*/ 10 w 180"/>
                                <a:gd name="T57" fmla="*/ 4 h 100"/>
                                <a:gd name="T58" fmla="*/ 7 w 180"/>
                                <a:gd name="T59" fmla="*/ 4 h 100"/>
                                <a:gd name="T60" fmla="*/ 0 w 180"/>
                                <a:gd name="T61"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80" h="100">
                                  <a:moveTo>
                                    <a:pt x="180" y="100"/>
                                  </a:moveTo>
                                  <a:lnTo>
                                    <a:pt x="177" y="97"/>
                                  </a:lnTo>
                                  <a:lnTo>
                                    <a:pt x="170" y="92"/>
                                  </a:lnTo>
                                  <a:lnTo>
                                    <a:pt x="165" y="89"/>
                                  </a:lnTo>
                                  <a:lnTo>
                                    <a:pt x="157" y="85"/>
                                  </a:lnTo>
                                  <a:lnTo>
                                    <a:pt x="149" y="77"/>
                                  </a:lnTo>
                                  <a:lnTo>
                                    <a:pt x="142" y="74"/>
                                  </a:lnTo>
                                  <a:lnTo>
                                    <a:pt x="139" y="69"/>
                                  </a:lnTo>
                                  <a:lnTo>
                                    <a:pt x="131" y="66"/>
                                  </a:lnTo>
                                  <a:lnTo>
                                    <a:pt x="126" y="66"/>
                                  </a:lnTo>
                                  <a:lnTo>
                                    <a:pt x="119" y="62"/>
                                  </a:lnTo>
                                  <a:lnTo>
                                    <a:pt x="111" y="54"/>
                                  </a:lnTo>
                                  <a:lnTo>
                                    <a:pt x="103" y="51"/>
                                  </a:lnTo>
                                  <a:lnTo>
                                    <a:pt x="100" y="46"/>
                                  </a:lnTo>
                                  <a:lnTo>
                                    <a:pt x="92" y="43"/>
                                  </a:lnTo>
                                  <a:lnTo>
                                    <a:pt x="88" y="43"/>
                                  </a:lnTo>
                                  <a:lnTo>
                                    <a:pt x="80" y="38"/>
                                  </a:lnTo>
                                  <a:lnTo>
                                    <a:pt x="77" y="35"/>
                                  </a:lnTo>
                                  <a:lnTo>
                                    <a:pt x="69" y="31"/>
                                  </a:lnTo>
                                  <a:lnTo>
                                    <a:pt x="65" y="31"/>
                                  </a:lnTo>
                                  <a:lnTo>
                                    <a:pt x="57" y="28"/>
                                  </a:lnTo>
                                  <a:lnTo>
                                    <a:pt x="54" y="23"/>
                                  </a:lnTo>
                                  <a:lnTo>
                                    <a:pt x="46" y="20"/>
                                  </a:lnTo>
                                  <a:lnTo>
                                    <a:pt x="41" y="20"/>
                                  </a:lnTo>
                                  <a:lnTo>
                                    <a:pt x="34" y="15"/>
                                  </a:lnTo>
                                  <a:lnTo>
                                    <a:pt x="31" y="12"/>
                                  </a:lnTo>
                                  <a:lnTo>
                                    <a:pt x="23" y="12"/>
                                  </a:lnTo>
                                  <a:lnTo>
                                    <a:pt x="18" y="7"/>
                                  </a:lnTo>
                                  <a:lnTo>
                                    <a:pt x="10" y="4"/>
                                  </a:lnTo>
                                  <a:lnTo>
                                    <a:pt x="7" y="4"/>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2" name="Freeform 709"/>
                          <wps:cNvSpPr>
                            <a:spLocks/>
                          </wps:cNvSpPr>
                          <wps:spPr bwMode="auto">
                            <a:xfrm>
                              <a:off x="2840" y="4324"/>
                              <a:ext cx="59" cy="56"/>
                            </a:xfrm>
                            <a:custGeom>
                              <a:avLst/>
                              <a:gdLst>
                                <a:gd name="T0" fmla="*/ 119 w 119"/>
                                <a:gd name="T1" fmla="*/ 113 h 113"/>
                                <a:gd name="T2" fmla="*/ 116 w 119"/>
                                <a:gd name="T3" fmla="*/ 105 h 113"/>
                                <a:gd name="T4" fmla="*/ 108 w 119"/>
                                <a:gd name="T5" fmla="*/ 100 h 113"/>
                                <a:gd name="T6" fmla="*/ 103 w 119"/>
                                <a:gd name="T7" fmla="*/ 93 h 113"/>
                                <a:gd name="T8" fmla="*/ 96 w 119"/>
                                <a:gd name="T9" fmla="*/ 85 h 113"/>
                                <a:gd name="T10" fmla="*/ 93 w 119"/>
                                <a:gd name="T11" fmla="*/ 77 h 113"/>
                                <a:gd name="T12" fmla="*/ 88 w 119"/>
                                <a:gd name="T13" fmla="*/ 74 h 113"/>
                                <a:gd name="T14" fmla="*/ 88 w 119"/>
                                <a:gd name="T15" fmla="*/ 70 h 113"/>
                                <a:gd name="T16" fmla="*/ 85 w 119"/>
                                <a:gd name="T17" fmla="*/ 70 h 113"/>
                                <a:gd name="T18" fmla="*/ 80 w 119"/>
                                <a:gd name="T19" fmla="*/ 66 h 113"/>
                                <a:gd name="T20" fmla="*/ 80 w 119"/>
                                <a:gd name="T21" fmla="*/ 62 h 113"/>
                                <a:gd name="T22" fmla="*/ 69 w 119"/>
                                <a:gd name="T23" fmla="*/ 51 h 113"/>
                                <a:gd name="T24" fmla="*/ 65 w 119"/>
                                <a:gd name="T25" fmla="*/ 51 h 113"/>
                                <a:gd name="T26" fmla="*/ 65 w 119"/>
                                <a:gd name="T27" fmla="*/ 46 h 113"/>
                                <a:gd name="T28" fmla="*/ 62 w 119"/>
                                <a:gd name="T29" fmla="*/ 43 h 113"/>
                                <a:gd name="T30" fmla="*/ 57 w 119"/>
                                <a:gd name="T31" fmla="*/ 43 h 113"/>
                                <a:gd name="T32" fmla="*/ 57 w 119"/>
                                <a:gd name="T33" fmla="*/ 39 h 113"/>
                                <a:gd name="T34" fmla="*/ 54 w 119"/>
                                <a:gd name="T35" fmla="*/ 39 h 113"/>
                                <a:gd name="T36" fmla="*/ 46 w 119"/>
                                <a:gd name="T37" fmla="*/ 31 h 113"/>
                                <a:gd name="T38" fmla="*/ 42 w 119"/>
                                <a:gd name="T39" fmla="*/ 31 h 113"/>
                                <a:gd name="T40" fmla="*/ 31 w 119"/>
                                <a:gd name="T41" fmla="*/ 20 h 113"/>
                                <a:gd name="T42" fmla="*/ 23 w 119"/>
                                <a:gd name="T43" fmla="*/ 16 h 113"/>
                                <a:gd name="T44" fmla="*/ 18 w 119"/>
                                <a:gd name="T45" fmla="*/ 12 h 113"/>
                                <a:gd name="T46" fmla="*/ 11 w 119"/>
                                <a:gd name="T47" fmla="*/ 8 h 113"/>
                                <a:gd name="T48" fmla="*/ 8 w 119"/>
                                <a:gd name="T49" fmla="*/ 5 h 113"/>
                                <a:gd name="T50" fmla="*/ 0 w 119"/>
                                <a:gd name="T51"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19" h="113">
                                  <a:moveTo>
                                    <a:pt x="119" y="113"/>
                                  </a:moveTo>
                                  <a:lnTo>
                                    <a:pt x="116" y="105"/>
                                  </a:lnTo>
                                  <a:lnTo>
                                    <a:pt x="108" y="100"/>
                                  </a:lnTo>
                                  <a:lnTo>
                                    <a:pt x="103" y="93"/>
                                  </a:lnTo>
                                  <a:lnTo>
                                    <a:pt x="96" y="85"/>
                                  </a:lnTo>
                                  <a:lnTo>
                                    <a:pt x="93" y="77"/>
                                  </a:lnTo>
                                  <a:lnTo>
                                    <a:pt x="88" y="74"/>
                                  </a:lnTo>
                                  <a:lnTo>
                                    <a:pt x="88" y="70"/>
                                  </a:lnTo>
                                  <a:lnTo>
                                    <a:pt x="85" y="70"/>
                                  </a:lnTo>
                                  <a:lnTo>
                                    <a:pt x="80" y="66"/>
                                  </a:lnTo>
                                  <a:lnTo>
                                    <a:pt x="80" y="62"/>
                                  </a:lnTo>
                                  <a:lnTo>
                                    <a:pt x="69" y="51"/>
                                  </a:lnTo>
                                  <a:lnTo>
                                    <a:pt x="65" y="51"/>
                                  </a:lnTo>
                                  <a:lnTo>
                                    <a:pt x="65" y="46"/>
                                  </a:lnTo>
                                  <a:lnTo>
                                    <a:pt x="62" y="43"/>
                                  </a:lnTo>
                                  <a:lnTo>
                                    <a:pt x="57" y="43"/>
                                  </a:lnTo>
                                  <a:lnTo>
                                    <a:pt x="57" y="39"/>
                                  </a:lnTo>
                                  <a:lnTo>
                                    <a:pt x="54" y="39"/>
                                  </a:lnTo>
                                  <a:lnTo>
                                    <a:pt x="46" y="31"/>
                                  </a:lnTo>
                                  <a:lnTo>
                                    <a:pt x="42" y="31"/>
                                  </a:lnTo>
                                  <a:lnTo>
                                    <a:pt x="31" y="20"/>
                                  </a:lnTo>
                                  <a:lnTo>
                                    <a:pt x="23" y="16"/>
                                  </a:lnTo>
                                  <a:lnTo>
                                    <a:pt x="18" y="12"/>
                                  </a:lnTo>
                                  <a:lnTo>
                                    <a:pt x="11" y="8"/>
                                  </a:lnTo>
                                  <a:lnTo>
                                    <a:pt x="8"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3" name="Freeform 710"/>
                          <wps:cNvSpPr>
                            <a:spLocks/>
                          </wps:cNvSpPr>
                          <wps:spPr bwMode="auto">
                            <a:xfrm>
                              <a:off x="2899" y="4380"/>
                              <a:ext cx="37" cy="70"/>
                            </a:xfrm>
                            <a:custGeom>
                              <a:avLst/>
                              <a:gdLst>
                                <a:gd name="T0" fmla="*/ 74 w 74"/>
                                <a:gd name="T1" fmla="*/ 139 h 139"/>
                                <a:gd name="T2" fmla="*/ 74 w 74"/>
                                <a:gd name="T3" fmla="*/ 134 h 139"/>
                                <a:gd name="T4" fmla="*/ 69 w 74"/>
                                <a:gd name="T5" fmla="*/ 131 h 139"/>
                                <a:gd name="T6" fmla="*/ 69 w 74"/>
                                <a:gd name="T7" fmla="*/ 123 h 139"/>
                                <a:gd name="T8" fmla="*/ 66 w 74"/>
                                <a:gd name="T9" fmla="*/ 119 h 139"/>
                                <a:gd name="T10" fmla="*/ 66 w 74"/>
                                <a:gd name="T11" fmla="*/ 116 h 139"/>
                                <a:gd name="T12" fmla="*/ 62 w 74"/>
                                <a:gd name="T13" fmla="*/ 111 h 139"/>
                                <a:gd name="T14" fmla="*/ 62 w 74"/>
                                <a:gd name="T15" fmla="*/ 108 h 139"/>
                                <a:gd name="T16" fmla="*/ 58 w 74"/>
                                <a:gd name="T17" fmla="*/ 100 h 139"/>
                                <a:gd name="T18" fmla="*/ 58 w 74"/>
                                <a:gd name="T19" fmla="*/ 96 h 139"/>
                                <a:gd name="T20" fmla="*/ 54 w 74"/>
                                <a:gd name="T21" fmla="*/ 92 h 139"/>
                                <a:gd name="T22" fmla="*/ 54 w 74"/>
                                <a:gd name="T23" fmla="*/ 88 h 139"/>
                                <a:gd name="T24" fmla="*/ 51 w 74"/>
                                <a:gd name="T25" fmla="*/ 85 h 139"/>
                                <a:gd name="T26" fmla="*/ 51 w 74"/>
                                <a:gd name="T27" fmla="*/ 77 h 139"/>
                                <a:gd name="T28" fmla="*/ 46 w 74"/>
                                <a:gd name="T29" fmla="*/ 72 h 139"/>
                                <a:gd name="T30" fmla="*/ 46 w 74"/>
                                <a:gd name="T31" fmla="*/ 69 h 139"/>
                                <a:gd name="T32" fmla="*/ 38 w 74"/>
                                <a:gd name="T33" fmla="*/ 62 h 139"/>
                                <a:gd name="T34" fmla="*/ 38 w 74"/>
                                <a:gd name="T35" fmla="*/ 57 h 139"/>
                                <a:gd name="T36" fmla="*/ 35 w 74"/>
                                <a:gd name="T37" fmla="*/ 49 h 139"/>
                                <a:gd name="T38" fmla="*/ 31 w 74"/>
                                <a:gd name="T39" fmla="*/ 46 h 139"/>
                                <a:gd name="T40" fmla="*/ 31 w 74"/>
                                <a:gd name="T41" fmla="*/ 41 h 139"/>
                                <a:gd name="T42" fmla="*/ 23 w 74"/>
                                <a:gd name="T43" fmla="*/ 34 h 139"/>
                                <a:gd name="T44" fmla="*/ 23 w 74"/>
                                <a:gd name="T45" fmla="*/ 31 h 139"/>
                                <a:gd name="T46" fmla="*/ 15 w 74"/>
                                <a:gd name="T47" fmla="*/ 23 h 139"/>
                                <a:gd name="T48" fmla="*/ 15 w 74"/>
                                <a:gd name="T49" fmla="*/ 18 h 139"/>
                                <a:gd name="T50" fmla="*/ 4 w 74"/>
                                <a:gd name="T51" fmla="*/ 8 h 139"/>
                                <a:gd name="T52" fmla="*/ 4 w 74"/>
                                <a:gd name="T53" fmla="*/ 3 h 139"/>
                                <a:gd name="T54" fmla="*/ 0 w 74"/>
                                <a:gd name="T55" fmla="*/ 0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74" h="139">
                                  <a:moveTo>
                                    <a:pt x="74" y="139"/>
                                  </a:moveTo>
                                  <a:lnTo>
                                    <a:pt x="74" y="134"/>
                                  </a:lnTo>
                                  <a:lnTo>
                                    <a:pt x="69" y="131"/>
                                  </a:lnTo>
                                  <a:lnTo>
                                    <a:pt x="69" y="123"/>
                                  </a:lnTo>
                                  <a:lnTo>
                                    <a:pt x="66" y="119"/>
                                  </a:lnTo>
                                  <a:lnTo>
                                    <a:pt x="66" y="116"/>
                                  </a:lnTo>
                                  <a:lnTo>
                                    <a:pt x="62" y="111"/>
                                  </a:lnTo>
                                  <a:lnTo>
                                    <a:pt x="62" y="108"/>
                                  </a:lnTo>
                                  <a:lnTo>
                                    <a:pt x="58" y="100"/>
                                  </a:lnTo>
                                  <a:lnTo>
                                    <a:pt x="58" y="96"/>
                                  </a:lnTo>
                                  <a:lnTo>
                                    <a:pt x="54" y="92"/>
                                  </a:lnTo>
                                  <a:lnTo>
                                    <a:pt x="54" y="88"/>
                                  </a:lnTo>
                                  <a:lnTo>
                                    <a:pt x="51" y="85"/>
                                  </a:lnTo>
                                  <a:lnTo>
                                    <a:pt x="51" y="77"/>
                                  </a:lnTo>
                                  <a:lnTo>
                                    <a:pt x="46" y="72"/>
                                  </a:lnTo>
                                  <a:lnTo>
                                    <a:pt x="46" y="69"/>
                                  </a:lnTo>
                                  <a:lnTo>
                                    <a:pt x="38" y="62"/>
                                  </a:lnTo>
                                  <a:lnTo>
                                    <a:pt x="38" y="57"/>
                                  </a:lnTo>
                                  <a:lnTo>
                                    <a:pt x="35" y="49"/>
                                  </a:lnTo>
                                  <a:lnTo>
                                    <a:pt x="31" y="46"/>
                                  </a:lnTo>
                                  <a:lnTo>
                                    <a:pt x="31" y="41"/>
                                  </a:lnTo>
                                  <a:lnTo>
                                    <a:pt x="23" y="34"/>
                                  </a:lnTo>
                                  <a:lnTo>
                                    <a:pt x="23" y="31"/>
                                  </a:lnTo>
                                  <a:lnTo>
                                    <a:pt x="15" y="23"/>
                                  </a:lnTo>
                                  <a:lnTo>
                                    <a:pt x="15" y="18"/>
                                  </a:lnTo>
                                  <a:lnTo>
                                    <a:pt x="4" y="8"/>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4" name="Freeform 711"/>
                          <wps:cNvSpPr>
                            <a:spLocks/>
                          </wps:cNvSpPr>
                          <wps:spPr bwMode="auto">
                            <a:xfrm>
                              <a:off x="2933" y="4450"/>
                              <a:ext cx="5" cy="50"/>
                            </a:xfrm>
                            <a:custGeom>
                              <a:avLst/>
                              <a:gdLst>
                                <a:gd name="T0" fmla="*/ 0 w 11"/>
                                <a:gd name="T1" fmla="*/ 100 h 100"/>
                                <a:gd name="T2" fmla="*/ 0 w 11"/>
                                <a:gd name="T3" fmla="*/ 95 h 100"/>
                                <a:gd name="T4" fmla="*/ 3 w 11"/>
                                <a:gd name="T5" fmla="*/ 92 h 100"/>
                                <a:gd name="T6" fmla="*/ 3 w 11"/>
                                <a:gd name="T7" fmla="*/ 85 h 100"/>
                                <a:gd name="T8" fmla="*/ 8 w 11"/>
                                <a:gd name="T9" fmla="*/ 80 h 100"/>
                                <a:gd name="T10" fmla="*/ 8 w 11"/>
                                <a:gd name="T11" fmla="*/ 65 h 100"/>
                                <a:gd name="T12" fmla="*/ 11 w 11"/>
                                <a:gd name="T13" fmla="*/ 65 h 100"/>
                                <a:gd name="T14" fmla="*/ 11 w 11"/>
                                <a:gd name="T15" fmla="*/ 7 h 100"/>
                                <a:gd name="T16" fmla="*/ 8 w 11"/>
                                <a:gd name="T17" fmla="*/ 7 h 100"/>
                                <a:gd name="T18" fmla="*/ 8 w 11"/>
                                <a:gd name="T19" fmla="*/ 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100">
                                  <a:moveTo>
                                    <a:pt x="0" y="100"/>
                                  </a:moveTo>
                                  <a:lnTo>
                                    <a:pt x="0" y="95"/>
                                  </a:lnTo>
                                  <a:lnTo>
                                    <a:pt x="3" y="92"/>
                                  </a:lnTo>
                                  <a:lnTo>
                                    <a:pt x="3" y="85"/>
                                  </a:lnTo>
                                  <a:lnTo>
                                    <a:pt x="8" y="80"/>
                                  </a:lnTo>
                                  <a:lnTo>
                                    <a:pt x="8" y="65"/>
                                  </a:lnTo>
                                  <a:lnTo>
                                    <a:pt x="11" y="65"/>
                                  </a:lnTo>
                                  <a:lnTo>
                                    <a:pt x="11" y="7"/>
                                  </a:lnTo>
                                  <a:lnTo>
                                    <a:pt x="8" y="7"/>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5" name="Freeform 712"/>
                          <wps:cNvSpPr>
                            <a:spLocks/>
                          </wps:cNvSpPr>
                          <wps:spPr bwMode="auto">
                            <a:xfrm>
                              <a:off x="2898" y="4500"/>
                              <a:ext cx="35" cy="39"/>
                            </a:xfrm>
                            <a:custGeom>
                              <a:avLst/>
                              <a:gdLst>
                                <a:gd name="T0" fmla="*/ 0 w 69"/>
                                <a:gd name="T1" fmla="*/ 77 h 77"/>
                                <a:gd name="T2" fmla="*/ 3 w 69"/>
                                <a:gd name="T3" fmla="*/ 77 h 77"/>
                                <a:gd name="T4" fmla="*/ 11 w 69"/>
                                <a:gd name="T5" fmla="*/ 70 h 77"/>
                                <a:gd name="T6" fmla="*/ 15 w 69"/>
                                <a:gd name="T7" fmla="*/ 70 h 77"/>
                                <a:gd name="T8" fmla="*/ 31 w 69"/>
                                <a:gd name="T9" fmla="*/ 54 h 77"/>
                                <a:gd name="T10" fmla="*/ 34 w 69"/>
                                <a:gd name="T11" fmla="*/ 54 h 77"/>
                                <a:gd name="T12" fmla="*/ 34 w 69"/>
                                <a:gd name="T13" fmla="*/ 50 h 77"/>
                                <a:gd name="T14" fmla="*/ 38 w 69"/>
                                <a:gd name="T15" fmla="*/ 50 h 77"/>
                                <a:gd name="T16" fmla="*/ 38 w 69"/>
                                <a:gd name="T17" fmla="*/ 46 h 77"/>
                                <a:gd name="T18" fmla="*/ 41 w 69"/>
                                <a:gd name="T19" fmla="*/ 46 h 77"/>
                                <a:gd name="T20" fmla="*/ 41 w 69"/>
                                <a:gd name="T21" fmla="*/ 42 h 77"/>
                                <a:gd name="T22" fmla="*/ 49 w 69"/>
                                <a:gd name="T23" fmla="*/ 34 h 77"/>
                                <a:gd name="T24" fmla="*/ 49 w 69"/>
                                <a:gd name="T25" fmla="*/ 31 h 77"/>
                                <a:gd name="T26" fmla="*/ 54 w 69"/>
                                <a:gd name="T27" fmla="*/ 31 h 77"/>
                                <a:gd name="T28" fmla="*/ 54 w 69"/>
                                <a:gd name="T29" fmla="*/ 26 h 77"/>
                                <a:gd name="T30" fmla="*/ 57 w 69"/>
                                <a:gd name="T31" fmla="*/ 23 h 77"/>
                                <a:gd name="T32" fmla="*/ 57 w 69"/>
                                <a:gd name="T33" fmla="*/ 19 h 77"/>
                                <a:gd name="T34" fmla="*/ 61 w 69"/>
                                <a:gd name="T35" fmla="*/ 19 h 77"/>
                                <a:gd name="T36" fmla="*/ 61 w 69"/>
                                <a:gd name="T37" fmla="*/ 11 h 77"/>
                                <a:gd name="T38" fmla="*/ 69 w 69"/>
                                <a:gd name="T39" fmla="*/ 3 h 77"/>
                                <a:gd name="T40" fmla="*/ 69 w 69"/>
                                <a:gd name="T41"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9" h="77">
                                  <a:moveTo>
                                    <a:pt x="0" y="77"/>
                                  </a:moveTo>
                                  <a:lnTo>
                                    <a:pt x="3" y="77"/>
                                  </a:lnTo>
                                  <a:lnTo>
                                    <a:pt x="11" y="70"/>
                                  </a:lnTo>
                                  <a:lnTo>
                                    <a:pt x="15" y="70"/>
                                  </a:lnTo>
                                  <a:lnTo>
                                    <a:pt x="31" y="54"/>
                                  </a:lnTo>
                                  <a:lnTo>
                                    <a:pt x="34" y="54"/>
                                  </a:lnTo>
                                  <a:lnTo>
                                    <a:pt x="34" y="50"/>
                                  </a:lnTo>
                                  <a:lnTo>
                                    <a:pt x="38" y="50"/>
                                  </a:lnTo>
                                  <a:lnTo>
                                    <a:pt x="38" y="46"/>
                                  </a:lnTo>
                                  <a:lnTo>
                                    <a:pt x="41" y="46"/>
                                  </a:lnTo>
                                  <a:lnTo>
                                    <a:pt x="41" y="42"/>
                                  </a:lnTo>
                                  <a:lnTo>
                                    <a:pt x="49" y="34"/>
                                  </a:lnTo>
                                  <a:lnTo>
                                    <a:pt x="49" y="31"/>
                                  </a:lnTo>
                                  <a:lnTo>
                                    <a:pt x="54" y="31"/>
                                  </a:lnTo>
                                  <a:lnTo>
                                    <a:pt x="54" y="26"/>
                                  </a:lnTo>
                                  <a:lnTo>
                                    <a:pt x="57" y="23"/>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6" name="Freeform 713"/>
                          <wps:cNvSpPr>
                            <a:spLocks/>
                          </wps:cNvSpPr>
                          <wps:spPr bwMode="auto">
                            <a:xfrm>
                              <a:off x="2825" y="4539"/>
                              <a:ext cx="73" cy="22"/>
                            </a:xfrm>
                            <a:custGeom>
                              <a:avLst/>
                              <a:gdLst>
                                <a:gd name="T0" fmla="*/ 0 w 147"/>
                                <a:gd name="T1" fmla="*/ 45 h 45"/>
                                <a:gd name="T2" fmla="*/ 16 w 147"/>
                                <a:gd name="T3" fmla="*/ 45 h 45"/>
                                <a:gd name="T4" fmla="*/ 19 w 147"/>
                                <a:gd name="T5" fmla="*/ 42 h 45"/>
                                <a:gd name="T6" fmla="*/ 39 w 147"/>
                                <a:gd name="T7" fmla="*/ 42 h 45"/>
                                <a:gd name="T8" fmla="*/ 46 w 147"/>
                                <a:gd name="T9" fmla="*/ 39 h 45"/>
                                <a:gd name="T10" fmla="*/ 57 w 147"/>
                                <a:gd name="T11" fmla="*/ 39 h 45"/>
                                <a:gd name="T12" fmla="*/ 65 w 147"/>
                                <a:gd name="T13" fmla="*/ 34 h 45"/>
                                <a:gd name="T14" fmla="*/ 73 w 147"/>
                                <a:gd name="T15" fmla="*/ 34 h 45"/>
                                <a:gd name="T16" fmla="*/ 77 w 147"/>
                                <a:gd name="T17" fmla="*/ 31 h 45"/>
                                <a:gd name="T18" fmla="*/ 80 w 147"/>
                                <a:gd name="T19" fmla="*/ 31 h 45"/>
                                <a:gd name="T20" fmla="*/ 85 w 147"/>
                                <a:gd name="T21" fmla="*/ 27 h 45"/>
                                <a:gd name="T22" fmla="*/ 96 w 147"/>
                                <a:gd name="T23" fmla="*/ 27 h 45"/>
                                <a:gd name="T24" fmla="*/ 100 w 147"/>
                                <a:gd name="T25" fmla="*/ 23 h 45"/>
                                <a:gd name="T26" fmla="*/ 104 w 147"/>
                                <a:gd name="T27" fmla="*/ 23 h 45"/>
                                <a:gd name="T28" fmla="*/ 108 w 147"/>
                                <a:gd name="T29" fmla="*/ 19 h 45"/>
                                <a:gd name="T30" fmla="*/ 111 w 147"/>
                                <a:gd name="T31" fmla="*/ 19 h 45"/>
                                <a:gd name="T32" fmla="*/ 119 w 147"/>
                                <a:gd name="T33" fmla="*/ 16 h 45"/>
                                <a:gd name="T34" fmla="*/ 124 w 147"/>
                                <a:gd name="T35" fmla="*/ 16 h 45"/>
                                <a:gd name="T36" fmla="*/ 131 w 147"/>
                                <a:gd name="T37" fmla="*/ 8 h 45"/>
                                <a:gd name="T38" fmla="*/ 134 w 147"/>
                                <a:gd name="T39" fmla="*/ 8 h 45"/>
                                <a:gd name="T40" fmla="*/ 139 w 147"/>
                                <a:gd name="T41" fmla="*/ 3 h 45"/>
                                <a:gd name="T42" fmla="*/ 142 w 147"/>
                                <a:gd name="T43" fmla="*/ 3 h 45"/>
                                <a:gd name="T44" fmla="*/ 147 w 147"/>
                                <a:gd name="T45"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47" h="45">
                                  <a:moveTo>
                                    <a:pt x="0" y="45"/>
                                  </a:moveTo>
                                  <a:lnTo>
                                    <a:pt x="16" y="45"/>
                                  </a:lnTo>
                                  <a:lnTo>
                                    <a:pt x="19" y="42"/>
                                  </a:lnTo>
                                  <a:lnTo>
                                    <a:pt x="39" y="42"/>
                                  </a:lnTo>
                                  <a:lnTo>
                                    <a:pt x="46" y="39"/>
                                  </a:lnTo>
                                  <a:lnTo>
                                    <a:pt x="57" y="39"/>
                                  </a:lnTo>
                                  <a:lnTo>
                                    <a:pt x="65" y="34"/>
                                  </a:lnTo>
                                  <a:lnTo>
                                    <a:pt x="73" y="34"/>
                                  </a:lnTo>
                                  <a:lnTo>
                                    <a:pt x="77" y="31"/>
                                  </a:lnTo>
                                  <a:lnTo>
                                    <a:pt x="80" y="31"/>
                                  </a:lnTo>
                                  <a:lnTo>
                                    <a:pt x="85" y="27"/>
                                  </a:lnTo>
                                  <a:lnTo>
                                    <a:pt x="96" y="27"/>
                                  </a:lnTo>
                                  <a:lnTo>
                                    <a:pt x="100" y="23"/>
                                  </a:lnTo>
                                  <a:lnTo>
                                    <a:pt x="104" y="23"/>
                                  </a:lnTo>
                                  <a:lnTo>
                                    <a:pt x="108" y="19"/>
                                  </a:lnTo>
                                  <a:lnTo>
                                    <a:pt x="111" y="19"/>
                                  </a:lnTo>
                                  <a:lnTo>
                                    <a:pt x="119" y="16"/>
                                  </a:lnTo>
                                  <a:lnTo>
                                    <a:pt x="124" y="16"/>
                                  </a:lnTo>
                                  <a:lnTo>
                                    <a:pt x="131" y="8"/>
                                  </a:lnTo>
                                  <a:lnTo>
                                    <a:pt x="134" y="8"/>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7" name="Freeform 714"/>
                          <wps:cNvSpPr>
                            <a:spLocks/>
                          </wps:cNvSpPr>
                          <wps:spPr bwMode="auto">
                            <a:xfrm>
                              <a:off x="2741" y="4558"/>
                              <a:ext cx="84" cy="3"/>
                            </a:xfrm>
                            <a:custGeom>
                              <a:avLst/>
                              <a:gdLst>
                                <a:gd name="T0" fmla="*/ 0 w 167"/>
                                <a:gd name="T1" fmla="*/ 0 h 6"/>
                                <a:gd name="T2" fmla="*/ 23 w 167"/>
                                <a:gd name="T3" fmla="*/ 0 h 6"/>
                                <a:gd name="T4" fmla="*/ 28 w 167"/>
                                <a:gd name="T5" fmla="*/ 3 h 6"/>
                                <a:gd name="T6" fmla="*/ 78 w 167"/>
                                <a:gd name="T7" fmla="*/ 3 h 6"/>
                                <a:gd name="T8" fmla="*/ 82 w 167"/>
                                <a:gd name="T9" fmla="*/ 6 h 6"/>
                                <a:gd name="T10" fmla="*/ 136 w 167"/>
                                <a:gd name="T11" fmla="*/ 6 h 6"/>
                                <a:gd name="T12" fmla="*/ 139 w 167"/>
                                <a:gd name="T13" fmla="*/ 3 h 6"/>
                                <a:gd name="T14" fmla="*/ 167 w 167"/>
                                <a:gd name="T15" fmla="*/ 3 h 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7" h="6">
                                  <a:moveTo>
                                    <a:pt x="0" y="0"/>
                                  </a:moveTo>
                                  <a:lnTo>
                                    <a:pt x="23" y="0"/>
                                  </a:lnTo>
                                  <a:lnTo>
                                    <a:pt x="28" y="3"/>
                                  </a:lnTo>
                                  <a:lnTo>
                                    <a:pt x="78" y="3"/>
                                  </a:lnTo>
                                  <a:lnTo>
                                    <a:pt x="82" y="6"/>
                                  </a:lnTo>
                                  <a:lnTo>
                                    <a:pt x="136" y="6"/>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8" name="Freeform 715"/>
                          <wps:cNvSpPr>
                            <a:spLocks/>
                          </wps:cNvSpPr>
                          <wps:spPr bwMode="auto">
                            <a:xfrm>
                              <a:off x="2641" y="4529"/>
                              <a:ext cx="100" cy="29"/>
                            </a:xfrm>
                            <a:custGeom>
                              <a:avLst/>
                              <a:gdLst>
                                <a:gd name="T0" fmla="*/ 0 w 200"/>
                                <a:gd name="T1" fmla="*/ 0 h 59"/>
                                <a:gd name="T2" fmla="*/ 12 w 200"/>
                                <a:gd name="T3" fmla="*/ 5 h 59"/>
                                <a:gd name="T4" fmla="*/ 27 w 200"/>
                                <a:gd name="T5" fmla="*/ 13 h 59"/>
                                <a:gd name="T6" fmla="*/ 35 w 200"/>
                                <a:gd name="T7" fmla="*/ 16 h 59"/>
                                <a:gd name="T8" fmla="*/ 46 w 200"/>
                                <a:gd name="T9" fmla="*/ 20 h 59"/>
                                <a:gd name="T10" fmla="*/ 54 w 200"/>
                                <a:gd name="T11" fmla="*/ 23 h 59"/>
                                <a:gd name="T12" fmla="*/ 61 w 200"/>
                                <a:gd name="T13" fmla="*/ 28 h 59"/>
                                <a:gd name="T14" fmla="*/ 66 w 200"/>
                                <a:gd name="T15" fmla="*/ 28 h 59"/>
                                <a:gd name="T16" fmla="*/ 74 w 200"/>
                                <a:gd name="T17" fmla="*/ 31 h 59"/>
                                <a:gd name="T18" fmla="*/ 77 w 200"/>
                                <a:gd name="T19" fmla="*/ 36 h 59"/>
                                <a:gd name="T20" fmla="*/ 81 w 200"/>
                                <a:gd name="T21" fmla="*/ 36 h 59"/>
                                <a:gd name="T22" fmla="*/ 85 w 200"/>
                                <a:gd name="T23" fmla="*/ 39 h 59"/>
                                <a:gd name="T24" fmla="*/ 92 w 200"/>
                                <a:gd name="T25" fmla="*/ 39 h 59"/>
                                <a:gd name="T26" fmla="*/ 92 w 200"/>
                                <a:gd name="T27" fmla="*/ 43 h 59"/>
                                <a:gd name="T28" fmla="*/ 105 w 200"/>
                                <a:gd name="T29" fmla="*/ 43 h 59"/>
                                <a:gd name="T30" fmla="*/ 108 w 200"/>
                                <a:gd name="T31" fmla="*/ 47 h 59"/>
                                <a:gd name="T32" fmla="*/ 135 w 200"/>
                                <a:gd name="T33" fmla="*/ 47 h 59"/>
                                <a:gd name="T34" fmla="*/ 143 w 200"/>
                                <a:gd name="T35" fmla="*/ 51 h 59"/>
                                <a:gd name="T36" fmla="*/ 162 w 200"/>
                                <a:gd name="T37" fmla="*/ 51 h 59"/>
                                <a:gd name="T38" fmla="*/ 174 w 200"/>
                                <a:gd name="T39" fmla="*/ 54 h 59"/>
                                <a:gd name="T40" fmla="*/ 185 w 200"/>
                                <a:gd name="T41" fmla="*/ 54 h 59"/>
                                <a:gd name="T42" fmla="*/ 200 w 200"/>
                                <a:gd name="T43" fmla="*/ 59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00" h="59">
                                  <a:moveTo>
                                    <a:pt x="0" y="0"/>
                                  </a:moveTo>
                                  <a:lnTo>
                                    <a:pt x="12" y="5"/>
                                  </a:lnTo>
                                  <a:lnTo>
                                    <a:pt x="27" y="13"/>
                                  </a:lnTo>
                                  <a:lnTo>
                                    <a:pt x="35" y="16"/>
                                  </a:lnTo>
                                  <a:lnTo>
                                    <a:pt x="46" y="20"/>
                                  </a:lnTo>
                                  <a:lnTo>
                                    <a:pt x="54" y="23"/>
                                  </a:lnTo>
                                  <a:lnTo>
                                    <a:pt x="61" y="28"/>
                                  </a:lnTo>
                                  <a:lnTo>
                                    <a:pt x="66" y="28"/>
                                  </a:lnTo>
                                  <a:lnTo>
                                    <a:pt x="74" y="31"/>
                                  </a:lnTo>
                                  <a:lnTo>
                                    <a:pt x="77" y="36"/>
                                  </a:lnTo>
                                  <a:lnTo>
                                    <a:pt x="81" y="36"/>
                                  </a:lnTo>
                                  <a:lnTo>
                                    <a:pt x="85" y="39"/>
                                  </a:lnTo>
                                  <a:lnTo>
                                    <a:pt x="92" y="39"/>
                                  </a:lnTo>
                                  <a:lnTo>
                                    <a:pt x="92" y="43"/>
                                  </a:lnTo>
                                  <a:lnTo>
                                    <a:pt x="105" y="43"/>
                                  </a:lnTo>
                                  <a:lnTo>
                                    <a:pt x="108" y="47"/>
                                  </a:lnTo>
                                  <a:lnTo>
                                    <a:pt x="135" y="47"/>
                                  </a:lnTo>
                                  <a:lnTo>
                                    <a:pt x="143" y="51"/>
                                  </a:lnTo>
                                  <a:lnTo>
                                    <a:pt x="162" y="51"/>
                                  </a:lnTo>
                                  <a:lnTo>
                                    <a:pt x="174" y="54"/>
                                  </a:lnTo>
                                  <a:lnTo>
                                    <a:pt x="185" y="54"/>
                                  </a:lnTo>
                                  <a:lnTo>
                                    <a:pt x="200" y="5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9" name="Freeform 716"/>
                          <wps:cNvSpPr>
                            <a:spLocks/>
                          </wps:cNvSpPr>
                          <wps:spPr bwMode="auto">
                            <a:xfrm>
                              <a:off x="2551" y="4478"/>
                              <a:ext cx="90" cy="51"/>
                            </a:xfrm>
                            <a:custGeom>
                              <a:avLst/>
                              <a:gdLst>
                                <a:gd name="T0" fmla="*/ 0 w 179"/>
                                <a:gd name="T1" fmla="*/ 0 h 100"/>
                                <a:gd name="T2" fmla="*/ 3 w 179"/>
                                <a:gd name="T3" fmla="*/ 5 h 100"/>
                                <a:gd name="T4" fmla="*/ 10 w 179"/>
                                <a:gd name="T5" fmla="*/ 8 h 100"/>
                                <a:gd name="T6" fmla="*/ 15 w 179"/>
                                <a:gd name="T7" fmla="*/ 12 h 100"/>
                                <a:gd name="T8" fmla="*/ 23 w 179"/>
                                <a:gd name="T9" fmla="*/ 15 h 100"/>
                                <a:gd name="T10" fmla="*/ 30 w 179"/>
                                <a:gd name="T11" fmla="*/ 23 h 100"/>
                                <a:gd name="T12" fmla="*/ 38 w 179"/>
                                <a:gd name="T13" fmla="*/ 28 h 100"/>
                                <a:gd name="T14" fmla="*/ 41 w 179"/>
                                <a:gd name="T15" fmla="*/ 31 h 100"/>
                                <a:gd name="T16" fmla="*/ 49 w 179"/>
                                <a:gd name="T17" fmla="*/ 35 h 100"/>
                                <a:gd name="T18" fmla="*/ 54 w 179"/>
                                <a:gd name="T19" fmla="*/ 35 h 100"/>
                                <a:gd name="T20" fmla="*/ 61 w 179"/>
                                <a:gd name="T21" fmla="*/ 38 h 100"/>
                                <a:gd name="T22" fmla="*/ 69 w 179"/>
                                <a:gd name="T23" fmla="*/ 46 h 100"/>
                                <a:gd name="T24" fmla="*/ 77 w 179"/>
                                <a:gd name="T25" fmla="*/ 51 h 100"/>
                                <a:gd name="T26" fmla="*/ 80 w 179"/>
                                <a:gd name="T27" fmla="*/ 54 h 100"/>
                                <a:gd name="T28" fmla="*/ 86 w 179"/>
                                <a:gd name="T29" fmla="*/ 59 h 100"/>
                                <a:gd name="T30" fmla="*/ 91 w 179"/>
                                <a:gd name="T31" fmla="*/ 59 h 100"/>
                                <a:gd name="T32" fmla="*/ 98 w 179"/>
                                <a:gd name="T33" fmla="*/ 62 h 100"/>
                                <a:gd name="T34" fmla="*/ 101 w 179"/>
                                <a:gd name="T35" fmla="*/ 66 h 100"/>
                                <a:gd name="T36" fmla="*/ 109 w 179"/>
                                <a:gd name="T37" fmla="*/ 69 h 100"/>
                                <a:gd name="T38" fmla="*/ 114 w 179"/>
                                <a:gd name="T39" fmla="*/ 69 h 100"/>
                                <a:gd name="T40" fmla="*/ 122 w 179"/>
                                <a:gd name="T41" fmla="*/ 74 h 100"/>
                                <a:gd name="T42" fmla="*/ 125 w 179"/>
                                <a:gd name="T43" fmla="*/ 77 h 100"/>
                                <a:gd name="T44" fmla="*/ 132 w 179"/>
                                <a:gd name="T45" fmla="*/ 82 h 100"/>
                                <a:gd name="T46" fmla="*/ 137 w 179"/>
                                <a:gd name="T47" fmla="*/ 82 h 100"/>
                                <a:gd name="T48" fmla="*/ 145 w 179"/>
                                <a:gd name="T49" fmla="*/ 85 h 100"/>
                                <a:gd name="T50" fmla="*/ 148 w 179"/>
                                <a:gd name="T51" fmla="*/ 89 h 100"/>
                                <a:gd name="T52" fmla="*/ 155 w 179"/>
                                <a:gd name="T53" fmla="*/ 89 h 100"/>
                                <a:gd name="T54" fmla="*/ 160 w 179"/>
                                <a:gd name="T55" fmla="*/ 93 h 100"/>
                                <a:gd name="T56" fmla="*/ 168 w 179"/>
                                <a:gd name="T57" fmla="*/ 97 h 100"/>
                                <a:gd name="T58" fmla="*/ 171 w 179"/>
                                <a:gd name="T59" fmla="*/ 97 h 100"/>
                                <a:gd name="T60" fmla="*/ 179 w 179"/>
                                <a:gd name="T61"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9" h="100">
                                  <a:moveTo>
                                    <a:pt x="0" y="0"/>
                                  </a:moveTo>
                                  <a:lnTo>
                                    <a:pt x="3" y="5"/>
                                  </a:lnTo>
                                  <a:lnTo>
                                    <a:pt x="10" y="8"/>
                                  </a:lnTo>
                                  <a:lnTo>
                                    <a:pt x="15" y="12"/>
                                  </a:lnTo>
                                  <a:lnTo>
                                    <a:pt x="23" y="15"/>
                                  </a:lnTo>
                                  <a:lnTo>
                                    <a:pt x="30" y="23"/>
                                  </a:lnTo>
                                  <a:lnTo>
                                    <a:pt x="38" y="28"/>
                                  </a:lnTo>
                                  <a:lnTo>
                                    <a:pt x="41" y="31"/>
                                  </a:lnTo>
                                  <a:lnTo>
                                    <a:pt x="49" y="35"/>
                                  </a:lnTo>
                                  <a:lnTo>
                                    <a:pt x="54" y="35"/>
                                  </a:lnTo>
                                  <a:lnTo>
                                    <a:pt x="61" y="38"/>
                                  </a:lnTo>
                                  <a:lnTo>
                                    <a:pt x="69" y="46"/>
                                  </a:lnTo>
                                  <a:lnTo>
                                    <a:pt x="77" y="51"/>
                                  </a:lnTo>
                                  <a:lnTo>
                                    <a:pt x="80" y="54"/>
                                  </a:lnTo>
                                  <a:lnTo>
                                    <a:pt x="86" y="59"/>
                                  </a:lnTo>
                                  <a:lnTo>
                                    <a:pt x="91" y="59"/>
                                  </a:lnTo>
                                  <a:lnTo>
                                    <a:pt x="98" y="62"/>
                                  </a:lnTo>
                                  <a:lnTo>
                                    <a:pt x="101" y="66"/>
                                  </a:lnTo>
                                  <a:lnTo>
                                    <a:pt x="109" y="69"/>
                                  </a:lnTo>
                                  <a:lnTo>
                                    <a:pt x="114" y="69"/>
                                  </a:lnTo>
                                  <a:lnTo>
                                    <a:pt x="122" y="74"/>
                                  </a:lnTo>
                                  <a:lnTo>
                                    <a:pt x="125" y="77"/>
                                  </a:lnTo>
                                  <a:lnTo>
                                    <a:pt x="132" y="82"/>
                                  </a:lnTo>
                                  <a:lnTo>
                                    <a:pt x="137" y="82"/>
                                  </a:lnTo>
                                  <a:lnTo>
                                    <a:pt x="145" y="85"/>
                                  </a:lnTo>
                                  <a:lnTo>
                                    <a:pt x="148" y="89"/>
                                  </a:lnTo>
                                  <a:lnTo>
                                    <a:pt x="155" y="89"/>
                                  </a:lnTo>
                                  <a:lnTo>
                                    <a:pt x="160" y="93"/>
                                  </a:lnTo>
                                  <a:lnTo>
                                    <a:pt x="168" y="97"/>
                                  </a:lnTo>
                                  <a:lnTo>
                                    <a:pt x="171" y="97"/>
                                  </a:lnTo>
                                  <a:lnTo>
                                    <a:pt x="179" y="10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 name="Freeform 717"/>
                          <wps:cNvSpPr>
                            <a:spLocks/>
                          </wps:cNvSpPr>
                          <wps:spPr bwMode="auto">
                            <a:xfrm>
                              <a:off x="2490" y="4423"/>
                              <a:ext cx="61" cy="58"/>
                            </a:xfrm>
                            <a:custGeom>
                              <a:avLst/>
                              <a:gdLst>
                                <a:gd name="T0" fmla="*/ 0 w 124"/>
                                <a:gd name="T1" fmla="*/ 0 h 116"/>
                                <a:gd name="T2" fmla="*/ 11 w 124"/>
                                <a:gd name="T3" fmla="*/ 11 h 116"/>
                                <a:gd name="T4" fmla="*/ 11 w 124"/>
                                <a:gd name="T5" fmla="*/ 15 h 116"/>
                                <a:gd name="T6" fmla="*/ 15 w 124"/>
                                <a:gd name="T7" fmla="*/ 18 h 116"/>
                                <a:gd name="T8" fmla="*/ 19 w 124"/>
                                <a:gd name="T9" fmla="*/ 26 h 116"/>
                                <a:gd name="T10" fmla="*/ 57 w 124"/>
                                <a:gd name="T11" fmla="*/ 65 h 116"/>
                                <a:gd name="T12" fmla="*/ 62 w 124"/>
                                <a:gd name="T13" fmla="*/ 65 h 116"/>
                                <a:gd name="T14" fmla="*/ 88 w 124"/>
                                <a:gd name="T15" fmla="*/ 92 h 116"/>
                                <a:gd name="T16" fmla="*/ 93 w 124"/>
                                <a:gd name="T17" fmla="*/ 92 h 116"/>
                                <a:gd name="T18" fmla="*/ 100 w 124"/>
                                <a:gd name="T19" fmla="*/ 100 h 116"/>
                                <a:gd name="T20" fmla="*/ 108 w 124"/>
                                <a:gd name="T21" fmla="*/ 103 h 116"/>
                                <a:gd name="T22" fmla="*/ 111 w 124"/>
                                <a:gd name="T23" fmla="*/ 108 h 116"/>
                                <a:gd name="T24" fmla="*/ 116 w 124"/>
                                <a:gd name="T25" fmla="*/ 108 h 116"/>
                                <a:gd name="T26" fmla="*/ 124 w 124"/>
                                <a:gd name="T27" fmla="*/ 116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4" h="116">
                                  <a:moveTo>
                                    <a:pt x="0" y="0"/>
                                  </a:moveTo>
                                  <a:lnTo>
                                    <a:pt x="11" y="11"/>
                                  </a:lnTo>
                                  <a:lnTo>
                                    <a:pt x="11" y="15"/>
                                  </a:lnTo>
                                  <a:lnTo>
                                    <a:pt x="15" y="18"/>
                                  </a:lnTo>
                                  <a:lnTo>
                                    <a:pt x="19" y="26"/>
                                  </a:lnTo>
                                  <a:lnTo>
                                    <a:pt x="57" y="65"/>
                                  </a:lnTo>
                                  <a:lnTo>
                                    <a:pt x="62" y="65"/>
                                  </a:lnTo>
                                  <a:lnTo>
                                    <a:pt x="88" y="92"/>
                                  </a:lnTo>
                                  <a:lnTo>
                                    <a:pt x="93" y="92"/>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1" name="Freeform 718"/>
                          <wps:cNvSpPr>
                            <a:spLocks/>
                          </wps:cNvSpPr>
                          <wps:spPr bwMode="auto">
                            <a:xfrm>
                              <a:off x="2455" y="4353"/>
                              <a:ext cx="35" cy="68"/>
                            </a:xfrm>
                            <a:custGeom>
                              <a:avLst/>
                              <a:gdLst>
                                <a:gd name="T0" fmla="*/ 0 w 69"/>
                                <a:gd name="T1" fmla="*/ 0 h 134"/>
                                <a:gd name="T2" fmla="*/ 0 w 69"/>
                                <a:gd name="T3" fmla="*/ 3 h 134"/>
                                <a:gd name="T4" fmla="*/ 3 w 69"/>
                                <a:gd name="T5" fmla="*/ 11 h 134"/>
                                <a:gd name="T6" fmla="*/ 3 w 69"/>
                                <a:gd name="T7" fmla="*/ 15 h 134"/>
                                <a:gd name="T8" fmla="*/ 7 w 69"/>
                                <a:gd name="T9" fmla="*/ 18 h 134"/>
                                <a:gd name="T10" fmla="*/ 7 w 69"/>
                                <a:gd name="T11" fmla="*/ 31 h 134"/>
                                <a:gd name="T12" fmla="*/ 10 w 69"/>
                                <a:gd name="T13" fmla="*/ 34 h 134"/>
                                <a:gd name="T14" fmla="*/ 10 w 69"/>
                                <a:gd name="T15" fmla="*/ 38 h 134"/>
                                <a:gd name="T16" fmla="*/ 15 w 69"/>
                                <a:gd name="T17" fmla="*/ 41 h 134"/>
                                <a:gd name="T18" fmla="*/ 15 w 69"/>
                                <a:gd name="T19" fmla="*/ 49 h 134"/>
                                <a:gd name="T20" fmla="*/ 18 w 69"/>
                                <a:gd name="T21" fmla="*/ 57 h 134"/>
                                <a:gd name="T22" fmla="*/ 18 w 69"/>
                                <a:gd name="T23" fmla="*/ 62 h 134"/>
                                <a:gd name="T24" fmla="*/ 23 w 69"/>
                                <a:gd name="T25" fmla="*/ 65 h 134"/>
                                <a:gd name="T26" fmla="*/ 23 w 69"/>
                                <a:gd name="T27" fmla="*/ 69 h 134"/>
                                <a:gd name="T28" fmla="*/ 26 w 69"/>
                                <a:gd name="T29" fmla="*/ 72 h 134"/>
                                <a:gd name="T30" fmla="*/ 26 w 69"/>
                                <a:gd name="T31" fmla="*/ 77 h 134"/>
                                <a:gd name="T32" fmla="*/ 30 w 69"/>
                                <a:gd name="T33" fmla="*/ 80 h 134"/>
                                <a:gd name="T34" fmla="*/ 30 w 69"/>
                                <a:gd name="T35" fmla="*/ 85 h 134"/>
                                <a:gd name="T36" fmla="*/ 38 w 69"/>
                                <a:gd name="T37" fmla="*/ 92 h 134"/>
                                <a:gd name="T38" fmla="*/ 38 w 69"/>
                                <a:gd name="T39" fmla="*/ 95 h 134"/>
                                <a:gd name="T40" fmla="*/ 46 w 69"/>
                                <a:gd name="T41" fmla="*/ 103 h 134"/>
                                <a:gd name="T42" fmla="*/ 46 w 69"/>
                                <a:gd name="T43" fmla="*/ 108 h 134"/>
                                <a:gd name="T44" fmla="*/ 57 w 69"/>
                                <a:gd name="T45" fmla="*/ 119 h 134"/>
                                <a:gd name="T46" fmla="*/ 57 w 69"/>
                                <a:gd name="T47" fmla="*/ 123 h 134"/>
                                <a:gd name="T48" fmla="*/ 69 w 69"/>
                                <a:gd name="T49" fmla="*/ 134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9" h="134">
                                  <a:moveTo>
                                    <a:pt x="0" y="0"/>
                                  </a:moveTo>
                                  <a:lnTo>
                                    <a:pt x="0" y="3"/>
                                  </a:lnTo>
                                  <a:lnTo>
                                    <a:pt x="3" y="11"/>
                                  </a:lnTo>
                                  <a:lnTo>
                                    <a:pt x="3" y="15"/>
                                  </a:lnTo>
                                  <a:lnTo>
                                    <a:pt x="7" y="18"/>
                                  </a:lnTo>
                                  <a:lnTo>
                                    <a:pt x="7" y="31"/>
                                  </a:lnTo>
                                  <a:lnTo>
                                    <a:pt x="10" y="34"/>
                                  </a:lnTo>
                                  <a:lnTo>
                                    <a:pt x="10" y="38"/>
                                  </a:lnTo>
                                  <a:lnTo>
                                    <a:pt x="15" y="41"/>
                                  </a:lnTo>
                                  <a:lnTo>
                                    <a:pt x="15" y="49"/>
                                  </a:lnTo>
                                  <a:lnTo>
                                    <a:pt x="18" y="57"/>
                                  </a:lnTo>
                                  <a:lnTo>
                                    <a:pt x="18" y="62"/>
                                  </a:lnTo>
                                  <a:lnTo>
                                    <a:pt x="23" y="65"/>
                                  </a:lnTo>
                                  <a:lnTo>
                                    <a:pt x="23" y="69"/>
                                  </a:lnTo>
                                  <a:lnTo>
                                    <a:pt x="26" y="72"/>
                                  </a:lnTo>
                                  <a:lnTo>
                                    <a:pt x="26" y="77"/>
                                  </a:lnTo>
                                  <a:lnTo>
                                    <a:pt x="30" y="80"/>
                                  </a:lnTo>
                                  <a:lnTo>
                                    <a:pt x="30" y="85"/>
                                  </a:lnTo>
                                  <a:lnTo>
                                    <a:pt x="38" y="92"/>
                                  </a:lnTo>
                                  <a:lnTo>
                                    <a:pt x="38" y="95"/>
                                  </a:lnTo>
                                  <a:lnTo>
                                    <a:pt x="46" y="103"/>
                                  </a:lnTo>
                                  <a:lnTo>
                                    <a:pt x="46" y="108"/>
                                  </a:lnTo>
                                  <a:lnTo>
                                    <a:pt x="57" y="119"/>
                                  </a:lnTo>
                                  <a:lnTo>
                                    <a:pt x="57" y="123"/>
                                  </a:lnTo>
                                  <a:lnTo>
                                    <a:pt x="69" y="1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 name="Freeform 719"/>
                          <wps:cNvSpPr>
                            <a:spLocks/>
                          </wps:cNvSpPr>
                          <wps:spPr bwMode="auto">
                            <a:xfrm>
                              <a:off x="2451" y="4342"/>
                              <a:ext cx="1" cy="11"/>
                            </a:xfrm>
                            <a:custGeom>
                              <a:avLst/>
                              <a:gdLst>
                                <a:gd name="T0" fmla="*/ 0 w 3"/>
                                <a:gd name="T1" fmla="*/ 0 h 23"/>
                                <a:gd name="T2" fmla="*/ 0 w 3"/>
                                <a:gd name="T3" fmla="*/ 7 h 23"/>
                                <a:gd name="T4" fmla="*/ 3 w 3"/>
                                <a:gd name="T5" fmla="*/ 10 h 23"/>
                                <a:gd name="T6" fmla="*/ 3 w 3"/>
                                <a:gd name="T7" fmla="*/ 23 h 23"/>
                              </a:gdLst>
                              <a:ahLst/>
                              <a:cxnLst>
                                <a:cxn ang="0">
                                  <a:pos x="T0" y="T1"/>
                                </a:cxn>
                                <a:cxn ang="0">
                                  <a:pos x="T2" y="T3"/>
                                </a:cxn>
                                <a:cxn ang="0">
                                  <a:pos x="T4" y="T5"/>
                                </a:cxn>
                                <a:cxn ang="0">
                                  <a:pos x="T6" y="T7"/>
                                </a:cxn>
                              </a:cxnLst>
                              <a:rect l="0" t="0" r="r" b="b"/>
                              <a:pathLst>
                                <a:path w="3" h="23">
                                  <a:moveTo>
                                    <a:pt x="0" y="0"/>
                                  </a:moveTo>
                                  <a:lnTo>
                                    <a:pt x="0" y="7"/>
                                  </a:lnTo>
                                  <a:lnTo>
                                    <a:pt x="3" y="10"/>
                                  </a:lnTo>
                                  <a:lnTo>
                                    <a:pt x="3"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3" name="Freeform 720"/>
                          <wps:cNvSpPr>
                            <a:spLocks/>
                          </wps:cNvSpPr>
                          <wps:spPr bwMode="auto">
                            <a:xfrm>
                              <a:off x="2451" y="4303"/>
                              <a:ext cx="5" cy="21"/>
                            </a:xfrm>
                            <a:custGeom>
                              <a:avLst/>
                              <a:gdLst>
                                <a:gd name="T0" fmla="*/ 11 w 11"/>
                                <a:gd name="T1" fmla="*/ 0 h 42"/>
                                <a:gd name="T2" fmla="*/ 11 w 11"/>
                                <a:gd name="T3" fmla="*/ 4 h 42"/>
                                <a:gd name="T4" fmla="*/ 8 w 11"/>
                                <a:gd name="T5" fmla="*/ 8 h 42"/>
                                <a:gd name="T6" fmla="*/ 8 w 11"/>
                                <a:gd name="T7" fmla="*/ 16 h 42"/>
                                <a:gd name="T8" fmla="*/ 3 w 11"/>
                                <a:gd name="T9" fmla="*/ 16 h 42"/>
                                <a:gd name="T10" fmla="*/ 3 w 11"/>
                                <a:gd name="T11" fmla="*/ 27 h 42"/>
                                <a:gd name="T12" fmla="*/ 0 w 11"/>
                                <a:gd name="T13" fmla="*/ 31 h 42"/>
                                <a:gd name="T14" fmla="*/ 0 w 11"/>
                                <a:gd name="T15" fmla="*/ 42 h 4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 h="42">
                                  <a:moveTo>
                                    <a:pt x="11" y="0"/>
                                  </a:moveTo>
                                  <a:lnTo>
                                    <a:pt x="11" y="4"/>
                                  </a:lnTo>
                                  <a:lnTo>
                                    <a:pt x="8" y="8"/>
                                  </a:lnTo>
                                  <a:lnTo>
                                    <a:pt x="8" y="16"/>
                                  </a:lnTo>
                                  <a:lnTo>
                                    <a:pt x="3" y="16"/>
                                  </a:lnTo>
                                  <a:lnTo>
                                    <a:pt x="3" y="27"/>
                                  </a:lnTo>
                                  <a:lnTo>
                                    <a:pt x="0" y="31"/>
                                  </a:lnTo>
                                  <a:lnTo>
                                    <a:pt x="0" y="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 name="Freeform 721"/>
                          <wps:cNvSpPr>
                            <a:spLocks/>
                          </wps:cNvSpPr>
                          <wps:spPr bwMode="auto">
                            <a:xfrm>
                              <a:off x="2933" y="4939"/>
                              <a:ext cx="5" cy="23"/>
                            </a:xfrm>
                            <a:custGeom>
                              <a:avLst/>
                              <a:gdLst>
                                <a:gd name="T0" fmla="*/ 0 w 11"/>
                                <a:gd name="T1" fmla="*/ 46 h 46"/>
                                <a:gd name="T2" fmla="*/ 0 w 11"/>
                                <a:gd name="T3" fmla="*/ 42 h 46"/>
                                <a:gd name="T4" fmla="*/ 3 w 11"/>
                                <a:gd name="T5" fmla="*/ 39 h 46"/>
                                <a:gd name="T6" fmla="*/ 3 w 11"/>
                                <a:gd name="T7" fmla="*/ 26 h 46"/>
                                <a:gd name="T8" fmla="*/ 8 w 11"/>
                                <a:gd name="T9" fmla="*/ 23 h 46"/>
                                <a:gd name="T10" fmla="*/ 8 w 11"/>
                                <a:gd name="T11" fmla="*/ 8 h 46"/>
                                <a:gd name="T12" fmla="*/ 11 w 11"/>
                                <a:gd name="T13" fmla="*/ 3 h 46"/>
                                <a:gd name="T14" fmla="*/ 11 w 11"/>
                                <a:gd name="T15" fmla="*/ 0 h 4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 h="46">
                                  <a:moveTo>
                                    <a:pt x="0" y="46"/>
                                  </a:moveTo>
                                  <a:lnTo>
                                    <a:pt x="0" y="42"/>
                                  </a:lnTo>
                                  <a:lnTo>
                                    <a:pt x="3" y="39"/>
                                  </a:lnTo>
                                  <a:lnTo>
                                    <a:pt x="3" y="26"/>
                                  </a:lnTo>
                                  <a:lnTo>
                                    <a:pt x="8" y="23"/>
                                  </a:lnTo>
                                  <a:lnTo>
                                    <a:pt x="8" y="8"/>
                                  </a:lnTo>
                                  <a:lnTo>
                                    <a:pt x="11" y="3"/>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 name="Freeform 722"/>
                          <wps:cNvSpPr>
                            <a:spLocks/>
                          </wps:cNvSpPr>
                          <wps:spPr bwMode="auto">
                            <a:xfrm>
                              <a:off x="2898" y="4962"/>
                              <a:ext cx="35" cy="38"/>
                            </a:xfrm>
                            <a:custGeom>
                              <a:avLst/>
                              <a:gdLst>
                                <a:gd name="T0" fmla="*/ 0 w 69"/>
                                <a:gd name="T1" fmla="*/ 78 h 78"/>
                                <a:gd name="T2" fmla="*/ 3 w 69"/>
                                <a:gd name="T3" fmla="*/ 78 h 78"/>
                                <a:gd name="T4" fmla="*/ 11 w 69"/>
                                <a:gd name="T5" fmla="*/ 70 h 78"/>
                                <a:gd name="T6" fmla="*/ 15 w 69"/>
                                <a:gd name="T7" fmla="*/ 70 h 78"/>
                                <a:gd name="T8" fmla="*/ 31 w 69"/>
                                <a:gd name="T9" fmla="*/ 54 h 78"/>
                                <a:gd name="T10" fmla="*/ 34 w 69"/>
                                <a:gd name="T11" fmla="*/ 54 h 78"/>
                                <a:gd name="T12" fmla="*/ 34 w 69"/>
                                <a:gd name="T13" fmla="*/ 50 h 78"/>
                                <a:gd name="T14" fmla="*/ 38 w 69"/>
                                <a:gd name="T15" fmla="*/ 50 h 78"/>
                                <a:gd name="T16" fmla="*/ 38 w 69"/>
                                <a:gd name="T17" fmla="*/ 47 h 78"/>
                                <a:gd name="T18" fmla="*/ 41 w 69"/>
                                <a:gd name="T19" fmla="*/ 47 h 78"/>
                                <a:gd name="T20" fmla="*/ 41 w 69"/>
                                <a:gd name="T21" fmla="*/ 42 h 78"/>
                                <a:gd name="T22" fmla="*/ 49 w 69"/>
                                <a:gd name="T23" fmla="*/ 34 h 78"/>
                                <a:gd name="T24" fmla="*/ 49 w 69"/>
                                <a:gd name="T25" fmla="*/ 31 h 78"/>
                                <a:gd name="T26" fmla="*/ 54 w 69"/>
                                <a:gd name="T27" fmla="*/ 31 h 78"/>
                                <a:gd name="T28" fmla="*/ 54 w 69"/>
                                <a:gd name="T29" fmla="*/ 27 h 78"/>
                                <a:gd name="T30" fmla="*/ 57 w 69"/>
                                <a:gd name="T31" fmla="*/ 24 h 78"/>
                                <a:gd name="T32" fmla="*/ 57 w 69"/>
                                <a:gd name="T33" fmla="*/ 19 h 78"/>
                                <a:gd name="T34" fmla="*/ 61 w 69"/>
                                <a:gd name="T35" fmla="*/ 19 h 78"/>
                                <a:gd name="T36" fmla="*/ 61 w 69"/>
                                <a:gd name="T37" fmla="*/ 11 h 78"/>
                                <a:gd name="T38" fmla="*/ 69 w 69"/>
                                <a:gd name="T39" fmla="*/ 3 h 78"/>
                                <a:gd name="T40" fmla="*/ 69 w 69"/>
                                <a:gd name="T41" fmla="*/ 0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9" h="78">
                                  <a:moveTo>
                                    <a:pt x="0" y="78"/>
                                  </a:moveTo>
                                  <a:lnTo>
                                    <a:pt x="3" y="78"/>
                                  </a:lnTo>
                                  <a:lnTo>
                                    <a:pt x="11" y="70"/>
                                  </a:lnTo>
                                  <a:lnTo>
                                    <a:pt x="15" y="70"/>
                                  </a:lnTo>
                                  <a:lnTo>
                                    <a:pt x="31" y="54"/>
                                  </a:lnTo>
                                  <a:lnTo>
                                    <a:pt x="34" y="54"/>
                                  </a:lnTo>
                                  <a:lnTo>
                                    <a:pt x="34" y="50"/>
                                  </a:lnTo>
                                  <a:lnTo>
                                    <a:pt x="38" y="50"/>
                                  </a:lnTo>
                                  <a:lnTo>
                                    <a:pt x="38" y="47"/>
                                  </a:lnTo>
                                  <a:lnTo>
                                    <a:pt x="41" y="47"/>
                                  </a:lnTo>
                                  <a:lnTo>
                                    <a:pt x="41" y="42"/>
                                  </a:lnTo>
                                  <a:lnTo>
                                    <a:pt x="49" y="34"/>
                                  </a:lnTo>
                                  <a:lnTo>
                                    <a:pt x="49" y="31"/>
                                  </a:lnTo>
                                  <a:lnTo>
                                    <a:pt x="54" y="31"/>
                                  </a:lnTo>
                                  <a:lnTo>
                                    <a:pt x="54" y="27"/>
                                  </a:lnTo>
                                  <a:lnTo>
                                    <a:pt x="57" y="24"/>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 name="Freeform 723"/>
                          <wps:cNvSpPr>
                            <a:spLocks/>
                          </wps:cNvSpPr>
                          <wps:spPr bwMode="auto">
                            <a:xfrm>
                              <a:off x="2825" y="5000"/>
                              <a:ext cx="73" cy="23"/>
                            </a:xfrm>
                            <a:custGeom>
                              <a:avLst/>
                              <a:gdLst>
                                <a:gd name="T0" fmla="*/ 0 w 147"/>
                                <a:gd name="T1" fmla="*/ 46 h 46"/>
                                <a:gd name="T2" fmla="*/ 16 w 147"/>
                                <a:gd name="T3" fmla="*/ 46 h 46"/>
                                <a:gd name="T4" fmla="*/ 19 w 147"/>
                                <a:gd name="T5" fmla="*/ 41 h 46"/>
                                <a:gd name="T6" fmla="*/ 39 w 147"/>
                                <a:gd name="T7" fmla="*/ 41 h 46"/>
                                <a:gd name="T8" fmla="*/ 46 w 147"/>
                                <a:gd name="T9" fmla="*/ 38 h 46"/>
                                <a:gd name="T10" fmla="*/ 57 w 147"/>
                                <a:gd name="T11" fmla="*/ 38 h 46"/>
                                <a:gd name="T12" fmla="*/ 65 w 147"/>
                                <a:gd name="T13" fmla="*/ 34 h 46"/>
                                <a:gd name="T14" fmla="*/ 73 w 147"/>
                                <a:gd name="T15" fmla="*/ 34 h 46"/>
                                <a:gd name="T16" fmla="*/ 77 w 147"/>
                                <a:gd name="T17" fmla="*/ 30 h 46"/>
                                <a:gd name="T18" fmla="*/ 80 w 147"/>
                                <a:gd name="T19" fmla="*/ 30 h 46"/>
                                <a:gd name="T20" fmla="*/ 85 w 147"/>
                                <a:gd name="T21" fmla="*/ 26 h 46"/>
                                <a:gd name="T22" fmla="*/ 96 w 147"/>
                                <a:gd name="T23" fmla="*/ 26 h 46"/>
                                <a:gd name="T24" fmla="*/ 100 w 147"/>
                                <a:gd name="T25" fmla="*/ 23 h 46"/>
                                <a:gd name="T26" fmla="*/ 104 w 147"/>
                                <a:gd name="T27" fmla="*/ 23 h 46"/>
                                <a:gd name="T28" fmla="*/ 108 w 147"/>
                                <a:gd name="T29" fmla="*/ 18 h 46"/>
                                <a:gd name="T30" fmla="*/ 111 w 147"/>
                                <a:gd name="T31" fmla="*/ 18 h 46"/>
                                <a:gd name="T32" fmla="*/ 119 w 147"/>
                                <a:gd name="T33" fmla="*/ 15 h 46"/>
                                <a:gd name="T34" fmla="*/ 124 w 147"/>
                                <a:gd name="T35" fmla="*/ 15 h 46"/>
                                <a:gd name="T36" fmla="*/ 131 w 147"/>
                                <a:gd name="T37" fmla="*/ 7 h 46"/>
                                <a:gd name="T38" fmla="*/ 134 w 147"/>
                                <a:gd name="T39" fmla="*/ 7 h 46"/>
                                <a:gd name="T40" fmla="*/ 139 w 147"/>
                                <a:gd name="T41" fmla="*/ 3 h 46"/>
                                <a:gd name="T42" fmla="*/ 142 w 147"/>
                                <a:gd name="T43" fmla="*/ 3 h 46"/>
                                <a:gd name="T44" fmla="*/ 147 w 147"/>
                                <a:gd name="T45"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47" h="46">
                                  <a:moveTo>
                                    <a:pt x="0" y="46"/>
                                  </a:moveTo>
                                  <a:lnTo>
                                    <a:pt x="16" y="46"/>
                                  </a:lnTo>
                                  <a:lnTo>
                                    <a:pt x="19" y="41"/>
                                  </a:lnTo>
                                  <a:lnTo>
                                    <a:pt x="39" y="41"/>
                                  </a:lnTo>
                                  <a:lnTo>
                                    <a:pt x="46" y="38"/>
                                  </a:lnTo>
                                  <a:lnTo>
                                    <a:pt x="57" y="38"/>
                                  </a:lnTo>
                                  <a:lnTo>
                                    <a:pt x="65" y="34"/>
                                  </a:lnTo>
                                  <a:lnTo>
                                    <a:pt x="73" y="34"/>
                                  </a:lnTo>
                                  <a:lnTo>
                                    <a:pt x="77" y="30"/>
                                  </a:lnTo>
                                  <a:lnTo>
                                    <a:pt x="80" y="30"/>
                                  </a:lnTo>
                                  <a:lnTo>
                                    <a:pt x="85" y="26"/>
                                  </a:lnTo>
                                  <a:lnTo>
                                    <a:pt x="96" y="26"/>
                                  </a:lnTo>
                                  <a:lnTo>
                                    <a:pt x="100" y="23"/>
                                  </a:lnTo>
                                  <a:lnTo>
                                    <a:pt x="104" y="23"/>
                                  </a:lnTo>
                                  <a:lnTo>
                                    <a:pt x="108" y="18"/>
                                  </a:lnTo>
                                  <a:lnTo>
                                    <a:pt x="111" y="18"/>
                                  </a:lnTo>
                                  <a:lnTo>
                                    <a:pt x="119" y="15"/>
                                  </a:lnTo>
                                  <a:lnTo>
                                    <a:pt x="124" y="15"/>
                                  </a:lnTo>
                                  <a:lnTo>
                                    <a:pt x="131" y="7"/>
                                  </a:lnTo>
                                  <a:lnTo>
                                    <a:pt x="134" y="7"/>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7" name="Freeform 724"/>
                          <wps:cNvSpPr>
                            <a:spLocks/>
                          </wps:cNvSpPr>
                          <wps:spPr bwMode="auto">
                            <a:xfrm>
                              <a:off x="2741" y="5020"/>
                              <a:ext cx="84" cy="3"/>
                            </a:xfrm>
                            <a:custGeom>
                              <a:avLst/>
                              <a:gdLst>
                                <a:gd name="T0" fmla="*/ 0 w 167"/>
                                <a:gd name="T1" fmla="*/ 0 h 8"/>
                                <a:gd name="T2" fmla="*/ 23 w 167"/>
                                <a:gd name="T3" fmla="*/ 0 h 8"/>
                                <a:gd name="T4" fmla="*/ 28 w 167"/>
                                <a:gd name="T5" fmla="*/ 3 h 8"/>
                                <a:gd name="T6" fmla="*/ 78 w 167"/>
                                <a:gd name="T7" fmla="*/ 3 h 8"/>
                                <a:gd name="T8" fmla="*/ 82 w 167"/>
                                <a:gd name="T9" fmla="*/ 8 h 8"/>
                                <a:gd name="T10" fmla="*/ 136 w 167"/>
                                <a:gd name="T11" fmla="*/ 8 h 8"/>
                                <a:gd name="T12" fmla="*/ 139 w 167"/>
                                <a:gd name="T13" fmla="*/ 3 h 8"/>
                                <a:gd name="T14" fmla="*/ 167 w 167"/>
                                <a:gd name="T15" fmla="*/ 3 h 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7" h="8">
                                  <a:moveTo>
                                    <a:pt x="0" y="0"/>
                                  </a:moveTo>
                                  <a:lnTo>
                                    <a:pt x="23" y="0"/>
                                  </a:lnTo>
                                  <a:lnTo>
                                    <a:pt x="28" y="3"/>
                                  </a:lnTo>
                                  <a:lnTo>
                                    <a:pt x="78" y="3"/>
                                  </a:lnTo>
                                  <a:lnTo>
                                    <a:pt x="82" y="8"/>
                                  </a:lnTo>
                                  <a:lnTo>
                                    <a:pt x="136" y="8"/>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8" name="Freeform 725"/>
                          <wps:cNvSpPr>
                            <a:spLocks/>
                          </wps:cNvSpPr>
                          <wps:spPr bwMode="auto">
                            <a:xfrm>
                              <a:off x="2641" y="4990"/>
                              <a:ext cx="100" cy="30"/>
                            </a:xfrm>
                            <a:custGeom>
                              <a:avLst/>
                              <a:gdLst>
                                <a:gd name="T0" fmla="*/ 0 w 200"/>
                                <a:gd name="T1" fmla="*/ 0 h 58"/>
                                <a:gd name="T2" fmla="*/ 12 w 200"/>
                                <a:gd name="T3" fmla="*/ 4 h 58"/>
                                <a:gd name="T4" fmla="*/ 27 w 200"/>
                                <a:gd name="T5" fmla="*/ 12 h 58"/>
                                <a:gd name="T6" fmla="*/ 35 w 200"/>
                                <a:gd name="T7" fmla="*/ 15 h 58"/>
                                <a:gd name="T8" fmla="*/ 46 w 200"/>
                                <a:gd name="T9" fmla="*/ 20 h 58"/>
                                <a:gd name="T10" fmla="*/ 54 w 200"/>
                                <a:gd name="T11" fmla="*/ 23 h 58"/>
                                <a:gd name="T12" fmla="*/ 61 w 200"/>
                                <a:gd name="T13" fmla="*/ 27 h 58"/>
                                <a:gd name="T14" fmla="*/ 66 w 200"/>
                                <a:gd name="T15" fmla="*/ 27 h 58"/>
                                <a:gd name="T16" fmla="*/ 74 w 200"/>
                                <a:gd name="T17" fmla="*/ 30 h 58"/>
                                <a:gd name="T18" fmla="*/ 77 w 200"/>
                                <a:gd name="T19" fmla="*/ 35 h 58"/>
                                <a:gd name="T20" fmla="*/ 81 w 200"/>
                                <a:gd name="T21" fmla="*/ 35 h 58"/>
                                <a:gd name="T22" fmla="*/ 85 w 200"/>
                                <a:gd name="T23" fmla="*/ 38 h 58"/>
                                <a:gd name="T24" fmla="*/ 92 w 200"/>
                                <a:gd name="T25" fmla="*/ 38 h 58"/>
                                <a:gd name="T26" fmla="*/ 92 w 200"/>
                                <a:gd name="T27" fmla="*/ 43 h 58"/>
                                <a:gd name="T28" fmla="*/ 105 w 200"/>
                                <a:gd name="T29" fmla="*/ 43 h 58"/>
                                <a:gd name="T30" fmla="*/ 108 w 200"/>
                                <a:gd name="T31" fmla="*/ 46 h 58"/>
                                <a:gd name="T32" fmla="*/ 135 w 200"/>
                                <a:gd name="T33" fmla="*/ 46 h 58"/>
                                <a:gd name="T34" fmla="*/ 143 w 200"/>
                                <a:gd name="T35" fmla="*/ 50 h 58"/>
                                <a:gd name="T36" fmla="*/ 162 w 200"/>
                                <a:gd name="T37" fmla="*/ 50 h 58"/>
                                <a:gd name="T38" fmla="*/ 174 w 200"/>
                                <a:gd name="T39" fmla="*/ 54 h 58"/>
                                <a:gd name="T40" fmla="*/ 185 w 200"/>
                                <a:gd name="T41" fmla="*/ 54 h 58"/>
                                <a:gd name="T42" fmla="*/ 200 w 200"/>
                                <a:gd name="T43"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00" h="58">
                                  <a:moveTo>
                                    <a:pt x="0" y="0"/>
                                  </a:moveTo>
                                  <a:lnTo>
                                    <a:pt x="12" y="4"/>
                                  </a:lnTo>
                                  <a:lnTo>
                                    <a:pt x="27" y="12"/>
                                  </a:lnTo>
                                  <a:lnTo>
                                    <a:pt x="35" y="15"/>
                                  </a:lnTo>
                                  <a:lnTo>
                                    <a:pt x="46" y="20"/>
                                  </a:lnTo>
                                  <a:lnTo>
                                    <a:pt x="54" y="23"/>
                                  </a:lnTo>
                                  <a:lnTo>
                                    <a:pt x="61" y="27"/>
                                  </a:lnTo>
                                  <a:lnTo>
                                    <a:pt x="66" y="27"/>
                                  </a:lnTo>
                                  <a:lnTo>
                                    <a:pt x="74" y="30"/>
                                  </a:lnTo>
                                  <a:lnTo>
                                    <a:pt x="77" y="35"/>
                                  </a:lnTo>
                                  <a:lnTo>
                                    <a:pt x="81" y="35"/>
                                  </a:lnTo>
                                  <a:lnTo>
                                    <a:pt x="85" y="38"/>
                                  </a:lnTo>
                                  <a:lnTo>
                                    <a:pt x="92" y="38"/>
                                  </a:lnTo>
                                  <a:lnTo>
                                    <a:pt x="92" y="43"/>
                                  </a:lnTo>
                                  <a:lnTo>
                                    <a:pt x="105" y="43"/>
                                  </a:lnTo>
                                  <a:lnTo>
                                    <a:pt x="108" y="46"/>
                                  </a:lnTo>
                                  <a:lnTo>
                                    <a:pt x="135" y="46"/>
                                  </a:lnTo>
                                  <a:lnTo>
                                    <a:pt x="143" y="50"/>
                                  </a:lnTo>
                                  <a:lnTo>
                                    <a:pt x="162" y="50"/>
                                  </a:lnTo>
                                  <a:lnTo>
                                    <a:pt x="174" y="54"/>
                                  </a:lnTo>
                                  <a:lnTo>
                                    <a:pt x="185" y="54"/>
                                  </a:lnTo>
                                  <a:lnTo>
                                    <a:pt x="200" y="5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9" name="Freeform 726"/>
                          <wps:cNvSpPr>
                            <a:spLocks/>
                          </wps:cNvSpPr>
                          <wps:spPr bwMode="auto">
                            <a:xfrm>
                              <a:off x="2551" y="4940"/>
                              <a:ext cx="90" cy="50"/>
                            </a:xfrm>
                            <a:custGeom>
                              <a:avLst/>
                              <a:gdLst>
                                <a:gd name="T0" fmla="*/ 0 w 179"/>
                                <a:gd name="T1" fmla="*/ 0 h 101"/>
                                <a:gd name="T2" fmla="*/ 3 w 179"/>
                                <a:gd name="T3" fmla="*/ 5 h 101"/>
                                <a:gd name="T4" fmla="*/ 10 w 179"/>
                                <a:gd name="T5" fmla="*/ 8 h 101"/>
                                <a:gd name="T6" fmla="*/ 15 w 179"/>
                                <a:gd name="T7" fmla="*/ 13 h 101"/>
                                <a:gd name="T8" fmla="*/ 23 w 179"/>
                                <a:gd name="T9" fmla="*/ 16 h 101"/>
                                <a:gd name="T10" fmla="*/ 30 w 179"/>
                                <a:gd name="T11" fmla="*/ 23 h 101"/>
                                <a:gd name="T12" fmla="*/ 38 w 179"/>
                                <a:gd name="T13" fmla="*/ 28 h 101"/>
                                <a:gd name="T14" fmla="*/ 41 w 179"/>
                                <a:gd name="T15" fmla="*/ 31 h 101"/>
                                <a:gd name="T16" fmla="*/ 49 w 179"/>
                                <a:gd name="T17" fmla="*/ 36 h 101"/>
                                <a:gd name="T18" fmla="*/ 54 w 179"/>
                                <a:gd name="T19" fmla="*/ 36 h 101"/>
                                <a:gd name="T20" fmla="*/ 61 w 179"/>
                                <a:gd name="T21" fmla="*/ 39 h 101"/>
                                <a:gd name="T22" fmla="*/ 69 w 179"/>
                                <a:gd name="T23" fmla="*/ 46 h 101"/>
                                <a:gd name="T24" fmla="*/ 77 w 179"/>
                                <a:gd name="T25" fmla="*/ 51 h 101"/>
                                <a:gd name="T26" fmla="*/ 80 w 179"/>
                                <a:gd name="T27" fmla="*/ 54 h 101"/>
                                <a:gd name="T28" fmla="*/ 86 w 179"/>
                                <a:gd name="T29" fmla="*/ 59 h 101"/>
                                <a:gd name="T30" fmla="*/ 91 w 179"/>
                                <a:gd name="T31" fmla="*/ 59 h 101"/>
                                <a:gd name="T32" fmla="*/ 98 w 179"/>
                                <a:gd name="T33" fmla="*/ 62 h 101"/>
                                <a:gd name="T34" fmla="*/ 101 w 179"/>
                                <a:gd name="T35" fmla="*/ 67 h 101"/>
                                <a:gd name="T36" fmla="*/ 109 w 179"/>
                                <a:gd name="T37" fmla="*/ 70 h 101"/>
                                <a:gd name="T38" fmla="*/ 114 w 179"/>
                                <a:gd name="T39" fmla="*/ 70 h 101"/>
                                <a:gd name="T40" fmla="*/ 122 w 179"/>
                                <a:gd name="T41" fmla="*/ 74 h 101"/>
                                <a:gd name="T42" fmla="*/ 125 w 179"/>
                                <a:gd name="T43" fmla="*/ 77 h 101"/>
                                <a:gd name="T44" fmla="*/ 132 w 179"/>
                                <a:gd name="T45" fmla="*/ 82 h 101"/>
                                <a:gd name="T46" fmla="*/ 137 w 179"/>
                                <a:gd name="T47" fmla="*/ 82 h 101"/>
                                <a:gd name="T48" fmla="*/ 145 w 179"/>
                                <a:gd name="T49" fmla="*/ 85 h 101"/>
                                <a:gd name="T50" fmla="*/ 148 w 179"/>
                                <a:gd name="T51" fmla="*/ 90 h 101"/>
                                <a:gd name="T52" fmla="*/ 155 w 179"/>
                                <a:gd name="T53" fmla="*/ 90 h 101"/>
                                <a:gd name="T54" fmla="*/ 160 w 179"/>
                                <a:gd name="T55" fmla="*/ 93 h 101"/>
                                <a:gd name="T56" fmla="*/ 168 w 179"/>
                                <a:gd name="T57" fmla="*/ 97 h 101"/>
                                <a:gd name="T58" fmla="*/ 171 w 179"/>
                                <a:gd name="T59" fmla="*/ 97 h 101"/>
                                <a:gd name="T60" fmla="*/ 179 w 179"/>
                                <a:gd name="T61" fmla="*/ 10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9" h="101">
                                  <a:moveTo>
                                    <a:pt x="0" y="0"/>
                                  </a:moveTo>
                                  <a:lnTo>
                                    <a:pt x="3" y="5"/>
                                  </a:lnTo>
                                  <a:lnTo>
                                    <a:pt x="10" y="8"/>
                                  </a:lnTo>
                                  <a:lnTo>
                                    <a:pt x="15" y="13"/>
                                  </a:lnTo>
                                  <a:lnTo>
                                    <a:pt x="23" y="16"/>
                                  </a:lnTo>
                                  <a:lnTo>
                                    <a:pt x="30" y="23"/>
                                  </a:lnTo>
                                  <a:lnTo>
                                    <a:pt x="38" y="28"/>
                                  </a:lnTo>
                                  <a:lnTo>
                                    <a:pt x="41" y="31"/>
                                  </a:lnTo>
                                  <a:lnTo>
                                    <a:pt x="49" y="36"/>
                                  </a:lnTo>
                                  <a:lnTo>
                                    <a:pt x="54" y="36"/>
                                  </a:lnTo>
                                  <a:lnTo>
                                    <a:pt x="61" y="39"/>
                                  </a:lnTo>
                                  <a:lnTo>
                                    <a:pt x="69" y="46"/>
                                  </a:lnTo>
                                  <a:lnTo>
                                    <a:pt x="77" y="51"/>
                                  </a:lnTo>
                                  <a:lnTo>
                                    <a:pt x="80" y="54"/>
                                  </a:lnTo>
                                  <a:lnTo>
                                    <a:pt x="86" y="59"/>
                                  </a:lnTo>
                                  <a:lnTo>
                                    <a:pt x="91" y="59"/>
                                  </a:lnTo>
                                  <a:lnTo>
                                    <a:pt x="98" y="62"/>
                                  </a:lnTo>
                                  <a:lnTo>
                                    <a:pt x="101" y="67"/>
                                  </a:lnTo>
                                  <a:lnTo>
                                    <a:pt x="109" y="70"/>
                                  </a:lnTo>
                                  <a:lnTo>
                                    <a:pt x="114" y="70"/>
                                  </a:lnTo>
                                  <a:lnTo>
                                    <a:pt x="122" y="74"/>
                                  </a:lnTo>
                                  <a:lnTo>
                                    <a:pt x="125" y="77"/>
                                  </a:lnTo>
                                  <a:lnTo>
                                    <a:pt x="132" y="82"/>
                                  </a:lnTo>
                                  <a:lnTo>
                                    <a:pt x="137" y="82"/>
                                  </a:lnTo>
                                  <a:lnTo>
                                    <a:pt x="145" y="85"/>
                                  </a:lnTo>
                                  <a:lnTo>
                                    <a:pt x="148" y="90"/>
                                  </a:lnTo>
                                  <a:lnTo>
                                    <a:pt x="155" y="90"/>
                                  </a:lnTo>
                                  <a:lnTo>
                                    <a:pt x="160" y="93"/>
                                  </a:lnTo>
                                  <a:lnTo>
                                    <a:pt x="168" y="97"/>
                                  </a:lnTo>
                                  <a:lnTo>
                                    <a:pt x="171" y="97"/>
                                  </a:lnTo>
                                  <a:lnTo>
                                    <a:pt x="179" y="10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0" name="Freeform 727"/>
                          <wps:cNvSpPr>
                            <a:spLocks/>
                          </wps:cNvSpPr>
                          <wps:spPr bwMode="auto">
                            <a:xfrm>
                              <a:off x="2490" y="4885"/>
                              <a:ext cx="61" cy="57"/>
                            </a:xfrm>
                            <a:custGeom>
                              <a:avLst/>
                              <a:gdLst>
                                <a:gd name="T0" fmla="*/ 0 w 124"/>
                                <a:gd name="T1" fmla="*/ 0 h 116"/>
                                <a:gd name="T2" fmla="*/ 11 w 124"/>
                                <a:gd name="T3" fmla="*/ 11 h 116"/>
                                <a:gd name="T4" fmla="*/ 11 w 124"/>
                                <a:gd name="T5" fmla="*/ 15 h 116"/>
                                <a:gd name="T6" fmla="*/ 15 w 124"/>
                                <a:gd name="T7" fmla="*/ 19 h 116"/>
                                <a:gd name="T8" fmla="*/ 19 w 124"/>
                                <a:gd name="T9" fmla="*/ 26 h 116"/>
                                <a:gd name="T10" fmla="*/ 57 w 124"/>
                                <a:gd name="T11" fmla="*/ 65 h 116"/>
                                <a:gd name="T12" fmla="*/ 62 w 124"/>
                                <a:gd name="T13" fmla="*/ 65 h 116"/>
                                <a:gd name="T14" fmla="*/ 88 w 124"/>
                                <a:gd name="T15" fmla="*/ 93 h 116"/>
                                <a:gd name="T16" fmla="*/ 93 w 124"/>
                                <a:gd name="T17" fmla="*/ 93 h 116"/>
                                <a:gd name="T18" fmla="*/ 100 w 124"/>
                                <a:gd name="T19" fmla="*/ 100 h 116"/>
                                <a:gd name="T20" fmla="*/ 108 w 124"/>
                                <a:gd name="T21" fmla="*/ 103 h 116"/>
                                <a:gd name="T22" fmla="*/ 111 w 124"/>
                                <a:gd name="T23" fmla="*/ 108 h 116"/>
                                <a:gd name="T24" fmla="*/ 116 w 124"/>
                                <a:gd name="T25" fmla="*/ 108 h 116"/>
                                <a:gd name="T26" fmla="*/ 124 w 124"/>
                                <a:gd name="T27" fmla="*/ 116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4" h="116">
                                  <a:moveTo>
                                    <a:pt x="0" y="0"/>
                                  </a:moveTo>
                                  <a:lnTo>
                                    <a:pt x="11" y="11"/>
                                  </a:lnTo>
                                  <a:lnTo>
                                    <a:pt x="11" y="15"/>
                                  </a:lnTo>
                                  <a:lnTo>
                                    <a:pt x="15" y="19"/>
                                  </a:lnTo>
                                  <a:lnTo>
                                    <a:pt x="19" y="26"/>
                                  </a:lnTo>
                                  <a:lnTo>
                                    <a:pt x="57" y="65"/>
                                  </a:lnTo>
                                  <a:lnTo>
                                    <a:pt x="62" y="65"/>
                                  </a:lnTo>
                                  <a:lnTo>
                                    <a:pt x="88" y="93"/>
                                  </a:lnTo>
                                  <a:lnTo>
                                    <a:pt x="93" y="93"/>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1" name="Freeform 728"/>
                          <wps:cNvSpPr>
                            <a:spLocks/>
                          </wps:cNvSpPr>
                          <wps:spPr bwMode="auto">
                            <a:xfrm>
                              <a:off x="2455" y="4816"/>
                              <a:ext cx="35" cy="66"/>
                            </a:xfrm>
                            <a:custGeom>
                              <a:avLst/>
                              <a:gdLst>
                                <a:gd name="T0" fmla="*/ 0 w 69"/>
                                <a:gd name="T1" fmla="*/ 0 h 132"/>
                                <a:gd name="T2" fmla="*/ 0 w 69"/>
                                <a:gd name="T3" fmla="*/ 3 h 132"/>
                                <a:gd name="T4" fmla="*/ 3 w 69"/>
                                <a:gd name="T5" fmla="*/ 10 h 132"/>
                                <a:gd name="T6" fmla="*/ 3 w 69"/>
                                <a:gd name="T7" fmla="*/ 15 h 132"/>
                                <a:gd name="T8" fmla="*/ 7 w 69"/>
                                <a:gd name="T9" fmla="*/ 18 h 132"/>
                                <a:gd name="T10" fmla="*/ 7 w 69"/>
                                <a:gd name="T11" fmla="*/ 30 h 132"/>
                                <a:gd name="T12" fmla="*/ 10 w 69"/>
                                <a:gd name="T13" fmla="*/ 34 h 132"/>
                                <a:gd name="T14" fmla="*/ 10 w 69"/>
                                <a:gd name="T15" fmla="*/ 38 h 132"/>
                                <a:gd name="T16" fmla="*/ 15 w 69"/>
                                <a:gd name="T17" fmla="*/ 41 h 132"/>
                                <a:gd name="T18" fmla="*/ 15 w 69"/>
                                <a:gd name="T19" fmla="*/ 49 h 132"/>
                                <a:gd name="T20" fmla="*/ 18 w 69"/>
                                <a:gd name="T21" fmla="*/ 57 h 132"/>
                                <a:gd name="T22" fmla="*/ 18 w 69"/>
                                <a:gd name="T23" fmla="*/ 61 h 132"/>
                                <a:gd name="T24" fmla="*/ 23 w 69"/>
                                <a:gd name="T25" fmla="*/ 64 h 132"/>
                                <a:gd name="T26" fmla="*/ 23 w 69"/>
                                <a:gd name="T27" fmla="*/ 69 h 132"/>
                                <a:gd name="T28" fmla="*/ 26 w 69"/>
                                <a:gd name="T29" fmla="*/ 72 h 132"/>
                                <a:gd name="T30" fmla="*/ 26 w 69"/>
                                <a:gd name="T31" fmla="*/ 77 h 132"/>
                                <a:gd name="T32" fmla="*/ 30 w 69"/>
                                <a:gd name="T33" fmla="*/ 80 h 132"/>
                                <a:gd name="T34" fmla="*/ 30 w 69"/>
                                <a:gd name="T35" fmla="*/ 83 h 132"/>
                                <a:gd name="T36" fmla="*/ 38 w 69"/>
                                <a:gd name="T37" fmla="*/ 91 h 132"/>
                                <a:gd name="T38" fmla="*/ 38 w 69"/>
                                <a:gd name="T39" fmla="*/ 94 h 132"/>
                                <a:gd name="T40" fmla="*/ 46 w 69"/>
                                <a:gd name="T41" fmla="*/ 101 h 132"/>
                                <a:gd name="T42" fmla="*/ 46 w 69"/>
                                <a:gd name="T43" fmla="*/ 106 h 132"/>
                                <a:gd name="T44" fmla="*/ 57 w 69"/>
                                <a:gd name="T45" fmla="*/ 117 h 132"/>
                                <a:gd name="T46" fmla="*/ 57 w 69"/>
                                <a:gd name="T47" fmla="*/ 122 h 132"/>
                                <a:gd name="T48" fmla="*/ 69 w 69"/>
                                <a:gd name="T49" fmla="*/ 132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9" h="132">
                                  <a:moveTo>
                                    <a:pt x="0" y="0"/>
                                  </a:moveTo>
                                  <a:lnTo>
                                    <a:pt x="0" y="3"/>
                                  </a:lnTo>
                                  <a:lnTo>
                                    <a:pt x="3" y="10"/>
                                  </a:lnTo>
                                  <a:lnTo>
                                    <a:pt x="3" y="15"/>
                                  </a:lnTo>
                                  <a:lnTo>
                                    <a:pt x="7" y="18"/>
                                  </a:lnTo>
                                  <a:lnTo>
                                    <a:pt x="7" y="30"/>
                                  </a:lnTo>
                                  <a:lnTo>
                                    <a:pt x="10" y="34"/>
                                  </a:lnTo>
                                  <a:lnTo>
                                    <a:pt x="10" y="38"/>
                                  </a:lnTo>
                                  <a:lnTo>
                                    <a:pt x="15" y="41"/>
                                  </a:lnTo>
                                  <a:lnTo>
                                    <a:pt x="15" y="49"/>
                                  </a:lnTo>
                                  <a:lnTo>
                                    <a:pt x="18" y="57"/>
                                  </a:lnTo>
                                  <a:lnTo>
                                    <a:pt x="18" y="61"/>
                                  </a:lnTo>
                                  <a:lnTo>
                                    <a:pt x="23" y="64"/>
                                  </a:lnTo>
                                  <a:lnTo>
                                    <a:pt x="23" y="69"/>
                                  </a:lnTo>
                                  <a:lnTo>
                                    <a:pt x="26" y="72"/>
                                  </a:lnTo>
                                  <a:lnTo>
                                    <a:pt x="26" y="77"/>
                                  </a:lnTo>
                                  <a:lnTo>
                                    <a:pt x="30" y="80"/>
                                  </a:lnTo>
                                  <a:lnTo>
                                    <a:pt x="30" y="83"/>
                                  </a:lnTo>
                                  <a:lnTo>
                                    <a:pt x="38" y="91"/>
                                  </a:lnTo>
                                  <a:lnTo>
                                    <a:pt x="38" y="94"/>
                                  </a:lnTo>
                                  <a:lnTo>
                                    <a:pt x="46" y="101"/>
                                  </a:lnTo>
                                  <a:lnTo>
                                    <a:pt x="46" y="106"/>
                                  </a:lnTo>
                                  <a:lnTo>
                                    <a:pt x="57" y="117"/>
                                  </a:lnTo>
                                  <a:lnTo>
                                    <a:pt x="57" y="122"/>
                                  </a:lnTo>
                                  <a:lnTo>
                                    <a:pt x="69" y="1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2" name="Freeform 729"/>
                          <wps:cNvSpPr>
                            <a:spLocks/>
                          </wps:cNvSpPr>
                          <wps:spPr bwMode="auto">
                            <a:xfrm>
                              <a:off x="2451" y="4804"/>
                              <a:ext cx="1" cy="12"/>
                            </a:xfrm>
                            <a:custGeom>
                              <a:avLst/>
                              <a:gdLst>
                                <a:gd name="T0" fmla="*/ 0 w 3"/>
                                <a:gd name="T1" fmla="*/ 0 h 24"/>
                                <a:gd name="T2" fmla="*/ 0 w 3"/>
                                <a:gd name="T3" fmla="*/ 8 h 24"/>
                                <a:gd name="T4" fmla="*/ 3 w 3"/>
                                <a:gd name="T5" fmla="*/ 11 h 24"/>
                                <a:gd name="T6" fmla="*/ 3 w 3"/>
                                <a:gd name="T7" fmla="*/ 24 h 24"/>
                              </a:gdLst>
                              <a:ahLst/>
                              <a:cxnLst>
                                <a:cxn ang="0">
                                  <a:pos x="T0" y="T1"/>
                                </a:cxn>
                                <a:cxn ang="0">
                                  <a:pos x="T2" y="T3"/>
                                </a:cxn>
                                <a:cxn ang="0">
                                  <a:pos x="T4" y="T5"/>
                                </a:cxn>
                                <a:cxn ang="0">
                                  <a:pos x="T6" y="T7"/>
                                </a:cxn>
                              </a:cxnLst>
                              <a:rect l="0" t="0" r="r" b="b"/>
                              <a:pathLst>
                                <a:path w="3" h="24">
                                  <a:moveTo>
                                    <a:pt x="0" y="0"/>
                                  </a:moveTo>
                                  <a:lnTo>
                                    <a:pt x="0" y="8"/>
                                  </a:lnTo>
                                  <a:lnTo>
                                    <a:pt x="3" y="11"/>
                                  </a:lnTo>
                                  <a:lnTo>
                                    <a:pt x="3" y="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3" name="Freeform 730"/>
                          <wps:cNvSpPr>
                            <a:spLocks/>
                          </wps:cNvSpPr>
                          <wps:spPr bwMode="auto">
                            <a:xfrm>
                              <a:off x="2691" y="4143"/>
                              <a:ext cx="33" cy="270"/>
                            </a:xfrm>
                            <a:custGeom>
                              <a:avLst/>
                              <a:gdLst>
                                <a:gd name="T0" fmla="*/ 66 w 66"/>
                                <a:gd name="T1" fmla="*/ 4 h 539"/>
                                <a:gd name="T2" fmla="*/ 62 w 66"/>
                                <a:gd name="T3" fmla="*/ 0 h 539"/>
                                <a:gd name="T4" fmla="*/ 51 w 66"/>
                                <a:gd name="T5" fmla="*/ 0 h 539"/>
                                <a:gd name="T6" fmla="*/ 39 w 66"/>
                                <a:gd name="T7" fmla="*/ 0 h 539"/>
                                <a:gd name="T8" fmla="*/ 31 w 66"/>
                                <a:gd name="T9" fmla="*/ 8 h 539"/>
                                <a:gd name="T10" fmla="*/ 23 w 66"/>
                                <a:gd name="T11" fmla="*/ 20 h 539"/>
                                <a:gd name="T12" fmla="*/ 20 w 66"/>
                                <a:gd name="T13" fmla="*/ 35 h 539"/>
                                <a:gd name="T14" fmla="*/ 12 w 66"/>
                                <a:gd name="T15" fmla="*/ 51 h 539"/>
                                <a:gd name="T16" fmla="*/ 8 w 66"/>
                                <a:gd name="T17" fmla="*/ 82 h 539"/>
                                <a:gd name="T18" fmla="*/ 8 w 66"/>
                                <a:gd name="T19" fmla="*/ 123 h 539"/>
                                <a:gd name="T20" fmla="*/ 5 w 66"/>
                                <a:gd name="T21" fmla="*/ 185 h 539"/>
                                <a:gd name="T22" fmla="*/ 5 w 66"/>
                                <a:gd name="T23" fmla="*/ 268 h 539"/>
                                <a:gd name="T24" fmla="*/ 0 w 66"/>
                                <a:gd name="T25" fmla="*/ 381 h 539"/>
                                <a:gd name="T26" fmla="*/ 0 w 66"/>
                                <a:gd name="T27" fmla="*/ 539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6" h="539">
                                  <a:moveTo>
                                    <a:pt x="66" y="4"/>
                                  </a:moveTo>
                                  <a:lnTo>
                                    <a:pt x="62" y="0"/>
                                  </a:lnTo>
                                  <a:lnTo>
                                    <a:pt x="51" y="0"/>
                                  </a:lnTo>
                                  <a:lnTo>
                                    <a:pt x="39" y="0"/>
                                  </a:lnTo>
                                  <a:lnTo>
                                    <a:pt x="31" y="8"/>
                                  </a:lnTo>
                                  <a:lnTo>
                                    <a:pt x="23" y="20"/>
                                  </a:lnTo>
                                  <a:lnTo>
                                    <a:pt x="20" y="35"/>
                                  </a:lnTo>
                                  <a:lnTo>
                                    <a:pt x="12" y="51"/>
                                  </a:lnTo>
                                  <a:lnTo>
                                    <a:pt x="8" y="82"/>
                                  </a:lnTo>
                                  <a:lnTo>
                                    <a:pt x="8" y="123"/>
                                  </a:lnTo>
                                  <a:lnTo>
                                    <a:pt x="5" y="185"/>
                                  </a:lnTo>
                                  <a:lnTo>
                                    <a:pt x="5" y="268"/>
                                  </a:lnTo>
                                  <a:lnTo>
                                    <a:pt x="0" y="381"/>
                                  </a:lnTo>
                                  <a:lnTo>
                                    <a:pt x="0" y="5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4" name="Freeform 731"/>
                          <wps:cNvSpPr>
                            <a:spLocks/>
                          </wps:cNvSpPr>
                          <wps:spPr bwMode="auto">
                            <a:xfrm>
                              <a:off x="2853" y="2217"/>
                              <a:ext cx="72" cy="71"/>
                            </a:xfrm>
                            <a:custGeom>
                              <a:avLst/>
                              <a:gdLst>
                                <a:gd name="T0" fmla="*/ 144 w 144"/>
                                <a:gd name="T1" fmla="*/ 0 h 142"/>
                                <a:gd name="T2" fmla="*/ 121 w 144"/>
                                <a:gd name="T3" fmla="*/ 0 h 142"/>
                                <a:gd name="T4" fmla="*/ 116 w 144"/>
                                <a:gd name="T5" fmla="*/ 3 h 142"/>
                                <a:gd name="T6" fmla="*/ 108 w 144"/>
                                <a:gd name="T7" fmla="*/ 3 h 142"/>
                                <a:gd name="T8" fmla="*/ 101 w 144"/>
                                <a:gd name="T9" fmla="*/ 8 h 142"/>
                                <a:gd name="T10" fmla="*/ 93 w 144"/>
                                <a:gd name="T11" fmla="*/ 8 h 142"/>
                                <a:gd name="T12" fmla="*/ 90 w 144"/>
                                <a:gd name="T13" fmla="*/ 11 h 142"/>
                                <a:gd name="T14" fmla="*/ 82 w 144"/>
                                <a:gd name="T15" fmla="*/ 16 h 142"/>
                                <a:gd name="T16" fmla="*/ 77 w 144"/>
                                <a:gd name="T17" fmla="*/ 16 h 142"/>
                                <a:gd name="T18" fmla="*/ 70 w 144"/>
                                <a:gd name="T19" fmla="*/ 19 h 142"/>
                                <a:gd name="T20" fmla="*/ 67 w 144"/>
                                <a:gd name="T21" fmla="*/ 23 h 142"/>
                                <a:gd name="T22" fmla="*/ 59 w 144"/>
                                <a:gd name="T23" fmla="*/ 26 h 142"/>
                                <a:gd name="T24" fmla="*/ 54 w 144"/>
                                <a:gd name="T25" fmla="*/ 31 h 142"/>
                                <a:gd name="T26" fmla="*/ 47 w 144"/>
                                <a:gd name="T27" fmla="*/ 34 h 142"/>
                                <a:gd name="T28" fmla="*/ 43 w 144"/>
                                <a:gd name="T29" fmla="*/ 39 h 142"/>
                                <a:gd name="T30" fmla="*/ 39 w 144"/>
                                <a:gd name="T31" fmla="*/ 50 h 142"/>
                                <a:gd name="T32" fmla="*/ 36 w 144"/>
                                <a:gd name="T33" fmla="*/ 54 h 142"/>
                                <a:gd name="T34" fmla="*/ 28 w 144"/>
                                <a:gd name="T35" fmla="*/ 54 h 142"/>
                                <a:gd name="T36" fmla="*/ 23 w 144"/>
                                <a:gd name="T37" fmla="*/ 62 h 142"/>
                                <a:gd name="T38" fmla="*/ 20 w 144"/>
                                <a:gd name="T39" fmla="*/ 65 h 142"/>
                                <a:gd name="T40" fmla="*/ 20 w 144"/>
                                <a:gd name="T41" fmla="*/ 73 h 142"/>
                                <a:gd name="T42" fmla="*/ 16 w 144"/>
                                <a:gd name="T43" fmla="*/ 77 h 142"/>
                                <a:gd name="T44" fmla="*/ 13 w 144"/>
                                <a:gd name="T45" fmla="*/ 85 h 142"/>
                                <a:gd name="T46" fmla="*/ 8 w 144"/>
                                <a:gd name="T47" fmla="*/ 96 h 142"/>
                                <a:gd name="T48" fmla="*/ 8 w 144"/>
                                <a:gd name="T49" fmla="*/ 101 h 142"/>
                                <a:gd name="T50" fmla="*/ 5 w 144"/>
                                <a:gd name="T51" fmla="*/ 108 h 142"/>
                                <a:gd name="T52" fmla="*/ 5 w 144"/>
                                <a:gd name="T53" fmla="*/ 111 h 142"/>
                                <a:gd name="T54" fmla="*/ 0 w 144"/>
                                <a:gd name="T55" fmla="*/ 116 h 142"/>
                                <a:gd name="T56" fmla="*/ 0 w 144"/>
                                <a:gd name="T57" fmla="*/ 142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44" h="142">
                                  <a:moveTo>
                                    <a:pt x="144" y="0"/>
                                  </a:moveTo>
                                  <a:lnTo>
                                    <a:pt x="121" y="0"/>
                                  </a:lnTo>
                                  <a:lnTo>
                                    <a:pt x="116" y="3"/>
                                  </a:lnTo>
                                  <a:lnTo>
                                    <a:pt x="108" y="3"/>
                                  </a:lnTo>
                                  <a:lnTo>
                                    <a:pt x="101" y="8"/>
                                  </a:lnTo>
                                  <a:lnTo>
                                    <a:pt x="93" y="8"/>
                                  </a:lnTo>
                                  <a:lnTo>
                                    <a:pt x="90" y="11"/>
                                  </a:lnTo>
                                  <a:lnTo>
                                    <a:pt x="82" y="16"/>
                                  </a:lnTo>
                                  <a:lnTo>
                                    <a:pt x="77" y="16"/>
                                  </a:lnTo>
                                  <a:lnTo>
                                    <a:pt x="70" y="19"/>
                                  </a:lnTo>
                                  <a:lnTo>
                                    <a:pt x="67" y="23"/>
                                  </a:lnTo>
                                  <a:lnTo>
                                    <a:pt x="59" y="26"/>
                                  </a:lnTo>
                                  <a:lnTo>
                                    <a:pt x="54" y="31"/>
                                  </a:lnTo>
                                  <a:lnTo>
                                    <a:pt x="47" y="34"/>
                                  </a:lnTo>
                                  <a:lnTo>
                                    <a:pt x="43" y="39"/>
                                  </a:lnTo>
                                  <a:lnTo>
                                    <a:pt x="39" y="50"/>
                                  </a:lnTo>
                                  <a:lnTo>
                                    <a:pt x="36" y="54"/>
                                  </a:lnTo>
                                  <a:lnTo>
                                    <a:pt x="28" y="54"/>
                                  </a:lnTo>
                                  <a:lnTo>
                                    <a:pt x="23" y="62"/>
                                  </a:lnTo>
                                  <a:lnTo>
                                    <a:pt x="20" y="65"/>
                                  </a:lnTo>
                                  <a:lnTo>
                                    <a:pt x="20" y="73"/>
                                  </a:lnTo>
                                  <a:lnTo>
                                    <a:pt x="16" y="77"/>
                                  </a:lnTo>
                                  <a:lnTo>
                                    <a:pt x="13" y="85"/>
                                  </a:lnTo>
                                  <a:lnTo>
                                    <a:pt x="8" y="96"/>
                                  </a:lnTo>
                                  <a:lnTo>
                                    <a:pt x="8" y="101"/>
                                  </a:lnTo>
                                  <a:lnTo>
                                    <a:pt x="5" y="108"/>
                                  </a:lnTo>
                                  <a:lnTo>
                                    <a:pt x="5" y="111"/>
                                  </a:lnTo>
                                  <a:lnTo>
                                    <a:pt x="0" y="116"/>
                                  </a:lnTo>
                                  <a:lnTo>
                                    <a:pt x="0" y="1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5" name="Freeform 732"/>
                          <wps:cNvSpPr>
                            <a:spLocks/>
                          </wps:cNvSpPr>
                          <wps:spPr bwMode="auto">
                            <a:xfrm>
                              <a:off x="2594" y="1956"/>
                              <a:ext cx="70" cy="68"/>
                            </a:xfrm>
                            <a:custGeom>
                              <a:avLst/>
                              <a:gdLst>
                                <a:gd name="T0" fmla="*/ 141 w 141"/>
                                <a:gd name="T1" fmla="*/ 0 h 136"/>
                                <a:gd name="T2" fmla="*/ 118 w 141"/>
                                <a:gd name="T3" fmla="*/ 0 h 136"/>
                                <a:gd name="T4" fmla="*/ 115 w 141"/>
                                <a:gd name="T5" fmla="*/ 4 h 136"/>
                                <a:gd name="T6" fmla="*/ 107 w 141"/>
                                <a:gd name="T7" fmla="*/ 4 h 136"/>
                                <a:gd name="T8" fmla="*/ 99 w 141"/>
                                <a:gd name="T9" fmla="*/ 8 h 136"/>
                                <a:gd name="T10" fmla="*/ 92 w 141"/>
                                <a:gd name="T11" fmla="*/ 8 h 136"/>
                                <a:gd name="T12" fmla="*/ 87 w 141"/>
                                <a:gd name="T13" fmla="*/ 12 h 136"/>
                                <a:gd name="T14" fmla="*/ 79 w 141"/>
                                <a:gd name="T15" fmla="*/ 15 h 136"/>
                                <a:gd name="T16" fmla="*/ 76 w 141"/>
                                <a:gd name="T17" fmla="*/ 15 h 136"/>
                                <a:gd name="T18" fmla="*/ 68 w 141"/>
                                <a:gd name="T19" fmla="*/ 20 h 136"/>
                                <a:gd name="T20" fmla="*/ 64 w 141"/>
                                <a:gd name="T21" fmla="*/ 23 h 136"/>
                                <a:gd name="T22" fmla="*/ 56 w 141"/>
                                <a:gd name="T23" fmla="*/ 28 h 136"/>
                                <a:gd name="T24" fmla="*/ 53 w 141"/>
                                <a:gd name="T25" fmla="*/ 31 h 136"/>
                                <a:gd name="T26" fmla="*/ 45 w 141"/>
                                <a:gd name="T27" fmla="*/ 31 h 136"/>
                                <a:gd name="T28" fmla="*/ 41 w 141"/>
                                <a:gd name="T29" fmla="*/ 35 h 136"/>
                                <a:gd name="T30" fmla="*/ 38 w 141"/>
                                <a:gd name="T31" fmla="*/ 46 h 136"/>
                                <a:gd name="T32" fmla="*/ 33 w 141"/>
                                <a:gd name="T33" fmla="*/ 51 h 136"/>
                                <a:gd name="T34" fmla="*/ 25 w 141"/>
                                <a:gd name="T35" fmla="*/ 54 h 136"/>
                                <a:gd name="T36" fmla="*/ 22 w 141"/>
                                <a:gd name="T37" fmla="*/ 62 h 136"/>
                                <a:gd name="T38" fmla="*/ 17 w 141"/>
                                <a:gd name="T39" fmla="*/ 66 h 136"/>
                                <a:gd name="T40" fmla="*/ 17 w 141"/>
                                <a:gd name="T41" fmla="*/ 69 h 136"/>
                                <a:gd name="T42" fmla="*/ 14 w 141"/>
                                <a:gd name="T43" fmla="*/ 74 h 136"/>
                                <a:gd name="T44" fmla="*/ 10 w 141"/>
                                <a:gd name="T45" fmla="*/ 82 h 136"/>
                                <a:gd name="T46" fmla="*/ 7 w 141"/>
                                <a:gd name="T47" fmla="*/ 92 h 136"/>
                                <a:gd name="T48" fmla="*/ 7 w 141"/>
                                <a:gd name="T49" fmla="*/ 97 h 136"/>
                                <a:gd name="T50" fmla="*/ 2 w 141"/>
                                <a:gd name="T51" fmla="*/ 100 h 136"/>
                                <a:gd name="T52" fmla="*/ 2 w 141"/>
                                <a:gd name="T53" fmla="*/ 108 h 136"/>
                                <a:gd name="T54" fmla="*/ 0 w 141"/>
                                <a:gd name="T55" fmla="*/ 113 h 136"/>
                                <a:gd name="T56" fmla="*/ 0 w 141"/>
                                <a:gd name="T57"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41" h="136">
                                  <a:moveTo>
                                    <a:pt x="141" y="0"/>
                                  </a:moveTo>
                                  <a:lnTo>
                                    <a:pt x="118" y="0"/>
                                  </a:lnTo>
                                  <a:lnTo>
                                    <a:pt x="115" y="4"/>
                                  </a:lnTo>
                                  <a:lnTo>
                                    <a:pt x="107" y="4"/>
                                  </a:lnTo>
                                  <a:lnTo>
                                    <a:pt x="99" y="8"/>
                                  </a:lnTo>
                                  <a:lnTo>
                                    <a:pt x="92" y="8"/>
                                  </a:lnTo>
                                  <a:lnTo>
                                    <a:pt x="87" y="12"/>
                                  </a:lnTo>
                                  <a:lnTo>
                                    <a:pt x="79" y="15"/>
                                  </a:lnTo>
                                  <a:lnTo>
                                    <a:pt x="76" y="15"/>
                                  </a:lnTo>
                                  <a:lnTo>
                                    <a:pt x="68" y="20"/>
                                  </a:lnTo>
                                  <a:lnTo>
                                    <a:pt x="64" y="23"/>
                                  </a:lnTo>
                                  <a:lnTo>
                                    <a:pt x="56" y="28"/>
                                  </a:lnTo>
                                  <a:lnTo>
                                    <a:pt x="53" y="31"/>
                                  </a:lnTo>
                                  <a:lnTo>
                                    <a:pt x="45" y="31"/>
                                  </a:lnTo>
                                  <a:lnTo>
                                    <a:pt x="41" y="35"/>
                                  </a:lnTo>
                                  <a:lnTo>
                                    <a:pt x="38" y="46"/>
                                  </a:lnTo>
                                  <a:lnTo>
                                    <a:pt x="33" y="51"/>
                                  </a:lnTo>
                                  <a:lnTo>
                                    <a:pt x="25" y="54"/>
                                  </a:lnTo>
                                  <a:lnTo>
                                    <a:pt x="22" y="62"/>
                                  </a:lnTo>
                                  <a:lnTo>
                                    <a:pt x="17" y="66"/>
                                  </a:lnTo>
                                  <a:lnTo>
                                    <a:pt x="17" y="69"/>
                                  </a:lnTo>
                                  <a:lnTo>
                                    <a:pt x="14" y="74"/>
                                  </a:lnTo>
                                  <a:lnTo>
                                    <a:pt x="10" y="82"/>
                                  </a:lnTo>
                                  <a:lnTo>
                                    <a:pt x="7" y="92"/>
                                  </a:lnTo>
                                  <a:lnTo>
                                    <a:pt x="7" y="97"/>
                                  </a:lnTo>
                                  <a:lnTo>
                                    <a:pt x="2" y="100"/>
                                  </a:lnTo>
                                  <a:lnTo>
                                    <a:pt x="2" y="108"/>
                                  </a:lnTo>
                                  <a:lnTo>
                                    <a:pt x="0" y="113"/>
                                  </a:lnTo>
                                  <a:lnTo>
                                    <a:pt x="0" y="13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6" name="Freeform 733"/>
                          <wps:cNvSpPr>
                            <a:spLocks/>
                          </wps:cNvSpPr>
                          <wps:spPr bwMode="auto">
                            <a:xfrm>
                              <a:off x="2699" y="4173"/>
                              <a:ext cx="37" cy="15"/>
                            </a:xfrm>
                            <a:custGeom>
                              <a:avLst/>
                              <a:gdLst>
                                <a:gd name="T0" fmla="*/ 0 w 75"/>
                                <a:gd name="T1" fmla="*/ 0 h 31"/>
                                <a:gd name="T2" fmla="*/ 0 w 75"/>
                                <a:gd name="T3" fmla="*/ 4 h 31"/>
                                <a:gd name="T4" fmla="*/ 5 w 75"/>
                                <a:gd name="T5" fmla="*/ 8 h 31"/>
                                <a:gd name="T6" fmla="*/ 5 w 75"/>
                                <a:gd name="T7" fmla="*/ 11 h 31"/>
                                <a:gd name="T8" fmla="*/ 16 w 75"/>
                                <a:gd name="T9" fmla="*/ 24 h 31"/>
                                <a:gd name="T10" fmla="*/ 20 w 75"/>
                                <a:gd name="T11" fmla="*/ 24 h 31"/>
                                <a:gd name="T12" fmla="*/ 24 w 75"/>
                                <a:gd name="T13" fmla="*/ 27 h 31"/>
                                <a:gd name="T14" fmla="*/ 28 w 75"/>
                                <a:gd name="T15" fmla="*/ 27 h 31"/>
                                <a:gd name="T16" fmla="*/ 31 w 75"/>
                                <a:gd name="T17" fmla="*/ 31 h 31"/>
                                <a:gd name="T18" fmla="*/ 54 w 75"/>
                                <a:gd name="T19" fmla="*/ 31 h 31"/>
                                <a:gd name="T20" fmla="*/ 59 w 75"/>
                                <a:gd name="T21" fmla="*/ 27 h 31"/>
                                <a:gd name="T22" fmla="*/ 62 w 75"/>
                                <a:gd name="T23" fmla="*/ 27 h 31"/>
                                <a:gd name="T24" fmla="*/ 67 w 75"/>
                                <a:gd name="T25" fmla="*/ 24 h 31"/>
                                <a:gd name="T26" fmla="*/ 70 w 75"/>
                                <a:gd name="T27" fmla="*/ 24 h 31"/>
                                <a:gd name="T28" fmla="*/ 75 w 75"/>
                                <a:gd name="T29" fmla="*/ 19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5" h="31">
                                  <a:moveTo>
                                    <a:pt x="0" y="0"/>
                                  </a:moveTo>
                                  <a:lnTo>
                                    <a:pt x="0" y="4"/>
                                  </a:lnTo>
                                  <a:lnTo>
                                    <a:pt x="5" y="8"/>
                                  </a:lnTo>
                                  <a:lnTo>
                                    <a:pt x="5" y="11"/>
                                  </a:lnTo>
                                  <a:lnTo>
                                    <a:pt x="16" y="24"/>
                                  </a:lnTo>
                                  <a:lnTo>
                                    <a:pt x="20" y="24"/>
                                  </a:lnTo>
                                  <a:lnTo>
                                    <a:pt x="24" y="27"/>
                                  </a:lnTo>
                                  <a:lnTo>
                                    <a:pt x="28" y="27"/>
                                  </a:lnTo>
                                  <a:lnTo>
                                    <a:pt x="31" y="31"/>
                                  </a:lnTo>
                                  <a:lnTo>
                                    <a:pt x="54" y="31"/>
                                  </a:lnTo>
                                  <a:lnTo>
                                    <a:pt x="59" y="27"/>
                                  </a:lnTo>
                                  <a:lnTo>
                                    <a:pt x="62" y="27"/>
                                  </a:lnTo>
                                  <a:lnTo>
                                    <a:pt x="67" y="24"/>
                                  </a:lnTo>
                                  <a:lnTo>
                                    <a:pt x="70" y="24"/>
                                  </a:lnTo>
                                  <a:lnTo>
                                    <a:pt x="75" y="1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7" name="Line 734"/>
                          <wps:cNvCnPr/>
                          <wps:spPr bwMode="auto">
                            <a:xfrm>
                              <a:off x="2845" y="3603"/>
                              <a:ext cx="61" cy="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8" name="Line 735"/>
                          <wps:cNvCnPr/>
                          <wps:spPr bwMode="auto">
                            <a:xfrm>
                              <a:off x="2906" y="3661"/>
                              <a:ext cx="1" cy="3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9" name="Line 736"/>
                          <wps:cNvCnPr/>
                          <wps:spPr bwMode="auto">
                            <a:xfrm>
                              <a:off x="2513" y="3270"/>
                              <a:ext cx="73"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0" name="Line 737"/>
                          <wps:cNvCnPr/>
                          <wps:spPr bwMode="auto">
                            <a:xfrm>
                              <a:off x="2513" y="3270"/>
                              <a:ext cx="1" cy="36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1" name="Line 738"/>
                          <wps:cNvCnPr/>
                          <wps:spPr bwMode="auto">
                            <a:xfrm flipH="1" flipV="1">
                              <a:off x="2594" y="3318"/>
                              <a:ext cx="261"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2" name="Line 739"/>
                          <wps:cNvCnPr/>
                          <wps:spPr bwMode="auto">
                            <a:xfrm>
                              <a:off x="2513" y="3638"/>
                              <a:ext cx="393" cy="3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3" name="Line 740"/>
                          <wps:cNvCnPr/>
                          <wps:spPr bwMode="auto">
                            <a:xfrm flipH="1" flipV="1">
                              <a:off x="2513" y="3638"/>
                              <a:ext cx="184" cy="5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4" name="Line 741"/>
                          <wps:cNvCnPr/>
                          <wps:spPr bwMode="auto">
                            <a:xfrm flipH="1">
                              <a:off x="2736" y="4030"/>
                              <a:ext cx="170" cy="1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5" name="Line 742"/>
                          <wps:cNvCnPr/>
                          <wps:spPr bwMode="auto">
                            <a:xfrm flipV="1">
                              <a:off x="2803" y="3580"/>
                              <a:ext cx="52" cy="1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6" name="Line 743"/>
                          <wps:cNvCnPr/>
                          <wps:spPr bwMode="auto">
                            <a:xfrm flipH="1" flipV="1">
                              <a:off x="2855" y="3580"/>
                              <a:ext cx="54" cy="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7" name="Line 744"/>
                          <wps:cNvCnPr/>
                          <wps:spPr bwMode="auto">
                            <a:xfrm flipH="1" flipV="1">
                              <a:off x="2803" y="3706"/>
                              <a:ext cx="52" cy="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8" name="Line 745"/>
                          <wps:cNvCnPr/>
                          <wps:spPr bwMode="auto">
                            <a:xfrm flipV="1">
                              <a:off x="2890" y="3601"/>
                              <a:ext cx="19"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9" name="Line 746"/>
                          <wps:cNvCnPr/>
                          <wps:spPr bwMode="auto">
                            <a:xfrm>
                              <a:off x="2813" y="3685"/>
                              <a:ext cx="42" cy="4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0" name="Line 747"/>
                          <wps:cNvCnPr/>
                          <wps:spPr bwMode="auto">
                            <a:xfrm>
                              <a:off x="2541" y="3445"/>
                              <a:ext cx="262"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1" name="Line 748"/>
                          <wps:cNvCnPr/>
                          <wps:spPr bwMode="auto">
                            <a:xfrm flipV="1">
                              <a:off x="2541" y="3318"/>
                              <a:ext cx="53" cy="1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2" name="Line 749"/>
                          <wps:cNvCnPr/>
                          <wps:spPr bwMode="auto">
                            <a:xfrm>
                              <a:off x="2452" y="4324"/>
                              <a:ext cx="1" cy="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3" name="Line 750"/>
                          <wps:cNvCnPr/>
                          <wps:spPr bwMode="auto">
                            <a:xfrm>
                              <a:off x="2938" y="4463"/>
                              <a:ext cx="1" cy="4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4" name="Line 751"/>
                          <wps:cNvCnPr/>
                          <wps:spPr bwMode="auto">
                            <a:xfrm>
                              <a:off x="2594" y="2026"/>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5" name="Line 752"/>
                          <wps:cNvCnPr/>
                          <wps:spPr bwMode="auto">
                            <a:xfrm flipH="1" flipV="1">
                              <a:off x="2597" y="1840"/>
                              <a:ext cx="98"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6" name="Line 753"/>
                          <wps:cNvCnPr/>
                          <wps:spPr bwMode="auto">
                            <a:xfrm flipH="1" flipV="1">
                              <a:off x="2499" y="1939"/>
                              <a:ext cx="95" cy="9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57" name="Line 754"/>
                          <wps:cNvCnPr/>
                          <wps:spPr bwMode="auto">
                            <a:xfrm flipH="1">
                              <a:off x="86" y="373"/>
                              <a:ext cx="262" cy="262"/>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58" name="Freeform 755"/>
                          <wps:cNvSpPr>
                            <a:spLocks/>
                          </wps:cNvSpPr>
                          <wps:spPr bwMode="auto">
                            <a:xfrm>
                              <a:off x="3144" y="500"/>
                              <a:ext cx="339" cy="1183"/>
                            </a:xfrm>
                            <a:custGeom>
                              <a:avLst/>
                              <a:gdLst>
                                <a:gd name="T0" fmla="*/ 16 w 678"/>
                                <a:gd name="T1" fmla="*/ 0 h 2367"/>
                                <a:gd name="T2" fmla="*/ 16 w 678"/>
                                <a:gd name="T3" fmla="*/ 39 h 2367"/>
                                <a:gd name="T4" fmla="*/ 11 w 678"/>
                                <a:gd name="T5" fmla="*/ 50 h 2367"/>
                                <a:gd name="T6" fmla="*/ 11 w 678"/>
                                <a:gd name="T7" fmla="*/ 116 h 2367"/>
                                <a:gd name="T8" fmla="*/ 8 w 678"/>
                                <a:gd name="T9" fmla="*/ 132 h 2367"/>
                                <a:gd name="T10" fmla="*/ 8 w 678"/>
                                <a:gd name="T11" fmla="*/ 189 h 2367"/>
                                <a:gd name="T12" fmla="*/ 3 w 678"/>
                                <a:gd name="T13" fmla="*/ 204 h 2367"/>
                                <a:gd name="T14" fmla="*/ 3 w 678"/>
                                <a:gd name="T15" fmla="*/ 271 h 2367"/>
                                <a:gd name="T16" fmla="*/ 0 w 678"/>
                                <a:gd name="T17" fmla="*/ 281 h 2367"/>
                                <a:gd name="T18" fmla="*/ 0 w 678"/>
                                <a:gd name="T19" fmla="*/ 390 h 2367"/>
                                <a:gd name="T20" fmla="*/ 3 w 678"/>
                                <a:gd name="T21" fmla="*/ 457 h 2367"/>
                                <a:gd name="T22" fmla="*/ 8 w 678"/>
                                <a:gd name="T23" fmla="*/ 527 h 2367"/>
                                <a:gd name="T24" fmla="*/ 11 w 678"/>
                                <a:gd name="T25" fmla="*/ 593 h 2367"/>
                                <a:gd name="T26" fmla="*/ 19 w 678"/>
                                <a:gd name="T27" fmla="*/ 663 h 2367"/>
                                <a:gd name="T28" fmla="*/ 23 w 678"/>
                                <a:gd name="T29" fmla="*/ 732 h 2367"/>
                                <a:gd name="T30" fmla="*/ 34 w 678"/>
                                <a:gd name="T31" fmla="*/ 797 h 2367"/>
                                <a:gd name="T32" fmla="*/ 42 w 678"/>
                                <a:gd name="T33" fmla="*/ 867 h 2367"/>
                                <a:gd name="T34" fmla="*/ 54 w 678"/>
                                <a:gd name="T35" fmla="*/ 936 h 2367"/>
                                <a:gd name="T36" fmla="*/ 70 w 678"/>
                                <a:gd name="T37" fmla="*/ 1001 h 2367"/>
                                <a:gd name="T38" fmla="*/ 85 w 678"/>
                                <a:gd name="T39" fmla="*/ 1066 h 2367"/>
                                <a:gd name="T40" fmla="*/ 101 w 678"/>
                                <a:gd name="T41" fmla="*/ 1135 h 2367"/>
                                <a:gd name="T42" fmla="*/ 116 w 678"/>
                                <a:gd name="T43" fmla="*/ 1202 h 2367"/>
                                <a:gd name="T44" fmla="*/ 135 w 678"/>
                                <a:gd name="T45" fmla="*/ 1266 h 2367"/>
                                <a:gd name="T46" fmla="*/ 155 w 678"/>
                                <a:gd name="T47" fmla="*/ 1333 h 2367"/>
                                <a:gd name="T48" fmla="*/ 173 w 678"/>
                                <a:gd name="T49" fmla="*/ 1395 h 2367"/>
                                <a:gd name="T50" fmla="*/ 196 w 678"/>
                                <a:gd name="T51" fmla="*/ 1464 h 2367"/>
                                <a:gd name="T52" fmla="*/ 219 w 678"/>
                                <a:gd name="T53" fmla="*/ 1529 h 2367"/>
                                <a:gd name="T54" fmla="*/ 243 w 678"/>
                                <a:gd name="T55" fmla="*/ 1589 h 2367"/>
                                <a:gd name="T56" fmla="*/ 270 w 678"/>
                                <a:gd name="T57" fmla="*/ 1656 h 2367"/>
                                <a:gd name="T58" fmla="*/ 295 w 678"/>
                                <a:gd name="T59" fmla="*/ 1717 h 2367"/>
                                <a:gd name="T60" fmla="*/ 326 w 678"/>
                                <a:gd name="T61" fmla="*/ 1774 h 2367"/>
                                <a:gd name="T62" fmla="*/ 354 w 678"/>
                                <a:gd name="T63" fmla="*/ 1841 h 2367"/>
                                <a:gd name="T64" fmla="*/ 385 w 678"/>
                                <a:gd name="T65" fmla="*/ 1898 h 2367"/>
                                <a:gd name="T66" fmla="*/ 419 w 678"/>
                                <a:gd name="T67" fmla="*/ 1964 h 2367"/>
                                <a:gd name="T68" fmla="*/ 450 w 678"/>
                                <a:gd name="T69" fmla="*/ 2021 h 2367"/>
                                <a:gd name="T70" fmla="*/ 485 w 678"/>
                                <a:gd name="T71" fmla="*/ 2083 h 2367"/>
                                <a:gd name="T72" fmla="*/ 524 w 678"/>
                                <a:gd name="T73" fmla="*/ 2142 h 2367"/>
                                <a:gd name="T74" fmla="*/ 558 w 678"/>
                                <a:gd name="T75" fmla="*/ 2197 h 2367"/>
                                <a:gd name="T76" fmla="*/ 596 w 678"/>
                                <a:gd name="T77" fmla="*/ 2259 h 2367"/>
                                <a:gd name="T78" fmla="*/ 635 w 678"/>
                                <a:gd name="T79" fmla="*/ 2310 h 2367"/>
                                <a:gd name="T80" fmla="*/ 678 w 678"/>
                                <a:gd name="T81" fmla="*/ 2367 h 2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78" h="2367">
                                  <a:moveTo>
                                    <a:pt x="16" y="0"/>
                                  </a:moveTo>
                                  <a:lnTo>
                                    <a:pt x="16" y="39"/>
                                  </a:lnTo>
                                  <a:lnTo>
                                    <a:pt x="11" y="50"/>
                                  </a:lnTo>
                                  <a:lnTo>
                                    <a:pt x="11" y="116"/>
                                  </a:lnTo>
                                  <a:lnTo>
                                    <a:pt x="8" y="132"/>
                                  </a:lnTo>
                                  <a:lnTo>
                                    <a:pt x="8" y="189"/>
                                  </a:lnTo>
                                  <a:lnTo>
                                    <a:pt x="3" y="204"/>
                                  </a:lnTo>
                                  <a:lnTo>
                                    <a:pt x="3" y="271"/>
                                  </a:lnTo>
                                  <a:lnTo>
                                    <a:pt x="0" y="281"/>
                                  </a:lnTo>
                                  <a:lnTo>
                                    <a:pt x="0" y="390"/>
                                  </a:lnTo>
                                  <a:lnTo>
                                    <a:pt x="3" y="457"/>
                                  </a:lnTo>
                                  <a:lnTo>
                                    <a:pt x="8" y="527"/>
                                  </a:lnTo>
                                  <a:lnTo>
                                    <a:pt x="11" y="593"/>
                                  </a:lnTo>
                                  <a:lnTo>
                                    <a:pt x="19" y="663"/>
                                  </a:lnTo>
                                  <a:lnTo>
                                    <a:pt x="23" y="732"/>
                                  </a:lnTo>
                                  <a:lnTo>
                                    <a:pt x="34" y="797"/>
                                  </a:lnTo>
                                  <a:lnTo>
                                    <a:pt x="42" y="867"/>
                                  </a:lnTo>
                                  <a:lnTo>
                                    <a:pt x="54" y="936"/>
                                  </a:lnTo>
                                  <a:lnTo>
                                    <a:pt x="70" y="1001"/>
                                  </a:lnTo>
                                  <a:lnTo>
                                    <a:pt x="85" y="1066"/>
                                  </a:lnTo>
                                  <a:lnTo>
                                    <a:pt x="101" y="1135"/>
                                  </a:lnTo>
                                  <a:lnTo>
                                    <a:pt x="116" y="1202"/>
                                  </a:lnTo>
                                  <a:lnTo>
                                    <a:pt x="135" y="1266"/>
                                  </a:lnTo>
                                  <a:lnTo>
                                    <a:pt x="155" y="1333"/>
                                  </a:lnTo>
                                  <a:lnTo>
                                    <a:pt x="173" y="1395"/>
                                  </a:lnTo>
                                  <a:lnTo>
                                    <a:pt x="196" y="1464"/>
                                  </a:lnTo>
                                  <a:lnTo>
                                    <a:pt x="219" y="1529"/>
                                  </a:lnTo>
                                  <a:lnTo>
                                    <a:pt x="243" y="1589"/>
                                  </a:lnTo>
                                  <a:lnTo>
                                    <a:pt x="270" y="1656"/>
                                  </a:lnTo>
                                  <a:lnTo>
                                    <a:pt x="295" y="1717"/>
                                  </a:lnTo>
                                  <a:lnTo>
                                    <a:pt x="326" y="1774"/>
                                  </a:lnTo>
                                  <a:lnTo>
                                    <a:pt x="354" y="1841"/>
                                  </a:lnTo>
                                  <a:lnTo>
                                    <a:pt x="385" y="1898"/>
                                  </a:lnTo>
                                  <a:lnTo>
                                    <a:pt x="419" y="1964"/>
                                  </a:lnTo>
                                  <a:lnTo>
                                    <a:pt x="450" y="2021"/>
                                  </a:lnTo>
                                  <a:lnTo>
                                    <a:pt x="485" y="2083"/>
                                  </a:lnTo>
                                  <a:lnTo>
                                    <a:pt x="524" y="2142"/>
                                  </a:lnTo>
                                  <a:lnTo>
                                    <a:pt x="558" y="2197"/>
                                  </a:lnTo>
                                  <a:lnTo>
                                    <a:pt x="596" y="2259"/>
                                  </a:lnTo>
                                  <a:lnTo>
                                    <a:pt x="635" y="2310"/>
                                  </a:lnTo>
                                  <a:lnTo>
                                    <a:pt x="678" y="236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9" name="Freeform 756"/>
                          <wps:cNvSpPr>
                            <a:spLocks/>
                          </wps:cNvSpPr>
                          <wps:spPr bwMode="auto">
                            <a:xfrm>
                              <a:off x="3094" y="500"/>
                              <a:ext cx="116" cy="117"/>
                            </a:xfrm>
                            <a:custGeom>
                              <a:avLst/>
                              <a:gdLst>
                                <a:gd name="T0" fmla="*/ 231 w 231"/>
                                <a:gd name="T1" fmla="*/ 235 h 235"/>
                                <a:gd name="T2" fmla="*/ 119 w 231"/>
                                <a:gd name="T3" fmla="*/ 0 h 235"/>
                                <a:gd name="T4" fmla="*/ 0 w 231"/>
                                <a:gd name="T5" fmla="*/ 232 h 235"/>
                                <a:gd name="T6" fmla="*/ 116 w 231"/>
                                <a:gd name="T7" fmla="*/ 116 h 235"/>
                                <a:gd name="T8" fmla="*/ 231 w 231"/>
                                <a:gd name="T9" fmla="*/ 235 h 235"/>
                              </a:gdLst>
                              <a:ahLst/>
                              <a:cxnLst>
                                <a:cxn ang="0">
                                  <a:pos x="T0" y="T1"/>
                                </a:cxn>
                                <a:cxn ang="0">
                                  <a:pos x="T2" y="T3"/>
                                </a:cxn>
                                <a:cxn ang="0">
                                  <a:pos x="T4" y="T5"/>
                                </a:cxn>
                                <a:cxn ang="0">
                                  <a:pos x="T6" y="T7"/>
                                </a:cxn>
                                <a:cxn ang="0">
                                  <a:pos x="T8" y="T9"/>
                                </a:cxn>
                              </a:cxnLst>
                              <a:rect l="0" t="0" r="r" b="b"/>
                              <a:pathLst>
                                <a:path w="231" h="235">
                                  <a:moveTo>
                                    <a:pt x="231" y="235"/>
                                  </a:moveTo>
                                  <a:lnTo>
                                    <a:pt x="119" y="0"/>
                                  </a:lnTo>
                                  <a:lnTo>
                                    <a:pt x="0" y="232"/>
                                  </a:lnTo>
                                  <a:lnTo>
                                    <a:pt x="116" y="116"/>
                                  </a:lnTo>
                                  <a:lnTo>
                                    <a:pt x="231" y="23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60" name="Freeform 757"/>
                          <wps:cNvSpPr>
                            <a:spLocks/>
                          </wps:cNvSpPr>
                          <wps:spPr bwMode="auto">
                            <a:xfrm>
                              <a:off x="3371" y="1551"/>
                              <a:ext cx="110" cy="128"/>
                            </a:xfrm>
                            <a:custGeom>
                              <a:avLst/>
                              <a:gdLst>
                                <a:gd name="T0" fmla="*/ 193 w 219"/>
                                <a:gd name="T1" fmla="*/ 0 h 257"/>
                                <a:gd name="T2" fmla="*/ 219 w 219"/>
                                <a:gd name="T3" fmla="*/ 257 h 257"/>
                                <a:gd name="T4" fmla="*/ 0 w 219"/>
                                <a:gd name="T5" fmla="*/ 122 h 257"/>
                                <a:gd name="T6" fmla="*/ 158 w 219"/>
                                <a:gd name="T7" fmla="*/ 156 h 257"/>
                                <a:gd name="T8" fmla="*/ 193 w 219"/>
                                <a:gd name="T9" fmla="*/ 0 h 257"/>
                              </a:gdLst>
                              <a:ahLst/>
                              <a:cxnLst>
                                <a:cxn ang="0">
                                  <a:pos x="T0" y="T1"/>
                                </a:cxn>
                                <a:cxn ang="0">
                                  <a:pos x="T2" y="T3"/>
                                </a:cxn>
                                <a:cxn ang="0">
                                  <a:pos x="T4" y="T5"/>
                                </a:cxn>
                                <a:cxn ang="0">
                                  <a:pos x="T6" y="T7"/>
                                </a:cxn>
                                <a:cxn ang="0">
                                  <a:pos x="T8" y="T9"/>
                                </a:cxn>
                              </a:cxnLst>
                              <a:rect l="0" t="0" r="r" b="b"/>
                              <a:pathLst>
                                <a:path w="219" h="257">
                                  <a:moveTo>
                                    <a:pt x="193" y="0"/>
                                  </a:moveTo>
                                  <a:lnTo>
                                    <a:pt x="219" y="257"/>
                                  </a:lnTo>
                                  <a:lnTo>
                                    <a:pt x="0" y="122"/>
                                  </a:lnTo>
                                  <a:lnTo>
                                    <a:pt x="158" y="156"/>
                                  </a:lnTo>
                                  <a:lnTo>
                                    <a:pt x="19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61" name="Freeform 758"/>
                          <wps:cNvSpPr>
                            <a:spLocks/>
                          </wps:cNvSpPr>
                          <wps:spPr bwMode="auto">
                            <a:xfrm>
                              <a:off x="2757" y="2097"/>
                              <a:ext cx="1" cy="1"/>
                            </a:xfrm>
                            <a:custGeom>
                              <a:avLst/>
                              <a:gdLst>
                                <a:gd name="T0" fmla="*/ 1 h 1"/>
                                <a:gd name="T1" fmla="*/ 0 h 1"/>
                                <a:gd name="T2" fmla="*/ 1 h 1"/>
                              </a:gdLst>
                              <a:ahLst/>
                              <a:cxnLst>
                                <a:cxn ang="0">
                                  <a:pos x="0" y="T0"/>
                                </a:cxn>
                                <a:cxn ang="0">
                                  <a:pos x="0" y="T1"/>
                                </a:cxn>
                                <a:cxn ang="0">
                                  <a:pos x="0" y="T2"/>
                                </a:cxn>
                              </a:cxnLst>
                              <a:rect l="0" t="0" r="r" b="b"/>
                              <a:pathLst>
                                <a:path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62" name="Freeform 759"/>
                          <wps:cNvSpPr>
                            <a:spLocks/>
                          </wps:cNvSpPr>
                          <wps:spPr bwMode="auto">
                            <a:xfrm>
                              <a:off x="5594" y="470"/>
                              <a:ext cx="1" cy="1"/>
                            </a:xfrm>
                            <a:custGeom>
                              <a:avLst/>
                              <a:gdLst>
                                <a:gd name="T0" fmla="*/ 0 h 1"/>
                                <a:gd name="T1" fmla="*/ 1 h 1"/>
                                <a:gd name="T2" fmla="*/ 0 h 1"/>
                              </a:gdLst>
                              <a:ahLst/>
                              <a:cxnLst>
                                <a:cxn ang="0">
                                  <a:pos x="0" y="T0"/>
                                </a:cxn>
                                <a:cxn ang="0">
                                  <a:pos x="0" y="T1"/>
                                </a:cxn>
                                <a:cxn ang="0">
                                  <a:pos x="0" y="T2"/>
                                </a:cxn>
                              </a:cxnLst>
                              <a:rect l="0" t="0" r="r" b="b"/>
                              <a:pathLst>
                                <a:path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763" name="Line 760"/>
                          <wps:cNvCnPr/>
                          <wps:spPr bwMode="auto">
                            <a:xfrm flipV="1">
                              <a:off x="2757" y="20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4" name="Line 761"/>
                          <wps:cNvCnPr/>
                          <wps:spPr bwMode="auto">
                            <a:xfrm flipV="1">
                              <a:off x="2767" y="208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5" name="Line 762"/>
                          <wps:cNvCnPr/>
                          <wps:spPr bwMode="auto">
                            <a:xfrm flipV="1">
                              <a:off x="2778" y="20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6" name="Line 763"/>
                          <wps:cNvCnPr/>
                          <wps:spPr bwMode="auto">
                            <a:xfrm flipV="1">
                              <a:off x="2789" y="20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7" name="Line 764"/>
                          <wps:cNvCnPr/>
                          <wps:spPr bwMode="auto">
                            <a:xfrm flipV="1">
                              <a:off x="2800" y="2070"/>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8" name="Line 765"/>
                          <wps:cNvCnPr/>
                          <wps:spPr bwMode="auto">
                            <a:xfrm flipV="1">
                              <a:off x="2810" y="20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9" name="Line 766"/>
                          <wps:cNvCnPr/>
                          <wps:spPr bwMode="auto">
                            <a:xfrm flipV="1">
                              <a:off x="2821" y="20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0" name="Line 767"/>
                          <wps:cNvCnPr/>
                          <wps:spPr bwMode="auto">
                            <a:xfrm flipV="1">
                              <a:off x="2831" y="205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1" name="Line 768"/>
                          <wps:cNvCnPr/>
                          <wps:spPr bwMode="auto">
                            <a:xfrm flipV="1">
                              <a:off x="2842" y="20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2" name="Line 769"/>
                          <wps:cNvCnPr/>
                          <wps:spPr bwMode="auto">
                            <a:xfrm flipV="1">
                              <a:off x="2853" y="20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3" name="Line 770"/>
                          <wps:cNvCnPr/>
                          <wps:spPr bwMode="auto">
                            <a:xfrm flipV="1">
                              <a:off x="2864" y="20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4" name="Line 771"/>
                          <wps:cNvCnPr/>
                          <wps:spPr bwMode="auto">
                            <a:xfrm flipV="1">
                              <a:off x="2875" y="20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5" name="Line 772"/>
                          <wps:cNvCnPr/>
                          <wps:spPr bwMode="auto">
                            <a:xfrm flipV="1">
                              <a:off x="2886" y="20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6" name="Line 773"/>
                          <wps:cNvCnPr/>
                          <wps:spPr bwMode="auto">
                            <a:xfrm flipV="1">
                              <a:off x="2896" y="20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7" name="Line 774"/>
                          <wps:cNvCnPr/>
                          <wps:spPr bwMode="auto">
                            <a:xfrm flipV="1">
                              <a:off x="2906" y="20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8" name="Line 775"/>
                          <wps:cNvCnPr/>
                          <wps:spPr bwMode="auto">
                            <a:xfrm flipV="1">
                              <a:off x="2917" y="20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9" name="Line 776"/>
                          <wps:cNvCnPr/>
                          <wps:spPr bwMode="auto">
                            <a:xfrm flipV="1">
                              <a:off x="2928" y="199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0" name="Line 777"/>
                          <wps:cNvCnPr/>
                          <wps:spPr bwMode="auto">
                            <a:xfrm flipV="1">
                              <a:off x="2939" y="19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1" name="Line 778"/>
                          <wps:cNvCnPr/>
                          <wps:spPr bwMode="auto">
                            <a:xfrm flipV="1">
                              <a:off x="2950" y="19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2" name="Line 779"/>
                          <wps:cNvCnPr/>
                          <wps:spPr bwMode="auto">
                            <a:xfrm flipV="1">
                              <a:off x="2960" y="197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3" name="Line 780"/>
                          <wps:cNvCnPr/>
                          <wps:spPr bwMode="auto">
                            <a:xfrm flipV="1">
                              <a:off x="2971" y="19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4" name="Line 781"/>
                          <wps:cNvCnPr/>
                          <wps:spPr bwMode="auto">
                            <a:xfrm flipV="1">
                              <a:off x="2982" y="19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5" name="Line 782"/>
                          <wps:cNvCnPr/>
                          <wps:spPr bwMode="auto">
                            <a:xfrm flipV="1">
                              <a:off x="2992" y="196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6" name="Line 783"/>
                          <wps:cNvCnPr/>
                          <wps:spPr bwMode="auto">
                            <a:xfrm flipV="1">
                              <a:off x="3003" y="195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7" name="Line 784"/>
                          <wps:cNvCnPr/>
                          <wps:spPr bwMode="auto">
                            <a:xfrm flipV="1">
                              <a:off x="3014" y="19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8" name="Line 785"/>
                          <wps:cNvCnPr/>
                          <wps:spPr bwMode="auto">
                            <a:xfrm flipV="1">
                              <a:off x="3024" y="194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9" name="Line 786"/>
                          <wps:cNvCnPr/>
                          <wps:spPr bwMode="auto">
                            <a:xfrm flipV="1">
                              <a:off x="3035" y="19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0" name="Line 787"/>
                          <wps:cNvCnPr/>
                          <wps:spPr bwMode="auto">
                            <a:xfrm flipV="1">
                              <a:off x="3046" y="19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1" name="Line 788"/>
                          <wps:cNvCnPr/>
                          <wps:spPr bwMode="auto">
                            <a:xfrm flipV="1">
                              <a:off x="3057" y="192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2" name="Line 789"/>
                          <wps:cNvCnPr/>
                          <wps:spPr bwMode="auto">
                            <a:xfrm flipV="1">
                              <a:off x="3068" y="1916"/>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3" name="Line 790"/>
                          <wps:cNvCnPr/>
                          <wps:spPr bwMode="auto">
                            <a:xfrm flipV="1">
                              <a:off x="3078" y="19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4" name="Line 791"/>
                          <wps:cNvCnPr/>
                          <wps:spPr bwMode="auto">
                            <a:xfrm flipV="1">
                              <a:off x="3089" y="19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5" name="Line 792"/>
                          <wps:cNvCnPr/>
                          <wps:spPr bwMode="auto">
                            <a:xfrm flipV="1">
                              <a:off x="3099" y="18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6" name="Line 793"/>
                          <wps:cNvCnPr/>
                          <wps:spPr bwMode="auto">
                            <a:xfrm flipV="1">
                              <a:off x="3110" y="18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7" name="Line 794"/>
                          <wps:cNvCnPr/>
                          <wps:spPr bwMode="auto">
                            <a:xfrm flipV="1">
                              <a:off x="3121" y="188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8" name="Line 795"/>
                          <wps:cNvCnPr/>
                          <wps:spPr bwMode="auto">
                            <a:xfrm flipV="1">
                              <a:off x="3132" y="18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9" name="Line 796"/>
                          <wps:cNvCnPr/>
                          <wps:spPr bwMode="auto">
                            <a:xfrm flipV="1">
                              <a:off x="3143" y="18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0" name="Line 797"/>
                          <wps:cNvCnPr/>
                          <wps:spPr bwMode="auto">
                            <a:xfrm flipV="1">
                              <a:off x="3153" y="186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1" name="Line 798"/>
                          <wps:cNvCnPr/>
                          <wps:spPr bwMode="auto">
                            <a:xfrm flipV="1">
                              <a:off x="3163" y="18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2" name="Line 799"/>
                          <wps:cNvCnPr/>
                          <wps:spPr bwMode="auto">
                            <a:xfrm flipV="1">
                              <a:off x="3174" y="185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3" name="Line 800"/>
                          <wps:cNvCnPr/>
                          <wps:spPr bwMode="auto">
                            <a:xfrm flipV="1">
                              <a:off x="3185" y="18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4" name="Line 801"/>
                          <wps:cNvCnPr/>
                          <wps:spPr bwMode="auto">
                            <a:xfrm flipV="1">
                              <a:off x="3196" y="18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5" name="Line 802"/>
                          <wps:cNvCnPr/>
                          <wps:spPr bwMode="auto">
                            <a:xfrm flipV="1">
                              <a:off x="3207" y="18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6" name="Line 803"/>
                          <wps:cNvCnPr/>
                          <wps:spPr bwMode="auto">
                            <a:xfrm flipV="1">
                              <a:off x="3217" y="183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7" name="Line 804"/>
                          <wps:cNvCnPr/>
                          <wps:spPr bwMode="auto">
                            <a:xfrm flipV="1">
                              <a:off x="3228" y="1824"/>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8" name="Line 805"/>
                          <wps:cNvCnPr/>
                          <wps:spPr bwMode="auto">
                            <a:xfrm flipV="1">
                              <a:off x="3239" y="18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9" name="Line 806"/>
                          <wps:cNvCnPr/>
                          <wps:spPr bwMode="auto">
                            <a:xfrm flipV="1">
                              <a:off x="3250" y="181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0" name="Line 807"/>
                          <wps:cNvCnPr/>
                          <wps:spPr bwMode="auto">
                            <a:xfrm flipV="1">
                              <a:off x="3260" y="18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1" name="Line 808"/>
                          <wps:cNvCnPr/>
                          <wps:spPr bwMode="auto">
                            <a:xfrm flipV="1">
                              <a:off x="3271" y="18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2" name="Line 809"/>
                          <wps:cNvCnPr/>
                          <wps:spPr bwMode="auto">
                            <a:xfrm flipV="1">
                              <a:off x="3282" y="179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3" name="Line 810"/>
                          <wps:cNvCnPr/>
                          <wps:spPr bwMode="auto">
                            <a:xfrm flipV="1">
                              <a:off x="3292" y="178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4" name="Line 811"/>
                          <wps:cNvCnPr/>
                          <wps:spPr bwMode="auto">
                            <a:xfrm flipV="1">
                              <a:off x="3303" y="17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5" name="Line 812"/>
                          <wps:cNvCnPr/>
                          <wps:spPr bwMode="auto">
                            <a:xfrm flipV="1">
                              <a:off x="3314" y="177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6" name="Line 813"/>
                          <wps:cNvCnPr/>
                          <wps:spPr bwMode="auto">
                            <a:xfrm flipV="1">
                              <a:off x="3325" y="17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7" name="Line 814"/>
                          <wps:cNvCnPr/>
                          <wps:spPr bwMode="auto">
                            <a:xfrm flipV="1">
                              <a:off x="3336" y="17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8" name="Line 815"/>
                          <wps:cNvCnPr/>
                          <wps:spPr bwMode="auto">
                            <a:xfrm flipV="1">
                              <a:off x="3346" y="1756"/>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9" name="Line 816"/>
                          <wps:cNvCnPr/>
                          <wps:spPr bwMode="auto">
                            <a:xfrm flipV="1">
                              <a:off x="3356" y="17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0" name="Line 817"/>
                          <wps:cNvCnPr/>
                          <wps:spPr bwMode="auto">
                            <a:xfrm flipV="1">
                              <a:off x="3367" y="17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1" name="Line 818"/>
                          <wps:cNvCnPr/>
                          <wps:spPr bwMode="auto">
                            <a:xfrm flipV="1">
                              <a:off x="3378" y="173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2" name="Line 819"/>
                          <wps:cNvCnPr/>
                          <wps:spPr bwMode="auto">
                            <a:xfrm flipV="1">
                              <a:off x="3389" y="17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3" name="Line 820"/>
                          <wps:cNvCnPr/>
                          <wps:spPr bwMode="auto">
                            <a:xfrm flipV="1">
                              <a:off x="3400" y="172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4" name="Line 821"/>
                          <wps:cNvCnPr/>
                          <wps:spPr bwMode="auto">
                            <a:xfrm flipV="1">
                              <a:off x="3410" y="171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5" name="Line 822"/>
                          <wps:cNvCnPr/>
                          <wps:spPr bwMode="auto">
                            <a:xfrm flipV="1">
                              <a:off x="3421" y="17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6" name="Line 823"/>
                          <wps:cNvCnPr/>
                          <wps:spPr bwMode="auto">
                            <a:xfrm flipV="1">
                              <a:off x="3431" y="17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7" name="Line 824"/>
                          <wps:cNvCnPr/>
                          <wps:spPr bwMode="auto">
                            <a:xfrm flipV="1">
                              <a:off x="3442" y="17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8" name="Line 825"/>
                          <wps:cNvCnPr/>
                          <wps:spPr bwMode="auto">
                            <a:xfrm flipV="1">
                              <a:off x="3453" y="16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9" name="Line 826"/>
                          <wps:cNvCnPr/>
                          <wps:spPr bwMode="auto">
                            <a:xfrm flipV="1">
                              <a:off x="3464" y="16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0" name="Line 827"/>
                          <wps:cNvCnPr/>
                          <wps:spPr bwMode="auto">
                            <a:xfrm flipV="1">
                              <a:off x="3475" y="16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1" name="Line 828"/>
                          <wps:cNvCnPr/>
                          <wps:spPr bwMode="auto">
                            <a:xfrm flipV="1">
                              <a:off x="3485" y="167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2" name="Line 829"/>
                          <wps:cNvCnPr/>
                          <wps:spPr bwMode="auto">
                            <a:xfrm flipV="1">
                              <a:off x="3496" y="16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3" name="Line 830"/>
                          <wps:cNvCnPr/>
                          <wps:spPr bwMode="auto">
                            <a:xfrm flipV="1">
                              <a:off x="3507" y="166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4" name="Line 831"/>
                          <wps:cNvCnPr/>
                          <wps:spPr bwMode="auto">
                            <a:xfrm flipV="1">
                              <a:off x="3518" y="1658"/>
                              <a:ext cx="4"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5" name="Line 832"/>
                          <wps:cNvCnPr/>
                          <wps:spPr bwMode="auto">
                            <a:xfrm flipV="1">
                              <a:off x="3528" y="16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6" name="Line 833"/>
                          <wps:cNvCnPr/>
                          <wps:spPr bwMode="auto">
                            <a:xfrm flipV="1">
                              <a:off x="3539" y="16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7" name="Line 834"/>
                          <wps:cNvCnPr/>
                          <wps:spPr bwMode="auto">
                            <a:xfrm flipV="1">
                              <a:off x="3549" y="164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8" name="Line 835"/>
                          <wps:cNvCnPr/>
                          <wps:spPr bwMode="auto">
                            <a:xfrm flipV="1">
                              <a:off x="3560" y="16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9" name="Line 836"/>
                          <wps:cNvCnPr/>
                          <wps:spPr bwMode="auto">
                            <a:xfrm flipV="1">
                              <a:off x="3571" y="16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0" name="Line 837"/>
                          <wps:cNvCnPr/>
                          <wps:spPr bwMode="auto">
                            <a:xfrm flipV="1">
                              <a:off x="3582" y="16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1" name="Line 838"/>
                          <wps:cNvCnPr/>
                          <wps:spPr bwMode="auto">
                            <a:xfrm flipV="1">
                              <a:off x="3593" y="16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2" name="Line 839"/>
                          <wps:cNvCnPr/>
                          <wps:spPr bwMode="auto">
                            <a:xfrm flipV="1">
                              <a:off x="3603" y="160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3" name="Line 840"/>
                          <wps:cNvCnPr/>
                          <wps:spPr bwMode="auto">
                            <a:xfrm flipV="1">
                              <a:off x="3613" y="16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844" name="Group 841"/>
                        <wpg:cNvGrpSpPr>
                          <a:grpSpLocks/>
                        </wpg:cNvGrpSpPr>
                        <wpg:grpSpPr bwMode="auto">
                          <a:xfrm>
                            <a:off x="135255" y="687070"/>
                            <a:ext cx="3414395" cy="715645"/>
                            <a:chOff x="213" y="473"/>
                            <a:chExt cx="5377" cy="1127"/>
                          </a:xfrm>
                        </wpg:grpSpPr>
                        <wps:wsp>
                          <wps:cNvPr id="845" name="Line 842"/>
                          <wps:cNvCnPr/>
                          <wps:spPr bwMode="auto">
                            <a:xfrm flipV="1">
                              <a:off x="3624" y="15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6" name="Line 843"/>
                          <wps:cNvCnPr/>
                          <wps:spPr bwMode="auto">
                            <a:xfrm flipV="1">
                              <a:off x="3635" y="159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7" name="Line 844"/>
                          <wps:cNvCnPr/>
                          <wps:spPr bwMode="auto">
                            <a:xfrm flipV="1">
                              <a:off x="3646" y="15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8" name="Line 845"/>
                          <wps:cNvCnPr/>
                          <wps:spPr bwMode="auto">
                            <a:xfrm flipV="1">
                              <a:off x="3657" y="15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9" name="Line 846"/>
                          <wps:cNvCnPr/>
                          <wps:spPr bwMode="auto">
                            <a:xfrm flipV="1">
                              <a:off x="3667" y="15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0" name="Line 847"/>
                          <wps:cNvCnPr/>
                          <wps:spPr bwMode="auto">
                            <a:xfrm flipV="1">
                              <a:off x="3678" y="156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1" name="Line 848"/>
                          <wps:cNvCnPr/>
                          <wps:spPr bwMode="auto">
                            <a:xfrm flipV="1">
                              <a:off x="3689" y="156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2" name="Line 849"/>
                          <wps:cNvCnPr/>
                          <wps:spPr bwMode="auto">
                            <a:xfrm flipV="1">
                              <a:off x="3700" y="155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3" name="Line 850"/>
                          <wps:cNvCnPr/>
                          <wps:spPr bwMode="auto">
                            <a:xfrm flipV="1">
                              <a:off x="3710" y="154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4" name="Line 851"/>
                          <wps:cNvCnPr/>
                          <wps:spPr bwMode="auto">
                            <a:xfrm flipV="1">
                              <a:off x="3721" y="15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5" name="Line 852"/>
                          <wps:cNvCnPr/>
                          <wps:spPr bwMode="auto">
                            <a:xfrm flipV="1">
                              <a:off x="3732" y="15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6" name="Line 853"/>
                          <wps:cNvCnPr/>
                          <wps:spPr bwMode="auto">
                            <a:xfrm flipV="1">
                              <a:off x="3742" y="153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7" name="Line 854"/>
                          <wps:cNvCnPr/>
                          <wps:spPr bwMode="auto">
                            <a:xfrm flipV="1">
                              <a:off x="3753" y="152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8" name="Line 855"/>
                          <wps:cNvCnPr/>
                          <wps:spPr bwMode="auto">
                            <a:xfrm flipV="1">
                              <a:off x="3764" y="151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9" name="Line 856"/>
                          <wps:cNvCnPr/>
                          <wps:spPr bwMode="auto">
                            <a:xfrm flipV="1">
                              <a:off x="3775" y="15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0" name="Line 857"/>
                          <wps:cNvCnPr/>
                          <wps:spPr bwMode="auto">
                            <a:xfrm flipV="1">
                              <a:off x="3786" y="150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1" name="Line 858"/>
                          <wps:cNvCnPr/>
                          <wps:spPr bwMode="auto">
                            <a:xfrm flipV="1">
                              <a:off x="3796" y="149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2" name="Line 859"/>
                          <wps:cNvCnPr/>
                          <wps:spPr bwMode="auto">
                            <a:xfrm flipV="1">
                              <a:off x="3806" y="1492"/>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3" name="Line 860"/>
                          <wps:cNvCnPr/>
                          <wps:spPr bwMode="auto">
                            <a:xfrm flipV="1">
                              <a:off x="3817" y="148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4" name="Line 861"/>
                          <wps:cNvCnPr/>
                          <wps:spPr bwMode="auto">
                            <a:xfrm flipV="1">
                              <a:off x="3828" y="148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5" name="Line 862"/>
                          <wps:cNvCnPr/>
                          <wps:spPr bwMode="auto">
                            <a:xfrm flipV="1">
                              <a:off x="3839" y="14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6" name="Line 863"/>
                          <wps:cNvCnPr/>
                          <wps:spPr bwMode="auto">
                            <a:xfrm flipV="1">
                              <a:off x="3850" y="14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7" name="Line 864"/>
                          <wps:cNvCnPr/>
                          <wps:spPr bwMode="auto">
                            <a:xfrm flipV="1">
                              <a:off x="3860" y="146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8" name="Line 865"/>
                          <wps:cNvCnPr/>
                          <wps:spPr bwMode="auto">
                            <a:xfrm flipV="1">
                              <a:off x="3871" y="145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9" name="Line 866"/>
                          <wps:cNvCnPr/>
                          <wps:spPr bwMode="auto">
                            <a:xfrm flipV="1">
                              <a:off x="3881" y="14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0" name="Line 867"/>
                          <wps:cNvCnPr/>
                          <wps:spPr bwMode="auto">
                            <a:xfrm flipV="1">
                              <a:off x="3892" y="14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1" name="Line 868"/>
                          <wps:cNvCnPr/>
                          <wps:spPr bwMode="auto">
                            <a:xfrm flipV="1">
                              <a:off x="3903" y="14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2" name="Line 869"/>
                          <wps:cNvCnPr/>
                          <wps:spPr bwMode="auto">
                            <a:xfrm flipV="1">
                              <a:off x="3914" y="14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3" name="Line 870"/>
                          <wps:cNvCnPr/>
                          <wps:spPr bwMode="auto">
                            <a:xfrm flipV="1">
                              <a:off x="3925" y="142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4" name="Line 871"/>
                          <wps:cNvCnPr/>
                          <wps:spPr bwMode="auto">
                            <a:xfrm flipV="1">
                              <a:off x="3935" y="141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5" name="Line 872"/>
                          <wps:cNvCnPr/>
                          <wps:spPr bwMode="auto">
                            <a:xfrm flipV="1">
                              <a:off x="3946" y="14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6" name="Line 873"/>
                          <wps:cNvCnPr/>
                          <wps:spPr bwMode="auto">
                            <a:xfrm flipV="1">
                              <a:off x="3957" y="14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7" name="Line 874"/>
                          <wps:cNvCnPr/>
                          <wps:spPr bwMode="auto">
                            <a:xfrm flipV="1">
                              <a:off x="3968" y="1401"/>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8" name="Line 875"/>
                          <wps:cNvCnPr/>
                          <wps:spPr bwMode="auto">
                            <a:xfrm flipV="1">
                              <a:off x="3978" y="1394"/>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9" name="Line 876"/>
                          <wps:cNvCnPr/>
                          <wps:spPr bwMode="auto">
                            <a:xfrm flipV="1">
                              <a:off x="3989" y="13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0" name="Line 877"/>
                          <wps:cNvCnPr/>
                          <wps:spPr bwMode="auto">
                            <a:xfrm flipV="1">
                              <a:off x="3999" y="13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1" name="Line 878"/>
                          <wps:cNvCnPr/>
                          <wps:spPr bwMode="auto">
                            <a:xfrm flipV="1">
                              <a:off x="4010" y="137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2" name="Line 879"/>
                          <wps:cNvCnPr/>
                          <wps:spPr bwMode="auto">
                            <a:xfrm flipV="1">
                              <a:off x="4021" y="137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3" name="Line 880"/>
                          <wps:cNvCnPr/>
                          <wps:spPr bwMode="auto">
                            <a:xfrm flipV="1">
                              <a:off x="4032" y="13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4" name="Line 881"/>
                          <wps:cNvCnPr/>
                          <wps:spPr bwMode="auto">
                            <a:xfrm flipV="1">
                              <a:off x="4043" y="13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5" name="Line 882"/>
                          <wps:cNvCnPr/>
                          <wps:spPr bwMode="auto">
                            <a:xfrm flipV="1">
                              <a:off x="4053" y="13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6" name="Line 883"/>
                          <wps:cNvCnPr/>
                          <wps:spPr bwMode="auto">
                            <a:xfrm flipV="1">
                              <a:off x="4064" y="134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7" name="Line 884"/>
                          <wps:cNvCnPr/>
                          <wps:spPr bwMode="auto">
                            <a:xfrm flipV="1">
                              <a:off x="4074" y="13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8" name="Line 885"/>
                          <wps:cNvCnPr/>
                          <wps:spPr bwMode="auto">
                            <a:xfrm flipV="1">
                              <a:off x="4085" y="133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9" name="Line 886"/>
                          <wps:cNvCnPr/>
                          <wps:spPr bwMode="auto">
                            <a:xfrm flipV="1">
                              <a:off x="4096" y="13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0" name="Line 887"/>
                          <wps:cNvCnPr/>
                          <wps:spPr bwMode="auto">
                            <a:xfrm flipV="1">
                              <a:off x="4107" y="13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1" name="Line 888"/>
                          <wps:cNvCnPr/>
                          <wps:spPr bwMode="auto">
                            <a:xfrm flipV="1">
                              <a:off x="4118" y="13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2" name="Line 889"/>
                          <wps:cNvCnPr/>
                          <wps:spPr bwMode="auto">
                            <a:xfrm flipV="1">
                              <a:off x="4128" y="13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3" name="Line 890"/>
                          <wps:cNvCnPr/>
                          <wps:spPr bwMode="auto">
                            <a:xfrm flipV="1">
                              <a:off x="4139" y="13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4" name="Line 891"/>
                          <wps:cNvCnPr/>
                          <wps:spPr bwMode="auto">
                            <a:xfrm flipV="1">
                              <a:off x="4149" y="129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5" name="Line 892"/>
                          <wps:cNvCnPr/>
                          <wps:spPr bwMode="auto">
                            <a:xfrm flipV="1">
                              <a:off x="4160" y="1289"/>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6" name="Line 893"/>
                          <wps:cNvCnPr/>
                          <wps:spPr bwMode="auto">
                            <a:xfrm flipV="1">
                              <a:off x="4171" y="12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7" name="Line 894"/>
                          <wps:cNvCnPr/>
                          <wps:spPr bwMode="auto">
                            <a:xfrm flipV="1">
                              <a:off x="4182" y="12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8" name="Line 895"/>
                          <wps:cNvCnPr/>
                          <wps:spPr bwMode="auto">
                            <a:xfrm flipV="1">
                              <a:off x="4192" y="12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9" name="Line 896"/>
                          <wps:cNvCnPr/>
                          <wps:spPr bwMode="auto">
                            <a:xfrm flipV="1">
                              <a:off x="4203" y="12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0" name="Line 897"/>
                          <wps:cNvCnPr/>
                          <wps:spPr bwMode="auto">
                            <a:xfrm flipV="1">
                              <a:off x="4214" y="125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1" name="Line 898"/>
                          <wps:cNvCnPr/>
                          <wps:spPr bwMode="auto">
                            <a:xfrm flipV="1">
                              <a:off x="4225" y="12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2" name="Line 899"/>
                          <wps:cNvCnPr/>
                          <wps:spPr bwMode="auto">
                            <a:xfrm flipV="1">
                              <a:off x="4236" y="1247"/>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3" name="Line 900"/>
                          <wps:cNvCnPr/>
                          <wps:spPr bwMode="auto">
                            <a:xfrm flipV="1">
                              <a:off x="4246" y="12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4" name="Line 901"/>
                          <wps:cNvCnPr/>
                          <wps:spPr bwMode="auto">
                            <a:xfrm flipV="1">
                              <a:off x="4256" y="12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5" name="Line 902"/>
                          <wps:cNvCnPr/>
                          <wps:spPr bwMode="auto">
                            <a:xfrm flipV="1">
                              <a:off x="4267" y="122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6" name="Line 903"/>
                          <wps:cNvCnPr/>
                          <wps:spPr bwMode="auto">
                            <a:xfrm flipV="1">
                              <a:off x="4278" y="12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7" name="Line 904"/>
                          <wps:cNvCnPr/>
                          <wps:spPr bwMode="auto">
                            <a:xfrm flipV="1">
                              <a:off x="4289" y="121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8" name="Line 905"/>
                          <wps:cNvCnPr/>
                          <wps:spPr bwMode="auto">
                            <a:xfrm flipV="1">
                              <a:off x="4300" y="12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9" name="Line 906"/>
                          <wps:cNvCnPr/>
                          <wps:spPr bwMode="auto">
                            <a:xfrm flipV="1">
                              <a:off x="4311" y="12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0" name="Line 907"/>
                          <wps:cNvCnPr/>
                          <wps:spPr bwMode="auto">
                            <a:xfrm flipV="1">
                              <a:off x="4321" y="11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1" name="Line 908"/>
                          <wps:cNvCnPr/>
                          <wps:spPr bwMode="auto">
                            <a:xfrm flipV="1">
                              <a:off x="4331" y="11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2" name="Line 909"/>
                          <wps:cNvCnPr/>
                          <wps:spPr bwMode="auto">
                            <a:xfrm flipV="1">
                              <a:off x="4342" y="11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3" name="Line 910"/>
                          <wps:cNvCnPr/>
                          <wps:spPr bwMode="auto">
                            <a:xfrm flipV="1">
                              <a:off x="4353" y="11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4" name="Line 911"/>
                          <wps:cNvCnPr/>
                          <wps:spPr bwMode="auto">
                            <a:xfrm flipV="1">
                              <a:off x="4364" y="11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5" name="Line 912"/>
                          <wps:cNvCnPr/>
                          <wps:spPr bwMode="auto">
                            <a:xfrm flipV="1">
                              <a:off x="4375" y="116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6" name="Line 913"/>
                          <wps:cNvCnPr/>
                          <wps:spPr bwMode="auto">
                            <a:xfrm flipV="1">
                              <a:off x="4385" y="11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7" name="Line 914"/>
                          <wps:cNvCnPr/>
                          <wps:spPr bwMode="auto">
                            <a:xfrm flipV="1">
                              <a:off x="4396" y="115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8" name="Line 915"/>
                          <wps:cNvCnPr/>
                          <wps:spPr bwMode="auto">
                            <a:xfrm flipV="1">
                              <a:off x="4407" y="11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9" name="Line 916"/>
                          <wps:cNvCnPr/>
                          <wps:spPr bwMode="auto">
                            <a:xfrm flipV="1">
                              <a:off x="4417" y="11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0" name="Line 917"/>
                          <wps:cNvCnPr/>
                          <wps:spPr bwMode="auto">
                            <a:xfrm flipV="1">
                              <a:off x="4428" y="11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1" name="Line 918"/>
                          <wps:cNvCnPr/>
                          <wps:spPr bwMode="auto">
                            <a:xfrm flipV="1">
                              <a:off x="4439" y="113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2" name="Line 919"/>
                          <wps:cNvCnPr/>
                          <wps:spPr bwMode="auto">
                            <a:xfrm flipV="1">
                              <a:off x="4449" y="1123"/>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3" name="Line 920"/>
                          <wps:cNvCnPr/>
                          <wps:spPr bwMode="auto">
                            <a:xfrm flipV="1">
                              <a:off x="4460" y="111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4" name="Line 921"/>
                          <wps:cNvCnPr/>
                          <wps:spPr bwMode="auto">
                            <a:xfrm flipV="1">
                              <a:off x="4471" y="11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5" name="Line 922"/>
                          <wps:cNvCnPr/>
                          <wps:spPr bwMode="auto">
                            <a:xfrm flipV="1">
                              <a:off x="4482" y="11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6" name="Line 923"/>
                          <wps:cNvCnPr/>
                          <wps:spPr bwMode="auto">
                            <a:xfrm flipV="1">
                              <a:off x="4493" y="11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7" name="Line 924"/>
                          <wps:cNvCnPr/>
                          <wps:spPr bwMode="auto">
                            <a:xfrm flipV="1">
                              <a:off x="4504" y="1093"/>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8" name="Line 925"/>
                          <wps:cNvCnPr/>
                          <wps:spPr bwMode="auto">
                            <a:xfrm flipV="1">
                              <a:off x="4514" y="10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9" name="Line 926"/>
                          <wps:cNvCnPr/>
                          <wps:spPr bwMode="auto">
                            <a:xfrm flipV="1">
                              <a:off x="4524" y="10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0" name="Line 927"/>
                          <wps:cNvCnPr/>
                          <wps:spPr bwMode="auto">
                            <a:xfrm flipV="1">
                              <a:off x="4535" y="10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1" name="Line 928"/>
                          <wps:cNvCnPr/>
                          <wps:spPr bwMode="auto">
                            <a:xfrm flipV="1">
                              <a:off x="4546" y="10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2" name="Line 929"/>
                          <wps:cNvCnPr/>
                          <wps:spPr bwMode="auto">
                            <a:xfrm flipV="1">
                              <a:off x="4557" y="106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3" name="Line 930"/>
                          <wps:cNvCnPr/>
                          <wps:spPr bwMode="auto">
                            <a:xfrm flipV="1">
                              <a:off x="4568" y="105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4" name="Line 931"/>
                          <wps:cNvCnPr/>
                          <wps:spPr bwMode="auto">
                            <a:xfrm flipV="1">
                              <a:off x="4578" y="10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5" name="Line 932"/>
                          <wps:cNvCnPr/>
                          <wps:spPr bwMode="auto">
                            <a:xfrm flipV="1">
                              <a:off x="4589" y="10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6" name="Line 933"/>
                          <wps:cNvCnPr/>
                          <wps:spPr bwMode="auto">
                            <a:xfrm flipV="1">
                              <a:off x="4599" y="103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7" name="Line 934"/>
                          <wps:cNvCnPr/>
                          <wps:spPr bwMode="auto">
                            <a:xfrm flipV="1">
                              <a:off x="4610" y="10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8" name="Line 935"/>
                          <wps:cNvCnPr/>
                          <wps:spPr bwMode="auto">
                            <a:xfrm flipV="1">
                              <a:off x="4621" y="1025"/>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9" name="Line 936"/>
                          <wps:cNvCnPr/>
                          <wps:spPr bwMode="auto">
                            <a:xfrm flipV="1">
                              <a:off x="4632" y="101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0" name="Line 937"/>
                          <wps:cNvCnPr/>
                          <wps:spPr bwMode="auto">
                            <a:xfrm flipV="1">
                              <a:off x="4642" y="10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1" name="Line 938"/>
                          <wps:cNvCnPr/>
                          <wps:spPr bwMode="auto">
                            <a:xfrm flipV="1">
                              <a:off x="4653" y="10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2" name="Line 939"/>
                          <wps:cNvCnPr/>
                          <wps:spPr bwMode="auto">
                            <a:xfrm flipV="1">
                              <a:off x="4664" y="10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3" name="Line 940"/>
                          <wps:cNvCnPr/>
                          <wps:spPr bwMode="auto">
                            <a:xfrm flipV="1">
                              <a:off x="4675" y="9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4" name="Line 941"/>
                          <wps:cNvCnPr/>
                          <wps:spPr bwMode="auto">
                            <a:xfrm flipV="1">
                              <a:off x="4685" y="9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5" name="Line 942"/>
                          <wps:cNvCnPr/>
                          <wps:spPr bwMode="auto">
                            <a:xfrm flipV="1">
                              <a:off x="4696" y="98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6" name="Line 943"/>
                          <wps:cNvCnPr/>
                          <wps:spPr bwMode="auto">
                            <a:xfrm flipV="1">
                              <a:off x="4707" y="9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7" name="Line 944"/>
                          <wps:cNvCnPr/>
                          <wps:spPr bwMode="auto">
                            <a:xfrm flipV="1">
                              <a:off x="4717" y="97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8" name="Line 945"/>
                          <wps:cNvCnPr/>
                          <wps:spPr bwMode="auto">
                            <a:xfrm flipV="1">
                              <a:off x="4728" y="96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9" name="Line 946"/>
                          <wps:cNvCnPr/>
                          <wps:spPr bwMode="auto">
                            <a:xfrm flipV="1">
                              <a:off x="4739" y="9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0" name="Line 947"/>
                          <wps:cNvCnPr/>
                          <wps:spPr bwMode="auto">
                            <a:xfrm flipV="1">
                              <a:off x="4750" y="9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1" name="Line 948"/>
                          <wps:cNvCnPr/>
                          <wps:spPr bwMode="auto">
                            <a:xfrm flipV="1">
                              <a:off x="4761" y="9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2" name="Line 949"/>
                          <wps:cNvCnPr/>
                          <wps:spPr bwMode="auto">
                            <a:xfrm flipV="1">
                              <a:off x="4771" y="9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3" name="Line 950"/>
                          <wps:cNvCnPr/>
                          <wps:spPr bwMode="auto">
                            <a:xfrm flipV="1">
                              <a:off x="4781" y="9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4" name="Line 951"/>
                          <wps:cNvCnPr/>
                          <wps:spPr bwMode="auto">
                            <a:xfrm flipV="1">
                              <a:off x="4792" y="92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5" name="Line 952"/>
                          <wps:cNvCnPr/>
                          <wps:spPr bwMode="auto">
                            <a:xfrm flipV="1">
                              <a:off x="4803" y="9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6" name="Line 953"/>
                          <wps:cNvCnPr/>
                          <wps:spPr bwMode="auto">
                            <a:xfrm flipV="1">
                              <a:off x="4814" y="9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7" name="Line 954"/>
                          <wps:cNvCnPr/>
                          <wps:spPr bwMode="auto">
                            <a:xfrm flipV="1">
                              <a:off x="4825" y="90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8" name="Line 955"/>
                          <wps:cNvCnPr/>
                          <wps:spPr bwMode="auto">
                            <a:xfrm flipV="1">
                              <a:off x="4835" y="9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9" name="Line 956"/>
                          <wps:cNvCnPr/>
                          <wps:spPr bwMode="auto">
                            <a:xfrm flipV="1">
                              <a:off x="4846" y="8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0" name="Line 957"/>
                          <wps:cNvCnPr/>
                          <wps:spPr bwMode="auto">
                            <a:xfrm flipV="1">
                              <a:off x="4857" y="8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1" name="Line 958"/>
                          <wps:cNvCnPr/>
                          <wps:spPr bwMode="auto">
                            <a:xfrm flipV="1">
                              <a:off x="4867" y="8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2" name="Line 959"/>
                          <wps:cNvCnPr/>
                          <wps:spPr bwMode="auto">
                            <a:xfrm flipV="1">
                              <a:off x="4878" y="8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3" name="Line 960"/>
                          <wps:cNvCnPr/>
                          <wps:spPr bwMode="auto">
                            <a:xfrm flipV="1">
                              <a:off x="4889" y="87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4" name="Line 961"/>
                          <wps:cNvCnPr/>
                          <wps:spPr bwMode="auto">
                            <a:xfrm flipV="1">
                              <a:off x="4900" y="8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5" name="Line 962"/>
                          <wps:cNvCnPr/>
                          <wps:spPr bwMode="auto">
                            <a:xfrm flipV="1">
                              <a:off x="4910" y="85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6" name="Line 963"/>
                          <wps:cNvCnPr/>
                          <wps:spPr bwMode="auto">
                            <a:xfrm flipV="1">
                              <a:off x="4921" y="85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7" name="Line 964"/>
                          <wps:cNvCnPr/>
                          <wps:spPr bwMode="auto">
                            <a:xfrm flipV="1">
                              <a:off x="4932" y="8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8" name="Line 965"/>
                          <wps:cNvCnPr/>
                          <wps:spPr bwMode="auto">
                            <a:xfrm flipV="1">
                              <a:off x="4943" y="8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9" name="Line 966"/>
                          <wps:cNvCnPr/>
                          <wps:spPr bwMode="auto">
                            <a:xfrm flipV="1">
                              <a:off x="4954" y="83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0" name="Line 967"/>
                          <wps:cNvCnPr/>
                          <wps:spPr bwMode="auto">
                            <a:xfrm flipV="1">
                              <a:off x="4964" y="8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1" name="Line 968"/>
                          <wps:cNvCnPr/>
                          <wps:spPr bwMode="auto">
                            <a:xfrm flipV="1">
                              <a:off x="4974" y="8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2" name="Line 969"/>
                          <wps:cNvCnPr/>
                          <wps:spPr bwMode="auto">
                            <a:xfrm flipV="1">
                              <a:off x="4985" y="81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3" name="Line 970"/>
                          <wps:cNvCnPr/>
                          <wps:spPr bwMode="auto">
                            <a:xfrm flipV="1">
                              <a:off x="4996" y="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4" name="Line 971"/>
                          <wps:cNvCnPr/>
                          <wps:spPr bwMode="auto">
                            <a:xfrm flipV="1">
                              <a:off x="5007" y="80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5" name="Line 972"/>
                          <wps:cNvCnPr/>
                          <wps:spPr bwMode="auto">
                            <a:xfrm flipV="1">
                              <a:off x="5018" y="798"/>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6" name="Line 973"/>
                          <wps:cNvCnPr/>
                          <wps:spPr bwMode="auto">
                            <a:xfrm flipV="1">
                              <a:off x="5028" y="7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7" name="Line 974"/>
                          <wps:cNvCnPr/>
                          <wps:spPr bwMode="auto">
                            <a:xfrm flipV="1">
                              <a:off x="5039" y="78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8" name="Line 975"/>
                          <wps:cNvCnPr/>
                          <wps:spPr bwMode="auto">
                            <a:xfrm flipV="1">
                              <a:off x="5049" y="78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9" name="Line 976"/>
                          <wps:cNvCnPr/>
                          <wps:spPr bwMode="auto">
                            <a:xfrm flipV="1">
                              <a:off x="5060" y="7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0" name="Line 977"/>
                          <wps:cNvCnPr/>
                          <wps:spPr bwMode="auto">
                            <a:xfrm flipV="1">
                              <a:off x="5071" y="7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1" name="Line 978"/>
                          <wps:cNvCnPr/>
                          <wps:spPr bwMode="auto">
                            <a:xfrm flipV="1">
                              <a:off x="5082" y="761"/>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2" name="Line 979"/>
                          <wps:cNvCnPr/>
                          <wps:spPr bwMode="auto">
                            <a:xfrm flipV="1">
                              <a:off x="5093" y="75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3" name="Line 980"/>
                          <wps:cNvCnPr/>
                          <wps:spPr bwMode="auto">
                            <a:xfrm flipV="1">
                              <a:off x="5103" y="7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4" name="Line 981"/>
                          <wps:cNvCnPr/>
                          <wps:spPr bwMode="auto">
                            <a:xfrm flipV="1">
                              <a:off x="5114" y="7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5" name="Line 982"/>
                          <wps:cNvCnPr/>
                          <wps:spPr bwMode="auto">
                            <a:xfrm flipV="1">
                              <a:off x="5125" y="7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6" name="Line 983"/>
                          <wps:cNvCnPr/>
                          <wps:spPr bwMode="auto">
                            <a:xfrm flipV="1">
                              <a:off x="5135" y="7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7" name="Line 984"/>
                          <wps:cNvCnPr/>
                          <wps:spPr bwMode="auto">
                            <a:xfrm flipV="1">
                              <a:off x="5146" y="72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8" name="Line 985"/>
                          <wps:cNvCnPr/>
                          <wps:spPr bwMode="auto">
                            <a:xfrm flipV="1">
                              <a:off x="5157" y="7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9" name="Line 986"/>
                          <wps:cNvCnPr/>
                          <wps:spPr bwMode="auto">
                            <a:xfrm flipV="1">
                              <a:off x="5167" y="7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0" name="Line 987"/>
                          <wps:cNvCnPr/>
                          <wps:spPr bwMode="auto">
                            <a:xfrm flipV="1">
                              <a:off x="5178" y="70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1" name="Line 988"/>
                          <wps:cNvCnPr/>
                          <wps:spPr bwMode="auto">
                            <a:xfrm flipV="1">
                              <a:off x="5189" y="7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2" name="Line 989"/>
                          <wps:cNvCnPr/>
                          <wps:spPr bwMode="auto">
                            <a:xfrm flipV="1">
                              <a:off x="5200" y="69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3" name="Line 990"/>
                          <wps:cNvCnPr/>
                          <wps:spPr bwMode="auto">
                            <a:xfrm flipV="1">
                              <a:off x="5211" y="6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4" name="Line 991"/>
                          <wps:cNvCnPr/>
                          <wps:spPr bwMode="auto">
                            <a:xfrm flipV="1">
                              <a:off x="5221" y="68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5" name="Line 992"/>
                          <wps:cNvCnPr/>
                          <wps:spPr bwMode="auto">
                            <a:xfrm flipV="1">
                              <a:off x="5231" y="6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6" name="Line 993"/>
                          <wps:cNvCnPr/>
                          <wps:spPr bwMode="auto">
                            <a:xfrm flipV="1">
                              <a:off x="5242" y="66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7" name="Line 994"/>
                          <wps:cNvCnPr/>
                          <wps:spPr bwMode="auto">
                            <a:xfrm flipV="1">
                              <a:off x="5253" y="6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8" name="Line 995"/>
                          <wps:cNvCnPr/>
                          <wps:spPr bwMode="auto">
                            <a:xfrm flipV="1">
                              <a:off x="5264" y="6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9" name="Line 996"/>
                          <wps:cNvCnPr/>
                          <wps:spPr bwMode="auto">
                            <a:xfrm flipV="1">
                              <a:off x="5275" y="6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0" name="Line 997"/>
                          <wps:cNvCnPr/>
                          <wps:spPr bwMode="auto">
                            <a:xfrm flipV="1">
                              <a:off x="5285" y="6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1" name="Line 998"/>
                          <wps:cNvCnPr/>
                          <wps:spPr bwMode="auto">
                            <a:xfrm flipV="1">
                              <a:off x="5296" y="6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2" name="Line 999"/>
                          <wps:cNvCnPr/>
                          <wps:spPr bwMode="auto">
                            <a:xfrm flipV="1">
                              <a:off x="5307" y="6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3" name="Line 1000"/>
                          <wps:cNvCnPr/>
                          <wps:spPr bwMode="auto">
                            <a:xfrm flipV="1">
                              <a:off x="5317" y="62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4" name="Line 1001"/>
                          <wps:cNvCnPr/>
                          <wps:spPr bwMode="auto">
                            <a:xfrm flipV="1">
                              <a:off x="5328" y="6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5" name="Line 1002"/>
                          <wps:cNvCnPr/>
                          <wps:spPr bwMode="auto">
                            <a:xfrm flipV="1">
                              <a:off x="5339" y="6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6" name="Line 1003"/>
                          <wps:cNvCnPr/>
                          <wps:spPr bwMode="auto">
                            <a:xfrm flipV="1">
                              <a:off x="5350" y="60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7" name="Line 1004"/>
                          <wps:cNvCnPr/>
                          <wps:spPr bwMode="auto">
                            <a:xfrm flipV="1">
                              <a:off x="5360" y="6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8" name="Line 1005"/>
                          <wps:cNvCnPr/>
                          <wps:spPr bwMode="auto">
                            <a:xfrm flipV="1">
                              <a:off x="5371" y="59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9" name="Line 1006"/>
                          <wps:cNvCnPr/>
                          <wps:spPr bwMode="auto">
                            <a:xfrm flipV="1">
                              <a:off x="5382" y="5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0" name="Line 1007"/>
                          <wps:cNvCnPr/>
                          <wps:spPr bwMode="auto">
                            <a:xfrm flipV="1">
                              <a:off x="5393" y="5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1" name="Line 1008"/>
                          <wps:cNvCnPr/>
                          <wps:spPr bwMode="auto">
                            <a:xfrm flipV="1">
                              <a:off x="5403" y="5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2" name="Line 1009"/>
                          <wps:cNvCnPr/>
                          <wps:spPr bwMode="auto">
                            <a:xfrm flipV="1">
                              <a:off x="5414" y="57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3" name="Line 1010"/>
                          <wps:cNvCnPr/>
                          <wps:spPr bwMode="auto">
                            <a:xfrm flipV="1">
                              <a:off x="5424" y="5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4" name="Line 1011"/>
                          <wps:cNvCnPr/>
                          <wps:spPr bwMode="auto">
                            <a:xfrm flipV="1">
                              <a:off x="5435" y="55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5" name="Line 1012"/>
                          <wps:cNvCnPr/>
                          <wps:spPr bwMode="auto">
                            <a:xfrm flipV="1">
                              <a:off x="5446" y="5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6" name="Line 1013"/>
                          <wps:cNvCnPr/>
                          <wps:spPr bwMode="auto">
                            <a:xfrm flipV="1">
                              <a:off x="5457" y="5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7" name="Line 1014"/>
                          <wps:cNvCnPr/>
                          <wps:spPr bwMode="auto">
                            <a:xfrm flipV="1">
                              <a:off x="5468" y="5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8" name="Line 1015"/>
                          <wps:cNvCnPr/>
                          <wps:spPr bwMode="auto">
                            <a:xfrm flipV="1">
                              <a:off x="5478" y="5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9" name="Line 1016"/>
                          <wps:cNvCnPr/>
                          <wps:spPr bwMode="auto">
                            <a:xfrm flipV="1">
                              <a:off x="5489" y="5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0" name="Line 1017"/>
                          <wps:cNvCnPr/>
                          <wps:spPr bwMode="auto">
                            <a:xfrm flipV="1">
                              <a:off x="5499" y="52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1" name="Line 1018"/>
                          <wps:cNvCnPr/>
                          <wps:spPr bwMode="auto">
                            <a:xfrm flipV="1">
                              <a:off x="5510" y="5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2" name="Line 1019"/>
                          <wps:cNvCnPr/>
                          <wps:spPr bwMode="auto">
                            <a:xfrm flipV="1">
                              <a:off x="5521" y="5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3" name="Line 1020"/>
                          <wps:cNvCnPr/>
                          <wps:spPr bwMode="auto">
                            <a:xfrm flipV="1">
                              <a:off x="5532" y="5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4" name="Line 1021"/>
                          <wps:cNvCnPr/>
                          <wps:spPr bwMode="auto">
                            <a:xfrm flipV="1">
                              <a:off x="5543" y="49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5" name="Line 1022"/>
                          <wps:cNvCnPr/>
                          <wps:spPr bwMode="auto">
                            <a:xfrm flipV="1">
                              <a:off x="5553" y="4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6" name="Line 1023"/>
                          <wps:cNvCnPr/>
                          <wps:spPr bwMode="auto">
                            <a:xfrm flipV="1">
                              <a:off x="5564" y="4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7" name="Line 1024"/>
                          <wps:cNvCnPr/>
                          <wps:spPr bwMode="auto">
                            <a:xfrm flipV="1">
                              <a:off x="5575" y="4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8" name="Line 1025"/>
                          <wps:cNvCnPr/>
                          <wps:spPr bwMode="auto">
                            <a:xfrm flipV="1">
                              <a:off x="5585" y="4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9" name="Freeform 1026"/>
                          <wps:cNvSpPr>
                            <a:spLocks/>
                          </wps:cNvSpPr>
                          <wps:spPr bwMode="auto">
                            <a:xfrm>
                              <a:off x="5191" y="501"/>
                              <a:ext cx="1" cy="1"/>
                            </a:xfrm>
                            <a:custGeom>
                              <a:avLst/>
                              <a:gdLst>
                                <a:gd name="T0" fmla="*/ 0 h 1"/>
                                <a:gd name="T1" fmla="*/ 1 h 1"/>
                                <a:gd name="T2" fmla="*/ 0 h 1"/>
                              </a:gdLst>
                              <a:ahLst/>
                              <a:cxnLst>
                                <a:cxn ang="0">
                                  <a:pos x="0" y="T0"/>
                                </a:cxn>
                                <a:cxn ang="0">
                                  <a:pos x="0" y="T1"/>
                                </a:cxn>
                                <a:cxn ang="0">
                                  <a:pos x="0" y="T2"/>
                                </a:cxn>
                              </a:cxnLst>
                              <a:rect l="0" t="0" r="r" b="b"/>
                              <a:pathLst>
                                <a:path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030" name="Freeform 1027"/>
                          <wps:cNvSpPr>
                            <a:spLocks/>
                          </wps:cNvSpPr>
                          <wps:spPr bwMode="auto">
                            <a:xfrm>
                              <a:off x="213" y="500"/>
                              <a:ext cx="1" cy="1"/>
                            </a:xfrm>
                            <a:custGeom>
                              <a:avLst/>
                              <a:gdLst>
                                <a:gd name="T0" fmla="*/ 2 h 2"/>
                                <a:gd name="T1" fmla="*/ 0 h 2"/>
                                <a:gd name="T2" fmla="*/ 2 h 2"/>
                              </a:gdLst>
                              <a:ahLst/>
                              <a:cxnLst>
                                <a:cxn ang="0">
                                  <a:pos x="0" y="T0"/>
                                </a:cxn>
                                <a:cxn ang="0">
                                  <a:pos x="0" y="T1"/>
                                </a:cxn>
                                <a:cxn ang="0">
                                  <a:pos x="0" y="T2"/>
                                </a:cxn>
                              </a:cxnLst>
                              <a:rect l="0" t="0" r="r" b="b"/>
                              <a:pathLst>
                                <a:path h="2">
                                  <a:moveTo>
                                    <a:pt x="0" y="2"/>
                                  </a:moveTo>
                                  <a:lnTo>
                                    <a:pt x="0" y="0"/>
                                  </a:lnTo>
                                  <a:lnTo>
                                    <a:pt x="0" y="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031" name="Line 1028"/>
                          <wps:cNvCnPr/>
                          <wps:spPr bwMode="auto">
                            <a:xfrm flipH="1">
                              <a:off x="518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2" name="Line 1029"/>
                          <wps:cNvCnPr/>
                          <wps:spPr bwMode="auto">
                            <a:xfrm flipH="1">
                              <a:off x="5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3" name="Line 1030"/>
                          <wps:cNvCnPr/>
                          <wps:spPr bwMode="auto">
                            <a:xfrm flipH="1">
                              <a:off x="516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4" name="Line 1031"/>
                          <wps:cNvCnPr/>
                          <wps:spPr bwMode="auto">
                            <a:xfrm flipH="1">
                              <a:off x="5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5" name="Line 1032"/>
                          <wps:cNvCnPr/>
                          <wps:spPr bwMode="auto">
                            <a:xfrm flipH="1">
                              <a:off x="5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6" name="Line 1033"/>
                          <wps:cNvCnPr/>
                          <wps:spPr bwMode="auto">
                            <a:xfrm flipH="1">
                              <a:off x="512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7" name="Line 1034"/>
                          <wps:cNvCnPr/>
                          <wps:spPr bwMode="auto">
                            <a:xfrm flipH="1">
                              <a:off x="5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8" name="Line 1035"/>
                          <wps:cNvCnPr/>
                          <wps:spPr bwMode="auto">
                            <a:xfrm flipH="1">
                              <a:off x="509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9" name="Line 1036"/>
                          <wps:cNvCnPr/>
                          <wps:spPr bwMode="auto">
                            <a:xfrm flipH="1">
                              <a:off x="50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0" name="Line 1037"/>
                          <wps:cNvCnPr/>
                          <wps:spPr bwMode="auto">
                            <a:xfrm flipH="1">
                              <a:off x="5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1" name="Line 1038"/>
                          <wps:cNvCnPr/>
                          <wps:spPr bwMode="auto">
                            <a:xfrm flipH="1">
                              <a:off x="506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2" name="Line 1039"/>
                          <wps:cNvCnPr/>
                          <wps:spPr bwMode="auto">
                            <a:xfrm flipH="1">
                              <a:off x="50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3" name="Line 1040"/>
                          <wps:cNvCnPr/>
                          <wps:spPr bwMode="auto">
                            <a:xfrm flipH="1">
                              <a:off x="5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4" name="Line 1041"/>
                          <wps:cNvCnPr/>
                          <wps:spPr bwMode="auto">
                            <a:xfrm flipH="1">
                              <a:off x="502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1045" name="Group 1042"/>
                        <wpg:cNvGrpSpPr>
                          <a:grpSpLocks/>
                        </wpg:cNvGrpSpPr>
                        <wpg:grpSpPr bwMode="auto">
                          <a:xfrm>
                            <a:off x="1621790" y="704215"/>
                            <a:ext cx="1564640" cy="1270"/>
                            <a:chOff x="2554" y="500"/>
                            <a:chExt cx="2464" cy="2"/>
                          </a:xfrm>
                        </wpg:grpSpPr>
                        <wps:wsp>
                          <wps:cNvPr id="1046" name="Line 1043"/>
                          <wps:cNvCnPr/>
                          <wps:spPr bwMode="auto">
                            <a:xfrm flipH="1">
                              <a:off x="501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7" name="Line 1044"/>
                          <wps:cNvCnPr/>
                          <wps:spPr bwMode="auto">
                            <a:xfrm flipH="1">
                              <a:off x="4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8" name="Line 1045"/>
                          <wps:cNvCnPr/>
                          <wps:spPr bwMode="auto">
                            <a:xfrm flipH="1">
                              <a:off x="498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9" name="Line 1046"/>
                          <wps:cNvCnPr/>
                          <wps:spPr bwMode="auto">
                            <a:xfrm flipH="1">
                              <a:off x="497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0" name="Line 1047"/>
                          <wps:cNvCnPr/>
                          <wps:spPr bwMode="auto">
                            <a:xfrm flipH="1">
                              <a:off x="4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1" name="Line 1048"/>
                          <wps:cNvCnPr/>
                          <wps:spPr bwMode="auto">
                            <a:xfrm flipH="1">
                              <a:off x="495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2" name="Line 1049"/>
                          <wps:cNvCnPr/>
                          <wps:spPr bwMode="auto">
                            <a:xfrm flipH="1">
                              <a:off x="493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3" name="Line 1050"/>
                          <wps:cNvCnPr/>
                          <wps:spPr bwMode="auto">
                            <a:xfrm flipH="1">
                              <a:off x="4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4" name="Line 1051"/>
                          <wps:cNvCnPr/>
                          <wps:spPr bwMode="auto">
                            <a:xfrm flipH="1">
                              <a:off x="491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5" name="Line 1052"/>
                          <wps:cNvCnPr/>
                          <wps:spPr bwMode="auto">
                            <a:xfrm flipH="1">
                              <a:off x="4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6" name="Line 1053"/>
                          <wps:cNvCnPr/>
                          <wps:spPr bwMode="auto">
                            <a:xfrm flipH="1">
                              <a:off x="4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7" name="Line 1054"/>
                          <wps:cNvCnPr/>
                          <wps:spPr bwMode="auto">
                            <a:xfrm flipH="1">
                              <a:off x="487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8" name="Line 1055"/>
                          <wps:cNvCnPr/>
                          <wps:spPr bwMode="auto">
                            <a:xfrm flipH="1">
                              <a:off x="4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9" name="Line 1056"/>
                          <wps:cNvCnPr/>
                          <wps:spPr bwMode="auto">
                            <a:xfrm flipH="1">
                              <a:off x="485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0" name="Line 1057"/>
                          <wps:cNvCnPr/>
                          <wps:spPr bwMode="auto">
                            <a:xfrm flipH="1">
                              <a:off x="48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1" name="Line 1058"/>
                          <wps:cNvCnPr/>
                          <wps:spPr bwMode="auto">
                            <a:xfrm flipH="1">
                              <a:off x="4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2" name="Line 1059"/>
                          <wps:cNvCnPr/>
                          <wps:spPr bwMode="auto">
                            <a:xfrm flipH="1">
                              <a:off x="481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3" name="Line 1060"/>
                          <wps:cNvCnPr/>
                          <wps:spPr bwMode="auto">
                            <a:xfrm flipH="1">
                              <a:off x="480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4" name="Line 1061"/>
                          <wps:cNvCnPr/>
                          <wps:spPr bwMode="auto">
                            <a:xfrm flipH="1">
                              <a:off x="4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5" name="Line 1062"/>
                          <wps:cNvCnPr/>
                          <wps:spPr bwMode="auto">
                            <a:xfrm flipH="1">
                              <a:off x="477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6" name="Line 1063"/>
                          <wps:cNvCnPr/>
                          <wps:spPr bwMode="auto">
                            <a:xfrm flipH="1">
                              <a:off x="476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7" name="Line 1064"/>
                          <wps:cNvCnPr/>
                          <wps:spPr bwMode="auto">
                            <a:xfrm flipH="1">
                              <a:off x="4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8" name="Line 1065"/>
                          <wps:cNvCnPr/>
                          <wps:spPr bwMode="auto">
                            <a:xfrm flipH="1">
                              <a:off x="474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9" name="Line 1066"/>
                          <wps:cNvCnPr/>
                          <wps:spPr bwMode="auto">
                            <a:xfrm flipH="1">
                              <a:off x="472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0" name="Line 1067"/>
                          <wps:cNvCnPr/>
                          <wps:spPr bwMode="auto">
                            <a:xfrm flipH="1">
                              <a:off x="4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1" name="Line 1068"/>
                          <wps:cNvCnPr/>
                          <wps:spPr bwMode="auto">
                            <a:xfrm flipH="1">
                              <a:off x="470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2" name="Line 1069"/>
                          <wps:cNvCnPr/>
                          <wps:spPr bwMode="auto">
                            <a:xfrm flipH="1">
                              <a:off x="4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3" name="Line 1070"/>
                          <wps:cNvCnPr/>
                          <wps:spPr bwMode="auto">
                            <a:xfrm flipH="1">
                              <a:off x="4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4" name="Line 1071"/>
                          <wps:cNvCnPr/>
                          <wps:spPr bwMode="auto">
                            <a:xfrm flipH="1">
                              <a:off x="466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5" name="Line 1072"/>
                          <wps:cNvCnPr/>
                          <wps:spPr bwMode="auto">
                            <a:xfrm flipH="1">
                              <a:off x="4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6" name="Line 1073"/>
                          <wps:cNvCnPr/>
                          <wps:spPr bwMode="auto">
                            <a:xfrm flipH="1">
                              <a:off x="464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7" name="Line 1074"/>
                          <wps:cNvCnPr/>
                          <wps:spPr bwMode="auto">
                            <a:xfrm flipH="1">
                              <a:off x="462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8" name="Line 1075"/>
                          <wps:cNvCnPr/>
                          <wps:spPr bwMode="auto">
                            <a:xfrm flipH="1">
                              <a:off x="4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9" name="Line 1076"/>
                          <wps:cNvCnPr/>
                          <wps:spPr bwMode="auto">
                            <a:xfrm flipH="1">
                              <a:off x="460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0" name="Line 1077"/>
                          <wps:cNvCnPr/>
                          <wps:spPr bwMode="auto">
                            <a:xfrm flipH="1">
                              <a:off x="459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1" name="Line 1078"/>
                          <wps:cNvCnPr/>
                          <wps:spPr bwMode="auto">
                            <a:xfrm flipH="1">
                              <a:off x="4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2" name="Line 1079"/>
                          <wps:cNvCnPr/>
                          <wps:spPr bwMode="auto">
                            <a:xfrm flipH="1">
                              <a:off x="456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3" name="Line 1080"/>
                          <wps:cNvCnPr/>
                          <wps:spPr bwMode="auto">
                            <a:xfrm flipH="1">
                              <a:off x="455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4" name="Line 1081"/>
                          <wps:cNvCnPr/>
                          <wps:spPr bwMode="auto">
                            <a:xfrm flipH="1">
                              <a:off x="4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5" name="Line 1082"/>
                          <wps:cNvCnPr/>
                          <wps:spPr bwMode="auto">
                            <a:xfrm flipH="1">
                              <a:off x="453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6" name="Line 1083"/>
                          <wps:cNvCnPr/>
                          <wps:spPr bwMode="auto">
                            <a:xfrm flipH="1">
                              <a:off x="451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7" name="Line 1084"/>
                          <wps:cNvCnPr/>
                          <wps:spPr bwMode="auto">
                            <a:xfrm flipH="1">
                              <a:off x="450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8" name="Line 1085"/>
                          <wps:cNvCnPr/>
                          <wps:spPr bwMode="auto">
                            <a:xfrm flipH="1">
                              <a:off x="449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9" name="Line 1086"/>
                          <wps:cNvCnPr/>
                          <wps:spPr bwMode="auto">
                            <a:xfrm flipH="1">
                              <a:off x="448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0" name="Line 1087"/>
                          <wps:cNvCnPr/>
                          <wps:spPr bwMode="auto">
                            <a:xfrm flipH="1">
                              <a:off x="446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1" name="Line 1088"/>
                          <wps:cNvCnPr/>
                          <wps:spPr bwMode="auto">
                            <a:xfrm flipH="1">
                              <a:off x="445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2" name="Line 1089"/>
                          <wps:cNvCnPr/>
                          <wps:spPr bwMode="auto">
                            <a:xfrm flipH="1">
                              <a:off x="444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3" name="Line 1090"/>
                          <wps:cNvCnPr/>
                          <wps:spPr bwMode="auto">
                            <a:xfrm flipH="1">
                              <a:off x="443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4" name="Line 1091"/>
                          <wps:cNvCnPr/>
                          <wps:spPr bwMode="auto">
                            <a:xfrm flipH="1">
                              <a:off x="441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1092"/>
                          <wps:cNvCnPr/>
                          <wps:spPr bwMode="auto">
                            <a:xfrm flipH="1">
                              <a:off x="440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1093"/>
                          <wps:cNvCnPr/>
                          <wps:spPr bwMode="auto">
                            <a:xfrm flipH="1">
                              <a:off x="439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1094"/>
                          <wps:cNvCnPr/>
                          <wps:spPr bwMode="auto">
                            <a:xfrm flipH="1">
                              <a:off x="438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8" name="Line 1095"/>
                          <wps:cNvCnPr/>
                          <wps:spPr bwMode="auto">
                            <a:xfrm flipH="1">
                              <a:off x="436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9" name="Line 1096"/>
                          <wps:cNvCnPr/>
                          <wps:spPr bwMode="auto">
                            <a:xfrm flipH="1">
                              <a:off x="435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0" name="Line 1097"/>
                          <wps:cNvCnPr/>
                          <wps:spPr bwMode="auto">
                            <a:xfrm flipH="1">
                              <a:off x="434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1" name="Line 1098"/>
                          <wps:cNvCnPr/>
                          <wps:spPr bwMode="auto">
                            <a:xfrm flipH="1">
                              <a:off x="433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2" name="Line 1099"/>
                          <wps:cNvCnPr/>
                          <wps:spPr bwMode="auto">
                            <a:xfrm flipH="1">
                              <a:off x="432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3" name="Line 1100"/>
                          <wps:cNvCnPr/>
                          <wps:spPr bwMode="auto">
                            <a:xfrm flipH="1">
                              <a:off x="430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4" name="Line 1101"/>
                          <wps:cNvCnPr/>
                          <wps:spPr bwMode="auto">
                            <a:xfrm flipH="1">
                              <a:off x="429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5" name="Line 1102"/>
                          <wps:cNvCnPr/>
                          <wps:spPr bwMode="auto">
                            <a:xfrm flipH="1">
                              <a:off x="428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6" name="Line 1103"/>
                          <wps:cNvCnPr/>
                          <wps:spPr bwMode="auto">
                            <a:xfrm flipH="1">
                              <a:off x="427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7" name="Line 1104"/>
                          <wps:cNvCnPr/>
                          <wps:spPr bwMode="auto">
                            <a:xfrm flipH="1">
                              <a:off x="425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8" name="Line 1105"/>
                          <wps:cNvCnPr/>
                          <wps:spPr bwMode="auto">
                            <a:xfrm flipH="1">
                              <a:off x="424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1106"/>
                          <wps:cNvCnPr/>
                          <wps:spPr bwMode="auto">
                            <a:xfrm flipH="1">
                              <a:off x="423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0" name="Line 1107"/>
                          <wps:cNvCnPr/>
                          <wps:spPr bwMode="auto">
                            <a:xfrm flipH="1">
                              <a:off x="422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1" name="Line 1108"/>
                          <wps:cNvCnPr/>
                          <wps:spPr bwMode="auto">
                            <a:xfrm flipH="1">
                              <a:off x="420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2" name="Line 1109"/>
                          <wps:cNvCnPr/>
                          <wps:spPr bwMode="auto">
                            <a:xfrm flipH="1">
                              <a:off x="419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3" name="Line 1110"/>
                          <wps:cNvCnPr/>
                          <wps:spPr bwMode="auto">
                            <a:xfrm flipH="1">
                              <a:off x="418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4" name="Line 1111"/>
                          <wps:cNvCnPr/>
                          <wps:spPr bwMode="auto">
                            <a:xfrm flipH="1">
                              <a:off x="4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5" name="Line 1112"/>
                          <wps:cNvCnPr/>
                          <wps:spPr bwMode="auto">
                            <a:xfrm flipH="1">
                              <a:off x="415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6" name="Line 1113"/>
                          <wps:cNvCnPr/>
                          <wps:spPr bwMode="auto">
                            <a:xfrm flipH="1">
                              <a:off x="4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7" name="Line 1114"/>
                          <wps:cNvCnPr/>
                          <wps:spPr bwMode="auto">
                            <a:xfrm flipH="1">
                              <a:off x="4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8" name="Line 1115"/>
                          <wps:cNvCnPr/>
                          <wps:spPr bwMode="auto">
                            <a:xfrm flipH="1">
                              <a:off x="412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9" name="Line 1116"/>
                          <wps:cNvCnPr/>
                          <wps:spPr bwMode="auto">
                            <a:xfrm flipH="1">
                              <a:off x="4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0" name="Line 1117"/>
                          <wps:cNvCnPr/>
                          <wps:spPr bwMode="auto">
                            <a:xfrm flipH="1">
                              <a:off x="409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1" name="Line 1118"/>
                          <wps:cNvCnPr/>
                          <wps:spPr bwMode="auto">
                            <a:xfrm flipH="1">
                              <a:off x="408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2" name="Line 1119"/>
                          <wps:cNvCnPr/>
                          <wps:spPr bwMode="auto">
                            <a:xfrm flipH="1">
                              <a:off x="4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3" name="Line 1120"/>
                          <wps:cNvCnPr/>
                          <wps:spPr bwMode="auto">
                            <a:xfrm flipH="1">
                              <a:off x="406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4" name="Line 1121"/>
                          <wps:cNvCnPr/>
                          <wps:spPr bwMode="auto">
                            <a:xfrm flipH="1">
                              <a:off x="404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5" name="Line 1122"/>
                          <wps:cNvCnPr/>
                          <wps:spPr bwMode="auto">
                            <a:xfrm flipH="1">
                              <a:off x="4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6" name="Line 1123"/>
                          <wps:cNvCnPr/>
                          <wps:spPr bwMode="auto">
                            <a:xfrm flipH="1">
                              <a:off x="402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7" name="Line 1124"/>
                          <wps:cNvCnPr/>
                          <wps:spPr bwMode="auto">
                            <a:xfrm flipH="1">
                              <a:off x="401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8" name="Line 1125"/>
                          <wps:cNvCnPr/>
                          <wps:spPr bwMode="auto">
                            <a:xfrm flipH="1">
                              <a:off x="3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9" name="Line 1126"/>
                          <wps:cNvCnPr/>
                          <wps:spPr bwMode="auto">
                            <a:xfrm flipH="1">
                              <a:off x="39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0" name="Line 1127"/>
                          <wps:cNvCnPr/>
                          <wps:spPr bwMode="auto">
                            <a:xfrm flipH="1">
                              <a:off x="397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1" name="Line 1128"/>
                          <wps:cNvCnPr/>
                          <wps:spPr bwMode="auto">
                            <a:xfrm flipH="1">
                              <a:off x="3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2" name="Line 1129"/>
                          <wps:cNvCnPr/>
                          <wps:spPr bwMode="auto">
                            <a:xfrm flipH="1">
                              <a:off x="39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3" name="Line 1130"/>
                          <wps:cNvCnPr/>
                          <wps:spPr bwMode="auto">
                            <a:xfrm flipH="1">
                              <a:off x="393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4" name="Line 1131"/>
                          <wps:cNvCnPr/>
                          <wps:spPr bwMode="auto">
                            <a:xfrm flipH="1">
                              <a:off x="3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5" name="Line 1132"/>
                          <wps:cNvCnPr/>
                          <wps:spPr bwMode="auto">
                            <a:xfrm flipH="1">
                              <a:off x="391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6" name="Line 1133"/>
                          <wps:cNvCnPr/>
                          <wps:spPr bwMode="auto">
                            <a:xfrm flipH="1">
                              <a:off x="3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7" name="Line 1134"/>
                          <wps:cNvCnPr/>
                          <wps:spPr bwMode="auto">
                            <a:xfrm flipH="1">
                              <a:off x="3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8" name="Line 1135"/>
                          <wps:cNvCnPr/>
                          <wps:spPr bwMode="auto">
                            <a:xfrm flipH="1">
                              <a:off x="387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9" name="Line 1136"/>
                          <wps:cNvCnPr/>
                          <wps:spPr bwMode="auto">
                            <a:xfrm flipH="1">
                              <a:off x="3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0" name="Line 1137"/>
                          <wps:cNvCnPr/>
                          <wps:spPr bwMode="auto">
                            <a:xfrm flipH="1">
                              <a:off x="385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1" name="Line 1138"/>
                          <wps:cNvCnPr/>
                          <wps:spPr bwMode="auto">
                            <a:xfrm flipH="1">
                              <a:off x="383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2" name="Line 1139"/>
                          <wps:cNvCnPr/>
                          <wps:spPr bwMode="auto">
                            <a:xfrm flipH="1">
                              <a:off x="3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3" name="Line 1140"/>
                          <wps:cNvCnPr/>
                          <wps:spPr bwMode="auto">
                            <a:xfrm flipH="1">
                              <a:off x="381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4" name="Line 1141"/>
                          <wps:cNvCnPr/>
                          <wps:spPr bwMode="auto">
                            <a:xfrm flipH="1">
                              <a:off x="380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5" name="Line 1142"/>
                          <wps:cNvCnPr/>
                          <wps:spPr bwMode="auto">
                            <a:xfrm flipH="1">
                              <a:off x="3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6" name="Line 1143"/>
                          <wps:cNvCnPr/>
                          <wps:spPr bwMode="auto">
                            <a:xfrm flipH="1">
                              <a:off x="377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7" name="Line 1144"/>
                          <wps:cNvCnPr/>
                          <wps:spPr bwMode="auto">
                            <a:xfrm flipH="1">
                              <a:off x="376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8" name="Line 1145"/>
                          <wps:cNvCnPr/>
                          <wps:spPr bwMode="auto">
                            <a:xfrm flipH="1">
                              <a:off x="3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49" name="Line 1146"/>
                          <wps:cNvCnPr/>
                          <wps:spPr bwMode="auto">
                            <a:xfrm flipH="1">
                              <a:off x="37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0" name="Line 1147"/>
                          <wps:cNvCnPr/>
                          <wps:spPr bwMode="auto">
                            <a:xfrm flipH="1">
                              <a:off x="372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1" name="Line 1148"/>
                          <wps:cNvCnPr/>
                          <wps:spPr bwMode="auto">
                            <a:xfrm flipH="1">
                              <a:off x="3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2" name="Line 1149"/>
                          <wps:cNvCnPr/>
                          <wps:spPr bwMode="auto">
                            <a:xfrm flipH="1">
                              <a:off x="370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3" name="Line 1150"/>
                          <wps:cNvCnPr/>
                          <wps:spPr bwMode="auto">
                            <a:xfrm flipH="1">
                              <a:off x="3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4" name="Line 1151"/>
                          <wps:cNvCnPr/>
                          <wps:spPr bwMode="auto">
                            <a:xfrm flipH="1">
                              <a:off x="3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5" name="Line 1152"/>
                          <wps:cNvCnPr/>
                          <wps:spPr bwMode="auto">
                            <a:xfrm flipH="1">
                              <a:off x="366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6" name="Line 1153"/>
                          <wps:cNvCnPr/>
                          <wps:spPr bwMode="auto">
                            <a:xfrm flipH="1">
                              <a:off x="3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7" name="Line 1154"/>
                          <wps:cNvCnPr/>
                          <wps:spPr bwMode="auto">
                            <a:xfrm flipH="1">
                              <a:off x="364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8" name="Line 1155"/>
                          <wps:cNvCnPr/>
                          <wps:spPr bwMode="auto">
                            <a:xfrm flipH="1">
                              <a:off x="362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59" name="Line 1156"/>
                          <wps:cNvCnPr/>
                          <wps:spPr bwMode="auto">
                            <a:xfrm flipH="1">
                              <a:off x="3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0" name="Line 1157"/>
                          <wps:cNvCnPr/>
                          <wps:spPr bwMode="auto">
                            <a:xfrm flipH="1">
                              <a:off x="360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1" name="Line 1158"/>
                          <wps:cNvCnPr/>
                          <wps:spPr bwMode="auto">
                            <a:xfrm flipH="1">
                              <a:off x="359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2" name="Line 1159"/>
                          <wps:cNvCnPr/>
                          <wps:spPr bwMode="auto">
                            <a:xfrm flipH="1">
                              <a:off x="3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3" name="Line 1160"/>
                          <wps:cNvCnPr/>
                          <wps:spPr bwMode="auto">
                            <a:xfrm flipH="1">
                              <a:off x="356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4" name="Line 1161"/>
                          <wps:cNvCnPr/>
                          <wps:spPr bwMode="auto">
                            <a:xfrm flipH="1">
                              <a:off x="355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5" name="Line 1162"/>
                          <wps:cNvCnPr/>
                          <wps:spPr bwMode="auto">
                            <a:xfrm flipH="1">
                              <a:off x="3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6" name="Line 1163"/>
                          <wps:cNvCnPr/>
                          <wps:spPr bwMode="auto">
                            <a:xfrm flipH="1">
                              <a:off x="3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7" name="Line 1164"/>
                          <wps:cNvCnPr/>
                          <wps:spPr bwMode="auto">
                            <a:xfrm flipH="1">
                              <a:off x="3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8" name="Line 1165"/>
                          <wps:cNvCnPr/>
                          <wps:spPr bwMode="auto">
                            <a:xfrm flipH="1">
                              <a:off x="35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9" name="Line 1166"/>
                          <wps:cNvCnPr/>
                          <wps:spPr bwMode="auto">
                            <a:xfrm flipH="1">
                              <a:off x="3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0" name="Line 1167"/>
                          <wps:cNvCnPr/>
                          <wps:spPr bwMode="auto">
                            <a:xfrm flipH="1">
                              <a:off x="34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1" name="Line 1168"/>
                          <wps:cNvCnPr/>
                          <wps:spPr bwMode="auto">
                            <a:xfrm flipH="1">
                              <a:off x="34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2" name="Line 1169"/>
                          <wps:cNvCnPr/>
                          <wps:spPr bwMode="auto">
                            <a:xfrm flipH="1">
                              <a:off x="3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3" name="Line 1170"/>
                          <wps:cNvCnPr/>
                          <wps:spPr bwMode="auto">
                            <a:xfrm flipH="1">
                              <a:off x="34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4" name="Line 1171"/>
                          <wps:cNvCnPr/>
                          <wps:spPr bwMode="auto">
                            <a:xfrm flipH="1">
                              <a:off x="34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5" name="Line 1172"/>
                          <wps:cNvCnPr/>
                          <wps:spPr bwMode="auto">
                            <a:xfrm flipH="1">
                              <a:off x="3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6" name="Line 1173"/>
                          <wps:cNvCnPr/>
                          <wps:spPr bwMode="auto">
                            <a:xfrm flipH="1">
                              <a:off x="34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7" name="Line 1174"/>
                          <wps:cNvCnPr/>
                          <wps:spPr bwMode="auto">
                            <a:xfrm flipH="1">
                              <a:off x="33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8" name="Line 1175"/>
                          <wps:cNvCnPr/>
                          <wps:spPr bwMode="auto">
                            <a:xfrm flipH="1">
                              <a:off x="3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79" name="Line 1176"/>
                          <wps:cNvCnPr/>
                          <wps:spPr bwMode="auto">
                            <a:xfrm flipH="1">
                              <a:off x="33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0" name="Line 1177"/>
                          <wps:cNvCnPr/>
                          <wps:spPr bwMode="auto">
                            <a:xfrm flipH="1">
                              <a:off x="335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1" name="Line 1178"/>
                          <wps:cNvCnPr/>
                          <wps:spPr bwMode="auto">
                            <a:xfrm flipH="1">
                              <a:off x="3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2" name="Line 1179"/>
                          <wps:cNvCnPr/>
                          <wps:spPr bwMode="auto">
                            <a:xfrm flipH="1">
                              <a:off x="33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3" name="Line 1180"/>
                          <wps:cNvCnPr/>
                          <wps:spPr bwMode="auto">
                            <a:xfrm flipH="1">
                              <a:off x="331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4" name="Line 1181"/>
                          <wps:cNvCnPr/>
                          <wps:spPr bwMode="auto">
                            <a:xfrm flipH="1">
                              <a:off x="3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5" name="Line 1182"/>
                          <wps:cNvCnPr/>
                          <wps:spPr bwMode="auto">
                            <a:xfrm flipH="1">
                              <a:off x="32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6" name="Line 1183"/>
                          <wps:cNvCnPr/>
                          <wps:spPr bwMode="auto">
                            <a:xfrm flipH="1">
                              <a:off x="3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7" name="Line 1184"/>
                          <wps:cNvCnPr/>
                          <wps:spPr bwMode="auto">
                            <a:xfrm flipH="1">
                              <a:off x="3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8" name="Line 1185"/>
                          <wps:cNvCnPr/>
                          <wps:spPr bwMode="auto">
                            <a:xfrm flipH="1">
                              <a:off x="32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89" name="Line 1186"/>
                          <wps:cNvCnPr/>
                          <wps:spPr bwMode="auto">
                            <a:xfrm flipH="1">
                              <a:off x="3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0" name="Line 1187"/>
                          <wps:cNvCnPr/>
                          <wps:spPr bwMode="auto">
                            <a:xfrm flipH="1">
                              <a:off x="32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1" name="Line 1188"/>
                          <wps:cNvCnPr/>
                          <wps:spPr bwMode="auto">
                            <a:xfrm flipH="1">
                              <a:off x="32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2" name="Line 1189"/>
                          <wps:cNvCnPr/>
                          <wps:spPr bwMode="auto">
                            <a:xfrm flipH="1">
                              <a:off x="3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3" name="Line 1190"/>
                          <wps:cNvCnPr/>
                          <wps:spPr bwMode="auto">
                            <a:xfrm flipH="1">
                              <a:off x="31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4" name="Line 1191"/>
                          <wps:cNvCnPr/>
                          <wps:spPr bwMode="auto">
                            <a:xfrm flipH="1">
                              <a:off x="318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5" name="Line 1192"/>
                          <wps:cNvCnPr/>
                          <wps:spPr bwMode="auto">
                            <a:xfrm flipH="1">
                              <a:off x="3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6" name="Line 1193"/>
                          <wps:cNvCnPr/>
                          <wps:spPr bwMode="auto">
                            <a:xfrm flipH="1">
                              <a:off x="31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7" name="Line 1194"/>
                          <wps:cNvCnPr/>
                          <wps:spPr bwMode="auto">
                            <a:xfrm flipH="1">
                              <a:off x="314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8" name="Line 1195"/>
                          <wps:cNvCnPr/>
                          <wps:spPr bwMode="auto">
                            <a:xfrm flipH="1">
                              <a:off x="3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99" name="Line 1196"/>
                          <wps:cNvCnPr/>
                          <wps:spPr bwMode="auto">
                            <a:xfrm flipH="1">
                              <a:off x="31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0" name="Line 1197"/>
                          <wps:cNvCnPr/>
                          <wps:spPr bwMode="auto">
                            <a:xfrm flipH="1">
                              <a:off x="310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1" name="Line 1198"/>
                          <wps:cNvCnPr/>
                          <wps:spPr bwMode="auto">
                            <a:xfrm flipH="1">
                              <a:off x="3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2" name="Line 1199"/>
                          <wps:cNvCnPr/>
                          <wps:spPr bwMode="auto">
                            <a:xfrm flipH="1">
                              <a:off x="30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3" name="Line 1200"/>
                          <wps:cNvCnPr/>
                          <wps:spPr bwMode="auto">
                            <a:xfrm flipH="1">
                              <a:off x="307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4" name="Line 1201"/>
                          <wps:cNvCnPr/>
                          <wps:spPr bwMode="auto">
                            <a:xfrm flipH="1">
                              <a:off x="3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5" name="Line 1202"/>
                          <wps:cNvCnPr/>
                          <wps:spPr bwMode="auto">
                            <a:xfrm flipH="1">
                              <a:off x="30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6" name="Line 1203"/>
                          <wps:cNvCnPr/>
                          <wps:spPr bwMode="auto">
                            <a:xfrm flipH="1">
                              <a:off x="3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7" name="Line 1204"/>
                          <wps:cNvCnPr/>
                          <wps:spPr bwMode="auto">
                            <a:xfrm flipH="1">
                              <a:off x="30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8" name="Line 1205"/>
                          <wps:cNvCnPr/>
                          <wps:spPr bwMode="auto">
                            <a:xfrm flipH="1">
                              <a:off x="30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09" name="Line 1206"/>
                          <wps:cNvCnPr/>
                          <wps:spPr bwMode="auto">
                            <a:xfrm flipH="1">
                              <a:off x="2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0" name="Line 1207"/>
                          <wps:cNvCnPr/>
                          <wps:spPr bwMode="auto">
                            <a:xfrm flipH="1">
                              <a:off x="29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1" name="Line 1208"/>
                          <wps:cNvCnPr/>
                          <wps:spPr bwMode="auto">
                            <a:xfrm flipH="1">
                              <a:off x="29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2" name="Line 1209"/>
                          <wps:cNvCnPr/>
                          <wps:spPr bwMode="auto">
                            <a:xfrm flipH="1">
                              <a:off x="2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3" name="Line 1210"/>
                          <wps:cNvCnPr/>
                          <wps:spPr bwMode="auto">
                            <a:xfrm flipH="1">
                              <a:off x="29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4" name="Line 1211"/>
                          <wps:cNvCnPr/>
                          <wps:spPr bwMode="auto">
                            <a:xfrm flipH="1">
                              <a:off x="293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5" name="Line 1212"/>
                          <wps:cNvCnPr/>
                          <wps:spPr bwMode="auto">
                            <a:xfrm flipH="1">
                              <a:off x="2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6" name="Line 1213"/>
                          <wps:cNvCnPr/>
                          <wps:spPr bwMode="auto">
                            <a:xfrm flipH="1">
                              <a:off x="29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7" name="Line 1214"/>
                          <wps:cNvCnPr/>
                          <wps:spPr bwMode="auto">
                            <a:xfrm flipH="1">
                              <a:off x="289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8" name="Line 1215"/>
                          <wps:cNvCnPr/>
                          <wps:spPr bwMode="auto">
                            <a:xfrm flipH="1">
                              <a:off x="2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19" name="Line 1216"/>
                          <wps:cNvCnPr/>
                          <wps:spPr bwMode="auto">
                            <a:xfrm flipH="1">
                              <a:off x="28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0" name="Line 1217"/>
                          <wps:cNvCnPr/>
                          <wps:spPr bwMode="auto">
                            <a:xfrm flipH="1">
                              <a:off x="286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1" name="Line 1218"/>
                          <wps:cNvCnPr/>
                          <wps:spPr bwMode="auto">
                            <a:xfrm flipH="1">
                              <a:off x="2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2" name="Line 1219"/>
                          <wps:cNvCnPr/>
                          <wps:spPr bwMode="auto">
                            <a:xfrm flipH="1">
                              <a:off x="28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3" name="Line 1220"/>
                          <wps:cNvCnPr/>
                          <wps:spPr bwMode="auto">
                            <a:xfrm flipH="1">
                              <a:off x="2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4" name="Line 1221"/>
                          <wps:cNvCnPr/>
                          <wps:spPr bwMode="auto">
                            <a:xfrm flipH="1">
                              <a:off x="2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5" name="Line 1222"/>
                          <wps:cNvCnPr/>
                          <wps:spPr bwMode="auto">
                            <a:xfrm flipH="1">
                              <a:off x="28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6" name="Line 1223"/>
                          <wps:cNvCnPr/>
                          <wps:spPr bwMode="auto">
                            <a:xfrm flipH="1">
                              <a:off x="2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7" name="Line 1224"/>
                          <wps:cNvCnPr/>
                          <wps:spPr bwMode="auto">
                            <a:xfrm flipH="1">
                              <a:off x="27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8" name="Line 1225"/>
                          <wps:cNvCnPr/>
                          <wps:spPr bwMode="auto">
                            <a:xfrm flipH="1">
                              <a:off x="27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29" name="Line 1226"/>
                          <wps:cNvCnPr/>
                          <wps:spPr bwMode="auto">
                            <a:xfrm flipH="1">
                              <a:off x="2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0" name="Line 1227"/>
                          <wps:cNvCnPr/>
                          <wps:spPr bwMode="auto">
                            <a:xfrm flipH="1">
                              <a:off x="27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1" name="Line 1228"/>
                          <wps:cNvCnPr/>
                          <wps:spPr bwMode="auto">
                            <a:xfrm flipH="1">
                              <a:off x="272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2" name="Line 1229"/>
                          <wps:cNvCnPr/>
                          <wps:spPr bwMode="auto">
                            <a:xfrm flipH="1">
                              <a:off x="2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3" name="Line 1230"/>
                          <wps:cNvCnPr/>
                          <wps:spPr bwMode="auto">
                            <a:xfrm flipH="1">
                              <a:off x="27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4" name="Line 1231"/>
                          <wps:cNvCnPr/>
                          <wps:spPr bwMode="auto">
                            <a:xfrm flipH="1">
                              <a:off x="268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5" name="Line 1232"/>
                          <wps:cNvCnPr/>
                          <wps:spPr bwMode="auto">
                            <a:xfrm flipH="1">
                              <a:off x="2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6" name="Line 1233"/>
                          <wps:cNvCnPr/>
                          <wps:spPr bwMode="auto">
                            <a:xfrm flipH="1">
                              <a:off x="26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7" name="Line 1234"/>
                          <wps:cNvCnPr/>
                          <wps:spPr bwMode="auto">
                            <a:xfrm flipH="1">
                              <a:off x="265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8" name="Line 1235"/>
                          <wps:cNvCnPr/>
                          <wps:spPr bwMode="auto">
                            <a:xfrm flipH="1">
                              <a:off x="2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9" name="Line 1236"/>
                          <wps:cNvCnPr/>
                          <wps:spPr bwMode="auto">
                            <a:xfrm flipH="1">
                              <a:off x="26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0" name="Line 1237"/>
                          <wps:cNvCnPr/>
                          <wps:spPr bwMode="auto">
                            <a:xfrm flipH="1">
                              <a:off x="261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1" name="Line 1238"/>
                          <wps:cNvCnPr/>
                          <wps:spPr bwMode="auto">
                            <a:xfrm flipH="1">
                              <a:off x="2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2" name="Line 1239"/>
                          <wps:cNvCnPr/>
                          <wps:spPr bwMode="auto">
                            <a:xfrm flipH="1">
                              <a:off x="25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3" name="Line 1240"/>
                          <wps:cNvCnPr/>
                          <wps:spPr bwMode="auto">
                            <a:xfrm flipH="1">
                              <a:off x="2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4" name="Line 1241"/>
                          <wps:cNvCnPr/>
                          <wps:spPr bwMode="auto">
                            <a:xfrm flipH="1">
                              <a:off x="25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5" name="Line 1242"/>
                          <wps:cNvCnPr/>
                          <wps:spPr bwMode="auto">
                            <a:xfrm flipH="1">
                              <a:off x="25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s:wsp>
                        <wps:cNvPr id="1246" name="Rectangle 1243"/>
                        <wps:cNvSpPr>
                          <a:spLocks noChangeArrowheads="1"/>
                        </wps:cNvSpPr>
                        <wps:spPr bwMode="auto">
                          <a:xfrm>
                            <a:off x="372745" y="1133475"/>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travel</w:t>
                              </w:r>
                              <w:proofErr w:type="gramEnd"/>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1247" name="Rectangle 1244"/>
                        <wps:cNvSpPr>
                          <a:spLocks noChangeArrowheads="1"/>
                        </wps:cNvSpPr>
                        <wps:spPr bwMode="auto">
                          <a:xfrm>
                            <a:off x="165100" y="1267460"/>
                            <a:ext cx="148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300 </w:t>
                              </w:r>
                            </w:p>
                          </w:txbxContent>
                        </wps:txbx>
                        <wps:bodyPr rot="0" vert="horz" wrap="none" lIns="0" tIns="0" rIns="0" bIns="0" anchor="t" anchorCtr="0" upright="1">
                          <a:spAutoFit/>
                        </wps:bodyPr>
                      </wps:wsp>
                      <wps:wsp>
                        <wps:cNvPr id="1248" name="Rectangle 1245"/>
                        <wps:cNvSpPr>
                          <a:spLocks noChangeArrowheads="1"/>
                        </wps:cNvSpPr>
                        <wps:spPr bwMode="auto">
                          <a:xfrm>
                            <a:off x="349250" y="1267460"/>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1249" name="Rectangle 1246"/>
                        <wps:cNvSpPr>
                          <a:spLocks noChangeArrowheads="1"/>
                        </wps:cNvSpPr>
                        <wps:spPr bwMode="auto">
                          <a:xfrm>
                            <a:off x="527685" y="1267460"/>
                            <a:ext cx="99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20 </w:t>
                              </w:r>
                            </w:p>
                          </w:txbxContent>
                        </wps:txbx>
                        <wps:bodyPr rot="0" vert="horz" wrap="none" lIns="0" tIns="0" rIns="0" bIns="0" anchor="t" anchorCtr="0" upright="1">
                          <a:spAutoFit/>
                        </wps:bodyPr>
                      </wps:wsp>
                      <wps:wsp>
                        <wps:cNvPr id="1250" name="Rectangle 1247"/>
                        <wps:cNvSpPr>
                          <a:spLocks noChangeArrowheads="1"/>
                        </wps:cNvSpPr>
                        <wps:spPr bwMode="auto">
                          <a:xfrm>
                            <a:off x="655955" y="1267460"/>
                            <a:ext cx="1581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mm</w:t>
                              </w:r>
                              <w:proofErr w:type="gramEnd"/>
                            </w:p>
                          </w:txbxContent>
                        </wps:txbx>
                        <wps:bodyPr rot="0" vert="horz" wrap="none" lIns="0" tIns="0" rIns="0" bIns="0" anchor="t" anchorCtr="0" upright="1">
                          <a:spAutoFit/>
                        </wps:bodyPr>
                      </wps:wsp>
                      <wps:wsp>
                        <wps:cNvPr id="1251" name="Rectangle 1248"/>
                        <wps:cNvSpPr>
                          <a:spLocks noChangeArrowheads="1"/>
                        </wps:cNvSpPr>
                        <wps:spPr bwMode="auto">
                          <a:xfrm>
                            <a:off x="2567305" y="2078355"/>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straps</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1252" name="Rectangle 1249"/>
                        <wps:cNvSpPr>
                          <a:spLocks noChangeArrowheads="1"/>
                        </wps:cNvSpPr>
                        <wps:spPr bwMode="auto">
                          <a:xfrm>
                            <a:off x="2859405" y="2078355"/>
                            <a:ext cx="79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in</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1253" name="Rectangle 1250"/>
                        <wps:cNvSpPr>
                          <a:spLocks noChangeArrowheads="1"/>
                        </wps:cNvSpPr>
                        <wps:spPr bwMode="auto">
                          <a:xfrm>
                            <a:off x="2953385" y="2078355"/>
                            <a:ext cx="4248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horizontal</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1254" name="Rectangle 1251"/>
                        <wps:cNvSpPr>
                          <a:spLocks noChangeArrowheads="1"/>
                        </wps:cNvSpPr>
                        <wps:spPr bwMode="auto">
                          <a:xfrm>
                            <a:off x="3408680" y="2078355"/>
                            <a:ext cx="2324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plane</w:t>
                              </w:r>
                              <w:proofErr w:type="gramEnd"/>
                            </w:p>
                          </w:txbxContent>
                        </wps:txbx>
                        <wps:bodyPr rot="0" vert="horz" wrap="none" lIns="0" tIns="0" rIns="0" bIns="0" anchor="t" anchorCtr="0" upright="1">
                          <a:spAutoFit/>
                        </wps:bodyPr>
                      </wps:wsp>
                      <wps:wsp>
                        <wps:cNvPr id="1255" name="Rectangle 1252"/>
                        <wps:cNvSpPr>
                          <a:spLocks noChangeArrowheads="1"/>
                        </wps:cNvSpPr>
                        <wps:spPr bwMode="auto">
                          <a:xfrm>
                            <a:off x="1807210" y="11430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txbxContent>
                        </wps:txbx>
                        <wps:bodyPr rot="0" vert="horz" wrap="none" lIns="0" tIns="0" rIns="0" bIns="0" anchor="t" anchorCtr="0" upright="1">
                          <a:spAutoFit/>
                        </wps:bodyPr>
                      </wps:wsp>
                      <wps:wsp>
                        <wps:cNvPr id="1256" name="Rectangle 1253"/>
                        <wps:cNvSpPr>
                          <a:spLocks noChangeArrowheads="1"/>
                        </wps:cNvSpPr>
                        <wps:spPr bwMode="auto">
                          <a:xfrm>
                            <a:off x="39370" y="3386455"/>
                            <a:ext cx="182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u w:val="single"/>
                                  <w:lang w:val="en-US"/>
                                </w:rPr>
                                <w:t xml:space="preserve">Test </w:t>
                              </w:r>
                            </w:p>
                          </w:txbxContent>
                        </wps:txbx>
                        <wps:bodyPr rot="0" vert="horz" wrap="none" lIns="0" tIns="0" rIns="0" bIns="0" anchor="t" anchorCtr="0" upright="1">
                          <a:spAutoFit/>
                        </wps:bodyPr>
                      </wps:wsp>
                      <wps:wsp>
                        <wps:cNvPr id="1257" name="Rectangle 1254"/>
                        <wps:cNvSpPr>
                          <a:spLocks noChangeArrowheads="1"/>
                        </wps:cNvSpPr>
                        <wps:spPr bwMode="auto">
                          <a:xfrm>
                            <a:off x="252095" y="3386455"/>
                            <a:ext cx="79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in</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1258" name="Rectangle 1255"/>
                        <wps:cNvSpPr>
                          <a:spLocks noChangeArrowheads="1"/>
                        </wps:cNvSpPr>
                        <wps:spPr bwMode="auto">
                          <a:xfrm>
                            <a:off x="346075" y="3386455"/>
                            <a:ext cx="1339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the</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1259" name="Rectangle 1256"/>
                        <wps:cNvSpPr>
                          <a:spLocks noChangeArrowheads="1"/>
                        </wps:cNvSpPr>
                        <wps:spPr bwMode="auto">
                          <a:xfrm>
                            <a:off x="502285" y="3386455"/>
                            <a:ext cx="2819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buckle</w:t>
                              </w:r>
                              <w:proofErr w:type="gramEnd"/>
                            </w:p>
                          </w:txbxContent>
                        </wps:txbx>
                        <wps:bodyPr rot="0" vert="horz" wrap="none" lIns="0" tIns="0" rIns="0" bIns="0" anchor="t" anchorCtr="0" upright="1">
                          <a:spAutoFit/>
                        </wps:bodyPr>
                      </wps:wsp>
                      <wps:wsp>
                        <wps:cNvPr id="1260" name="Rectangle 1257"/>
                        <wps:cNvSpPr>
                          <a:spLocks noChangeArrowheads="1"/>
                        </wps:cNvSpPr>
                        <wps:spPr bwMode="auto">
                          <a:xfrm>
                            <a:off x="1893570" y="3378835"/>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F </w:t>
                              </w:r>
                            </w:p>
                          </w:txbxContent>
                        </wps:txbx>
                        <wps:bodyPr rot="0" vert="horz" wrap="none" lIns="0" tIns="0" rIns="0" bIns="0" anchor="t" anchorCtr="0" upright="1">
                          <a:spAutoFit/>
                        </wps:bodyPr>
                      </wps:wsp>
                      <wps:wsp>
                        <wps:cNvPr id="1261" name="Rectangle 1258"/>
                        <wps:cNvSpPr>
                          <a:spLocks noChangeArrowheads="1"/>
                        </wps:cNvSpPr>
                        <wps:spPr bwMode="auto">
                          <a:xfrm>
                            <a:off x="1970405" y="3378835"/>
                            <a:ext cx="52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1262" name="Rectangle 1259"/>
                        <wps:cNvSpPr>
                          <a:spLocks noChangeArrowheads="1"/>
                        </wps:cNvSpPr>
                        <wps:spPr bwMode="auto">
                          <a:xfrm>
                            <a:off x="2044700" y="3369310"/>
                            <a:ext cx="99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10 </w:t>
                              </w:r>
                            </w:p>
                          </w:txbxContent>
                        </wps:txbx>
                        <wps:bodyPr rot="0" vert="horz" wrap="none" lIns="0" tIns="0" rIns="0" bIns="0" anchor="t" anchorCtr="0" upright="1">
                          <a:spAutoFit/>
                        </wps:bodyPr>
                      </wps:wsp>
                      <wps:wsp>
                        <wps:cNvPr id="1263" name="Rectangle 1260"/>
                        <wps:cNvSpPr>
                          <a:spLocks noChangeArrowheads="1"/>
                        </wps:cNvSpPr>
                        <wps:spPr bwMode="auto">
                          <a:xfrm>
                            <a:off x="2154555" y="337883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1264" name="Rectangle 1261"/>
                        <wps:cNvSpPr>
                          <a:spLocks noChangeArrowheads="1"/>
                        </wps:cNvSpPr>
                        <wps:spPr bwMode="auto">
                          <a:xfrm>
                            <a:off x="2225675" y="3378835"/>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0.1 </w:t>
                              </w:r>
                            </w:p>
                          </w:txbxContent>
                        </wps:txbx>
                        <wps:bodyPr rot="0" vert="horz" wrap="none" lIns="0" tIns="0" rIns="0" bIns="0" anchor="t" anchorCtr="0" upright="1">
                          <a:spAutoFit/>
                        </wps:bodyPr>
                      </wps:wsp>
                      <wps:wsp>
                        <wps:cNvPr id="1265" name="Rectangle 1262"/>
                        <wps:cNvSpPr>
                          <a:spLocks noChangeArrowheads="1"/>
                        </wps:cNvSpPr>
                        <wps:spPr bwMode="auto">
                          <a:xfrm>
                            <a:off x="2400300" y="3378835"/>
                            <a:ext cx="647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N</w:t>
                              </w:r>
                            </w:p>
                          </w:txbxContent>
                        </wps:txbx>
                        <wps:bodyPr rot="0" vert="horz" wrap="none" lIns="0" tIns="0" rIns="0" bIns="0" anchor="t" anchorCtr="0" upright="1">
                          <a:spAutoFit/>
                        </wps:bodyPr>
                      </wps:wsp>
                      <wps:wsp>
                        <wps:cNvPr id="1266" name="Line 1263"/>
                        <wps:cNvCnPr/>
                        <wps:spPr bwMode="auto">
                          <a:xfrm>
                            <a:off x="3485515" y="601345"/>
                            <a:ext cx="3429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7" name="Line 1264"/>
                        <wps:cNvCnPr/>
                        <wps:spPr bwMode="auto">
                          <a:xfrm>
                            <a:off x="3495675" y="612140"/>
                            <a:ext cx="2603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8" name="Line 1265"/>
                        <wps:cNvCnPr/>
                        <wps:spPr bwMode="auto">
                          <a:xfrm>
                            <a:off x="3519805" y="601345"/>
                            <a:ext cx="175895" cy="16637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9" name="Line 1266"/>
                        <wps:cNvCnPr/>
                        <wps:spPr bwMode="auto">
                          <a:xfrm>
                            <a:off x="3646170" y="770255"/>
                            <a:ext cx="4953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0" name="Line 1267"/>
                        <wps:cNvCnPr/>
                        <wps:spPr bwMode="auto">
                          <a:xfrm>
                            <a:off x="3519805" y="601345"/>
                            <a:ext cx="635" cy="133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1" name="Line 1268"/>
                        <wps:cNvCnPr/>
                        <wps:spPr bwMode="auto">
                          <a:xfrm>
                            <a:off x="3519805" y="612140"/>
                            <a:ext cx="161925" cy="1581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cNvPr id="1272" name="Group 1269"/>
                        <wpg:cNvGrpSpPr>
                          <a:grpSpLocks/>
                        </wpg:cNvGrpSpPr>
                        <wpg:grpSpPr bwMode="auto">
                          <a:xfrm>
                            <a:off x="0" y="733425"/>
                            <a:ext cx="3231515" cy="1357630"/>
                            <a:chOff x="86" y="500"/>
                            <a:chExt cx="5089" cy="2138"/>
                          </a:xfrm>
                        </wpg:grpSpPr>
                        <wps:wsp>
                          <wps:cNvPr id="1273" name="Line 1270"/>
                          <wps:cNvCnPr/>
                          <wps:spPr bwMode="auto">
                            <a:xfrm flipH="1">
                              <a:off x="254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4" name="Line 1271"/>
                          <wps:cNvCnPr/>
                          <wps:spPr bwMode="auto">
                            <a:xfrm flipH="1">
                              <a:off x="2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5" name="Line 1272"/>
                          <wps:cNvCnPr/>
                          <wps:spPr bwMode="auto">
                            <a:xfrm flipH="1">
                              <a:off x="2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6" name="Line 1273"/>
                          <wps:cNvCnPr/>
                          <wps:spPr bwMode="auto">
                            <a:xfrm flipH="1">
                              <a:off x="250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7" name="Line 1274"/>
                          <wps:cNvCnPr/>
                          <wps:spPr bwMode="auto">
                            <a:xfrm flipH="1">
                              <a:off x="2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8" name="Line 1275"/>
                          <wps:cNvCnPr/>
                          <wps:spPr bwMode="auto">
                            <a:xfrm flipH="1">
                              <a:off x="247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9" name="Line 1276"/>
                          <wps:cNvCnPr/>
                          <wps:spPr bwMode="auto">
                            <a:xfrm flipH="1">
                              <a:off x="246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0" name="Line 1277"/>
                          <wps:cNvCnPr/>
                          <wps:spPr bwMode="auto">
                            <a:xfrm flipH="1">
                              <a:off x="2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1" name="Line 1278"/>
                          <wps:cNvCnPr/>
                          <wps:spPr bwMode="auto">
                            <a:xfrm flipH="1">
                              <a:off x="244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2" name="Line 1279"/>
                          <wps:cNvCnPr/>
                          <wps:spPr bwMode="auto">
                            <a:xfrm flipH="1">
                              <a:off x="243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3" name="Line 1280"/>
                          <wps:cNvCnPr/>
                          <wps:spPr bwMode="auto">
                            <a:xfrm flipH="1">
                              <a:off x="2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4" name="Line 1281"/>
                          <wps:cNvCnPr/>
                          <wps:spPr bwMode="auto">
                            <a:xfrm flipH="1">
                              <a:off x="240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5" name="Line 1282"/>
                          <wps:cNvCnPr/>
                          <wps:spPr bwMode="auto">
                            <a:xfrm flipH="1">
                              <a:off x="239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6" name="Line 1283"/>
                          <wps:cNvCnPr/>
                          <wps:spPr bwMode="auto">
                            <a:xfrm flipH="1">
                              <a:off x="2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7" name="Line 1284"/>
                          <wps:cNvCnPr/>
                          <wps:spPr bwMode="auto">
                            <a:xfrm flipH="1">
                              <a:off x="23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8" name="Line 1285"/>
                          <wps:cNvCnPr/>
                          <wps:spPr bwMode="auto">
                            <a:xfrm flipH="1">
                              <a:off x="23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9" name="Line 1286"/>
                          <wps:cNvCnPr/>
                          <wps:spPr bwMode="auto">
                            <a:xfrm flipH="1">
                              <a:off x="2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0" name="Line 1287"/>
                          <wps:cNvCnPr/>
                          <wps:spPr bwMode="auto">
                            <a:xfrm flipH="1">
                              <a:off x="23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1" name="Line 1288"/>
                          <wps:cNvCnPr/>
                          <wps:spPr bwMode="auto">
                            <a:xfrm flipH="1">
                              <a:off x="231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2" name="Line 1289"/>
                          <wps:cNvCnPr/>
                          <wps:spPr bwMode="auto">
                            <a:xfrm flipH="1">
                              <a:off x="2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3" name="Line 1290"/>
                          <wps:cNvCnPr/>
                          <wps:spPr bwMode="auto">
                            <a:xfrm flipH="1">
                              <a:off x="229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4" name="Line 1291"/>
                          <wps:cNvCnPr/>
                          <wps:spPr bwMode="auto">
                            <a:xfrm flipH="1">
                              <a:off x="2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5" name="Line 1292"/>
                          <wps:cNvCnPr/>
                          <wps:spPr bwMode="auto">
                            <a:xfrm flipH="1">
                              <a:off x="2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6" name="Line 1293"/>
                          <wps:cNvCnPr/>
                          <wps:spPr bwMode="auto">
                            <a:xfrm flipH="1">
                              <a:off x="225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7" name="Line 1294"/>
                          <wps:cNvCnPr/>
                          <wps:spPr bwMode="auto">
                            <a:xfrm flipH="1">
                              <a:off x="2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8" name="Line 1295"/>
                          <wps:cNvCnPr/>
                          <wps:spPr bwMode="auto">
                            <a:xfrm flipH="1">
                              <a:off x="223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9" name="Line 1296"/>
                          <wps:cNvCnPr/>
                          <wps:spPr bwMode="auto">
                            <a:xfrm flipH="1">
                              <a:off x="222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0" name="Line 1297"/>
                          <wps:cNvCnPr/>
                          <wps:spPr bwMode="auto">
                            <a:xfrm flipH="1">
                              <a:off x="2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1" name="Line 1298"/>
                          <wps:cNvCnPr/>
                          <wps:spPr bwMode="auto">
                            <a:xfrm flipH="1">
                              <a:off x="219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2" name="Line 1299"/>
                          <wps:cNvCnPr/>
                          <wps:spPr bwMode="auto">
                            <a:xfrm flipH="1">
                              <a:off x="218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3" name="Line 1300"/>
                          <wps:cNvCnPr/>
                          <wps:spPr bwMode="auto">
                            <a:xfrm flipH="1">
                              <a:off x="2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4" name="Line 1301"/>
                          <wps:cNvCnPr/>
                          <wps:spPr bwMode="auto">
                            <a:xfrm flipH="1">
                              <a:off x="215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5" name="Line 1302"/>
                          <wps:cNvCnPr/>
                          <wps:spPr bwMode="auto">
                            <a:xfrm flipH="1">
                              <a:off x="214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6" name="Line 1303"/>
                          <wps:cNvCnPr/>
                          <wps:spPr bwMode="auto">
                            <a:xfrm flipH="1">
                              <a:off x="2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7" name="Line 1304"/>
                          <wps:cNvCnPr/>
                          <wps:spPr bwMode="auto">
                            <a:xfrm flipH="1">
                              <a:off x="21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8" name="Line 1305"/>
                          <wps:cNvCnPr/>
                          <wps:spPr bwMode="auto">
                            <a:xfrm flipH="1">
                              <a:off x="210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9" name="Line 1306"/>
                          <wps:cNvCnPr/>
                          <wps:spPr bwMode="auto">
                            <a:xfrm flipH="1">
                              <a:off x="2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0" name="Line 1307"/>
                          <wps:cNvCnPr/>
                          <wps:spPr bwMode="auto">
                            <a:xfrm flipH="1">
                              <a:off x="208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1" name="Line 1308"/>
                          <wps:cNvCnPr/>
                          <wps:spPr bwMode="auto">
                            <a:xfrm flipH="1">
                              <a:off x="207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2" name="Line 1309"/>
                          <wps:cNvCnPr/>
                          <wps:spPr bwMode="auto">
                            <a:xfrm flipH="1">
                              <a:off x="2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3" name="Line 1310"/>
                          <wps:cNvCnPr/>
                          <wps:spPr bwMode="auto">
                            <a:xfrm flipH="1">
                              <a:off x="204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4" name="Line 1311"/>
                          <wps:cNvCnPr/>
                          <wps:spPr bwMode="auto">
                            <a:xfrm flipH="1">
                              <a:off x="2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5" name="Line 1312"/>
                          <wps:cNvCnPr/>
                          <wps:spPr bwMode="auto">
                            <a:xfrm flipH="1">
                              <a:off x="202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6" name="Line 1313"/>
                          <wps:cNvCnPr/>
                          <wps:spPr bwMode="auto">
                            <a:xfrm flipH="1">
                              <a:off x="201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7" name="Line 1314"/>
                          <wps:cNvCnPr/>
                          <wps:spPr bwMode="auto">
                            <a:xfrm flipH="1">
                              <a:off x="1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8" name="Line 1315"/>
                          <wps:cNvCnPr/>
                          <wps:spPr bwMode="auto">
                            <a:xfrm flipH="1">
                              <a:off x="198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9" name="Line 1316"/>
                          <wps:cNvCnPr/>
                          <wps:spPr bwMode="auto">
                            <a:xfrm flipH="1">
                              <a:off x="197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0" name="Line 1317"/>
                          <wps:cNvCnPr/>
                          <wps:spPr bwMode="auto">
                            <a:xfrm flipH="1">
                              <a:off x="1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1" name="Line 1318"/>
                          <wps:cNvCnPr/>
                          <wps:spPr bwMode="auto">
                            <a:xfrm flipH="1">
                              <a:off x="194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2" name="Line 1319"/>
                          <wps:cNvCnPr/>
                          <wps:spPr bwMode="auto">
                            <a:xfrm flipH="1">
                              <a:off x="193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3" name="Line 1320"/>
                          <wps:cNvCnPr/>
                          <wps:spPr bwMode="auto">
                            <a:xfrm flipH="1">
                              <a:off x="1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4" name="Line 1321"/>
                          <wps:cNvCnPr/>
                          <wps:spPr bwMode="auto">
                            <a:xfrm flipH="1">
                              <a:off x="191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5" name="Line 1322"/>
                          <wps:cNvCnPr/>
                          <wps:spPr bwMode="auto">
                            <a:xfrm flipH="1">
                              <a:off x="189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6" name="Line 1323"/>
                          <wps:cNvCnPr/>
                          <wps:spPr bwMode="auto">
                            <a:xfrm flipH="1">
                              <a:off x="1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7" name="Line 1324"/>
                          <wps:cNvCnPr/>
                          <wps:spPr bwMode="auto">
                            <a:xfrm flipH="1">
                              <a:off x="18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8" name="Line 1325"/>
                          <wps:cNvCnPr/>
                          <wps:spPr bwMode="auto">
                            <a:xfrm flipH="1">
                              <a:off x="186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9" name="Line 1326"/>
                          <wps:cNvCnPr/>
                          <wps:spPr bwMode="auto">
                            <a:xfrm flipH="1">
                              <a:off x="1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0" name="Line 1327"/>
                          <wps:cNvCnPr/>
                          <wps:spPr bwMode="auto">
                            <a:xfrm flipH="1">
                              <a:off x="183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1" name="Line 1328"/>
                          <wps:cNvCnPr/>
                          <wps:spPr bwMode="auto">
                            <a:xfrm flipH="1">
                              <a:off x="1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2" name="Line 1329"/>
                          <wps:cNvCnPr/>
                          <wps:spPr bwMode="auto">
                            <a:xfrm flipH="1">
                              <a:off x="1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3" name="Line 1330"/>
                          <wps:cNvCnPr/>
                          <wps:spPr bwMode="auto">
                            <a:xfrm flipH="1">
                              <a:off x="180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4" name="Line 1331"/>
                          <wps:cNvCnPr/>
                          <wps:spPr bwMode="auto">
                            <a:xfrm flipH="1">
                              <a:off x="1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5" name="Line 1332"/>
                          <wps:cNvCnPr/>
                          <wps:spPr bwMode="auto">
                            <a:xfrm flipH="1">
                              <a:off x="177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6" name="Line 1333"/>
                          <wps:cNvCnPr/>
                          <wps:spPr bwMode="auto">
                            <a:xfrm flipH="1">
                              <a:off x="176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7" name="Line 1334"/>
                          <wps:cNvCnPr/>
                          <wps:spPr bwMode="auto">
                            <a:xfrm flipH="1">
                              <a:off x="1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8" name="Line 1335"/>
                          <wps:cNvCnPr/>
                          <wps:spPr bwMode="auto">
                            <a:xfrm flipH="1">
                              <a:off x="173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9" name="Line 1336"/>
                          <wps:cNvCnPr/>
                          <wps:spPr bwMode="auto">
                            <a:xfrm flipH="1">
                              <a:off x="172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0" name="Line 1337"/>
                          <wps:cNvCnPr/>
                          <wps:spPr bwMode="auto">
                            <a:xfrm flipH="1">
                              <a:off x="1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1" name="Line 1338"/>
                          <wps:cNvCnPr/>
                          <wps:spPr bwMode="auto">
                            <a:xfrm flipH="1">
                              <a:off x="170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2" name="Line 1339"/>
                          <wps:cNvCnPr/>
                          <wps:spPr bwMode="auto">
                            <a:xfrm flipH="1">
                              <a:off x="168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3" name="Line 1340"/>
                          <wps:cNvCnPr/>
                          <wps:spPr bwMode="auto">
                            <a:xfrm flipH="1">
                              <a:off x="1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4" name="Line 1341"/>
                          <wps:cNvCnPr/>
                          <wps:spPr bwMode="auto">
                            <a:xfrm flipH="1">
                              <a:off x="16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5" name="Line 1342"/>
                          <wps:cNvCnPr/>
                          <wps:spPr bwMode="auto">
                            <a:xfrm flipH="1">
                              <a:off x="165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6" name="Line 1343"/>
                          <wps:cNvCnPr/>
                          <wps:spPr bwMode="auto">
                            <a:xfrm flipH="1">
                              <a:off x="1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7" name="Line 1344"/>
                          <wps:cNvCnPr/>
                          <wps:spPr bwMode="auto">
                            <a:xfrm flipH="1">
                              <a:off x="162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8" name="Line 1345"/>
                          <wps:cNvCnPr/>
                          <wps:spPr bwMode="auto">
                            <a:xfrm flipH="1">
                              <a:off x="161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9" name="Line 1346"/>
                          <wps:cNvCnPr/>
                          <wps:spPr bwMode="auto">
                            <a:xfrm flipH="1">
                              <a:off x="1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0" name="Line 1347"/>
                          <wps:cNvCnPr/>
                          <wps:spPr bwMode="auto">
                            <a:xfrm flipH="1">
                              <a:off x="159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1" name="Line 1348"/>
                          <wps:cNvCnPr/>
                          <wps:spPr bwMode="auto">
                            <a:xfrm flipH="1">
                              <a:off x="1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2" name="Line 1349"/>
                          <wps:cNvCnPr/>
                          <wps:spPr bwMode="auto">
                            <a:xfrm flipH="1">
                              <a:off x="156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3" name="Line 1350"/>
                          <wps:cNvCnPr/>
                          <wps:spPr bwMode="auto">
                            <a:xfrm flipH="1">
                              <a:off x="155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4" name="Line 1351"/>
                          <wps:cNvCnPr/>
                          <wps:spPr bwMode="auto">
                            <a:xfrm flipH="1">
                              <a:off x="154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5" name="Line 1352"/>
                          <wps:cNvCnPr/>
                          <wps:spPr bwMode="auto">
                            <a:xfrm flipH="1">
                              <a:off x="152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6" name="Line 1353"/>
                          <wps:cNvCnPr/>
                          <wps:spPr bwMode="auto">
                            <a:xfrm flipH="1">
                              <a:off x="151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7" name="Line 1354"/>
                          <wps:cNvCnPr/>
                          <wps:spPr bwMode="auto">
                            <a:xfrm flipH="1">
                              <a:off x="150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8" name="Line 1355"/>
                          <wps:cNvCnPr/>
                          <wps:spPr bwMode="auto">
                            <a:xfrm flipH="1">
                              <a:off x="149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9" name="Line 1356"/>
                          <wps:cNvCnPr/>
                          <wps:spPr bwMode="auto">
                            <a:xfrm flipH="1">
                              <a:off x="147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0" name="Line 1357"/>
                          <wps:cNvCnPr/>
                          <wps:spPr bwMode="auto">
                            <a:xfrm flipH="1">
                              <a:off x="146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1" name="Line 1358"/>
                          <wps:cNvCnPr/>
                          <wps:spPr bwMode="auto">
                            <a:xfrm flipH="1">
                              <a:off x="145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2" name="Line 1359"/>
                          <wps:cNvCnPr/>
                          <wps:spPr bwMode="auto">
                            <a:xfrm flipH="1">
                              <a:off x="144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3" name="Line 1360"/>
                          <wps:cNvCnPr/>
                          <wps:spPr bwMode="auto">
                            <a:xfrm flipH="1">
                              <a:off x="143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4" name="Line 1361"/>
                          <wps:cNvCnPr/>
                          <wps:spPr bwMode="auto">
                            <a:xfrm flipH="1">
                              <a:off x="14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5" name="Line 1362"/>
                          <wps:cNvCnPr/>
                          <wps:spPr bwMode="auto">
                            <a:xfrm flipH="1">
                              <a:off x="14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6" name="Line 1363"/>
                          <wps:cNvCnPr/>
                          <wps:spPr bwMode="auto">
                            <a:xfrm flipH="1">
                              <a:off x="139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7" name="Line 1364"/>
                          <wps:cNvCnPr/>
                          <wps:spPr bwMode="auto">
                            <a:xfrm flipH="1">
                              <a:off x="13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8" name="Line 1365"/>
                          <wps:cNvCnPr/>
                          <wps:spPr bwMode="auto">
                            <a:xfrm flipH="1">
                              <a:off x="13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9" name="Line 1366"/>
                          <wps:cNvCnPr/>
                          <wps:spPr bwMode="auto">
                            <a:xfrm flipH="1">
                              <a:off x="13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0" name="Line 1367"/>
                          <wps:cNvCnPr/>
                          <wps:spPr bwMode="auto">
                            <a:xfrm flipH="1">
                              <a:off x="13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1" name="Line 1368"/>
                          <wps:cNvCnPr/>
                          <wps:spPr bwMode="auto">
                            <a:xfrm flipH="1">
                              <a:off x="13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2" name="Line 1369"/>
                          <wps:cNvCnPr/>
                          <wps:spPr bwMode="auto">
                            <a:xfrm flipH="1">
                              <a:off x="131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3" name="Line 1370"/>
                          <wps:cNvCnPr/>
                          <wps:spPr bwMode="auto">
                            <a:xfrm flipH="1">
                              <a:off x="13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4" name="Line 1371"/>
                          <wps:cNvCnPr/>
                          <wps:spPr bwMode="auto">
                            <a:xfrm flipH="1">
                              <a:off x="129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5" name="Line 1372"/>
                          <wps:cNvCnPr/>
                          <wps:spPr bwMode="auto">
                            <a:xfrm flipH="1">
                              <a:off x="128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6" name="Line 1373"/>
                          <wps:cNvCnPr/>
                          <wps:spPr bwMode="auto">
                            <a:xfrm flipH="1">
                              <a:off x="12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7" name="Line 1374"/>
                          <wps:cNvCnPr/>
                          <wps:spPr bwMode="auto">
                            <a:xfrm flipH="1">
                              <a:off x="125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8" name="Line 1375"/>
                          <wps:cNvCnPr/>
                          <wps:spPr bwMode="auto">
                            <a:xfrm flipH="1">
                              <a:off x="124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9" name="Line 1376"/>
                          <wps:cNvCnPr/>
                          <wps:spPr bwMode="auto">
                            <a:xfrm flipH="1">
                              <a:off x="12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0" name="Line 1377"/>
                          <wps:cNvCnPr/>
                          <wps:spPr bwMode="auto">
                            <a:xfrm flipH="1">
                              <a:off x="122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1" name="Line 1378"/>
                          <wps:cNvCnPr/>
                          <wps:spPr bwMode="auto">
                            <a:xfrm flipH="1">
                              <a:off x="12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2" name="Line 1379"/>
                          <wps:cNvCnPr/>
                          <wps:spPr bwMode="auto">
                            <a:xfrm flipH="1">
                              <a:off x="11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3" name="Line 1380"/>
                          <wps:cNvCnPr/>
                          <wps:spPr bwMode="auto">
                            <a:xfrm flipH="1">
                              <a:off x="118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4" name="Line 1381"/>
                          <wps:cNvCnPr/>
                          <wps:spPr bwMode="auto">
                            <a:xfrm flipH="1">
                              <a:off x="11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5" name="Line 1382"/>
                          <wps:cNvCnPr/>
                          <wps:spPr bwMode="auto">
                            <a:xfrm flipH="1">
                              <a:off x="11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6" name="Line 1383"/>
                          <wps:cNvCnPr/>
                          <wps:spPr bwMode="auto">
                            <a:xfrm flipH="1">
                              <a:off x="114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7" name="Line 1384"/>
                          <wps:cNvCnPr/>
                          <wps:spPr bwMode="auto">
                            <a:xfrm flipH="1">
                              <a:off x="11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8" name="Line 1385"/>
                          <wps:cNvCnPr/>
                          <wps:spPr bwMode="auto">
                            <a:xfrm flipH="1">
                              <a:off x="11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9" name="Line 1386"/>
                          <wps:cNvCnPr/>
                          <wps:spPr bwMode="auto">
                            <a:xfrm flipH="1">
                              <a:off x="110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0" name="Line 1387"/>
                          <wps:cNvCnPr/>
                          <wps:spPr bwMode="auto">
                            <a:xfrm flipH="1">
                              <a:off x="10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1" name="Line 1388"/>
                          <wps:cNvCnPr/>
                          <wps:spPr bwMode="auto">
                            <a:xfrm flipH="1">
                              <a:off x="108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2" name="Line 1389"/>
                          <wps:cNvCnPr/>
                          <wps:spPr bwMode="auto">
                            <a:xfrm flipH="1">
                              <a:off x="107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3" name="Line 1390"/>
                          <wps:cNvCnPr/>
                          <wps:spPr bwMode="auto">
                            <a:xfrm flipH="1">
                              <a:off x="10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4" name="Line 1391"/>
                          <wps:cNvCnPr/>
                          <wps:spPr bwMode="auto">
                            <a:xfrm flipH="1">
                              <a:off x="104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5" name="Line 1392"/>
                          <wps:cNvCnPr/>
                          <wps:spPr bwMode="auto">
                            <a:xfrm flipH="1">
                              <a:off x="103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6" name="Line 1393"/>
                          <wps:cNvCnPr/>
                          <wps:spPr bwMode="auto">
                            <a:xfrm flipH="1">
                              <a:off x="10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7" name="Line 1394"/>
                          <wps:cNvCnPr/>
                          <wps:spPr bwMode="auto">
                            <a:xfrm flipH="1">
                              <a:off x="101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8" name="Line 1395"/>
                          <wps:cNvCnPr/>
                          <wps:spPr bwMode="auto">
                            <a:xfrm flipH="1">
                              <a:off x="99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9" name="Line 1396"/>
                          <wps:cNvCnPr/>
                          <wps:spPr bwMode="auto">
                            <a:xfrm flipH="1">
                              <a:off x="9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0" name="Line 1397"/>
                          <wps:cNvCnPr/>
                          <wps:spPr bwMode="auto">
                            <a:xfrm flipH="1">
                              <a:off x="97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1" name="Line 1398"/>
                          <wps:cNvCnPr/>
                          <wps:spPr bwMode="auto">
                            <a:xfrm flipH="1">
                              <a:off x="9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2" name="Line 1399"/>
                          <wps:cNvCnPr/>
                          <wps:spPr bwMode="auto">
                            <a:xfrm flipH="1">
                              <a:off x="9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3" name="Line 1400"/>
                          <wps:cNvCnPr/>
                          <wps:spPr bwMode="auto">
                            <a:xfrm flipH="1">
                              <a:off x="93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4" name="Line 1401"/>
                          <wps:cNvCnPr/>
                          <wps:spPr bwMode="auto">
                            <a:xfrm flipH="1">
                              <a:off x="9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5" name="Line 1402"/>
                          <wps:cNvCnPr/>
                          <wps:spPr bwMode="auto">
                            <a:xfrm flipH="1">
                              <a:off x="9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6" name="Line 1403"/>
                          <wps:cNvCnPr/>
                          <wps:spPr bwMode="auto">
                            <a:xfrm flipH="1">
                              <a:off x="89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7" name="Line 1404"/>
                          <wps:cNvCnPr/>
                          <wps:spPr bwMode="auto">
                            <a:xfrm flipH="1">
                              <a:off x="8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8" name="Line 1405"/>
                          <wps:cNvCnPr/>
                          <wps:spPr bwMode="auto">
                            <a:xfrm flipH="1">
                              <a:off x="8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9" name="Line 1406"/>
                          <wps:cNvCnPr/>
                          <wps:spPr bwMode="auto">
                            <a:xfrm flipH="1">
                              <a:off x="86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0" name="Line 1407"/>
                          <wps:cNvCnPr/>
                          <wps:spPr bwMode="auto">
                            <a:xfrm flipH="1">
                              <a:off x="8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1" name="Line 1408"/>
                          <wps:cNvCnPr/>
                          <wps:spPr bwMode="auto">
                            <a:xfrm flipH="1">
                              <a:off x="83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2" name="Line 1409"/>
                          <wps:cNvCnPr/>
                          <wps:spPr bwMode="auto">
                            <a:xfrm flipH="1">
                              <a:off x="82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3" name="Line 1410"/>
                          <wps:cNvCnPr/>
                          <wps:spPr bwMode="auto">
                            <a:xfrm flipH="1">
                              <a:off x="8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4" name="Line 1411"/>
                          <wps:cNvCnPr/>
                          <wps:spPr bwMode="auto">
                            <a:xfrm flipH="1">
                              <a:off x="80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5" name="Line 1412"/>
                          <wps:cNvCnPr/>
                          <wps:spPr bwMode="auto">
                            <a:xfrm flipH="1">
                              <a:off x="78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6" name="Line 1413"/>
                          <wps:cNvCnPr/>
                          <wps:spPr bwMode="auto">
                            <a:xfrm flipH="1">
                              <a:off x="7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7" name="Line 1414"/>
                          <wps:cNvCnPr/>
                          <wps:spPr bwMode="auto">
                            <a:xfrm flipH="1">
                              <a:off x="76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8" name="Line 1415"/>
                          <wps:cNvCnPr/>
                          <wps:spPr bwMode="auto">
                            <a:xfrm flipH="1">
                              <a:off x="75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9" name="Line 1416"/>
                          <wps:cNvCnPr/>
                          <wps:spPr bwMode="auto">
                            <a:xfrm flipH="1">
                              <a:off x="7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0" name="Line 1417"/>
                          <wps:cNvCnPr/>
                          <wps:spPr bwMode="auto">
                            <a:xfrm flipH="1">
                              <a:off x="72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1" name="Line 1418"/>
                          <wps:cNvCnPr/>
                          <wps:spPr bwMode="auto">
                            <a:xfrm flipH="1">
                              <a:off x="7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2" name="Line 1419"/>
                          <wps:cNvCnPr/>
                          <wps:spPr bwMode="auto">
                            <a:xfrm flipH="1">
                              <a:off x="7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3" name="Line 1420"/>
                          <wps:cNvCnPr/>
                          <wps:spPr bwMode="auto">
                            <a:xfrm flipH="1">
                              <a:off x="68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4" name="Line 1421"/>
                          <wps:cNvCnPr/>
                          <wps:spPr bwMode="auto">
                            <a:xfrm flipH="1">
                              <a:off x="6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5" name="Line 1422"/>
                          <wps:cNvCnPr/>
                          <wps:spPr bwMode="auto">
                            <a:xfrm flipH="1">
                              <a:off x="6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6" name="Line 1423"/>
                          <wps:cNvCnPr/>
                          <wps:spPr bwMode="auto">
                            <a:xfrm flipH="1">
                              <a:off x="65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7" name="Line 1424"/>
                          <wps:cNvCnPr/>
                          <wps:spPr bwMode="auto">
                            <a:xfrm flipH="1">
                              <a:off x="6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8" name="Line 1425"/>
                          <wps:cNvCnPr/>
                          <wps:spPr bwMode="auto">
                            <a:xfrm flipH="1">
                              <a:off x="62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9" name="Line 1426"/>
                          <wps:cNvCnPr/>
                          <wps:spPr bwMode="auto">
                            <a:xfrm flipH="1">
                              <a:off x="61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0" name="Line 1427"/>
                          <wps:cNvCnPr/>
                          <wps:spPr bwMode="auto">
                            <a:xfrm flipH="1">
                              <a:off x="6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1" name="Line 1428"/>
                          <wps:cNvCnPr/>
                          <wps:spPr bwMode="auto">
                            <a:xfrm flipH="1">
                              <a:off x="59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2" name="Line 1429"/>
                          <wps:cNvCnPr/>
                          <wps:spPr bwMode="auto">
                            <a:xfrm flipH="1">
                              <a:off x="57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3" name="Line 1430"/>
                          <wps:cNvCnPr/>
                          <wps:spPr bwMode="auto">
                            <a:xfrm flipH="1">
                              <a:off x="5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4" name="Line 1431"/>
                          <wps:cNvCnPr/>
                          <wps:spPr bwMode="auto">
                            <a:xfrm flipH="1">
                              <a:off x="55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5" name="Line 1432"/>
                          <wps:cNvCnPr/>
                          <wps:spPr bwMode="auto">
                            <a:xfrm flipH="1">
                              <a:off x="54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6" name="Line 1433"/>
                          <wps:cNvCnPr/>
                          <wps:spPr bwMode="auto">
                            <a:xfrm flipH="1">
                              <a:off x="5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7" name="Line 1434"/>
                          <wps:cNvCnPr/>
                          <wps:spPr bwMode="auto">
                            <a:xfrm flipH="1">
                              <a:off x="51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8" name="Line 1435"/>
                          <wps:cNvCnPr/>
                          <wps:spPr bwMode="auto">
                            <a:xfrm flipH="1">
                              <a:off x="5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9" name="Line 1436"/>
                          <wps:cNvCnPr/>
                          <wps:spPr bwMode="auto">
                            <a:xfrm flipH="1">
                              <a:off x="4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0" name="Line 1437"/>
                          <wps:cNvCnPr/>
                          <wps:spPr bwMode="auto">
                            <a:xfrm flipH="1">
                              <a:off x="47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1" name="Line 1438"/>
                          <wps:cNvCnPr/>
                          <wps:spPr bwMode="auto">
                            <a:xfrm flipH="1">
                              <a:off x="4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2" name="Line 1439"/>
                          <wps:cNvCnPr/>
                          <wps:spPr bwMode="auto">
                            <a:xfrm flipH="1">
                              <a:off x="4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3" name="Line 1440"/>
                          <wps:cNvCnPr/>
                          <wps:spPr bwMode="auto">
                            <a:xfrm flipH="1">
                              <a:off x="44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4" name="Line 1441"/>
                          <wps:cNvCnPr/>
                          <wps:spPr bwMode="auto">
                            <a:xfrm flipH="1">
                              <a:off x="4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5" name="Line 1442"/>
                          <wps:cNvCnPr/>
                          <wps:spPr bwMode="auto">
                            <a:xfrm flipH="1">
                              <a:off x="4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6" name="Line 1443"/>
                          <wps:cNvCnPr/>
                          <wps:spPr bwMode="auto">
                            <a:xfrm flipH="1">
                              <a:off x="40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7" name="Line 1444"/>
                          <wps:cNvCnPr/>
                          <wps:spPr bwMode="auto">
                            <a:xfrm flipH="1">
                              <a:off x="3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8" name="Line 1445"/>
                          <wps:cNvCnPr/>
                          <wps:spPr bwMode="auto">
                            <a:xfrm flipH="1">
                              <a:off x="3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9" name="Line 1446"/>
                          <wps:cNvCnPr/>
                          <wps:spPr bwMode="auto">
                            <a:xfrm flipH="1">
                              <a:off x="36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0" name="Line 1447"/>
                          <wps:cNvCnPr/>
                          <wps:spPr bwMode="auto">
                            <a:xfrm flipH="1">
                              <a:off x="3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1" name="Line 1448"/>
                          <wps:cNvCnPr/>
                          <wps:spPr bwMode="auto">
                            <a:xfrm flipH="1">
                              <a:off x="3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2" name="Line 1449"/>
                          <wps:cNvCnPr/>
                          <wps:spPr bwMode="auto">
                            <a:xfrm flipH="1">
                              <a:off x="33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3" name="Line 1450"/>
                          <wps:cNvCnPr/>
                          <wps:spPr bwMode="auto">
                            <a:xfrm flipH="1">
                              <a:off x="3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4" name="Line 1451"/>
                          <wps:cNvCnPr/>
                          <wps:spPr bwMode="auto">
                            <a:xfrm flipH="1">
                              <a:off x="3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5" name="Line 1452"/>
                          <wps:cNvCnPr/>
                          <wps:spPr bwMode="auto">
                            <a:xfrm flipH="1">
                              <a:off x="2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6" name="Line 1453"/>
                          <wps:cNvCnPr/>
                          <wps:spPr bwMode="auto">
                            <a:xfrm flipH="1">
                              <a:off x="2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7" name="Line 1454"/>
                          <wps:cNvCnPr/>
                          <wps:spPr bwMode="auto">
                            <a:xfrm flipH="1">
                              <a:off x="2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8" name="Line 1455"/>
                          <wps:cNvCnPr/>
                          <wps:spPr bwMode="auto">
                            <a:xfrm flipH="1">
                              <a:off x="2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9" name="Line 1456"/>
                          <wps:cNvCnPr/>
                          <wps:spPr bwMode="auto">
                            <a:xfrm flipH="1">
                              <a:off x="2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0" name="Line 1457"/>
                          <wps:cNvCnPr/>
                          <wps:spPr bwMode="auto">
                            <a:xfrm flipH="1">
                              <a:off x="2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1" name="Line 1458"/>
                          <wps:cNvCnPr/>
                          <wps:spPr bwMode="auto">
                            <a:xfrm flipH="1">
                              <a:off x="21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2" name="Line 1459"/>
                          <wps:cNvCnPr/>
                          <wps:spPr bwMode="auto">
                            <a:xfrm>
                              <a:off x="86" y="1096"/>
                              <a:ext cx="143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3" name="Freeform 1460"/>
                          <wps:cNvSpPr>
                            <a:spLocks/>
                          </wps:cNvSpPr>
                          <wps:spPr bwMode="auto">
                            <a:xfrm>
                              <a:off x="86" y="1039"/>
                              <a:ext cx="115" cy="115"/>
                            </a:xfrm>
                            <a:custGeom>
                              <a:avLst/>
                              <a:gdLst>
                                <a:gd name="T0" fmla="*/ 230 w 230"/>
                                <a:gd name="T1" fmla="*/ 0 h 232"/>
                                <a:gd name="T2" fmla="*/ 0 w 230"/>
                                <a:gd name="T3" fmla="*/ 116 h 232"/>
                                <a:gd name="T4" fmla="*/ 230 w 230"/>
                                <a:gd name="T5" fmla="*/ 232 h 232"/>
                                <a:gd name="T6" fmla="*/ 116 w 230"/>
                                <a:gd name="T7" fmla="*/ 116 h 232"/>
                                <a:gd name="T8" fmla="*/ 230 w 230"/>
                                <a:gd name="T9" fmla="*/ 0 h 232"/>
                              </a:gdLst>
                              <a:ahLst/>
                              <a:cxnLst>
                                <a:cxn ang="0">
                                  <a:pos x="T0" y="T1"/>
                                </a:cxn>
                                <a:cxn ang="0">
                                  <a:pos x="T2" y="T3"/>
                                </a:cxn>
                                <a:cxn ang="0">
                                  <a:pos x="T4" y="T5"/>
                                </a:cxn>
                                <a:cxn ang="0">
                                  <a:pos x="T6" y="T7"/>
                                </a:cxn>
                                <a:cxn ang="0">
                                  <a:pos x="T8" y="T9"/>
                                </a:cxn>
                              </a:cxnLst>
                              <a:rect l="0" t="0" r="r" b="b"/>
                              <a:pathLst>
                                <a:path w="230" h="232">
                                  <a:moveTo>
                                    <a:pt x="230" y="0"/>
                                  </a:moveTo>
                                  <a:lnTo>
                                    <a:pt x="0" y="116"/>
                                  </a:lnTo>
                                  <a:lnTo>
                                    <a:pt x="230" y="232"/>
                                  </a:lnTo>
                                  <a:lnTo>
                                    <a:pt x="116" y="116"/>
                                  </a:lnTo>
                                  <a:lnTo>
                                    <a:pt x="23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64" name="Freeform 1461"/>
                          <wps:cNvSpPr>
                            <a:spLocks/>
                          </wps:cNvSpPr>
                          <wps:spPr bwMode="auto">
                            <a:xfrm>
                              <a:off x="1403" y="1039"/>
                              <a:ext cx="116" cy="115"/>
                            </a:xfrm>
                            <a:custGeom>
                              <a:avLst/>
                              <a:gdLst>
                                <a:gd name="T0" fmla="*/ 0 w 231"/>
                                <a:gd name="T1" fmla="*/ 0 h 232"/>
                                <a:gd name="T2" fmla="*/ 231 w 231"/>
                                <a:gd name="T3" fmla="*/ 116 h 232"/>
                                <a:gd name="T4" fmla="*/ 0 w 231"/>
                                <a:gd name="T5" fmla="*/ 232 h 232"/>
                                <a:gd name="T6" fmla="*/ 116 w 231"/>
                                <a:gd name="T7" fmla="*/ 116 h 232"/>
                                <a:gd name="T8" fmla="*/ 0 w 231"/>
                                <a:gd name="T9" fmla="*/ 0 h 232"/>
                              </a:gdLst>
                              <a:ahLst/>
                              <a:cxnLst>
                                <a:cxn ang="0">
                                  <a:pos x="T0" y="T1"/>
                                </a:cxn>
                                <a:cxn ang="0">
                                  <a:pos x="T2" y="T3"/>
                                </a:cxn>
                                <a:cxn ang="0">
                                  <a:pos x="T4" y="T5"/>
                                </a:cxn>
                                <a:cxn ang="0">
                                  <a:pos x="T6" y="T7"/>
                                </a:cxn>
                                <a:cxn ang="0">
                                  <a:pos x="T8" y="T9"/>
                                </a:cxn>
                              </a:cxnLst>
                              <a:rect l="0" t="0" r="r" b="b"/>
                              <a:pathLst>
                                <a:path w="231" h="232">
                                  <a:moveTo>
                                    <a:pt x="0" y="0"/>
                                  </a:moveTo>
                                  <a:lnTo>
                                    <a:pt x="231" y="116"/>
                                  </a:lnTo>
                                  <a:lnTo>
                                    <a:pt x="0" y="232"/>
                                  </a:lnTo>
                                  <a:lnTo>
                                    <a:pt x="116" y="116"/>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65" name="Line 1462"/>
                          <wps:cNvCnPr/>
                          <wps:spPr bwMode="auto">
                            <a:xfrm>
                              <a:off x="4397" y="505"/>
                              <a:ext cx="778" cy="213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6" name="Freeform 1463"/>
                          <wps:cNvSpPr>
                            <a:spLocks/>
                          </wps:cNvSpPr>
                          <wps:spPr bwMode="auto">
                            <a:xfrm>
                              <a:off x="4382" y="505"/>
                              <a:ext cx="109" cy="130"/>
                            </a:xfrm>
                            <a:custGeom>
                              <a:avLst/>
                              <a:gdLst>
                                <a:gd name="T0" fmla="*/ 219 w 219"/>
                                <a:gd name="T1" fmla="*/ 178 h 260"/>
                                <a:gd name="T2" fmla="*/ 31 w 219"/>
                                <a:gd name="T3" fmla="*/ 0 h 260"/>
                                <a:gd name="T4" fmla="*/ 0 w 219"/>
                                <a:gd name="T5" fmla="*/ 260 h 260"/>
                                <a:gd name="T6" fmla="*/ 70 w 219"/>
                                <a:gd name="T7" fmla="*/ 108 h 260"/>
                                <a:gd name="T8" fmla="*/ 219 w 219"/>
                                <a:gd name="T9" fmla="*/ 178 h 260"/>
                              </a:gdLst>
                              <a:ahLst/>
                              <a:cxnLst>
                                <a:cxn ang="0">
                                  <a:pos x="T0" y="T1"/>
                                </a:cxn>
                                <a:cxn ang="0">
                                  <a:pos x="T2" y="T3"/>
                                </a:cxn>
                                <a:cxn ang="0">
                                  <a:pos x="T4" y="T5"/>
                                </a:cxn>
                                <a:cxn ang="0">
                                  <a:pos x="T6" y="T7"/>
                                </a:cxn>
                                <a:cxn ang="0">
                                  <a:pos x="T8" y="T9"/>
                                </a:cxn>
                              </a:cxnLst>
                              <a:rect l="0" t="0" r="r" b="b"/>
                              <a:pathLst>
                                <a:path w="219" h="260">
                                  <a:moveTo>
                                    <a:pt x="219" y="178"/>
                                  </a:moveTo>
                                  <a:lnTo>
                                    <a:pt x="31" y="0"/>
                                  </a:lnTo>
                                  <a:lnTo>
                                    <a:pt x="0" y="260"/>
                                  </a:lnTo>
                                  <a:lnTo>
                                    <a:pt x="70" y="108"/>
                                  </a:lnTo>
                                  <a:lnTo>
                                    <a:pt x="219" y="17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67" name="Line 1464"/>
                          <wps:cNvCnPr/>
                          <wps:spPr bwMode="auto">
                            <a:xfrm flipH="1" flipV="1">
                              <a:off x="4118" y="1317"/>
                              <a:ext cx="1057" cy="13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8" name="Freeform 1465"/>
                          <wps:cNvSpPr>
                            <a:spLocks/>
                          </wps:cNvSpPr>
                          <wps:spPr bwMode="auto">
                            <a:xfrm>
                              <a:off x="4118" y="1317"/>
                              <a:ext cx="118" cy="126"/>
                            </a:xfrm>
                            <a:custGeom>
                              <a:avLst/>
                              <a:gdLst>
                                <a:gd name="T0" fmla="*/ 54 w 236"/>
                                <a:gd name="T1" fmla="*/ 252 h 252"/>
                                <a:gd name="T2" fmla="*/ 0 w 236"/>
                                <a:gd name="T3" fmla="*/ 0 h 252"/>
                                <a:gd name="T4" fmla="*/ 236 w 236"/>
                                <a:gd name="T5" fmla="*/ 105 h 252"/>
                                <a:gd name="T6" fmla="*/ 74 w 236"/>
                                <a:gd name="T7" fmla="*/ 90 h 252"/>
                                <a:gd name="T8" fmla="*/ 54 w 236"/>
                                <a:gd name="T9" fmla="*/ 252 h 252"/>
                              </a:gdLst>
                              <a:ahLst/>
                              <a:cxnLst>
                                <a:cxn ang="0">
                                  <a:pos x="T0" y="T1"/>
                                </a:cxn>
                                <a:cxn ang="0">
                                  <a:pos x="T2" y="T3"/>
                                </a:cxn>
                                <a:cxn ang="0">
                                  <a:pos x="T4" y="T5"/>
                                </a:cxn>
                                <a:cxn ang="0">
                                  <a:pos x="T6" y="T7"/>
                                </a:cxn>
                                <a:cxn ang="0">
                                  <a:pos x="T8" y="T9"/>
                                </a:cxn>
                              </a:cxnLst>
                              <a:rect l="0" t="0" r="r" b="b"/>
                              <a:pathLst>
                                <a:path w="236" h="252">
                                  <a:moveTo>
                                    <a:pt x="54" y="252"/>
                                  </a:moveTo>
                                  <a:lnTo>
                                    <a:pt x="0" y="0"/>
                                  </a:lnTo>
                                  <a:lnTo>
                                    <a:pt x="236" y="105"/>
                                  </a:lnTo>
                                  <a:lnTo>
                                    <a:pt x="74" y="90"/>
                                  </a:lnTo>
                                  <a:lnTo>
                                    <a:pt x="54" y="25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469" name="Rectangle 1466"/>
                          <wps:cNvSpPr>
                            <a:spLocks noChangeArrowheads="1"/>
                          </wps:cNvSpPr>
                          <wps:spPr bwMode="auto">
                            <a:xfrm>
                              <a:off x="2615" y="1019"/>
                              <a:ext cx="119"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Pr>
                                  <w:rPr>
                                    <w:b/>
                                  </w:rPr>
                                </w:pPr>
                                <w:proofErr w:type="gramStart"/>
                                <w:r>
                                  <w:rPr>
                                    <w:rFonts w:ascii="Calibri" w:hAnsi="Calibri" w:cs="Helvetica"/>
                                    <w:b/>
                                    <w:bCs/>
                                    <w:color w:val="000000"/>
                                    <w:lang w:val="en-US"/>
                                  </w:rPr>
                                  <w:t>α</w:t>
                                </w:r>
                                <w:proofErr w:type="gramEnd"/>
                                <w:r>
                                  <w:rPr>
                                    <w:rFonts w:ascii="Calibri" w:hAnsi="Calibri" w:cs="Helvetica"/>
                                    <w:b/>
                                    <w:bCs/>
                                    <w:color w:val="000000"/>
                                    <w:lang w:val="en-US"/>
                                  </w:rPr>
                                  <w:t xml:space="preserve"> </w:t>
                                </w:r>
                                <w:r>
                                  <w:rPr>
                                    <w:rFonts w:ascii="Helvetica" w:hAnsi="Helvetica" w:cs="Helvetica"/>
                                    <w:b/>
                                    <w:bCs/>
                                    <w:color w:val="000000"/>
                                    <w:lang w:val="en-US"/>
                                  </w:rPr>
                                  <w:t xml:space="preserve"> </w:t>
                                </w:r>
                              </w:p>
                            </w:txbxContent>
                          </wps:txbx>
                          <wps:bodyPr rot="0" vert="horz" wrap="none" lIns="0" tIns="0" rIns="0" bIns="0" anchor="t" anchorCtr="0" upright="1">
                            <a:spAutoFit/>
                          </wps:bodyPr>
                        </wps:wsp>
                        <wps:wsp>
                          <wps:cNvPr id="1470" name="Rectangle 1467"/>
                          <wps:cNvSpPr>
                            <a:spLocks noChangeArrowheads="1"/>
                          </wps:cNvSpPr>
                          <wps:spPr bwMode="auto">
                            <a:xfrm>
                              <a:off x="2817" y="1019"/>
                              <a:ext cx="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1471" name="Rectangle 1468"/>
                          <wps:cNvSpPr>
                            <a:spLocks noChangeArrowheads="1"/>
                          </wps:cNvSpPr>
                          <wps:spPr bwMode="auto">
                            <a:xfrm>
                              <a:off x="3017" y="1019"/>
                              <a:ext cx="13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5°</w:t>
                                </w:r>
                              </w:p>
                            </w:txbxContent>
                          </wps:txbx>
                          <wps:bodyPr rot="0" vert="horz" wrap="none" lIns="0" tIns="0" rIns="0" bIns="0" anchor="t" anchorCtr="0" upright="1">
                            <a:spAutoFit/>
                          </wps:bodyPr>
                        </wps:wsp>
                        <wps:wsp>
                          <wps:cNvPr id="1472" name="Rectangle 1469"/>
                          <wps:cNvSpPr>
                            <a:spLocks noChangeArrowheads="1"/>
                          </wps:cNvSpPr>
                          <wps:spPr bwMode="auto">
                            <a:xfrm>
                              <a:off x="260" y="1176"/>
                              <a:ext cx="29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total</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g:wgp>
                    </wpc:wpc>
                  </a:graphicData>
                </a:graphic>
              </wp:inline>
            </w:drawing>
          </mc:Choice>
          <mc:Fallback>
            <w:pict>
              <v:group id="Canvas 638" o:spid="_x0000_s1026" editas="canvas" style="width:328.4pt;height:281.6pt;mso-position-horizontal-relative:char;mso-position-vertical-relative:line" coordsize="41706,3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706;height:35763;visibility:visible;mso-wrap-style:square">
                  <v:fill o:detectmouseclick="t"/>
                  <v:path o:connecttype="none"/>
                </v:shape>
                <v:group id="Group 640" o:spid="_x0000_s1028" style="position:absolute;left:546;top:4083;width:41160;height:31680" coordorigin="86,34" coordsize="6482,4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ZwjsYAAADcAAAADwAAAGRycy9kb3ducmV2LnhtbESPQWvCQBSE7wX/w/IK&#10;3ppNtA2SZhWRKh5CoSqU3h7ZZxLMvg3ZbRL/fbdQ6HGYmW+YfDOZVgzUu8aygiSKQRCXVjdcKbic&#10;908rEM4ja2wtk4I7OdisZw85ZtqO/EHDyVciQNhlqKD2vsukdGVNBl1kO+LgXW1v0AfZV1L3OAa4&#10;aeUijlNpsOGwUGNHu5rK2+nbKDiMOG6XydtQ3K67+9f55f2zSEip+eO0fQXhafL/4b/2UStIn5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1nCOxgAAANwA&#10;AAAPAAAAAAAAAAAAAAAAAKoCAABkcnMvZG93bnJldi54bWxQSwUGAAAAAAQABAD6AAAAnQMAAAAA&#10;">
                  <v:shape id="Freeform 641" o:spid="_x0000_s1029" style="position:absolute;left:6335;top:715;width:139;height:139;visibility:visible;mso-wrap-style:square;v-text-anchor:top" coordsize="27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presQA&#10;AADcAAAADwAAAGRycy9kb3ducmV2LnhtbESPT0vDQBTE74LfYXkFb3ZTKbHEbosUxOLJ/jl4fGRf&#10;d1Ozb0P2mcRv7wqCx2FmfsOst1No1UB9aiIbWMwLUMR1tA07A+fTy/0KVBJki21kMvBNCbab25s1&#10;VjaOfKDhKE5lCKcKDXiRrtI61Z4CpnnsiLN3iX1AybJ32vY4Znho9UNRlDpgw3nBY0c7T/Xn8SsY&#10;SPIqPuzc/mMow/Xw+OY69z4aczebnp9ACU3yH/5r762BcrmE3zP5CO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Ka3rEAAAA3AAAAA8AAAAAAAAAAAAAAAAAmAIAAGRycy9k&#10;b3ducmV2LnhtbFBLBQYAAAAABAAEAPUAAACJAwAAAAA=&#10;" path="m276,139r-2,20l270,179r-8,20l251,218r-12,15l224,247r-17,13l188,269r-20,6l148,278r-22,l108,275,88,269,69,260,52,247,37,233,24,218,14,199,6,179,1,159,,139,1,118,6,97,14,79,24,60,37,45,52,31,69,19,88,9,108,3,126,r22,l168,3r20,6l207,19r17,12l239,45r12,15l262,79r8,18l274,118r2,21xe" filled="f" strokeweight="0">
                    <v:path arrowok="t" o:connecttype="custom" o:connectlocs="139,70;138,80;136,90;132,100;126,109;120,117;113,124;104,130;95,135;85,138;75,139;63,139;54,138;44,135;35,130;26,124;19,117;12,109;7,100;3,90;1,80;0,70;1,59;3,49;7,40;12,30;19,23;26,16;35,10;44,5;54,2;63,0;75,0;85,2;95,5;104,10;113,16;120,23;126,30;132,40;136,49;138,59;139,70" o:connectangles="0,0,0,0,0,0,0,0,0,0,0,0,0,0,0,0,0,0,0,0,0,0,0,0,0,0,0,0,0,0,0,0,0,0,0,0,0,0,0,0,0,0,0"/>
                  </v:shape>
                  <v:shape id="Freeform 642" o:spid="_x0000_s1030" style="position:absolute;left:6243;top:625;width:324;height:161;visibility:visible;mso-wrap-style:square;v-text-anchor:top" coordsize="64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iKDsMA&#10;AADcAAAADwAAAGRycy9kb3ducmV2LnhtbESPQWsCMRSE74L/ITyht5pVWtHVKCIItjdtQY/PzXN3&#10;cfOyJnHd+uuNUPA4zMw3zGzRmko05HxpWcGgn4AgzqwuOVfw+7N+H4PwAVljZZkU/JGHxbzbmWGq&#10;7Y231OxCLiKEfYoKihDqVEqfFWTQ921NHL2TdQZDlC6X2uEtwk0lh0kykgZLjgsF1rQqKDvvriZS&#10;GnfhSTv5br6wzuXd7zeHIyv11muXUxCB2vAK/7c3WsHo4xO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iKDsMAAADcAAAADwAAAAAAAAAAAAAAAACYAgAAZHJzL2Rv&#10;d25yZXYueG1sUEsFBgAAAAAEAAQA9QAAAIgDAAAAAA==&#10;" path="m647,322l631,227,573,120,477,38,357,,258,7,142,54,39,168,,288r,34e" filled="f" strokeweight="0">
                    <v:path arrowok="t" o:connecttype="custom" o:connectlocs="324,161;316,114;287,60;239,19;179,0;129,4;71,27;20,84;0,144;0,161" o:connectangles="0,0,0,0,0,0,0,0,0,0"/>
                  </v:shape>
                  <v:shape id="Freeform 643" o:spid="_x0000_s1031" style="position:absolute;left:6162;top:544;width:287;height:160;visibility:visible;mso-wrap-style:square;v-text-anchor:top" coordsize="57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JWMMA&#10;AADcAAAADwAAAGRycy9kb3ducmV2LnhtbESPQWsCMRSE7wX/Q3iCt5q1yFJXo4hFsBQPVcHrY/Pc&#10;LG5eliSu23/fCILHYWa+YRar3jaiIx9qxwom4wwEcel0zZWC03H7/gkiRGSNjWNS8EcBVsvB2wIL&#10;7e78S90hViJBOBSowMTYFlKG0pDFMHYtcfIuzluMSfpKao/3BLeN/MiyXFqsOS0YbGljqLweblbB&#10;92Trz9xdjeNZ2fyc9/rrUs2UGg379RxEpD6+ws/2TivIpzk8zqQj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gJWMMAAADcAAAADwAAAAAAAAAAAAAAAACYAgAAZHJzL2Rv&#10;d25yZXYueG1sUEsFBgAAAAAEAAQA9QAAAIgDAAAAAA==&#10;" path="m573,116l477,36,378,,273,,157,44,46,155,3,271,,320e" filled="f" strokeweight="0">
                    <v:path arrowok="t" o:connecttype="custom" o:connectlocs="287,58;239,18;189,0;137,0;79,22;23,78;2,136;0,160" o:connectangles="0,0,0,0,0,0,0,0"/>
                  </v:shape>
                  <v:shape id="Freeform 644" o:spid="_x0000_s1032" style="position:absolute;left:5671;top:55;width:288;height:160;visibility:visible;mso-wrap-style:square;v-text-anchor:top" coordsize="57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9WUsYA&#10;AADcAAAADwAAAGRycy9kb3ducmV2LnhtbESPQWvCQBSE7wX/w/IEL0U3kZJKdA1SCBYKhUbB6zP7&#10;TEKyb0N2a9L++m6h0OMwM98wu2wynbjT4BrLCuJVBIK4tLrhSsH5lC83IJxH1thZJgVf5CDbzx52&#10;mGo78gfdC1+JAGGXooLa+z6V0pU1GXQr2xMH72YHgz7IoZJ6wDHATSfXUZRIgw2HhRp7eqmpbItP&#10;o+CSaCtjd3k7fsf54/upva779qrUYj4dtiA8Tf4//Nd+1QqSp2f4PROO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9WUsYAAADcAAAADwAAAAAAAAAAAAAAAACYAgAAZHJz&#10;L2Rvd25yZXYueG1sUEsFBgAAAAAEAAQA9QAAAIsDAAAAAA==&#10;" path="m574,111l477,36,377,,273,,168,36,66,119,15,219,,320e" filled="f" strokeweight="0">
                    <v:path arrowok="t" o:connecttype="custom" o:connectlocs="288,56;239,18;189,0;137,0;84,18;33,60;8,110;0,160" o:connectangles="0,0,0,0,0,0,0,0"/>
                  </v:shape>
                  <v:shape id="Freeform 645" o:spid="_x0000_s1033" style="position:absolute;left:5754;top:134;width:324;height:162;visibility:visible;mso-wrap-style:square;v-text-anchor:top" coordsize="64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lTsMA&#10;AADcAAAADwAAAGRycy9kb3ducmV2LnhtbERPy2oCMRTdC/2HcAvdacZStUwnighSK934aNeXyZ2H&#10;Tm7CJOpMv94sCi4P550tOtOIK7W+tqxgPEpAEOdW11wqOB7Ww3cQPiBrbCyTgp48LOZPgwxTbW+8&#10;o+s+lCKGsE9RQRWCS6X0eUUG/cg64sgVtjUYImxLqVu8xXDTyNckmUqDNceGCh2tKsrP+4tRMDmc&#10;J+F39r127udz2/fF6Suf/Sn18twtP0AE6sJD/O/eaAXTt7g2nolH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lTsMAAADcAAAADwAAAAAAAAAAAAAAAACYAgAAZHJzL2Rv&#10;d25yZXYueG1sUEsFBgAAAAAEAAQA9QAAAIgDAAAAAA==&#10;" path="m647,293l611,177,533,72,402,7,289,,170,38,54,142,8,257,,324e" filled="f" strokeweight="0">
                    <v:path arrowok="t" o:connecttype="custom" o:connectlocs="324,147;306,89;267,36;201,4;145,0;85,19;27,71;4,129;0,162" o:connectangles="0,0,0,0,0,0,0,0,0"/>
                  </v:shape>
                  <v:shape id="Freeform 646" o:spid="_x0000_s1034" style="position:absolute;left:5847;top:228;width:117;height:116;visibility:visible;mso-wrap-style:square;v-text-anchor:top" coordsize="235,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eREcIA&#10;AADcAAAADwAAAGRycy9kb3ducmV2LnhtbESPQWvCQBSE7wX/w/IKvdVNS000uooUFK+uen9kn0kw&#10;+3bJbjT9912h0OMwM98wq81oO3GnPrSOFXxMMxDElTMt1wrOp937HESIyAY7x6TghwJs1pOXFZbG&#10;PfhIdx1rkSAcSlTQxOhLKUPVkMUwdZ44eVfXW4xJ9rU0PT4S3HbyM8tyabHltNCgp++GqpserIKi&#10;8MOgL3520Huf78NxF/S5U+rtddwuQUQa43/4r30wCvKvBTzPp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N5ERwgAAANwAAAAPAAAAAAAAAAAAAAAAAJgCAABkcnMvZG93&#10;bnJldi54bWxQSwUGAAAAAAQABAD1AAAAhwMAAAAA&#10;" path="m235,39l178,,104,,34,43,,113r8,69l42,232e" filled="f" strokeweight="0">
                    <v:path arrowok="t" o:connecttype="custom" o:connectlocs="117,20;89,0;52,0;17,22;0,57;4,91;21,116" o:connectangles="0,0,0,0,0,0,0"/>
                  </v:shape>
                  <v:line id="Line 647" o:spid="_x0000_s1035" style="position:absolute;flip:x;visibility:visible;mso-wrap-style:square" from="348,373" to="5407,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uvPcMAAADcAAAADwAAAGRycy9kb3ducmV2LnhtbERPy2oCMRTdF/yHcIXuakZBW0ajiKKU&#10;Qlt8LdxdJ9eZwcnNkEQn/ftmUejycN6zRTSNeJDztWUFw0EGgriwuuZSwfGweXkD4QOyxsYyKfgh&#10;D4t572mGubYd7+ixD6VIIexzVFCF0OZS+qIig35gW+LEXa0zGBJ0pdQOuxRuGjnKsok0WHNqqLCl&#10;VUXFbX83CnZfr3xx23u8xUv3+X0+lR+n9VKp535cTkEEiuFf/Od+1wom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7rz3DAAAA3AAAAA8AAAAAAAAAAAAA&#10;AAAAoQIAAGRycy9kb3ducmV2LnhtbFBLBQYAAAAABAAEAPkAAACRAwAAAAA=&#10;" strokeweight="0"/>
                  <v:line id="Line 648" o:spid="_x0000_s1036" style="position:absolute;visibility:visible;mso-wrap-style:square" from="86,635" to="4956,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M5Y8QAAADcAAAADwAAAGRycy9kb3ducmV2LnhtbESPQWvCQBSE7wX/w/IKvdVNBNM0uopI&#10;i3qrVsHjI/uaLGbfhuxW4793BcHjMDPfMNN5bxtxps4bxwrSYQKCuHTacKVg//v9noPwAVlj45gU&#10;XMnDfDZ4mWKh3YW3dN6FSkQI+wIV1CG0hZS+rMmiH7qWOHp/rrMYouwqqTu8RLht5ChJMmnRcFyo&#10;saVlTeVp928VmJ9sNd58HD4P8msV0mN+yo3dK/X22i8mIAL14Rl+tNdaQTZO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0zljxAAAANwAAAAPAAAAAAAAAAAA&#10;AAAAAKECAABkcnMvZG93bnJldi54bWxQSwUGAAAAAAQABAD5AAAAkgMAAAAA&#10;" strokeweight="0"/>
                  <v:line id="Line 649" o:spid="_x0000_s1037" style="position:absolute;flip:y;visibility:visible;mso-wrap-style:square" from="6567,786"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WU0cYAAADcAAAADwAAAGRycy9kb3ducmV2LnhtbESPQWsCMRSE7wX/Q3hCbzWrUCtbo4hi&#10;KQUraj309ty87i5uXpYkuum/N4WCx2FmvmGm82gacSXna8sKhoMMBHFhdc2lgq/D+mkCwgdkjY1l&#10;UvBLHuaz3sMUc2073tF1H0qRIOxzVFCF0OZS+qIig35gW+Lk/VhnMCTpSqkddgluGjnKsrE0WHNa&#10;qLClZUXFeX8xCnafL3xyb5d4jqdus/0+lh/H1UKpx35cvIIIFMM9/N9+1wrGzy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llNHGAAAA3AAAAA8AAAAAAAAA&#10;AAAAAAAAoQIAAGRycy9kb3ducmV2LnhtbFBLBQYAAAAABAAEAPkAAACUAwAAAAA=&#10;" strokeweight="0"/>
                  <v:line id="Line 650" o:spid="_x0000_s1038" style="position:absolute;visibility:visible;mso-wrap-style:square" from="6290,786" to="6521,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0Cj8QAAADcAAAADwAAAGRycy9kb3ducmV2LnhtbESPT2vCQBTE7wW/w/KE3upGxRijq4hY&#10;bG/+BY+P7DNZzL4N2a2m375bKPQ4zMxvmMWqs7V4UOuNYwXDQQKCuHDacKngfHp/y0D4gKyxdkwK&#10;vsnDatl7WWCu3ZMP9DiGUkQI+xwVVCE0uZS+qMiiH7iGOHo311oMUbal1C0+I9zWcpQkqbRoOC5U&#10;2NCmouJ+/LIKzD7dTT6nl9lFbndheM3umbFnpV773XoOIlAX/sN/7Q+tIJ2M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TQKPxAAAANwAAAAPAAAAAAAAAAAA&#10;AAAAAKECAABkcnMvZG93bnJldi54bWxQSwUGAAAAAAQABAD5AAAAkgMAAAAA&#10;" strokeweight="0"/>
                  <v:line id="Line 651" o:spid="_x0000_s1039" style="position:absolute;flip:x;visibility:visible;mso-wrap-style:square" from="6243,971" to="656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CpPsYAAADcAAAADwAAAGRycy9kb3ducmV2LnhtbESPQWsCMRSE74L/ITyht5qttLZsjSKW&#10;ihSqaOuht+fmdXdx87Ik0Y3/3hQKHoeZ+YaZzKJpxJmcry0reBhmIIgLq2suFXx/vd+/gPABWWNj&#10;mRRcyMNs2u9NMNe24y2dd6EUCcI+RwVVCG0upS8qMuiHtiVO3q91BkOSrpTaYZfgppGjLBtLgzWn&#10;hQpbWlRUHHcno2C7fuaDW57iMR66z83PvvzYv82VuhvE+SuIQDHcwv/tlVYwfn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xAqT7GAAAA3AAAAA8AAAAAAAAA&#10;AAAAAAAAoQIAAGRycy9kb3ducmV2LnhtbFBLBQYAAAAABAAEAPkAAACUAwAAAAA=&#10;" strokeweight="0"/>
                  <v:line id="Line 652" o:spid="_x0000_s1040" style="position:absolute;flip:y;visibility:visible;mso-wrap-style:square" from="6243,786" to="624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wMpcYAAADcAAAADwAAAGRycy9kb3ducmV2LnhtbESPQWsCMRSE74L/ITyhN81a0MrWKGJp&#10;KYItaj309ty87i5uXpYkuvHfm0Khx2FmvmHmy2gacSXna8sKxqMMBHFhdc2lgq/D63AGwgdkjY1l&#10;UnAjD8tFvzfHXNuOd3Tdh1IkCPscFVQhtLmUvqjIoB/Zljh5P9YZDEm6UmqHXYKbRj5m2VQarDkt&#10;VNjSuqLivL8YBbuPJz65t0s8x1O3/fw+lpvjy0qph0FcPYMIFMN/+K/9rhVMJxP4PZOOgF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MDKXGAAAA3AAAAA8AAAAAAAAA&#10;AAAAAAAAoQIAAGRycy9kb3ducmV2LnhtbFBLBQYAAAAABAAEAPkAAACUAwAAAAA=&#10;" strokeweight="0"/>
                  <v:line id="Line 653" o:spid="_x0000_s1041" style="position:absolute;flip:y;visibility:visible;mso-wrap-style:square" from="6405,671" to="64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6S0scAAADcAAAADwAAAGRycy9kb3ducmV2LnhtbESPT2sCMRTE74V+h/AK3mrWQrdlNYq0&#10;tIjQiv8O3p6b5+7i5mVJohu/fVMo9DjMzG+YySyaVlzJ+caygtEwA0FcWt1wpWC3/Xh8BeEDssbW&#10;Mim4kYfZ9P5ugoW2Pa/pugmVSBD2BSqoQ+gKKX1Zk0E/tB1x8k7WGQxJukpqh32Cm1Y+ZVkuDTac&#10;Fmrs6K2m8ry5GAXr7xc+us9LPMdj/7U67Kvl/n2u1OAhzscgAsXwH/5rL7SC/DmH3zPpCMj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3pLSxwAAANwAAAAPAAAAAAAA&#10;AAAAAAAAAKECAABkcnMvZG93bnJldi54bWxQSwUGAAAAAAQABAD5AAAAlQMAAAAA&#10;" strokeweight="0"/>
                  <v:line id="Line 654" o:spid="_x0000_s1042" style="position:absolute;flip:x y;visibility:visible;mso-wrap-style:square" from="6162,889" to="6243,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u7Q8MAAADcAAAADwAAAGRycy9kb3ducmV2LnhtbESPQWsCMRSE74X+h/CEXopmbekqq1GK&#10;1CK9da33x+a5WUxeliTV9d83BcHjMDPfMMv14Kw4U4idZwXTSQGCuPG641bBz347noOICVmj9UwK&#10;rhRhvXp8WGKl/YW/6VynVmQIxwoVmJT6SsrYGHIYJ74nzt7RB4cpy9BKHfCS4c7Kl6IopcOO84LB&#10;njaGmlP96xS8zg773ck+m69tdObj09ZNGa5KPY2G9wWIREO6h2/tnVZQvs3g/0w+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Lu0PDAAAA3AAAAA8AAAAAAAAAAAAA&#10;AAAAoQIAAGRycy9kb3ducmV2LnhtbFBLBQYAAAAABAAEAPkAAACRAwAAAAA=&#10;" strokeweight="0"/>
                  <v:line id="Line 655" o:spid="_x0000_s1043" style="position:absolute;flip:y;visibility:visible;mso-wrap-style:square" from="6162,704" to="6163,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jO8MAAADcAAAADwAAAGRycy9kb3ducmV2LnhtbERPy2oCMRTdF/yHcIXuakZBW0ajiKKU&#10;Qlt8LdxdJ9eZwcnNkEQn/ftmUejycN6zRTSNeJDztWUFw0EGgriwuuZSwfGweXkD4QOyxsYyKfgh&#10;D4t572mGubYd7+ixD6VIIexzVFCF0OZS+qIig35gW+LEXa0zGBJ0pdQOuxRuGjnKsok0WHNqqLCl&#10;VUXFbX83CnZfr3xx23u8xUv3+X0+lR+n9VKp535cTkEEiuFf/Od+1wom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NozvDAAAA3AAAAA8AAAAAAAAAAAAA&#10;AAAAoQIAAGRycy9kb3ducmV2LnhtbFBLBQYAAAAABAAEAPkAAACRAwAAAAA=&#10;" strokeweight="0"/>
                  <v:line id="Line 656" o:spid="_x0000_s1044" style="position:absolute;flip:x y;visibility:visible;mso-wrap-style:square" from="6449,602" to="6509,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iKqsQAAADcAAAADwAAAGRycy9kb3ducmV2LnhtbESPQWsCMRSE70L/Q3iFXkrNttKtbo1S&#10;RIv01lXvj83rZjF5WZKo679vCgWPw8x8w8yXg7PiTCF2nhU8jwsQxI3XHbcK9rvN0xRETMgarWdS&#10;cKUIy8XdaI6V9hf+pnOdWpEhHCtUYFLqKyljY8hhHPueOHs/PjhMWYZW6oCXDHdWvhRFKR12nBcM&#10;9rQy1Bzrk1MweTvstkf7aL420Zn1p62bMlyVergfPt5BJBrSLfzf3moF5esM/s7kIy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GIqqxAAAANwAAAAPAAAAAAAAAAAA&#10;AAAAAKECAABkcnMvZG93bnJldi54bWxQSwUGAAAAAAQABAD5AAAAkgMAAAAA&#10;" strokeweight="0"/>
                  <v:line id="Line 657" o:spid="_x0000_s1045" style="position:absolute;flip:x y;visibility:visible;mso-wrap-style:square" from="5959,111" to="6018,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7pisAAAADcAAAADwAAAGRycy9kb3ducmV2LnhtbERPTWsCMRC9F/ofwhR6KTVbC2tZjSKi&#10;Rby56n3YjJvFZLIkqa7/vjkIHh/ve7YYnBVXCrHzrOBrVIAgbrzuuFVwPGw+f0DEhKzReiYFd4qw&#10;mL++zLDS/sZ7utapFTmEY4UKTEp9JWVsDDmMI98TZ+7sg8OUYWilDnjL4c7KcVGU0mHHucFgTytD&#10;zaX+cwq+J6fD9mI/zG4TnVn/2ropw12p97dhOQWRaEhP8cO91QrKMs/PZ/IRkP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O6YrAAAAA3AAAAA8AAAAAAAAAAAAAAAAA&#10;oQIAAGRycy9kb3ducmV2LnhtbFBLBQYAAAAABAAEAPkAAACOAwAAAAA=&#10;" strokeweight="0"/>
                  <v:line id="Line 658" o:spid="_x0000_s1046" style="position:absolute;flip:y;visibility:visible;mso-wrap-style:square" from="5671,215" to="5672,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vAG8YAAADcAAAADwAAAGRycy9kb3ducmV2LnhtbESPQWsCMRSE74X+h/AK3mpWD9uyNYq0&#10;WIpQi7YevD03z93FzcuSRDf+eyMIPQ4z8w0zmUXTijM531hWMBpmIIhLqxuuFPz9Lp5fQfiArLG1&#10;TAou5GE2fXyYYKFtz2s6b0IlEoR9gQrqELpCSl/WZNAPbUecvIN1BkOSrpLaYZ/gppXjLMulwYbT&#10;Qo0dvddUHjcno2C9euG9+zzFY9z33z+7bbXcfsyVGjzF+RuIQDH8h+/tL60gz0dwO5OO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bwBvGAAAA3AAAAA8AAAAAAAAA&#10;AAAAAAAAoQIAAGRycy9kb3ducmV2LnhtbFBLBQYAAAAABAAEAPkAAACUAwAAAAA=&#10;" strokeweight="0"/>
                  <v:line id="Line 659" o:spid="_x0000_s1047" style="position:absolute;flip:y;visibility:visible;mso-wrap-style:square" from="5754,296" to="5755,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ebMYAAADcAAAADwAAAGRycy9kb3ducmV2LnhtbESPQWsCMRSE74X+h/AKvdWsHrZlNYpY&#10;WkqhFq0evD03z93FzcuSRDf+eyMIPQ4z8w0zmUXTijM531hWMBxkIIhLqxuuFGz+Pl7eQPiArLG1&#10;TAou5GE2fXyYYKFtzys6r0MlEoR9gQrqELpCSl/WZNAPbEecvIN1BkOSrpLaYZ/gppWjLMulwYbT&#10;Qo0dLWoqj+uTUbBavvLefZ7iMe77n9/dtvrevs+Ven6K8zGIQDH8h+/tL60gz0dwO5OO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JXmzGAAAA3AAAAA8AAAAAAAAA&#10;AAAAAAAAoQIAAGRycy9kb3ducmV2LnhtbFBLBQYAAAAABAAEAPkAAACUAwAAAAA=&#10;" strokeweight="0"/>
                  <v:line id="Line 660" o:spid="_x0000_s1048" style="position:absolute;flip:x y;visibility:visible;mso-wrap-style:square" from="5866,346" to="6172,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x3/cMAAADcAAAADwAAAGRycy9kb3ducmV2LnhtbESPQWsCMRSE7wX/Q3hCL0WzVlhlNYpI&#10;LdJb1/b+2Dw3i8nLkkRd/31TKPQ4zMw3zHo7OCtuFGLnWcFsWoAgbrzuuFXwdTpMliBiQtZoPZOC&#10;B0XYbkZPa6y0v/Mn3erUigzhWKECk1JfSRkbQw7j1PfE2Tv74DBlGVqpA94z3Fn5WhSldNhxXjDY&#10;095Qc6mvTsF88X06XuyL+ThEZ97ebd2U4aHU83jYrUAkGtJ/+K991ArKcg6/Z/IR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cd/3DAAAA3AAAAA8AAAAAAAAAAAAA&#10;AAAAoQIAAGRycy9kb3ducmV2LnhtbFBLBQYAAAAABAAEAPkAAACRAwAAAAA=&#10;" strokeweight="0"/>
                  <v:line id="Line 661" o:spid="_x0000_s1049" style="position:absolute;flip:x y;visibility:visible;mso-wrap-style:square" from="5964,247" to="6270,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XvicMAAADcAAAADwAAAGRycy9kb3ducmV2LnhtbESPQWsCMRSE74X+h/CEXopm28pWVqOU&#10;Uot4c633x+a5WUxeliTV9d83BcHjMDPfMIvV4Kw4U4idZwUvkwIEceN1x62Cn/16PAMRE7JG65kU&#10;XCnCavn4sMBK+wvv6FynVmQIxwoVmJT6SsrYGHIYJ74nzt7RB4cpy9BKHfCS4c7K16IopcOO84LB&#10;nj4NNaf61yl4ez/sNyf7bLbr6MzXt62bMlyVehoNH3MQiYZ0D9/aG62gLKfwfyYfAb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174nDAAAA3AAAAA8AAAAAAAAAAAAA&#10;AAAAoQIAAGRycy9kb3ducmV2LnhtbFBLBQYAAAAABAAEAPkAAACRAwAAAAA=&#10;" strokeweight="0"/>
                  <v:line id="Line 662" o:spid="_x0000_s1050" style="position:absolute;flip:x y;visibility:visible;mso-wrap-style:square" from="5654,34" to="653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Thq8UAAADcAAAADwAAAGRycy9kb3ducmV2LnhtbESPQWvCQBSE7wX/w/KEXopuWmiQ6CpB&#10;qO2llEQPHh/ZZxLMvo27q0n767uFgsdhZr5hVpvRdOJGzreWFTzPExDEldUt1woO+7fZAoQPyBo7&#10;y6Tgmzxs1pOHFWbaDlzQrQy1iBD2GSpoQugzKX3VkEE/tz1x9E7WGQxRulpqh0OEm06+JEkqDbYc&#10;FxrsadtQdS6vRsHxi7gsCpd/ju+XPux+hqcqzZV6nI75EkSgMdzD/+0PrSBNX+HvTDwC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cThq8UAAADcAAAADwAAAAAAAAAA&#10;AAAAAAChAgAAZHJzL2Rvd25yZXYueG1sUEsFBgAAAAAEAAQA+QAAAJMDAAAAAA==&#10;" strokeweight="0">
                    <v:stroke dashstyle="3 1 1 1"/>
                  </v:line>
                  <v:shape id="Freeform 663" o:spid="_x0000_s1051" style="position:absolute;left:5705;top:643;width:14;height:5;visibility:visible;mso-wrap-style:square;v-text-anchor:top" coordsize="3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VgJMUA&#10;AADcAAAADwAAAGRycy9kb3ducmV2LnhtbESPT2sCMRTE7wW/Q3iCl6LZekjLahQRqqVCwT94fmye&#10;u4ublzWJ6/bbN4VCj8PM/IaZL3vbiI58qB1reJlkIIgLZ2ouNZyO7+M3ECEiG2wck4ZvCrBcDJ7m&#10;mBv34D11h1iKBOGQo4YqxjaXMhQVWQwT1xIn7+K8xZikL6Xx+Ehw28hplilpsea0UGFL64qK6+Fu&#10;NTS37fnW7U4K98+7L+9q9brdfGo9GvarGYhIffwP/7U/jAalFPyeS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WAkxQAAANwAAAAPAAAAAAAAAAAAAAAAAJgCAABkcnMv&#10;ZG93bnJldi54bWxQSwUGAAAAAAQABAD1AAAAigMAAAAA&#10;" path="m,l2,3r4,l10,8r4,l17,11r13,e" filled="f" strokeweight="0">
                    <v:path arrowok="t" o:connecttype="custom" o:connectlocs="0,0;1,1;3,1;5,4;7,4;8,5;14,5" o:connectangles="0,0,0,0,0,0,0"/>
                  </v:shape>
                  <v:shape id="Freeform 664" o:spid="_x0000_s1052" style="position:absolute;left:5685;top:689;width:16;height:5;visibility:visible;mso-wrap-style:square;v-text-anchor:top" coordsize="3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frcIA&#10;AADcAAAADwAAAGRycy9kb3ducmV2LnhtbESPQWvCQBSE7wX/w/KE3upGK7GkrhKFUo81Wr0+dl+T&#10;YPZtyK4a/31XEDwOM/MNM1/2thEX6nztWMF4lIAg1s7UXCrY777ePkD4gGywcUwKbuRhuRi8zDEz&#10;7spbuhShFBHCPkMFVQhtJqXXFVn0I9cSR+/PdRZDlF0pTYfXCLeNnCRJKi3WHBcqbGldkT4VZ6uA&#10;U0+/4ZDrqXG31U+Rv3/r7VGp12Gff4II1Idn+NHeGAVpOoP7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1l+twgAAANwAAAAPAAAAAAAAAAAAAAAAAJgCAABkcnMvZG93&#10;bnJldi54bWxQSwUGAAAAAAQABAD1AAAAhwMAAAAA&#10;" path="m,l3,3r4,l11,7r4,l18,11r13,e" filled="f" strokeweight="0">
                    <v:path arrowok="t" o:connecttype="custom" o:connectlocs="0,0;2,1;4,1;6,3;8,3;9,5;16,5" o:connectangles="0,0,0,0,0,0,0"/>
                  </v:shape>
                  <v:shape id="Freeform 665" o:spid="_x0000_s1053" style="position:absolute;left:5415;top:323;width:23;height:39;visibility:visible;mso-wrap-style:square;v-text-anchor:top" coordsize="4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WVScEA&#10;AADcAAAADwAAAGRycy9kb3ducmV2LnhtbERP3WrCMBS+H/gO4QjeaVqFIp2xjKIwYYyt7gHOmrOm&#10;rDkpSWbr2y8Xg11+fP+HaraDuJEPvWMF+SYDQdw63XOn4ON6Xu9BhIiscXBMCu4UoDouHg5Yajfx&#10;O92a2IkUwqFEBSbGsZQytIYsho0biRP35bzFmKDvpPY4pXA7yG2WFdJiz6nB4Ei1ofa7+bEKgs+n&#10;00Xm9fx2fZ2KnTm/fFKu1Go5Pz2CiDTHf/Gf+1krKIq0Np1JR0Ae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91lUnBAAAA3AAAAA8AAAAAAAAAAAAAAAAAmAIAAGRycy9kb3du&#10;cmV2LnhtbFBLBQYAAAAABAAEAPUAAACGAwAAAAA=&#10;" path="m47,l34,,31,3r-7,l16,11r-5,l11,15,3,23r,3l,31,,62r3,l3,65r8,7l11,77r5,e" filled="f" strokeweight="0">
                    <v:path arrowok="t" o:connecttype="custom" o:connectlocs="23,0;17,0;15,2;12,2;8,6;5,6;5,8;1,12;1,13;0,16;0,31;1,31;1,33;5,36;5,39;8,39" o:connectangles="0,0,0,0,0,0,0,0,0,0,0,0,0,0,0,0"/>
                  </v:shape>
                  <v:line id="Line 666" o:spid="_x0000_s1054" style="position:absolute;flip:y;visibility:visible;mso-wrap-style:square" from="6567,925"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3MHccAAADcAAAADwAAAGRycy9kb3ducmV2LnhtbESPT2sCMRTE74V+h/AKvdWsPWzb1SjS&#10;0iKCFf8dvD03z93FzcuSRDf99qZQ6HGYmd8w42k0rbiS841lBcNBBoK4tLrhSsFu+/n0CsIHZI2t&#10;ZVLwQx6mk/u7MRba9rym6yZUIkHYF6igDqErpPRlTQb9wHbEyTtZZzAk6SqpHfYJblr5nGW5NNhw&#10;Wqixo/eayvPmYhSsv1/46L4u8RyP/XJ12FeL/cdMqceHOBuBCBTDf/ivPdcK8vwNfs+kIyA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LcwdxwAAANwAAAAPAAAAAAAA&#10;AAAAAAAAAKECAABkcnMvZG93bnJldi54bWxQSwUGAAAAAAQABAD5AAAAlQMAAAAA&#10;" strokeweight="0"/>
                  <v:line id="Line 667" o:spid="_x0000_s1055" style="position:absolute;flip:x;visibility:visible;mso-wrap-style:square" from="5719,650" to="6172,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7zXcMAAADcAAAADwAAAGRycy9kb3ducmV2LnhtbERPTWsCMRC9F/wPYYTearYetGyNIhWl&#10;CFrUevA2bsbdxc1kSaKb/vvmIHh8vO/JLJpG3Mn52rKC90EGgriwuuZSwe9h+fYBwgdkjY1lUvBH&#10;HmbT3ssEc2073tF9H0qRQtjnqKAKoc2l9EVFBv3AtsSJu1hnMCToSqkddincNHKYZSNpsObUUGFL&#10;XxUV1/3NKNhtx3x2q1u8xnO3+Tkdy/VxMVfqtR/nnyACxfAUP9zfWsFonOanM+kI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O813DAAAA3AAAAA8AAAAAAAAAAAAA&#10;AAAAoQIAAGRycy9kb3ducmV2LnhtbFBLBQYAAAAABAAEAPkAAACRAwAAAAA=&#10;" strokeweight="0"/>
                  <v:line id="Line 668" o:spid="_x0000_s1056" style="position:absolute;visibility:visible;mso-wrap-style:square" from="5438,323" to="5852,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ZlA8QAAADcAAAADwAAAGRycy9kb3ducmV2LnhtbESPQWvCQBSE74L/YXmF3nQToTGNriLS&#10;Yr2pVfD4yL4mi9m3IbvV9N93BcHjMDPfMPNlbxtxpc4bxwrScQKCuHTacKXg+P05ykH4gKyxcUwK&#10;/sjDcjEczLHQ7sZ7uh5CJSKEfYEK6hDaQkpf1mTRj11LHL0f11kMUXaV1B3eItw2cpIkmbRoOC7U&#10;2NK6pvJy+LUKzC7bvG2np/eT/NiE9JxfcmOPSr2+9KsZiEB9eIYf7S+tIJumcD8Tj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ZmUDxAAAANwAAAAPAAAAAAAAAAAA&#10;AAAAAKECAABkcnMvZG93bnJldi54bWxQSwUGAAAAAAQABAD5AAAAkgMAAAAA&#10;" strokeweight="0"/>
                  <v:line id="Line 669" o:spid="_x0000_s1057" style="position:absolute;flip:x;visibility:visible;mso-wrap-style:square" from="5701,697" to="616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DIscYAAADcAAAADwAAAGRycy9kb3ducmV2LnhtbESPQWsCMRSE74X+h/CE3mpWDypbo0hL&#10;SylUcVsPvT03r7uLm5cliW7890YQPA4z8w0zX0bTihM531hWMBpmIIhLqxuuFPz+vD/PQPiArLG1&#10;TArO5GG5eHyYY65tz1s6FaESCcI+RwV1CF0upS9rMuiHtiNO3r91BkOSrpLaYZ/gppXjLJtIgw2n&#10;hRo7eq2pPBRHo2C7nvLefRzjIe77783frvrava2UehrE1QuIQDHcw7f2p1YwmY7heiYdAbm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QyLHGAAAA3AAAAA8AAAAAAAAA&#10;AAAAAAAAoQIAAGRycy9kb3ducmV2LnhtbFBLBQYAAAAABAAEAPkAAACUAwAAAAA=&#10;" strokeweight="0"/>
                  <v:line id="Line 670" o:spid="_x0000_s1058" style="position:absolute;flip:x y;visibility:visible;mso-wrap-style:square" from="5643,650" to="568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XhIMMAAADcAAAADwAAAGRycy9kb3ducmV2LnhtbESPQWsCMRSE7wX/Q3iCl1KzVVjL1iil&#10;qIi3ru39sXndLCYvS5Lq+u+NIPQ4zMw3zHI9OCvOFGLnWcHrtABB3Hjdcavg+7h9eQMRE7JG65kU&#10;XCnCejV6WmKl/YW/6FynVmQIxwoVmJT6SsrYGHIYp74nzt6vDw5TlqGVOuAlw52Vs6IopcOO84LB&#10;nj4NNaf6zymYL36O+5N9NodtdGazs3VThqtSk/Hw8Q4i0ZD+w4/2XisoF3O4n8lHQK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F4SDDAAAA3AAAAA8AAAAAAAAAAAAA&#10;AAAAoQIAAGRycy9kb3ducmV2LnhtbFBLBQYAAAAABAAEAPkAAACRAwAAAAA=&#10;" strokeweight="0"/>
                  <v:line id="Line 671" o:spid="_x0000_s1059" style="position:absolute;visibility:visible;mso-wrap-style:square" from="5415,346" to="5416,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HGm8QAAADcAAAADwAAAGRycy9kb3ducmV2LnhtbESPT2vCQBTE7wW/w/KE3nRjqTGNrlJK&#10;RXvzL/T4yD6TxezbkF01fnu3IPQ4zMxvmNmis7W4UuuNYwWjYQKCuHDacKngsF8OMhA+IGusHZOC&#10;O3lYzHsvM8y1u/GWrrtQighhn6OCKoQml9IXFVn0Q9cQR+/kWoshyraUusVbhNtaviVJKi0ajgsV&#10;NvRVUXHeXawCs0lX45/J8eMov1dh9JudM2MPSr32u88piEBd+A8/22utIJ28w9+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EcabxAAAANwAAAAPAAAAAAAAAAAA&#10;AAAAAKECAABkcnMvZG93bnJldi54bWxQSwUGAAAAAAQABAD5AAAAkgMAAAAA&#10;" strokeweight="0"/>
                  <v:line id="Line 672" o:spid="_x0000_s1060" style="position:absolute;visibility:visible;mso-wrap-style:square" from="5685,625" to="570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1jAMQAAADcAAAADwAAAGRycy9kb3ducmV2LnhtbESPT4vCMBTE7wv7HcJb8LamLlhrNcqy&#10;rKi39R94fDTPNti8lCZq/fZGWPA4zMxvmOm8s7W4UuuNYwWDfgKCuHDacKlgv1t8ZiB8QNZYOyYF&#10;d/Iwn72/TTHX7sYbum5DKSKEfY4KqhCaXEpfVGTR911DHL2Tay2GKNtS6hZvEW5r+ZUkqbRoOC5U&#10;2NBPRcV5e7EKzF+6HK5Hh/FB/i7D4JidM2P3SvU+uu8JiEBdeIX/2yutIB0N4X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XWMAxAAAANwAAAAPAAAAAAAAAAAA&#10;AAAAAKECAABkcnMvZG93bnJldi54bWxQSwUGAAAAAAQABAD5AAAAkgMAAAAA&#10;" strokeweight="0"/>
                  <v:line id="Line 673" o:spid="_x0000_s1061" style="position:absolute;visibility:visible;mso-wrap-style:square" from="6075,280" to="6076,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9d8QAAADcAAAADwAAAGRycy9kb3ducmV2LnhtbESPQWvCQBSE70L/w/KE3nRjoTGNbqSU&#10;FvVWrYLHR/aZLMm+Ddmtpv/eFQoeh5n5hlmuBtuKC/XeOFYwmyYgiEunDVcKDj9fkwyED8gaW8ek&#10;4I88rIqn0RJz7a68o8s+VCJC2OeooA6hy6X0ZU0W/dR1xNE7u95iiLKvpO7xGuG2lS9JkkqLhuNC&#10;jR191FQ2+1+rwHyn69ft/Ph2lJ/rMDtlTWbsQann8fC+ABFoCI/wf3ujFaTzFO5n4hGQ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j/13xAAAANwAAAAPAAAAAAAAAAAA&#10;AAAAAKECAABkcnMvZG93bnJldi54bWxQSwUGAAAAAAQABAD5AAAAkgMAAAAA&#10;" strokeweight="0"/>
                  <v:shape id="Freeform 674" o:spid="_x0000_s1062" style="position:absolute;left:3051;top:2392;width:135;height:134;visibility:visible;mso-wrap-style:square;v-text-anchor:top" coordsize="271,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cPscA&#10;AADcAAAADwAAAGRycy9kb3ducmV2LnhtbESPT2vCQBTE7wW/w/IKXopuYotK6iqtKLQXaf1Hj4/s&#10;azaYfRuza0y/vVso9DjMzG+Y2aKzlWip8aVjBekwAUGcO11yoWC/Ww+mIHxA1lg5JgU/5GEx793N&#10;MNPuyp/UbkMhIoR9hgpMCHUmpc8NWfRDVxNH79s1FkOUTSF1g9cIt5UcJclYWiw5LhisaWkoP20v&#10;VsH5cfP08NG+bsxRppq+3tPVuj0o1b/vXp5BBOrCf/iv/aYVjCcT+D0Tj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JXD7HAAAA3AAAAA8AAAAAAAAAAAAAAAAAmAIAAGRy&#10;cy9kb3ducmV2LnhtbFBLBQYAAAAABAAEAPUAAACMAwAAAAA=&#10;" path="m271,136r-2,20l264,176r-6,17l247,210r-12,15l220,239r-16,11l186,259r-20,6l146,268r-21,l105,265,87,259,68,250,51,239,37,225,25,210,14,193,7,176,2,156,,136,2,115,7,95,14,77,25,58,37,43,51,29,68,18,87,9,105,3,125,r21,l166,3r20,6l204,18r16,11l235,43r12,15l258,77r6,18l269,115r2,21xe" filled="f" strokeweight="0">
                    <v:path arrowok="t" o:connecttype="custom" o:connectlocs="135,68;134,78;132,88;129,97;123,105;117,113;110,120;102,125;93,130;83,133;73,134;62,134;52,133;43,130;34,125;25,120;18,113;12,105;7,97;3,88;1,78;0,68;1,58;3,48;7,39;12,29;18,22;25,15;34,9;43,5;52,2;62,0;73,0;83,2;93,5;102,9;110,15;117,22;123,29;129,39;132,48;134,58;135,68" o:connectangles="0,0,0,0,0,0,0,0,0,0,0,0,0,0,0,0,0,0,0,0,0,0,0,0,0,0,0,0,0,0,0,0,0,0,0,0,0,0,0,0,0,0,0"/>
                  </v:shape>
                  <v:shape id="Freeform 675" o:spid="_x0000_s1063" style="position:absolute;left:2478;top:1818;width:119;height:119;visibility:visible;mso-wrap-style:square;v-text-anchor:top" coordsize="23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q7MEA&#10;AADcAAAADwAAAGRycy9kb3ducmV2LnhtbERP3WrCMBS+H/gO4QjejJnqwElnFBEEEQTX+QBnzVlT&#10;bU5KEtv69uZisMuP73+1GWwjOvKhdqxgNs1AEJdO11wpuHzv35YgQkTW2DgmBQ8KsFmPXlaYa9fz&#10;F3VFrEQK4ZCjAhNjm0sZSkMWw9S1xIn7dd5iTNBXUnvsU7ht5DzLFtJizanBYEs7Q+WtuFsF5an3&#10;7vV4fT8Wj5/CnF0Xz71UajIetp8gIg3xX/znPmgFi4+0Np1JR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auzBAAAA3AAAAA8AAAAAAAAAAAAAAAAAmAIAAGRycy9kb3du&#10;cmV2LnhtbFBLBQYAAAAABAAEAPUAAACGAwAAAAA=&#10;" path="m238,44l162,,93,8,26,55,,116r8,68l42,238e" filled="f" strokeweight="0">
                    <v:path arrowok="t" o:connecttype="custom" o:connectlocs="119,22;81,0;47,4;13,28;0,58;4,92;21,119" o:connectangles="0,0,0,0,0,0,0"/>
                  </v:shape>
                  <v:line id="Line 676" o:spid="_x0000_s1064" style="position:absolute;visibility:visible;mso-wrap-style:square" from="5465,340" to="5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BpBcQAAADcAAAADwAAAGRycy9kb3ducmV2LnhtbESPQWvCQBSE74L/YXlCb7qx0BhTV5HS&#10;Yr1pVOjxkX0mi9m3IbvV9N93BcHjMDPfMItVbxtxpc4bxwqmkwQEcem04UrB8fA1zkD4gKyxcUwK&#10;/sjDajkcLDDX7sZ7uhahEhHCPkcFdQhtLqUva7LoJ64ljt7ZdRZDlF0ldYe3CLeNfE2SVFo0HBdq&#10;bOmjpvJS/FoFZpdu3raz0/wkPzdh+pNdMmOPSr2M+vU7iEB9eIYf7W+tIJ3N4X4mHg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GkFxAAAANwAAAAPAAAAAAAAAAAA&#10;AAAAAKECAABkcnMvZG93bnJldi54bWxQSwUGAAAAAAQABAD5AAAAkgMAAAAA&#10;" strokeweight="0"/>
                  <v:line id="Line 677" o:spid="_x0000_s1065" style="position:absolute;flip:x;visibility:visible;mso-wrap-style:square" from="2664,340" to="5465,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uDesMAAADcAAAADwAAAGRycy9kb3ducmV2LnhtbERPTWsCMRC9F/wPYQRvNWsPVlajiGIR&#10;wRatHryNm3F3cTNZkuim/745FHp8vO/ZIppGPMn52rKC0TADQVxYXXOp4PS9eZ2A8AFZY2OZFPyQ&#10;h8W89zLDXNuOD/Q8hlKkEPY5KqhCaHMpfVGRQT+0LXHibtYZDAm6UmqHXQo3jXzLsrE0WHNqqLCl&#10;VUXF/fgwCg6f73x1H494j9du/3U5l7vzeqnUoB+XUxCBYvgX/7m3WsF4kuanM+kI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bg3rDAAAA3AAAAA8AAAAAAAAAAAAA&#10;AAAAoQIAAGRycy9kb3ducmV2LnhtbFBLBQYAAAAABAAEAPkAAACRAwAAAAA=&#10;" strokeweight="0"/>
                  <v:line id="Line 678" o:spid="_x0000_s1066" style="position:absolute;flip:x;visibility:visible;mso-wrap-style:square" from="2925,602" to="5725,2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cm4cYAAADcAAAADwAAAGRycy9kb3ducmV2LnhtbESPQWsCMRSE7wX/Q3hCbzWrB5WtUaSi&#10;FMEWbT309ty87i5uXpYkuvHfNwXB4zAz3zCzRTSNuJLztWUFw0EGgriwuuZSwffX+mUKwgdkjY1l&#10;UnAjD4t572mGubYd7+l6CKVIEPY5KqhCaHMpfVGRQT+wLXHyfq0zGJJ0pdQOuwQ3jRxl2VgarDkt&#10;VNjSW0XF+XAxCvYfEz65zSWe46nbff4cy+1xtVTquR+XryACxfAI39vvWsF4OoT/M+k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XJuHGAAAA3AAAAA8AAAAAAAAA&#10;AAAAAAAAoQIAAGRycy9kb3ducmV2LnhtbFBLBQYAAAAABAAEAPkAAACUAwAAAAA=&#10;" strokeweight="0"/>
                  <v:line id="Line 679" o:spid="_x0000_s1067" style="position:absolute;visibility:visible;mso-wrap-style:square" from="5489,340" to="574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GLU8QAAADcAAAADwAAAGRycy9kb3ducmV2LnhtbESPQWvCQBSE74X+h+UVvNWNgjFN3UgR&#10;i/amVqHHR/Y1WZJ9G7Jbjf++Kwgeh5n5hlksB9uKM/XeOFYwGScgiEunDVcKjt+frxkIH5A1to5J&#10;wZU8LIvnpwXm2l14T+dDqESEsM9RQR1Cl0vpy5os+rHriKP363qLIcq+krrHS4TbVk6TJJUWDceF&#10;Gjta1VQ2hz+rwOzSzexrfno7yfUmTH6yJjP2qNToZfh4BxFoCI/wvb3VCtJsCrcz8QjI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YYtTxAAAANwAAAAPAAAAAAAAAAAA&#10;AAAAAKECAABkcnMvZG93bnJldi54bWxQSwUGAAAAAAQABAD5AAAAkgMAAAAA&#10;" strokeweight="0"/>
                  <v:line id="Line 680" o:spid="_x0000_s1068" style="position:absolute;visibility:visible;mso-wrap-style:square" from="5725,602" to="5748,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0uyMUAAADcAAAADwAAAGRycy9kb3ducmV2LnhtbESPT2vCQBTE74LfYXmCN92oNKapq0hp&#10;UW+tf6DHR/Y1Wcy+Ddmtpt/eFQSPw8z8hlmsOluLC7XeOFYwGScgiAunDZcKjofPUQbCB2SNtWNS&#10;8E8eVst+b4G5dlf+pss+lCJC2OeooAqhyaX0RUUW/dg1xNH7da3FEGVbSt3iNcJtLadJkkqLhuNC&#10;hQ29V1Sc939WgflKNy+7+en1JD82YfKTnTNjj0oNB936DUSgLjzDj/ZWK0izG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0uyMUAAADcAAAADwAAAAAAAAAA&#10;AAAAAAChAgAAZHJzL2Rvd25yZXYueG1sUEsFBgAAAAAEAAQA+QAAAJMDAAAAAA==&#10;" strokeweight="0"/>
                  <v:line id="Line 681" o:spid="_x0000_s1069" style="position:absolute;flip:x;visibility:visible;mso-wrap-style:square" from="5465,340" to="5489,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CFecYAAADcAAAADwAAAGRycy9kb3ducmV2LnhtbESPQWsCMRSE70L/Q3iF3jSrFCtbo4hi&#10;KQUr2nro7bl57i5uXpYkuum/N4WCx2FmvmGm82gacSXna8sKhoMMBHFhdc2lgu+vdX8CwgdkjY1l&#10;UvBLHuazh94Uc2073tF1H0qRIOxzVFCF0OZS+qIig35gW+LknawzGJJ0pdQOuwQ3jRxl2VgarDkt&#10;VNjSsqLivL8YBbvPFz66t0s8x2O32f4cyo/DaqHU02NcvIIIFMM9/N9+1wrGk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ghXnGAAAA3AAAAA8AAAAAAAAA&#10;AAAAAAAAoQIAAGRycy9kb3ducmV2LnhtbFBLBQYAAAAABAAEAPkAAACUAwAAAAA=&#10;" strokeweight="0"/>
                  <v:line id="Line 682" o:spid="_x0000_s1070" style="position:absolute;visibility:visible;mso-wrap-style:square" from="2855,2288" to="2856,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gTJ8UAAADcAAAADwAAAGRycy9kb3ducmV2LnhtbESPT2vCQBTE7wW/w/IK3urGgmlM3YgU&#10;Rb21/oEeH9nXZEn2bciuGr+9Wyj0OMzMb5jFcrCtuFLvjWMF00kCgrh02nCl4HTcvGQgfEDW2Dom&#10;BXfysCxGTwvMtbvxF10PoRIRwj5HBXUIXS6lL2uy6CeuI47ej+sthij7SuoebxFuW/maJKm0aDgu&#10;1NjRR01lc7hYBeYz3c72b+f5Wa63YfqdNZmxJ6XGz8PqHUSgIfyH/9o7rSDNZvB7Jh4BW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gTJ8UAAADcAAAADwAAAAAAAAAA&#10;AAAAAAChAgAAZHJzL2Rvd25yZXYueG1sUEsFBgAAAAAEAAQA+QAAAJMDAAAAAA==&#10;" strokeweight="0"/>
                  <v:line id="Line 683" o:spid="_x0000_s1071" style="position:absolute;visibility:visible;mso-wrap-style:square" from="3003,2460" to="3234,2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qNUMQAAADcAAAADwAAAGRycy9kb3ducmV2LnhtbESPQWvCQBSE74L/YXlCb7qx0JimriJS&#10;sb1pVOjxkX1NFrNvQ3bV9N93BcHjMDPfMPNlbxtxpc4bxwqmkwQEcem04UrB8bAZZyB8QNbYOCYF&#10;f+RhuRgO5phrd+M9XYtQiQhhn6OCOoQ2l9KXNVn0E9cSR+/XdRZDlF0ldYe3CLeNfE2SVFo0HBdq&#10;bGldU3kuLlaB2aXbt+/Z6f0kP7dh+pOdM2OPSr2M+tUHiEB9eIYf7S+tIM1SuJ+JR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Wo1QxAAAANwAAAAPAAAAAAAAAAAA&#10;AAAAAKECAABkcnMvZG93bnJldi54bWxQSwUGAAAAAAQABAD5AAAAkgMAAAAA&#10;" strokeweight="0"/>
                  <v:line id="Line 684" o:spid="_x0000_s1072" style="position:absolute;flip:y;visibility:visible;mso-wrap-style:square" from="3119,2344" to="3120,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IbDsYAAADcAAAADwAAAGRycy9kb3ducmV2LnhtbESPT2sCMRTE7wW/Q3iCt5q1B5WtUaTS&#10;UoRa/Hfo7bl53V3cvCxJdNNvbwqCx2FmfsPMFtE04krO15YVjIYZCOLC6ppLBYf9+/MUhA/IGhvL&#10;pOCPPCzmvacZ5tp2vKXrLpQiQdjnqKAKoc2l9EVFBv3QtsTJ+7XOYEjSlVI77BLcNPIly8bSYM1p&#10;ocKW3ioqzruLUbDdTPjkPi7xHE/d1/fPsVwfV0ulBv24fAURKIZH+N7+1ArG0wn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yGw7GAAAA3AAAAA8AAAAAAAAA&#10;AAAAAAAAoQIAAGRycy9kb3ducmV2LnhtbFBLBQYAAAAABAAEAPkAAACUAwAAAAA=&#10;" strokeweight="0"/>
                  <v:line id="Line 685" o:spid="_x0000_s1073" style="position:absolute;flip:x y;visibility:visible;mso-wrap-style:square" from="2855,2295" to="3071,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QDdsAAAADcAAAADwAAAGRycy9kb3ducmV2LnhtbERPTWsCMRC9F/ofwhS8FM1WYStbo4io&#10;iDfXeh82081iMlmSVNd/bw6FHh/ve7EanBU3CrHzrOBjUoAgbrzuuFXwfd6N5yBiQtZoPZOCB0VY&#10;LV9fFlhpf+cT3erUihzCsUIFJqW+kjI2hhzGie+JM/fjg8OUYWilDnjP4c7KaVGU0mHHucFgTxtD&#10;zbX+dQpmn5fz4WrfzXEXndnubd2U4aHU6G1Yf4FINKR/8Z/7oBWU87w2n8lH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s0A3bAAAAA3AAAAA8AAAAAAAAAAAAAAAAA&#10;oQIAAGRycy9kb3ducmV2LnhtbFBLBQYAAAAABAAEAPkAAACOAwAAAAA=&#10;" strokeweight="0"/>
                  <v:line id="Line 686" o:spid="_x0000_s1074" style="position:absolute;flip:x y;visibility:visible;mso-wrap-style:square" from="2957,2199" to="3169,2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im7cMAAADcAAAADwAAAGRycy9kb3ducmV2LnhtbESPQWsCMRSE74X+h/AKvZSabYVVV6MU&#10;qSK9udb7Y/PcLCYvSxJ1/fdNodDjMDPfMIvV4Ky4UoidZwVvowIEceN1x62C78PmdQoiJmSN1jMp&#10;uFOE1fLxYYGV9jfe07VOrcgQjhUqMCn1lZSxMeQwjnxPnL2TDw5TlqGVOuAtw52V70VRSocd5wWD&#10;Pa0NNef64hSMJ8fD7mxfzNcmOvO5tXVThrtSz0/DxxxEoiH9h//aO62gnM7g90w+AnL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4pu3DAAAA3AAAAA8AAAAAAAAAAAAA&#10;AAAAoQIAAGRycy9kb3ducmV2LnhtbFBLBQYAAAAABAAEAPkAAACRAwAAAAA=&#10;" strokeweight="0"/>
                  <v:line id="Line 687" o:spid="_x0000_s1075" style="position:absolute;flip:x y;visibility:visible;mso-wrap-style:square" from="2368,1710" to="3250,2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YyFMMAAADcAAAADwAAAGRycy9kb3ducmV2LnhtbERPz2vCMBS+D/Y/hDfYZdjUHcqsRikD&#10;t11EWnfY8dE822Lz0iWZrf715iDs+PH9Xm0m04szOd9ZVjBPUhDEtdUdNwq+D9vZGwgfkDX2lknB&#10;hTxs1o8PK8y1HbmkcxUaEUPY56igDWHIpfR1SwZ9YgfiyB2tMxgidI3UDscYbnr5mqaZNNhxbGhx&#10;oPeW6lP1ZxT87ImrsnTFbvr8HcLHdXyps0Kp56epWIIINIV/8d39pRVkizg/nolHQK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mMhTDAAAA3AAAAA8AAAAAAAAAAAAA&#10;AAAAoQIAAGRycy9kb3ducmV2LnhtbFBLBQYAAAAABAAEAPkAAACRAwAAAAA=&#10;" strokeweight="0">
                    <v:stroke dashstyle="3 1 1 1"/>
                  </v:line>
                  <v:line id="Line 688" o:spid="_x0000_s1076" style="position:absolute;flip:x;visibility:visible;mso-wrap-style:square" from="2693,4069" to="2701,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6wPMYAAADcAAAADwAAAGRycy9kb3ducmV2LnhtbESPQWsCMRSE7wX/Q3iCt5rVg61bo4ii&#10;lIItaj309ty87i5uXpYkuum/N4VCj8PMfMPMFtE04kbO15YVjIYZCOLC6ppLBZ/HzeMzCB+QNTaW&#10;ScEPeVjMew8zzLXteE+3QyhFgrDPUUEVQptL6YuKDPqhbYmT922dwZCkK6V22CW4aeQ4yybSYM1p&#10;ocKWVhUVl8PVKNi/P/HZba/xEs/d7uPrVL6d1kulBv24fAERKIb/8F/7VSuYTEf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OsDzGAAAA3AAAAA8AAAAAAAAA&#10;AAAAAAAAoQIAAGRycy9kb3ducmV2LnhtbFBLBQYAAAAABAAEAPkAAACUAwAAAAA=&#10;" strokeweight="0"/>
                  <v:shape id="Freeform 689" o:spid="_x0000_s1077" style="position:absolute;left:2701;top:4069;width:12;height:5;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sp8AA&#10;AADcAAAADwAAAGRycy9kb3ducmV2LnhtbESPS4vCMBSF9wP+h3AFd2OqC3GqUURR3PrC7aW5fdDm&#10;piRRq7/eCMIsD+fxcebLzjTiTs5XlhWMhgkI4szqigsF59P2dwrCB2SNjWVS8CQPy0XvZ46ptg8+&#10;0P0YChFH2KeooAyhTaX0WUkG/dC2xNHLrTMYonSF1A4fcdw0cpwkE2mw4kgosaV1SVl9vJkIcZvk&#10;dWh1vnN57Wu6XvLVZaTUoN+tZiACdeE//G3vtYLJ3xg+Z+IR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Hsp8AAAADcAAAADwAAAAAAAAAAAAAAAACYAgAAZHJzL2Rvd25y&#10;ZXYueG1sUEsFBgAAAAAEAAQA9QAAAIUDAAAAAA==&#10;" path="m23,11r,-3l19,8,11,,,e" filled="f" strokeweight="0">
                    <v:path arrowok="t" o:connecttype="custom" o:connectlocs="12,5;12,4;10,4;6,0;0,0" o:connectangles="0,0,0,0,0"/>
                  </v:shape>
                  <v:shape id="Freeform 690" o:spid="_x0000_s1078" style="position:absolute;left:2713;top:4074;width:9;height:12;visibility:visible;mso-wrap-style:square;v-text-anchor:top" coordsize="1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A3FsQA&#10;AADcAAAADwAAAGRycy9kb3ducmV2LnhtbESPQWvCQBSE70L/w/IKvelGW4OmboIUCu1BsYkXb4/s&#10;axLcfRuyW43/3i0Uehxm5htmU4zWiAsNvnOsYD5LQBDXTnfcKDhW79MVCB+QNRrHpOBGHor8YbLB&#10;TLsrf9GlDI2IEPYZKmhD6DMpfd2SRT9zPXH0vt1gMUQ5NFIPeI1wa+QiSVJpseO40GJPby3V5/LH&#10;KrA3vXup5MERfZZ+earMvjwYpZ4ex+0riEBj+A//tT+0gnT9DL9n4hGQ+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wNxbEAAAA3AAAAA8AAAAAAAAAAAAAAAAAmAIAAGRycy9k&#10;b3ducmV2LnhtbFBLBQYAAAAABAAEAPUAAACJAwAAAAA=&#10;" path="m19,23l16,20r,-5l8,8,8,5,3,5,,e" filled="f" strokeweight="0">
                    <v:path arrowok="t" o:connecttype="custom" o:connectlocs="9,12;8,10;8,8;4,4;4,3;1,3;0,0" o:connectangles="0,0,0,0,0,0,0"/>
                  </v:shape>
                  <v:shape id="Freeform 691" o:spid="_x0000_s1079" style="position:absolute;left:2722;top:4082;width:8;height:17;visibility:visible;mso-wrap-style:square;v-text-anchor:top" coordsize="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yee8UA&#10;AADcAAAADwAAAGRycy9kb3ducmV2LnhtbESPzW7CMBCE75X6DtZW6q04raoQAga1jSo48lf1uoqX&#10;JDReB9uF8PYYCYnjaGa+0UxmvWnFkZxvLCt4HSQgiEurG64UbDffLxkIH5A1tpZJwZk8zKaPDxPM&#10;tT3xio7rUIkIYZ+jgjqELpfSlzUZ9APbEUdvZ53BEKWrpHZ4inDTyrckSaXBhuNCjR191VT+rf+N&#10;guIn2Q2b8Hvoi9Rly+1h/zkvC6Wen/qPMYhAfbiHb+2FVpCO3uF6Jh4B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7J57xQAAANwAAAAPAAAAAAAAAAAAAAAAAJgCAABkcnMv&#10;ZG93bnJldi54bWxQSwUGAAAAAAQABAD1AAAAigMAAAAA&#10;" path="m15,36r,-5l12,28r,-8l7,20r,-7l4,8,4,5,,5,,e" filled="f" strokeweight="0">
                    <v:path arrowok="t" o:connecttype="custom" o:connectlocs="8,17;8,15;6,13;6,9;4,9;4,6;2,4;2,2;0,2;0,0" o:connectangles="0,0,0,0,0,0,0,0,0,0"/>
                  </v:shape>
                  <v:shape id="Freeform 692" o:spid="_x0000_s1080" style="position:absolute;left:2730;top:4099;width:6;height:16;visibility:visible;mso-wrap-style:square;v-text-anchor:top" coordsize="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tCcMUA&#10;AADcAAAADwAAAGRycy9kb3ducmV2LnhtbESPT2sCMRTE7wW/Q3hCb92spYrdGsVa/IMX0db7Y/Oa&#10;Xbp5WZJUVz99UxA8DjPzG2Yy62wjTuRD7VjBIMtBEJdO12wUfH0un8YgQkTW2DgmBRcKMJv2HiZY&#10;aHfmPZ0O0YgE4VCggirGtpAylBVZDJlriZP37bzFmKQ3Uns8J7ht5HOej6TFmtNChS0tKip/Dr9W&#10;wXW9uPgXH9iY3fF9tc2vx7D7UOqx383fQETq4j18a2+0gtHrEP7PpCM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u0JwxQAAANwAAAAPAAAAAAAAAAAAAAAAAJgCAABkcnMv&#10;ZG93bnJldi54bWxQSwUGAAAAAAQABAD1AAAAigMAAAAA&#10;" path="m13,31r,-5l8,23r,-8l5,11,5,8,,3,,e" filled="f" strokeweight="0">
                    <v:path arrowok="t" o:connecttype="custom" o:connectlocs="6,16;6,13;4,12;4,8;2,6;2,4;0,2;0,0" o:connectangles="0,0,0,0,0,0,0,0"/>
                  </v:shape>
                  <v:line id="Line 693" o:spid="_x0000_s1081" style="position:absolute;flip:y;visibility:visible;mso-wrap-style:square" from="2736,4115" to="2737,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coSMcAAADcAAAADwAAAGRycy9kb3ducmV2LnhtbESPT2sCMRTE74V+h/AKvdWsPWzb1SjS&#10;0iKCFf8dvD03z93FzcuSRDf99qZQ6HGYmd8w42k0rbiS841lBcNBBoK4tLrhSsFu+/n0CsIHZI2t&#10;ZVLwQx6mk/u7MRba9rym6yZUIkHYF6igDqErpPRlTQb9wHbEyTtZZzAk6SqpHfYJblr5nGW5NNhw&#10;Wqixo/eayvPmYhSsv1/46L4u8RyP/XJ12FeL/cdMqceHOBuBCBTDf/ivPdcK8rccfs+kIyA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ZyhIxwAAANwAAAAPAAAAAAAA&#10;AAAAAAAAAKECAABkcnMvZG93bnJldi54bWxQSwUGAAAAAAQABAD5AAAAlQMAAAAA&#10;" strokeweight="0"/>
                  <v:shape id="Freeform 694" o:spid="_x0000_s1082" style="position:absolute;left:2732;top:4128;width:4;height:12;visibility:visible;mso-wrap-style:square;v-text-anchor:top" coordsize="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AQosUA&#10;AADcAAAADwAAAGRycy9kb3ducmV2LnhtbESPQWvCQBSE74L/YXmFXqRu6kFj6ipBKpTejB48vmZf&#10;k9Ds27i7mvjvu4LgcZiZb5jVZjCtuJLzjWUF79MEBHFpdcOVguNh95aC8AFZY2uZFNzIw2Y9Hq0w&#10;07bnPV2LUIkIYZ+hgjqELpPSlzUZ9FPbEUfv1zqDIUpXSe2wj3DTylmSzKXBhuNCjR1tayr/iotR&#10;INP8+6ffnj5dmh/T8+F2WRR+otTry5B/gAg0hGf40f7SCubLBdzPxCM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4BCixQAAANwAAAAPAAAAAAAAAAAAAAAAAJgCAABkcnMv&#10;ZG93bnJldi54bWxQSwUGAAAAAAQABAD1AAAAigMAAAAA&#10;" path="m,23l,20r3,l3,12,8,8,8,e" filled="f" strokeweight="0">
                    <v:path arrowok="t" o:connecttype="custom" o:connectlocs="0,12;0,10;2,10;2,6;4,4;4,0" o:connectangles="0,0,0,0,0,0"/>
                  </v:shape>
                  <v:shape id="Freeform 695" o:spid="_x0000_s1083" style="position:absolute;left:2724;top:4140;width:6;height:6;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EIir4A&#10;AADcAAAADwAAAGRycy9kb3ducmV2LnhtbERPTYvCMBC9C/6HMII3TV2haDWKiIt7WrB68TY0Yxts&#10;JqWJGv+9OSzs8fG+19toW/Gk3hvHCmbTDARx5bThWsHl/D1ZgPABWWPrmBS8ycN2MxyssdDuxSd6&#10;lqEWKYR9gQqaELpCSl81ZNFPXUecuJvrLYYE+1rqHl8p3LbyK8tyadFwamiwo31D1b18WAXXUMrD&#10;436OJvq5mefH3xwNKTUexd0KRKAY/sV/7h+tIF+mtelMOgJy8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RCIq+AAAA3AAAAA8AAAAAAAAAAAAAAAAAmAIAAGRycy9kb3ducmV2&#10;LnhtbFBLBQYAAAAABAAEAPUAAACDAwAAAAA=&#10;" path="m,12l3,8r5,l11,5,11,e" filled="f" strokeweight="0">
                    <v:path arrowok="t" o:connecttype="custom" o:connectlocs="0,6;2,4;4,4;6,3;6,0" o:connectangles="0,0,0,0,0"/>
                  </v:shape>
                  <v:line id="Line 696" o:spid="_x0000_s1084" style="position:absolute;visibility:visible;mso-wrap-style:square" from="2716,4143" to="2724,4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yP/8UAAADcAAAADwAAAGRycy9kb3ducmV2LnhtbESPT2vCQBTE7wW/w/KE3upGoWkSXUVE&#10;sd5a/4DHR/aZLGbfhuyq6bd3C4Ueh5n5DTNb9LYRd+q8caxgPEpAEJdOG64UHA+btwyED8gaG8ek&#10;4Ic8LOaDlxkW2j34m+77UIkIYV+ggjqEtpDSlzVZ9CPXEkfv4jqLIcqukrrDR4TbRk6SJJUWDceF&#10;Glta1VRe9zerwHyl2/fdxyk/yfU2jM/ZNTP2qNTrsF9OQQTqw3/4r/2pFaR5Dr9n4hGQ8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xyP/8UAAADcAAAADwAAAAAAAAAA&#10;AAAAAAChAgAAZHJzL2Rvd25yZXYueG1sUEsFBgAAAAAEAAQA+QAAAJMDAAAAAA==&#10;" strokeweight="0"/>
                  <v:shape id="Freeform 697" o:spid="_x0000_s1085" style="position:absolute;left:2703;top:4142;width:13;height:5;visibility:visible;mso-wrap-style:square;v-text-anchor:top" coordsize="2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8BQcMA&#10;AADcAAAADwAAAGRycy9kb3ducmV2LnhtbERPTWsCMRC9C/0PYQpeimYr0srWKFIQ21KRrorXYTPd&#10;LG4mSxJ19dc3h4LHx/uezjvbiDP5UDtW8DzMQBCXTtdcKdhtl4MJiBCRNTaOScGVAsxnD70p5tpd&#10;+IfORaxECuGQowITY5tLGUpDFsPQtcSJ+3XeYkzQV1J7vKRw28hRlr1IizWnBoMtvRsqj8XJKrit&#10;eTU6PdHXfnxYfd+MkZ+13yjVf+wWbyAidfEu/nd/aAWvWZqfzqQj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8BQcMAAADcAAAADwAAAAAAAAAAAAAAAACYAgAAZHJzL2Rv&#10;d25yZXYueG1sUEsFBgAAAAAEAAQA9QAAAIgDAAAAAA==&#10;" path="m,l5,,8,3r4,l16,7r4,l23,11r5,e" filled="f" strokeweight="0">
                    <v:path arrowok="t" o:connecttype="custom" o:connectlocs="0,0;2,0;4,1;6,1;7,3;9,3;11,5;13,5" o:connectangles="0,0,0,0,0,0,0,0"/>
                  </v:shape>
                  <v:shape id="Freeform 698" o:spid="_x0000_s1086" style="position:absolute;left:2695;top:4130;width:10;height:10;visibility:visible;mso-wrap-style:square;v-text-anchor:top" coordsize="2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FE8YA&#10;AADcAAAADwAAAGRycy9kb3ducmV2LnhtbESPW0sDMRSE3wX/QzhCX8RmW8HL2rT0QqEIFVoDvh42&#10;x83azcmSpN313xtB8HGYmW+Y2WJwrbhQiI1nBZNxAYK48qbhWoF+3949gYgJ2WDrmRR8U4TF/Ppq&#10;hqXxPR/ocky1yBCOJSqwKXWllLGy5DCOfUecvU8fHKYsQy1NwD7DXSunRfEgHTacFyx2tLZUnY5n&#10;p+B+d/v8auWq2nzsV6F/O2j9pbVSo5th+QIi0ZD+w3/tnVHwWEzg90w+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vFE8YAAADcAAAADwAAAAAAAAAAAAAAAACYAgAAZHJz&#10;L2Rvd25yZXYueG1sUEsFBgAAAAAEAAQA9QAAAIsDAAAAAA==&#10;" path="m,l,3r4,l4,7r8,8l15,15r,3l20,18e" filled="f" strokeweight="0">
                    <v:path arrowok="t" o:connecttype="custom" o:connectlocs="0,0;0,2;2,2;2,4;6,8;8,8;8,10;10,10" o:connectangles="0,0,0,0,0,0,0,0"/>
                  </v:shape>
                  <v:shape id="Freeform 699" o:spid="_x0000_s1087" style="position:absolute;left:2686;top:4116;width:7;height:16;visibility:visible;mso-wrap-style:square;v-text-anchor:top" coordsize="1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BE+8YA&#10;AADcAAAADwAAAGRycy9kb3ducmV2LnhtbESPQWvCQBSE70L/w/IKvYhuEqiW6CpSWkgPPaiBXl+y&#10;zySYfRuz2yT9991CweMwM98w2/1kWjFQ7xrLCuJlBIK4tLrhSkF+fl+8gHAeWWNrmRT8kIP97mG2&#10;xVTbkY80nHwlAoRdigpq77tUSlfWZNAtbUccvIvtDfog+0rqHscAN61MomglDTYcFmrs6LWm8nr6&#10;NgrkZ3ZzVS6LrBu+dBI3H2/F/Fmpp8fpsAHhafL38H870wrWUQJ/Z8IR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BE+8YAAADcAAAADwAAAAAAAAAAAAAAAACYAgAAZHJz&#10;L2Rvd25yZXYueG1sUEsFBgAAAAAEAAQA9QAAAIsDAAAAAA==&#10;" path="m,l,4,3,8r,4l11,20r,3l16,28r,3e" filled="f" strokeweight="0">
                    <v:path arrowok="t" o:connecttype="custom" o:connectlocs="0,0;0,2;1,4;1,6;5,10;5,12;7,14;7,16" o:connectangles="0,0,0,0,0,0,0,0"/>
                  </v:shape>
                  <v:shape id="Freeform 700" o:spid="_x0000_s1088" style="position:absolute;left:2679;top:4099;width:7;height:17;visibility:visible;mso-wrap-style:square;v-text-anchor:top" coordsize="1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VLYsQA&#10;AADcAAAADwAAAGRycy9kb3ducmV2LnhtbESP3WrCQBSE7wt9h+UUelc3qWA1uoqIQgsq+PMAx+wx&#10;Cc2eDdmjpm/vCkIvh5n5hpnMOlerK7Wh8mwg7SWgiHNvKy4MHA+rjyGoIMgWa89k4I8CzKavLxPM&#10;rL/xjq57KVSEcMjQQCnSZFqHvCSHoecb4uidfetQomwLbVu8Rbir9WeSDLTDiuNCiQ0tSsp/9xdn&#10;oD9oUlme9Ghhf9JNmG9lvdIbY97fuvkYlFAn/+Fn+9sa+Er68DgTj4C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FS2LEAAAA3AAAAA8AAAAAAAAAAAAAAAAAmAIAAGRycy9k&#10;b3ducmV2LnhtbFBLBQYAAAAABAAEAPUAAACJAwAAAAA=&#10;" path="m,l,3,4,8r,7l8,18r,8l12,31r,3e" filled="f" strokeweight="0">
                    <v:path arrowok="t" o:connecttype="custom" o:connectlocs="0,0;0,2;2,4;2,8;5,9;5,13;7,16;7,17" o:connectangles="0,0,0,0,0,0,0,0"/>
                  </v:shape>
                  <v:line id="Line 701" o:spid="_x0000_s1089" style="position:absolute;visibility:visible;mso-wrap-style:square" from="2682,4086" to="2683,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6e8UAAADcAAAADwAAAGRycy9kb3ducmV2LnhtbESPQWvCQBSE70L/w/IKvdWNpZo0dQ1F&#10;FOvNWoUeH9nXZDH7NmTXGP99Vyh4HGbmG2ZeDLYRPXXeOFYwGScgiEunDVcKDt/r5wyED8gaG8ek&#10;4EoeisXDaI65dhf+on4fKhEh7HNUUIfQ5lL6siaLfuxa4uj9us5iiLKrpO7wEuG2kS9JMpMWDceF&#10;Glta1lSe9merwOxmm+k2Pb4d5WoTJj/ZKTP2oNTT4/DxDiLQEO7h//anVpAmr3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a6e8UAAADcAAAADwAAAAAAAAAA&#10;AAAAAAChAgAAZHJzL2Rvd25yZXYueG1sUEsFBgAAAAAEAAQA+QAAAJMDAAAAAA==&#10;" strokeweight="0"/>
                  <v:shape id="Freeform 702" o:spid="_x0000_s1090" style="position:absolute;left:2683;top:4074;width:4;height:14;visibility:visible;mso-wrap-style:square;v-text-anchor:top" coordsize="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ijsQA&#10;AADcAAAADwAAAGRycy9kb3ducmV2LnhtbESPQUsDMRSE70L/Q3iCN/u2BbWsTYuVFhRPtoX2+Ni8&#10;7gY3L2uSbtd/bwShx2FmvmHmy8G1qucQrRcNk3EBiqXyxkqtYb/b3M9AxURiqPXCGn44wnIxuplT&#10;afxFPrnfplpliMSSNDQpdSVirBp2FMe+Y8neyQdHKctQowl0yXDX4rQoHtGRlbzQUMevDVdf27PT&#10;gGu2ZoK44mP4/rD7Y394P5y0vrsdXp5BJR7SNfzffjManooH+DuTjw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Z4o7EAAAA3AAAAA8AAAAAAAAAAAAAAAAAmAIAAGRycy9k&#10;b3ducmV2LnhtbFBLBQYAAAAABAAEAPUAAACJAwAAAAA=&#10;" path="m7,r,5l4,8r,7l,15,,28e" filled="f" strokeweight="0">
                    <v:path arrowok="t" o:connecttype="custom" o:connectlocs="4,0;4,3;2,4;2,8;0,8;0,14" o:connectangles="0,0,0,0,0,0"/>
                  </v:shape>
                  <v:shape id="Freeform 703" o:spid="_x0000_s1091" style="position:absolute;left:2687;top:4069;width:6;height:5;visibility:visible;mso-wrap-style:square;v-text-anchor:top" coordsize="1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sUA&#10;AADcAAAADwAAAGRycy9kb3ducmV2LnhtbESP24rCMBRF3wf8h3AEXwZN9UGlGsUL6sCA4uUDDs2x&#10;LW1OahNt/fvJwMA8bvZlsefL1pTiRbXLLSsYDiIQxInVOacKbtddfwrCeWSNpWVS8CYHy0XnY46x&#10;tg2f6XXxqQgj7GJUkHlfxVK6JCODbmAr4uDdbW3QB1mnUtfYhHFTylEUjaXBnAMhw4o2GSXF5WkC&#10;t7huT/v9YzNsbsX6206Oj0P7qVSv265mIDy1/j/81/7SCibRGH7Ph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v6wqxQAAANwAAAAPAAAAAAAAAAAAAAAAAJgCAABkcnMv&#10;ZG93bnJldi54bWxQSwUGAAAAAAQABAD1AAAAigMAAAAA&#10;" path="m13,l8,3,5,3,,8r,3e" filled="f" strokeweight="0">
                    <v:path arrowok="t" o:connecttype="custom" o:connectlocs="6,0;4,1;2,1;0,4;0,5" o:connectangles="0,0,0,0,0"/>
                  </v:shape>
                  <v:shape id="Freeform 704" o:spid="_x0000_s1092" style="position:absolute;left:2456;top:4265;width:35;height:38;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MpLcQA&#10;AADcAAAADwAAAGRycy9kb3ducmV2LnhtbESPT4vCMBTE74LfITxhb2uqC1WrUUR0XdaTfw4eH82z&#10;LW1eShNr99tvBMHjMDO/YRarzlSipcYVlhWMhhEI4tTqgjMFl/PucwrCeWSNlWVS8EcOVst+b4GJ&#10;tg8+UnvymQgQdgkqyL2vEyldmpNBN7Q1cfButjHog2wyqRt8BLip5DiKYmmw4LCQY02bnNLydDcK&#10;dHn92t/a36nfr/W2vc7i8vAdK/Ux6NZzEJ46/w6/2j9awSSawPNMO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TKS3EAAAA3AAAAA8AAAAAAAAAAAAAAAAAmAIAAGRycy9k&#10;b3ducmV2LnhtbFBLBQYAAAAABAAEAPUAAACJAwAAAAA=&#10;" path="m69,l66,r,3l61,3,58,8r-4,l54,11r-3,l46,16r,3l43,19,31,31r-4,l27,34r-7,8l20,47r-5,l15,50r-3,4l12,57r-5,l7,65,,73r,4e" filled="f" strokeweight="0">
                    <v:path arrowok="t" o:connecttype="custom" o:connectlocs="35,0;33,0;33,1;31,1;29,4;27,4;27,5;26,5;23,8;23,9;22,9;16,15;14,15;14,17;10,21;10,23;8,23;8,25;6,27;6,28;4,28;4,32;0,36;0,38" o:connectangles="0,0,0,0,0,0,0,0,0,0,0,0,0,0,0,0,0,0,0,0,0,0,0,0"/>
                  </v:shape>
                  <v:shape id="Freeform 705" o:spid="_x0000_s1093" style="position:absolute;left:2491;top:4244;width:73;height:22;visibility:visible;mso-wrap-style:square;v-text-anchor:top" coordsize="14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NgsAA&#10;AADcAAAADwAAAGRycy9kb3ducmV2LnhtbERPu2rDMBTdC/kHcQPZGrkd0uBaCaFgWqeTnWa/WNcP&#10;Yl0ZSbXdv6+GQMbDeWfHxQxiIud7ywpetgkI4trqnlsFP5f8eQ/CB2SNg2VS8EcejofVU4aptjOX&#10;NFWhFTGEfYoKuhDGVEpfd2TQb+1IHLnGOoMhQtdK7XCO4WaQr0mykwZ7jg0djvTRUX2rfo2CT9Nc&#10;z8VAhZbfxcXbUubuOim1WS+ndxCBlvAQ391fWsFbEtfGM/EIyM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SNgsAAAADcAAAADwAAAAAAAAAAAAAAAACYAgAAZHJzL2Rvd25y&#10;ZXYueG1sUEsFBgAAAAAEAAQA9QAAAIUDAAAAAA==&#10;" path="m147,l124,r-3,4l100,4,97,7,85,7r-8,5l70,12r-3,3l62,15r-3,5l51,20r-5,3l43,23r-4,4l31,27r-8,8l20,35r-8,6l5,41,,44e" filled="f" strokeweight="0">
                    <v:path arrowok="t" o:connecttype="custom" o:connectlocs="73,0;62,0;60,2;50,2;48,4;42,4;38,6;35,6;33,8;31,8;29,10;25,10;23,12;21,12;19,14;15,14;11,18;10,18;6,21;2,21;0,22" o:connectangles="0,0,0,0,0,0,0,0,0,0,0,0,0,0,0,0,0,0,0,0,0"/>
                  </v:shape>
                  <v:shape id="Freeform 706" o:spid="_x0000_s1094" style="position:absolute;left:2564;top:4240;width:83;height:4;visibility:visible;mso-wrap-style:square;v-text-anchor:top" coordsize="1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RtoccA&#10;AADcAAAADwAAAGRycy9kb3ducmV2LnhtbESPT2vCQBTE74V+h+UVepG6sYda06wixUr1Ihqh19fs&#10;yx/Mvk2zaxK/vSsIPQ4z8xsmWQymFh21rrKsYDKOQBBnVldcKDimXy/vIJxH1lhbJgUXcrCYPz4k&#10;GGvb8566gy9EgLCLUUHpfRNL6bKSDLqxbYiDl9vWoA+yLaRusQ9wU8vXKHqTBisOCyU29FlSdjqc&#10;jYLf9c9p1KfHTb/czVb5atv9pZNOqeenYfkBwtPg/8P39rdWMI1mcDsTj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EbaHHAAAA3AAAAA8AAAAAAAAAAAAAAAAAmAIAAGRy&#10;cy9kb3ducmV2LnhtbFBLBQYAAAAABAAEAPUAAACMAwAAAAA=&#10;" path="m165,8r-23,l137,4,88,4,83,,35,,31,4,,4e" filled="f" strokeweight="0">
                    <v:path arrowok="t" o:connecttype="custom" o:connectlocs="83,4;71,4;69,2;44,2;42,0;18,0;16,2;0,2" o:connectangles="0,0,0,0,0,0,0,0"/>
                  </v:shape>
                  <v:shape id="Freeform 707" o:spid="_x0000_s1095" style="position:absolute;left:2647;top:4246;width:100;height:28;visibility:visible;mso-wrap-style:square;v-text-anchor:top" coordsize="2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3gCcAA&#10;AADcAAAADwAAAGRycy9kb3ducmV2LnhtbERPy4rCMBTdD/gP4QruxrQKjlSjiKC4ER0fC3eX5tpW&#10;m5vSxFr/3iwEl4fzns5bU4qGaldYVhD3IxDEqdUFZwpOx9XvGITzyBpLy6TgRQ7ms87PFBNtn/xP&#10;zcFnIoSwS1BB7n2VSOnSnAy6vq2IA3e1tUEfYJ1JXeMzhJtSDqJoJA0WHBpyrGiZU3o/PIyCSOP+&#10;cVvfYrrQ1p93ejd8NY1SvW67mIDw1Pqv+OPeaAV/cZgfzoQj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63gCcAAAADcAAAADwAAAAAAAAAAAAAAAACYAgAAZHJzL2Rvd25y&#10;ZXYueG1sUEsFBgAAAAAEAAQA9QAAAIUDAAAAAA==&#10;" path="m201,56l188,48,173,45r-8,-5l154,37r-7,-4l139,31r-5,-5l127,23r-4,l119,19r-8,l111,16r-11,l96,11r-31,l57,8,39,8,26,3,15,3,,e" filled="f" strokeweight="0">
                    <v:path arrowok="t" o:connecttype="custom" o:connectlocs="100,28;94,24;86,23;82,20;77,19;73,17;69,16;67,13;63,12;61,12;59,10;55,10;55,8;50,8;48,6;32,6;28,4;19,4;13,2;7,2;0,0" o:connectangles="0,0,0,0,0,0,0,0,0,0,0,0,0,0,0,0,0,0,0,0,0"/>
                  </v:shape>
                  <v:shape id="Freeform 708" o:spid="_x0000_s1096" style="position:absolute;left:2747;top:4274;width:91;height:50;visibility:visible;mso-wrap-style:square;v-text-anchor:top" coordsize="18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0HOMMA&#10;AADcAAAADwAAAGRycy9kb3ducmV2LnhtbESPQYvCMBSE7wv+h/AEL4umreBKNYoIK3ttFfb6aJ5t&#10;tXkpTbZWf/1GEDwOM/MNs94OphE9da62rCCeRSCIC6trLhWcjt/TJQjnkTU2lknBnRxsN6OPNaba&#10;3jijPvelCBB2KSqovG9TKV1RkUE3sy1x8M62M+iD7EqpO7wFuGlkEkULabDmsFBhS/uKimv+ZxTM&#10;swMudpfTp/xN+iQrrg/K46NSk/GwW4HwNPh3+NX+0Qq+4hieZ8IR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0HOMMAAADcAAAADwAAAAAAAAAAAAAAAACYAgAAZHJzL2Rv&#10;d25yZXYueG1sUEsFBgAAAAAEAAQA9QAAAIgDAAAAAA==&#10;" path="m180,100r-3,-3l170,92r-5,-3l157,85r-8,-8l142,74r-3,-5l131,66r-5,l119,62r-8,-8l103,51r-3,-5l92,43r-4,l80,38,77,35,69,31r-4,l57,28,54,23,46,20r-5,l34,15,31,12r-8,l18,7,10,4,7,4,,e" filled="f" strokeweight="0">
                    <v:path arrowok="t" o:connecttype="custom" o:connectlocs="91,50;89,49;86,46;83,45;79,43;75,39;72,37;70,35;66,33;64,33;60,31;56,27;52,26;51,23;47,22;44,22;40,19;39,18;35,16;33,16;29,14;27,12;23,10;21,10;17,8;16,6;12,6;9,4;5,2;4,2;0,0" o:connectangles="0,0,0,0,0,0,0,0,0,0,0,0,0,0,0,0,0,0,0,0,0,0,0,0,0,0,0,0,0,0,0"/>
                  </v:shape>
                  <v:shape id="Freeform 709" o:spid="_x0000_s1097" style="position:absolute;left:2840;top:4324;width:59;height:56;visibility:visible;mso-wrap-style:square;v-text-anchor:top" coordsize="119,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quT8MA&#10;AADcAAAADwAAAGRycy9kb3ducmV2LnhtbESPT4vCMBTE78J+h/AW9qZpPVTtGkWUggcv9c/90bxt&#10;i81LbKJ2v/1mQfA4zMxvmOV6MJ14UO9bywrSSQKCuLK65VrB+VSM5yB8QNbYWSYFv+RhvfoYLTHX&#10;9sklPY6hFhHCPkcFTQgul9JXDRn0E+uIo/dje4Mhyr6WusdnhJtOTpMkkwZbjgsNOto2VF2Pd6Mg&#10;cYuh4F3mbofsMCsvRbqnslPq63PYfIMINIR3+NXeawWzdAr/Z+IR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quT8MAAADcAAAADwAAAAAAAAAAAAAAAACYAgAAZHJzL2Rv&#10;d25yZXYueG1sUEsFBgAAAAAEAAQA9QAAAIgDAAAAAA==&#10;" path="m119,113r-3,-8l108,100r-5,-7l96,85,93,77,88,74r,-4l85,70,80,66r,-4l69,51r-4,l65,46,62,43r-5,l57,39r-3,l46,31r-4,l31,20,23,16,18,12,11,8,8,5,,e" filled="f" strokeweight="0">
                    <v:path arrowok="t" o:connecttype="custom" o:connectlocs="59,56;58,52;54,50;51,46;48,42;46,38;44,37;44,35;42,35;40,33;40,31;34,25;32,25;32,23;31,21;28,21;28,19;27,19;23,15;21,15;15,10;11,8;9,6;5,4;4,2;0,0" o:connectangles="0,0,0,0,0,0,0,0,0,0,0,0,0,0,0,0,0,0,0,0,0,0,0,0,0,0"/>
                  </v:shape>
                  <v:shape id="Freeform 710" o:spid="_x0000_s1098" style="position:absolute;left:2899;top:4380;width:37;height:70;visibility:visible;mso-wrap-style:square;v-text-anchor:top" coordsize="74,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8p98QA&#10;AADcAAAADwAAAGRycy9kb3ducmV2LnhtbESPT2vCQBTE7wW/w/IK3urGPzQldRURBI/WCpLbS/Y1&#10;CWbfht3VRD99Vyj0OMzMb5jlejCtuJHzjWUF00kCgri0uuFKwel79/YBwgdkja1lUnAnD+vV6GWJ&#10;mbY9f9HtGCoRIewzVFCH0GVS+rImg35iO+Lo/VhnMETpKqkd9hFuWjlLkndpsOG4UGNH25rKy/Fq&#10;FDyuRU5bezmcF65IC67yXna5UuPXYfMJItAQ/sN/7b1WkE7n8Dw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KffEAAAA3AAAAA8AAAAAAAAAAAAAAAAAmAIAAGRycy9k&#10;b3ducmV2LnhtbFBLBQYAAAAABAAEAPUAAACJAwAAAAA=&#10;" path="m74,139r,-5l69,131r,-8l66,119r,-3l62,111r,-3l58,100r,-4l54,92r,-4l51,85r,-8l46,72r,-3l38,62r,-5l35,49,31,46r,-5l23,34r,-3l15,23r,-5l4,8,4,3,,e" filled="f" strokeweight="0">
                    <v:path arrowok="t" o:connecttype="custom" o:connectlocs="37,70;37,67;35,66;35,62;33,60;33,58;31,56;31,54;29,50;29,48;27,46;27,44;26,43;26,39;23,36;23,35;19,31;19,29;18,25;16,23;16,21;12,17;12,16;8,12;8,9;2,4;2,2;0,0" o:connectangles="0,0,0,0,0,0,0,0,0,0,0,0,0,0,0,0,0,0,0,0,0,0,0,0,0,0,0,0"/>
                  </v:shape>
                  <v:shape id="Freeform 711" o:spid="_x0000_s1099" style="position:absolute;left:2933;top:4450;width:5;height:50;visibility:visible;mso-wrap-style:square;v-text-anchor:top" coordsize="1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p9tMYA&#10;AADcAAAADwAAAGRycy9kb3ducmV2LnhtbESPT2vCQBTE7wW/w/KE3swmUm1IXUX7B8SLmBba3h7Z&#10;1ySYfRuyq0Y/vSsIPQ4z8xtmtuhNI47UudqygiSKQRAXVtdcKvj6/BilIJxH1thYJgVncrCYDx5m&#10;mGl74h0dc1+KAGGXoYLK+zaT0hUVGXSRbYmD92c7gz7IrpS6w1OAm0aO43gqDdYcFips6bWiYp8f&#10;jILD22pb/shvv3lPmnhSX9Kcf1OlHof98gWEp97/h+/ttVbwnDzB7Uw4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p9tMYAAADcAAAADwAAAAAAAAAAAAAAAACYAgAAZHJz&#10;L2Rvd25yZXYueG1sUEsFBgAAAAAEAAQA9QAAAIsDAAAAAA==&#10;" path="m,100l,95,3,92r,-7l8,80,8,65r3,l11,7,8,7,8,e" filled="f" strokeweight="0">
                    <v:path arrowok="t" o:connecttype="custom" o:connectlocs="0,50;0,48;1,46;1,43;4,40;4,33;5,33;5,4;4,4;4,0" o:connectangles="0,0,0,0,0,0,0,0,0,0"/>
                  </v:shape>
                  <v:shape id="Freeform 712" o:spid="_x0000_s1100" style="position:absolute;left:2898;top:4500;width:35;height:39;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EHMUA&#10;AADcAAAADwAAAGRycy9kb3ducmV2LnhtbESPQWvCQBSE74L/YXmCt7pRabQxG5FSa9FTbQ8eH9ln&#10;EpJ9G7JrTP99t1DwOMzMN0y6HUwjeupcZVnBfBaBIM6trrhQ8P21f1qDcB5ZY2OZFPyQg202HqWY&#10;aHvnT+rPvhABwi5BBaX3bSKly0sy6Ga2JQ7e1XYGfZBdIXWH9wA3jVxEUSwNVhwWSmzptaS8Pt+M&#10;Al1flodrf1z7w06/9ZeXuD69x0pNJ8NuA8LT4B/h//aHVrCaP8P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IQcxQAAANwAAAAPAAAAAAAAAAAAAAAAAJgCAABkcnMv&#10;ZG93bnJldi54bWxQSwUGAAAAAAQABAD1AAAAigMAAAAA&#10;" path="m,77r3,l11,70r4,l31,54r3,l34,50r4,l38,46r3,l41,42r8,-8l49,31r5,l54,26r3,-3l57,19r4,l61,11,69,3,69,e" filled="f" strokeweight="0">
                    <v:path arrowok="t" o:connecttype="custom" o:connectlocs="0,39;2,39;6,35;8,35;16,27;17,27;17,25;19,25;19,23;21,23;21,21;25,17;25,16;27,16;27,13;29,12;29,10;31,10;31,6;35,2;35,0" o:connectangles="0,0,0,0,0,0,0,0,0,0,0,0,0,0,0,0,0,0,0,0,0"/>
                  </v:shape>
                  <v:shape id="Freeform 713" o:spid="_x0000_s1101" style="position:absolute;left:2825;top:4539;width:73;height:22;visibility:visible;mso-wrap-style:square;v-text-anchor:top" coordsize="14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Nz8UA&#10;AADcAAAADwAAAGRycy9kb3ducmV2LnhtbESPQWvCQBSE7wX/w/KEXopurGA1ugmlUOqlYLTeH9ln&#10;kjb7dpvdmvjvu4LgcZiZb5hNPphWnKnzjWUFs2kCgri0uuFKwdfhfbIE4QOyxtYyKbiQhzwbPWww&#10;1bbngs77UIkIYZ+igjoEl0rpy5oM+ql1xNE72c5giLKrpO6wj3DTyuckWUiDDceFGh291VT+7P+M&#10;guJ7N3fm4+nQN25VHS+/epcUn0o9jofXNYhAQ7iHb+2tVvAyW8D1TDwCM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ok3PxQAAANwAAAAPAAAAAAAAAAAAAAAAAJgCAABkcnMv&#10;ZG93bnJldi54bWxQSwUGAAAAAAQABAD1AAAAigMAAAAA&#10;" path="m,45r16,l19,42r20,l46,39r11,l65,34r8,l77,31r3,l85,27r11,l100,23r4,l108,19r3,l119,16r5,l131,8r3,l139,3r3,l147,e" filled="f" strokeweight="0">
                    <v:path arrowok="t" o:connecttype="custom" o:connectlocs="0,22;8,22;9,21;19,21;23,19;28,19;32,17;36,17;38,15;40,15;42,13;48,13;50,11;52,11;54,9;55,9;59,8;62,8;65,4;67,4;69,1;71,1;73,0" o:connectangles="0,0,0,0,0,0,0,0,0,0,0,0,0,0,0,0,0,0,0,0,0,0,0"/>
                  </v:shape>
                  <v:shape id="Freeform 714" o:spid="_x0000_s1102" style="position:absolute;left:2741;top:4558;width:84;height:3;visibility:visible;mso-wrap-style:square;v-text-anchor:top" coordsize="1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FbcMMA&#10;AADcAAAADwAAAGRycy9kb3ducmV2LnhtbESPT4vCMBTE74LfITzBm6bdBV2rURZxsVf/4Hp8Nm/b&#10;ss1LbaLWb28EweMwM79hZovWVOJKjSstK4iHEQjizOqScwX73c/gC4TzyBory6TgTg4W825nhom2&#10;N97QdetzESDsElRQeF8nUrqsIINuaGvi4P3ZxqAPssmlbvAW4KaSH1E0kgZLDgsF1rQsKPvfXoyC&#10;1TG98/rT2wMfJsv4VK6r9PyrVL/Xfk9BeGr9O/xqp1rBOB7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FbcMMAAADcAAAADwAAAAAAAAAAAAAAAACYAgAAZHJzL2Rv&#10;d25yZXYueG1sUEsFBgAAAAAEAAQA9QAAAIgDAAAAAA==&#10;" path="m,l23,r5,3l78,3r4,3l136,6r3,-3l167,3e" filled="f" strokeweight="0">
                    <v:path arrowok="t" o:connecttype="custom" o:connectlocs="0,0;12,0;14,2;39,2;41,3;68,3;70,2;84,2" o:connectangles="0,0,0,0,0,0,0,0"/>
                  </v:shape>
                  <v:shape id="Freeform 715" o:spid="_x0000_s1103" style="position:absolute;left:2641;top:4529;width:100;height:29;visibility:visible;mso-wrap-style:square;v-text-anchor:top" coordsize="20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eMjr0A&#10;AADcAAAADwAAAGRycy9kb3ducmV2LnhtbERPSwrCMBDdC94hjOBOU0WqVqOoKLhw4+cAQzO2xWZS&#10;kqj19mYhuHy8/3Ldmlq8yPnKsoLRMAFBnFtdcaHgdj0MZiB8QNZYWyYFH/KwXnU7S8y0ffOZXpdQ&#10;iBjCPkMFZQhNJqXPSzLoh7YhjtzdOoMhQldI7fAdw00tx0mSSoMVx4YSG9qVlD8uT6OgfR7lNj0Z&#10;v9/NU7mZ1NMmnTml+r12swARqA1/8c991Aqmo7g2nolHQK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leMjr0AAADcAAAADwAAAAAAAAAAAAAAAACYAgAAZHJzL2Rvd25yZXYu&#10;eG1sUEsFBgAAAAAEAAQA9QAAAIIDAAAAAA==&#10;" path="m,l12,5r15,8l35,16r11,4l54,23r7,5l66,28r8,3l77,36r4,l85,39r7,l92,43r13,l108,47r27,l143,51r19,l174,54r11,l200,59e" filled="f" strokeweight="0">
                    <v:path arrowok="t" o:connecttype="custom" o:connectlocs="0,0;6,2;14,6;18,8;23,10;27,11;31,14;33,14;37,15;39,18;41,18;43,19;46,19;46,21;53,21;54,23;68,23;72,25;81,25;87,27;93,27;100,29" o:connectangles="0,0,0,0,0,0,0,0,0,0,0,0,0,0,0,0,0,0,0,0,0,0"/>
                  </v:shape>
                  <v:shape id="Freeform 716" o:spid="_x0000_s1104" style="position:absolute;left:2551;top:4478;width:90;height:51;visibility:visible;mso-wrap-style:square;v-text-anchor:top" coordsize="17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kphcUA&#10;AADcAAAADwAAAGRycy9kb3ducmV2LnhtbESP3UrDQBSE7wXfYTlCb8Rs0qLW2G2RSLF4Z+wDHLMn&#10;PzR7NmRP2/j2bqHg5TAz3zCrzeR6daIxdJ4NZEkKirjytuPGwP57+7AEFQTZYu+ZDPxSgM369maF&#10;ufVn/qJTKY2KEA45GmhFhlzrULXkMCR+II5e7UeHEuXYaDviOcJdr+dp+qQddhwXWhyoaKk6lEdn&#10;oEizx/rz47CrF43MJSvK+/efzpjZ3fT2Ckpokv/wtb2zBp6zF7iciUdA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iSmFxQAAANwAAAAPAAAAAAAAAAAAAAAAAJgCAABkcnMv&#10;ZG93bnJldi54bWxQSwUGAAAAAAQABAD1AAAAigMAAAAA&#10;" path="m,l3,5r7,3l15,12r8,3l30,23r8,5l41,31r8,4l54,35r7,3l69,46r8,5l80,54r6,5l91,59r7,3l101,66r8,3l114,69r8,5l125,77r7,5l137,82r8,3l148,89r7,l160,93r8,4l171,97r8,3e" filled="f" strokeweight="0">
                    <v:path arrowok="t" o:connecttype="custom" o:connectlocs="0,0;2,3;5,4;8,6;12,8;15,12;19,14;21,16;25,18;27,18;31,19;35,23;39,26;40,28;43,30;46,30;49,32;51,34;55,35;57,35;61,38;63,39;66,42;69,42;73,43;74,45;78,45;80,47;84,49;86,49;90,51" o:connectangles="0,0,0,0,0,0,0,0,0,0,0,0,0,0,0,0,0,0,0,0,0,0,0,0,0,0,0,0,0,0,0"/>
                  </v:shape>
                  <v:shape id="Freeform 717" o:spid="_x0000_s1105" style="position:absolute;left:2490;top:4423;width:61;height:58;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aZ8cMA&#10;AADcAAAADwAAAGRycy9kb3ducmV2LnhtbERPTWvCQBC9F/oflhF6azaGoiF1FSkKpQfBRARvQ3aa&#10;RLOzIbua6K93D4UeH+97sRpNK27Uu8aygmkUgyAurW64UnAotu8pCOeRNbaWScGdHKyWry8LzLQd&#10;eE+33FcihLDLUEHtfZdJ6cqaDLrIdsSB+7W9QR9gX0nd4xDCTSuTOJ5Jgw2Hhho7+qqpvORXoyCx&#10;a7OLN/PTw5637Qf+nNPpsVDqbTKuP0F4Gv2/+M/9rRXMkzA/nA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aZ8cMAAADcAAAADwAAAAAAAAAAAAAAAACYAgAAZHJzL2Rv&#10;d25yZXYueG1sUEsFBgAAAAAEAAQA9QAAAIgDAAAAAA==&#10;" path="m,l11,11r,4l15,18r4,8l57,65r5,l88,92r5,l100,100r8,3l111,108r5,l124,116e" filled="f" strokeweight="0">
                    <v:path arrowok="t" o:connecttype="custom" o:connectlocs="0,0;5,6;5,8;7,9;9,13;28,33;31,33;43,46;46,46;49,50;53,52;55,54;57,54;61,58" o:connectangles="0,0,0,0,0,0,0,0,0,0,0,0,0,0"/>
                  </v:shape>
                  <v:shape id="Freeform 718" o:spid="_x0000_s1106" style="position:absolute;left:2455;top:4353;width:35;height:68;visibility:visible;mso-wrap-style:square;v-text-anchor:top" coordsize="6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zUM8UA&#10;AADcAAAADwAAAGRycy9kb3ducmV2LnhtbESPT2sCMRTE74V+h/AKvdWsQnXdGkVqiyJe/HPw+Ny8&#10;bpZuXtZN1PXbG0HwOMzMb5jRpLWVOFPjS8cKup0EBHHudMmFgt329yMF4QOyxsoxKbiSh8n49WWE&#10;mXYXXtN5EwoRIewzVGBCqDMpfW7Iou+4mjh6f66xGKJsCqkbvES4rWQvSfrSYslxwWBN34by/83J&#10;KjgNZy7df07nB5n2f9qj0avlISj1/tZOv0AEasMz/GgvtIJBrwv3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bNQzxQAAANwAAAAPAAAAAAAAAAAAAAAAAJgCAABkcnMv&#10;ZG93bnJldi54bWxQSwUGAAAAAAQABAD1AAAAigMAAAAA&#10;" path="m,l,3r3,8l3,15r4,3l7,31r3,3l10,38r5,3l15,49r3,8l18,62r5,3l23,69r3,3l26,77r4,3l30,85r8,7l38,95r8,8l46,108r11,11l57,123r12,11e" filled="f" strokeweight="0">
                    <v:path arrowok="t" o:connecttype="custom" o:connectlocs="0,0;0,2;2,6;2,8;4,9;4,16;5,17;5,19;8,21;8,25;9,29;9,31;12,33;12,35;13,37;13,39;15,41;15,43;19,47;19,48;23,52;23,55;29,60;29,62;35,68" o:connectangles="0,0,0,0,0,0,0,0,0,0,0,0,0,0,0,0,0,0,0,0,0,0,0,0,0"/>
                  </v:shape>
                  <v:shape id="Freeform 719" o:spid="_x0000_s1107" style="position:absolute;left:2451;top:4342;width:1;height:11;visibility:visible;mso-wrap-style:square;v-text-anchor:top" coordsize="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s5MQA&#10;AADcAAAADwAAAGRycy9kb3ducmV2LnhtbESP0WrCQBRE34X+w3ILfZG6MaiV6CrVIuhj0n7AJXtN&#10;YrN3w+5q0r/vCoKPw8ycYdbbwbTiRs43lhVMJwkI4tLqhisFP9+H9yUIH5A1tpZJwR952G5eRmvM&#10;tO05p1sRKhEh7DNUUIfQZVL6siaDfmI74uidrTMYonSV1A77CDetTJNkIQ02HBdq7GhfU/lbXI0C&#10;v7On67jcF7P0azd3l7wPi2ml1Nvr8LkCEWgIz/CjfdQKPtIU7m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krOTEAAAA3AAAAA8AAAAAAAAAAAAAAAAAmAIAAGRycy9k&#10;b3ducmV2LnhtbFBLBQYAAAAABAAEAPUAAACJAwAAAAA=&#10;" path="m,l,7r3,3l3,23e" filled="f" strokeweight="0">
                    <v:path arrowok="t" o:connecttype="custom" o:connectlocs="0,0;0,3;1,5;1,11" o:connectangles="0,0,0,0"/>
                  </v:shape>
                  <v:shape id="Freeform 720" o:spid="_x0000_s1108" style="position:absolute;left:2451;top:4303;width:5;height:21;visibility:visible;mso-wrap-style:square;v-text-anchor:top" coordsize="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eq2sMA&#10;AADcAAAADwAAAGRycy9kb3ducmV2LnhtbESPQYvCMBSE7wv+h/AEb9tUhd1ajSKCUPTiVsXro3m2&#10;xealNFHrvzcLC3scZuYbZrHqTSMe1LnasoJxFIMgLqyuuVRwOm4/ExDOI2tsLJOCFzlYLQcfC0y1&#10;ffIPPXJfigBhl6KCyvs2ldIVFRl0kW2Jg3e1nUEfZFdK3eEzwE0jJ3H8JQ3WHBYqbGlTUXHL70ZB&#10;kc/iuz14cu5yWGfZOdnl+0Sp0bBfz0F46v1/+K+daQXfkyn8nglHQC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eq2sMAAADcAAAADwAAAAAAAAAAAAAAAACYAgAAZHJzL2Rv&#10;d25yZXYueG1sUEsFBgAAAAAEAAQA9QAAAIgDAAAAAA==&#10;" path="m11,r,4l8,8r,8l3,16r,11l,31,,42e" filled="f" strokeweight="0">
                    <v:path arrowok="t" o:connecttype="custom" o:connectlocs="5,0;5,2;4,4;4,8;1,8;1,14;0,16;0,21" o:connectangles="0,0,0,0,0,0,0,0"/>
                  </v:shape>
                  <v:shape id="Freeform 721" o:spid="_x0000_s1109" style="position:absolute;left:2933;top:4939;width:5;height:23;visibility:visible;mso-wrap-style:square;v-text-anchor:top" coordsize="1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c0CsYA&#10;AADcAAAADwAAAGRycy9kb3ducmV2LnhtbESPzWrDMBCE74W+g9hCbo1sE+rgRAn9oaHQk51ccttY&#10;G9vEWhlJddw+fVUo5DjMzDfMejuZXozkfGdZQTpPQBDXVnfcKDjs3x+XIHxA1thbJgXf5GG7ub9b&#10;Y6HtlUsaq9CICGFfoII2hKGQ0tctGfRzOxBH72ydwRCla6R2eI1w08ssSZ6kwY7jQosDvbZUX6ov&#10;o6D/+SzzpX8Zy9SNu2Na5W+L7KTU7GF6XoEINIVb+L/9oRXk2QL+zs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c0CsYAAADcAAAADwAAAAAAAAAAAAAAAACYAgAAZHJz&#10;L2Rvd25yZXYueG1sUEsFBgAAAAAEAAQA9QAAAIsDAAAAAA==&#10;" path="m,46l,42,3,39,3,26,8,23,8,8,11,3,11,e" filled="f" strokeweight="0">
                    <v:path arrowok="t" o:connecttype="custom" o:connectlocs="0,23;0,21;1,20;1,13;4,12;4,4;5,2;5,0" o:connectangles="0,0,0,0,0,0,0,0"/>
                  </v:shape>
                  <v:shape id="Freeform 722" o:spid="_x0000_s1110" style="position:absolute;left:2898;top:4962;width:35;height:38;visibility:visible;mso-wrap-style:square;v-text-anchor:top" coordsize="6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bU8QA&#10;AADcAAAADwAAAGRycy9kb3ducmV2LnhtbESPT2sCMRTE70K/Q3iFXqRmXbCW1SgiCFK8+AfB23Pz&#10;ulm6eVmSqOu3N4LQ4zAzv2Gm88424ko+1I4VDAcZCOLS6ZorBYf96vMbRIjIGhvHpOBOAeazt94U&#10;C+1uvKXrLlYiQTgUqMDE2BZShtKQxTBwLXHyfp23GJP0ldQebwluG5ln2Ze0WHNaMNjS0lD5t7tY&#10;BeeFPebldnXajH2fLmtzDPWPVerjvVtMQETq4n/41V5rBeN8BM8z6Qj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c21PEAAAA3AAAAA8AAAAAAAAAAAAAAAAAmAIAAGRycy9k&#10;b3ducmV2LnhtbFBLBQYAAAAABAAEAPUAAACJAwAAAAA=&#10;" path="m,78r3,l11,70r4,l31,54r3,l34,50r4,l38,47r3,l41,42r8,-8l49,31r5,l54,27r3,-3l57,19r4,l61,11,69,3,69,e" filled="f" strokeweight="0">
                    <v:path arrowok="t" o:connecttype="custom" o:connectlocs="0,38;2,38;6,34;8,34;16,26;17,26;17,24;19,24;19,23;21,23;21,20;25,17;25,15;27,15;27,13;29,12;29,9;31,9;31,5;35,1;35,0" o:connectangles="0,0,0,0,0,0,0,0,0,0,0,0,0,0,0,0,0,0,0,0,0"/>
                  </v:shape>
                  <v:shape id="Freeform 723" o:spid="_x0000_s1111" style="position:absolute;left:2825;top:5000;width:73;height:23;visibility:visible;mso-wrap-style:square;v-text-anchor:top" coordsize="147,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VzZsQA&#10;AADcAAAADwAAAGRycy9kb3ducmV2LnhtbESPQWvCQBSE7wX/w/KE3upGD7GkrhKK2oC5NC09P7PP&#10;JDT7NmS3SfrvXUHwOMzMN8xmN5lWDNS7xrKC5SICQVxa3XCl4Pvr8PIKwnlkja1lUvBPDnbb2dMG&#10;E21H/qSh8JUIEHYJKqi97xIpXVmTQbewHXHwLrY36IPsK6l7HAPctHIVRbE02HBYqLGj95rK3+LP&#10;KCBb5B+nFvP0bPedzsYiPf40Sj3Pp/QNhKfJP8L3dqYVrFcx3M6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Vc2bEAAAA3AAAAA8AAAAAAAAAAAAAAAAAmAIAAGRycy9k&#10;b3ducmV2LnhtbFBLBQYAAAAABAAEAPUAAACJAwAAAAA=&#10;" path="m,46r16,l19,41r20,l46,38r11,l65,34r8,l77,30r3,l85,26r11,l100,23r4,l108,18r3,l119,15r5,l131,7r3,l139,3r3,l147,e" filled="f" strokeweight="0">
                    <v:path arrowok="t" o:connecttype="custom" o:connectlocs="0,23;8,23;9,21;19,21;23,19;28,19;32,17;36,17;38,15;40,15;42,13;48,13;50,12;52,12;54,9;55,9;59,8;62,8;65,4;67,4;69,2;71,2;73,0" o:connectangles="0,0,0,0,0,0,0,0,0,0,0,0,0,0,0,0,0,0,0,0,0,0,0"/>
                  </v:shape>
                  <v:shape id="Freeform 724" o:spid="_x0000_s1112" style="position:absolute;left:2741;top:5020;width:84;height:3;visibility:visible;mso-wrap-style:square;v-text-anchor:top" coordsize="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oOx8cA&#10;AADcAAAADwAAAGRycy9kb3ducmV2LnhtbESPT2vCQBTE7wW/w/IK3nRTBSOpG7GWaMGDNu2hx0f2&#10;5U/Nvg3ZVdNv3y0IPQ4z8xtmtR5MK67Uu8aygqdpBIK4sLrhSsHnRzZZgnAeWWNrmRT8kIN1OnpY&#10;YaLtjd/pmvtKBAi7BBXU3neJlK6oyaCb2o44eKXtDfog+0rqHm8Bblo5i6KFNNhwWKixo21NxTm/&#10;GAXl8fvEry/HTO838/mQbQ+73Ves1Phx2DyD8DT4//C9/aYVxLMY/s6EIy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6DsfHAAAA3AAAAA8AAAAAAAAAAAAAAAAAmAIAAGRy&#10;cy9kb3ducmV2LnhtbFBLBQYAAAAABAAEAPUAAACMAwAAAAA=&#10;" path="m,l23,r5,3l78,3r4,5l136,8r3,-5l167,3e" filled="f" strokeweight="0">
                    <v:path arrowok="t" o:connecttype="custom" o:connectlocs="0,0;12,0;14,1;39,1;41,3;68,3;70,1;84,1" o:connectangles="0,0,0,0,0,0,0,0"/>
                  </v:shape>
                  <v:shape id="Freeform 725" o:spid="_x0000_s1113" style="position:absolute;left:2641;top:4990;width:100;height:30;visibility:visible;mso-wrap-style:square;v-text-anchor:top" coordsize="2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4pWcAA&#10;AADcAAAADwAAAGRycy9kb3ducmV2LnhtbERPy4rCMBTdC/MP4Q6403RcqHSMIg4+EWSquL4017bY&#10;3JQm2vj3ZjEwy8N5zxbB1OJJrassK/gaJiCIc6srLhRczuvBFITzyBpry6TgRQ4W84/eDFNtO/6l&#10;Z+YLEUPYpaig9L5JpXR5SQbd0DbEkbvZ1qCPsC2kbrGL4aaWoyQZS4MVx4YSG1qVlN+zh1Gw3/LR&#10;dLwPYXLofopttjltzlel+p9h+Q3CU/D/4j/3TiuYjOLaeCYeAT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4pWcAAAADcAAAADwAAAAAAAAAAAAAAAACYAgAAZHJzL2Rvd25y&#10;ZXYueG1sUEsFBgAAAAAEAAQA9QAAAIUDAAAAAA==&#10;" path="m,l12,4r15,8l35,15r11,5l54,23r7,4l66,27r8,3l77,35r4,l85,38r7,l92,43r13,l108,46r27,l143,50r19,l174,54r11,l200,58e" filled="f" strokeweight="0">
                    <v:path arrowok="t" o:connecttype="custom" o:connectlocs="0,0;6,2;14,6;18,8;23,10;27,12;31,14;33,14;37,16;39,18;41,18;43,20;46,20;46,22;53,22;54,24;68,24;72,26;81,26;87,28;93,28;100,30" o:connectangles="0,0,0,0,0,0,0,0,0,0,0,0,0,0,0,0,0,0,0,0,0,0"/>
                  </v:shape>
                  <v:shape id="Freeform 726" o:spid="_x0000_s1114" style="position:absolute;left:2551;top:4940;width:90;height:50;visibility:visible;mso-wrap-style:square;v-text-anchor:top" coordsize="179,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CyMYA&#10;AADcAAAADwAAAGRycy9kb3ducmV2LnhtbESPQWvCQBSE7wX/w/KE3uqmQlsbXUMQBA+hxShUb8/s&#10;MwnNvg3ZbZL++65Q8DjMzDfMKhlNI3rqXG1ZwfMsAkFcWF1zqeB42D4tQDiPrLGxTAp+yUGynjys&#10;MNZ24D31uS9FgLCLUUHlfRtL6YqKDLqZbYmDd7WdQR9kV0rd4RDgppHzKHqVBmsOCxW2tKmo+M5/&#10;jII8lRv6LBeXr+P4ccps9qJPw1mpx+mYLkF4Gv09/N/eaQVv83e4nQ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ECyMYAAADcAAAADwAAAAAAAAAAAAAAAACYAgAAZHJz&#10;L2Rvd25yZXYueG1sUEsFBgAAAAAEAAQA9QAAAIsDAAAAAA==&#10;" path="m,l3,5r7,3l15,13r8,3l30,23r8,5l41,31r8,5l54,36r7,3l69,46r8,5l80,54r6,5l91,59r7,3l101,67r8,3l114,70r8,4l125,77r7,5l137,82r8,3l148,90r7,l160,93r8,4l171,97r8,4e" filled="f" strokeweight="0">
                    <v:path arrowok="t" o:connecttype="custom" o:connectlocs="0,0;2,2;5,4;8,6;12,8;15,11;19,14;21,15;25,18;27,18;31,19;35,23;39,25;40,27;43,29;46,29;49,31;51,33;55,35;57,35;61,37;63,38;66,41;69,41;73,42;74,45;78,45;80,46;84,48;86,48;90,50" o:connectangles="0,0,0,0,0,0,0,0,0,0,0,0,0,0,0,0,0,0,0,0,0,0,0,0,0,0,0,0,0,0,0"/>
                  </v:shape>
                  <v:shape id="Freeform 727" o:spid="_x0000_s1115" style="position:absolute;left:2490;top:4885;width:61;height:57;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8PLMEA&#10;AADcAAAADwAAAGRycy9kb3ducmV2LnhtbERPy4rCMBTdC/5DuII7TdVhlGoqIgoyC2F0ENxdmmsf&#10;NjeliVr9erMQZnk478WyNZW4U+MKywpGwwgEcWp1wZmCv+N2MAPhPLLGyjIpeJKDZdLtLDDW9sG/&#10;dD/4TIQQdjEqyL2vYyldmpNBN7Q1ceAutjHoA2wyqRt8hHBTyXEUfUuDBYeGHGta55ReDzejYGxX&#10;Zh9tpueXLbfVF/6Us9HpqFS/167mIDy1/l/8ce+0gukkzA9nwhGQy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vDyzBAAAA3AAAAA8AAAAAAAAAAAAAAAAAmAIAAGRycy9kb3du&#10;cmV2LnhtbFBLBQYAAAAABAAEAPUAAACGAwAAAAA=&#10;" path="m,l11,11r,4l15,19r4,7l57,65r5,l88,93r5,l100,100r8,3l111,108r5,l124,116e" filled="f" strokeweight="0">
                    <v:path arrowok="t" o:connecttype="custom" o:connectlocs="0,0;5,5;5,7;7,9;9,13;28,32;31,32;43,46;46,46;49,49;53,51;55,53;57,53;61,57" o:connectangles="0,0,0,0,0,0,0,0,0,0,0,0,0,0"/>
                  </v:shape>
                  <v:shape id="Freeform 728" o:spid="_x0000_s1116" style="position:absolute;left:2455;top:4816;width:35;height:66;visibility:visible;mso-wrap-style:square;v-text-anchor:top" coordsize="6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mRcMA&#10;AADcAAAADwAAAGRycy9kb3ducmV2LnhtbESPQWsCMRSE7wX/Q3hCbzWrwlZWo2hB0IMHbcHrY/Pc&#10;DW5elk26xv56Iwg9DjPfDLNYRduInjpvHCsYjzIQxKXThisFP9/bjxkIH5A1No5JwZ08rJaDtwUW&#10;2t34SP0pVCKVsC9QQR1CW0jpy5os+pFriZN3cZ3FkGRXSd3hLZXbRk6yLJcWDaeFGlv6qqm8nn6t&#10;gk/6i7P8aPZnow/3PPbtdjPZK/U+jOs5iEAx/Idf9E4nbjqG55l0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2mRcMAAADcAAAADwAAAAAAAAAAAAAAAACYAgAAZHJzL2Rv&#10;d25yZXYueG1sUEsFBgAAAAAEAAQA9QAAAIgDAAAAAA==&#10;" path="m,l,3r3,7l3,15r4,3l7,30r3,4l10,38r5,3l15,49r3,8l18,61r5,3l23,69r3,3l26,77r4,3l30,83r8,8l38,94r8,7l46,106r11,11l57,122r12,10e" filled="f" strokeweight="0">
                    <v:path arrowok="t" o:connecttype="custom" o:connectlocs="0,0;0,2;2,5;2,8;4,9;4,15;5,17;5,19;8,21;8,25;9,29;9,31;12,32;12,35;13,36;13,39;15,40;15,42;19,46;19,47;23,51;23,53;29,59;29,61;35,66" o:connectangles="0,0,0,0,0,0,0,0,0,0,0,0,0,0,0,0,0,0,0,0,0,0,0,0,0"/>
                  </v:shape>
                  <v:shape id="Freeform 729" o:spid="_x0000_s1117" style="position:absolute;left:2451;top:4804;width:1;height:12;visibility:visible;mso-wrap-style:square;v-text-anchor:top" coordsize="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fkc8UA&#10;AADcAAAADwAAAGRycy9kb3ducmV2LnhtbESP3WrCQBSE7wu+w3KE3tWNsVSJ2UhbCK31yp8HOGSP&#10;2WD2bJrdavTpu0Khl8PMfMPkq8G24ky9bxwrmE4SEMSV0w3XCg778mkBwgdkja1jUnAlD6ti9JBj&#10;pt2Ft3TehVpECPsMFZgQukxKXxmy6CeuI47e0fUWQ5R9LXWPlwi3rUyT5EVabDguGOzo3VB12v1Y&#10;Bc+3b759XClsypmbmjRdv5VfnVKP4+F1CSLQEP7Df+1PrWA+S+F+Jh4B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RzxQAAANwAAAAPAAAAAAAAAAAAAAAAAJgCAABkcnMv&#10;ZG93bnJldi54bWxQSwUGAAAAAAQABAD1AAAAigMAAAAA&#10;" path="m,l,8r3,3l3,24e" filled="f" strokeweight="0">
                    <v:path arrowok="t" o:connecttype="custom" o:connectlocs="0,0;0,4;1,6;1,12" o:connectangles="0,0,0,0"/>
                  </v:shape>
                  <v:shape id="Freeform 730" o:spid="_x0000_s1118" style="position:absolute;left:2691;top:4143;width:33;height:270;visibility:visible;mso-wrap-style:square;v-text-anchor:top" coordsize="66,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sPD8cA&#10;AADcAAAADwAAAGRycy9kb3ducmV2LnhtbESPzWvCQBTE70L/h+UVetNNVWpJ3YRS/Do0B7Vfx0f2&#10;NQnJvg3ZVeN/7wqCx2FmfsPM09404kidqywreB5FIIhzqysuFHztl8NXEM4ja2wsk4IzOUiTh8Ec&#10;Y21PvKXjzhciQNjFqKD0vo2ldHlJBt3ItsTB+7edQR9kV0jd4SnATSPHUfQiDVYcFkps6aOkvN4d&#10;jILP33VrFt+Lv/pnPa2z1TLL9mOt1NNj//4GwlPv7+Fbe6MVzCYTuJ4JR0A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rDw/HAAAA3AAAAA8AAAAAAAAAAAAAAAAAmAIAAGRy&#10;cy9kb3ducmV2LnhtbFBLBQYAAAAABAAEAPUAAACMAwAAAAA=&#10;" path="m66,4l62,,51,,39,,31,8,23,20,20,35,12,51,8,82r,41l5,185r,83l,381,,539e" filled="f" strokeweight="0">
                    <v:path arrowok="t" o:connecttype="custom" o:connectlocs="33,2;31,0;26,0;20,0;16,4;12,10;10,18;6,26;4,41;4,62;3,93;3,134;0,191;0,270" o:connectangles="0,0,0,0,0,0,0,0,0,0,0,0,0,0"/>
                  </v:shape>
                  <v:shape id="Freeform 731" o:spid="_x0000_s1119" style="position:absolute;left:2853;top:2217;width:72;height:71;visibility:visible;mso-wrap-style:square;v-text-anchor:top" coordsize="14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4iu8MA&#10;AADcAAAADwAAAGRycy9kb3ducmV2LnhtbESPwWrDMBBE74X8g9hAb7WcpiTFsRJCoJAe7ZSS42Jt&#10;bcfWSliK7f59VSj0OMzMGyY/zKYXIw2+taxglaQgiCurW64VfFzenl5B+ICssbdMCr7Jw2G/eMgx&#10;03bigsYy1CJC2GeooAnBZVL6qiGDPrGOOHpfdjAYohxqqQecItz08jlNN9Jgy3GhQUenhqquvBsF&#10;zver+4i3Qnfd52XDVycnflfqcTkfdyACzeE//Nc+awXb9Qv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4iu8MAAADcAAAADwAAAAAAAAAAAAAAAACYAgAAZHJzL2Rv&#10;d25yZXYueG1sUEsFBgAAAAAEAAQA9QAAAIgDAAAAAA==&#10;" path="m144,l121,r-5,3l108,3r-7,5l93,8r-3,3l82,16r-5,l70,19r-3,4l59,26r-5,5l47,34r-4,5l39,50r-3,4l28,54r-5,8l20,65r,8l16,77r-3,8l8,96r,5l5,108r,3l,116r,26e" filled="f" strokeweight="0">
                    <v:path arrowok="t" o:connecttype="custom" o:connectlocs="72,0;61,0;58,2;54,2;51,4;47,4;45,6;41,8;39,8;35,10;34,12;30,13;27,16;24,17;22,20;20,25;18,27;14,27;12,31;10,33;10,37;8,39;7,43;4,48;4,51;3,54;3,56;0,58;0,71" o:connectangles="0,0,0,0,0,0,0,0,0,0,0,0,0,0,0,0,0,0,0,0,0,0,0,0,0,0,0,0,0"/>
                  </v:shape>
                  <v:shape id="Freeform 732" o:spid="_x0000_s1120" style="position:absolute;left:2594;top:1956;width:70;height:68;visibility:visible;mso-wrap-style:square;v-text-anchor:top" coordsize="14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v2n8UA&#10;AADcAAAADwAAAGRycy9kb3ducmV2LnhtbESPQWvCQBSE7wX/w/IKXkQ3WqoSXcUKhdqLNOr9kX0m&#10;odm36e5qYn99VxB6HGbmG2a57kwtruR8ZVnBeJSAIM6trrhQcDy8D+cgfEDWWFsmBTfysF71npaY&#10;atvyF12zUIgIYZ+igjKEJpXS5yUZ9CPbEEfvbJ3BEKUrpHbYRrip5SRJptJgxXGhxIa2JeXf2cUo&#10;GIzdzh9PP+1hf8O3/e9gSlX2qVT/udssQATqwn/40f7QCmYvr3A/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afxQAAANwAAAAPAAAAAAAAAAAAAAAAAJgCAABkcnMv&#10;ZG93bnJldi54bWxQSwUGAAAAAAQABAD1AAAAigMAAAAA&#10;" path="m141,l118,r-3,4l107,4,99,8r-7,l87,12r-8,3l76,15r-8,5l64,23r-8,5l53,31r-8,l41,35,38,46r-5,5l25,54r-3,8l17,66r,3l14,74r-4,8l7,92r,5l2,100r,8l,113r,23e" filled="f" strokeweight="0">
                    <v:path arrowok="t" o:connecttype="custom" o:connectlocs="70,0;59,0;57,2;53,2;49,4;46,4;43,6;39,8;38,8;34,10;32,12;28,14;26,16;22,16;20,18;19,23;16,26;12,27;11,31;8,33;8,35;7,37;5,41;3,46;3,49;1,50;1,54;0,57;0,68" o:connectangles="0,0,0,0,0,0,0,0,0,0,0,0,0,0,0,0,0,0,0,0,0,0,0,0,0,0,0,0,0"/>
                  </v:shape>
                  <v:shape id="Freeform 733" o:spid="_x0000_s1121" style="position:absolute;left:2699;top:4173;width:37;height:15;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m1vcUA&#10;AADcAAAADwAAAGRycy9kb3ducmV2LnhtbESPT2sCMRTE74V+h/AKvXWzVvzDapQiKp4KWgWPj81z&#10;d3Xzsiaprn76RhB6HGbmN8x42ppaXMj5yrKCTpKCIM6trrhQsP1ZfAxB+ICssbZMCm7kYTp5fRlj&#10;pu2V13TZhEJECPsMFZQhNJmUPi/JoE9sQxy9g3UGQ5SukNrhNcJNLT/TtC8NVhwXSmxoVlJ+2vwa&#10;Bed2+b0bLNbzXvewnznn/f3Y5Eq9v7VfIxCB2vAffrZXWsGg24fHmXgE5O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ebW9xQAAANwAAAAPAAAAAAAAAAAAAAAAAJgCAABkcnMv&#10;ZG93bnJldi54bWxQSwUGAAAAAAQABAD1AAAAigMAAAAA&#10;" path="m,l,4,5,8r,3l16,24r4,l24,27r4,l31,31r23,l59,27r3,l67,24r3,l75,19e" filled="f" strokeweight="0">
                    <v:path arrowok="t" o:connecttype="custom" o:connectlocs="0,0;0,2;2,4;2,5;8,12;10,12;12,13;14,13;15,15;27,15;29,13;31,13;33,12;35,12;37,9" o:connectangles="0,0,0,0,0,0,0,0,0,0,0,0,0,0,0"/>
                  </v:shape>
                  <v:line id="Line 734" o:spid="_x0000_s1122" style="position:absolute;visibility:visible;mso-wrap-style:square" from="2845,3603" to="2906,3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juscUAAADcAAAADwAAAGRycy9kb3ducmV2LnhtbESPQWvCQBSE74X+h+UVeqsbLZoYXUVK&#10;i/VmbQIeH9lnsph9G7Jbjf++KxR6HGbmG2a5HmwrLtR741jBeJSAIK6cNlwrKL4/XjIQPiBrbB2T&#10;ght5WK8eH5aYa3flL7ocQi0ihH2OCpoQulxKXzVk0Y9cRxy9k+sthij7WuoerxFuWzlJkpm0aDgu&#10;NNjRW0PV+fBjFZj9bDvdpeW8lO/bMD5m58zYQqnnp2GzABFoCP/hv/anVpC+pnA/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juscUAAADcAAAADwAAAAAAAAAA&#10;AAAAAAChAgAAZHJzL2Rvd25yZXYueG1sUEsFBgAAAAAEAAQA+QAAAJMDAAAAAA==&#10;" strokeweight="0"/>
                  <v:line id="Line 735" o:spid="_x0000_s1123" style="position:absolute;visibility:visible;mso-wrap-style:square" from="2906,3661" to="2907,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d6w8IAAADcAAAADwAAAGRycy9kb3ducmV2LnhtbERPz2vCMBS+C/sfwhvspmkdaldNy5CJ&#10;87Y5BY+P5q0NbV5Kk2n33y+HgceP7/emHG0nrjR441hBOktAEFdOG64VnL520wyED8gaO8ek4Jc8&#10;lMXDZIO5djf+pOsx1CKGsM9RQRNCn0vpq4Ys+pnriSP37QaLIcKhlnrAWwy3nZwnyVJaNBwbGuxp&#10;21DVHn+sAvOx3C8Oq/PLWb7tQ3rJ2szYk1JPj+PrGkSgMdzF/+53rWD1HN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d6w8IAAADcAAAADwAAAAAAAAAAAAAA&#10;AAChAgAAZHJzL2Rvd25yZXYueG1sUEsFBgAAAAAEAAQA+QAAAJADAAAAAA==&#10;" strokeweight="0"/>
                  <v:line id="Line 736" o:spid="_x0000_s1124" style="position:absolute;visibility:visible;mso-wrap-style:square" from="2513,3270" to="2586,3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vfWMUAAADcAAAADwAAAGRycy9kb3ducmV2LnhtbESPQWvCQBSE74L/YXmCt7pRqcbUVUQs&#10;1ltrE+jxkX1NFrNvQ3ar6b/vCgWPw8x8w6y3vW3ElTpvHCuYThIQxKXThisF+efrUwrCB2SNjWNS&#10;8EsetpvhYI2Zdjf+oOs5VCJC2GeooA6hzaT0ZU0W/cS1xNH7dp3FEGVXSd3hLcJtI2dJspAWDceF&#10;Glva11Rezj9WgXlfHJ9Py2JVyMMxTL/SS2psrtR41O9eQATqwyP8337TCpbz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vfWMUAAADcAAAADwAAAAAAAAAA&#10;AAAAAAChAgAAZHJzL2Rvd25yZXYueG1sUEsFBgAAAAAEAAQA+QAAAJMDAAAAAA==&#10;" strokeweight="0"/>
                  <v:line id="Line 737" o:spid="_x0000_s1125" style="position:absolute;visibility:visible;mso-wrap-style:square" from="2513,3270" to="2514,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cFuMIAAADcAAAADwAAAGRycy9kb3ducmV2LnhtbERPz2vCMBS+C/sfwhvspmllaldNy5CJ&#10;87Y5BY+P5q0NbV5Kk2n33y+HgceP7/emHG0nrjR441hBOktAEFdOG64VnL520wyED8gaO8ek4Jc8&#10;lMXDZIO5djf+pOsx1CKGsM9RQRNCn0vpq4Ys+pnriSP37QaLIcKhlnrAWwy3nZwnyVJaNBwbGuxp&#10;21DVHn+sAvOx3C8Oq/PLWb7tQ3rJ2szYk1JPj+PrGkSgMdzF/+53rWD1HOfH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qcFuMIAAADcAAAADwAAAAAAAAAAAAAA&#10;AAChAgAAZHJzL2Rvd25yZXYueG1sUEsFBgAAAAAEAAQA+QAAAJADAAAAAA==&#10;" strokeweight="0"/>
                  <v:line id="Line 738" o:spid="_x0000_s1126" style="position:absolute;flip:x y;visibility:visible;mso-wrap-style:square" from="2594,3318" to="2855,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Yf7MMAAADcAAAADwAAAGRycy9kb3ducmV2LnhtbESPQWsCMRSE70L/Q3iFXqRmbUVlNYpI&#10;LeLNtd4fm+dmMXlZklTXf98UCj0OM/MNs1z3zoobhdh6VjAeFSCIa69bbhR8nXavcxAxIWu0nknB&#10;gyKsV0+DJZba3/lItyo1IkM4lqjApNSVUsbakMM48h1x9i4+OExZhkbqgPcMd1a+FcVUOmw5Lxjs&#10;aGuovlbfTsH77HzaX+3QHHbRmY9PW9XT8FDq5bnfLEAk6tN/+K+91wpmkzH8nslH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WH+zDAAAA3AAAAA8AAAAAAAAAAAAA&#10;AAAAoQIAAGRycy9kb3ducmV2LnhtbFBLBQYAAAAABAAEAPkAAACRAwAAAAA=&#10;" strokeweight="0"/>
                  <v:line id="Line 739" o:spid="_x0000_s1127" style="position:absolute;visibility:visible;mso-wrap-style:square" from="2513,3638" to="2906,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k+VMQAAADcAAAADwAAAGRycy9kb3ducmV2LnhtbESPT4vCMBTE7wt+h/AEb2uquFqrUURc&#10;dG/+BY+P5tkGm5fSZLX77c3Cwh6HmfkNM1+2thIParxxrGDQT0AQ504bLhScT5/vKQgfkDVWjknB&#10;D3lYLjpvc8y0e/KBHsdQiAhhn6GCMoQ6k9LnJVn0fVcTR+/mGoshyqaQusFnhNtKDpNkLC0ajgsl&#10;1rQuKb8fv60Csx9vP74ml+lFbrZhcE3vqbFnpXrddjUDEagN/+G/9k4rmIy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T5UxAAAANwAAAAPAAAAAAAAAAAA&#10;AAAAAKECAABkcnMvZG93bnJldi54bWxQSwUGAAAAAAQABAD5AAAAkgMAAAAA&#10;" strokeweight="0"/>
                  <v:line id="Line 740" o:spid="_x0000_s1128" style="position:absolute;flip:x y;visibility:visible;mso-wrap-style:square" from="2513,3638" to="2697,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gkAMMAAADcAAAADwAAAGRycy9kb3ducmV2LnhtbESPQWsCMRSE74X+h/AKvZSabRWV1ShF&#10;qog313p/bJ6bxeRlSaKu/74RCj0OM/MNM1/2zoorhdh6VvAxKEAQ11633Cj4OazfpyBiQtZoPZOC&#10;O0VYLp6f5lhqf+M9XavUiAzhWKICk1JXShlrQw7jwHfE2Tv54DBlGRqpA94y3Fn5WRRj6bDlvGCw&#10;o5Wh+lxdnILh5HjYnu2b2a2jM98bW9XjcFfq9aX/moFI1Kf/8F97qxVMRkN4nM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IJADDAAAA3AAAAA8AAAAAAAAAAAAA&#10;AAAAoQIAAGRycy9kb3ducmV2LnhtbFBLBQYAAAAABAAEAPkAAACRAwAAAAA=&#10;" strokeweight="0"/>
                  <v:line id="Line 741" o:spid="_x0000_s1129" style="position:absolute;flip:x;visibility:visible;mso-wrap-style:square" from="2736,4030" to="2906,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gwfsYAAADcAAAADwAAAGRycy9kb3ducmV2LnhtbESPQWsCMRSE70L/Q3iCN81apMrWKNKi&#10;SMEWtR56e25edxc3L0sS3fjvm0Khx2FmvmHmy2gacSPna8sKxqMMBHFhdc2lgs/jejgD4QOyxsYy&#10;KbiTh+XioTfHXNuO93Q7hFIkCPscFVQhtLmUvqjIoB/Zljh539YZDEm6UmqHXYKbRj5m2ZM0WHNa&#10;qLCll4qKy+FqFOzfp3x2m2u8xHO3+/g6lW+n15VSg35cPYMIFMN/+K+91Qqmk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94MH7GAAAA3AAAAA8AAAAAAAAA&#10;AAAAAAAAoQIAAGRycy9kb3ducmV2LnhtbFBLBQYAAAAABAAEAPkAAACUAwAAAAA=&#10;" strokeweight="0"/>
                  <v:line id="Line 742" o:spid="_x0000_s1130" style="position:absolute;flip:y;visibility:visible;mso-wrap-style:square" from="2803,3580" to="2855,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SV5cYAAADcAAAADwAAAGRycy9kb3ducmV2LnhtbESPQWsCMRSE74L/ITyhN81W2lq2RhFL&#10;RQq1aOuht+fmdXdx87Ik0Y3/3hQKHoeZ+YaZzqNpxJmcry0ruB9lIIgLq2suFXx/vQ2fQfiArLGx&#10;TAou5GE+6/emmGvb8ZbOu1CKBGGfo4IqhDaX0hcVGfQj2xIn79c6gyFJV0rtsEtw08hxlj1JgzWn&#10;hQpbWlZUHHcno2C7mfDBrU7xGA/dx+fPvnzfvy6UuhvExQuIQDHcwv/ttVYweXi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0leXGAAAA3AAAAA8AAAAAAAAA&#10;AAAAAAAAoQIAAGRycy9kb3ducmV2LnhtbFBLBQYAAAAABAAEAPkAAACUAwAAAAA=&#10;" strokeweight="0"/>
                  <v:line id="Line 743" o:spid="_x0000_s1131" style="position:absolute;flip:x y;visibility:visible;mso-wrap-style:square" from="2855,3580" to="2909,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HmMMAAADcAAAADwAAAGRycy9kb3ducmV2LnhtbESPQWsCMRSE74X+h/CEXopmbcsqq1GK&#10;1CK9da33x+a5WUxeliTV9d83BcHjMDPfMMv14Kw4U4idZwXTSQGCuPG641bBz347noOICVmj9UwK&#10;rhRhvXp8WGKl/YW/6VynVmQIxwoVmJT6SsrYGHIYJ74nzt7RB4cpy9BKHfCS4c7Kl6IopcOO84LB&#10;njaGmlP96xS8zg773ck+m69tdObj09ZNGa5KPY2G9wWIREO6h2/tnVYweyvh/0w+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h5jDAAAA3AAAAA8AAAAAAAAAAAAA&#10;AAAAoQIAAGRycy9kb3ducmV2LnhtbFBLBQYAAAAABAAEAPkAAACRAwAAAAA=&#10;" strokeweight="0"/>
                  <v:line id="Line 744" o:spid="_x0000_s1132" style="position:absolute;flip:x y;visibility:visible;mso-wrap-style:square" from="2803,3706"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iA8MAAADcAAAADwAAAGRycy9kb3ducmV2LnhtbESPQWsCMRSE74X+h/CEXopmbYsrq1GK&#10;1CK9da33x+a5WUxeliTV9d83BcHjMDPfMMv14Kw4U4idZwXTSQGCuPG641bBz347noOICVmj9UwK&#10;rhRhvXp8WGKl/YW/6VynVmQIxwoVmJT6SsrYGHIYJ74nzt7RB4cpy9BKHfCS4c7Kl6KYSYcd5wWD&#10;PW0MNaf61yl4LQ/73ck+m69tdObj09bNLFyVehoN7wsQiYZ0D9/aO62gfCvh/0w+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IgPDAAAA3AAAAA8AAAAAAAAAAAAA&#10;AAAAoQIAAGRycy9kb3ducmV2LnhtbFBLBQYAAAAABAAEAPkAAACRAwAAAAA=&#10;" strokeweight="0"/>
                  <v:line id="Line 745" o:spid="_x0000_s1133" style="position:absolute;flip:y;visibility:visible;mso-wrap-style:square" from="2890,3601" to="2909,3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U6e8MAAADcAAAADwAAAGRycy9kb3ducmV2LnhtbERPTWsCMRC9F/ofwhS81WxFtKxGEUUR&#10;wRZtPXgbN9Pdxc1kSaIb/31zKPT4eN/TeTSNuJPztWUFb/0MBHFhdc2lgu+v9es7CB+QNTaWScGD&#10;PMxnz09TzLXt+ED3YyhFCmGfo4IqhDaX0hcVGfR92xIn7sc6gyFBV0rtsEvhppGDLBtJgzWnhgpb&#10;WlZUXI83o+DwMeaL29ziNV66/ef5VO5Oq4VSvZe4mIAIFMO/+M+91QrGw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41OnvDAAAA3AAAAA8AAAAAAAAAAAAA&#10;AAAAoQIAAGRycy9kb3ducmV2LnhtbFBLBQYAAAAABAAEAPkAAACRAwAAAAA=&#10;" strokeweight="0"/>
                  <v:line id="Line 746" o:spid="_x0000_s1134" style="position:absolute;visibility:visible;mso-wrap-style:square" from="2813,3685"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2sJcUAAADcAAAADwAAAGRycy9kb3ducmV2LnhtbESPQWvCQBSE74L/YXmCt7pRrMbUVUQs&#10;1ltrE+jxkX1NFrNvQ3ar6b/vCgWPw8x8w6y3vW3ElTpvHCuYThIQxKXThisF+efrUwrCB2SNjWNS&#10;8EsetpvhYI2Zdjf+oOs5VCJC2GeooA6hzaT0ZU0W/cS1xNH7dp3FEGVXSd3hLcJtI2dJspAWDceF&#10;Glva11Rezj9WgXlfHJ9Py2JVyMMxTL/SS2psrtR41O9eQATqwyP8337TCpbz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2sJcUAAADcAAAADwAAAAAAAAAA&#10;AAAAAAChAgAAZHJzL2Rvd25yZXYueG1sUEsFBgAAAAAEAAQA+QAAAJMDAAAAAA==&#10;" strokeweight="0"/>
                  <v:line id="Line 747" o:spid="_x0000_s1135" style="position:absolute;visibility:visible;mso-wrap-style:square" from="2541,3445" to="2803,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6TZcEAAADcAAAADwAAAGRycy9kb3ducmV2LnhtbERPTYvCMBC9C/sfwix401RB7VajLIvi&#10;etOqsMehGdtgMylN1PrvNwfB4+N9L1adrcWdWm8cKxgNExDEhdOGSwWn42aQgvABWWPtmBQ8ycNq&#10;+dFbYKbdgw90z0MpYgj7DBVUITSZlL6oyKIfuoY4chfXWgwRtqXULT5iuK3lOEmm0qLh2FBhQz8V&#10;Fdf8ZhWY/XQ72c3OX2e53obRX3pNjT0p1f/svucgAnXhLX65f7WC2STOj2fi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fpNlwQAAANwAAAAPAAAAAAAAAAAAAAAA&#10;AKECAABkcnMvZG93bnJldi54bWxQSwUGAAAAAAQABAD5AAAAjwMAAAAA&#10;" strokeweight="0"/>
                  <v:line id="Line 748" o:spid="_x0000_s1136" style="position:absolute;flip:y;visibility:visible;mso-wrap-style:square" from="2541,3318" to="2594,3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YFO8YAAADcAAAADwAAAGRycy9kb3ducmV2LnhtbESPQWsCMRSE7wX/Q3iCt5q1YJWtUUSp&#10;SKEVtR56e25edxc3L0sS3fTfN4WCx2FmvmFmi2gacSPna8sKRsMMBHFhdc2lgs/j6+MUhA/IGhvL&#10;pOCHPCzmvYcZ5tp2vKfbIZQiQdjnqKAKoc2l9EVFBv3QtsTJ+7bOYEjSlVI77BLcNPIpy56lwZrT&#10;QoUtrSoqLoerUbD/mPDZba7xEs/d++7rVL6d1kulBv24fAERKIZ7+L+91Qom4xH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WBTvGAAAA3AAAAA8AAAAAAAAA&#10;AAAAAAAAoQIAAGRycy9kb3ducmV2LnhtbFBLBQYAAAAABAAEAPkAAACUAwAAAAA=&#10;" strokeweight="0"/>
                  <v:line id="Line 749" o:spid="_x0000_s1137" style="position:absolute;visibility:visible;mso-wrap-style:square" from="2452,4324" to="2453,4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CoicMAAADcAAAADwAAAGRycy9kb3ducmV2LnhtbESPQYvCMBSE78L+h/AEb5oqqN1qlGXZ&#10;Rb2pq+Dx0TzbYPNSmqzWf28EweMwM98w82VrK3GlxhvHCoaDBARx7rThQsHh77efgvABWWPlmBTc&#10;ycNy8dGZY6bdjXd03YdCRAj7DBWUIdSZlD4vyaIfuJo4emfXWAxRNoXUDd4i3FZylCQTadFwXCix&#10;pu+S8sv+3yow28lqvJkeP4/yZxWGp/SSGntQqtdtv2YgArXhHX6111rBdDyC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gqInDAAAA3AAAAA8AAAAAAAAAAAAA&#10;AAAAoQIAAGRycy9kb3ducmV2LnhtbFBLBQYAAAAABAAEAPkAAACRAwAAAAA=&#10;" strokeweight="0"/>
                  <v:line id="Line 750" o:spid="_x0000_s1138" style="position:absolute;visibility:visible;mso-wrap-style:square" from="2938,4463" to="2939,4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wNEsUAAADcAAAADwAAAGRycy9kb3ducmV2LnhtbESPQWvCQBSE74X+h+UVvOnGFk2aukop&#10;FetNbQI9PrKvyWL2bciuGv99VxB6HGbmG2axGmwrztR741jBdJKAIK6cNlwrKL7X4wyED8gaW8ek&#10;4EoeVsvHhwXm2l14T+dDqEWEsM9RQRNCl0vpq4Ys+onriKP363qLIcq+lrrHS4TbVj4nyVxaNBwX&#10;Guzoo6HqeDhZBWY338y2aflays9NmP5kx8zYQqnR0/D+BiLQEP7D9/aXVpDOXu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wNEsUAAADcAAAADwAAAAAAAAAA&#10;AAAAAAChAgAAZHJzL2Rvd25yZXYueG1sUEsFBgAAAAAEAAQA+QAAAJMDAAAAAA==&#10;" strokeweight="0"/>
                  <v:line id="Line 751" o:spid="_x0000_s1139" style="position:absolute;visibility:visible;mso-wrap-style:square" from="2594,2026" to="2595,3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WVZsUAAADcAAAADwAAAGRycy9kb3ducmV2LnhtbESPQWvCQBSE74X+h+UVvOnGUk2aukop&#10;FetNbQI9PrKvyWL2bciuGv99VxB6HGbmG2axGmwrztR741jBdJKAIK6cNlwrKL7X4wyED8gaW8ek&#10;4EoeVsvHhwXm2l14T+dDqEWEsM9RQRNCl0vpq4Ys+onriKP363qLIcq+lrrHS4TbVj4nyVxaNBwX&#10;Guzoo6HqeDhZBWY338y2aflays9NmP5kx8zYQqnR0/D+BiLQEP7D9/aXVpDOXu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EWVZsUAAADcAAAADwAAAAAAAAAA&#10;AAAAAAChAgAAZHJzL2Rvd25yZXYueG1sUEsFBgAAAAAEAAQA+QAAAJMDAAAAAA==&#10;" strokeweight="0"/>
                  <v:line id="Line 752" o:spid="_x0000_s1140" style="position:absolute;flip:x y;visibility:visible;mso-wrap-style:square" from="2597,1840" to="2695,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SPMsMAAADcAAAADwAAAGRycy9kb3ducmV2LnhtbESPT2sCMRTE7wW/Q3hCL0WzrfiH1Sil&#10;VJHeXPX+2Dw3i8nLkqS6fvumUOhxmJnfMKtN76y4UYitZwWv4wIEce11y42C03E7WoCICVmj9UwK&#10;HhRhsx48rbDU/s4HulWpERnCsUQFJqWulDLWhhzGse+Is3fxwWHKMjRSB7xnuLPyrShm0mHLecFg&#10;Rx+G6mv17RRM5ufj/mpfzNc2OvO5s1U9Cw+lnof9+xJEoj79h//ae61gPp3C75l8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0jzLDAAAA3AAAAA8AAAAAAAAAAAAA&#10;AAAAoQIAAGRycy9kb3ducmV2LnhtbFBLBQYAAAAABAAEAPkAAACRAwAAAAA=&#10;" strokeweight="0"/>
                  <v:line id="Line 753" o:spid="_x0000_s1141" style="position:absolute;flip:x y;visibility:visible;mso-wrap-style:square" from="2499,1939" to="2594,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RRcMAAADcAAAADwAAAGRycy9kb3ducmV2LnhtbESPQWsCMRSE74X+h/CEXopmbekqq1GK&#10;1CK9da33x+a5WUxeliTV9d83BcHjMDPfMMv14Kw4U4idZwXTSQGCuPG641bBz347noOICVmj9UwK&#10;rhRhvXp8WGKl/YW/6VynVmQIxwoVmJT6SsrYGHIYJ74nzt7RB4cpy9BKHfCS4c7Kl6IopcOO84LB&#10;njaGmlP96xS8zg773ck+m69tdObj09ZNGa5KPY2G9wWIREO6h2/tnVYweyvh/0w+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mEUXDAAAA3AAAAA8AAAAAAAAAAAAA&#10;AAAAoQIAAGRycy9kb3ducmV2LnhtbFBLBQYAAAAABAAEAPkAAACRAwAAAAA=&#10;" strokeweight="0"/>
                  <v:line id="Line 754" o:spid="_x0000_s1142" style="position:absolute;flip:x;visibility:visible;mso-wrap-style:square" from="86,373" to="3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nvk8UAAADcAAAADwAAAGRycy9kb3ducmV2LnhtbESPT2vCQBTE74LfYXlCb7qp4L+YVUKL&#10;1EMvVdHrS/Y1SZt9G3ZXTb99t1DwOMzMb5hs25tW3Mj5xrKC50kCgri0uuFKwem4Gy9B+ICssbVM&#10;Cn7Iw3YzHGSYanvnD7odQiUihH2KCuoQulRKX9Zk0E9sRxy9T+sMhihdJbXDe4SbVk6TZC4NNhwX&#10;auzopaby+3A1Ci590eDr9es9v7wV+eo8tW5u90o9jfp8DSJQHx7h//ZeK1jMFvB3Jh4Buf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nvk8UAAADcAAAADwAAAAAAAAAA&#10;AAAAAAChAgAAZHJzL2Rvd25yZXYueG1sUEsFBgAAAAAEAAQA+QAAAJMDAAAAAA==&#10;" strokeweight="0">
                    <v:stroke dashstyle="1 1"/>
                  </v:line>
                  <v:shape id="Freeform 755" o:spid="_x0000_s1143" style="position:absolute;left:3144;top:500;width:339;height:1183;visibility:visible;mso-wrap-style:square;v-text-anchor:top" coordsize="678,2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5tKMYA&#10;AADcAAAADwAAAGRycy9kb3ducmV2LnhtbESPQW/CMAyF75P2HyIj7TZSigajENA2bRKHHaDjwNFq&#10;TFvROFWSle7fz4dJk0+Wn99732Y3uk4NFGLr2cBsmoEirrxtuTZw+vp4fAYVE7LFzjMZ+KEIu+39&#10;3QYL6298pKFMtRITjgUaaFLqC61j1ZDDOPU9sdwuPjhMsoZa24A3MXedzrNsoR22LAkN9vTWUHUt&#10;v52B8/zweVi8z19Xean3y3xwQcaYh8n4sgaVaEz/4r/vvTWwfJK2AiMgo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5tKMYAAADcAAAADwAAAAAAAAAAAAAAAACYAgAAZHJz&#10;L2Rvd25yZXYueG1sUEsFBgAAAAAEAAQA9QAAAIsDAAAAAA==&#10;" path="m16,r,39l11,50r,66l8,132r,57l3,204r,67l,281,,390r3,67l8,527r3,66l19,663r4,69l34,797r8,70l54,936r16,65l85,1066r16,69l116,1202r19,64l155,1333r18,62l196,1464r23,65l243,1589r27,67l295,1717r31,57l354,1841r31,57l419,1964r31,57l485,2083r39,59l558,2197r38,62l635,2310r43,57e" filled="f" strokeweight="0">
                    <v:path arrowok="t" o:connecttype="custom" o:connectlocs="8,0;8,19;6,25;6,58;4,66;4,94;2,102;2,135;0,140;0,195;2,228;4,263;6,296;10,331;12,366;17,398;21,433;27,468;35,500;43,533;51,567;58,601;68,633;78,666;87,697;98,732;110,764;122,794;135,828;148,858;163,887;177,920;193,949;210,982;225,1010;243,1041;262,1071;279,1098;298,1129;318,1155;339,1183" o:connectangles="0,0,0,0,0,0,0,0,0,0,0,0,0,0,0,0,0,0,0,0,0,0,0,0,0,0,0,0,0,0,0,0,0,0,0,0,0,0,0,0,0"/>
                  </v:shape>
                  <v:shape id="Freeform 756" o:spid="_x0000_s1144" style="position:absolute;left:3094;top:500;width:116;height:117;visibility:visible;mso-wrap-style:square;v-text-anchor:top" coordsize="231,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UY8MA&#10;AADcAAAADwAAAGRycy9kb3ducmV2LnhtbESP3YrCMBSE7wXfIRzBuzVV0NVqlCIIgoviD3h7aI5t&#10;sTkpTdS6T28EwcthZr5hZovGlOJOtSssK+j3IhDEqdUFZwpOx9XPGITzyBpLy6TgSQ4W83ZrhrG2&#10;D97T/eAzESDsYlSQe1/FUro0J4OuZyvi4F1sbdAHWWdS1/gIcFPKQRSNpMGCw0KOFS1zSq+Hm1Fw&#10;/d+dTbLZlUnS/7tp1pJG24tS3U6TTEF4avw3/GmvtYLf4QTeZ8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wUY8MAAADcAAAADwAAAAAAAAAAAAAAAACYAgAAZHJzL2Rv&#10;d25yZXYueG1sUEsFBgAAAAAEAAQA9QAAAIgDAAAAAA==&#10;" path="m231,235l119,,,232,116,116,231,235xe" fillcolor="black" strokeweight="0">
                    <v:path arrowok="t" o:connecttype="custom" o:connectlocs="116,117;60,0;0,116;58,58;116,117" o:connectangles="0,0,0,0,0"/>
                  </v:shape>
                  <v:shape id="Freeform 757" o:spid="_x0000_s1145" style="position:absolute;left:3371;top:1551;width:110;height:128;visibility:visible;mso-wrap-style:square;v-text-anchor:top" coordsize="219,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w3+bwA&#10;AADcAAAADwAAAGRycy9kb3ducmV2LnhtbERPSwrCMBDdC94hjOBOUwWrVKOIILhxYfUAYzO2xWZS&#10;m6jx9mYhuHy8/2oTTCNe1LnasoLJOAFBXFhdc6ngct6PFiCcR9bYWCYFH3KwWfd7K8y0ffOJXrkv&#10;RQxhl6GCyvs2k9IVFRl0Y9sSR+5mO4M+wq6UusN3DDeNnCZJKg3WHBsqbGlXUXHPn0ZBMzNnP0kW&#10;86MLt5DiNL8+PrlSw0HYLkF4Cv4v/rkPWsE8jfPjmXgE5Po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HTDf5vAAAANwAAAAPAAAAAAAAAAAAAAAAAJgCAABkcnMvZG93bnJldi54&#10;bWxQSwUGAAAAAAQABAD1AAAAgQMAAAAA&#10;" path="m193,r26,257l,122r158,34l193,xe" fillcolor="black" strokeweight="0">
                    <v:path arrowok="t" o:connecttype="custom" o:connectlocs="97,0;110,128;0,61;79,78;97,0" o:connectangles="0,0,0,0,0"/>
                  </v:shape>
                  <v:shape id="Freeform 758" o:spid="_x0000_s1146" style="position:absolute;left:2757;top:20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ji8YA&#10;AADcAAAADwAAAGRycy9kb3ducmV2LnhtbESPQWvCQBSE74X+h+UVvBTdKMVKdJVWEEuhpVUv3h7Z&#10;Z5I2723YXTX5991CocdhZr5hFquOG3UhH2onBsajDBRJ4WwtpYHDfjOcgQoRxWLjhAz0FGC1vL1Z&#10;YG7dVT7psoulShAJORqoYmxzrUNREWMYuZYkeSfnGWOSvtTW4zXBudGTLJtqxlrSQoUtrSsqvndn&#10;NsDbj/j16k9vPR75oa+3k/v3ZzZmcNc9zUFF6uJ/+K/9Yg08TsfweyYdAb3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9ji8YAAADcAAAADwAAAAAAAAAAAAAAAACYAgAAZHJz&#10;L2Rvd25yZXYueG1sUEsFBgAAAAAEAAQA9QAAAIsDAAAAAA==&#10;" path="m,1l,,,1xe" fillcolor="black" strokeweight=".05pt">
                    <v:path arrowok="t" o:connecttype="custom" o:connectlocs="0,1;0,0;0,1" o:connectangles="0,0,0"/>
                  </v:shape>
                  <v:shape id="Freeform 759" o:spid="_x0000_s1147" style="position:absolute;left:5594;top:470;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39/MYA&#10;AADcAAAADwAAAGRycy9kb3ducmV2LnhtbESPQUvDQBSE7wX/w/IEL2I3Bmkldlu0UCoFS61evD2y&#10;r0k0723YXdvk33cFocdhZr5hZoueW3UkHxonBu7HGSiS0tlGKgOfH6u7R1AholhsnZCBgQIs5lej&#10;GRbWneSdjvtYqQSRUKCBOsau0DqUNTGGsetIkndwnjEm6SttPZ4SnFudZ9lEMzaSFmrsaFlT+bP/&#10;ZQO83sXvjT+8DfjFD0Ozzm+3L2zMzXX//AQqUh8v4f/2qzUwneTwdyYdAT0/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l39/MYAAADcAAAADwAAAAAAAAAAAAAAAACYAgAAZHJz&#10;L2Rvd25yZXYueG1sUEsFBgAAAAAEAAQA9QAAAIsDAAAAAA==&#10;" path="m,l,1,,xe" fillcolor="black" strokeweight=".05pt">
                    <v:path arrowok="t" o:connecttype="custom" o:connectlocs="0,0;0,1;0,0" o:connectangles="0,0,0"/>
                  </v:shape>
                  <v:line id="Line 760" o:spid="_x0000_s1148" style="position:absolute;flip:y;visibility:visible;mso-wrap-style:square" from="2757,2095" to="27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T0asYAAADcAAAADwAAAGRycy9kb3ducmV2LnhtbESPQWsCMRSE74L/ITyhN83agsrWKGJp&#10;EaEtaj309ty87i5uXpYkuum/N0Khx2FmvmHmy2gacSXna8sKxqMMBHFhdc2lgq/D63AGwgdkjY1l&#10;UvBLHpaLfm+OubYd7+i6D6VIEPY5KqhCaHMpfVGRQT+yLXHyfqwzGJJ0pdQOuwQ3jXzMsok0WHNa&#10;qLCldUXFeX8xCnYfUz65t0s8x1P3/vl9LLfHl5VSD4O4egYRKIb/8F97oxVMJ09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k9GrGAAAA3AAAAA8AAAAAAAAA&#10;AAAAAAAAoQIAAGRycy9kb3ducmV2LnhtbFBLBQYAAAAABAAEAPkAAACUAwAAAAA=&#10;" strokeweight="0"/>
                  <v:line id="Line 761" o:spid="_x0000_s1149" style="position:absolute;flip:y;visibility:visible;mso-wrap-style:square" from="2767,2088" to="2773,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1sHsYAAADcAAAADwAAAGRycy9kb3ducmV2LnhtbESPQWsCMRSE74L/ITyhN81aisrWKGJp&#10;EaEtaj309ty87i5uXpYkuum/N0Khx2FmvmHmy2gacSXna8sKxqMMBHFhdc2lgq/D63AGwgdkjY1l&#10;UvBLHpaLfm+OubYd7+i6D6VIEPY5KqhCaHMpfVGRQT+yLXHyfqwzGJJ0pdQOuwQ3jXzMsok0WHNa&#10;qLCldUXFeX8xCnYfUz65t0s8x1P3/vl9LLfHl5VSD4O4egYRKIb/8F97oxVMJ09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NbB7GAAAA3AAAAA8AAAAAAAAA&#10;AAAAAAAAoQIAAGRycy9kb3ducmV2LnhtbFBLBQYAAAAABAAEAPkAAACUAwAAAAA=&#10;" strokeweight="0"/>
                  <v:line id="Line 762" o:spid="_x0000_s1150" style="position:absolute;flip:y;visibility:visible;mso-wrap-style:square" from="2778,2082" to="2784,2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HJhcYAAADcAAAADwAAAGRycy9kb3ducmV2LnhtbESPQWsCMRSE74L/ITyhN81aqMrWKGJp&#10;EaEtaj309ty87i5uXpYkuum/N0Khx2FmvmHmy2gacSXna8sKxqMMBHFhdc2lgq/D63AGwgdkjY1l&#10;UvBLHpaLfm+OubYd7+i6D6VIEPY5KqhCaHMpfVGRQT+yLXHyfqwzGJJ0pdQOuwQ3jXzMsok0WHNa&#10;qLCldUXFeX8xCnYfUz65t0s8x1P3/vl9LLfHl5VSD4O4egYRKIb/8F97oxVMJ09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ByYXGAAAA3AAAAA8AAAAAAAAA&#10;AAAAAAAAoQIAAGRycy9kb3ducmV2LnhtbFBLBQYAAAAABAAEAPkAAACUAwAAAAA=&#10;" strokeweight="0"/>
                  <v:line id="Line 763" o:spid="_x0000_s1151" style="position:absolute;flip:y;visibility:visible;mso-wrap-style:square" from="2789,2076" to="2794,2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NX8sYAAADcAAAADwAAAGRycy9kb3ducmV2LnhtbESPQWsCMRSE7wX/Q3hCbzVrD2tZjSKK&#10;pRTaotWDt+fmubu4eVmS6Kb/vikIPQ4z8w0zW0TTihs531hWMB5lIIhLqxuuFOy/N08vIHxA1tha&#10;JgU/5GExHzzMsNC25y3ddqESCcK+QAV1CF0hpS9rMuhHtiNO3tk6gyFJV0ntsE9w08rnLMulwYbT&#10;Qo0drWoqL7urUbD9nPDJvV7jJZ76j6/joXo/rJdKPQ7jcgoiUAz/4Xv7TSuY5D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TV/LGAAAA3AAAAA8AAAAAAAAA&#10;AAAAAAAAoQIAAGRycy9kb3ducmV2LnhtbFBLBQYAAAAABAAEAPkAAACUAwAAAAA=&#10;" strokeweight="0"/>
                  <v:line id="Line 764" o:spid="_x0000_s1152" style="position:absolute;flip:y;visibility:visible;mso-wrap-style:square" from="2800,2070" to="2804,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yacYAAADcAAAADwAAAGRycy9kb3ducmV2LnhtbESPQWsCMRSE7wX/Q3hCbzVrD25ZjSKK&#10;pRTaotWDt+fmubu4eVmS6Kb/vikIPQ4z8w0zW0TTihs531hWMB5lIIhLqxuuFOy/N08vIHxA1tha&#10;JgU/5GExHzzMsNC25y3ddqESCcK+QAV1CF0hpS9rMuhHtiNO3tk6gyFJV0ntsE9w08rnLJtIgw2n&#10;hRo7WtVUXnZXo2D7mfPJvV7jJZ76j6/joXo/rJdKPQ7jcgoiUAz/4Xv7TSvIJz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f8mnGAAAA3AAAAA8AAAAAAAAA&#10;AAAAAAAAoQIAAGRycy9kb3ducmV2LnhtbFBLBQYAAAAABAAEAPkAAACUAwAAAAA=&#10;" strokeweight="0"/>
                  <v:line id="Line 765" o:spid="_x0000_s1153" style="position:absolute;flip:y;visibility:visible;mso-wrap-style:square" from="2810,2064" to="2815,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BmG8MAAADcAAAADwAAAGRycy9kb3ducmV2LnhtbERPTWsCMRC9F/wPYYTearYetGyNIhWl&#10;CFrUevA2bsbdxc1kSaKb/vvmIHh8vO/JLJpG3Mn52rKC90EGgriwuuZSwe9h+fYBwgdkjY1lUvBH&#10;HmbT3ssEc2073tF9H0qRQtjnqKAKoc2l9EVFBv3AtsSJu1hnMCToSqkddincNHKYZSNpsObUUGFL&#10;XxUV1/3NKNhtx3x2q1u8xnO3+Tkdy/VxMVfqtR/nnyACxfAUP9zfWsF4lNamM+kI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AZhvDAAAA3AAAAA8AAAAAAAAAAAAA&#10;AAAAoQIAAGRycy9kb3ducmV2LnhtbFBLBQYAAAAABAAEAPkAAACRAwAAAAA=&#10;" strokeweight="0"/>
                  <v:line id="Line 766" o:spid="_x0000_s1154" style="position:absolute;flip:y;visibility:visible;mso-wrap-style:square" from="2821,2058" to="2826,2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zDgMYAAADcAAAADwAAAGRycy9kb3ducmV2LnhtbESPQWsCMRSE74L/ITyhN83ag9atUcTS&#10;UgRb1Hro7bl53V3cvCxJdOO/N4VCj8PMfMPMl9E04krO15YVjEcZCOLC6ppLBV+H1+ETCB+QNTaW&#10;ScGNPCwX/d4cc2073tF1H0qRIOxzVFCF0OZS+qIig35kW+Lk/VhnMCTpSqkddgluGvmYZRNpsOa0&#10;UGFL64qK8/5iFOw+pnxyb5d4jqdu+/l9LDfHl5VSD4O4egYRKIb/8F/7XSuYTmbweyYdAbm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rMw4DGAAAA3AAAAA8AAAAAAAAA&#10;AAAAAAAAoQIAAGRycy9kb3ducmV2LnhtbFBLBQYAAAAABAAEAPkAAACUAwAAAAA=&#10;" strokeweight="0"/>
                  <v:line id="Line 767" o:spid="_x0000_s1155" style="position:absolute;flip:y;visibility:visible;mso-wrap-style:square" from="2831,2051" to="2837,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8wMMAAADcAAAADwAAAGRycy9kb3ducmV2LnhtbERPy2oCMRTdF/yHcAV3NWMXTpkaRSot&#10;pVCLr0V318ntzODkZkiiE//eLASXh/OeLaJpxYWcbywrmIwzEMSl1Q1XCva7j+dXED4ga2wtk4Ir&#10;eVjMB08zLLTteUOXbahECmFfoII6hK6Q0pc1GfRj2xEn7t86gyFBV0ntsE/hppUvWTaVBhtODTV2&#10;9F5TedqejYLNOuej+zzHUzz2P79/h+r7sFoqNRrG5RuIQDE8xHf3l1aQ52l+OpOO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4v/MDDAAAA3AAAAA8AAAAAAAAAAAAA&#10;AAAAoQIAAGRycy9kb3ducmV2LnhtbFBLBQYAAAAABAAEAPkAAACRAwAAAAA=&#10;" strokeweight="0"/>
                  <v:line id="Line 768" o:spid="_x0000_s1156" style="position:absolute;flip:y;visibility:visible;mso-wrap-style:square" from="2842,2045" to="2848,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NZW8YAAADcAAAADwAAAGRycy9kb3ducmV2LnhtbESPT2sCMRTE7wW/Q3hCbzVrD92yGkWU&#10;llJoi/8O3p6b5+7i5mVJopt++6YgeBxm5jfMdB5NK67kfGNZwXiUgSAurW64UrDbvj29gvABWWNr&#10;mRT8kof5bPAwxULbntd03YRKJAj7AhXUIXSFlL6syaAf2Y44eSfrDIYkXSW1wz7BTSufs+xFGmw4&#10;LdTY0bKm8ry5GAXr75yP7v0Sz/HYf/0c9tXnfrVQ6nEYFxMQgWK4h2/tD60gz8fwfyYdATn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jWVvGAAAA3AAAAA8AAAAAAAAA&#10;AAAAAAAAoQIAAGRycy9kb3ducmV2LnhtbFBLBQYAAAAABAAEAPkAAACUAwAAAAA=&#10;" strokeweight="0"/>
                  <v:line id="Line 769" o:spid="_x0000_s1157" style="position:absolute;flip:y;visibility:visible;mso-wrap-style:square" from="2853,2039" to="2859,2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HHLMYAAADcAAAADwAAAGRycy9kb3ducmV2LnhtbESPQWsCMRSE70L/Q3gFb5qtB7dsjSIt&#10;LaVQi1oP3p6b5+7i5mVJopv++0YQPA4z8w0zW0TTigs531hW8DTOQBCXVjdcKfjdvo+eQfiArLG1&#10;TAr+yMNi/jCYYaFtz2u6bEIlEoR9gQrqELpCSl/WZNCPbUecvKN1BkOSrpLaYZ/gppWTLJtKgw2n&#10;hRo7eq2pPG3ORsF6lfPBfZzjKR7675/9rvravS2VGj7G5QuIQDHcw7f2p1aQ5xO4nklHQ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GxxyzGAAAA3AAAAA8AAAAAAAAA&#10;AAAAAAAAoQIAAGRycy9kb3ducmV2LnhtbFBLBQYAAAAABAAEAPkAAACUAwAAAAA=&#10;" strokeweight="0"/>
                  <v:line id="Line 770" o:spid="_x0000_s1158" style="position:absolute;flip:y;visibility:visible;mso-wrap-style:square" from="2864,2033" to="2869,2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1it8cAAADcAAAADwAAAGRycy9kb3ducmV2LnhtbESPT2sCMRTE74V+h/AK3mrWFrplNYq0&#10;tEihFf8dvD03z93FzcuSRDf99kYo9DjMzG+YySyaVlzI+caygtEwA0FcWt1wpWC7+Xh8BeEDssbW&#10;Min4JQ+z6f3dBAtte17RZR0qkSDsC1RQh9AVUvqyJoN+aDvi5B2tMxiSdJXUDvsEN618yrIXabDh&#10;tFBjR281laf12ShY/eR8cJ/neIqH/nu531Vfu/e5UoOHOB+DCBTDf/ivvdAK8vwZbmfSEZ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WK3xwAAANwAAAAPAAAAAAAA&#10;AAAAAAAAAKECAABkcnMvZG93bnJldi54bWxQSwUGAAAAAAQABAD5AAAAlQMAAAAA&#10;" strokeweight="0"/>
                  <v:line id="Line 771" o:spid="_x0000_s1159" style="position:absolute;flip:y;visibility:visible;mso-wrap-style:square" from="2875,2027" to="2880,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T6w8cAAADcAAAADwAAAGRycy9kb3ducmV2LnhtbESPT2sCMRTE74V+h/AK3mrWUrplNYq0&#10;tEihFf8dvD03z93FzcuSRDf99kYo9DjMzG+YySyaVlzI+caygtEwA0FcWt1wpWC7+Xh8BeEDssbW&#10;Min4JQ+z6f3dBAtte17RZR0qkSDsC1RQh9AVUvqyJoN+aDvi5B2tMxiSdJXUDvsEN618yrIXabDh&#10;tFBjR281laf12ShY/eR8cJ/neIqH/nu531Vfu/e5UoOHOB+DCBTDf/ivvdAK8vwZbmfSEZ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FPrDxwAAANwAAAAPAAAAAAAA&#10;AAAAAAAAAKECAABkcnMvZG93bnJldi54bWxQSwUGAAAAAAQABAD5AAAAlQMAAAAA&#10;" strokeweight="0"/>
                  <v:line id="Line 772" o:spid="_x0000_s1160" style="position:absolute;flip:y;visibility:visible;mso-wrap-style:square" from="2886,2021" to="289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hfWMcAAADcAAAADwAAAGRycy9kb3ducmV2LnhtbESPT2sCMRTE74V+h/AK3mrWQrtlNYq0&#10;tEihFf8dvD03z93FzcuSRDf99kYo9DjMzG+YySyaVlzI+caygtEwA0FcWt1wpWC7+Xh8BeEDssbW&#10;Min4JQ+z6f3dBAtte17RZR0qkSDsC1RQh9AVUvqyJoN+aDvi5B2tMxiSdJXUDvsEN618yrIXabDh&#10;tFBjR281laf12ShY/eR8cJ/neIqH/nu531Vfu/e5UoOHOB+DCBTDf/ivvdAK8vwZbmfSEZ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WF9YxwAAANwAAAAPAAAAAAAA&#10;AAAAAAAAAKECAABkcnMvZG93bnJldi54bWxQSwUGAAAAAAQABAD5AAAAlQMAAAAA&#10;" strokeweight="0"/>
                  <v:line id="Line 773" o:spid="_x0000_s1161" style="position:absolute;flip:y;visibility:visible;mso-wrap-style:square" from="2896,2014" to="2901,2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rBL8YAAADcAAAADwAAAGRycy9kb3ducmV2LnhtbESPQWsCMRSE7wX/Q3hCbzVrD25ZjSKK&#10;pRTaotWDt+fmubu4eVmS6Kb/vikIPQ4z8w0zW0TTihs531hWMB5lIIhLqxuuFOy/N08vIHxA1tha&#10;JgU/5GExHzzMsNC25y3ddqESCcK+QAV1CF0hpS9rMuhHtiNO3tk6gyFJV0ntsE9w08rnLJtIgw2n&#10;hRo7WtVUXnZXo2D7mfPJvV7jJZ76j6/joXo/rJdKPQ7jcgoiUAz/4Xv7TSvI8w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KwS/GAAAA3AAAAA8AAAAAAAAA&#10;AAAAAAAAoQIAAGRycy9kb3ducmV2LnhtbFBLBQYAAAAABAAEAPkAAACUAwAAAAA=&#10;" strokeweight="0"/>
                  <v:line id="Line 774" o:spid="_x0000_s1162" style="position:absolute;flip:y;visibility:visible;mso-wrap-style:square" from="2906,2008" to="2912,2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ZktMYAAADcAAAADwAAAGRycy9kb3ducmV2LnhtbESPT2sCMRTE74V+h/AEbzWrB7dsjSIt&#10;ihTa4r9Db8/N6+7i5mVJopt++6YgeBxm5jfMbBFNK67kfGNZwXiUgSAurW64UnDYr56eQfiArLG1&#10;TAp+ycNi/vgww0Lbnrd03YVKJAj7AhXUIXSFlL6syaAf2Y44eT/WGQxJukpqh32Cm1ZOsmwqDTac&#10;Fmrs6LWm8ry7GAXbz5xPbn2J53jqP76+j9X78W2p1HAQly8gAsVwD9/aG60gz3P4P5OO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GZLTGAAAA3AAAAA8AAAAAAAAA&#10;AAAAAAAAoQIAAGRycy9kb3ducmV2LnhtbFBLBQYAAAAABAAEAPkAAACUAwAAAAA=&#10;" strokeweight="0"/>
                  <v:line id="Line 775" o:spid="_x0000_s1163" style="position:absolute;flip:y;visibility:visible;mso-wrap-style:square" from="2917,2002" to="292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nwxsMAAADcAAAADwAAAGRycy9kb3ducmV2LnhtbERPy2oCMRTdF/yHcAV3NWMXTpkaRSot&#10;pVCLr0V318ntzODkZkiiE//eLASXh/OeLaJpxYWcbywrmIwzEMSl1Q1XCva7j+dXED4ga2wtk4Ir&#10;eVjMB08zLLTteUOXbahECmFfoII6hK6Q0pc1GfRj2xEn7t86gyFBV0ntsE/hppUvWTaVBhtODTV2&#10;9F5TedqejYLNOuej+zzHUzz2P79/h+r7sFoqNRrG5RuIQDE8xHf3l1aQ52ltOpOO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Z8MbDAAAA3AAAAA8AAAAAAAAAAAAA&#10;AAAAoQIAAGRycy9kb3ducmV2LnhtbFBLBQYAAAAABAAEAPkAAACRAwAAAAA=&#10;" strokeweight="0"/>
                  <v:line id="Line 776" o:spid="_x0000_s1164" style="position:absolute;flip:y;visibility:visible;mso-wrap-style:square" from="2928,1996" to="2933,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VXccAAADcAAAADwAAAGRycy9kb3ducmV2LnhtbESPT2sCMRTE74V+h/AK3mrWHrrtahRp&#10;aRGhFf8dvD03z93FzcuSRDd++6ZQ6HGYmd8wk1k0rbiS841lBaNhBoK4tLrhSsFu+/H4AsIHZI2t&#10;ZVJwIw+z6f3dBAtte17TdRMqkSDsC1RQh9AVUvqyJoN+aDvi5J2sMxiSdJXUDvsEN618yrJnabDh&#10;tFBjR281lefNxShYf+d8dJ+XeI7H/mt12FfL/ftcqcFDnI9BBIrhP/zXXmgFef4Kv2fSEZD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FVVdxwAAANwAAAAPAAAAAAAA&#10;AAAAAAAAAKECAABkcnMvZG93bnJldi54bWxQSwUGAAAAAAQABAD5AAAAlQMAAAAA&#10;" strokeweight="0"/>
                  <v:line id="Line 777" o:spid="_x0000_s1165" style="position:absolute;flip:y;visibility:visible;mso-wrap-style:square" from="2939,1990" to="2944,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M58MAAADcAAAADwAAAGRycy9kb3ducmV2LnhtbERPy2oCMRTdF/oP4Ra6qxm7UBmNIpYW&#10;KWjxtXB3nVxnBic3QxKd+PdmUXB5OO/JLJpG3Mj52rKCfi8DQVxYXXOpYL/7/hiB8AFZY2OZFNzJ&#10;w2z6+jLBXNuON3TbhlKkEPY5KqhCaHMpfVGRQd+zLXHiztYZDAm6UmqHXQo3jfzMsoE0WHNqqLCl&#10;RUXFZXs1CjbrIZ/czzVe4qlb/R0P5e/ha67U+1ucj0EEiuEp/ncvtYLhKM1PZ9IRkN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v6jOfDAAAA3AAAAA8AAAAAAAAAAAAA&#10;AAAAoQIAAGRycy9kb3ducmV2LnhtbFBLBQYAAAAABAAEAPkAAACRAwAAAAA=&#10;" strokeweight="0"/>
                  <v:line id="Line 778" o:spid="_x0000_s1166" style="position:absolute;flip:y;visibility:visible;mso-wrap-style:square" from="2950,1984" to="2955,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YpfMYAAADcAAAADwAAAGRycy9kb3ducmV2LnhtbESPT2sCMRTE7wW/Q3hCbzWrB5WtUaSi&#10;SKEt/jv09ty87i5uXpYkuum3bwqCx2FmfsPMFtE04kbO15YVDAcZCOLC6ppLBcfD+mUKwgdkjY1l&#10;UvBLHhbz3tMMc2073tFtH0qRIOxzVFCF0OZS+qIig35gW+Lk/VhnMCTpSqkddgluGjnKsrE0WHNa&#10;qLClt4qKy/5qFOw+J3x2m2u8xHP38fV9Kt9Pq6VSz/24fAURKIZH+N7eagWT6RD+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2KXzGAAAA3AAAAA8AAAAAAAAA&#10;AAAAAAAAoQIAAGRycy9kb3ducmV2LnhtbFBLBQYAAAAABAAEAPkAAACUAwAAAAA=&#10;" strokeweight="0"/>
                  <v:line id="Line 779" o:spid="_x0000_s1167" style="position:absolute;flip:y;visibility:visible;mso-wrap-style:square" from="2960,1978" to="2966,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S3C8YAAADcAAAADwAAAGRycy9kb3ducmV2LnhtbESPT2sCMRTE7wW/Q3hCbzWrB5WtUaTS&#10;IoVa/Hfo7bl53V3cvCxJdNNvbwqCx2FmfsPMFtE04krO15YVDAcZCOLC6ppLBYf9+8sUhA/IGhvL&#10;pOCPPCzmvacZ5tp2vKXrLpQiQdjnqKAKoc2l9EVFBv3AtsTJ+7XOYEjSlVI77BLcNHKUZWNpsOa0&#10;UGFLbxUV593FKNhuJnxyH5d4jqfu6/vnWH4eV0ulnvtx+QoiUAyP8L291gom0xH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ktwvGAAAA3AAAAA8AAAAAAAAA&#10;AAAAAAAAoQIAAGRycy9kb3ducmV2LnhtbFBLBQYAAAAABAAEAPkAAACUAwAAAAA=&#10;" strokeweight="0"/>
                  <v:line id="Line 780" o:spid="_x0000_s1168" style="position:absolute;flip:y;visibility:visible;mso-wrap-style:square" from="2971,1972" to="2977,1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SkMYAAADcAAAADwAAAGRycy9kb3ducmV2LnhtbESPQWsCMRSE70L/Q3iF3jSrBZWtUUSx&#10;FMEWbT309tw8dxc3L0sS3fjvm0Khx2FmvmFmi2gacSPna8sKhoMMBHFhdc2lgq/PTX8KwgdkjY1l&#10;UnAnD4v5Q2+GubYd7+l2CKVIEPY5KqhCaHMpfVGRQT+wLXHyztYZDEm6UmqHXYKbRo6ybCwN1pwW&#10;KmxpVVFxOVyNgv37hE/u9Rov8dTtPr6P5fa4Xir19BiXLyACxfAf/mu/aQWT6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oEpDGAAAA3AAAAA8AAAAAAAAA&#10;AAAAAAAAoQIAAGRycy9kb3ducmV2LnhtbFBLBQYAAAAABAAEAPkAAACUAwAAAAA=&#10;" strokeweight="0"/>
                  <v:line id="Line 781" o:spid="_x0000_s1169" style="position:absolute;flip:y;visibility:visible;mso-wrap-style:square" from="2982,1966" to="298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GK5MYAAADcAAAADwAAAGRycy9kb3ducmV2LnhtbESPQWsCMRSE70L/Q3iF3jSrFJWtUUSx&#10;FMEWbT309tw8dxc3L0sS3fjvm0Khx2FmvmFmi2gacSPna8sKhoMMBHFhdc2lgq/PTX8KwgdkjY1l&#10;UnAnD4v5Q2+GubYd7+l2CKVIEPY5KqhCaHMpfVGRQT+wLXHyztYZDEm6UmqHXYKbRo6ybCwN1pwW&#10;KmxpVVFxOVyNgv37hE/u9Rov8dTtPr6P5fa4Xir19BiXLyACxfAf/mu/aQWT6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BiuTGAAAA3AAAAA8AAAAAAAAA&#10;AAAAAAAAoQIAAGRycy9kb3ducmV2LnhtbFBLBQYAAAAABAAEAPkAAACUAwAAAAA=&#10;" strokeweight="0"/>
                  <v:line id="Line 782" o:spid="_x0000_s1170" style="position:absolute;flip:y;visibility:visible;mso-wrap-style:square" from="2992,1960" to="2997,1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0vf8YAAADcAAAADwAAAGRycy9kb3ducmV2LnhtbESPQWsCMRSE70L/Q3iF3jSrUJWtUUSx&#10;FMEWbT309tw8dxc3L0sS3fjvm0Khx2FmvmFmi2gacSPna8sKhoMMBHFhdc2lgq/PTX8KwgdkjY1l&#10;UnAnD4v5Q2+GubYd7+l2CKVIEPY5KqhCaHMpfVGRQT+wLXHyztYZDEm6UmqHXYKbRo6ybCwN1pwW&#10;KmxpVVFxOVyNgv37hE/u9Rov8dTtPr6P5fa4Xir19BiXLyACxfAf/mu/aQWT6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NL3/GAAAA3AAAAA8AAAAAAAAA&#10;AAAAAAAAoQIAAGRycy9kb3ducmV2LnhtbFBLBQYAAAAABAAEAPkAAACUAwAAAAA=&#10;" strokeweight="0"/>
                  <v:line id="Line 783" o:spid="_x0000_s1171" style="position:absolute;flip:y;visibility:visible;mso-wrap-style:square" from="3003,1953" to="3008,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xCMYAAADcAAAADwAAAGRycy9kb3ducmV2LnhtbESPT2sCMRTE7wW/Q3iCt5q1B5WtUaTS&#10;UoRa/Hfo7bl53V3cvCxJdNNvbwqCx2FmfsPMFtE04krO15YVjIYZCOLC6ppLBYf9+/MUhA/IGhvL&#10;pOCPPCzmvacZ5tp2vKXrLpQiQdjnqKAKoc2l9EVFBv3QtsTJ+7XOYEjSlVI77BLcNPIly8bSYM1p&#10;ocKW3ioqzruLUbDdTPjkPi7xHE/d1/fPsVwfV0ulBv24fAURKIZH+N7+1Aom0zH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fsQjGAAAA3AAAAA8AAAAAAAAA&#10;AAAAAAAAoQIAAGRycy9kb3ducmV2LnhtbFBLBQYAAAAABAAEAPkAAACUAwAAAAA=&#10;" strokeweight="0"/>
                  <v:line id="Line 784" o:spid="_x0000_s1172" style="position:absolute;flip:y;visibility:visible;mso-wrap-style:square" from="3014,1947" to="301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MUk8YAAADcAAAADwAAAGRycy9kb3ducmV2LnhtbESPQWsCMRSE7wX/Q3hCbzVrD11ZjSKW&#10;llKoRasHb8/Nc3dx87Ik0U3/vSkIPQ4z8w0zW0TTiis531hWMB5lIIhLqxuuFOx+3p4mIHxA1tha&#10;JgW/5GExHzzMsNC25w1dt6ESCcK+QAV1CF0hpS9rMuhHtiNO3sk6gyFJV0ntsE9w08rnLHuRBhtO&#10;CzV2tKqpPG8vRsFmnfPRvV/iOR77r+/Dvvrcvy6VehzG5RREoBj+w/f2h1aQT3L4O5OO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TFJPGAAAA3AAAAA8AAAAAAAAA&#10;AAAAAAAAoQIAAGRycy9kb3ducmV2LnhtbFBLBQYAAAAABAAEAPkAAACUAwAAAAA=&#10;" strokeweight="0"/>
                  <v:line id="Line 785" o:spid="_x0000_s1173" style="position:absolute;flip:y;visibility:visible;mso-wrap-style:square" from="3024,1941" to="3030,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yA4cMAAADcAAAADwAAAGRycy9kb3ducmV2LnhtbERPy2oCMRTdF/oP4Ra6qxm7UBmNIpYW&#10;KWjxtXB3nVxnBic3QxKd+PdmUXB5OO/JLJpG3Mj52rKCfi8DQVxYXXOpYL/7/hiB8AFZY2OZFNzJ&#10;w2z6+jLBXNuON3TbhlKkEPY5KqhCaHMpfVGRQd+zLXHiztYZDAm6UmqHXQo3jfzMsoE0WHNqqLCl&#10;RUXFZXs1CjbrIZ/czzVe4qlb/R0P5e/ha67U+1ucj0EEiuEp/ncvtYLhKK1NZ9IRkN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MgOHDAAAA3AAAAA8AAAAAAAAAAAAA&#10;AAAAoQIAAGRycy9kb3ducmV2LnhtbFBLBQYAAAAABAAEAPkAAACRAwAAAAA=&#10;" strokeweight="0"/>
                  <v:line id="Line 786" o:spid="_x0000_s1174" style="position:absolute;flip:y;visibility:visible;mso-wrap-style:square" from="3035,1935" to="3041,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AlesYAAADcAAAADwAAAGRycy9kb3ducmV2LnhtbESPQWsCMRSE74L/ITyhN83aQ9WtUcTS&#10;IkJb1Hro7bl53V3cvCxJdNN/b4RCj8PMfMPMl9E04krO15YVjEcZCOLC6ppLBV+H1+EUhA/IGhvL&#10;pOCXPCwX/d4cc2073tF1H0qRIOxzVFCF0OZS+qIig35kW+Lk/VhnMCTpSqkddgluGvmYZU/SYM1p&#10;ocKW1hUV5/3FKNh9TPjk3i7xHE/d++f3sdweX1ZKPQzi6hlEoBj+w3/tjVYwmc7gfiYd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AJXrGAAAA3AAAAA8AAAAAAAAA&#10;AAAAAAAAoQIAAGRycy9kb3ducmV2LnhtbFBLBQYAAAAABAAEAPkAAACUAwAAAAA=&#10;" strokeweight="0"/>
                  <v:line id="Line 787" o:spid="_x0000_s1175" style="position:absolute;flip:y;visibility:visible;mso-wrap-style:square" from="3046,1929" to="3051,1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aOsMAAADcAAAADwAAAGRycy9kb3ducmV2LnhtbERPy2oCMRTdF/yHcIXuakYX2o5GEUUp&#10;hbb4Wri7Tq4zg5ObIYlO+vfNotDl4bxni2ga8SDna8sKhoMMBHFhdc2lguNh8/IKwgdkjY1lUvBD&#10;Hhbz3tMMc2073tFjH0qRQtjnqKAKoc2l9EVFBv3AtsSJu1pnMCToSqkddincNHKUZWNpsObUUGFL&#10;q4qK2/5uFOy+Jnxx23u8xUv3+X0+lR+n9VKp535cTkEEiuFf/Od+1womb2l+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jGjrDAAAA3AAAAA8AAAAAAAAAAAAA&#10;AAAAoQIAAGRycy9kb3ducmV2LnhtbFBLBQYAAAAABAAEAPkAAACRAwAAAAA=&#10;" strokeweight="0"/>
                  <v:line id="Line 788" o:spid="_x0000_s1176" style="position:absolute;flip:y;visibility:visible;mso-wrap-style:square" from="3057,1922" to="3062,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ocYAAADcAAAADwAAAGRycy9kb3ducmV2LnhtbESPQWsCMRSE74X+h/AK3mrWHrTdGkWU&#10;ighWtPXQ23Pzuru4eVmS6MZ/bwoFj8PMfMOMp9E04kLO15YVDPoZCOLC6ppLBd9fH8+vIHxA1thY&#10;JgVX8jCdPD6MMde24x1d9qEUCcI+RwVVCG0upS8qMuj7tiVO3q91BkOSrpTaYZfgppEvWTaUBmtO&#10;CxW2NK+oOO3PRsHuc8RHtzzHUzx2m+3PoVwfFjOlek9x9g4iUAz38H97pRWM3gbwdyYdAT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vv6HGAAAA3AAAAA8AAAAAAAAA&#10;AAAAAAAAoQIAAGRycy9kb3ducmV2LnhtbFBLBQYAAAAABAAEAPkAAACUAwAAAAA=&#10;" strokeweight="0"/>
                  <v:line id="Line 789" o:spid="_x0000_s1177" style="position:absolute;flip:y;visibility:visible;mso-wrap-style:square" from="3068,1916" to="307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0h1sYAAADcAAAADwAAAGRycy9kb3ducmV2LnhtbESPQWsCMRSE7wX/Q3hCbzWrh1q3RhHF&#10;UgpW1Hro7bl53V3cvCxJdNN/bwoFj8PMfMNM59E04krO15YVDAcZCOLC6ppLBV+H9dMLCB+QNTaW&#10;ScEveZjPeg9TzLXteEfXfShFgrDPUUEVQptL6YuKDPqBbYmT92OdwZCkK6V22CW4aeQoy56lwZrT&#10;QoUtLSsqzvuLUbD7HPPJvV3iOZ66zfb7WH4cVwulHvtx8QoiUAz38H/7XSsYT0b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G9IdbGAAAA3AAAAA8AAAAAAAAA&#10;AAAAAAAAoQIAAGRycy9kb3ducmV2LnhtbFBLBQYAAAAABAAEAPkAAACUAwAAAAA=&#10;" strokeweight="0"/>
                  <v:line id="Line 790" o:spid="_x0000_s1178" style="position:absolute;flip:y;visibility:visible;mso-wrap-style:square" from="3078,1910" to="3083,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GETcYAAADcAAAADwAAAGRycy9kb3ducmV2LnhtbESPQWsCMRSE74L/ITyht5qthdpujSKW&#10;ihSqaOuht+fmdXdx87Ik0Y3/3hQKHoeZ+YaZzKJpxJmcry0reBhmIIgLq2suFXx/vd8/g/ABWWNj&#10;mRRcyMNs2u9NMNe24y2dd6EUCcI+RwVVCG0upS8qMuiHtiVO3q91BkOSrpTaYZfgppGjLHuSBmtO&#10;CxW2tKioOO5ORsF2PeaDW57iMR66z83PvvzYv82VuhvE+SuIQDHcwv/tlVYwfnm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xhE3GAAAA3AAAAA8AAAAAAAAA&#10;AAAAAAAAoQIAAGRycy9kb3ducmV2LnhtbFBLBQYAAAAABAAEAPkAAACUAwAAAAA=&#10;" strokeweight="0"/>
                  <v:line id="Line 791" o:spid="_x0000_s1179" style="position:absolute;flip:y;visibility:visible;mso-wrap-style:square" from="3089,1904" to="3094,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gcOcYAAADcAAAADwAAAGRycy9kb3ducmV2LnhtbESPQWsCMRSE74L/ITyht5qtlNpujSKW&#10;ihSqaOuht+fmdXdx87Ik0Y3/3hQKHoeZ+YaZzKJpxJmcry0reBhmIIgLq2suFXx/vd8/g/ABWWNj&#10;mRRcyMNs2u9NMNe24y2dd6EUCcI+RwVVCG0upS8qMuiHtiVO3q91BkOSrpTaYZfgppGjLHuSBmtO&#10;CxW2tKioOO5ORsF2PeaDW57iMR66z83PvvzYv82VuhvE+SuIQDHcwv/tlVYwfnm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YHDnGAAAA3AAAAA8AAAAAAAAA&#10;AAAAAAAAoQIAAGRycy9kb3ducmV2LnhtbFBLBQYAAAAABAAEAPkAAACUAwAAAAA=&#10;" strokeweight="0"/>
                  <v:line id="Line 792" o:spid="_x0000_s1180" style="position:absolute;flip:y;visibility:visible;mso-wrap-style:square" from="3099,1898" to="3105,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S5osYAAADcAAAADwAAAGRycy9kb3ducmV2LnhtbESPQWsCMRSE74L/ITyht5qt0NpujSKW&#10;ihSqaOuht+fmdXdx87Ik0Y3/3hQKHoeZ+YaZzKJpxJmcry0reBhmIIgLq2suFXx/vd8/g/ABWWNj&#10;mRRcyMNs2u9NMNe24y2dd6EUCcI+RwVVCG0upS8qMuiHtiVO3q91BkOSrpTaYZfgppGjLHuSBmtO&#10;CxW2tKioOO5ORsF2PeaDW57iMR66z83PvvzYv82VuhvE+SuIQDHcwv/tlVYwfnm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5UuaLGAAAA3AAAAA8AAAAAAAAA&#10;AAAAAAAAoQIAAGRycy9kb3ducmV2LnhtbFBLBQYAAAAABAAEAPkAAACUAwAAAAA=&#10;" strokeweight="0"/>
                  <v:line id="Line 793" o:spid="_x0000_s1181" style="position:absolute;flip:y;visibility:visible;mso-wrap-style:square" from="3110,1892" to="3116,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Yn1cYAAADcAAAADwAAAGRycy9kb3ducmV2LnhtbESPQWsCMRSE74L/ITyhN83ag9atUcTS&#10;UgRb1Hro7bl53V3cvCxJdOO/N4VCj8PMfMPMl9E04krO15YVjEcZCOLC6ppLBV+H1+ETCB+QNTaW&#10;ScGNPCwX/d4cc2073tF1H0qRIOxzVFCF0OZS+qIig35kW+Lk/VhnMCTpSqkddgluGvmYZRNpsOa0&#10;UGFL64qK8/5iFOw+pnxyb5d4jqdu+/l9LDfHl5VSD4O4egYRKIb/8F/7XSuYzibweyYdAbm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6GJ9XGAAAA3AAAAA8AAAAAAAAA&#10;AAAAAAAAoQIAAGRycy9kb3ducmV2LnhtbFBLBQYAAAAABAAEAPkAAACUAwAAAAA=&#10;" strokeweight="0"/>
                  <v:line id="Line 794" o:spid="_x0000_s1182" style="position:absolute;flip:y;visibility:visible;mso-wrap-style:square" from="3121,1885" to="3126,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qCTscAAADcAAAADwAAAGRycy9kb3ducmV2LnhtbESPT2sCMRTE74V+h/AK3mrWHrrtahRp&#10;aRGhFf8dvD03z93FzcuSRDd++6ZQ6HGYmd8wk1k0rbiS841lBaNhBoK4tLrhSsFu+/H4AsIHZI2t&#10;ZVJwIw+z6f3dBAtte17TdRMqkSDsC1RQh9AVUvqyJoN+aDvi5J2sMxiSdJXUDvsEN618yrJnabDh&#10;tFBjR281lefNxShYf+d8dJ+XeI7H/mt12FfL/ftcqcFDnI9BBIrhP/zXXmgF+WsOv2fSEZD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yoJOxwAAANwAAAAPAAAAAAAA&#10;AAAAAAAAAKECAABkcnMvZG93bnJldi54bWxQSwUGAAAAAAQABAD5AAAAlQMAAAAA&#10;" strokeweight="0"/>
                  <v:line id="Line 795" o:spid="_x0000_s1183" style="position:absolute;flip:y;visibility:visible;mso-wrap-style:square" from="3132,1879" to="3137,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UWPMMAAADcAAAADwAAAGRycy9kb3ducmV2LnhtbERPy2oCMRTdF/yHcIXuakYX2o5GEUUp&#10;hbb4Wri7Tq4zg5ObIYlO+vfNotDl4bxni2ga8SDna8sKhoMMBHFhdc2lguNh8/IKwgdkjY1lUvBD&#10;Hhbz3tMMc2073tFjH0qRQtjnqKAKoc2l9EVFBv3AtsSJu1pnMCToSqkddincNHKUZWNpsObUUGFL&#10;q4qK2/5uFOy+Jnxx23u8xUv3+X0+lR+n9VKp535cTkEEiuFf/Od+1womb2lt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VFjzDAAAA3AAAAA8AAAAAAAAAAAAA&#10;AAAAoQIAAGRycy9kb3ducmV2LnhtbFBLBQYAAAAABAAEAPkAAACRAwAAAAA=&#10;" strokeweight="0"/>
                  <v:line id="Line 796" o:spid="_x0000_s1184" style="position:absolute;flip:y;visibility:visible;mso-wrap-style:square" from="3143,1873" to="3148,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mzp8YAAADcAAAADwAAAGRycy9kb3ducmV2LnhtbESPQWsCMRSE70L/Q3iF3jSrh1q3RhHF&#10;UgpWtPXQ23Pz3F3cvCxJdNN/bwoFj8PMfMNM59E04krO15YVDAcZCOLC6ppLBd9f6/4LCB+QNTaW&#10;ScEveZjPHnpTzLXteEfXfShFgrDPUUEVQptL6YuKDPqBbYmTd7LOYEjSlVI77BLcNHKUZc/SYM1p&#10;ocKWlhUV5/3FKNh9jvno3i7xHI/dZvtzKD8Oq4VST49x8QoiUAz38H/7XSsYTyb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Zs6fGAAAA3AAAAA8AAAAAAAAA&#10;AAAAAAAAoQIAAGRycy9kb3ducmV2LnhtbFBLBQYAAAAABAAEAPkAAACUAwAAAAA=&#10;" strokeweight="0"/>
                  <v:line id="Line 797" o:spid="_x0000_s1185" style="position:absolute;flip:y;visibility:visible;mso-wrap-style:square" from="3153,1867" to="3159,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0b68IAAADcAAAADwAAAGRycy9kb3ducmV2LnhtbERPy2oCMRTdF/yHcAV3NWMXVkajiFKR&#10;Qlt8LdxdJ9eZwcnNkEQn/ftmUXB5OO/ZIppGPMj52rKC0TADQVxYXXOp4Hj4eJ2A8AFZY2OZFPyS&#10;h8W89zLDXNuOd/TYh1KkEPY5KqhCaHMpfVGRQT+0LXHirtYZDAm6UmqHXQo3jXzLsrE0WHNqqLCl&#10;VUXFbX83Cnbf73xxm3u8xUv39XM+lZ+n9VKpQT8upyACxfAU/7u3WsEkS/PTmXQE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0b68IAAADcAAAADwAAAAAAAAAAAAAA&#10;AAChAgAAZHJzL2Rvd25yZXYueG1sUEsFBgAAAAAEAAQA+QAAAJADAAAAAA==&#10;" strokeweight="0"/>
                  <v:line id="Line 798" o:spid="_x0000_s1186" style="position:absolute;flip:y;visibility:visible;mso-wrap-style:square" from="3163,1861" to="3169,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cMUAAADcAAAADwAAAGRycy9kb3ducmV2LnhtbESPQWsCMRSE70L/Q3iF3jRrD1W2RpGW&#10;liKoqPXQ23Pzuru4eVmS6MZ/bwTB4zAz3zCTWTSNOJPztWUFw0EGgriwuuZSwe/uqz8G4QOyxsYy&#10;KbiQh9n0qTfBXNuON3TehlIkCPscFVQhtLmUvqjIoB/Yljh5/9YZDEm6UmqHXYKbRr5m2Zs0WHNa&#10;qLClj4qK4/ZkFGxWIz6471M8xkO3XP/ty8X+c67Uy3Ocv4MIFMMjfG//aAXjbAi3M+kIy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G+cMUAAADcAAAADwAAAAAAAAAA&#10;AAAAAAChAgAAZHJzL2Rvd25yZXYueG1sUEsFBgAAAAAEAAQA+QAAAJMDAAAAAA==&#10;" strokeweight="0"/>
                  <v:line id="Line 799" o:spid="_x0000_s1187" style="position:absolute;flip:y;visibility:visible;mso-wrap-style:square" from="3174,1855" to="3180,1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MgB8YAAADcAAAADwAAAGRycy9kb3ducmV2LnhtbESPQWsCMRSE70L/Q3iF3jRbD1W2RpGK&#10;pRSquK2H3p6b193FzcuSRDf+eyMIPQ4z8w0zW0TTijM531hW8DzKQBCXVjdcKfj5Xg+nIHxA1tha&#10;JgUX8rCYPwxmmGvb847ORahEgrDPUUEdQpdL6cuaDPqR7YiT92edwZCkq6R22Ce4aeU4y16kwYbT&#10;Qo0dvdVUHouTUbDbTPjg3k/xGA/91/Z3X33uV0ulnh7j8hVEoBj+w/f2h1YwzcZwO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DIAfGAAAA3AAAAA8AAAAAAAAA&#10;AAAAAAAAoQIAAGRycy9kb3ducmV2LnhtbFBLBQYAAAAABAAEAPkAAACUAwAAAAA=&#10;" strokeweight="0"/>
                  <v:line id="Line 800" o:spid="_x0000_s1188" style="position:absolute;flip:y;visibility:visible;mso-wrap-style:square" from="3185,1848" to="3190,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FnMYAAADcAAAADwAAAGRycy9kb3ducmV2LnhtbESPQWsCMRSE70L/Q3hCb5rVQpWtUaTS&#10;IoIVbT309ty87i5uXpYkuum/NwWhx2FmvmFmi2gacSXna8sKRsMMBHFhdc2lgq/Pt8EUhA/IGhvL&#10;pOCXPCzmD70Z5tp2vKfrIZQiQdjnqKAKoc2l9EVFBv3QtsTJ+7HOYEjSlVI77BLcNHKcZc/SYM1p&#10;ocKWXisqzoeLUbD/mPDJvV/iOZ667e77WG6Oq6VSj/24fAERKIb/8L291gqm2RP8nU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PhZzGAAAA3AAAAA8AAAAAAAAA&#10;AAAAAAAAoQIAAGRycy9kb3ducmV2LnhtbFBLBQYAAAAABAAEAPkAAACUAwAAAAA=&#10;" strokeweight="0"/>
                  <v:line id="Line 801" o:spid="_x0000_s1189" style="position:absolute;flip:y;visibility:visible;mso-wrap-style:square" from="3196,1843" to="3201,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Yd6MYAAADcAAAADwAAAGRycy9kb3ducmV2LnhtbESPQWsCMRSE70L/Q3hCb5pVSpWtUaTS&#10;IoIVbT309ty87i5uXpYkuum/NwWhx2FmvmFmi2gacSXna8sKRsMMBHFhdc2lgq/Pt8EUhA/IGhvL&#10;pOCXPCzmD70Z5tp2vKfrIZQiQdjnqKAKoc2l9EVFBv3QtsTJ+7HOYEjSlVI77BLcNHKcZc/SYM1p&#10;ocKWXisqzoeLUbD/mPDJvV/iOZ667e77WG6Oq6VSj/24fAERKIb/8L291gqm2RP8nU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mHejGAAAA3AAAAA8AAAAAAAAA&#10;AAAAAAAAoQIAAGRycy9kb3ducmV2LnhtbFBLBQYAAAAABAAEAPkAAACUAwAAAAA=&#10;" strokeweight="0"/>
                  <v:line id="Line 802" o:spid="_x0000_s1190" style="position:absolute;flip:y;visibility:visible;mso-wrap-style:square" from="3207,1837" to="3212,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q4c8YAAADcAAAADwAAAGRycy9kb3ducmV2LnhtbESPQWsCMRSE70L/Q3hCb5pVaJWtUaTS&#10;IoIVbT309ty87i5uXpYkuum/NwWhx2FmvmFmi2gacSXna8sKRsMMBHFhdc2lgq/Pt8EUhA/IGhvL&#10;pOCXPCzmD70Z5tp2vKfrIZQiQdjnqKAKoc2l9EVFBv3QtsTJ+7HOYEjSlVI77BLcNHKcZc/SYM1p&#10;ocKWXisqzoeLUbD/mPDJvV/iOZ667e77WG6Oq6VSj/24fAERKIb/8L291gqm2RP8nU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quHPGAAAA3AAAAA8AAAAAAAAA&#10;AAAAAAAAoQIAAGRycy9kb3ducmV2LnhtbFBLBQYAAAAABAAEAPkAAACUAwAAAAA=&#10;" strokeweight="0"/>
                  <v:line id="Line 803" o:spid="_x0000_s1191" style="position:absolute;flip:y;visibility:visible;mso-wrap-style:square" from="3217,1831" to="3223,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gmBMYAAADcAAAADwAAAGRycy9kb3ducmV2LnhtbESPQWsCMRSE74X+h/AKvdVsPahsjSIV&#10;pRSquK2H3p6b193FzcuSRDf+eyMIPQ4z8w0znUfTijM531hW8DrIQBCXVjdcKfj5Xr1MQPiArLG1&#10;TAou5GE+e3yYYq5tzzs6F6ESCcI+RwV1CF0upS9rMugHtiNO3p91BkOSrpLaYZ/gppXDLBtJgw2n&#10;hRo7eq+pPBYno2C3GfPBrU/xGA/91/Z3X33ulwulnp/i4g1EoBj+w/f2h1YwyUZ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4JgTGAAAA3AAAAA8AAAAAAAAA&#10;AAAAAAAAoQIAAGRycy9kb3ducmV2LnhtbFBLBQYAAAAABAAEAPkAAACUAwAAAAA=&#10;" strokeweight="0"/>
                  <v:line id="Line 804" o:spid="_x0000_s1192" style="position:absolute;flip:y;visibility:visible;mso-wrap-style:square" from="3228,1824" to="3234,1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SDn8UAAADcAAAADwAAAGRycy9kb3ducmV2LnhtbESPQWsCMRSE70L/Q3gFb5qthypbo0hF&#10;KUItaj309ty87i5uXpYkuum/NwXB4zAz3zDTeTSNuJLztWUFL8MMBHFhdc2lgu/DajAB4QOyxsYy&#10;KfgjD/PZU2+KubYd7+i6D6VIEPY5KqhCaHMpfVGRQT+0LXHyfq0zGJJ0pdQOuwQ3jRxl2as0WHNa&#10;qLCl94qK8/5iFOy2Yz659SWe46n7/Po5lpvjcqFU/zku3kAEiuERvrc/tIJJNob/M+kIy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3SDn8UAAADcAAAADwAAAAAAAAAA&#10;AAAAAAChAgAAZHJzL2Rvd25yZXYueG1sUEsFBgAAAAAEAAQA+QAAAJMDAAAAAA==&#10;" strokeweight="0"/>
                  <v:line id="Line 805" o:spid="_x0000_s1193" style="position:absolute;flip:y;visibility:visible;mso-wrap-style:square" from="3239,1818" to="3244,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sX7cIAAADcAAAADwAAAGRycy9kb3ducmV2LnhtbERPy2oCMRTdF/yHcAV3NWMXVkajiFKR&#10;Qlt8LdxdJ9eZwcnNkEQn/ftmUXB5OO/ZIppGPMj52rKC0TADQVxYXXOp4Hj4eJ2A8AFZY2OZFPyS&#10;h8W89zLDXNuOd/TYh1KkEPY5KqhCaHMpfVGRQT+0LXHirtYZDAm6UmqHXQo3jXzLsrE0WHNqqLCl&#10;VUXFbX83Cnbf73xxm3u8xUv39XM+lZ+n9VKpQT8upyACxfAU/7u3WsEkS2vTmXQE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sX7cIAAADcAAAADwAAAAAAAAAAAAAA&#10;AAChAgAAZHJzL2Rvd25yZXYueG1sUEsFBgAAAAAEAAQA+QAAAJADAAAAAA==&#10;" strokeweight="0"/>
                  <v:line id="Line 806" o:spid="_x0000_s1194" style="position:absolute;flip:y;visibility:visible;mso-wrap-style:square" from="3250,1812" to="3255,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eydsYAAADcAAAADwAAAGRycy9kb3ducmV2LnhtbESPQWsCMRSE74L/ITzBm2bbQ9WtUaSl&#10;RQQr2nro7bl53V3cvCxJdOO/bwoFj8PMfMPMl9E04krO15YVPIwzEMSF1TWXCr4+30ZTED4ga2ws&#10;k4IbeVgu+r055tp2vKfrIZQiQdjnqKAKoc2l9EVFBv3YtsTJ+7HOYEjSlVI77BLcNPIxy56kwZrT&#10;QoUtvVRUnA8Xo2D/MeGTe7/Eczx12933sdwcX1dKDQdx9QwiUAz38H97rRVMsxn8nU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nsnbGAAAA3AAAAA8AAAAAAAAA&#10;AAAAAAAAoQIAAGRycy9kb3ducmV2LnhtbFBLBQYAAAAABAAEAPkAAACUAwAAAAA=&#10;" strokeweight="0"/>
                  <v:line id="Line 807" o:spid="_x0000_s1195" style="position:absolute;flip:y;visibility:visible;mso-wrap-style:square" from="3260,1806" to="3265,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SNNsMAAADcAAAADwAAAGRycy9kb3ducmV2LnhtbERPy2oCMRTdC/2HcIXuNKOLVkajiMVS&#10;CrX4Wri7Tq4zg5ObIYlO+vdmUXB5OO/ZIppG3Mn52rKC0TADQVxYXXOp4LBfDyYgfEDW2FgmBX/k&#10;YTF/6c0w17bjLd13oRQphH2OCqoQ2lxKX1Rk0A9tS5y4i3UGQ4KulNphl8JNI8dZ9iYN1pwaKmxp&#10;VVFx3d2Mgu3mnc/u8xav8dz9/J6O5ffxY6nUaz8upyACxfAU/7u/tILJKM1PZ9IR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EjTbDAAAA3AAAAA8AAAAAAAAAAAAA&#10;AAAAoQIAAGRycy9kb3ducmV2LnhtbFBLBQYAAAAABAAEAPkAAACRAwAAAAA=&#10;" strokeweight="0"/>
                  <v:line id="Line 808" o:spid="_x0000_s1196" style="position:absolute;flip:y;visibility:visible;mso-wrap-style:square" from="3271,1800" to="3276,1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gorcYAAADcAAAADwAAAGRycy9kb3ducmV2LnhtbESPQWsCMRSE7wX/Q3hCbzW7PbSyGkWU&#10;llKoRasHb8/Nc3dx87Ik0U3/vSkIPQ4z8w0znUfTiis531hWkI8yEMSl1Q1XCnY/b09jED4ga2wt&#10;k4Jf8jCfDR6mWGjb84au21CJBGFfoII6hK6Q0pc1GfQj2xEn72SdwZCkq6R22Ce4aeVzlr1Igw2n&#10;hRo7WtZUnrcXo2CzfuWje7/Eczz2X9+HffW5Xy2UehzGxQREoBj+w/f2h1Ywzn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IKK3GAAAA3AAAAA8AAAAAAAAA&#10;AAAAAAAAoQIAAGRycy9kb3ducmV2LnhtbFBLBQYAAAAABAAEAPkAAACUAwAAAAA=&#10;" strokeweight="0"/>
                  <v:line id="Line 809" o:spid="_x0000_s1197" style="position:absolute;flip:y;visibility:visible;mso-wrap-style:square" from="3282,1794" to="3287,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q22sYAAADcAAAADwAAAGRycy9kb3ducmV2LnhtbESPQWsCMRSE74L/ITyhN83qocrWKFKx&#10;FMEWbT309ty87i5uXpYkuvHfNwXB4zAz3zDzZTSNuJLztWUF41EGgriwuuZSwffXZjgD4QOyxsYy&#10;KbiRh+Wi35tjrm3He7oeQikShH2OCqoQ2lxKX1Rk0I9sS5y8X+sMhiRdKbXDLsFNIydZ9iwN1pwW&#10;KmzptaLifLgYBfuPKZ/c2yWe46nbff4cy+1xvVLqaRBXLyACxfAI39vvWsFsPIH/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attrGAAAA3AAAAA8AAAAAAAAA&#10;AAAAAAAAoQIAAGRycy9kb3ducmV2LnhtbFBLBQYAAAAABAAEAPkAAACUAwAAAAA=&#10;" strokeweight="0"/>
                  <v:line id="Line 810" o:spid="_x0000_s1198" style="position:absolute;flip:y;visibility:visible;mso-wrap-style:square" from="3292,1787" to="3298,1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YTQcYAAADcAAAADwAAAGRycy9kb3ducmV2LnhtbESPQWsCMRSE74L/ITyhN81qoZWtUURR&#10;SsEWbT309tw8dxc3L0sS3fTfm0Khx2FmvmFmi2gacSPna8sKxqMMBHFhdc2lgq/PzXAKwgdkjY1l&#10;UvBDHhbzfm+GubYd7+l2CKVIEPY5KqhCaHMpfVGRQT+yLXHyztYZDEm6UmqHXYKbRk6y7EkarDkt&#10;VNjSqqLicrgaBfv3Zz657TVe4qnbfXwfy7fjeqnUwyAuX0AEiuE//Nd+1Qqm40f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WE0HGAAAA3AAAAA8AAAAAAAAA&#10;AAAAAAAAoQIAAGRycy9kb3ducmV2LnhtbFBLBQYAAAAABAAEAPkAAACUAwAAAAA=&#10;" strokeweight="0"/>
                  <v:line id="Line 811" o:spid="_x0000_s1199" style="position:absolute;flip:y;visibility:visible;mso-wrap-style:square" from="3303,1781" to="3309,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LNcYAAADcAAAADwAAAGRycy9kb3ducmV2LnhtbESPQWsCMRSE74L/ITyhN80qpZWtUURR&#10;SsEWbT309tw8dxc3L0sS3fTfm0Khx2FmvmFmi2gacSPna8sKxqMMBHFhdc2lgq/PzXAKwgdkjY1l&#10;UvBDHhbzfm+GubYd7+l2CKVIEPY5KqhCaHMpfVGRQT+yLXHyztYZDEm6UmqHXYKbRk6y7EkarDkt&#10;VNjSqqLicrgaBfv3Zz657TVe4qnbfXwfy7fjeqnUwyAuX0AEiuE//Nd+1Qqm40f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izXGAAAA3AAAAA8AAAAAAAAA&#10;AAAAAAAAoQIAAGRycy9kb3ducmV2LnhtbFBLBQYAAAAABAAEAPkAAACUAwAAAAA=&#10;" strokeweight="0"/>
                  <v:line id="Line 812" o:spid="_x0000_s1200" style="position:absolute;flip:y;visibility:visible;mso-wrap-style:square" from="3314,1775" to="3319,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MursYAAADcAAAADwAAAGRycy9kb3ducmV2LnhtbESPQWsCMRSE74L/ITyhN80qtJWtUURR&#10;SsEWbT309tw8dxc3L0sS3fTfm0Khx2FmvmFmi2gacSPna8sKxqMMBHFhdc2lgq/PzXAKwgdkjY1l&#10;UvBDHhbzfm+GubYd7+l2CKVIEPY5KqhCaHMpfVGRQT+yLXHyztYZDEm6UmqHXYKbRk6y7EkarDkt&#10;VNjSqqLicrgaBfv3Zz657TVe4qnbfXwfy7fjeqnUwyAuX0AEiuE//Nd+1Qqm40f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zLq7GAAAA3AAAAA8AAAAAAAAA&#10;AAAAAAAAoQIAAGRycy9kb3ducmV2LnhtbFBLBQYAAAAABAAEAPkAAACUAwAAAAA=&#10;" strokeweight="0"/>
                  <v:line id="Line 813" o:spid="_x0000_s1201" style="position:absolute;flip:y;visibility:visible;mso-wrap-style:square" from="3325,1769" to="3330,1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Gw2cYAAADcAAAADwAAAGRycy9kb3ducmV2LnhtbESPQWsCMRSE7wX/Q3hCbzWrB5WtUaSi&#10;FMEWbT309ty87i5uXpYkuvHfNwXB4zAz3zCzRTSNuJLztWUFw0EGgriwuuZSwffX+mUKwgdkjY1l&#10;UnAjD4t572mGubYd7+l6CKVIEPY5KqhCaHMpfVGRQT+wLXHyfq0zGJJ0pdQOuwQ3jRxl2VgarDkt&#10;VNjSW0XF+XAxCvYfEz65zSWe46nbff4cy+1xtVTquR+XryACxfAI39vvWsF0OIb/M+k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hsNnGAAAA3AAAAA8AAAAAAAAA&#10;AAAAAAAAoQIAAGRycy9kb3ducmV2LnhtbFBLBQYAAAAABAAEAPkAAACUAwAAAAA=&#10;" strokeweight="0"/>
                  <v:line id="Line 814" o:spid="_x0000_s1202" style="position:absolute;flip:y;visibility:visible;mso-wrap-style:square" from="3336,1763" to="3341,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0VQsYAAADcAAAADwAAAGRycy9kb3ducmV2LnhtbESPT2sCMRTE7wW/Q3hCbzWrB5WtUaSi&#10;SKEt/jv09ty87i5uXpYkuum3bwqCx2FmfsPMFtE04kbO15YVDAcZCOLC6ppLBcfD+mUKwgdkjY1l&#10;UvBLHhbz3tMMc2073tFtH0qRIOxzVFCF0OZS+qIig35gW+Lk/VhnMCTpSqkddgluGjnKsrE0WHNa&#10;qLClt4qKy/5qFOw+J3x2m2u8xHP38fV9Kt9Pq6VSz/24fAURKIZH+N7eagXT4QT+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tFULGAAAA3AAAAA8AAAAAAAAA&#10;AAAAAAAAoQIAAGRycy9kb3ducmV2LnhtbFBLBQYAAAAABAAEAPkAAACUAwAAAAA=&#10;" strokeweight="0"/>
                  <v:line id="Line 815" o:spid="_x0000_s1203" style="position:absolute;flip:y;visibility:visible;mso-wrap-style:square" from="3346,1756" to="3351,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KBMMMAAADcAAAADwAAAGRycy9kb3ducmV2LnhtbERPy2oCMRTdC/2HcIXuNKOLVkajiMVS&#10;CrX4Wri7Tq4zg5ObIYlO+vdmUXB5OO/ZIppG3Mn52rKC0TADQVxYXXOp4LBfDyYgfEDW2FgmBX/k&#10;YTF/6c0w17bjLd13oRQphH2OCqoQ2lxKX1Rk0A9tS5y4i3UGQ4KulNphl8JNI8dZ9iYN1pwaKmxp&#10;VVFx3d2Mgu3mnc/u8xav8dz9/J6O5ffxY6nUaz8upyACxfAU/7u/tILJKK1NZ9IR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ygTDDAAAA3AAAAA8AAAAAAAAAAAAA&#10;AAAAoQIAAGRycy9kb3ducmV2LnhtbFBLBQYAAAAABAAEAPkAAACRAwAAAAA=&#10;" strokeweight="0"/>
                  <v:line id="Line 816" o:spid="_x0000_s1204" style="position:absolute;flip:y;visibility:visible;mso-wrap-style:square" from="3356,1750" to="3362,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4kq8YAAADcAAAADwAAAGRycy9kb3ducmV2LnhtbESPQWsCMRSE7wX/Q3iCt5q1B6tbo4hS&#10;kUIraj309ty87i5uXpYkuum/bwoFj8PMfMPMFtE04kbO15YVjIYZCOLC6ppLBZ/H18cJCB+QNTaW&#10;ScEPeVjMew8zzLXteE+3QyhFgrDPUUEVQptL6YuKDPqhbYmT922dwZCkK6V22CW4aeRTlo2lwZrT&#10;QoUtrSoqLoerUbD/eOaz21zjJZ67993XqXw7rZdKDfpx+QIiUAz38H97qxVMRlP4O5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JKvGAAAA3AAAAA8AAAAAAAAA&#10;AAAAAAAAoQIAAGRycy9kb3ducmV2LnhtbFBLBQYAAAAABAAEAPkAAACUAwAAAAA=&#10;" strokeweight="0"/>
                  <v:line id="Line 817" o:spid="_x0000_s1205" style="position:absolute;flip:y;visibility:visible;mso-wrap-style:square" from="3367,1744" to="3373,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hHi8MAAADcAAAADwAAAGRycy9kb3ducmV2LnhtbERPTWsCMRC9F/wPYQRvNasHK6tRRFGk&#10;0BatHryNm3F3cTNZkuim/745FHp8vO/5MppGPMn52rKC0TADQVxYXXOp4PS9fZ2C8AFZY2OZFPyQ&#10;h+Wi9zLHXNuOD/Q8hlKkEPY5KqhCaHMpfVGRQT+0LXHibtYZDAm6UmqHXQo3jRxn2UQarDk1VNjS&#10;uqLifnwYBYfPN7663SPe47X7+Lqcy/fzZqXUoB9XMxCBYvgX/7n3WsF0nOan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oR4vDAAAA3AAAAA8AAAAAAAAAAAAA&#10;AAAAoQIAAGRycy9kb3ducmV2LnhtbFBLBQYAAAAABAAEAPkAAACRAwAAAAA=&#10;" strokeweight="0"/>
                  <v:line id="Line 818" o:spid="_x0000_s1206" style="position:absolute;flip:y;visibility:visible;mso-wrap-style:square" from="3378,1738" to="3383,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TiEMYAAADcAAAADwAAAGRycy9kb3ducmV2LnhtbESPQWsCMRSE74L/ITyhN83qocrWKFKx&#10;FMEWbT309ty87i5uXpYkuvHfNwXB4zAz3zDzZTSNuJLztWUF41EGgriwuuZSwffXZjgD4QOyxsYy&#10;KbiRh+Wi35tjrm3He7oeQikShH2OCqoQ2lxKX1Rk0I9sS5y8X+sMhiRdKbXDLsFNIydZ9iwN1pwW&#10;KmzptaLifLgYBfuPKZ/c2yWe46nbff4cy+1xvVLqaRBXLyACxfAI39vvWsFsMo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k4hDGAAAA3AAAAA8AAAAAAAAA&#10;AAAAAAAAoQIAAGRycy9kb3ducmV2LnhtbFBLBQYAAAAABAAEAPkAAACUAwAAAAA=&#10;" strokeweight="0"/>
                  <v:line id="Line 819" o:spid="_x0000_s1207" style="position:absolute;flip:y;visibility:visible;mso-wrap-style:square" from="3389,1732" to="3394,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Z8Z8YAAADcAAAADwAAAGRycy9kb3ducmV2LnhtbESPQWsCMRSE7wX/Q3hCbzXrHlpZjSKK&#10;pRTaotWDt+fmubu4eVmS6Kb/vikIPQ4z8w0zW0TTihs531hWMB5lIIhLqxuuFOy/N08TED4ga2wt&#10;k4If8rCYDx5mWGjb85Zuu1CJBGFfoII6hK6Q0pc1GfQj2xEn72ydwZCkq6R22Ce4aWWeZc/SYMNp&#10;ocaOVjWVl93VKNh+vvDJvV7jJZ76j6/joXo/rJdKPQ7jcgoiUAz/4Xv7TSuY5D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2fGfGAAAA3AAAAA8AAAAAAAAA&#10;AAAAAAAAoQIAAGRycy9kb3ducmV2LnhtbFBLBQYAAAAABAAEAPkAAACUAwAAAAA=&#10;" strokeweight="0"/>
                  <v:line id="Line 820" o:spid="_x0000_s1208" style="position:absolute;flip:y;visibility:visible;mso-wrap-style:square" from="3400,1726" to="3405,1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Z/MYAAADcAAAADwAAAGRycy9kb3ducmV2LnhtbESPQWsCMRSE74L/ITzBm2ZVaGVrFFFa&#10;SsEWbT309tw8dxc3L0sS3fTfm0Khx2FmvmEWq2gacSPna8sKJuMMBHFhdc2lgq/P59EchA/IGhvL&#10;pOCHPKyW/d4Cc2073tPtEEqRIOxzVFCF0OZS+qIig35sW+Lkna0zGJJ0pdQOuwQ3jZxm2YM0WHNa&#10;qLClTUXF5XA1Cvbvj3xyL9d4iadu9/F9LN+O27VSw0FcP4EIFMN/+K/9qhXMp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62fzGAAAA3AAAAA8AAAAAAAAA&#10;AAAAAAAAoQIAAGRycy9kb3ducmV2LnhtbFBLBQYAAAAABAAEAPkAAACUAwAAAAA=&#10;" strokeweight="0"/>
                  <v:line id="Line 821" o:spid="_x0000_s1209" style="position:absolute;flip:y;visibility:visible;mso-wrap-style:square" from="3410,1719" to="3416,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NBiMYAAADcAAAADwAAAGRycy9kb3ducmV2LnhtbESPQWsCMRSE74L/ITzBm2YVaWVrFFFa&#10;SsEWbT309tw8dxc3L0sS3fTfm0Khx2FmvmEWq2gacSPna8sKJuMMBHFhdc2lgq/P59EchA/IGhvL&#10;pOCHPKyW/d4Cc2073tPtEEqRIOxzVFCF0OZS+qIig35sW+Lkna0zGJJ0pdQOuwQ3jZxm2YM0WHNa&#10;qLClTUXF5XA1Cvbvj3xyL9d4iadu9/F9LN+O27VSw0FcP4EIFMN/+K/9qhXMp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TQYjGAAAA3AAAAA8AAAAAAAAA&#10;AAAAAAAAoQIAAGRycy9kb3ducmV2LnhtbFBLBQYAAAAABAAEAPkAAACUAwAAAAA=&#10;" strokeweight="0"/>
                  <v:line id="Line 822" o:spid="_x0000_s1210" style="position:absolute;flip:y;visibility:visible;mso-wrap-style:square" from="3421,1713" to="3427,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kE8YAAADcAAAADwAAAGRycy9kb3ducmV2LnhtbESPQWsCMRSE74L/ITzBm2YVbGVrFFFa&#10;SsEWbT309tw8dxc3L0sS3fTfm0Khx2FmvmEWq2gacSPna8sKJuMMBHFhdc2lgq/P59EchA/IGhvL&#10;pOCHPKyW/d4Cc2073tPtEEqRIOxzVFCF0OZS+qIig35sW+Lkna0zGJJ0pdQOuwQ3jZxm2YM0WHNa&#10;qLClTUXF5XA1Cvbvj3xyL9d4iadu9/F9LN+O27VSw0FcP4EIFMN/+K/9qhXMp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f5BPGAAAA3AAAAA8AAAAAAAAA&#10;AAAAAAAAoQIAAGRycy9kb3ducmV2LnhtbFBLBQYAAAAABAAEAPkAAACUAwAAAAA=&#10;" strokeweight="0"/>
                  <v:line id="Line 823" o:spid="_x0000_s1211" style="position:absolute;flip:y;visibility:visible;mso-wrap-style:square" from="3431,1707" to="3437,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16ZMYAAADcAAAADwAAAGRycy9kb3ducmV2LnhtbESPQWsCMRSE7wX/Q3hCbzWrB5WtUaTS&#10;UgQr2nro7bl53V3cvCxJdOO/bwTB4zAz3zCzRTSNuJDztWUFw0EGgriwuuZSwc/3+8sUhA/IGhvL&#10;pOBKHhbz3tMMc2073tFlH0qRIOxzVFCF0OZS+qIig35gW+Lk/VlnMCTpSqkddgluGjnKsrE0WHNa&#10;qLClt4qK0/5sFOy+Jnx0H+d4isdus/09lOvDaqnUcz8uX0EEiuERvrc/tYLpaAy3M+kIy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NemTGAAAA3AAAAA8AAAAAAAAA&#10;AAAAAAAAoQIAAGRycy9kb3ducmV2LnhtbFBLBQYAAAAABAAEAPkAAACUAwAAAAA=&#10;" strokeweight="0"/>
                  <v:line id="Line 824" o:spid="_x0000_s1212" style="position:absolute;flip:y;visibility:visible;mso-wrap-style:square" from="3442,1701" to="3447,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Hf/8YAAADcAAAADwAAAGRycy9kb3ducmV2LnhtbESPT2sCMRTE7wW/Q3hCbzWrB5WtUaTS&#10;IoVa/Hfo7bl53V3cvCxJdNNvbwqCx2FmfsPMFtE04krO15YVDAcZCOLC6ppLBYf9+8sUhA/IGhvL&#10;pOCPPCzmvacZ5tp2vKXrLpQiQdjnqKAKoc2l9EVFBv3AtsTJ+7XOYEjSlVI77BLcNHKUZWNpsOa0&#10;UGFLbxUV593FKNhuJnxyH5d4jqfu6/vnWH4eV0ulnvtx+QoiUAyP8L291gqmown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B3//GAAAA3AAAAA8AAAAAAAAA&#10;AAAAAAAAoQIAAGRycy9kb3ducmV2LnhtbFBLBQYAAAAABAAEAPkAAACUAwAAAAA=&#10;" strokeweight="0"/>
                  <v:line id="Line 825" o:spid="_x0000_s1213" style="position:absolute;flip:y;visibility:visible;mso-wrap-style:square" from="3453,1696" to="3458,1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5LjcMAAADcAAAADwAAAGRycy9kb3ducmV2LnhtbERPTWsCMRC9F/wPYQRvNasHK6tRRFGk&#10;0BatHryNm3F3cTNZkuim/745FHp8vO/5MppGPMn52rKC0TADQVxYXXOp4PS9fZ2C8AFZY2OZFPyQ&#10;h+Wi9zLHXNuOD/Q8hlKkEPY5KqhCaHMpfVGRQT+0LXHibtYZDAm6UmqHXQo3jRxn2UQarDk1VNjS&#10;uqLifnwYBYfPN7663SPe47X7+Lqcy/fzZqXUoB9XMxCBYvgX/7n3WsF0nNam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eS43DAAAA3AAAAA8AAAAAAAAAAAAA&#10;AAAAoQIAAGRycy9kb3ducmV2LnhtbFBLBQYAAAAABAAEAPkAAACRAwAAAAA=&#10;" strokeweight="0"/>
                  <v:line id="Line 826" o:spid="_x0000_s1214" style="position:absolute;flip:y;visibility:visible;mso-wrap-style:square" from="3464,1689" to="3469,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LuFsYAAADcAAAADwAAAGRycy9kb3ducmV2LnhtbESPQWsCMRSE74L/IbyCN83WQ2u3RhFL&#10;ixSsaOuht+fmdXdx87Ik0Y3/3ggFj8PMfMNM59E04kzO15YVPI4yEMSF1TWXCn6+34cTED4ga2ws&#10;k4ILeZjP+r0p5tp2vKXzLpQiQdjnqKAKoc2l9EVFBv3ItsTJ+7POYEjSlVI77BLcNHKcZU/SYM1p&#10;ocKWlhUVx93JKNh+PfPBfZziMR669eZ3X37u3xZKDR7i4hVEoBju4f/2SiuYjF/gdiYd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oS7hbGAAAA3AAAAA8AAAAAAAAA&#10;AAAAAAAAoQIAAGRycy9kb3ducmV2LnhtbFBLBQYAAAAABAAEAPkAAACUAwAAAAA=&#10;" strokeweight="0"/>
                  <v:line id="Line 827" o:spid="_x0000_s1215" style="position:absolute;flip:y;visibility:visible;mso-wrap-style:square" from="3475,1683" to="3480,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HRVsMAAADcAAAADwAAAGRycy9kb3ducmV2LnhtbERPTWsCMRC9F/ofwhS81WwVrKxGEUUR&#10;wRZtPXgbN9Pdxc1kSaIb/31zKPT4eN/TeTSNuJPztWUFb/0MBHFhdc2lgu+v9esYhA/IGhvLpOBB&#10;Huaz56cp5tp2fKD7MZQihbDPUUEVQptL6YuKDPq+bYkT92OdwZCgK6V22KVw08hBlo2kwZpTQ4Ut&#10;LSsqrsebUXD4eOeL29ziNV66/ef5VO5Oq4VSvZe4mIAIFMO/+M+91QrGw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7x0VbDAAAA3AAAAA8AAAAAAAAAAAAA&#10;AAAAoQIAAGRycy9kb3ducmV2LnhtbFBLBQYAAAAABAAEAPkAAACRAwAAAAA=&#10;" strokeweight="0"/>
                  <v:line id="Line 828" o:spid="_x0000_s1216" style="position:absolute;flip:y;visibility:visible;mso-wrap-style:square" from="3485,1677" to="34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10zcYAAADcAAAADwAAAGRycy9kb3ducmV2LnhtbESPQWsCMRSE74L/ITyhN81qoZWtUURR&#10;SsEWbT309tw8dxc3L0sS3fTfm0Khx2FmvmFmi2gacSPna8sKxqMMBHFhdc2lgq/PzXAKwgdkjY1l&#10;UvBDHhbzfm+GubYd7+l2CKVIEPY5KqhCaHMpfVGRQT+yLXHyztYZDEm6UmqHXYKbRk6y7EkarDkt&#10;VNjSqqLicrgaBfv3Zz657TVe4qnbfXwfy7fjeqnUwyAuX0AEiuE//Nd+1Qqmj2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9dM3GAAAA3AAAAA8AAAAAAAAA&#10;AAAAAAAAoQIAAGRycy9kb3ducmV2LnhtbFBLBQYAAAAABAAEAPkAAACUAwAAAAA=&#10;" strokeweight="0"/>
                  <v:line id="Line 829" o:spid="_x0000_s1217" style="position:absolute;flip:y;visibility:visible;mso-wrap-style:square" from="3496,1671" to="3502,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qusYAAADcAAAADwAAAGRycy9kb3ducmV2LnhtbESPQWsCMRSE74L/ITzBm2ZVaGVrFFFa&#10;SsEWbT309tw8dxc3L0sS3fTfm0Khx2FmvmEWq2gacSPna8sKJuMMBHFhdc2lgq/P59EchA/IGhvL&#10;pOCHPKyW/d4Cc2073tPtEEqRIOxzVFCF0OZS+qIig35sW+Lkna0zGJJ0pdQOuwQ3jZxm2YM0WHNa&#10;qLClTUXF5XA1Cvbvj3xyL9d4iadu9/F9LN+O27VSw0FcP4EIFMN/+K/9qhXMZ1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v6rrGAAAA3AAAAA8AAAAAAAAA&#10;AAAAAAAAoQIAAGRycy9kb3ducmV2LnhtbFBLBQYAAAAABAAEAPkAAACUAwAAAAA=&#10;" strokeweight="0"/>
                  <v:line id="Line 830" o:spid="_x0000_s1218" style="position:absolute;flip:y;visibility:visible;mso-wrap-style:square" from="3507,1665" to="3512,1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NPIcYAAADcAAAADwAAAGRycy9kb3ducmV2LnhtbESPQWsCMRSE7wX/Q3iCt5pVoZWtUURR&#10;SsEWbT309tw8dxc3L0sS3fTfm0Khx2FmvmFmi2gacSPna8sKRsMMBHFhdc2lgq/PzeMUhA/IGhvL&#10;pOCHPCzmvYcZ5tp2vKfbIZQiQdjnqKAKoc2l9EVFBv3QtsTJO1tnMCTpSqkddgluGjnOsidpsOa0&#10;UGFLq4qKy+FqFOzfn/nkttd4iadu9/F9LN+O66VSg35cvoAIFMN/+K/9qhVMJx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jTyHGAAAA3AAAAA8AAAAAAAAA&#10;AAAAAAAAoQIAAGRycy9kb3ducmV2LnhtbFBLBQYAAAAABAAEAPkAAACUAwAAAAA=&#10;" strokeweight="0"/>
                  <v:line id="Line 831" o:spid="_x0000_s1219" style="position:absolute;flip:y;visibility:visible;mso-wrap-style:square" from="3518,1658" to="3522,1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XVcYAAADcAAAADwAAAGRycy9kb3ducmV2LnhtbESPQWsCMRSE74L/ITyhN83Wlla2RhFL&#10;RQq1aOuht+fmdXdx87Ik0Y3/3hQKHoeZ+YaZzqNpxJmcry0ruB9lIIgLq2suFXx/vQ0nIHxA1thY&#10;JgUX8jCf9XtTzLXteEvnXShFgrDPUUEVQptL6YuKDPqRbYmT92udwZCkK6V22CW4aeQ4y56kwZrT&#10;QoUtLSsqjruTUbDdPPPBrU7xGA/dx+fPvnzfvy6UuhvExQuIQDHcwv/ttVYweXi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K11XGAAAA3AAAAA8AAAAAAAAA&#10;AAAAAAAAoQIAAGRycy9kb3ducmV2LnhtbFBLBQYAAAAABAAEAPkAAACUAwAAAAA=&#10;" strokeweight="0"/>
                  <v:line id="Line 832" o:spid="_x0000_s1220" style="position:absolute;flip:y;visibility:visible;mso-wrap-style:square" from="3528,1652" to="3533,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ZyzsYAAADcAAAADwAAAGRycy9kb3ducmV2LnhtbESPQWsCMRSE74L/ITyhN83W0la2RhFL&#10;RQq1aOuht+fmdXdx87Ik0Y3/3hQKHoeZ+YaZzqNpxJmcry0ruB9lIIgLq2suFXx/vQ0nIHxA1thY&#10;JgUX8jCf9XtTzLXteEvnXShFgrDPUUEVQptL6YuKDPqRbYmT92udwZCkK6V22CW4aeQ4y56kwZrT&#10;QoUtLSsqjruTUbDdPPPBrU7xGA/dx+fPvnzfvy6UuhvExQuIQDHcwv/ttVYweXi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Gcs7GAAAA3AAAAA8AAAAAAAAA&#10;AAAAAAAAoQIAAGRycy9kb3ducmV2LnhtbFBLBQYAAAAABAAEAPkAAACUAwAAAAA=&#10;" strokeweight="0"/>
                  <v:line id="Line 833" o:spid="_x0000_s1221" style="position:absolute;flip:y;visibility:visible;mso-wrap-style:square" from="3539,1646" to="3544,1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TsucYAAADcAAAADwAAAGRycy9kb3ducmV2LnhtbESPQWsCMRSE70L/Q3iF3jSrBStbo4hi&#10;KQUr2nro7bl57i5uXpYkuum/N4WCx2FmvmGm82gacSXna8sKhoMMBHFhdc2lgu+vdX8CwgdkjY1l&#10;UvBLHuazh94Uc2073tF1H0qRIOxzVFCF0OZS+qIig35gW+LknawzGJJ0pdQOuwQ3jRxl2VgarDkt&#10;VNjSsqLivL8YBbvPFz66t0s8x2O32f4cyo/DaqHU02NcvIIIFMM9/N9+1wom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5U7LnGAAAA3AAAAA8AAAAAAAAA&#10;AAAAAAAAoQIAAGRycy9kb3ducmV2LnhtbFBLBQYAAAAABAAEAPkAAACUAwAAAAA=&#10;" strokeweight="0"/>
                  <v:line id="Line 834" o:spid="_x0000_s1222" style="position:absolute;flip:y;visibility:visible;mso-wrap-style:square" from="3549,1640" to="3555,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hJIsYAAADcAAAADwAAAGRycy9kb3ducmV2LnhtbESPQWsCMRSE70L/Q3iF3jSrBZWtUUSx&#10;FMEWbT309tw8dxc3L0sS3fjvm0Khx2FmvmFmi2gacSPna8sKhoMMBHFhdc2lgq/PTX8KwgdkjY1l&#10;UnAnD4v5Q2+GubYd7+l2CKVIEPY5KqhCaHMpfVGRQT+wLXHyztYZDEm6UmqHXYKbRo6ybCwN1pwW&#10;KmxpVVFxOVyNgv37hE/u9Rov8dTtPr6P5fa4Xir19BiXLyACxfAf/mu/aQXT5wn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YSSLGAAAA3AAAAA8AAAAAAAAA&#10;AAAAAAAAoQIAAGRycy9kb3ducmV2LnhtbFBLBQYAAAAABAAEAPkAAACUAwAAAAA=&#10;" strokeweight="0"/>
                  <v:line id="Line 835" o:spid="_x0000_s1223" style="position:absolute;flip:y;visibility:visible;mso-wrap-style:square" from="3560,1634" to="3566,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fdUMMAAADcAAAADwAAAGRycy9kb3ducmV2LnhtbERPTWsCMRC9F/ofwhS81WwVrKxGEUUR&#10;wRZtPXgbN9Pdxc1kSaIb/31zKPT4eN/TeTSNuJPztWUFb/0MBHFhdc2lgu+v9esYhA/IGhvLpOBB&#10;Huaz56cp5tp2fKD7MZQihbDPUUEVQptL6YuKDPq+bYkT92OdwZCgK6V22KVw08hBlo2kwZpTQ4Ut&#10;LSsqrsebUXD4eOeL29ziNV66/ef5VO5Oq4VSvZe4mIAIFMO/+M+91QrGw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CH3VDDAAAA3AAAAA8AAAAAAAAAAAAA&#10;AAAAoQIAAGRycy9kb3ducmV2LnhtbFBLBQYAAAAABAAEAPkAAACRAwAAAAA=&#10;" strokeweight="0"/>
                  <v:line id="Line 836" o:spid="_x0000_s1224" style="position:absolute;flip:y;visibility:visible;mso-wrap-style:square" from="3571,1628" to="3576,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t4y8YAAADcAAAADwAAAGRycy9kb3ducmV2LnhtbESPQWsCMRSE74L/ITyhN83WQmu3RhFL&#10;RQq1aOuht+fmdXdx87Ik0Y3/3hQKHoeZ+YaZzqNpxJmcry0ruB9lIIgLq2suFXx/vQ0nIHxA1thY&#10;JgUX8jCf9XtTzLXteEvnXShFgrDPUUEVQptL6YuKDPqRbYmT92udwZCkK6V22CW4aeQ4yx6lwZrT&#10;QoUtLSsqjruTUbDdPPHBrU7xGA/dx+fPvnzfvy6UuhvExQuIQDHcwv/ttVYweXiG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LeMvGAAAA3AAAAA8AAAAAAAAA&#10;AAAAAAAAoQIAAGRycy9kb3ducmV2LnhtbFBLBQYAAAAABAAEAPkAAACUAwAAAAA=&#10;" strokeweight="0"/>
                  <v:line id="Line 837" o:spid="_x0000_s1225" style="position:absolute;flip:y;visibility:visible;mso-wrap-style:square" from="3582,1621" to="3587,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eiK8MAAADcAAAADwAAAGRycy9kb3ducmV2LnhtbERPTWsCMRC9F/ofwhS81WxFrKxGEUUR&#10;wRZtPXgbN9Pdxc1kSaIb/31zKPT4eN/TeTSNuJPztWUFb/0MBHFhdc2lgu+v9esYhA/IGhvLpOBB&#10;Huaz56cp5tp2fKD7MZQihbDPUUEVQptL6YuKDPq+bYkT92OdwZCgK6V22KVw08hBlo2kwZpTQ4Ut&#10;LSsqrsebUXD4eOeL29ziNV66/ef5VO5Oq4VSvZe4mIAIFMO/+M+91QrGw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3oivDAAAA3AAAAA8AAAAAAAAAAAAA&#10;AAAAoQIAAGRycy9kb3ducmV2LnhtbFBLBQYAAAAABAAEAPkAAACRAwAAAAA=&#10;" strokeweight="0"/>
                  <v:line id="Line 838" o:spid="_x0000_s1226" style="position:absolute;flip:y;visibility:visible;mso-wrap-style:square" from="3593,1615" to="3598,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sHsMYAAADcAAAADwAAAGRycy9kb3ducmV2LnhtbESPQWsCMRSE74L/ITyhN80qpZWtUURR&#10;SsEWbT309tw8dxc3L0sS3fTfm0Khx2FmvmFmi2gacSPna8sKxqMMBHFhdc2lgq/PzXAKwgdkjY1l&#10;UvBDHhbzfm+GubYd7+l2CKVIEPY5KqhCaHMpfVGRQT+yLXHyztYZDEm6UmqHXYKbRk6y7EkarDkt&#10;VNjSqqLicrgaBfv3Zz657TVe4qnbfXwfy7fjeqnUwyAuX0AEiuE//Nd+1Qqmj2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7B7DGAAAA3AAAAA8AAAAAAAAA&#10;AAAAAAAAoQIAAGRycy9kb3ducmV2LnhtbFBLBQYAAAAABAAEAPkAAACUAwAAAAA=&#10;" strokeweight="0"/>
                  <v:line id="Line 839" o:spid="_x0000_s1227" style="position:absolute;flip:y;visibility:visible;mso-wrap-style:square" from="3603,1609" to="3609,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mZx8YAAADcAAAADwAAAGRycy9kb3ducmV2LnhtbESPQWsCMRSE74L/ITzBm2YVaWVrFFFa&#10;SsEWbT309tw8dxc3L0sS3fTfm0Khx2FmvmEWq2gacSPna8sKJuMMBHFhdc2lgq/P59EchA/IGhvL&#10;pOCHPKyW/d4Cc2073tPtEEqRIOxzVFCF0OZS+qIig35sW+Lkna0zGJJ0pdQOuwQ3jZxm2YM0WHNa&#10;qLClTUXF5XA1Cvbvj3xyL9d4iadu9/F9LN+O27VSw0FcP4EIFMN/+K/9qhXMZ1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lpmcfGAAAA3AAAAA8AAAAAAAAA&#10;AAAAAAAAoQIAAGRycy9kb3ducmV2LnhtbFBLBQYAAAAABAAEAPkAAACUAwAAAAA=&#10;" strokeweight="0"/>
                  <v:line id="Line 840" o:spid="_x0000_s1228" style="position:absolute;flip:y;visibility:visible;mso-wrap-style:square" from="3613,1603" to="3619,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U8XMYAAADcAAAADwAAAGRycy9kb3ducmV2LnhtbESPQWsCMRSE74L/ITyhN83Wlla2RhFL&#10;RQq1aOuht+fmdXdx87Ik0Y3/3hQKHoeZ+YaZzqNpxJmcry0ruB9lIIgLq2suFXx/vQ0nIHxA1thY&#10;JgUX8jCf9XtTzLXteEvnXShFgrDPUUEVQptL6YuKDPqRbYmT92udwZCkK6V22CW4aeQ4y56kwZrT&#10;QoUtLSsqjruTUbDdPPPBrU7xGA/dx+fPvnzfvy6UuhvExQuIQDHcwv/ttVYweXy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PFzGAAAA3AAAAA8AAAAAAAAA&#10;AAAAAAAAoQIAAGRycy9kb3ducmV2LnhtbFBLBQYAAAAABAAEAPkAAACUAwAAAAA=&#10;" strokeweight="0"/>
                </v:group>
                <v:group id="Group 841" o:spid="_x0000_s1229" style="position:absolute;left:1352;top:6870;width:34144;height:7157" coordorigin="213,473" coordsize="5377,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mpzMcUAAADcAAAADwAAAGRycy9kb3ducmV2LnhtbESPS4vCQBCE78L+h6EX&#10;vOkk6wOJjiKyu+xBBB8g3ppMmwQzPSEzm8R/7wiCx6KqvqIWq86UoqHaFZYVxMMIBHFqdcGZgtPx&#10;ZzAD4TyyxtIyKbiTg9Xyo7fARNuW99QcfCYChF2CCnLvq0RKl+Zk0A1tRRy8q60N+iDrTOoa2wA3&#10;pfyKoqk0WHBYyLGiTU7p7fBvFPy22K5H8XezvV0398txsjtvY1Kq/9mt5yA8df4dfrX/tILZe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qczHFAAAA3AAA&#10;AA8AAAAAAAAAAAAAAAAAqgIAAGRycy9kb3ducmV2LnhtbFBLBQYAAAAABAAEAPoAAACcAwAAAAA=&#10;">
                  <v:line id="Line 842" o:spid="_x0000_s1230" style="position:absolute;flip:y;visibility:visible;mso-wrap-style:square" from="3624,1597" to="3630,1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ABs8cAAADcAAAADwAAAGRycy9kb3ducmV2LnhtbESPT2sCMRTE74LfITyhN81W+ke2RhFL&#10;RQq1aOuht+fmdXdx87Ik0Y3f3hQKHoeZ+Q0znUfTiDM5X1tWcD/KQBAXVtdcKvj+ehtOQPiArLGx&#10;TAou5GE+6/emmGvb8ZbOu1CKBGGfo4IqhDaX0hcVGfQj2xIn79c6gyFJV0rtsEtw08hxlj1JgzWn&#10;hQpbWlZUHHcno2C7eeaDW53iMR66j8+fffm+f10odTeIixcQgWK4hf/ba61g8vAIf2fSEZ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gAGzxwAAANwAAAAPAAAAAAAA&#10;AAAAAAAAAKECAABkcnMvZG93bnJldi54bWxQSwUGAAAAAAQABAD5AAAAlQMAAAAA&#10;" strokeweight="0"/>
                  <v:line id="Line 843" o:spid="_x0000_s1231" style="position:absolute;flip:y;visibility:visible;mso-wrap-style:square" from="3635,1591" to="3640,1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KfxMYAAADcAAAADwAAAGRycy9kb3ducmV2LnhtbESPQWsCMRSE70L/Q3iF3jSrFCtbo4hi&#10;KQUr2nro7bl57i5uXpYkuum/N4WCx2FmvmGm82gacSXna8sKhoMMBHFhdc2lgu+vdX8CwgdkjY1l&#10;UvBLHuazh94Uc2073tF1H0qRIOxzVFCF0OZS+qIig35gW+LknawzGJJ0pdQOuwQ3jRxl2VgarDkt&#10;VNjSsqLivL8YBbvPFz66t0s8x2O32f4cyo/DaqHU02NcvIIIFMM9/N9+1wom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n8TGAAAA3AAAAA8AAAAAAAAA&#10;AAAAAAAAoQIAAGRycy9kb3ducmV2LnhtbFBLBQYAAAAABAAEAPkAAACUAwAAAAA=&#10;" strokeweight="0"/>
                  <v:line id="Line 844" o:spid="_x0000_s1232" style="position:absolute;flip:y;visibility:visible;mso-wrap-style:square" from="3646,1584" to="3651,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46X8YAAADcAAAADwAAAGRycy9kb3ducmV2LnhtbESPQWsCMRSE70L/Q3iF3jSrFJWtUUSx&#10;FMEWbT309tw8dxc3L0sS3fjvm0Khx2FmvmFmi2gacSPna8sKhoMMBHFhdc2lgq/PTX8KwgdkjY1l&#10;UnAnD4v5Q2+GubYd7+l2CKVIEPY5KqhCaHMpfVGRQT+wLXHyztYZDEm6UmqHXYKbRo6ybCwN1pwW&#10;KmxpVVFxOVyNgv37hE/u9Rov8dTtPr6P5fa4Xir19BiXLyACxfAf/mu/aQXT5wn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eOl/GAAAA3AAAAA8AAAAAAAAA&#10;AAAAAAAAoQIAAGRycy9kb3ducmV2LnhtbFBLBQYAAAAABAAEAPkAAACUAwAAAAA=&#10;" strokeweight="0"/>
                  <v:line id="Line 845" o:spid="_x0000_s1233" style="position:absolute;flip:y;visibility:visible;mso-wrap-style:square" from="3657,1578" to="3662,1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uLcMAAADcAAAADwAAAGRycy9kb3ducmV2LnhtbERPTWsCMRC9F/ofwhS81WxFrKxGEUUR&#10;wRZtPXgbN9Pdxc1kSaIb/31zKPT4eN/TeTSNuJPztWUFb/0MBHFhdc2lgu+v9esYhA/IGhvLpOBB&#10;Huaz56cp5tp2fKD7MZQihbDPUUEVQptL6YuKDPq+bYkT92OdwZCgK6V22KVw08hBlo2kwZpTQ4Ut&#10;LSsqrsebUXD4eOeL29ziNV66/ef5VO5Oq4VSvZe4mIAIFMO/+M+91QrGw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Bri3DAAAA3AAAAA8AAAAAAAAAAAAA&#10;AAAAoQIAAGRycy9kb3ducmV2LnhtbFBLBQYAAAAABAAEAPkAAACRAwAAAAA=&#10;" strokeweight="0"/>
                  <v:line id="Line 846" o:spid="_x0000_s1234" style="position:absolute;flip:y;visibility:visible;mso-wrap-style:square" from="3667,1572" to="3673,1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0LtsYAAADcAAAADwAAAGRycy9kb3ducmV2LnhtbESPQWsCMRSE74L/ITyhN81WSmu3RhFL&#10;RQq1aOuht+fmdXdx87Ik0Y3/3hQKHoeZ+YaZzqNpxJmcry0ruB9lIIgLq2suFXx/vQ0nIHxA1thY&#10;JgUX8jCf9XtTzLXteEvnXShFgrDPUUEVQptL6YuKDPqRbYmT92udwZCkK6V22CW4aeQ4yx6lwZrT&#10;QoUtLSsqjruTUbDdPPHBrU7xGA/dx+fPvnzfvy6UuhvExQuIQDHcwv/ttVYweXiG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NC7bGAAAA3AAAAA8AAAAAAAAA&#10;AAAAAAAAoQIAAGRycy9kb3ducmV2LnhtbFBLBQYAAAAABAAEAPkAAACUAwAAAAA=&#10;" strokeweight="0"/>
                  <v:line id="Line 847" o:spid="_x0000_s1235" style="position:absolute;flip:y;visibility:visible;mso-wrap-style:square" from="3678,1566" to="3684,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409sMAAADcAAAADwAAAGRycy9kb3ducmV2LnhtbERPTWsCMRC9F/ofwhS81WwFraxGEUUR&#10;wRZtPXgbN9Pdxc1kSaIb/31zKPT4eN/TeTSNuJPztWUFb/0MBHFhdc2lgu+v9esYhA/IGhvLpOBB&#10;Huaz56cp5tp2fKD7MZQihbDPUUEVQptL6YuKDPq+bYkT92OdwZCgK6V22KVw08hBlo2kwZpTQ4Ut&#10;LSsqrsebUXD4eOeL29ziNV66/ef5VO5Oq4VSvZe4mIAIFMO/+M+91QrGw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uNPbDAAAA3AAAAA8AAAAAAAAAAAAA&#10;AAAAoQIAAGRycy9kb3ducmV2LnhtbFBLBQYAAAAABAAEAPkAAACRAwAAAAA=&#10;" strokeweight="0"/>
                  <v:line id="Line 848" o:spid="_x0000_s1236" style="position:absolute;flip:y;visibility:visible;mso-wrap-style:square" from="3689,1560" to="3695,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KRbcYAAADcAAAADwAAAGRycy9kb3ducmV2LnhtbESPQWsCMRSE74L/ITyhN80qtJWtUURR&#10;SsEWbT309tw8dxc3L0sS3fTfm0Khx2FmvmFmi2gacSPna8sKxqMMBHFhdc2lgq/PzXAKwgdkjY1l&#10;UvBDHhbzfm+GubYd7+l2CKVIEPY5KqhCaHMpfVGRQT+yLXHyztYZDEm6UmqHXYKbRk6y7EkarDkt&#10;VNjSqqLicrgaBfv3Zz657TVe4qnbfXwfy7fjeqnUwyAuX0AEiuE//Nd+1Qqmj2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ikW3GAAAA3AAAAA8AAAAAAAAA&#10;AAAAAAAAoQIAAGRycy9kb3ducmV2LnhtbFBLBQYAAAAABAAEAPkAAACUAwAAAAA=&#10;" strokeweight="0"/>
                  <v:line id="Line 849" o:spid="_x0000_s1237" style="position:absolute;flip:y;visibility:visible;mso-wrap-style:square" from="3700,1553" to="3705,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APGsYAAADcAAAADwAAAGRycy9kb3ducmV2LnhtbESPQWsCMRSE74L/ITzBm2YVbGVrFFFa&#10;SsEWbT309tw8dxc3L0sS3fTfm0Khx2FmvmEWq2gacSPna8sKJuMMBHFhdc2lgq/P59EchA/IGhvL&#10;pOCHPKyW/d4Cc2073tPtEEqRIOxzVFCF0OZS+qIig35sW+Lkna0zGJJ0pdQOuwQ3jZxm2YM0WHNa&#10;qLClTUXF5XA1Cvbvj3xyL9d4iadu9/F9LN+O27VSw0FcP4EIFMN/+K/9qhXMZ1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wDxrGAAAA3AAAAA8AAAAAAAAA&#10;AAAAAAAAoQIAAGRycy9kb3ducmV2LnhtbFBLBQYAAAAABAAEAPkAAACUAwAAAAA=&#10;" strokeweight="0"/>
                  <v:line id="Line 850" o:spid="_x0000_s1238" style="position:absolute;flip:y;visibility:visible;mso-wrap-style:square" from="3710,1548" to="3715,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gcYAAADcAAAADwAAAGRycy9kb3ducmV2LnhtbESPQWsCMRSE74L/ITyhN83W0la2RhFL&#10;RQq1aOuht+fmdXdx87Ik0Y3/3hQKHoeZ+YaZzqNpxJmcry0ruB9lIIgLq2suFXx/vQ0nIHxA1thY&#10;JgUX8jCf9XtTzLXteEvnXShFgrDPUUEVQptL6YuKDPqRbYmT92udwZCkK6V22CW4aeQ4y56kwZrT&#10;QoUtLSsqjruTUbDdPPPBrU7xGA/dx+fPvnzfvy6UuhvExQuIQDHcwv/ttVYweXy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8qoHGAAAA3AAAAA8AAAAAAAAA&#10;AAAAAAAAoQIAAGRycy9kb3ducmV2LnhtbFBLBQYAAAAABAAEAPkAAACUAwAAAAA=&#10;" strokeweight="0"/>
                  <v:line id="Line 851" o:spid="_x0000_s1239" style="position:absolute;flip:y;visibility:visible;mso-wrap-style:square" from="3721,1542" to="3726,1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y9ccAAADcAAAADwAAAGRycy9kb3ducmV2LnhtbESPT2sCMRTE74LfITyhN81W+ke2RhFL&#10;RQq1aOuht+fmdXdx87Ik0Y3f3hQKHoeZ+Q0znUfTiDM5X1tWcD/KQBAXVtdcKvj+ehtOQPiArLGx&#10;TAou5GE+6/emmGvb8ZbOu1CKBGGfo4IqhDaX0hcVGfQj2xIn79c6gyFJV0rtsEtw08hxlj1JgzWn&#10;hQpbWlZUHHcno2C7eeaDW53iMR66j8+fffm+f10odTeIixcQgWK4hf/ba61g8vgAf2fSEZ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FTL1xwAAANwAAAAPAAAAAAAA&#10;AAAAAAAAAKECAABkcnMvZG93bnJldi54bWxQSwUGAAAAAAQABAD5AAAAlQMAAAAA&#10;" strokeweight="0"/>
                  <v:line id="Line 852" o:spid="_x0000_s1240" style="position:absolute;flip:y;visibility:visible;mso-wrap-style:square" from="3732,1536" to="3737,1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mXbsYAAADcAAAADwAAAGRycy9kb3ducmV2LnhtbESPQWsCMRSE7wX/Q3iCt5pVsJWtUURR&#10;SsEWbT309tw8dxc3L0sS3fTfm0Khx2FmvmFmi2gacSPna8sKRsMMBHFhdc2lgq/PzeMUhA/IGhvL&#10;pOCHPCzmvYcZ5tp2vKfbIZQiQdjnqKAKoc2l9EVFBv3QtsTJO1tnMCTpSqkddgluGjnOsidpsOa0&#10;UGFLq4qKy+FqFOzfn/nkttd4iadu9/F9LN+O66VSg35cvoAIFMN/+K/9qhVMJx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Zl27GAAAA3AAAAA8AAAAAAAAA&#10;AAAAAAAAoQIAAGRycy9kb3ducmV2LnhtbFBLBQYAAAAABAAEAPkAAACUAwAAAAA=&#10;" strokeweight="0"/>
                  <v:line id="Line 853" o:spid="_x0000_s1241" style="position:absolute;flip:y;visibility:visible;mso-wrap-style:square" from="3742,1530" to="3748,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sJGcYAAADcAAAADwAAAGRycy9kb3ducmV2LnhtbESPQWsCMRSE70L/Q3iF3jSrUCtbo4hi&#10;KQUr2nro7bl57i5uXpYkuum/N4WCx2FmvmGm82gacSXna8sKhoMMBHFhdc2lgu+vdX8CwgdkjY1l&#10;UvBLHuazh94Uc2073tF1H0qRIOxzVFCF0OZS+qIig35gW+LknawzGJJ0pdQOuwQ3jRxl2VgarDkt&#10;VNjSsqLivL8YBbvPFz66t0s8x2O32f4cyo/DaqHU02NcvIIIFMM9/N9+1wom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LCRnGAAAA3AAAAA8AAAAAAAAA&#10;AAAAAAAAoQIAAGRycy9kb3ducmV2LnhtbFBLBQYAAAAABAAEAPkAAACUAwAAAAA=&#10;" strokeweight="0"/>
                  <v:line id="Line 854" o:spid="_x0000_s1242" style="position:absolute;flip:y;visibility:visible;mso-wrap-style:square" from="3753,1523" to="3759,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esgsYAAADcAAAADwAAAGRycy9kb3ducmV2LnhtbESPQWsCMRSE70L/Q3iF3jSrUJWtUUSx&#10;FMEWbT309tw8dxc3L0sS3fjvm0Khx2FmvmFmi2gacSPna8sKhoMMBHFhdc2lgq/PTX8KwgdkjY1l&#10;UnAnD4v5Q2+GubYd7+l2CKVIEPY5KqhCaHMpfVGRQT+wLXHyztYZDEm6UmqHXYKbRo6ybCwN1pwW&#10;KmxpVVFxOVyNgv37hE/u9Rov8dTtPr6P5fa4Xir19BiXLyACxfAf/mu/aQXT5wn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HrILGAAAA3AAAAA8AAAAAAAAA&#10;AAAAAAAAoQIAAGRycy9kb3ducmV2LnhtbFBLBQYAAAAABAAEAPkAAACUAwAAAAA=&#10;" strokeweight="0"/>
                  <v:line id="Line 855" o:spid="_x0000_s1243" style="position:absolute;flip:y;visibility:visible;mso-wrap-style:square" from="3764,1517" to="3769,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g48MMAAADcAAAADwAAAGRycy9kb3ducmV2LnhtbERPTWsCMRC9F/ofwhS81WwFraxGEUUR&#10;wRZtPXgbN9Pdxc1kSaIb/31zKPT4eN/TeTSNuJPztWUFb/0MBHFhdc2lgu+v9esYhA/IGhvLpOBB&#10;Huaz56cp5tp2fKD7MZQihbDPUUEVQptL6YuKDPq+bYkT92OdwZCgK6V22KVw08hBlo2kwZpTQ4Ut&#10;LSsqrsebUXD4eOeL29ziNV66/ef5VO5Oq4VSvZe4mIAIFMO/+M+91QrGw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YOPDDAAAA3AAAAA8AAAAAAAAAAAAA&#10;AAAAoQIAAGRycy9kb3ducmV2LnhtbFBLBQYAAAAABAAEAPkAAACRAwAAAAA=&#10;" strokeweight="0"/>
                  <v:line id="Line 856" o:spid="_x0000_s1244" style="position:absolute;flip:y;visibility:visible;mso-wrap-style:square" from="3775,1511" to="3780,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da8YAAADcAAAADwAAAGRycy9kb3ducmV2LnhtbESPQWsCMRSE74L/ITyhN81WaGu3RhFL&#10;RQq1aOuht+fmdXdx87Ik0Y3/3hQKHoeZ+YaZzqNpxJmcry0ruB9lIIgLq2suFXx/vQ0nIHxA1thY&#10;JgUX8jCf9XtTzLXteEvnXShFgrDPUUEVQptL6YuKDPqRbYmT92udwZCkK6V22CW4aeQ4yx6lwZrT&#10;QoUtLSsqjruTUbDdPPHBrU7xGA/dx+fPvnzfvy6UuhvExQuIQDHcwv/ttVYweXiG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IUnWvGAAAA3AAAAA8AAAAAAAAA&#10;AAAAAAAAoQIAAGRycy9kb3ducmV2LnhtbFBLBQYAAAAABAAEAPkAAACUAwAAAAA=&#10;" strokeweight="0"/>
                  <v:line id="Line 857" o:spid="_x0000_s1245" style="position:absolute;flip:y;visibility:visible;mso-wrap-style:square" from="3786,1505" to="3790,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S8MAAADcAAAADwAAAGRycy9kb3ducmV2LnhtbERPTWsCMRC9F/wPYQRvNWsPVlajiGIR&#10;wRatHryNm3F3cTNZkuim/745FHp8vO/ZIppGPMn52rKC0TADQVxYXXOp4PS9eZ2A8AFZY2OZFPyQ&#10;h8W89zLDXNuOD/Q8hlKkEPY5KqhCaHMpfVGRQT+0LXHibtYZDAm6UmqHXQo3jXzLsrE0WHNqqLCl&#10;VUXF/fgwCg6f73x1H494j9du/3U5l7vzeqnUoB+XUxCBYvgX/7m3WsFknOanM+kI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C/kvDAAAA3AAAAA8AAAAAAAAAAAAA&#10;AAAAoQIAAGRycy9kb3ducmV2LnhtbFBLBQYAAAAABAAEAPkAAACRAwAAAAA=&#10;" strokeweight="0"/>
                  <v:line id="Line 858" o:spid="_x0000_s1246" style="position:absolute;flip:y;visibility:visible;mso-wrap-style:square" from="3796,1499" to="380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5b0MYAAADcAAAADwAAAGRycy9kb3ducmV2LnhtbESPQWsCMRSE7wX/Q3hCbzWrB5WtUaSi&#10;FMEWbT309ty87i5uXpYkuvHfNwXB4zAz3zCzRTSNuJLztWUFw0EGgriwuuZSwffX+mUKwgdkjY1l&#10;UnAjD4t572mGubYd7+l6CKVIEPY5KqhCaHMpfVGRQT+wLXHyfq0zGJJ0pdQOuwQ3jRxl2VgarDkt&#10;VNjSW0XF+XAxCvYfEz65zSWe46nbff4cy+1xtVTquR+XryACxfAI39vvWsF0PIT/M+k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OW9DGAAAA3AAAAA8AAAAAAAAA&#10;AAAAAAAAoQIAAGRycy9kb3ducmV2LnhtbFBLBQYAAAAABAAEAPkAAACUAwAAAAA=&#10;" strokeweight="0"/>
                  <v:line id="Line 859" o:spid="_x0000_s1247" style="position:absolute;flip:y;visibility:visible;mso-wrap-style:square" from="3806,1492" to="3812,1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zFp8YAAADcAAAADwAAAGRycy9kb3ducmV2LnhtbESPQWsCMRSE7wX/Q3hCbzWrB5WtUaTS&#10;UgQr2nro7bl53V3cvCxJdOO/bwTB4zAz3zCzRTSNuJDztWUFw0EGgriwuuZSwc/3+8sUhA/IGhvL&#10;pOBKHhbz3tMMc2073tFlH0qRIOxzVFCF0OZS+qIig35gW+Lk/VlnMCTpSqkddgluGjnKsrE0WHNa&#10;qLClt4qK0/5sFOy+Jnx0H+d4isdus/09lOvDaqnUcz8uX0EEiuERvrc/tYLpeAS3M+kIy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cxafGAAAA3AAAAA8AAAAAAAAA&#10;AAAAAAAAoQIAAGRycy9kb3ducmV2LnhtbFBLBQYAAAAABAAEAPkAAACUAwAAAAA=&#10;" strokeweight="0"/>
                  <v:line id="Line 860" o:spid="_x0000_s1248" style="position:absolute;flip:y;visibility:visible;mso-wrap-style:square" from="3817,1486" to="382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BgPMYAAADcAAAADwAAAGRycy9kb3ducmV2LnhtbESPQWsCMRSE70L/Q3iF3jSrBStbo4hi&#10;KQUr2nro7bl57i5uXpYkuum/N4WCx2FmvmGm82gacSXna8sKhoMMBHFhdc2lgu+vdX8CwgdkjY1l&#10;UvBLHuazh94Uc2073tF1H0qRIOxzVFCF0OZS+qIig35gW+LknawzGJJ0pdQOuwQ3jRxl2VgarDkt&#10;VNjSsqLivL8YBbvPFz66t0s8x2O32f4cyo/DaqHU02NcvIIIFMM9/N9+1wom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QYDzGAAAA3AAAAA8AAAAAAAAA&#10;AAAAAAAAoQIAAGRycy9kb3ducmV2LnhtbFBLBQYAAAAABAAEAPkAAACUAwAAAAA=&#10;" strokeweight="0"/>
                  <v:line id="Line 861" o:spid="_x0000_s1249" style="position:absolute;flip:y;visibility:visible;mso-wrap-style:square" from="3828,1480" to="3833,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n4SMYAAADcAAAADwAAAGRycy9kb3ducmV2LnhtbESPQWsCMRSE70L/Q3iF3jSrFCtbo4hi&#10;KQUr2nro7bl57i5uXpYkuum/N4WCx2FmvmGm82gacSXna8sKhoMMBHFhdc2lgu+vdX8CwgdkjY1l&#10;UvBLHuazh94Uc2073tF1H0qRIOxzVFCF0OZS+qIig35gW+LknawzGJJ0pdQOuwQ3jRxl2VgarDkt&#10;VNjSsqLivL8YBbvPFz66t0s8x2O32f4cyo/DaqHU02NcvIIIFMM9/N9+1wom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5+EjGAAAA3AAAAA8AAAAAAAAA&#10;AAAAAAAAoQIAAGRycy9kb3ducmV2LnhtbFBLBQYAAAAABAAEAPkAAACUAwAAAAA=&#10;" strokeweight="0"/>
                  <v:line id="Line 862" o:spid="_x0000_s1250" style="position:absolute;flip:y;visibility:visible;mso-wrap-style:square" from="3839,1474" to="3844,1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Vd08YAAADcAAAADwAAAGRycy9kb3ducmV2LnhtbESPQWsCMRSE70L/Q3iF3jSrUCtbo4hi&#10;KQUr2nro7bl57i5uXpYkuum/N4WCx2FmvmGm82gacSXna8sKhoMMBHFhdc2lgu+vdX8CwgdkjY1l&#10;UvBLHuazh94Uc2073tF1H0qRIOxzVFCF0OZS+qIig35gW+LknawzGJJ0pdQOuwQ3jRxl2VgarDkt&#10;VNjSsqLivL8YBbvPFz66t0s8x2O32f4cyo/DaqHU02NcvIIIFMM9/N9+1wom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01XdPGAAAA3AAAAA8AAAAAAAAA&#10;AAAAAAAAoQIAAGRycy9kb3ducmV2LnhtbFBLBQYAAAAABAAEAPkAAACUAwAAAAA=&#10;" strokeweight="0"/>
                  <v:line id="Line 863" o:spid="_x0000_s1251" style="position:absolute;flip:y;visibility:visible;mso-wrap-style:square" from="3850,1468" to="3855,1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fDpMYAAADcAAAADwAAAGRycy9kb3ducmV2LnhtbESPQWsCMRSE70L/Q3gFb5ptD1vZGkVa&#10;WqRQi1oP3p6b5+7i5mVJopv+e1MQPA4z8w0znUfTigs531hW8DTOQBCXVjdcKfjdfowmIHxA1tha&#10;JgV/5GE+exhMsdC25zVdNqESCcK+QAV1CF0hpS9rMujHtiNO3tE6gyFJV0ntsE9w08rnLMulwYbT&#10;Qo0dvdVUnjZno2C9euGD+zzHUzz03z/7XfW1e18oNXyMi1cQgWK4h2/tpVYwyXP4P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3nw6TGAAAA3AAAAA8AAAAAAAAA&#10;AAAAAAAAoQIAAGRycy9kb3ducmV2LnhtbFBLBQYAAAAABAAEAPkAAACUAwAAAAA=&#10;" strokeweight="0"/>
                  <v:line id="Line 864" o:spid="_x0000_s1252" style="position:absolute;flip:y;visibility:visible;mso-wrap-style:square" from="3860,1462" to="3866,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tmP8YAAADcAAAADwAAAGRycy9kb3ducmV2LnhtbESPT2sCMRTE7wW/Q3iCt5q1B5WtUaTS&#10;UoRa/Hfo7bl53V3cvCxJdNNvbwqCx2FmfsPMFtE04krO15YVjIYZCOLC6ppLBYf9+/MUhA/IGhvL&#10;pOCPPCzmvacZ5tp2vKXrLpQiQdjnqKAKoc2l9EVFBv3QtsTJ+7XOYEjSlVI77BLcNPIly8bSYM1p&#10;ocKW3ioqzruLUbDdTPjkPi7xHE/d1/fPsVwfV0ulBv24fAURKIZH+N7+1Aqm4wn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rZj/GAAAA3AAAAA8AAAAAAAAA&#10;AAAAAAAAoQIAAGRycy9kb3ducmV2LnhtbFBLBQYAAAAABAAEAPkAAACUAwAAAAA=&#10;" strokeweight="0"/>
                  <v:line id="Line 865" o:spid="_x0000_s1253" style="position:absolute;flip:y;visibility:visible;mso-wrap-style:square" from="3871,1455" to="38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TyTcMAAADcAAAADwAAAGRycy9kb3ducmV2LnhtbERPTWsCMRC9F/wPYQRvNWsPVlajiGIR&#10;wRatHryNm3F3cTNZkuim/745FHp8vO/ZIppGPMn52rKC0TADQVxYXXOp4PS9eZ2A8AFZY2OZFPyQ&#10;h8W89zLDXNuOD/Q8hlKkEPY5KqhCaHMpfVGRQT+0LXHibtYZDAm6UmqHXQo3jXzLsrE0WHNqqLCl&#10;VUXF/fgwCg6f73x1H494j9du/3U5l7vzeqnUoB+XUxCBYvgX/7m3WsFknNamM+kIyP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08k3DAAAA3AAAAA8AAAAAAAAAAAAA&#10;AAAAoQIAAGRycy9kb3ducmV2LnhtbFBLBQYAAAAABAAEAPkAAACRAwAAAAA=&#10;" strokeweight="0"/>
                  <v:line id="Line 866" o:spid="_x0000_s1254" style="position:absolute;flip:y;visibility:visible;mso-wrap-style:square" from="3881,1449" to="3887,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hX1sYAAADcAAAADwAAAGRycy9kb3ducmV2LnhtbESPQWsCMRSE70L/Q3iCN83ag9WtUaRF&#10;kYItaj309ty87i5uXpYkuvHfN4VCj8PMfMPMl9E04kbO15YVjEcZCOLC6ppLBZ/H9XAKwgdkjY1l&#10;UnAnD8vFQ2+OubYd7+l2CKVIEPY5KqhCaHMpfVGRQT+yLXHyvq0zGJJ0pdQOuwQ3jXzMsok0WHNa&#10;qLCll4qKy+FqFOzfn/jsNtd4iedu9/F1Kt9OryulBv24egYRKIb/8F97qxVMJzP4PZOO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4V9bGAAAA3AAAAA8AAAAAAAAA&#10;AAAAAAAAoQIAAGRycy9kb3ducmV2LnhtbFBLBQYAAAAABAAEAPkAAACUAwAAAAA=&#10;" strokeweight="0"/>
                  <v:line id="Line 867" o:spid="_x0000_s1255" style="position:absolute;flip:y;visibility:visible;mso-wrap-style:square" from="3892,1443" to="3898,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tolsMAAADcAAAADwAAAGRycy9kb3ducmV2LnhtbERPy2oCMRTdF/oP4Ra6qxm7UBmNIpYW&#10;KWjxtXB3nVxnBic3QxKd+PdmUXB5OO/JLJpG3Mj52rKCfi8DQVxYXXOpYL/7/hiB8AFZY2OZFNzJ&#10;w2z6+jLBXNuON3TbhlKkEPY5KqhCaHMpfVGRQd+zLXHiztYZDAm6UmqHXQo3jfzMsoE0WHNqqLCl&#10;RUXFZXs1CjbrIZ/czzVe4qlb/R0P5e/ha67U+1ucj0EEiuEp/ncvtYLRMM1PZ9IRkN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baJbDAAAA3AAAAA8AAAAAAAAAAAAA&#10;AAAAoQIAAGRycy9kb3ducmV2LnhtbFBLBQYAAAAABAAEAPkAAACRAwAAAAA=&#10;" strokeweight="0"/>
                  <v:line id="Line 868" o:spid="_x0000_s1256" style="position:absolute;flip:y;visibility:visible;mso-wrap-style:square" from="3903,1437" to="3908,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fNDcYAAADcAAAADwAAAGRycy9kb3ducmV2LnhtbESPT2sCMRTE7wW/Q3hCbzWrB5WtUaSi&#10;SKEt/jv09ty87i5uXpYkuum3bwqCx2FmfsPMFtE04kbO15YVDAcZCOLC6ppLBcfD+mUKwgdkjY1l&#10;UvBLHhbz3tMMc2073tFtH0qRIOxzVFCF0OZS+qIig35gW+Lk/VhnMCTpSqkddgluGjnKsrE0WHNa&#10;qLClt4qKy/5qFOw+J3x2m2u8xHP38fV9Kt9Pq6VSz/24fAURKIZH+N7eagXTyRD+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XzQ3GAAAA3AAAAA8AAAAAAAAA&#10;AAAAAAAAoQIAAGRycy9kb3ducmV2LnhtbFBLBQYAAAAABAAEAPkAAACUAwAAAAA=&#10;" strokeweight="0"/>
                  <v:line id="Line 869" o:spid="_x0000_s1257" style="position:absolute;flip:y;visibility:visible;mso-wrap-style:square" from="3914,1431" to="391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VTesYAAADcAAAADwAAAGRycy9kb3ducmV2LnhtbESPT2sCMRTE7wW/Q3hCbzWrB5WtUaTS&#10;IoVa/Hfo7bl53V3cvCxJdNNvbwqCx2FmfsPMFtE04krO15YVDAcZCOLC6ppLBYf9+8sUhA/IGhvL&#10;pOCPPCzmvacZ5tp2vKXrLpQiQdjnqKAKoc2l9EVFBv3AtsTJ+7XOYEjSlVI77BLcNHKUZWNpsOa0&#10;UGFLbxUV593FKNhuJnxyH5d4jqfu6/vnWH4eV0ulnvtx+QoiUAyP8L291gqmkxH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FU3rGAAAA3AAAAA8AAAAAAAAA&#10;AAAAAAAAoQIAAGRycy9kb3ducmV2LnhtbFBLBQYAAAAABAAEAPkAAACUAwAAAAA=&#10;" strokeweight="0"/>
                  <v:line id="Line 870" o:spid="_x0000_s1258" style="position:absolute;flip:y;visibility:visible;mso-wrap-style:square" from="3925,1425" to="393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n24cYAAADcAAAADwAAAGRycy9kb3ducmV2LnhtbESPQWsCMRSE70L/Q3iF3jSrBZWtUUSx&#10;FMEWbT309tw8dxc3L0sS3fjvm0Khx2FmvmFmi2gacSPna8sKhoMMBHFhdc2lgq/PTX8KwgdkjY1l&#10;UnAnD4v5Q2+GubYd7+l2CKVIEPY5KqhCaHMpfVGRQT+wLXHyztYZDEm6UmqHXYKbRo6ybCwN1pwW&#10;KmxpVVFxOVyNgv37hE/u9Rov8dTtPr6P5fa4Xir19BiXLyACxfAf/mu/aQXTy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J9uHGAAAA3AAAAA8AAAAAAAAA&#10;AAAAAAAAoQIAAGRycy9kb3ducmV2LnhtbFBLBQYAAAAABAAEAPkAAACUAwAAAAA=&#10;" strokeweight="0"/>
                  <v:line id="Line 871" o:spid="_x0000_s1259" style="position:absolute;flip:y;visibility:visible;mso-wrap-style:square" from="3935,1418" to="3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ulcYAAADcAAAADwAAAGRycy9kb3ducmV2LnhtbESPQWsCMRSE70L/Q3iF3jSrFJWtUUSx&#10;FMEWbT309tw8dxc3L0sS3fjvm0Khx2FmvmFmi2gacSPna8sKhoMMBHFhdc2lgq/PTX8KwgdkjY1l&#10;UnAnD4v5Q2+GubYd7+l2CKVIEPY5KqhCaHMpfVGRQT+wLXHyztYZDEm6UmqHXYKbRo6ybCwN1pwW&#10;KmxpVVFxOVyNgv37hE/u9Rov8dTtPr6P5fa4Xir19BiXLyACxfAf/mu/aQXTy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gbpXGAAAA3AAAAA8AAAAAAAAA&#10;AAAAAAAAoQIAAGRycy9kb3ducmV2LnhtbFBLBQYAAAAABAAEAPkAAACUAwAAAAA=&#10;" strokeweight="0"/>
                  <v:line id="Line 872" o:spid="_x0000_s1260" style="position:absolute;flip:y;visibility:visible;mso-wrap-style:square" from="3946,1412" to="3952,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zLDsYAAADcAAAADwAAAGRycy9kb3ducmV2LnhtbESPQWsCMRSE70L/Q3iF3jSrUJWtUUSx&#10;FMEWbT309tw8dxc3L0sS3fjvm0Khx2FmvmFmi2gacSPna8sKhoMMBHFhdc2lgq/PTX8KwgdkjY1l&#10;UnAnD4v5Q2+GubYd7+l2CKVIEPY5KqhCaHMpfVGRQT+wLXHyztYZDEm6UmqHXYKbRo6ybCwN1pwW&#10;KmxpVVFxOVyNgv37hE/u9Rov8dTtPr6P5fa4Xir19BiXLyACxfAf/mu/aQXTyTP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syw7GAAAA3AAAAA8AAAAAAAAA&#10;AAAAAAAAoQIAAGRycy9kb3ducmV2LnhtbFBLBQYAAAAABAAEAPkAAACUAwAAAAA=&#10;" strokeweight="0"/>
                  <v:line id="Line 873" o:spid="_x0000_s1261" style="position:absolute;flip:y;visibility:visible;mso-wrap-style:square" from="3957,1406" to="3962,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5VecYAAADcAAAADwAAAGRycy9kb3ducmV2LnhtbESPT2sCMRTE7wW/Q3iCt5q1B5WtUaTS&#10;UoRa/Hfo7bl53V3cvCxJdNNvbwqCx2FmfsPMFtE04krO15YVjIYZCOLC6ppLBYf9+/MUhA/IGhvL&#10;pOCPPCzmvacZ5tp2vKXrLpQiQdjnqKAKoc2l9EVFBv3QtsTJ+7XOYEjSlVI77BLcNPIly8bSYM1p&#10;ocKW3ioqzruLUbDdTPjkPi7xHE/d1/fPsVwfV0ulBv24fAURKIZH+N7+1AqmkzH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VXnGAAAA3AAAAA8AAAAAAAAA&#10;AAAAAAAAoQIAAGRycy9kb3ducmV2LnhtbFBLBQYAAAAABAAEAPkAAACUAwAAAAA=&#10;" strokeweight="0"/>
                  <v:line id="Line 874" o:spid="_x0000_s1262" style="position:absolute;flip:y;visibility:visible;mso-wrap-style:square" from="3968,1401" to="3972,1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Lw4sYAAADcAAAADwAAAGRycy9kb3ducmV2LnhtbESPQWsCMRSE7wX/Q3hCbzVrD11ZjSKW&#10;llKoRasHb8/Nc3dx87Ik0U3/vSkIPQ4z8w0zW0TTiis531hWMB5lIIhLqxuuFOx+3p4mIHxA1tha&#10;JgW/5GExHzzMsNC25w1dt6ESCcK+QAV1CF0hpS9rMuhHtiNO3sk6gyFJV0ntsE9w08rnLHuRBhtO&#10;CzV2tKqpPG8vRsFmnfPRvV/iOR77r+/Dvvrcvy6VehzG5RREoBj+w/f2h1YwyXP4O5OO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y8OLGAAAA3AAAAA8AAAAAAAAA&#10;AAAAAAAAoQIAAGRycy9kb3ducmV2LnhtbFBLBQYAAAAABAAEAPkAAACUAwAAAAA=&#10;" strokeweight="0"/>
                  <v:line id="Line 875" o:spid="_x0000_s1263" style="position:absolute;flip:y;visibility:visible;mso-wrap-style:square" from="3978,1394" to="3983,1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1kkMMAAADcAAAADwAAAGRycy9kb3ducmV2LnhtbERPy2oCMRTdF/oP4Ra6qxm7UBmNIpYW&#10;KWjxtXB3nVxnBic3QxKd+PdmUXB5OO/JLJpG3Mj52rKCfi8DQVxYXXOpYL/7/hiB8AFZY2OZFNzJ&#10;w2z6+jLBXNuON3TbhlKkEPY5KqhCaHMpfVGRQd+zLXHiztYZDAm6UmqHXQo3jfzMsoE0WHNqqLCl&#10;RUXFZXs1CjbrIZ/czzVe4qlb/R0P5e/ha67U+1ucj0EEiuEp/ncvtYLRMK1NZ9IRkN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btZJDDAAAA3AAAAA8AAAAAAAAAAAAA&#10;AAAAoQIAAGRycy9kb3ducmV2LnhtbFBLBQYAAAAABAAEAPkAAACRAwAAAAA=&#10;" strokeweight="0"/>
                  <v:line id="Line 876" o:spid="_x0000_s1264" style="position:absolute;flip:y;visibility:visible;mso-wrap-style:square" from="3989,1388" to="3994,1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HBC8YAAADcAAAADwAAAGRycy9kb3ducmV2LnhtbESPQWsCMRSE74L/ITyhN83aQ9WtUcTS&#10;IkJb1Hro7bl53V3cvCxJdNN/b4RCj8PMfMPMl9E04krO15YVjEcZCOLC6ppLBV+H1+EUhA/IGhvL&#10;pOCXPCwX/d4cc2073tF1H0qRIOxzVFCF0OZS+qIig35kW+Lk/VhnMCTpSqkddgluGvmYZU/SYM1p&#10;ocKW1hUV5/3FKNh9TPjk3i7xHE/d++f3sdweX1ZKPQzi6hlEoBj+w3/tjVYwnczgfiYd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hwQvGAAAA3AAAAA8AAAAAAAAA&#10;AAAAAAAAoQIAAGRycy9kb3ducmV2LnhtbFBLBQYAAAAABAAEAPkAAACUAwAAAAA=&#10;" strokeweight="0"/>
                  <v:line id="Line 877" o:spid="_x0000_s1265" style="position:absolute;flip:y;visibility:visible;mso-wrap-style:square" from="3999,1382" to="4005,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YscMAAADcAAAADwAAAGRycy9kb3ducmV2LnhtbERPy2oCMRTdF/yHcAV3NWMXOkyNIpWW&#10;UqjF16K76+R2ZnByMyTRiX9vFgWXh/OeL6NpxZWcbywrmIwzEMSl1Q1XCg779+cchA/IGlvLpOBG&#10;HpaLwdMcC2173tJ1FyqRQtgXqKAOoSuk9GVNBv3YdsSJ+7POYEjQVVI77FO4aeVLlk2lwYZTQ40d&#10;vdVUnncXo2C7mfHJfVziOZ7675/fY/V1XK+UGg3j6hVEoBge4n/3p1aQ52l+OpOOgF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OGLHDAAAA3AAAAA8AAAAAAAAAAAAA&#10;AAAAoQIAAGRycy9kb3ducmV2LnhtbFBLBQYAAAAABAAEAPkAAACRAwAAAAA=&#10;" strokeweight="0"/>
                  <v:line id="Line 878" o:spid="_x0000_s1266" style="position:absolute;flip:y;visibility:visible;mso-wrap-style:square" from="4010,1376" to="4016,1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K9KsYAAADcAAAADwAAAGRycy9kb3ducmV2LnhtbESPT2sCMRTE7wW/Q3hCbzVrD+2yGkWU&#10;llJoi/8O3p6b5+7i5mVJopt++6YgeBxm5jfMdB5NK67kfGNZwXiUgSAurW64UrDbvj3lIHxA1tha&#10;JgW/5GE+GzxMsdC25zVdN6ESCcK+QAV1CF0hpS9rMuhHtiNO3sk6gyFJV0ntsE9w08rnLHuRBhtO&#10;CzV2tKypPG8uRsH6+5WP7v0Sz/HYf/0c9tXnfrVQ6nEYFxMQgWK4h2/tD60gz8fwfyYdATn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CvSrGAAAA3AAAAA8AAAAAAAAA&#10;AAAAAAAAoQIAAGRycy9kb3ducmV2LnhtbFBLBQYAAAAABAAEAPkAAACUAwAAAAA=&#10;" strokeweight="0"/>
                  <v:line id="Line 879" o:spid="_x0000_s1267" style="position:absolute;flip:y;visibility:visible;mso-wrap-style:square" from="4021,1370" to="4026,1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AjXcYAAADcAAAADwAAAGRycy9kb3ducmV2LnhtbESPQWsCMRSE70L/Q3gFb5qtB7tsjSIt&#10;LaVQi1oP3p6b5+7i5mVJopv+e1MQPA4z8w0zW0TTigs531hW8DTOQBCXVjdcKfjdvo9yED4ga2wt&#10;k4I/8rCYPwxmWGjb85oum1CJBGFfoII6hK6Q0pc1GfRj2xEn72idwZCkq6R22Ce4aeUky6bSYMNp&#10;ocaOXmsqT5uzUbBePfPBfZzjKR7675/9rvravS2VGj7G5QuIQDHcw7f2p1aQ5xP4P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QI13GAAAA3AAAAA8AAAAAAAAA&#10;AAAAAAAAoQIAAGRycy9kb3ducmV2LnhtbFBLBQYAAAAABAAEAPkAAACUAwAAAAA=&#10;" strokeweight="0"/>
                  <v:line id="Line 880" o:spid="_x0000_s1268" style="position:absolute;flip:y;visibility:visible;mso-wrap-style:square" from="4032,1364" to="4037,1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GxsYAAADcAAAADwAAAGRycy9kb3ducmV2LnhtbESPQWsCMRSE70L/Q3iF3jRbC7psjSKV&#10;llJoRVsP3p6b5+7i5mVJohv/fVMQehxm5htmtoimFRdyvrGs4HGUgSAurW64UvDz/TrMQfiArLG1&#10;TAqu5GExvxvMsNC25w1dtqESCcK+QAV1CF0hpS9rMuhHtiNO3tE6gyFJV0ntsE9w08pxlk2kwYbT&#10;Qo0dvdRUnrZno2DzNeWDezvHUzz0n+v9rvrYrZZKPdzH5TOIQDH8h2/td60gz5/g70w6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2chsbGAAAA3AAAAA8AAAAAAAAA&#10;AAAAAAAAoQIAAGRycy9kb3ducmV2LnhtbFBLBQYAAAAABAAEAPkAAACUAwAAAAA=&#10;" strokeweight="0"/>
                  <v:line id="Line 881" o:spid="_x0000_s1269" style="position:absolute;flip:y;visibility:visible;mso-wrap-style:square" from="4043,1357" to="4048,1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UessYAAADcAAAADwAAAGRycy9kb3ducmV2LnhtbESPQWsCMRSE70L/Q3iF3jRbKbpsjSKV&#10;llJoRVsP3p6b5+7i5mVJohv/fVMQehxm5htmtoimFRdyvrGs4HGUgSAurW64UvDz/TrMQfiArLG1&#10;TAqu5GExvxvMsNC25w1dtqESCcK+QAV1CF0hpS9rMuhHtiNO3tE6gyFJV0ntsE9w08pxlk2kwYbT&#10;Qo0dvdRUnrZno2DzNeWDezvHUzz0n+v9rvrYrZZKPdzH5TOIQDH8h2/td60gz5/g70w6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1HrLGAAAA3AAAAA8AAAAAAAAA&#10;AAAAAAAAoQIAAGRycy9kb3ducmV2LnhtbFBLBQYAAAAABAAEAPkAAACUAwAAAAA=&#10;" strokeweight="0"/>
                  <v:line id="Line 882" o:spid="_x0000_s1270" style="position:absolute;flip:y;visibility:visible;mso-wrap-style:square" from="4053,1351" to="4058,1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m7KcYAAADcAAAADwAAAGRycy9kb3ducmV2LnhtbESPQWsCMRSE70L/Q3iF3jRbobpsjSKV&#10;llJoRVsP3p6b5+7i5mVJohv/fVMQehxm5htmtoimFRdyvrGs4HGUgSAurW64UvDz/TrMQfiArLG1&#10;TAqu5GExvxvMsNC25w1dtqESCcK+QAV1CF0hpS9rMuhHtiNO3tE6gyFJV0ntsE9w08pxlk2kwYbT&#10;Qo0dvdRUnrZno2DzNeWDezvHUzz0n+v9rvrYrZZKPdzH5TOIQDH8h2/td60gz5/g70w6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05uynGAAAA3AAAAA8AAAAAAAAA&#10;AAAAAAAAoQIAAGRycy9kb3ducmV2LnhtbFBLBQYAAAAABAAEAPkAAACUAwAAAAA=&#10;" strokeweight="0"/>
                  <v:line id="Line 883" o:spid="_x0000_s1271" style="position:absolute;flip:y;visibility:visible;mso-wrap-style:square" from="4064,1345" to="4069,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slXsYAAADcAAAADwAAAGRycy9kb3ducmV2LnhtbESPQWsCMRSE70L/Q3iF3jTbHnTZGkVa&#10;WopgRVsP3p6b5+7i5mVJohv/fSMIPQ4z8w0znUfTigs531hW8DzKQBCXVjdcKfj9+RjmIHxA1tha&#10;JgVX8jCfPQymWGjb84Yu21CJBGFfoII6hK6Q0pc1GfQj2xEn72idwZCkq6R22Ce4aeVLlo2lwYbT&#10;Qo0dvdVUnrZno2DzPeGD+zzHUzz0q/V+Vy137wulnh7j4hVEoBj+w/f2l1aQ52O4nU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3rJV7GAAAA3AAAAA8AAAAAAAAA&#10;AAAAAAAAoQIAAGRycy9kb3ducmV2LnhtbFBLBQYAAAAABAAEAPkAAACUAwAAAAA=&#10;" strokeweight="0"/>
                  <v:line id="Line 884" o:spid="_x0000_s1272" style="position:absolute;flip:y;visibility:visible;mso-wrap-style:square" from="4074,1339" to="4080,1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eAxcYAAADcAAAADwAAAGRycy9kb3ducmV2LnhtbESPQWsCMRSE7wX/Q3hCbzXbHnTZGkUq&#10;Fim0Ra0Hb8/Nc3dx87Ik0U3/fVMQPA4z8w0znUfTiis531hW8DzKQBCXVjdcKfjZrZ5yED4ga2wt&#10;k4Jf8jCfDR6mWGjb84au21CJBGFfoII6hK6Q0pc1GfQj2xEn72SdwZCkq6R22Ce4aeVLlo2lwYbT&#10;Qo0dvdVUnrcXo2DzNeGje7/Eczz2n9+HffWxXy6UehzGxSuIQDHcw7f2WivI8wn8n0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KngMXGAAAA3AAAAA8AAAAAAAAA&#10;AAAAAAAAoQIAAGRycy9kb3ducmV2LnhtbFBLBQYAAAAABAAEAPkAAACUAwAAAAA=&#10;" strokeweight="0"/>
                  <v:line id="Line 885" o:spid="_x0000_s1273" style="position:absolute;flip:y;visibility:visible;mso-wrap-style:square" from="4085,1333" to="4091,1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gUt8MAAADcAAAADwAAAGRycy9kb3ducmV2LnhtbERPy2oCMRTdF/yHcAV3NWMXOkyNIpWW&#10;UqjF16K76+R2ZnByMyTRiX9vFgWXh/OeL6NpxZWcbywrmIwzEMSl1Q1XCg779+cchA/IGlvLpOBG&#10;HpaLwdMcC2173tJ1FyqRQtgXqKAOoSuk9GVNBv3YdsSJ+7POYEjQVVI77FO4aeVLlk2lwYZTQ40d&#10;vdVUnncXo2C7mfHJfVziOZ7675/fY/V1XK+UGg3j6hVEoBge4n/3p1aQ52ltOpOOgF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4FLfDAAAA3AAAAA8AAAAAAAAAAAAA&#10;AAAAoQIAAGRycy9kb3ducmV2LnhtbFBLBQYAAAAABAAEAPkAAACRAwAAAAA=&#10;" strokeweight="0"/>
                  <v:line id="Line 886" o:spid="_x0000_s1274" style="position:absolute;flip:y;visibility:visible;mso-wrap-style:square" from="4096,1327" to="4101,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SxLMcAAADcAAAADwAAAGRycy9kb3ducmV2LnhtbESPT2sCMRTE74V+h/AK3mrWHtrtahRp&#10;aZFCK/47eHtunruLm5cliW767Y1Q6HGYmd8wk1k0rbiQ841lBaNhBoK4tLrhSsF28/GYg/ABWWNr&#10;mRT8kofZ9P5ugoW2Pa/osg6VSBD2BSqoQ+gKKX1Zk0E/tB1x8o7WGQxJukpqh32Cm1Y+ZdmzNNhw&#10;Wqixo7eaytP6bBSsfl744D7P8RQP/fdyv6u+du9zpQYPcT4GESiG//Bfe6EV5Pkr3M6kI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dLEsxwAAANwAAAAPAAAAAAAA&#10;AAAAAAAAAKECAABkcnMvZG93bnJldi54bWxQSwUGAAAAAAQABAD5AAAAlQMAAAAA&#10;" strokeweight="0"/>
                  <v:line id="Line 887" o:spid="_x0000_s1275" style="position:absolute;flip:y;visibility:visible;mso-wrap-style:square" from="4107,1320" to="4112,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eObMMAAADcAAAADwAAAGRycy9kb3ducmV2LnhtbERPTWsCMRC9F/ofwhS81Ww9qF2NIooi&#10;gi3aevA2bqa7i5vJkkQ3/vvmUOjx8b6n82gacSfna8sK3voZCOLC6ppLBd9f69cxCB+QNTaWScGD&#10;PMxnz09TzLXt+ED3YyhFCmGfo4IqhDaX0hcVGfR92xIn7sc6gyFBV0rtsEvhppGDLBtKgzWnhgpb&#10;WlZUXI83o+DwMeKL29ziNV66/ef5VO5Oq4VSvZe4mIAIFMO/+M+91QrG72l+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XjmzDAAAA3AAAAA8AAAAAAAAAAAAA&#10;AAAAoQIAAGRycy9kb3ducmV2LnhtbFBLBQYAAAAABAAEAPkAAACRAwAAAAA=&#10;" strokeweight="0"/>
                  <v:line id="Line 888" o:spid="_x0000_s1276" style="position:absolute;flip:y;visibility:visible;mso-wrap-style:square" from="4118,1314" to="4123,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sr98YAAADcAAAADwAAAGRycy9kb3ducmV2LnhtbESPQWsCMRSE7wX/Q3iCt5q1B6tbo4hS&#10;kUIraj309ty87i5uXpYkuum/bwoFj8PMfMPMFtE04kbO15YVjIYZCOLC6ppLBZ/H18cJCB+QNTaW&#10;ScEPeVjMew8zzLXteE+3QyhFgrDPUUEVQptL6YuKDPqhbYmT922dwZCkK6V22CW4aeRTlo2lwZrT&#10;QoUtrSoqLoerUbD/eOaz21zjJZ67993XqXw7rZdKDfpx+QIiUAz38H97qxVMpiP4O5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bK/fGAAAA3AAAAA8AAAAAAAAA&#10;AAAAAAAAoQIAAGRycy9kb3ducmV2LnhtbFBLBQYAAAAABAAEAPkAAACUAwAAAAA=&#10;" strokeweight="0"/>
                  <v:line id="Line 889" o:spid="_x0000_s1277" style="position:absolute;flip:y;visibility:visible;mso-wrap-style:square" from="4128,1308" to="413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m1gMYAAADcAAAADwAAAGRycy9kb3ducmV2LnhtbESPQWsCMRSE74L/IbyCN83WQ2u3RhFL&#10;ixSsaOuht+fmdXdx87Ik0Y3/3ggFj8PMfMNM59E04kzO15YVPI4yEMSF1TWXCn6+34cTED4ga2ws&#10;k4ILeZjP+r0p5tp2vKXzLpQiQdjnqKAKoc2l9EVFBv3ItsTJ+7POYEjSlVI77BLcNHKcZU/SYM1p&#10;ocKWlhUVx93JKNh+PfPBfZziMR669eZ3X37u3xZKDR7i4hVEoBju4f/2SiuYvIzhdiYd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JtYDGAAAA3AAAAA8AAAAAAAAA&#10;AAAAAAAAoQIAAGRycy9kb3ducmV2LnhtbFBLBQYAAAAABAAEAPkAAACUAwAAAAA=&#10;" strokeweight="0"/>
                  <v:line id="Line 890" o:spid="_x0000_s1278" style="position:absolute;flip:y;visibility:visible;mso-wrap-style:square" from="4139,1302" to="4145,1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UQG8YAAADcAAAADwAAAGRycy9kb3ducmV2LnhtbESPQWsCMRSE74L/ITyhN83WQmu3RhFL&#10;RQq1aOuht+fmdXdx87Ik0Y3/3hQKHoeZ+YaZzqNpxJmcry0ruB9lIIgLq2suFXx/vQ0nIHxA1thY&#10;JgUX8jCf9XtTzLXteEvnXShFgrDPUUEVQptL6YuKDPqRbYmT92udwZCkK6V22CW4aeQ4yx6lwZrT&#10;QoUtLSsqjruTUbDdPPHBrU7xGA/dx+fPvnzfvy6UuhvExQuIQDHcwv/ttVYweX6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hFEBvGAAAA3AAAAA8AAAAAAAAA&#10;AAAAAAAAoQIAAGRycy9kb3ducmV2LnhtbFBLBQYAAAAABAAEAPkAAACUAwAAAAA=&#10;" strokeweight="0"/>
                  <v:line id="Line 891" o:spid="_x0000_s1279" style="position:absolute;flip:y;visibility:visible;mso-wrap-style:square" from="4149,1296" to="4155,1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yIb8YAAADcAAAADwAAAGRycy9kb3ducmV2LnhtbESPQWsCMRSE74L/ITyhN81WSmu3RhFL&#10;RQq1aOuht+fmdXdx87Ik0Y3/3hQKHoeZ+YaZzqNpxJmcry0ruB9lIIgLq2suFXx/vQ0nIHxA1thY&#10;JgUX8jCf9XtTzLXteEvnXShFgrDPUUEVQptL6YuKDPqRbYmT92udwZCkK6V22CW4aeQ4yx6lwZrT&#10;QoUtLSsqjruTUbDdPPHBrU7xGA/dx+fPvnzfvy6UuhvExQuIQDHcwv/ttVYweX6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esiG/GAAAA3AAAAA8AAAAAAAAA&#10;AAAAAAAAoQIAAGRycy9kb3ducmV2LnhtbFBLBQYAAAAABAAEAPkAAACUAwAAAAA=&#10;" strokeweight="0"/>
                  <v:line id="Line 892" o:spid="_x0000_s1280" style="position:absolute;flip:y;visibility:visible;mso-wrap-style:square" from="4160,1289" to="4165,1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At9MYAAADcAAAADwAAAGRycy9kb3ducmV2LnhtbESPQWsCMRSE74L/ITyhN81WaGu3RhFL&#10;RQq1aOuht+fmdXdx87Ik0Y3/3hQKHoeZ+YaZzqNpxJmcry0ruB9lIIgLq2suFXx/vQ0nIHxA1thY&#10;JgUX8jCf9XtTzLXteEvnXShFgrDPUUEVQptL6YuKDPqRbYmT92udwZCkK6V22CW4aeQ4yx6lwZrT&#10;QoUtLSsqjruTUbDdPPHBrU7xGA/dx+fPvnzfvy6UuhvExQuIQDHcwv/ttVYweX6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gLfTGAAAA3AAAAA8AAAAAAAAA&#10;AAAAAAAAoQIAAGRycy9kb3ducmV2LnhtbFBLBQYAAAAABAAEAPkAAACUAwAAAAA=&#10;" strokeweight="0"/>
                  <v:line id="Line 893" o:spid="_x0000_s1281" style="position:absolute;flip:y;visibility:visible;mso-wrap-style:square" from="4171,1283" to="4176,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Kzg8YAAADcAAAADwAAAGRycy9kb3ducmV2LnhtbESPQWsCMRSE70L/Q3iCN83ag9WtUaRF&#10;kYItaj309ty87i5uXpYkuvHfN4VCj8PMfMPMl9E04kbO15YVjEcZCOLC6ppLBZ/H9XAKwgdkjY1l&#10;UnAnD8vFQ2+OubYd7+l2CKVIEPY5KqhCaHMpfVGRQT+yLXHyvq0zGJJ0pdQOuwQ3jXzMsok0WHNa&#10;qLCll4qKy+FqFOzfn/jsNtd4iedu9/F1Kt9OryulBv24egYRKIb/8F97qxVMZxP4PZOO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ys4PGAAAA3AAAAA8AAAAAAAAA&#10;AAAAAAAAoQIAAGRycy9kb3ducmV2LnhtbFBLBQYAAAAABAAEAPkAAACUAwAAAAA=&#10;" strokeweight="0"/>
                  <v:line id="Line 894" o:spid="_x0000_s1282" style="position:absolute;flip:y;visibility:visible;mso-wrap-style:square" from="4182,1277" to="4187,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4WGMYAAADcAAAADwAAAGRycy9kb3ducmV2LnhtbESPQWsCMRSE74L/ITyhN83aQ9WtUcTS&#10;IkJb1Hro7bl53V3cvCxJdNN/b4RCj8PMfMPMl9E04krO15YVjEcZCOLC6ppLBV+H1+EUhA/IGhvL&#10;pOCXPCwX/d4cc2073tF1H0qRIOxzVFCF0OZS+qIig35kW+Lk/VhnMCTpSqkddgluGvmYZU/SYM1p&#10;ocKW1hUV5/3FKNh9TPjk3i7xHE/d++f3sdweX1ZKPQzi6hlEoBj+w3/tjVYwnU3gfiYd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FhjGAAAA3AAAAA8AAAAAAAAA&#10;AAAAAAAAoQIAAGRycy9kb3ducmV2LnhtbFBLBQYAAAAABAAEAPkAAACUAwAAAAA=&#10;" strokeweight="0"/>
                  <v:line id="Line 895" o:spid="_x0000_s1283" style="position:absolute;flip:y;visibility:visible;mso-wrap-style:square" from="4192,1271" to="4198,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GCasMAAADcAAAADwAAAGRycy9kb3ducmV2LnhtbERPTWsCMRC9F/ofwhS81Ww9qF2NIooi&#10;gi3aevA2bqa7i5vJkkQ3/vvmUOjx8b6n82gacSfna8sK3voZCOLC6ppLBd9f69cxCB+QNTaWScGD&#10;PMxnz09TzLXt+ED3YyhFCmGfo4IqhDaX0hcVGfR92xIn7sc6gyFBV0rtsEvhppGDLBtKgzWnhgpb&#10;WlZUXI83o+DwMeKL29ziNV66/ef5VO5Oq4VSvZe4mIAIFMO/+M+91QrG72lt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hgmrDAAAA3AAAAA8AAAAAAAAAAAAA&#10;AAAAoQIAAGRycy9kb3ducmV2LnhtbFBLBQYAAAAABAAEAPkAAACRAwAAAAA=&#10;" strokeweight="0"/>
                  <v:line id="Line 896" o:spid="_x0000_s1284" style="position:absolute;flip:y;visibility:visible;mso-wrap-style:square" from="4203,1265" to="4209,1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0n8cYAAADcAAAADwAAAGRycy9kb3ducmV2LnhtbESPQWsCMRSE70L/Q3iF3jSrh6pbo4hi&#10;KYIt2nro7bl57i5uXpYkuvHfN4VCj8PMfMPMFtE04kbO15YVDAcZCOLC6ppLBV+fm/4EhA/IGhvL&#10;pOBOHhbzh94Mc2073tPtEEqRIOxzVFCF0OZS+qIig35gW+Lkna0zGJJ0pdQOuwQ3jRxl2bM0WHNa&#10;qLClVUXF5XA1CvbvYz6512u8xFO3+/g+ltvjeqnU02NcvoAIFMN/+K/9phVMplP4PZOOgJ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mtJ/HGAAAA3AAAAA8AAAAAAAAA&#10;AAAAAAAAoQIAAGRycy9kb3ducmV2LnhtbFBLBQYAAAAABAAEAPkAAACUAwAAAAA=&#10;" strokeweight="0"/>
                  <v:line id="Line 897" o:spid="_x0000_s1285" style="position:absolute;flip:y;visibility:visible;mso-wrap-style:square" from="4214,1259" to="4219,1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wUdsMAAADcAAAADwAAAGRycy9kb3ducmV2LnhtbERPTWsCMRC9F/ofwgjealYP2q5GkYpS&#10;Cq1o9eBt3Iy7i5vJkkQ3/vvmUOjx8b5ni2gacSfna8sKhoMMBHFhdc2lgsPP+uUVhA/IGhvLpOBB&#10;Hhbz56cZ5tp2vKP7PpQihbDPUUEVQptL6YuKDPqBbYkTd7HOYEjQlVI77FK4aeQoy8bSYM2pocKW&#10;3isqrvubUbD7nvDZbW7xGs/d1/Z0LD+Pq6VS/V5cTkEEiuFf/Of+0Aresj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8FHbDAAAA3AAAAA8AAAAAAAAAAAAA&#10;AAAAoQIAAGRycy9kb3ducmV2LnhtbFBLBQYAAAAABAAEAPkAAACRAwAAAAA=&#10;" strokeweight="0"/>
                  <v:line id="Line 898" o:spid="_x0000_s1286" style="position:absolute;flip:y;visibility:visible;mso-wrap-style:square" from="4225,1253" to="4230,1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Cx7cYAAADcAAAADwAAAGRycy9kb3ducmV2LnhtbESPQWsCMRSE70L/Q3iF3jSrh1a3RpFK&#10;iwhWtPXQ23Pzuru4eVmS6Kb/3hQEj8PMfMNM59E04kLO15YVDAcZCOLC6ppLBd9f7/0xCB+QNTaW&#10;ScEfeZjPHnpTzLXteEeXfShFgrDPUUEVQptL6YuKDPqBbYmT92udwZCkK6V22CW4aeQoy56lwZrT&#10;QoUtvVVUnPZno2D3+cJH93GOp3jsNtufQ7k+LBdKPT3GxSuIQDHcw7f2SiuYZEP4P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wse3GAAAA3AAAAA8AAAAAAAAA&#10;AAAAAAAAoQIAAGRycy9kb3ducmV2LnhtbFBLBQYAAAAABAAEAPkAAACUAwAAAAA=&#10;" strokeweight="0"/>
                  <v:line id="Line 899" o:spid="_x0000_s1287" style="position:absolute;flip:y;visibility:visible;mso-wrap-style:square" from="4236,1247" to="4240,1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IvmsYAAADcAAAADwAAAGRycy9kb3ducmV2LnhtbESPQWsCMRSE74L/ITyhN83WQ6tbo0hL&#10;iwhWtPXQ23Pzuru4eVmS6Kb/3hQEj8PMfMPMFtE04kLO15YVPI4yEMSF1TWXCr6/3ocTED4ga2ws&#10;k4I/8rCY93szzLXteEeXfShFgrDPUUEVQptL6YuKDPqRbYmT92udwZCkK6V22CW4aeQ4y56kwZrT&#10;QoUtvVZUnPZno2D3+cxH93GOp3jsNtufQ7k+vC2VehjE5QuIQDHcw7f2SiuYZmP4P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L5rGAAAA3AAAAA8AAAAAAAAA&#10;AAAAAAAAoQIAAGRycy9kb3ducmV2LnhtbFBLBQYAAAAABAAEAPkAAACUAwAAAAA=&#10;" strokeweight="0"/>
                  <v:line id="Line 900" o:spid="_x0000_s1288" style="position:absolute;flip:y;visibility:visible;mso-wrap-style:square" from="4246,1241" to="4251,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6KAcYAAADcAAAADwAAAGRycy9kb3ducmV2LnhtbESPQWsCMRSE7wX/Q3gFbzVbC7bdGkWU&#10;ighatPXQ23Pzuru4eVmS6MZ/bwqFHoeZ+YYZT6NpxIWcry0reBxkIIgLq2suFXx9vj+8gPABWWNj&#10;mRRcycN00rsbY65txzu67EMpEoR9jgqqENpcSl9UZNAPbEucvB/rDIYkXSm1wy7BTSOHWTaSBmtO&#10;CxW2NK+oOO3PRsFu+8xHtzzHUzx2m4/vQ7k+LGZK9e/j7A1EoBj+w3/tlVbwmj3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uigHGAAAA3AAAAA8AAAAAAAAA&#10;AAAAAAAAoQIAAGRycy9kb3ducmV2LnhtbFBLBQYAAAAABAAEAPkAAACUAwAAAAA=&#10;" strokeweight="0"/>
                  <v:line id="Line 901" o:spid="_x0000_s1289" style="position:absolute;flip:y;visibility:visible;mso-wrap-style:square" from="4256,1235" to="4262,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cSdcYAAADcAAAADwAAAGRycy9kb3ducmV2LnhtbESPQWsCMRSE7wX/Q3gFbzVbKbbdGkWU&#10;ighatPXQ23Pzuru4eVmS6MZ/bwqFHoeZ+YYZT6NpxIWcry0reBxkIIgLq2suFXx9vj+8gPABWWNj&#10;mRRcycN00rsbY65txzu67EMpEoR9jgqqENpcSl9UZNAPbEucvB/rDIYkXSm1wy7BTSOHWTaSBmtO&#10;CxW2NK+oOO3PRsFu+8xHtzzHUzx2m4/vQ7k+LGZK9e/j7A1EoBj+w3/tlVbwmj3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lHEnXGAAAA3AAAAA8AAAAAAAAA&#10;AAAAAAAAoQIAAGRycy9kb3ducmV2LnhtbFBLBQYAAAAABAAEAPkAAACUAwAAAAA=&#10;" strokeweight="0"/>
                  <v:line id="Line 902" o:spid="_x0000_s1290" style="position:absolute;flip:y;visibility:visible;mso-wrap-style:square" from="4267,1228" to="4273,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u37sYAAADcAAAADwAAAGRycy9kb3ducmV2LnhtbESPQWsCMRSE7wX/Q3gFbzVbobbdGkWU&#10;ighatPXQ23Pzuru4eVmS6MZ/bwqFHoeZ+YYZT6NpxIWcry0reBxkIIgLq2suFXx9vj+8gPABWWNj&#10;mRRcycN00rsbY65txzu67EMpEoR9jgqqENpcSl9UZNAPbEucvB/rDIYkXSm1wy7BTSOHWTaSBmtO&#10;CxW2NK+oOO3PRsFu+8xHtzzHUzx2m4/vQ7k+LGZK9e/j7A1EoBj+w3/tlVbwmj3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Lt+7GAAAA3AAAAA8AAAAAAAAA&#10;AAAAAAAAoQIAAGRycy9kb3ducmV2LnhtbFBLBQYAAAAABAAEAPkAAACUAwAAAAA=&#10;" strokeweight="0"/>
                  <v:line id="Line 903" o:spid="_x0000_s1291" style="position:absolute;flip:y;visibility:visible;mso-wrap-style:square" from="4278,1222" to="4284,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kpmcYAAADcAAAADwAAAGRycy9kb3ducmV2LnhtbESPT2sCMRTE7wW/Q3hCbzVbD7auRpEW&#10;iwit+O/g7bl53V3cvCxJdNNv3xQKHoeZ+Q0znUfTiBs5X1tW8DzIQBAXVtdcKjjsl0+vIHxA1thY&#10;JgU/5GE+6z1MMde24y3ddqEUCcI+RwVVCG0upS8qMugHtiVO3rd1BkOSrpTaYZfgppHDLBtJgzWn&#10;hQpbequouOyuRsH264XP7uMaL/HcfW5Ox3J9fF8o9diPiwmIQDHcw//tlVYwzkbwdyYd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bZKZnGAAAA3AAAAA8AAAAAAAAA&#10;AAAAAAAAoQIAAGRycy9kb3ducmV2LnhtbFBLBQYAAAAABAAEAPkAAACUAwAAAAA=&#10;" strokeweight="0"/>
                  <v:line id="Line 904" o:spid="_x0000_s1292" style="position:absolute;flip:y;visibility:visible;mso-wrap-style:square" from="4289,1216" to="4294,1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WMAsYAAADcAAAADwAAAGRycy9kb3ducmV2LnhtbESPQWsCMRSE7wX/Q3iCt5qtB61bo0iL&#10;IgUr2nro7bl53V3cvCxJdNN/bwoFj8PMfMPMFtE04krO15YVPA0zEMSF1TWXCr4+V4/PIHxA1thY&#10;JgW/5GEx7z3MMNe24z1dD6EUCcI+RwVVCG0upS8qMuiHtiVO3o91BkOSrpTaYZfgppGjLBtLgzWn&#10;hQpbeq2oOB8uRsH+Y8Int77Eczx12933sXw/vi2VGvTj8gVEoBju4f/2RiuYZhP4O5OO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jALGAAAA3AAAAA8AAAAAAAAA&#10;AAAAAAAAoQIAAGRycy9kb3ducmV2LnhtbFBLBQYAAAAABAAEAPkAAACUAwAAAAA=&#10;" strokeweight="0"/>
                  <v:line id="Line 905" o:spid="_x0000_s1293" style="position:absolute;flip:y;visibility:visible;mso-wrap-style:square" from="4300,1210" to="4305,1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oYcMMAAADcAAAADwAAAGRycy9kb3ducmV2LnhtbERPTWsCMRC9F/ofwgjealYP2q5GkYpS&#10;Cq1o9eBt3Iy7i5vJkkQ3/vvmUOjx8b5ni2gacSfna8sKhoMMBHFhdc2lgsPP+uUVhA/IGhvLpOBB&#10;Hhbz56cZ5tp2vKP7PpQihbDPUUEVQptL6YuKDPqBbYkTd7HOYEjQlVI77FK4aeQoy8bSYM2pocKW&#10;3isqrvubUbD7nvDZbW7xGs/d1/Z0LD+Pq6VS/V5cTkEEiuFf/Of+0Aresr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gKGHDDAAAA3AAAAA8AAAAAAAAAAAAA&#10;AAAAoQIAAGRycy9kb3ducmV2LnhtbFBLBQYAAAAABAAEAPkAAACRAwAAAAA=&#10;" strokeweight="0"/>
                  <v:line id="Line 906" o:spid="_x0000_s1294" style="position:absolute;flip:y;visibility:visible;mso-wrap-style:square" from="4311,1204" to="4316,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a968YAAADcAAAADwAAAGRycy9kb3ducmV2LnhtbESPQWsCMRSE70L/Q3hCb5rVQ6tbo0il&#10;RQQr2nro7bl53V3cvCxJdNN/bwpCj8PMfMPMFtE04krO15YVjIYZCOLC6ppLBV+fb4MJCB+QNTaW&#10;ScEveVjMH3ozzLXteE/XQyhFgrDPUUEVQptL6YuKDPqhbYmT92OdwZCkK6V22CW4aeQ4y56kwZrT&#10;QoUtvVZUnA8Xo2D/8cwn936J53jqtrvvY7k5rpZKPfbj8gVEoBj+w/f2WiuYZlP4O5OO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GvevGAAAA3AAAAA8AAAAAAAAA&#10;AAAAAAAAoQIAAGRycy9kb3ducmV2LnhtbFBLBQYAAAAABAAEAPkAAACUAwAAAAA=&#10;" strokeweight="0"/>
                  <v:line id="Line 907" o:spid="_x0000_s1295" style="position:absolute;flip:y;visibility:visible;mso-wrap-style:square" from="4321,1198" to="4327,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WCq8MAAADcAAAADwAAAGRycy9kb3ducmV2LnhtbERPy2oCMRTdF/yHcIXuNKOLPkajiKKU&#10;Qlt8LdxdJ9eZwcnNkEQn/ftmIXR5OO/pPJpG3Mn52rKC0TADQVxYXXOp4LBfD95A+ICssbFMCn7J&#10;w3zWe5pirm3HW7rvQilSCPscFVQhtLmUvqjIoB/aljhxF+sMhgRdKbXDLoWbRo6z7EUarDk1VNjS&#10;sqLiursZBdvvVz67zS1e47n7+jkdy8/jaqHUcz8uJiACxfAvfrg/tIL3UZqfzqQjIG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lgqvDAAAA3AAAAA8AAAAAAAAAAAAA&#10;AAAAoQIAAGRycy9kb3ducmV2LnhtbFBLBQYAAAAABAAEAPkAAACRAwAAAAA=&#10;" strokeweight="0"/>
                  <v:line id="Line 908" o:spid="_x0000_s1296" style="position:absolute;flip:y;visibility:visible;mso-wrap-style:square" from="4331,1191" to="4337,1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knMMcAAADcAAAADwAAAGRycy9kb3ducmV2LnhtbESPS2vDMBCE74H+B7GB3hLZOfThRAmh&#10;oaUU2pDXIbeNtbFNrJWRlFj991Wh0OMwM98ws0U0rbiR841lBfk4A0FcWt1wpWC/ex09gfABWWNr&#10;mRR8k4fF/G4ww0Lbnjd024ZKJAj7AhXUIXSFlL6syaAf2444eWfrDIYkXSW1wz7BTSsnWfYgDTac&#10;Fmrs6KWm8rK9GgWbr0c+ubdrvMRT/7k+HqqPw2qp1P0wLqcgAsXwH/5rv2sFz3kOv2fSEZ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6ScwxwAAANwAAAAPAAAAAAAA&#10;AAAAAAAAAKECAABkcnMvZG93bnJldi54bWxQSwUGAAAAAAQABAD5AAAAlQMAAAAA&#10;" strokeweight="0"/>
                  <v:line id="Line 909" o:spid="_x0000_s1297" style="position:absolute;flip:y;visibility:visible;mso-wrap-style:square" from="4342,1185" to="4348,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5R8YAAADcAAAADwAAAGRycy9kb3ducmV2LnhtbESPQWsCMRSE74L/ITzBm2b1YOvWKKK0&#10;lIItaj309ty87i5uXpYkuum/N4VCj8PMfMMsVtE04kbO15YVTMYZCOLC6ppLBZ/H59EjCB+QNTaW&#10;ScEPeVgt+70F5tp2vKfbIZQiQdjnqKAKoc2l9EVFBv3YtsTJ+7bOYEjSlVI77BLcNHKaZTNpsOa0&#10;UGFLm4qKy+FqFOzfH/jsXq7xEs/d7uPrVL6dtmulhoO4fgIRKIb/8F/7VSuYT6b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7uUfGAAAA3AAAAA8AAAAAAAAA&#10;AAAAAAAAoQIAAGRycy9kb3ducmV2LnhtbFBLBQYAAAAABAAEAPkAAACUAwAAAAA=&#10;" strokeweight="0"/>
                  <v:line id="Line 910" o:spid="_x0000_s1298" style="position:absolute;flip:y;visibility:visible;mso-wrap-style:square" from="4353,1179" to="4358,1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cc3MYAAADcAAAADwAAAGRycy9kb3ducmV2LnhtbESPQWsCMRSE7wX/Q3gFbzWrhdpujSJK&#10;pQi2aOuht+fmdXdx87Ik0Y3/3giFHoeZ+YaZzKJpxJmcry0rGA4yEMSF1TWXCr6/3h6eQfiArLGx&#10;TAou5GE27d1NMNe24y2dd6EUCcI+RwVVCG0upS8qMugHtiVO3q91BkOSrpTaYZfgppGjLHuSBmtO&#10;CxW2tKioOO5ORsH2Y8wHtzrFYzx0m8+ffbneL+dK9e/j/BVEoBj+w3/td63gZfg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HNzGAAAA3AAAAA8AAAAAAAAA&#10;AAAAAAAAoQIAAGRycy9kb3ducmV2LnhtbFBLBQYAAAAABAAEAPkAAACUAwAAAAA=&#10;" strokeweight="0"/>
                  <v:line id="Line 911" o:spid="_x0000_s1299" style="position:absolute;flip:y;visibility:visible;mso-wrap-style:square" from="4364,1173" to="4369,1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6EqMYAAADcAAAADwAAAGRycy9kb3ducmV2LnhtbESPQWsCMRSE7wX/Q3gFbzWrlNpujSJK&#10;pQi2aOuht+fmdXdx87Ik0Y3/3giFHoeZ+YaZzKJpxJmcry0rGA4yEMSF1TWXCr6/3h6eQfiArLGx&#10;TAou5GE27d1NMNe24y2dd6EUCcI+RwVVCG0upS8qMugHtiVO3q91BkOSrpTaYZfgppGjLHuSBmtO&#10;CxW2tKioOO5ORsH2Y8wHtzrFYzx0m8+ffbneL+dK9e/j/BVEoBj+w3/td63gZfg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ehKjGAAAA3AAAAA8AAAAAAAAA&#10;AAAAAAAAoQIAAGRycy9kb3ducmV2LnhtbFBLBQYAAAAABAAEAPkAAACUAwAAAAA=&#10;" strokeweight="0"/>
                  <v:line id="Line 912" o:spid="_x0000_s1300" style="position:absolute;flip:y;visibility:visible;mso-wrap-style:square" from="4375,1167" to="4380,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IhM8YAAADcAAAADwAAAGRycy9kb3ducmV2LnhtbESPQWsCMRSE7wX/Q3gFbzWr0NpujSJK&#10;pQi2aOuht+fmdXdx87Ik0Y3/3giFHoeZ+YaZzKJpxJmcry0rGA4yEMSF1TWXCr6/3h6eQfiArLGx&#10;TAou5GE27d1NMNe24y2dd6EUCcI+RwVVCG0upS8qMugHtiVO3q91BkOSrpTaYZfgppGjLHuSBmtO&#10;CxW2tKioOO5ORsH2Y8wHtzrFYzx0m8+ffbneL+dK9e/j/BVEoBj+w3/td63gZfg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SITPGAAAA3AAAAA8AAAAAAAAA&#10;AAAAAAAAoQIAAGRycy9kb3ducmV2LnhtbFBLBQYAAAAABAAEAPkAAACUAwAAAAA=&#10;" strokeweight="0"/>
                  <v:line id="Line 913" o:spid="_x0000_s1301" style="position:absolute;flip:y;visibility:visible;mso-wrap-style:square" from="4385,1161" to="439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C/RMYAAADcAAAADwAAAGRycy9kb3ducmV2LnhtbESPQWsCMRSE7wX/Q3iCt5rVg61bo4ii&#10;lIItaj309ty87i5uXpYkuum/N4VCj8PMfMPMFtE04kbO15YVjIYZCOLC6ppLBZ/HzeMzCB+QNTaW&#10;ScEPeVjMew8zzLXteE+3QyhFgrDPUUEVQptL6YuKDPqhbYmT922dwZCkK6V22CW4aeQ4yybSYM1p&#10;ocKWVhUVl8PVKNi/P/HZba/xEs/d7uPrVL6d1kulBv24fAERKIb/8F/7VSuYjib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Av0TGAAAA3AAAAA8AAAAAAAAA&#10;AAAAAAAAoQIAAGRycy9kb3ducmV2LnhtbFBLBQYAAAAABAAEAPkAAACUAwAAAAA=&#10;" strokeweight="0"/>
                  <v:line id="Line 914" o:spid="_x0000_s1302" style="position:absolute;flip:y;visibility:visible;mso-wrap-style:square" from="4396,1154" to="4402,1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wa38YAAADcAAAADwAAAGRycy9kb3ducmV2LnhtbESPQWsCMRSE74X+h/AK3mrWHrTdGkWU&#10;ighWtPXQ23Pzuru4eVmS6MZ/bwoFj8PMfMOMp9E04kLO15YVDPoZCOLC6ppLBd9fH8+vIHxA1thY&#10;JgVX8jCdPD6MMde24x1d9qEUCcI+RwVVCG0upS8qMuj7tiVO3q91BkOSrpTaYZfgppEvWTaUBmtO&#10;CxW2NK+oOO3PRsHuc8RHtzzHUzx2m+3PoVwfFjOlek9x9g4iUAz38H97pRW8DUbwdyYdAT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MGt/GAAAA3AAAAA8AAAAAAAAA&#10;AAAAAAAAoQIAAGRycy9kb3ducmV2LnhtbFBLBQYAAAAABAAEAPkAAACUAwAAAAA=&#10;" strokeweight="0"/>
                  <v:line id="Line 915" o:spid="_x0000_s1303" style="position:absolute;flip:y;visibility:visible;mso-wrap-style:square" from="4407,1148" to="4412,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OOrcMAAADcAAAADwAAAGRycy9kb3ducmV2LnhtbERPy2oCMRTdF/yHcIXuNKOLPkajiKKU&#10;Qlt8LdxdJ9eZwcnNkEQn/ftmIXR5OO/pPJpG3Mn52rKC0TADQVxYXXOp4LBfD95A+ICssbFMCn7J&#10;w3zWe5pirm3HW7rvQilSCPscFVQhtLmUvqjIoB/aljhxF+sMhgRdKbXDLoWbRo6z7EUarDk1VNjS&#10;sqLiursZBdvvVz67zS1e47n7+jkdy8/jaqHUcz8uJiACxfAvfrg/tIL3UVqbzqQjIG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3Tjq3DAAAA3AAAAA8AAAAAAAAAAAAA&#10;AAAAoQIAAGRycy9kb3ducmV2LnhtbFBLBQYAAAAABAAEAPkAAACRAwAAAAA=&#10;" strokeweight="0"/>
                  <v:line id="Line 916" o:spid="_x0000_s1304" style="position:absolute;flip:y;visibility:visible;mso-wrap-style:square" from="4417,1142" to="4422,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8rNsYAAADcAAAADwAAAGRycy9kb3ducmV2LnhtbESPQWsCMRSE74L/ITyhN83qoa1bo4ii&#10;lIIt2nro7bl57i5uXpYkuum/N4VCj8PMfMPMFtE04kbO15YVjEcZCOLC6ppLBV+fm+EzCB+QNTaW&#10;ScEPeVjM+70Z5tp2vKfbIZQiQdjnqKAKoc2l9EVFBv3ItsTJO1tnMCTpSqkddgluGjnJskdpsOa0&#10;UGFLq4qKy+FqFOzfn/jkttd4iadu9/F9LN+O66VSD4O4fAERKIb/8F/7VSuYjqf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fKzbGAAAA3AAAAA8AAAAAAAAA&#10;AAAAAAAAoQIAAGRycy9kb3ducmV2LnhtbFBLBQYAAAAABAAEAPkAAACUAwAAAAA=&#10;" strokeweight="0"/>
                  <v:line id="Line 917" o:spid="_x0000_s1305" style="position:absolute;flip:y;visibility:visible;mso-wrap-style:square" from="4428,1136" to="4433,1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lIFsMAAADcAAAADwAAAGRycy9kb3ducmV2LnhtbERPy2oCMRTdF/yHcAV3NaML245GEUUp&#10;hbb4Wri7Tq4zg5ObIYlO+vfNotDl4bxni2ga8SDna8sKRsMMBHFhdc2lguNh8/wKwgdkjY1lUvBD&#10;Hhbz3tMMc2073tFjH0qRQtjnqKAKoc2l9EVFBv3QtsSJu1pnMCToSqkddincNHKcZRNpsObUUGFL&#10;q4qK2/5uFOy+Xvjitvd4i5fu8/t8Kj9O66VSg35cTkEEiuFf/Od+1wrexml+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JSBbDAAAA3AAAAA8AAAAAAAAAAAAA&#10;AAAAoQIAAGRycy9kb3ducmV2LnhtbFBLBQYAAAAABAAEAPkAAACRAwAAAAA=&#10;" strokeweight="0"/>
                  <v:line id="Line 918" o:spid="_x0000_s1306" style="position:absolute;flip:y;visibility:visible;mso-wrap-style:square" from="4439,1130" to="4444,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XtjcYAAADcAAAADwAAAGRycy9kb3ducmV2LnhtbESPQWsCMRSE74L/ITzBm2b1YOvWKKK0&#10;lIItaj309ty87i5uXpYkuum/N4VCj8PMfMMsVtE04kbO15YVTMYZCOLC6ppLBZ/H59EjCB+QNTaW&#10;ScEPeVgt+70F5tp2vKfbIZQiQdjnqKAKoc2l9EVFBv3YtsTJ+7bOYEjSlVI77BLcNHKaZTNpsOa0&#10;UGFLm4qKy+FqFOzfH/jsXq7xEs/d7uPrVL6dtmulhoO4fgIRKIb/8F/7VSuYTyf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F7Y3GAAAA3AAAAA8AAAAAAAAA&#10;AAAAAAAAoQIAAGRycy9kb3ducmV2LnhtbFBLBQYAAAAABAAEAPkAAACUAwAAAAA=&#10;" strokeweight="0"/>
                  <v:line id="Line 919" o:spid="_x0000_s1307" style="position:absolute;flip:y;visibility:visible;mso-wrap-style:square" from="4449,1123" to="4455,1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dz+scAAADcAAAADwAAAGRycy9kb3ducmV2LnhtbESPS2vDMBCE74H+B7GF3hI5PvThRAmh&#10;paUU0pDXIbeNtbFNrJWRlFj991Gh0OMwM98w03k0rbiS841lBeNRBoK4tLrhSsFu+z58BuEDssbW&#10;Min4IQ/z2d1gioW2Pa/pugmVSBD2BSqoQ+gKKX1Zk0E/sh1x8k7WGQxJukpqh32Cm1bmWfYoDTac&#10;Fmrs6LWm8ry5GAXr7yc+uo9LPMdjv1wd9tXX/m2h1MN9XExABIrhP/zX/tQKXvIcfs+k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V3P6xwAAANwAAAAPAAAAAAAA&#10;AAAAAAAAAKECAABkcnMvZG93bnJldi54bWxQSwUGAAAAAAQABAD5AAAAlQMAAAAA&#10;" strokeweight="0"/>
                  <v:line id="Line 920" o:spid="_x0000_s1308" style="position:absolute;flip:y;visibility:visible;mso-wrap-style:square" from="4460,1117" to="4466,1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vWYcYAAADcAAAADwAAAGRycy9kb3ducmV2LnhtbESPQWsCMRSE7wX/Q3iCt5qthdpujSJK&#10;pQi2aOuht+fmdXdx87Ik0Y3/3giFHoeZ+YaZzKJpxJmcry0reBhmIIgLq2suFXx/vd0/g/ABWWNj&#10;mRRcyMNs2rubYK5tx1s670IpEoR9jgqqENpcSl9UZNAPbUucvF/rDIYkXSm1wy7BTSNHWfYkDdac&#10;FipsaVFRcdydjILtx5gPbnWKx3joNp8/+3K9X86VGvTj/BVEoBj+w3/td63gZf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0b1mHGAAAA3AAAAA8AAAAAAAAA&#10;AAAAAAAAoQIAAGRycy9kb3ducmV2LnhtbFBLBQYAAAAABAAEAPkAAACUAwAAAAA=&#10;" strokeweight="0"/>
                  <v:line id="Line 921" o:spid="_x0000_s1309" style="position:absolute;flip:y;visibility:visible;mso-wrap-style:square" from="4471,1111" to="4476,1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JOFcYAAADcAAAADwAAAGRycy9kb3ducmV2LnhtbESPQWsCMRSE7wX/Q3iCt5qtlNpujSJK&#10;pQi2aOuht+fmdXdx87Ik0Y3/3giFHoeZ+YaZzKJpxJmcry0reBhmIIgLq2suFXx/vd0/g/ABWWNj&#10;mRRcyMNs2rubYK5tx1s670IpEoR9jgqqENpcSl9UZNAPbUucvF/rDIYkXSm1wy7BTSNHWfYkDdac&#10;FipsaVFRcdydjILtx5gPbnWKx3joNp8/+3K9X86VGvTj/BVEoBj+w3/td63gZf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yThXGAAAA3AAAAA8AAAAAAAAA&#10;AAAAAAAAoQIAAGRycy9kb3ducmV2LnhtbFBLBQYAAAAABAAEAPkAAACUAwAAAAA=&#10;" strokeweight="0"/>
                  <v:line id="Line 922" o:spid="_x0000_s1310" style="position:absolute;flip:y;visibility:visible;mso-wrap-style:square" from="4482,1106" to="4487,1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7rjsYAAADcAAAADwAAAGRycy9kb3ducmV2LnhtbESPQWsCMRSE7wX/Q3iCt5qt0NpujSJK&#10;pQi2aOuht+fmdXdx87Ik0Y3/3giFHoeZ+YaZzKJpxJmcry0reBhmIIgLq2suFXx/vd0/g/ABWWNj&#10;mRRcyMNs2rubYK5tx1s670IpEoR9jgqqENpcSl9UZNAPbUucvF/rDIYkXSm1wy7BTSNHWfYkDdac&#10;FipsaVFRcdydjILtx5gPbnWKx3joNp8/+3K9X86VGvTj/BVEoBj+w3/td63gZf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647GAAAA3AAAAA8AAAAAAAAA&#10;AAAAAAAAoQIAAGRycy9kb3ducmV2LnhtbFBLBQYAAAAABAAEAPkAAACUAwAAAAA=&#10;" strokeweight="0"/>
                  <v:line id="Line 923" o:spid="_x0000_s1311" style="position:absolute;flip:y;visibility:visible;mso-wrap-style:square" from="4493,1100" to="4498,1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x1+cYAAADcAAAADwAAAGRycy9kb3ducmV2LnhtbESPT2sCMRTE74V+h/CE3mpWD1ZXo0hL&#10;Sym04r+Dt+fmubu4eVmS6KbfvikIHoeZ+Q0zW0TTiCs5X1tWMOhnIIgLq2suFey2789jED4ga2ws&#10;k4Jf8rCYPz7MMNe24zVdN6EUCcI+RwVVCG0upS8qMuj7tiVO3sk6gyFJV0rtsEtw08hhlo2kwZrT&#10;QoUtvVZUnDcXo2D988JH93GJ53jsvleHffm1f1sq9dSLyymIQDHcw7f2p1YwGY7g/0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1sdfnGAAAA3AAAAA8AAAAAAAAA&#10;AAAAAAAAoQIAAGRycy9kb3ducmV2LnhtbFBLBQYAAAAABAAEAPkAAACUAwAAAAA=&#10;" strokeweight="0"/>
                  <v:line id="Line 924" o:spid="_x0000_s1312" style="position:absolute;flip:y;visibility:visible;mso-wrap-style:square" from="4504,1093" to="4508,1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DQYsYAAADcAAAADwAAAGRycy9kb3ducmV2LnhtbESPQWsCMRSE7wX/Q3hCbzWrh1q3RhHF&#10;UgpW1Hro7bl53V3cvCxJdNN/bwoFj8PMfMNM59E04krO15YVDAcZCOLC6ppLBV+H9dMLCB+QNTaW&#10;ScEveZjPeg9TzLXteEfXfShFgrDPUUEVQptL6YuKDPqBbYmT92OdwZCkK6V22CW4aeQoy56lwZrT&#10;QoUtLSsqzvuLUbD7HPPJvV3iOZ66zfb7WH4cVwulHvtx8QoiUAz38H/7XSuYjMb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0GLGAAAA3AAAAA8AAAAAAAAA&#10;AAAAAAAAoQIAAGRycy9kb3ducmV2LnhtbFBLBQYAAAAABAAEAPkAAACUAwAAAAA=&#10;" strokeweight="0"/>
                  <v:line id="Line 925" o:spid="_x0000_s1313" style="position:absolute;flip:y;visibility:visible;mso-wrap-style:square" from="4514,1087" to="4519,1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9EEMMAAADcAAAADwAAAGRycy9kb3ducmV2LnhtbERPy2oCMRTdF/yHcAV3NaML245GEUUp&#10;hbb4Wri7Tq4zg5ObIYlO+vfNotDl4bxni2ga8SDna8sKRsMMBHFhdc2lguNh8/wKwgdkjY1lUvBD&#10;Hhbz3tMMc2073tFjH0qRQtjnqKAKoc2l9EVFBv3QtsSJu1pnMCToSqkddincNHKcZRNpsObUUGFL&#10;q4qK2/5uFOy+Xvjitvd4i5fu8/t8Kj9O66VSg35cTkEEiuFf/Od+1wrexmlt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RBDDAAAA3AAAAA8AAAAAAAAAAAAA&#10;AAAAoQIAAGRycy9kb3ducmV2LnhtbFBLBQYAAAAABAAEAPkAAACRAwAAAAA=&#10;" strokeweight="0"/>
                  <v:line id="Line 926" o:spid="_x0000_s1314" style="position:absolute;flip:y;visibility:visible;mso-wrap-style:square" from="4524,1081" to="4530,1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Phi8YAAADcAAAADwAAAGRycy9kb3ducmV2LnhtbESPQWsCMRSE74L/ITzBm2b1YOvWKKK0&#10;lIIt2nro7bl57i5uXpYkuum/N4VCj8PMfMMsVtE04kbO15YVTMYZCOLC6ppLBV+fz6NHED4ga2ws&#10;k4If8rBa9nsLzLXteE+3QyhFgrDPUUEVQptL6YuKDPqxbYmTd7bOYEjSlVI77BLcNHKaZTNpsOa0&#10;UGFLm4qKy+FqFOzfH/jkXq7xEk/d7uP7WL4dt2ulhoO4fgIRKIb/8F/7VSuYT+f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z4YvGAAAA3AAAAA8AAAAAAAAA&#10;AAAAAAAAoQIAAGRycy9kb3ducmV2LnhtbFBLBQYAAAAABAAEAPkAAACUAwAAAAA=&#10;" strokeweight="0"/>
                  <v:line id="Line 927" o:spid="_x0000_s1315" style="position:absolute;flip:y;visibility:visible;mso-wrap-style:square" from="4535,1075" to="45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Dey8QAAADcAAAADwAAAGRycy9kb3ducmV2LnhtbERPy2oCMRTdF/oP4Ra6q5la8DEaRSwt&#10;RVDR1oW76+R2ZnByMyTRiX9vFoUuD+c9nUfTiCs5X1tW8NrLQBAXVtdcKvj5/ngZgfABWWNjmRTc&#10;yMN89vgwxVzbjnd03YdSpBD2OSqoQmhzKX1RkUHfsy1x4n6tMxgSdKXUDrsUbhrZz7KBNFhzaqiw&#10;pWVFxXl/MQp2myGf3OclnuOpW2+Ph3J1eF8o9fwUFxMQgWL4F/+5v7SC8Vuan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EN7LxAAAANwAAAAPAAAAAAAAAAAA&#10;AAAAAKECAABkcnMvZG93bnJldi54bWxQSwUGAAAAAAQABAD5AAAAkgMAAAAA&#10;" strokeweight="0"/>
                  <v:line id="Line 928" o:spid="_x0000_s1316" style="position:absolute;flip:y;visibility:visible;mso-wrap-style:square" from="4546,1069" to="4551,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x7UMYAAADcAAAADwAAAGRycy9kb3ducmV2LnhtbESPQWsCMRSE7wX/Q3gFbzWrhdpujSJK&#10;pQi2aOuht+fmdXdx87Ik0Y3/3giFHoeZ+YaZzKJpxJmcry0rGA4yEMSF1TWXCr6/3h6eQfiArLGx&#10;TAou5GE27d1NMNe24y2dd6EUCcI+RwVVCG0upS8qMugHtiVO3q91BkOSrpTaYZfgppGjLHuSBmtO&#10;CxW2tKioOO5ORsH2Y8wHtzrFYzx0m8+ffbneL+dK9e/j/BVEoBj+w3/td63g5XE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ce1DGAAAA3AAAAA8AAAAAAAAA&#10;AAAAAAAAoQIAAGRycy9kb3ducmV2LnhtbFBLBQYAAAAABAAEAPkAAACUAwAAAAA=&#10;" strokeweight="0"/>
                  <v:line id="Line 929" o:spid="_x0000_s1317" style="position:absolute;flip:y;visibility:visible;mso-wrap-style:square" from="4557,1062" to="4562,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7lJ8YAAADcAAAADwAAAGRycy9kb3ducmV2LnhtbESPQWsCMRSE7wX/Q3iCt5qthdpujSJK&#10;pQi2aOuht+fmdXdx87Ik0Y3/3giFHoeZ+YaZzKJpxJmcry0reBhmIIgLq2suFXx/vd0/g/ABWWNj&#10;mRRcyMNs2rubYK5tx1s670IpEoR9jgqqENpcSl9UZNAPbUucvF/rDIYkXSm1wy7BTSNHWfYkDdac&#10;FipsaVFRcdydjILtx5gPbnWKx3joNp8/+3K9X86VGvTj/BVEoBj+w3/td63g5XE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O5SfGAAAA3AAAAA8AAAAAAAAA&#10;AAAAAAAAoQIAAGRycy9kb3ducmV2LnhtbFBLBQYAAAAABAAEAPkAAACUAwAAAAA=&#10;" strokeweight="0"/>
                  <v:line id="Line 930" o:spid="_x0000_s1318" style="position:absolute;flip:y;visibility:visible;mso-wrap-style:square" from="4568,1056" to="4573,1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JAvMcAAADcAAAADwAAAGRycy9kb3ducmV2LnhtbESPT2sCMRTE7wW/Q3hCbzVbhdquRhFL&#10;SynY4r+Dt+fmdXdx87Ik0U2/vREKPQ4z8xtmOo+mERdyvras4HGQgSAurK65VLDbvj08g/ABWWNj&#10;mRT8kof5rHc3xVzbjtd02YRSJAj7HBVUIbS5lL6oyKAf2JY4eT/WGQxJulJqh12Cm0YOs+xJGqw5&#10;LVTY0rKi4rQ5GwXrrzEf3fs5nuKxW30f9uXn/nWh1H0/LiYgAsXwH/5rf2gFL6M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wkC8xwAAANwAAAAPAAAAAAAA&#10;AAAAAAAAAKECAABkcnMvZG93bnJldi54bWxQSwUGAAAAAAQABAD5AAAAlQMAAAAA&#10;" strokeweight="0"/>
                  <v:line id="Line 931" o:spid="_x0000_s1319" style="position:absolute;flip:y;visibility:visible;mso-wrap-style:square" from="4578,1050" to="4584,1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vYyMcAAADcAAAADwAAAGRycy9kb3ducmV2LnhtbESPQWsCMRSE7wX/Q3gFbzVbLVW3RpGW&#10;liK0otZDb8/N6+7i5mVJopv++0YoeBxm5htmtoimEWdyvras4H6QgSAurK65VPC1e72bgPABWWNj&#10;mRT8kofFvHczw1zbjjd03oZSJAj7HBVUIbS5lL6oyKAf2JY4eT/WGQxJulJqh12Cm0YOs+xRGqw5&#10;LVTY0nNFxXF7Mgo2n2M+uLdTPMZD97H+3per/ctSqf5tXD6BCBTDNfzfftcKpqM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K9jIxwAAANwAAAAPAAAAAAAA&#10;AAAAAAAAAKECAABkcnMvZG93bnJldi54bWxQSwUGAAAAAAQABAD5AAAAlQMAAAAA&#10;" strokeweight="0"/>
                  <v:line id="Line 932" o:spid="_x0000_s1320" style="position:absolute;flip:y;visibility:visible;mso-wrap-style:square" from="4589,1044" to="4595,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d9U8cAAADcAAAADwAAAGRycy9kb3ducmV2LnhtbESPQWsCMRSE7wX/Q3gFbzVbpVW3RpGW&#10;liK0otZDb8/N6+7i5mVJopv++0YoeBxm5htmtoimEWdyvras4H6QgSAurK65VPC1e72bgPABWWNj&#10;mRT8kofFvHczw1zbjjd03oZSJAj7HBVUIbS5lL6oyKAf2JY4eT/WGQxJulJqh12Cm0YOs+xRGqw5&#10;LVTY0nNFxXF7Mgo2n2M+uLdTPMZD97H+3per/ctSqf5tXD6BCBTDNfzfftcKpqM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Z31TxwAAANwAAAAPAAAAAAAA&#10;AAAAAAAAAKECAABkcnMvZG93bnJldi54bWxQSwUGAAAAAAQABAD5AAAAlQMAAAAA&#10;" strokeweight="0"/>
                  <v:line id="Line 933" o:spid="_x0000_s1321" style="position:absolute;flip:y;visibility:visible;mso-wrap-style:square" from="4599,1038" to="4605,1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XjJMYAAADcAAAADwAAAGRycy9kb3ducmV2LnhtbESPQWsCMRSE7wX/Q3hCbzVbC7bdGkUs&#10;FRFUtPXQ23Pzuru4eVmS6MZ/bwqFHoeZ+YYZT6NpxIWcry0reBxkIIgLq2suFXx9fjy8gPABWWNj&#10;mRRcycN00rsbY65txzu67EMpEoR9jgqqENpcSl9UZNAPbEucvB/rDIYkXSm1wy7BTSOHWTaSBmtO&#10;CxW2NK+oOO3PRsFu88xHtzjHUzx26+33oVwd3mdK3ffj7A1EoBj+w3/tpVbw+jS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4yTGAAAA3AAAAA8AAAAAAAAA&#10;AAAAAAAAoQIAAGRycy9kb3ducmV2LnhtbFBLBQYAAAAABAAEAPkAAACUAwAAAAA=&#10;" strokeweight="0"/>
                  <v:line id="Line 934" o:spid="_x0000_s1322" style="position:absolute;flip:y;visibility:visible;mso-wrap-style:square" from="4610,1032" to="4615,1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Gv8YAAADcAAAADwAAAGRycy9kb3ducmV2LnhtbESPQWsCMRSE74L/ITyht5qthdpujSKW&#10;ihSqaOuht+fmdXdx87Ik0Y3/3hQKHoeZ+YaZzKJpxJmcry0reBhmIIgLq2suFXx/vd8/g/ABWWNj&#10;mRRcyMNs2u9NMNe24y2dd6EUCcI+RwVVCG0upS8qMuiHtiVO3q91BkOSrpTaYZfgppGjLHuSBmtO&#10;CxW2tKioOO5ORsF2PeaDW57iMR66z83PvvzYv82VuhvE+SuIQDHcwv/tlVbw8ji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5Rr/GAAAA3AAAAA8AAAAAAAAA&#10;AAAAAAAAoQIAAGRycy9kb3ducmV2LnhtbFBLBQYAAAAABAAEAPkAAACUAwAAAAA=&#10;" strokeweight="0"/>
                  <v:line id="Line 935" o:spid="_x0000_s1323" style="position:absolute;flip:y;visibility:visible;mso-wrap-style:square" from="4621,1025" to="4626,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bSzcQAAADcAAAADwAAAGRycy9kb3ducmV2LnhtbERPy2oCMRTdF/oP4Ra6q5la8DEaRSwt&#10;RVDR1oW76+R2ZnByMyTRiX9vFoUuD+c9nUfTiCs5X1tW8NrLQBAXVtdcKvj5/ngZgfABWWNjmRTc&#10;yMN89vgwxVzbjnd03YdSpBD2OSqoQmhzKX1RkUHfsy1x4n6tMxgSdKXUDrsUbhrZz7KBNFhzaqiw&#10;pWVFxXl/MQp2myGf3OclnuOpW2+Ph3J1eF8o9fwUFxMQgWL4F/+5v7SC8Vt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ZtLNxAAAANwAAAAPAAAAAAAAAAAA&#10;AAAAAKECAABkcnMvZG93bnJldi54bWxQSwUGAAAAAAQABAD5AAAAkgMAAAAA&#10;" strokeweight="0"/>
                  <v:line id="Line 936" o:spid="_x0000_s1324" style="position:absolute;flip:y;visibility:visible;mso-wrap-style:square" from="4632,1019" to="4637,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p3VsYAAADcAAAADwAAAGRycy9kb3ducmV2LnhtbESPQWsCMRSE74L/ITyhN83WQlu3RhFL&#10;RQq1aOuht+fmdXdx87Ik0Y3/3hQKHoeZ+YaZzqNpxJmcry0ruB9lIIgLq2suFXx/vQ2fQfiArLGx&#10;TAou5GE+6/emmGvb8ZbOu1CKBGGfo4IqhDaX0hcVGfQj2xIn79c6gyFJV0rtsEtw08hxlj1KgzWn&#10;hQpbWlZUHHcno2C7eeKDW53iMR66j8+fffm+f10odTeIixcQgWK4hf/ba61g8jC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qd1bGAAAA3AAAAA8AAAAAAAAA&#10;AAAAAAAAoQIAAGRycy9kb3ducmV2LnhtbFBLBQYAAAAABAAEAPkAAACUAwAAAAA=&#10;" strokeweight="0"/>
                  <v:line id="Line 937" o:spid="_x0000_s1325" style="position:absolute;flip:y;visibility:visible;mso-wrap-style:square" from="4642,1013" to="4648,1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attsQAAADcAAAADwAAAGRycy9kb3ducmV2LnhtbERPy2oCMRTdF/oP4Ra6q5lK8TEaRSwt&#10;RVDR1oW76+R2ZnByMyTRiX9vFoUuD+c9nUfTiCs5X1tW8NrLQBAXVtdcKvj5/ngZgfABWWNjmRTc&#10;yMN89vgwxVzbjnd03YdSpBD2OSqoQmhzKX1RkUHfsy1x4n6tMxgSdKXUDrsUbhrZz7KBNFhzaqiw&#10;pWVFxXl/MQp2myGf3OclnuOpW2+Ph3J1eF8o9fwUFxMQgWL4F/+5v7SC8Vuan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q22xAAAANwAAAAPAAAAAAAAAAAA&#10;AAAAAKECAABkcnMvZG93bnJldi54bWxQSwUGAAAAAAQABAD5AAAAkgMAAAAA&#10;" strokeweight="0"/>
                  <v:line id="Line 938" o:spid="_x0000_s1326" style="position:absolute;flip:y;visibility:visible;mso-wrap-style:square" from="4653,1007" to="4659,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oILcYAAADcAAAADwAAAGRycy9kb3ducmV2LnhtbESPQWsCMRSE7wX/Q3gFbzWrlNpujSJK&#10;pQi2aOuht+fmdXdx87Ik0Y3/3giFHoeZ+YaZzKJpxJmcry0rGA4yEMSF1TWXCr6/3h6eQfiArLGx&#10;TAou5GE27d1NMNe24y2dd6EUCcI+RwVVCG0upS8qMugHtiVO3q91BkOSrpTaYZfgppGjLHuSBmtO&#10;CxW2tKioOO5ORsH2Y8wHtzrFYzx0m8+ffbneL+dK9e/j/BVEoBj+w3/td63g5XE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9aCC3GAAAA3AAAAA8AAAAAAAAA&#10;AAAAAAAAoQIAAGRycy9kb3ducmV2LnhtbFBLBQYAAAAABAAEAPkAAACUAwAAAAA=&#10;" strokeweight="0"/>
                  <v:line id="Line 939" o:spid="_x0000_s1327" style="position:absolute;flip:y;visibility:visible;mso-wrap-style:square" from="4664,1001" to="4669,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iWWsYAAADcAAAADwAAAGRycy9kb3ducmV2LnhtbESPQWsCMRSE7wX/Q3iCt5qtlNpujSJK&#10;pQi2aOuht+fmdXdx87Ik0Y3/3giFHoeZ+YaZzKJpxJmcry0reBhmIIgLq2suFXx/vd0/g/ABWWNj&#10;mRRcyMNs2rubYK5tx1s670IpEoR9jgqqENpcSl9UZNAPbUucvF/rDIYkXSm1wy7BTSNHWfYkDdac&#10;FipsaVFRcdydjILtx5gPbnWKx3joNp8/+3K9X86VGvTj/BVEoBj+w3/td63g5XE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llrGAAAA3AAAAA8AAAAAAAAA&#10;AAAAAAAAoQIAAGRycy9kb3ducmV2LnhtbFBLBQYAAAAABAAEAPkAAACUAwAAAAA=&#10;" strokeweight="0"/>
                  <v:line id="Line 940" o:spid="_x0000_s1328" style="position:absolute;flip:y;visibility:visible;mso-wrap-style:square" from="4675,995" to="4680,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QzwccAAADcAAAADwAAAGRycy9kb3ducmV2LnhtbESPQWsCMRSE7wX/Q3gFbzVbLVW3RpGW&#10;liK0otZDb8/N6+7i5mVJopv++0YoeBxm5htmtoimEWdyvras4H6QgSAurK65VPC1e72bgPABWWNj&#10;mRT8kofFvHczw1zbjjd03oZSJAj7HBVUIbS5lL6oyKAf2JY4eT/WGQxJulJqh12Cm0YOs+xRGqw5&#10;LVTY0nNFxXF7Mgo2n2M+uLdTPMZD97H+3per/ctSqf5tXD6BCBTDNfzfftcKpg8j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xDPBxwAAANwAAAAPAAAAAAAA&#10;AAAAAAAAAKECAABkcnMvZG93bnJldi54bWxQSwUGAAAAAAQABAD5AAAAlQMAAAAA&#10;" strokeweight="0"/>
                  <v:line id="Line 941" o:spid="_x0000_s1329" style="position:absolute;flip:y;visibility:visible;mso-wrap-style:square" from="4685,988" to="4690,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2rtccAAADcAAAADwAAAGRycy9kb3ducmV2LnhtbESPT2sCMRTE7wW/Q3hCbzVbkdquRhFL&#10;SynY4r+Dt+fmdXdx87Ik0U2/vREKPQ4z8xtmOo+mERdyvras4HGQgSAurK65VLDbvj08g/ABWWNj&#10;mRT8kof5rHc3xVzbjtd02YRSJAj7HBVUIbS5lL6oyKAf2JY4eT/WGQxJulJqh12Cm0YOs+xJGqw5&#10;LVTY0rKi4rQ5GwXrrzEf3fs5nuKxW30f9uXn/nWh1H0/LiYgAsXwH/5rf2gFL6M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Lau1xwAAANwAAAAPAAAAAAAA&#10;AAAAAAAAAKECAABkcnMvZG93bnJldi54bWxQSwUGAAAAAAQABAD5AAAAlQMAAAAA&#10;" strokeweight="0"/>
                  <v:line id="Line 942" o:spid="_x0000_s1330" style="position:absolute;flip:y;visibility:visible;mso-wrap-style:square" from="4696,982" to="470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EOLscAAADcAAAADwAAAGRycy9kb3ducmV2LnhtbESPQWsCMRSE7wX/Q3gFbzVbsVW3RpGW&#10;liK0otZDb8/N6+7i5mVJopv++0YoeBxm5htmtoimEWdyvras4H6QgSAurK65VPC1e72bgPABWWNj&#10;mRT8kofFvHczw1zbjjd03oZSJAj7HBVUIbS5lL6oyKAf2JY4eT/WGQxJulJqh12Cm0YOs+xRGqw5&#10;LVTY0nNFxXF7Mgo2n2M+uLdTPMZD97H+3per/ctSqf5tXD6BCBTDNfzfftcKpqM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YQ4uxwAAANwAAAAPAAAAAAAA&#10;AAAAAAAAAKECAABkcnMvZG93bnJldi54bWxQSwUGAAAAAAQABAD5AAAAlQMAAAAA&#10;" strokeweight="0"/>
                  <v:line id="Line 943" o:spid="_x0000_s1331" style="position:absolute;flip:y;visibility:visible;mso-wrap-style:square" from="4707,976" to="4712,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OQWcYAAADcAAAADwAAAGRycy9kb3ducmV2LnhtbESPQWsCMRSE7wX/Q3hCbzVbKbbdGkUs&#10;FRFUtPXQ23Pzuru4eVmS6MZ/bwqFHoeZ+YYZT6NpxIWcry0reBxkIIgLq2suFXx9fjy8gPABWWNj&#10;mRRcycN00rsbY65txzu67EMpEoR9jgqqENpcSl9UZNAPbEucvB/rDIYkXSm1wy7BTSOHWTaSBmtO&#10;CxW2NK+oOO3PRsFu88xHtzjHUzx26+33oVwd3mdK3ffj7A1EoBj+w3/tpVbw+jS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zkFnGAAAA3AAAAA8AAAAAAAAA&#10;AAAAAAAAoQIAAGRycy9kb3ducmV2LnhtbFBLBQYAAAAABAAEAPkAAACUAwAAAAA=&#10;" strokeweight="0"/>
                  <v:line id="Line 944" o:spid="_x0000_s1332" style="position:absolute;flip:y;visibility:visible;mso-wrap-style:square" from="4717,970" to="472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wsYAAADcAAAADwAAAGRycy9kb3ducmV2LnhtbESPQWsCMRSE74L/ITyht5qtlNpujSKW&#10;ihSqaOuht+fmdXdx87Ik0Y3/3hQKHoeZ+YaZzKJpxJmcry0reBhmIIgLq2suFXx/vd8/g/ABWWNj&#10;mRRcyMNs2u9NMNe24y2dd6EUCcI+RwVVCG0upS8qMuiHtiVO3q91BkOSrpTaYZfgppGjLHuSBmtO&#10;CxW2tKioOO5ORsF2PeaDW57iMR66z83PvvzYv82VuhvE+SuIQDHcwv/tlVbw8ji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cLGAAAA3AAAAA8AAAAAAAAA&#10;AAAAAAAAoQIAAGRycy9kb3ducmV2LnhtbFBLBQYAAAAABAAEAPkAAACUAwAAAAA=&#10;" strokeweight="0"/>
                  <v:line id="Line 945" o:spid="_x0000_s1333" style="position:absolute;flip:y;visibility:visible;mso-wrap-style:square" from="4728,964" to="4734,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ChsMQAAADcAAAADwAAAGRycy9kb3ducmV2LnhtbERPy2oCMRTdF/oP4Ra6q5lK8TEaRSwt&#10;RVDR1oW76+R2ZnByMyTRiX9vFoUuD+c9nUfTiCs5X1tW8NrLQBAXVtdcKvj5/ngZgfABWWNjmRTc&#10;yMN89vgwxVzbjnd03YdSpBD2OSqoQmhzKX1RkUHfsy1x4n6tMxgSdKXUDrsUbhrZz7KBNFhzaqiw&#10;pWVFxXl/MQp2myGf3OclnuOpW2+Ph3J1eF8o9fwUFxMQgWL4F/+5v7SC8Vt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YKGwxAAAANwAAAAPAAAAAAAAAAAA&#10;AAAAAKECAABkcnMvZG93bnJldi54bWxQSwUGAAAAAAQABAD5AAAAkgMAAAAA&#10;" strokeweight="0"/>
                  <v:line id="Line 946" o:spid="_x0000_s1334" style="position:absolute;flip:y;visibility:visible;mso-wrap-style:square" from="4739,958" to="4744,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wEK8YAAADcAAAADwAAAGRycy9kb3ducmV2LnhtbESPQWsCMRSE74L/ITyhN81WSlu3RhFL&#10;RQq1aOuht+fmdXdx87Ik0Y3/3hQKHoeZ+YaZzqNpxJmcry0ruB9lIIgLq2suFXx/vQ2fQfiArLGx&#10;TAou5GE+6/emmGvb8ZbOu1CKBGGfo4IqhDaX0hcVGfQj2xIn79c6gyFJV0rtsEtw08hxlj1KgzWn&#10;hQpbWlZUHHcno2C7eeKDW53iMR66j8+fffm+f10odTeIixcQgWK4hf/ba61g8jC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sBCvGAAAA3AAAAA8AAAAAAAAA&#10;AAAAAAAAoQIAAGRycy9kb3ducmV2LnhtbFBLBQYAAAAABAAEAPkAAACUAwAAAAA=&#10;" strokeweight="0"/>
                  <v:line id="Line 947" o:spid="_x0000_s1335" style="position:absolute;flip:y;visibility:visible;mso-wrap-style:square" from="4750,952" to="4755,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87a8QAAADcAAAADwAAAGRycy9kb3ducmV2LnhtbERPy2oCMRTdF/oP4Ra6q5kK9TEaRSwt&#10;RVDR1oW76+R2ZnByMyTRiX9vFoUuD+c9nUfTiCs5X1tW8NrLQBAXVtdcKvj5/ngZgfABWWNjmRTc&#10;yMN89vgwxVzbjnd03YdSpBD2OSqoQmhzKX1RkUHfsy1x4n6tMxgSdKXUDrsUbhrZz7KBNFhzaqiw&#10;pWVFxXl/MQp2myGf3OclnuOpW2+Ph3J1eF8o9fwUFxMQgWL4F/+5v7SC8Vuan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zztrxAAAANwAAAAPAAAAAAAAAAAA&#10;AAAAAKECAABkcnMvZG93bnJldi54bWxQSwUGAAAAAAQABAD5AAAAkgMAAAAA&#10;" strokeweight="0"/>
                  <v:line id="Line 948" o:spid="_x0000_s1336" style="position:absolute;flip:y;visibility:visible;mso-wrap-style:square" from="4761,946" to="4766,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Oe8MYAAADcAAAADwAAAGRycy9kb3ducmV2LnhtbESPQWsCMRSE7wX/Q3gFbzWr0NpujSJK&#10;pQi2aOuht+fmdXdx87Ik0Y3/3giFHoeZ+YaZzKJpxJmcry0rGA4yEMSF1TWXCr6/3h6eQfiArLGx&#10;TAou5GE27d1NMNe24y2dd6EUCcI+RwVVCG0upS8qMugHtiVO3q91BkOSrpTaYZfgppGjLHuSBmtO&#10;CxW2tKioOO5ORsH2Y8wHtzrFYzx0m8+ffbneL+dK9e/j/BVEoBj+w3/td63g5XE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DnvDGAAAA3AAAAA8AAAAAAAAA&#10;AAAAAAAAoQIAAGRycy9kb3ducmV2LnhtbFBLBQYAAAAABAAEAPkAAACUAwAAAAA=&#10;" strokeweight="0"/>
                  <v:line id="Line 949" o:spid="_x0000_s1337" style="position:absolute;flip:y;visibility:visible;mso-wrap-style:square" from="4771,940" to="477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EAh8YAAADcAAAADwAAAGRycy9kb3ducmV2LnhtbESPQWsCMRSE7wX/Q3iCt5qt0NpujSJK&#10;pQi2aOuht+fmdXdx87Ik0Y3/3giFHoeZ+YaZzKJpxJmcry0reBhmIIgLq2suFXx/vd0/g/ABWWNj&#10;mRRcyMNs2rubYK5tx1s670IpEoR9jgqqENpcSl9UZNAPbUucvF/rDIYkXSm1wy7BTSNHWfYkDdac&#10;FipsaVFRcdydjILtx5gPbnWKx3joNp8/+3K9X86VGvTj/BVEoBj+w3/td63g5XE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RAIfGAAAA3AAAAA8AAAAAAAAA&#10;AAAAAAAAoQIAAGRycy9kb3ducmV2LnhtbFBLBQYAAAAABAAEAPkAAACUAwAAAAA=&#10;" strokeweight="0"/>
                  <v:line id="Line 950" o:spid="_x0000_s1338" style="position:absolute;flip:y;visibility:visible;mso-wrap-style:square" from="4781,934" to="478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2lHMcAAADcAAAADwAAAGRycy9kb3ducmV2LnhtbESPQWsCMRSE7wX/Q3gFbzVbpVW3RpGW&#10;liK0otZDb8/N6+7i5mVJopv++0YoeBxm5htmtoimEWdyvras4H6QgSAurK65VPC1e72bgPABWWNj&#10;mRT8kofFvHczw1zbjjd03oZSJAj7HBVUIbS5lL6oyKAf2JY4eT/WGQxJulJqh12Cm0YOs+xRGqw5&#10;LVTY0nNFxXF7Mgo2n2M+uLdTPMZD97H+3per/ctSqf5tXD6BCBTDNfzfftcKpg8j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HaUcxwAAANwAAAAPAAAAAAAA&#10;AAAAAAAAAKECAABkcnMvZG93bnJldi54bWxQSwUGAAAAAAQABAD5AAAAlQMAAAAA&#10;" strokeweight="0"/>
                  <v:line id="Line 951" o:spid="_x0000_s1339" style="position:absolute;flip:y;visibility:visible;mso-wrap-style:square" from="4792,927" to="479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Q9aMcAAADcAAAADwAAAGRycy9kb3ducmV2LnhtbESPQWsCMRSE7wX/Q3gFbzVbsVW3RpGW&#10;liK0otZDb8/N6+7i5mVJopv++0YoeBxm5htmtoimEWdyvras4H6QgSAurK65VPC1e72bgPABWWNj&#10;mRT8kofFvHczw1zbjjd03oZSJAj7HBVUIbS5lL6oyKAf2JY4eT/WGQxJulJqh12Cm0YOs+xRGqw5&#10;LVTY0nNFxXF7Mgo2n2M+uLdTPMZD97H+3per/ctSqf5tXD6BCBTDNfzfftcKpg8j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9D1oxwAAANwAAAAPAAAAAAAA&#10;AAAAAAAAAKECAABkcnMvZG93bnJldi54bWxQSwUGAAAAAAQABAD5AAAAlQMAAAAA&#10;" strokeweight="0"/>
                  <v:line id="Line 952" o:spid="_x0000_s1340" style="position:absolute;flip:y;visibility:visible;mso-wrap-style:square" from="4803,921" to="4808,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iY88cAAADcAAAADwAAAGRycy9kb3ducmV2LnhtbESPT2sCMRTE7wW/Q3hCbzVbwdquRhFL&#10;SynY4r+Dt+fmdXdx87Ik0U2/vREKPQ4z8xtmOo+mERdyvras4HGQgSAurK65VLDbvj08g/ABWWNj&#10;mRT8kof5rHc3xVzbjtd02YRSJAj7HBVUIbS5lL6oyKAf2JY4eT/WGQxJulJqh12Cm0YOs+xJGqw5&#10;LVTY0rKi4rQ5GwXrrzEf3fs5nuKxW30f9uXn/nWh1H0/LiYgAsXwH/5rf2gFL6M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uJjzxwAAANwAAAAPAAAAAAAA&#10;AAAAAAAAAKECAABkcnMvZG93bnJldi54bWxQSwUGAAAAAAQABAD5AAAAlQMAAAAA&#10;" strokeweight="0"/>
                  <v:line id="Line 953" o:spid="_x0000_s1341" style="position:absolute;flip:y;visibility:visible;mso-wrap-style:square" from="4814,915" to="4819,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oGhMYAAADcAAAADwAAAGRycy9kb3ducmV2LnhtbESPQWsCMRSE7wX/Q3hCbzVbobbdGkUs&#10;FRFUtPXQ23Pzuru4eVmS6MZ/bwqFHoeZ+YYZT6NpxIWcry0reBxkIIgLq2suFXx9fjy8gPABWWNj&#10;mRRcycN00rsbY65txzu67EMpEoR9jgqqENpcSl9UZNAPbEucvB/rDIYkXSm1wy7BTSOHWTaSBmtO&#10;CxW2NK+oOO3PRsFu88xHtzjHUzx26+33oVwd3mdK3ffj7A1EoBj+w3/tpVbw+jS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qBoTGAAAA3AAAAA8AAAAAAAAA&#10;AAAAAAAAoQIAAGRycy9kb3ducmV2LnhtbFBLBQYAAAAABAAEAPkAAACUAwAAAAA=&#10;" strokeweight="0"/>
                  <v:line id="Line 954" o:spid="_x0000_s1342" style="position:absolute;flip:y;visibility:visible;mso-wrap-style:square" from="4825,909" to="4830,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ajH8YAAADcAAAADwAAAGRycy9kb3ducmV2LnhtbESPQWsCMRSE74L/ITyht5qt0NpujSKW&#10;ihSqaOuht+fmdXdx87Ik0Y3/3hQKHoeZ+YaZzKJpxJmcry0reBhmIIgLq2suFXx/vd8/g/ABWWNj&#10;mRRcyMNs2u9NMNe24y2dd6EUCcI+RwVVCG0upS8qMuiHtiVO3q91BkOSrpTaYZfgppGjLHuSBmtO&#10;CxW2tKioOO5ORsF2PeaDW57iMR66z83PvvzYv82VuhvE+SuIQDHcwv/tlVbw8ji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mox/GAAAA3AAAAA8AAAAAAAAA&#10;AAAAAAAAoQIAAGRycy9kb3ducmV2LnhtbFBLBQYAAAAABAAEAPkAAACUAwAAAAA=&#10;" strokeweight="0"/>
                  <v:line id="Line 955" o:spid="_x0000_s1343" style="position:absolute;flip:y;visibility:visible;mso-wrap-style:square" from="4835,903" to="484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k3bcQAAADcAAAADwAAAGRycy9kb3ducmV2LnhtbERPy2oCMRTdF/oP4Ra6q5kK9TEaRSwt&#10;RVDR1oW76+R2ZnByMyTRiX9vFoUuD+c9nUfTiCs5X1tW8NrLQBAXVtdcKvj5/ngZgfABWWNjmRTc&#10;yMN89vgwxVzbjnd03YdSpBD2OSqoQmhzKX1RkUHfsy1x4n6tMxgSdKXUDrsUbhrZz7KBNFhzaqiw&#10;pWVFxXl/MQp2myGf3OclnuOpW2+Ph3J1eF8o9fwUFxMQgWL4F/+5v7SC8Vt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uTdtxAAAANwAAAAPAAAAAAAAAAAA&#10;AAAAAKECAABkcnMvZG93bnJldi54bWxQSwUGAAAAAAQABAD5AAAAkgMAAAAA&#10;" strokeweight="0"/>
                  <v:line id="Line 956" o:spid="_x0000_s1344" style="position:absolute;flip:y;visibility:visible;mso-wrap-style:square" from="4846,897" to="485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WS9scAAADcAAAADwAAAGRycy9kb3ducmV2LnhtbESPT2sCMRTE74LfITyhN81W6B+3RhFL&#10;RQq1aOuht+fmdXdx87Ik0Y3f3hQKHoeZ+Q0znUfTiDM5X1tWcD/KQBAXVtdcKvj+ehs+g/ABWWNj&#10;mRRcyMN81u9NMde24y2dd6EUCcI+RwVVCG0upS8qMuhHtiVO3q91BkOSrpTaYZfgppHjLHuUBmtO&#10;CxW2tKyoOO5ORsF288QHtzrFYzx0H58/+/J9/7pQ6m4QFy8gAsVwC/+311rB5GECf2fSEZ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9ZL2xwAAANwAAAAPAAAAAAAA&#10;AAAAAAAAAKECAABkcnMvZG93bnJldi54bWxQSwUGAAAAAAQABAD5AAAAlQMAAAAA&#10;" strokeweight="0"/>
                  <v:line id="Line 957" o:spid="_x0000_s1345" style="position:absolute;flip:y;visibility:visible;mso-wrap-style:square" from="4857,890" to="4862,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Px1sMAAADcAAAADwAAAGRycy9kb3ducmV2LnhtbERPz2vCMBS+C/4P4Qm7zXQ7OK1GEWVj&#10;DKbUzYO3Z/PWFpuXkkSb/ffLYeDx4/u9WEXTihs531hW8DTOQBCXVjdcKfj+en2cgvABWWNrmRT8&#10;kofVcjhYYK5tzwXdDqESKYR9jgrqELpcSl/WZNCPbUecuB/rDIYEXSW1wz6Fm1Y+Z9lEGmw4NdTY&#10;0aam8nK4GgXF7oXP7u0aL/Hcf+5Px+rjuF0r9TCK6zmIQDHcxf/ud61gNknz05l0B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j8dbDAAAA3AAAAA8AAAAAAAAAAAAA&#10;AAAAoQIAAGRycy9kb3ducmV2LnhtbFBLBQYAAAAABAAEAPkAAACRAwAAAAA=&#10;" strokeweight="0"/>
                  <v:line id="Line 958" o:spid="_x0000_s1346" style="position:absolute;flip:y;visibility:visible;mso-wrap-style:square" from="4867,884" to="4872,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9UTcYAAADcAAAADwAAAGRycy9kb3ducmV2LnhtbESPQWsCMRSE7wX/Q3iCt5rVg61bo4ii&#10;lIItaj309ty87i5uXpYkuum/N4VCj8PMfMPMFtE04kbO15YVjIYZCOLC6ppLBZ/HzeMzCB+QNTaW&#10;ScEPeVjMew8zzLXteE+3QyhFgrDPUUEVQptL6YuKDPqhbYmT922dwZCkK6V22CW4aeQ4yybSYM1p&#10;ocKWVhUVl8PVKNi/P/HZba/xEs/d7uPrVL6d1kulBv24fAERKIb/8F/7VSuYTkb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vVE3GAAAA3AAAAA8AAAAAAAAA&#10;AAAAAAAAoQIAAGRycy9kb3ducmV2LnhtbFBLBQYAAAAABAAEAPkAAACUAwAAAAA=&#10;" strokeweight="0"/>
                  <v:line id="Line 959" o:spid="_x0000_s1347" style="position:absolute;flip:y;visibility:visible;mso-wrap-style:square" from="4878,878" to="488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3KOsYAAADcAAAADwAAAGRycy9kb3ducmV2LnhtbESPT2sCMRTE74V+h/CE3mpWD1ZXo0hL&#10;Sym04r+Dt+fmubu4eVmS6KbfvikIHoeZ+Q0zW0TTiCs5X1tWMOhnIIgLq2suFey2789jED4ga2ws&#10;k4Jf8rCYPz7MMNe24zVdN6EUCcI+RwVVCG0upS8qMuj7tiVO3sk6gyFJV0rtsEtw08hhlo2kwZrT&#10;QoUtvVZUnDcXo2D988JH93GJ53jsvleHffm1f1sq9dSLyymIQDHcw7f2p1YwGQ3h/0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9yjrGAAAA3AAAAA8AAAAAAAAA&#10;AAAAAAAAoQIAAGRycy9kb3ducmV2LnhtbFBLBQYAAAAABAAEAPkAAACUAwAAAAA=&#10;" strokeweight="0"/>
                  <v:line id="Line 960" o:spid="_x0000_s1348" style="position:absolute;flip:y;visibility:visible;mso-wrap-style:square" from="4889,872" to="4894,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FvocYAAADcAAAADwAAAGRycy9kb3ducmV2LnhtbESPQWsCMRSE7wX/Q3hCbzVbC7bdGkUs&#10;FRFUtPXQ23Pzuru4eVmS6MZ/bwqFHoeZ+YYZT6NpxIWcry0reBxkIIgLq2suFXx9fjy8gPABWWNj&#10;mRRcycN00rsbY65txzu67EMpEoR9jgqqENpcSl9UZNAPbEucvB/rDIYkXSm1wy7BTSOHWTaSBmtO&#10;CxW2NK+oOO3PRsFu88xHtzjHUzx26+33oVwd3mdK3ffj7A1EoBj+w3/tpVbwOnq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xb6HGAAAA3AAAAA8AAAAAAAAA&#10;AAAAAAAAoQIAAGRycy9kb3ducmV2LnhtbFBLBQYAAAAABAAEAPkAAACUAwAAAAA=&#10;" strokeweight="0"/>
                  <v:line id="Line 961" o:spid="_x0000_s1349" style="position:absolute;flip:y;visibility:visible;mso-wrap-style:square" from="4900,866" to="4905,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j31cYAAADcAAAADwAAAGRycy9kb3ducmV2LnhtbESPQWsCMRSE7wX/Q3hCbzVbKbbdGkUs&#10;FRFUtPXQ23Pzuru4eVmS6MZ/bwqFHoeZ+YYZT6NpxIWcry0reBxkIIgLq2suFXx9fjy8gPABWWNj&#10;mRRcycN00rsbY65txzu67EMpEoR9jgqqENpcSl9UZNAPbEucvB/rDIYkXSm1wy7BTSOHWTaSBmtO&#10;CxW2NK+oOO3PRsFu88xHtzjHUzx26+33oVwd3mdK3ffj7A1EoBj+w3/tpVbwOnq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Y99XGAAAA3AAAAA8AAAAAAAAA&#10;AAAAAAAAoQIAAGRycy9kb3ducmV2LnhtbFBLBQYAAAAABAAEAPkAAACUAwAAAAA=&#10;" strokeweight="0"/>
                  <v:line id="Line 962" o:spid="_x0000_s1350" style="position:absolute;flip:y;visibility:visible;mso-wrap-style:square" from="4910,859" to="491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RSTsYAAADcAAAADwAAAGRycy9kb3ducmV2LnhtbESPQWsCMRSE7wX/Q3hCbzVbobbdGkUs&#10;FRFUtPXQ23Pzuru4eVmS6MZ/bwqFHoeZ+YYZT6NpxIWcry0reBxkIIgLq2suFXx9fjy8gPABWWNj&#10;mRRcycN00rsbY65txzu67EMpEoR9jgqqENpcSl9UZNAPbEucvB/rDIYkXSm1wy7BTSOHWTaSBmtO&#10;CxW2NK+oOO3PRsFu88xHtzjHUzx26+33oVwd3mdK3ffj7A1EoBj+w3/tpVbwOnq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UUk7GAAAA3AAAAA8AAAAAAAAA&#10;AAAAAAAAoQIAAGRycy9kb3ducmV2LnhtbFBLBQYAAAAABAAEAPkAAACUAwAAAAA=&#10;" strokeweight="0"/>
                  <v:line id="Line 963" o:spid="_x0000_s1351" style="position:absolute;flip:y;visibility:visible;mso-wrap-style:square" from="4921,853" to="4927,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bMOccAAADcAAAADwAAAGRycy9kb3ducmV2LnhtbESPT2sCMRTE74V+h/AKvdWsPWzb1SjS&#10;0iKCFf8dvD03z93FzcuSRDf99qZQ6HGYmd8w42k0rbiS841lBcNBBoK4tLrhSsFu+/n0CsIHZI2t&#10;ZVLwQx6mk/u7MRba9rym6yZUIkHYF6igDqErpPRlTQb9wHbEyTtZZzAk6SqpHfYJblr5nGW5NNhw&#10;Wqixo/eayvPmYhSsv1/46L4u8RyP/XJ12FeL/cdMqceHOBuBCBTDf/ivPdcK3vIcfs+kIyA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Bsw5xwAAANwAAAAPAAAAAAAA&#10;AAAAAAAAAKECAABkcnMvZG93bnJldi54bWxQSwUGAAAAAAQABAD5AAAAlQMAAAAA&#10;" strokeweight="0"/>
                  <v:line id="Line 964" o:spid="_x0000_s1352" style="position:absolute;flip:y;visibility:visible;mso-wrap-style:square" from="4932,847" to="493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pposYAAADcAAAADwAAAGRycy9kb3ducmV2LnhtbESPQWsCMRSE74L/ITyhN83ag9atUcTS&#10;UgRb1Hro7bl53V3cvCxJdOO/N4VCj8PMfMPMl9E04krO15YVjEcZCOLC6ppLBV+H1+ETCB+QNTaW&#10;ScGNPCwX/d4cc2073tF1H0qRIOxzVFCF0OZS+qIig35kW+Lk/VhnMCTpSqkddgluGvmYZRNpsOa0&#10;UGFL64qK8/5iFOw+pnxyb5d4jqdu+/l9LDfHl5VSD4O4egYRKIb/8F/7XSuYTabweyYdAbm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KaaLGAAAA3AAAAA8AAAAAAAAA&#10;AAAAAAAAoQIAAGRycy9kb3ducmV2LnhtbFBLBQYAAAAABAAEAPkAAACUAwAAAAA=&#10;" strokeweight="0"/>
                  <v:line id="Line 965" o:spid="_x0000_s1353" style="position:absolute;flip:y;visibility:visible;mso-wrap-style:square" from="4943,841" to="4948,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X90MMAAADcAAAADwAAAGRycy9kb3ducmV2LnhtbERPz2vCMBS+C/4P4Qm7zXQ7OK1GEWVj&#10;DKbUzYO3Z/PWFpuXkkSb/ffLYeDx4/u9WEXTihs531hW8DTOQBCXVjdcKfj+en2cgvABWWNrmRT8&#10;kofVcjhYYK5tzwXdDqESKYR9jgrqELpcSl/WZNCPbUecuB/rDIYEXSW1wz6Fm1Y+Z9lEGmw4NdTY&#10;0aam8nK4GgXF7oXP7u0aL/Hcf+5Px+rjuF0r9TCK6zmIQDHcxf/ud61gNklr05l0B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V/dDDAAAA3AAAAA8AAAAAAAAAAAAA&#10;AAAAoQIAAGRycy9kb3ducmV2LnhtbFBLBQYAAAAABAAEAPkAAACRAwAAAAA=&#10;" strokeweight="0"/>
                  <v:line id="Line 966" o:spid="_x0000_s1354" style="position:absolute;flip:y;visibility:visible;mso-wrap-style:square" from="4954,835" to="4958,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lYS8YAAADcAAAADwAAAGRycy9kb3ducmV2LnhtbESPQWsCMRSE7wX/Q3iCt5rVg61bo4ii&#10;lIIt2nro7bl57i5uXpYkuum/N4VCj8PMfMPMFtE04kbO15YVjIYZCOLC6ppLBV+fm8dnED4ga2ws&#10;k4If8rCY9x5mmGvb8Z5uh1CKBGGfo4IqhDaX0hcVGfRD2xIn72ydwZCkK6V22CW4aeQ4yybSYM1p&#10;ocKWVhUVl8PVKNi/P/HJba/xEk/d7uP7WL4d10ulBv24fAERKIb/8F/7VSuYTqb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ZWEvGAAAA3AAAAA8AAAAAAAAA&#10;AAAAAAAAoQIAAGRycy9kb3ducmV2LnhtbFBLBQYAAAAABAAEAPkAAACUAwAAAAA=&#10;" strokeweight="0"/>
                  <v:line id="Line 967" o:spid="_x0000_s1355" style="position:absolute;flip:y;visibility:visible;mso-wrap-style:square" from="4964,829" to="496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pnC8MAAADcAAAADwAAAGRycy9kb3ducmV2LnhtbERPy2oCMRTdF/yHcIXuakYX2o5GEUUp&#10;hbb4Wri7Tq4zg5ObIYlO+vfNotDl4bxni2ga8SDna8sKhoMMBHFhdc2lguNh8/IKwgdkjY1lUvBD&#10;Hhbz3tMMc2073tFjH0qRQtjnqKAKoc2l9EVFBv3AtsSJu1pnMCToSqkddincNHKUZWNpsObUUGFL&#10;q4qK2/5uFOy+Jnxx23u8xUv3+X0+lR+n9VKp535cTkEEiuFf/Od+1wreJml+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56ZwvDAAAA3AAAAA8AAAAAAAAAAAAA&#10;AAAAoQIAAGRycy9kb3ducmV2LnhtbFBLBQYAAAAABAAEAPkAAACRAwAAAAA=&#10;" strokeweight="0"/>
                  <v:line id="Line 968" o:spid="_x0000_s1356" style="position:absolute;flip:y;visibility:visible;mso-wrap-style:square" from="4974,822" to="4980,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bCkMYAAADcAAAADwAAAGRycy9kb3ducmV2LnhtbESPQWsCMRSE74X+h/AK3mrWHrTdGkWU&#10;ighWtPXQ23Pzuru4eVmS6MZ/bwoFj8PMfMOMp9E04kLO15YVDPoZCOLC6ppLBd9fH8+vIHxA1thY&#10;JgVX8jCdPD6MMde24x1d9qEUCcI+RwVVCG0upS8qMuj7tiVO3q91BkOSrpTaYZfgppEvWTaUBmtO&#10;CxW2NK+oOO3PRsHuc8RHtzzHUzx2m+3PoVwfFjOlek9x9g4iUAz38H97pRW8jQbwdyYdAT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2wpDGAAAA3AAAAA8AAAAAAAAA&#10;AAAAAAAAoQIAAGRycy9kb3ducmV2LnhtbFBLBQYAAAAABAAEAPkAAACUAwAAAAA=&#10;" strokeweight="0"/>
                  <v:line id="Line 969" o:spid="_x0000_s1357" style="position:absolute;flip:y;visibility:visible;mso-wrap-style:square" from="4985,816" to="499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Rc58YAAADcAAAADwAAAGRycy9kb3ducmV2LnhtbESPQWsCMRSE7wX/Q3hCbzWrh1q3RhHF&#10;UgpW1Hro7bl53V3cvCxJdNN/bwoFj8PMfMNM59E04krO15YVDAcZCOLC6ppLBV+H9dMLCB+QNTaW&#10;ScEveZjPeg9TzLXteEfXfShFgrDPUUEVQptL6YuKDPqBbYmT92OdwZCkK6V22CW4aeQoy56lwZrT&#10;QoUtLSsqzvuLUbD7HPPJvV3iOZ66zfb7WH4cVwulHvtx8QoiUAz38H/7XSuYjEf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kXOfGAAAA3AAAAA8AAAAAAAAA&#10;AAAAAAAAoQIAAGRycy9kb3ducmV2LnhtbFBLBQYAAAAABAAEAPkAAACUAwAAAAA=&#10;" strokeweight="0"/>
                  <v:line id="Line 970" o:spid="_x0000_s1358" style="position:absolute;flip:y;visibility:visible;mso-wrap-style:square" from="4996,811" to="500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j5fMYAAADcAAAADwAAAGRycy9kb3ducmV2LnhtbESPQWsCMRSE74L/ITyht5qthdpujSKW&#10;ihSqaOuht+fmdXdx87Ik0Y3/3hQKHoeZ+YaZzKJpxJmcry0reBhmIIgLq2suFXx/vd8/g/ABWWNj&#10;mRRcyMNs2u9NMNe24y2dd6EUCcI+RwVVCG0upS8qMuiHtiVO3q91BkOSrpTaYZfgppGjLHuSBmtO&#10;CxW2tKioOO5ORsF2PeaDW57iMR66z83PvvzYv82VuhvE+SuIQDHcwv/tlVbwMn6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o+XzGAAAA3AAAAA8AAAAAAAAA&#10;AAAAAAAAoQIAAGRycy9kb3ducmV2LnhtbFBLBQYAAAAABAAEAPkAAACUAwAAAAA=&#10;" strokeweight="0"/>
                  <v:line id="Line 971" o:spid="_x0000_s1359" style="position:absolute;flip:y;visibility:visible;mso-wrap-style:square" from="5007,805" to="5012,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FhCMYAAADcAAAADwAAAGRycy9kb3ducmV2LnhtbESPQWsCMRSE74L/ITyht5qtlNpujSKW&#10;ihSqaOuht+fmdXdx87Ik0Y3/3hQKHoeZ+YaZzKJpxJmcry0reBhmIIgLq2suFXx/vd8/g/ABWWNj&#10;mRRcyMNs2u9NMNe24y2dd6EUCcI+RwVVCG0upS8qMuiHtiVO3q91BkOSrpTaYZfgppGjLHuSBmtO&#10;CxW2tKioOO5ORsF2PeaDW57iMR66z83PvvzYv82VuhvE+SuIQDHcwv/tlVbwMn6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BYQjGAAAA3AAAAA8AAAAAAAAA&#10;AAAAAAAAoQIAAGRycy9kb3ducmV2LnhtbFBLBQYAAAAABAAEAPkAAACUAwAAAAA=&#10;" strokeweight="0"/>
                  <v:line id="Line 972" o:spid="_x0000_s1360" style="position:absolute;flip:y;visibility:visible;mso-wrap-style:square" from="5018,798" to="502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3Ek8YAAADcAAAADwAAAGRycy9kb3ducmV2LnhtbESPQWsCMRSE74L/ITyht5qt0NpujSKW&#10;ihSqaOuht+fmdXdx87Ik0Y3/3hQKHoeZ+YaZzKJpxJmcry0reBhmIIgLq2suFXx/vd8/g/ABWWNj&#10;mRRcyMNs2u9NMNe24y2dd6EUCcI+RwVVCG0upS8qMuiHtiVO3q91BkOSrpTaYZfgppGjLHuSBmtO&#10;CxW2tKioOO5ORsF2PeaDW57iMR66z83PvvzYv82VuhvE+SuIQDHcwv/tlVbwMn6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NxJPGAAAA3AAAAA8AAAAAAAAA&#10;AAAAAAAAoQIAAGRycy9kb3ducmV2LnhtbFBLBQYAAAAABAAEAPkAAACUAwAAAAA=&#10;" strokeweight="0"/>
                  <v:line id="Line 973" o:spid="_x0000_s1361" style="position:absolute;flip:y;visibility:visible;mso-wrap-style:square" from="5028,792" to="5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9a5MYAAADcAAAADwAAAGRycy9kb3ducmV2LnhtbESPQWsCMRSE74L/ITyhN83ag9atUcTS&#10;UgRb1Hro7bl53V3cvCxJdOO/N4VCj8PMfMPMl9E04krO15YVjEcZCOLC6ppLBV+H1+ETCB+QNTaW&#10;ScGNPCwX/d4cc2073tF1H0qRIOxzVFCF0OZS+qIig35kW+Lk/VhnMCTpSqkddgluGvmYZRNpsOa0&#10;UGFL64qK8/5iFOw+pnxyb5d4jqdu+/l9LDfHl5VSD4O4egYRKIb/8F/7XSuYTSfweyYdAbm4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7fWuTGAAAA3AAAAA8AAAAAAAAA&#10;AAAAAAAAoQIAAGRycy9kb3ducmV2LnhtbFBLBQYAAAAABAAEAPkAAACUAwAAAAA=&#10;" strokeweight="0"/>
                  <v:line id="Line 974" o:spid="_x0000_s1362" style="position:absolute;flip:y;visibility:visible;mso-wrap-style:square" from="5039,786" to="5044,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P/f8cAAADcAAAADwAAAGRycy9kb3ducmV2LnhtbESPT2sCMRTE74V+h/AK3mrWHrrtahRp&#10;aRGhFf8dvD03z93FzcuSRDd++6ZQ6HGYmd8wk1k0rbiS841lBaNhBoK4tLrhSsFu+/H4AsIHZI2t&#10;ZVJwIw+z6f3dBAtte17TdRMqkSDsC1RQh9AVUvqyJoN+aDvi5J2sMxiSdJXUDvsEN618yrJnabDh&#10;tFBjR281lefNxShYf+d8dJ+XeI7H/mt12FfL/ftcqcFDnI9BBIrhP/zXXmgFr3kOv2fSEZD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k/9/xwAAANwAAAAPAAAAAAAA&#10;AAAAAAAAAKECAABkcnMvZG93bnJldi54bWxQSwUGAAAAAAQABAD5AAAAlQMAAAAA&#10;" strokeweight="0"/>
                  <v:line id="Line 975" o:spid="_x0000_s1363" style="position:absolute;flip:y;visibility:visible;mso-wrap-style:square" from="5049,780" to="5055,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xrDcMAAADcAAAADwAAAGRycy9kb3ducmV2LnhtbERPy2oCMRTdF/yHcIXuakYX2o5GEUUp&#10;hbb4Wri7Tq4zg5ObIYlO+vfNotDl4bxni2ga8SDna8sKhoMMBHFhdc2lguNh8/IKwgdkjY1lUvBD&#10;Hhbz3tMMc2073tFjH0qRQtjnqKAKoc2l9EVFBv3AtsSJu1pnMCToSqkddincNHKUZWNpsObUUGFL&#10;q4qK2/5uFOy+Jnxx23u8xUv3+X0+lR+n9VKp535cTkEEiuFf/Od+1wreJmlt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Maw3DAAAA3AAAAA8AAAAAAAAAAAAA&#10;AAAAoQIAAGRycy9kb3ducmV2LnhtbFBLBQYAAAAABAAEAPkAAACRAwAAAAA=&#10;" strokeweight="0"/>
                  <v:line id="Line 976" o:spid="_x0000_s1364" style="position:absolute;flip:y;visibility:visible;mso-wrap-style:square" from="5060,774" to="5065,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DOlsYAAADcAAAADwAAAGRycy9kb3ducmV2LnhtbESPQWsCMRSE70L/Q3iF3jSrh1q3RhHF&#10;UgpWtPXQ23Pz3F3cvCxJdNN/bwoFj8PMfMNM59E04krO15YVDAcZCOLC6ppLBd9f6/4LCB+QNTaW&#10;ScEveZjPHnpTzLXteEfXfShFgrDPUUEVQptL6YuKDPqBbYmTd7LOYEjSlVI77BLcNHKUZc/SYM1p&#10;ocKWlhUV5/3FKNh9jvno3i7xHI/dZvtzKD8Oq4VST49x8QoiUAz38H/7XSuYjCf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9AzpbGAAAA3AAAAA8AAAAAAAAA&#10;AAAAAAAAoQIAAGRycy9kb3ducmV2LnhtbFBLBQYAAAAABAAEAPkAAACUAwAAAAA=&#10;" strokeweight="0"/>
                  <v:line id="Line 977" o:spid="_x0000_s1365" style="position:absolute;flip:y;visibility:visible;mso-wrap-style:square" from="5071,768" to="5076,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8XLMMAAADcAAAADwAAAGRycy9kb3ducmV2LnhtbERPTWsCMRC9F/ofwhS81Ww9qF2NIooi&#10;gi3aevA2bqa7i5vJkkQ3/vvmUOjx8b6n82gacSfna8sK3voZCOLC6ppLBd9f69cxCB+QNTaWScGD&#10;PMxnz09TzLXt+ED3YyhFCmGfo4IqhDaX0hcVGfR92xIn7sc6gyFBV0rtsEvhppGDLBtKgzWnhgpb&#10;WlZUXI83o+DwMeKL29ziNV66/ef5VO5Oq4VSvZe4mIAIFMO/+M+91Qrex2l+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vFyzDAAAA3AAAAA8AAAAAAAAAAAAA&#10;AAAAoQIAAGRycy9kb3ducmV2LnhtbFBLBQYAAAAABAAEAPkAAACRAwAAAAA=&#10;" strokeweight="0"/>
                  <v:line id="Line 978" o:spid="_x0000_s1366" style="position:absolute;flip:y;visibility:visible;mso-wrap-style:square" from="5082,761" to="5087,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Oyt8YAAADcAAAADwAAAGRycy9kb3ducmV2LnhtbESPQWsCMRSE7wX/Q3iCt5q1B6tbo4hS&#10;kUIraj309ty87i5uXpYkuum/bwoFj8PMfMPMFtE04kbO15YVjIYZCOLC6ppLBZ/H18cJCB+QNTaW&#10;ScEPeVjMew8zzLXteE+3QyhFgrDPUUEVQptL6YuKDPqhbYmT922dwZCkK6V22CW4aeRTlo2lwZrT&#10;QoUtrSoqLoerUbD/eOaz21zjJZ67993XqXw7rZdKDfpx+QIiUAz38H97qxVMJyP4O5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jsrfGAAAA3AAAAA8AAAAAAAAA&#10;AAAAAAAAoQIAAGRycy9kb3ducmV2LnhtbFBLBQYAAAAABAAEAPkAAACUAwAAAAA=&#10;" strokeweight="0"/>
                  <v:line id="Line 979" o:spid="_x0000_s1367" style="position:absolute;flip:y;visibility:visible;mso-wrap-style:square" from="5093,755" to="5098,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EswMYAAADcAAAADwAAAGRycy9kb3ducmV2LnhtbESPQWsCMRSE74L/IbyCN83WQ2u3RhFL&#10;ixSsaOuht+fmdXdx87Ik0Y3/3ggFj8PMfMNM59E04kzO15YVPI4yEMSF1TWXCn6+34cTED4ga2ws&#10;k4ILeZjP+r0p5tp2vKXzLpQiQdjnqKAKoc2l9EVFBv3ItsTJ+7POYEjSlVI77BLcNHKcZU/SYM1p&#10;ocKWlhUVx93JKNh+PfPBfZziMR669eZ3X37u3xZKDR7i4hVEoBju4f/2Sit4mYzhdiYd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xLMDGAAAA3AAAAA8AAAAAAAAA&#10;AAAAAAAAoQIAAGRycy9kb3ducmV2LnhtbFBLBQYAAAAABAAEAPkAAACUAwAAAAA=&#10;" strokeweight="0"/>
                  <v:line id="Line 980" o:spid="_x0000_s1368" style="position:absolute;flip:y;visibility:visible;mso-wrap-style:square" from="5103,749" to="5109,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2JW8YAAADcAAAADwAAAGRycy9kb3ducmV2LnhtbESPQWsCMRSE74L/ITyhN83WQmu3RhFL&#10;RQq1aOuht+fmdXdx87Ik0Y3/3hQKHoeZ+YaZzqNpxJmcry0ruB9lIIgLq2suFXx/vQ0nIHxA1thY&#10;JgUX8jCf9XtTzLXteEvnXShFgrDPUUEVQptL6YuKDPqRbYmT92udwZCkK6V22CW4aeQ4yx6lwZrT&#10;QoUtLSsqjruTUbDdPPHBrU7xGA/dx+fPvnzfvy6UuhvExQuIQDHcwv/ttVbwPHm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t9iVvGAAAA3AAAAA8AAAAAAAAA&#10;AAAAAAAAoQIAAGRycy9kb3ducmV2LnhtbFBLBQYAAAAABAAEAPkAAACUAwAAAAA=&#10;" strokeweight="0"/>
                  <v:line id="Line 981" o:spid="_x0000_s1369" style="position:absolute;flip:y;visibility:visible;mso-wrap-style:square" from="5114,743" to="5120,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QRL8YAAADcAAAADwAAAGRycy9kb3ducmV2LnhtbESPQWsCMRSE74L/ITyhN81WSmu3RhFL&#10;RQq1aOuht+fmdXdx87Ik0Y3/3hQKHoeZ+YaZzqNpxJmcry0ruB9lIIgLq2suFXx/vQ0nIHxA1thY&#10;JgUX8jCf9XtTzLXteEvnXShFgrDPUUEVQptL6YuKDPqRbYmT92udwZCkK6V22CW4aeQ4yx6lwZrT&#10;QoUtLSsqjruTUbDdPPHBrU7xGA/dx+fPvnzfvy6UuhvExQuIQDHcwv/ttVbwPHm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UES/GAAAA3AAAAA8AAAAAAAAA&#10;AAAAAAAAoQIAAGRycy9kb3ducmV2LnhtbFBLBQYAAAAABAAEAPkAAACUAwAAAAA=&#10;" strokeweight="0"/>
                  <v:line id="Line 982" o:spid="_x0000_s1370" style="position:absolute;flip:y;visibility:visible;mso-wrap-style:square" from="5125,737" to="5130,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i0tMYAAADcAAAADwAAAGRycy9kb3ducmV2LnhtbESPQWsCMRSE74L/ITyhN81WaGu3RhFL&#10;RQq1aOuht+fmdXdx87Ik0Y3/3hQKHoeZ+YaZzqNpxJmcry0ruB9lIIgLq2suFXx/vQ0nIHxA1thY&#10;JgUX8jCf9XtTzLXteEvnXShFgrDPUUEVQptL6YuKDPqRbYmT92udwZCkK6V22CW4aeQ4yx6lwZrT&#10;QoUtLSsqjruTUbDdPPHBrU7xGA/dx+fPvnzfvy6UuhvExQuIQDHcwv/ttVbwPHm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YtLTGAAAA3AAAAA8AAAAAAAAA&#10;AAAAAAAAoQIAAGRycy9kb3ducmV2LnhtbFBLBQYAAAAABAAEAPkAAACUAwAAAAA=&#10;" strokeweight="0"/>
                  <v:line id="Line 983" o:spid="_x0000_s1371" style="position:absolute;flip:y;visibility:visible;mso-wrap-style:square" from="5135,731" to="514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oqw8YAAADcAAAADwAAAGRycy9kb3ducmV2LnhtbESPQWsCMRSE70L/Q3iCN83ag9WtUaRF&#10;kYItaj309ty87i5uXpYkuvHfN4VCj8PMfMPMl9E04kbO15YVjEcZCOLC6ppLBZ/H9XAKwgdkjY1l&#10;UnAnD8vFQ2+OubYd7+l2CKVIEPY5KqhCaHMpfVGRQT+yLXHyvq0zGJJ0pdQOuwQ3jXzMsok0WHNa&#10;qLCll4qKy+FqFOzfn/jsNtd4iedu9/F1Kt9OryulBv24egYRKIb/8F97qxXMphP4PZOO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KKsPGAAAA3AAAAA8AAAAAAAAA&#10;AAAAAAAAoQIAAGRycy9kb3ducmV2LnhtbFBLBQYAAAAABAAEAPkAAACUAwAAAAA=&#10;" strokeweight="0"/>
                  <v:line id="Line 984" o:spid="_x0000_s1372" style="position:absolute;flip:y;visibility:visible;mso-wrap-style:square" from="5146,724" to="515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aPWMYAAADcAAAADwAAAGRycy9kb3ducmV2LnhtbESPQWsCMRSE74L/ITyhN83aQ9WtUcTS&#10;IkJb1Hro7bl53V3cvCxJdNN/b4RCj8PMfMPMl9E04krO15YVjEcZCOLC6ppLBV+H1+EUhA/IGhvL&#10;pOCXPCwX/d4cc2073tF1H0qRIOxzVFCF0OZS+qIig35kW+Lk/VhnMCTpSqkddgluGvmYZU/SYM1p&#10;ocKW1hUV5/3FKNh9TPjk3i7xHE/d++f3sdweX1ZKPQzi6hlEoBj+w3/tjVYwm07gfiYd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Gj1jGAAAA3AAAAA8AAAAAAAAA&#10;AAAAAAAAoQIAAGRycy9kb3ducmV2LnhtbFBLBQYAAAAABAAEAPkAAACUAwAAAAA=&#10;" strokeweight="0"/>
                  <v:line id="Line 985" o:spid="_x0000_s1373" style="position:absolute;flip:y;visibility:visible;mso-wrap-style:square" from="5157,718" to="5162,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kbKsMAAADcAAAADwAAAGRycy9kb3ducmV2LnhtbERPTWsCMRC9F/ofwhS81Ww9qF2NIooi&#10;gi3aevA2bqa7i5vJkkQ3/vvmUOjx8b6n82gacSfna8sK3voZCOLC6ppLBd9f69cxCB+QNTaWScGD&#10;PMxnz09TzLXt+ED3YyhFCmGfo4IqhDaX0hcVGfR92xIn7sc6gyFBV0rtsEvhppGDLBtKgzWnhgpb&#10;WlZUXI83o+DwMeKL29ziNV66/ef5VO5Oq4VSvZe4mIAIFMO/+M+91Qrex2lt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ZGyrDAAAA3AAAAA8AAAAAAAAAAAAA&#10;AAAAoQIAAGRycy9kb3ducmV2LnhtbFBLBQYAAAAABAAEAPkAAACRAwAAAAA=&#10;" strokeweight="0"/>
                  <v:line id="Line 986" o:spid="_x0000_s1374" style="position:absolute;flip:y;visibility:visible;mso-wrap-style:square" from="5167,712" to="517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W+scYAAADcAAAADwAAAGRycy9kb3ducmV2LnhtbESPQWsCMRSE70L/Q3iF3jSrh6pbo4hi&#10;KYIt2nro7bl57i5uXpYkuvHfN4VCj8PMfMPMFtE04kbO15YVDAcZCOLC6ppLBV+fm/4EhA/IGhvL&#10;pOBOHhbzh94Mc2073tPtEEqRIOxzVFCF0OZS+qIig35gW+Lkna0zGJJ0pdQOuwQ3jRxl2bM0WHNa&#10;qLClVUXF5XA1CvbvYz6512u8xFO3+/g+ltvjeqnU02NcvoAIFMN/+K/9phVMJ1P4PZOOgJ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VvrHGAAAA3AAAAA8AAAAAAAAA&#10;AAAAAAAAoQIAAGRycy9kb3ducmV2LnhtbFBLBQYAAAAABAAEAPkAAACUAwAAAAA=&#10;" strokeweight="0"/>
                  <v:line id="Line 987" o:spid="_x0000_s1375" style="position:absolute;flip:y;visibility:visible;mso-wrap-style:square" from="5178,706" to="518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aB8cMAAADcAAAADwAAAGRycy9kb3ducmV2LnhtbERPTWsCMRC9F/ofwhS81Ww9aF2NIooi&#10;gi3aevA2bqa7i5vJkkQ3/vvmUOjx8b6n82gacSfna8sK3voZCOLC6ppLBd9f69d3ED4ga2wsk4IH&#10;eZjPnp+mmGvb8YHux1CKFMI+RwVVCG0upS8qMuj7tiVO3I91BkOCrpTaYZfCTSMHWTaUBmtODRW2&#10;tKyouB5vRsHhY8QXt7nFa7x0+8/zqdydVgulei9xMQERKIZ/8Z97qxWMx2l+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2gfHDAAAA3AAAAA8AAAAAAAAAAAAA&#10;AAAAoQIAAGRycy9kb3ducmV2LnhtbFBLBQYAAAAABAAEAPkAAACRAwAAAAA=&#10;" strokeweight="0"/>
                  <v:line id="Line 988" o:spid="_x0000_s1376" style="position:absolute;flip:y;visibility:visible;mso-wrap-style:square" from="5189,700" to="5194,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okasYAAADcAAAADwAAAGRycy9kb3ducmV2LnhtbESPQWsCMRSE74L/ITyhN83qoa1bo4ii&#10;lIIt2nro7bl57i5uXpYkuum/N4VCj8PMfMPMFtE04kbO15YVjEcZCOLC6ppLBV+fm+EzCB+QNTaW&#10;ScEPeVjM+70Z5tp2vKfbIZQiQdjnqKAKoc2l9EVFBv3ItsTJO1tnMCTpSqkddgluGjnJskdpsOa0&#10;UGFLq4qKy+FqFOzfn/jkttd4iadu9/F9LN+O66VSD4O4fAERKIb/8F/7VSuYTsf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6JGrGAAAA3AAAAA8AAAAAAAAA&#10;AAAAAAAAoQIAAGRycy9kb3ducmV2LnhtbFBLBQYAAAAABAAEAPkAAACUAwAAAAA=&#10;" strokeweight="0"/>
                  <v:line id="Line 989" o:spid="_x0000_s1377" style="position:absolute;flip:y;visibility:visible;mso-wrap-style:square" from="5200,693" to="5205,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i6HcYAAADcAAAADwAAAGRycy9kb3ducmV2LnhtbESPQWsCMRSE74L/ITzBm2b1YOvWKKK0&#10;lIIt2nro7bl57i5uXpYkuum/N4VCj8PMfMMsVtE04kbO15YVTMYZCOLC6ppLBV+fz6NHED4ga2ws&#10;k4If8rBa9nsLzLXteE+3QyhFgrDPUUEVQptL6YuKDPqxbYmTd7bOYEjSlVI77BLcNHKaZTNpsOa0&#10;UGFLm4qKy+FqFOzfH/jkXq7xEk/d7uP7WL4dt2ulhoO4fgIRKIb/8F/7VSuYz6f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ouh3GAAAA3AAAAA8AAAAAAAAA&#10;AAAAAAAAoQIAAGRycy9kb3ducmV2LnhtbFBLBQYAAAAABAAEAPkAAACUAwAAAAA=&#10;" strokeweight="0"/>
                  <v:line id="Line 990" o:spid="_x0000_s1378" style="position:absolute;flip:y;visibility:visible;mso-wrap-style:square" from="5211,687" to="52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fhsYAAADcAAAADwAAAGRycy9kb3ducmV2LnhtbESPQWsCMRSE74L/ITyhN83WQlu3RhFL&#10;RQq1aOuht+fmdXdx87Ik0Y3/3hQKHoeZ+YaZzqNpxJmcry0ruB9lIIgLq2suFXx/vQ2fQfiArLGx&#10;TAou5GE+6/emmGvb8ZbOu1CKBGGfo4IqhDaX0hcVGfQj2xIn79c6gyFJV0rtsEtw08hxlj1KgzWn&#10;hQpbWlZUHHcno2C7eeKDW53iMR66j8+fffm+f10odTeIixcQgWK4hf/ba61gMnm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kH4bGAAAA3AAAAA8AAAAAAAAA&#10;AAAAAAAAoQIAAGRycy9kb3ducmV2LnhtbFBLBQYAAAAABAAEAPkAAACUAwAAAAA=&#10;" strokeweight="0"/>
                  <v:line id="Line 991" o:spid="_x0000_s1379" style="position:absolute;flip:y;visibility:visible;mso-wrap-style:square" from="5221,681" to="522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2H8sYAAADcAAAADwAAAGRycy9kb3ducmV2LnhtbESPQWsCMRSE74L/ITyhN81WSlu3RhFL&#10;RQq1aOuht+fmdXdx87Ik0Y3/3hQKHoeZ+YaZzqNpxJmcry0ruB9lIIgLq2suFXx/vQ2fQfiArLGx&#10;TAou5GE+6/emmGvb8ZbOu1CKBGGfo4IqhDaX0hcVGfQj2xIn79c6gyFJV0rtsEtw08hxlj1KgzWn&#10;hQpbWlZUHHcno2C7eeKDW53iMR66j8+fffm+f10odTeIixcQgWK4hf/ba61gMnmA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Nh/LGAAAA3AAAAA8AAAAAAAAA&#10;AAAAAAAAoQIAAGRycy9kb3ducmV2LnhtbFBLBQYAAAAABAAEAPkAAACUAwAAAAA=&#10;" strokeweight="0"/>
                  <v:line id="Line 992" o:spid="_x0000_s1380" style="position:absolute;flip:y;visibility:visible;mso-wrap-style:square" from="5231,675" to="5237,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EiaccAAADcAAAADwAAAGRycy9kb3ducmV2LnhtbESPT2sCMRTE74LfITyhN81W6B+3RhFL&#10;RQq1aOuht+fmdXdx87Ik0Y3f3hQKHoeZ+Q0znUfTiDM5X1tWcD/KQBAXVtdcKvj+ehs+g/ABWWNj&#10;mRRcyMN81u9NMde24y2dd6EUCcI+RwVVCG0upS8qMuhHtiVO3q91BkOSrpTaYZfgppHjLHuUBmtO&#10;CxW2tKyoOO5ORsF288QHtzrFYzx0H58/+/J9/7pQ6m4QFy8gAsVwC/+311rBZPIAf2fSEZ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ASJpxwAAANwAAAAPAAAAAAAA&#10;AAAAAAAAAKECAABkcnMvZG93bnJldi54bWxQSwUGAAAAAAQABAD5AAAAlQMAAAAA&#10;" strokeweight="0"/>
                  <v:line id="Line 993" o:spid="_x0000_s1381" style="position:absolute;flip:y;visibility:visible;mso-wrap-style:square" from="5242,669" to="52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O8HsYAAADcAAAADwAAAGRycy9kb3ducmV2LnhtbESPQWsCMRSE7wX/Q3iCt5rVg61bo4ii&#10;lIIt2nro7bl57i5uXpYkuum/N4VCj8PMfMPMFtE04kbO15YVjIYZCOLC6ppLBV+fm8dnED4ga2ws&#10;k4If8rCY9x5mmGvb8Z5uh1CKBGGfo4IqhDaX0hcVGfRD2xIn72ydwZCkK6V22CW4aeQ4yybSYM1p&#10;ocKWVhUVl8PVKNi/P/HJba/xEk/d7uP7WL4d10ulBv24fAERKIb/8F/7VSuYTifweyYd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TvB7GAAAA3AAAAA8AAAAAAAAA&#10;AAAAAAAAoQIAAGRycy9kb3ducmV2LnhtbFBLBQYAAAAABAAEAPkAAACUAwAAAAA=&#10;" strokeweight="0"/>
                  <v:line id="Line 994" o:spid="_x0000_s1382" style="position:absolute;flip:y;visibility:visible;mso-wrap-style:square" from="5253,663" to="525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8ZhcYAAADcAAAADwAAAGRycy9kb3ducmV2LnhtbESPQWsCMRSE70L/Q3iF3jSrh1q3RhHF&#10;UgpWtPXQ23Pz3F3cvCxJdNN/bwoFj8PMfMNM59E04krO15YVDAcZCOLC6ppLBd9f6/4LCB+QNTaW&#10;ScEveZjPHnpTzLXteEfXfShFgrDPUUEVQptL6YuKDPqBbYmTd7LOYEjSlVI77BLcNHKUZc/SYM1p&#10;ocKWlhUV5/3FKNh9jvno3i7xHI/dZvtzKD8Oq4VST49x8QoiUAz38H/7XSuYTMb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fGYXGAAAA3AAAAA8AAAAAAAAA&#10;AAAAAAAAoQIAAGRycy9kb3ducmV2LnhtbFBLBQYAAAAABAAEAPkAAACUAwAAAAA=&#10;" strokeweight="0"/>
                  <v:line id="Line 995" o:spid="_x0000_s1383" style="position:absolute;flip:y;visibility:visible;mso-wrap-style:square" from="5264,657" to="5269,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CN98MAAADcAAAADwAAAGRycy9kb3ducmV2LnhtbERPTWsCMRC9F/ofwhS81Ww9aF2NIooi&#10;gi3aevA2bqa7i5vJkkQ3/vvmUOjx8b6n82gacSfna8sK3voZCOLC6ppLBd9f69d3ED4ga2wsk4IH&#10;eZjPnp+mmGvb8YHux1CKFMI+RwVVCG0upS8qMuj7tiVO3I91BkOCrpTaYZfCTSMHWTaUBmtODRW2&#10;tKyouB5vRsHhY8QXt7nFa7x0+8/zqdydVgulei9xMQERKIZ/8Z97qxWMx2ltOpOOgJ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AjffDAAAA3AAAAA8AAAAAAAAAAAAA&#10;AAAAoQIAAGRycy9kb3ducmV2LnhtbFBLBQYAAAAABAAEAPkAAACRAwAAAAA=&#10;" strokeweight="0"/>
                  <v:line id="Line 996" o:spid="_x0000_s1384" style="position:absolute;flip:y;visibility:visible;mso-wrap-style:square" from="5275,651" to="528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wobMYAAADcAAAADwAAAGRycy9kb3ducmV2LnhtbESPQWsCMRSE70L/Q3iF3jRbD9XdGkUq&#10;LaXQirYevD03z93FzcuSRDf++6Yg9DjMzDfMbBFNKy7kfGNZweMoA0FcWt1wpeDn+3U4BeEDssbW&#10;Mim4kofF/G4ww0Lbnjd02YZKJAj7AhXUIXSFlL6syaAf2Y44eUfrDIYkXSW1wz7BTSvHWfYkDTac&#10;Fmrs6KWm8rQ9GwWbrwkf3Ns5nuKh/1zvd9XHbrVU6uE+Lp9BBIrhP3xrv2sFeZ7D35l0BOT8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MKGzGAAAA3AAAAA8AAAAAAAAA&#10;AAAAAAAAoQIAAGRycy9kb3ducmV2LnhtbFBLBQYAAAAABAAEAPkAAACUAwAAAAA=&#10;" strokeweight="0"/>
                  <v:line id="Line 997" o:spid="_x0000_s1385" style="position:absolute;flip:y;visibility:visible;mso-wrap-style:square" from="5285,645" to="52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etBMcAAADdAAAADwAAAGRycy9kb3ducmV2LnhtbESPQUsDMRCF74L/IYzgzSZ6qLI2LcVS&#10;KYJKqz14m27G3aWbyZKk3fjvnYPgbYb35r1vZovie3WmmLrAFm4nBhRxHVzHjYXPj/XNA6iUkR32&#10;gcnCDyVYzC8vZli5MPKWzrvcKAnhVKGFNueh0jrVLXlMkzAQi/Ydoscsa2y0izhKuO/1nTFT7bFj&#10;aWhxoKeW6uPu5C1s3+75EJ9P5VgO4+v717552a+W1l5fleUjqEwl/5v/rjdO8I0RfvlGRt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B60ExwAAAN0AAAAPAAAAAAAA&#10;AAAAAAAAAKECAABkcnMvZG93bnJldi54bWxQSwUGAAAAAAQABAD5AAAAlQMAAAAA&#10;" strokeweight="0"/>
                  <v:line id="Line 998" o:spid="_x0000_s1386" style="position:absolute;flip:y;visibility:visible;mso-wrap-style:square" from="5296,639" to="5302,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sIn8QAAADdAAAADwAAAGRycy9kb3ducmV2LnhtbERPS2sCMRC+F/ofwhR6q4k9tGU1ilha&#10;SqEWXwdv42bcXdxMliS68d8bodDbfHzPGU+TbcWZfGgcaxgOFAji0pmGKw2b9cfTG4gQkQ22jknD&#10;hQJMJ/d3YyyM63lJ51WsRA7hUKCGOsaukDKUNVkMA9cRZ+7gvMWYoa+k8djncNvKZ6VepMWGc0ON&#10;Hc1rKo+rk9WwXLzy3n+e0jHt+5/f3bb63r7PtH58SLMRiEgp/ov/3F8mz1dqCLdv8glyc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SwifxAAAAN0AAAAPAAAAAAAAAAAA&#10;AAAAAKECAABkcnMvZG93bnJldi54bWxQSwUGAAAAAAQABAD5AAAAkgMAAAAA&#10;" strokeweight="0"/>
                  <v:line id="Line 999" o:spid="_x0000_s1387" style="position:absolute;flip:y;visibility:visible;mso-wrap-style:square" from="5307,633" to="5312,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mW6MQAAADdAAAADwAAAGRycy9kb3ducmV2LnhtbERPTWsCMRC9F/wPYQrealIPWlajSKVF&#10;BFu09eBt3Ex3FzeTJYlu+u+bQqG3ebzPmS+TbcWNfGgca3gcKRDEpTMNVxo+P14enkCEiGywdUwa&#10;vinAcjG4m2NhXM97uh1iJXIIhwI11DF2hZShrMliGLmOOHNfzluMGfpKGo99DretHCs1kRYbzg01&#10;dvRcU3k5XK2G/duUz/71mi7p3O/eT8dqe1yvtB7ep9UMRKQU/8V/7o3J85Uaw+83+QS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mZboxAAAAN0AAAAPAAAAAAAAAAAA&#10;AAAAAKECAABkcnMvZG93bnJldi54bWxQSwUGAAAAAAQABAD5AAAAkgMAAAAA&#10;" strokeweight="0"/>
                  <v:line id="Line 1000" o:spid="_x0000_s1388" style="position:absolute;flip:y;visibility:visible;mso-wrap-style:square" from="5317,626" to="5323,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Uzc8UAAADdAAAADwAAAGRycy9kb3ducmV2LnhtbERPTWsCMRC9C/0PYYTeNNFCW1ajSKWl&#10;FNqi1YO3cTPuLm4mSxLd9N83hUJv83ifM18m24or+dA41jAZKxDEpTMNVxp2X8+jRxAhIhtsHZOG&#10;bwqwXNwM5lgY1/OGrttYiRzCoUANdYxdIWUoa7IYxq4jztzJeYsxQ19J47HP4baVU6XupcWGc0ON&#10;HT3VVJ63F6th8/HAR/9ySed07N8/D/vqbb9eaX07TKsZiEgp/ov/3K8mz1fqDn6/yS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Uzc8UAAADdAAAADwAAAAAAAAAA&#10;AAAAAAChAgAAZHJzL2Rvd25yZXYueG1sUEsFBgAAAAAEAAQA+QAAAJMDAAAAAA==&#10;" strokeweight="0"/>
                  <v:line id="Line 1001" o:spid="_x0000_s1389" style="position:absolute;flip:y;visibility:visible;mso-wrap-style:square" from="5328,620" to="53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yrB8UAAADdAAAADwAAAGRycy9kb3ducmV2LnhtbERPTWsCMRC9C/0PYYTeNFFKW1ajSKWl&#10;FNqi1YO3cTPuLm4mSxLd9N83hUJv83ifM18m24or+dA41jAZKxDEpTMNVxp2X8+jRxAhIhtsHZOG&#10;bwqwXNwM5lgY1/OGrttYiRzCoUANdYxdIWUoa7IYxq4jztzJeYsxQ19J47HP4baVU6XupcWGc0ON&#10;HT3VVJ63F6th8/HAR/9ySed07N8/D/vqbb9eaX07TKsZiEgp/ov/3K8mz1fqDn6/yS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yrB8UAAADdAAAADwAAAAAAAAAA&#10;AAAAAAChAgAAZHJzL2Rvd25yZXYueG1sUEsFBgAAAAAEAAQA+QAAAJMDAAAAAA==&#10;" strokeweight="0"/>
                  <v:line id="Line 1002" o:spid="_x0000_s1390" style="position:absolute;flip:y;visibility:visible;mso-wrap-style:square" from="5339,614" to="534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AOnMQAAADdAAAADwAAAGRycy9kb3ducmV2LnhtbERPS2sCMRC+C/0PYYTeNFHog9UoUmkp&#10;hbZo9eBt3Iy7i5vJkkQ3/fdNodDbfHzPmS+TbcWVfGgca5iMFQji0pmGKw27r+fRI4gQkQ22jknD&#10;NwVYLm4GcyyM63lD122sRA7hUKCGOsaukDKUNVkMY9cRZ+7kvMWYoa+k8djncNvKqVL30mLDuaHG&#10;jp5qKs/bi9Ww+Xjgo3+5pHM69u+fh331tl+vtL4dptUMRKQU/8V/7leT5yt1B7/f5BPk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cA6cxAAAAN0AAAAPAAAAAAAAAAAA&#10;AAAAAKECAABkcnMvZG93bnJldi54bWxQSwUGAAAAAAQABAD5AAAAkgMAAAAA&#10;" strokeweight="0"/>
                  <v:line id="Line 1003" o:spid="_x0000_s1391" style="position:absolute;flip:y;visibility:visible;mso-wrap-style:square" from="5350,608" to="5355,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KQ68YAAADdAAAADwAAAGRycy9kb3ducmV2LnhtbESPT2sCMRDF74V+hzCF3mpWD7asRhFL&#10;RQpt8d/B27gZdxc3kyWJbvz2piB4m+G995s342k0jbiQ87VlBf1eBoK4sLrmUsF28/X2AcIHZI2N&#10;ZVJwJQ/TyfPTGHNtO17RZR1KkSDsc1RQhdDmUvqiIoO+Z1vipB2tMxjS6kqpHXYJbho5yLKhNFhz&#10;ulBhS/OKitP6bBSsft/54BbneIqH7udvvyu/d58zpV5f4mwEIlAMD/M9vdSpfiLC/zdpBD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ikOvGAAAA3QAAAA8AAAAAAAAA&#10;AAAAAAAAoQIAAGRycy9kb3ducmV2LnhtbFBLBQYAAAAABAAEAPkAAACUAwAAAAA=&#10;" strokeweight="0"/>
                  <v:line id="Line 1004" o:spid="_x0000_s1392" style="position:absolute;flip:y;visibility:visible;mso-wrap-style:square" from="5360,602" to="5366,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41cMQAAADdAAAADwAAAGRycy9kb3ducmV2LnhtbERPTWsCMRC9F/wPYQreatIetKxGkUpF&#10;CrVo68HbuJnuLm4mSxLd9N83QqG3ebzPmS2SbcWVfGgca3gcKRDEpTMNVxq+Pl8fnkGEiGywdUwa&#10;fijAYj64m2FhXM87uu5jJXIIhwI11DF2hZShrMliGLmOOHPfzluMGfpKGo99DretfFJqLC02nBtq&#10;7OilpvK8v1gNu+2ET359Sed06t8/jofq7bBaaj28T8spiEgp/ov/3BuT5ys1gds3+QQ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7jVwxAAAAN0AAAAPAAAAAAAAAAAA&#10;AAAAAKECAABkcnMvZG93bnJldi54bWxQSwUGAAAAAAQABAD5AAAAkgMAAAAA&#10;" strokeweight="0"/>
                  <v:line id="Line 1005" o:spid="_x0000_s1393" style="position:absolute;flip:y;visibility:visible;mso-wrap-style:square" from="5371,595" to="537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hAscAAADdAAAADwAAAGRycy9kb3ducmV2LnhtbESPQUsDMRCF74L/IYzgzSZ6qLI2LcVS&#10;KYJKqz14m27G3aWbyZKk3fjvnYPgbYb35r1vZovie3WmmLrAFm4nBhRxHVzHjYXPj/XNA6iUkR32&#10;gcnCDyVYzC8vZli5MPKWzrvcKAnhVKGFNueh0jrVLXlMkzAQi/Ydoscsa2y0izhKuO/1nTFT7bFj&#10;aWhxoKeW6uPu5C1s3+75EJ9P5VgO4+v717552a+W1l5fleUjqEwl/5v/rjdO8I0RXPlGRt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caECxwAAAN0AAAAPAAAAAAAA&#10;AAAAAAAAAKECAABkcnMvZG93bnJldi54bWxQSwUGAAAAAAQABAD5AAAAlQMAAAAA&#10;" strokeweight="0"/>
                  <v:line id="Line 1006" o:spid="_x0000_s1394" style="position:absolute;flip:y;visibility:visible;mso-wrap-style:square" from="5382,589" to="538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0EmcUAAADdAAAADwAAAGRycy9kb3ducmV2LnhtbERPS2sCMRC+C/0PYYTeNNFDH6tRpNJS&#10;Cm3R6sHbuBl3FzeTJYlu+u+bQqG3+fieM18m24or+dA41jAZKxDEpTMNVxp2X8+jBxAhIhtsHZOG&#10;bwqwXNwM5lgY1/OGrttYiRzCoUANdYxdIWUoa7IYxq4jztzJeYsxQ19J47HP4baVU6XupMWGc0ON&#10;HT3VVJ63F6th83HPR/9ySed07N8/D/vqbb9eaX07TKsZiEgp/ov/3K8mz1fqEX6/yS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0EmcUAAADdAAAADwAAAAAAAAAA&#10;AAAAAAChAgAAZHJzL2Rvd25yZXYueG1sUEsFBgAAAAAEAAQA+QAAAJMDAAAAAA==&#10;" strokeweight="0"/>
                  <v:line id="Line 1007" o:spid="_x0000_s1395" style="position:absolute;flip:y;visibility:visible;mso-wrap-style:square" from="5393,583" to="539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472ccAAADdAAAADwAAAGRycy9kb3ducmV2LnhtbESPT0sDMRDF74LfIYzgzWbrQWXbtJSK&#10;IoJK/x16m26mu0s3kyVJu/HbOwehtxnem/d+M51n16kLhdh6NjAeFaCIK29brg1sN28PL6BiQrbY&#10;eSYDvxRhPru9mWJp/cAruqxTrSSEY4kGmpT6UutYNeQwjnxPLNrRB4dJ1lBrG3CQcNfpx6J40g5b&#10;loYGe1o2VJ3WZ2dg9f3Mh/B+zqd8GL5+9rv6c/e6MOb+Li8moBLldDX/X39YwS/Gwi/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3jvZxwAAAN0AAAAPAAAAAAAA&#10;AAAAAAAAAKECAABkcnMvZG93bnJldi54bWxQSwUGAAAAAAQABAD5AAAAlQMAAAAA&#10;" strokeweight="0"/>
                  <v:line id="Line 1008" o:spid="_x0000_s1396" style="position:absolute;flip:y;visibility:visible;mso-wrap-style:square" from="5403,577" to="5408,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KeQsQAAADdAAAADwAAAGRycy9kb3ducmV2LnhtbERPTWsCMRC9C/0PYQq9aXZ7sLIaRRSL&#10;FFrR1oO3cTPuLm4mSxLd9N83hUJv83ifM1tE04o7Od9YVpCPMhDEpdUNVwq+PjfDCQgfkDW2lknB&#10;N3lYzB8GMyy07XlP90OoRAphX6CCOoSukNKXNRn0I9sRJ+5incGQoKukdtincNPK5ywbS4MNp4Ya&#10;O1rVVF4PN6Ng//HCZ/d6i9d47t93p2P1dlwvlXp6jMspiEAx/Iv/3Fud5md5Dr/fpBP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kp5CxAAAAN0AAAAPAAAAAAAAAAAA&#10;AAAAAKECAABkcnMvZG93bnJldi54bWxQSwUGAAAAAAQABAD5AAAAkgMAAAAA&#10;" strokeweight="0"/>
                  <v:line id="Line 1009" o:spid="_x0000_s1397" style="position:absolute;flip:y;visibility:visible;mso-wrap-style:square" from="5414,571" to="54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AANcQAAADdAAAADwAAAGRycy9kb3ducmV2LnhtbERPTWsCMRC9F/ofwgi91aweWtkaRSwt&#10;pVBFrQdv42bcXdxMliS68d8bQfA2j/c542k0jTiT87VlBYN+BoK4sLrmUsH/5ut1BMIHZI2NZVJw&#10;IQ/TyfPTGHNtO17ReR1KkULY56igCqHNpfRFRQZ937bEiTtYZzAk6EqpHXYp3DRymGVv0mDNqaHC&#10;luYVFcf1yShYLd55775P8Rj33d9yty1/t58zpV56cfYBIlAMD/Hd/aPT/GwwhNs36QQ5u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QAA1xAAAAN0AAAAPAAAAAAAAAAAA&#10;AAAAAKECAABkcnMvZG93bnJldi54bWxQSwUGAAAAAAQABAD5AAAAkgMAAAAA&#10;" strokeweight="0"/>
                  <v:line id="Line 1010" o:spid="_x0000_s1398" style="position:absolute;flip:y;visibility:visible;mso-wrap-style:square" from="5424,565" to="543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ylrsQAAADdAAAADwAAAGRycy9kb3ducmV2LnhtbERPTWsCMRC9C/0PYQq9aVYLVbZGkUqL&#10;CFa09dDbuJnuLm4mSxLd9N+bguBtHu9zpvNoGnEh52vLCoaDDARxYXXNpYLvr/f+BIQPyBoby6Tg&#10;jzzMZw+9Kebadryjyz6UIoWwz1FBFUKbS+mLigz6gW2JE/drncGQoCuldtilcNPIUZa9SIM1p4YK&#10;W3qrqDjtz0bB7nPMR/dxjqd47Dbbn0O5PiwXSj09xsUriEAx3MU390qn+dnw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DKWuxAAAAN0AAAAPAAAAAAAAAAAA&#10;AAAAAKECAABkcnMvZG93bnJldi54bWxQSwUGAAAAAAQABAD5AAAAkgMAAAAA&#10;" strokeweight="0"/>
                  <v:line id="Line 1011" o:spid="_x0000_s1399" style="position:absolute;flip:y;visibility:visible;mso-wrap-style:square" from="5435,558" to="544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2sQAAADdAAAADwAAAGRycy9kb3ducmV2LnhtbERPTWsCMRC9C/0PYQq9aVYpVbZGkUqL&#10;CFa09dDbuJnuLm4mSxLd9N+bguBtHu9zpvNoGnEh52vLCoaDDARxYXXNpYLvr/f+BIQPyBoby6Tg&#10;jzzMZw+9Kebadryjyz6UIoWwz1FBFUKbS+mLigz6gW2JE/drncGQoCuldtilcNPIUZa9SIM1p4YK&#10;W3qrqDjtz0bB7nPMR/dxjqd47Dbbn0O5PiwXSj09xsUriEAx3MU390qn+dnw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3axAAAAN0AAAAPAAAAAAAAAAAA&#10;AAAAAKECAABkcnMvZG93bnJldi54bWxQSwUGAAAAAAQABAD5AAAAkgMAAAAA&#10;" strokeweight="0"/>
                  <v:line id="Line 1012" o:spid="_x0000_s1400" style="position:absolute;flip:y;visibility:visible;mso-wrap-style:square" from="5446,552" to="545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mYQcQAAADdAAAADwAAAGRycy9kb3ducmV2LnhtbERPTWsCMRC9C/0PYQq9aVahVbZGkUqL&#10;CFa09dDbuJnuLm4mSxLd9N+bguBtHu9zpvNoGnEh52vLCoaDDARxYXXNpYLvr/f+BIQPyBoby6Tg&#10;jzzMZw+9Kebadryjyz6UIoWwz1FBFUKbS+mLigz6gW2JE/drncGQoCuldtilcNPIUZa9SIM1p4YK&#10;W3qrqDjtz0bB7nPMR/dxjqd47Dbbn0O5PiwXSj09xsUriEAx3MU390qn+dnw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qZhBxAAAAN0AAAAPAAAAAAAAAAAA&#10;AAAAAKECAABkcnMvZG93bnJldi54bWxQSwUGAAAAAAQABAD5AAAAkgMAAAAA&#10;" strokeweight="0"/>
                  <v:line id="Line 1013" o:spid="_x0000_s1401" style="position:absolute;flip:y;visibility:visible;mso-wrap-style:square" from="5457,546" to="546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sGNsQAAADdAAAADwAAAGRycy9kb3ducmV2LnhtbERPTWsCMRC9F/ofwhR6q1k9qGyNIi2W&#10;UlBR66G3cTPdXdxMliS68d8bQfA2j/c5k1k0jTiT87VlBf1eBoK4sLrmUsHvbvE2BuEDssbGMim4&#10;kIfZ9Plpgrm2HW/ovA2lSCHsc1RQhdDmUvqiIoO+Z1vixP1bZzAk6EqpHXYp3DRykGVDabDm1FBh&#10;Sx8VFcftySjYrEZ8cF+neIyHbrn+25c/+8+5Uq8vcf4OIlAMD/Hd/a3T/Kw/hN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ewY2xAAAAN0AAAAPAAAAAAAAAAAA&#10;AAAAAKECAABkcnMvZG93bnJldi54bWxQSwUGAAAAAAQABAD5AAAAkgMAAAAA&#10;" strokeweight="0"/>
                  <v:line id="Line 1014" o:spid="_x0000_s1402" style="position:absolute;flip:y;visibility:visible;mso-wrap-style:square" from="5468,540" to="547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ejrcUAAADdAAAADwAAAGRycy9kb3ducmV2LnhtbERPTWsCMRC9C/0PYQq9adYeqmyNIi0t&#10;pVDFtR56GzfT3cXNZEmiG/+9EQRv83ifM1tE04oTOd9YVjAeZSCIS6sbrhT8bj+GUxA+IGtsLZOC&#10;M3lYzB8GM8y17XlDpyJUIoWwz1FBHUKXS+nLmgz6ke2IE/dvncGQoKukdtincNPK5yx7kQYbTg01&#10;dvRWU3kojkbBZjXhvfs8xkPc9z/rv131vXtfKvX0GJevIALFcBff3F86zc/GE7h+k06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zejrcUAAADdAAAADwAAAAAAAAAA&#10;AAAAAAChAgAAZHJzL2Rvd25yZXYueG1sUEsFBgAAAAAEAAQA+QAAAJMDAAAAAA==&#10;" strokeweight="0"/>
                  <v:line id="Line 1015" o:spid="_x0000_s1403" style="position:absolute;flip:y;visibility:visible;mso-wrap-style:square" from="5478,534" to="5484,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g338cAAADdAAAADwAAAGRycy9kb3ducmV2LnhtbESPT0sDMRDF74LfIYzgzWbrQWXbtJSK&#10;IoJK/x16m26mu0s3kyVJu/HbOwehtxnem/d+M51n16kLhdh6NjAeFaCIK29brg1sN28PL6BiQrbY&#10;eSYDvxRhPru9mWJp/cAruqxTrSSEY4kGmpT6UutYNeQwjnxPLNrRB4dJ1lBrG3CQcNfpx6J40g5b&#10;loYGe1o2VJ3WZ2dg9f3Mh/B+zqd8GL5+9rv6c/e6MOb+Li8moBLldDX/X39YwS/Ggiv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DffxwAAAN0AAAAPAAAAAAAA&#10;AAAAAAAAAKECAABkcnMvZG93bnJldi54bWxQSwUGAAAAAAQABAD5AAAAlQMAAAAA&#10;" strokeweight="0"/>
                  <v:line id="Line 1016" o:spid="_x0000_s1404" style="position:absolute;flip:y;visibility:visible;mso-wrap-style:square" from="5489,528" to="549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SSRMUAAADdAAAADwAAAGRycy9kb3ducmV2LnhtbERPTWsCMRC9C/0PYQq9aVYPrW6NIpUW&#10;Eaxo66G3cTPdXdxMliS66b83BcHbPN7nTOfRNOJCzteWFQwHGQjiwuqaSwXfX+/9MQgfkDU2lknB&#10;H3mYzx56U8y17XhHl30oRQphn6OCKoQ2l9IXFRn0A9sSJ+7XOoMhQVdK7bBL4aaRoyx7lgZrTg0V&#10;tvRWUXHan42C3ecLH93HOZ7isdtsfw7l+rBcKPX0GBevIALFcBff3Cud5mfDC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eSSRMUAAADdAAAADwAAAAAAAAAA&#10;AAAAAAChAgAAZHJzL2Rvd25yZXYueG1sUEsFBgAAAAAEAAQA+QAAAJMDAAAAAA==&#10;" strokeweight="0"/>
                  <v:line id="Line 1017" o:spid="_x0000_s1405" style="position:absolute;flip:y;visibility:visible;mso-wrap-style:square" from="5499,521" to="550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LxZMcAAADdAAAADwAAAGRycy9kb3ducmV2LnhtbESPQU8CMRCF7yb+h2ZIvEkXDmoWCiEY&#10;jTFRA8qB27Addjdsp5u2sPXfOwcTbjN5b977Zr7MrlMXCrH1bGAyLkARV962XBv4+X65fwIVE7LF&#10;zjMZ+KUIy8XtzRxL6wfe0GWbaiUhHEs00KTUl1rHqiGHcex7YtGOPjhMsoZa24CDhLtOT4viQTts&#10;WRoa7GndUHXanp2BzecjH8LrOZ/yYfj42u/q993zypi7UV7NQCXK6Wr+v36zgl9MhV++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svFkxwAAAN0AAAAPAAAAAAAA&#10;AAAAAAAAAKECAABkcnMvZG93bnJldi54bWxQSwUGAAAAAAQABAD5AAAAlQMAAAAA&#10;" strokeweight="0"/>
                  <v:line id="Line 1018" o:spid="_x0000_s1406" style="position:absolute;flip:y;visibility:visible;mso-wrap-style:square" from="5510,516" to="5516,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5U/8QAAADdAAAADwAAAGRycy9kb3ducmV2LnhtbERPTWsCMRC9F/ofwgi91aweWtkaRSwt&#10;pVBFrQdv42bcXdxMliS68d8bQfA2j/c542k0jTiT87VlBYN+BoK4sLrmUsH/5ut1BMIHZI2NZVJw&#10;IQ/TyfPTGHNtO17ReR1KkULY56igCqHNpfRFRQZ937bEiTtYZzAk6EqpHXYp3DRymGVv0mDNqaHC&#10;luYVFcf1yShYLd55775P8Rj33d9yty1/t58zpV56cfYBIlAMD/Hd/aPT/Gw4gNs36QQ5u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lT/xAAAAN0AAAAPAAAAAAAAAAAA&#10;AAAAAKECAABkcnMvZG93bnJldi54bWxQSwUGAAAAAAQABAD5AAAAkgMAAAAA&#10;" strokeweight="0"/>
                  <v:line id="Line 1019" o:spid="_x0000_s1407" style="position:absolute;flip:y;visibility:visible;mso-wrap-style:square" from="5521,510" to="5526,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zKiMQAAADdAAAADwAAAGRycy9kb3ducmV2LnhtbERPTWsCMRC9F/wPYQRvNese2rIaRRSl&#10;CG3R1oO3cTPuLm4mSxLd9N83hUJv83ifM1tE04o7Od9YVjAZZyCIS6sbrhR8fW4eX0D4gKyxtUwK&#10;vsnDYj54mGGhbc97uh9CJVII+wIV1CF0hZS+rMmgH9uOOHEX6wyGBF0ltcM+hZtW5ln2JA02nBpq&#10;7GhVU3k93IyC/fszn932Fq/x3L99nI7V7rheKjUaxuUURKAY/sV/7led5md5Dr/fpBP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LMqIxAAAAN0AAAAPAAAAAAAAAAAA&#10;AAAAAKECAABkcnMvZG93bnJldi54bWxQSwUGAAAAAAQABAD5AAAAkgMAAAAA&#10;" strokeweight="0"/>
                  <v:line id="Line 1020" o:spid="_x0000_s1408" style="position:absolute;flip:y;visibility:visible;mso-wrap-style:square" from="5532,504" to="5537,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BvE8QAAADdAAAADwAAAGRycy9kb3ducmV2LnhtbERPTWsCMRC9C/6HMEJvmq2FKlujSEuL&#10;CFa09dDbuJnuLm4mSxLd9N+bguBtHu9zZotoGnEh52vLCh5HGQjiwuqaSwXfX+/DKQgfkDU2lknB&#10;H3lYzPu9Gebadryjyz6UIoWwz1FBFUKbS+mLigz6kW2JE/drncGQoCuldtilcNPIcZY9S4M1p4YK&#10;W3qtqDjtz0bB7nPCR/dxjqd47Dbbn0O5PrwtlXoYxOULiEAx3MU390qn+dn4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G8TxAAAAN0AAAAPAAAAAAAAAAAA&#10;AAAAAKECAABkcnMvZG93bnJldi54bWxQSwUGAAAAAAQABAD5AAAAkgMAAAAA&#10;" strokeweight="0"/>
                  <v:line id="Line 1021" o:spid="_x0000_s1409" style="position:absolute;flip:y;visibility:visible;mso-wrap-style:square" from="5543,497" to="5548,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n3Z8QAAADdAAAADwAAAGRycy9kb3ducmV2LnhtbERPTWsCMRC9C/6HMEJvmq2UKlujSEuL&#10;CFa09dDbuJnuLm4mSxLd9N+bguBtHu9zZotoGnEh52vLCh5HGQjiwuqaSwXfX+/DKQgfkDU2lknB&#10;H3lYzPu9Gebadryjyz6UIoWwz1FBFUKbS+mLigz6kW2JE/drncGQoCuldtilcNPIcZY9S4M1p4YK&#10;W3qtqDjtz0bB7nPCR/dxjqd47Dbbn0O5PrwtlXoYxOULiEAx3MU390qn+dn4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ifdnxAAAAN0AAAAPAAAAAAAAAAAA&#10;AAAAAKECAABkcnMvZG93bnJldi54bWxQSwUGAAAAAAQABAD5AAAAkgMAAAAA&#10;" strokeweight="0"/>
                  <v:line id="Line 1022" o:spid="_x0000_s1410" style="position:absolute;flip:y;visibility:visible;mso-wrap-style:square" from="5553,491" to="5559,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VS/MQAAADdAAAADwAAAGRycy9kb3ducmV2LnhtbERPTWsCMRC9C/6HMEJvmq3QKlujSEuL&#10;CFa09dDbuJnuLm4mSxLd9N+bguBtHu9zZotoGnEh52vLCh5HGQjiwuqaSwXfX+/DKQgfkDU2lknB&#10;H3lYzPu9Gebadryjyz6UIoWwz1FBFUKbS+mLigz6kW2JE/drncGQoCuldtilcNPIcZY9S4M1p4YK&#10;W3qtqDjtz0bB7nPCR/dxjqd47Dbbn0O5PrwtlXoYxOULiEAx3MU390qn+dn4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xVL8xAAAAN0AAAAPAAAAAAAAAAAA&#10;AAAAAKECAABkcnMvZG93bnJldi54bWxQSwUGAAAAAAQABAD5AAAAkgMAAAAA&#10;" strokeweight="0"/>
                  <v:line id="Line 1023" o:spid="_x0000_s1411" style="position:absolute;flip:y;visibility:visible;mso-wrap-style:square" from="5564,485" to="557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fMi8QAAADdAAAADwAAAGRycy9kb3ducmV2LnhtbERPTWsCMRC9F/ofwhR6q1k92LI1iiiK&#10;FNqi1oO3cTPuLm4mSxLd+O9NQfA2j/c5o0k0jbiQ87VlBf1eBoK4sLrmUsHfdvH2AcIHZI2NZVJw&#10;JQ+T8fPTCHNtO17TZRNKkULY56igCqHNpfRFRQZ9z7bEiTtaZzAk6EqpHXYp3DRykGVDabDm1FBh&#10;S7OKitPmbBSsf9754JbneIqH7vt3vyu/dvOpUq8vcfoJIlAMD/HdvdJpfjYYwv836QQ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F8yLxAAAAN0AAAAPAAAAAAAAAAAA&#10;AAAAAKECAABkcnMvZG93bnJldi54bWxQSwUGAAAAAAQABAD5AAAAkgMAAAAA&#10;" strokeweight="0"/>
                  <v:line id="Line 1024" o:spid="_x0000_s1412" style="position:absolute;flip:y;visibility:visible;mso-wrap-style:square" from="5575,479" to="5580,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tpEMUAAADdAAAADwAAAGRycy9kb3ducmV2LnhtbERPTWsCMRC9C/0PYQq9abYeqmyNIhVL&#10;KVRxWw+9jZvp7uJmsiTRjf/eCEJv83ifM1tE04ozOd9YVvA8ykAQl1Y3XCn4+V4PpyB8QNbYWiYF&#10;F/KwmD8MZphr2/OOzkWoRAphn6OCOoQul9KXNRn0I9sRJ+7POoMhQVdJ7bBP4aaV4yx7kQYbTg01&#10;dvRWU3ksTkbBbjPhg3s/xWM89F/b3331uV8tlXp6jMtXEIFi+Bff3R86zc/GE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tpEMUAAADdAAAADwAAAAAAAAAA&#10;AAAAAAChAgAAZHJzL2Rvd25yZXYueG1sUEsFBgAAAAAEAAQA+QAAAJMDAAAAAA==&#10;" strokeweight="0"/>
                  <v:line id="Line 1025" o:spid="_x0000_s1413" style="position:absolute;flip:y;visibility:visible;mso-wrap-style:square" from="5585,473" to="5590,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T9YscAAADdAAAADwAAAGRycy9kb3ducmV2LnhtbESPQU8CMRCF7yb+h2ZIvEkXDmoWCiEY&#10;jTFRA8qB27Addjdsp5u2sPXfOwcTbjN5b977Zr7MrlMXCrH1bGAyLkARV962XBv4+X65fwIVE7LF&#10;zjMZ+KUIy8XtzRxL6wfe0GWbaiUhHEs00KTUl1rHqiGHcex7YtGOPjhMsoZa24CDhLtOT4viQTts&#10;WRoa7GndUHXanp2BzecjH8LrOZ/yYfj42u/q993zypi7UV7NQCXK6Wr+v36zgl9MBV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xP1ixwAAAN0AAAAPAAAAAAAA&#10;AAAAAAAAAKECAABkcnMvZG93bnJldi54bWxQSwUGAAAAAAQABAD5AAAAlQMAAAAA&#10;" strokeweight="0"/>
                  <v:shape id="Freeform 1026" o:spid="_x0000_s1414" style="position:absolute;left:5191;top:50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mDJcQA&#10;AADdAAAADwAAAGRycy9kb3ducmV2LnhtbERPTUvDQBC9F/wPywheit0YpGjstqggFUHRtBdvQ3aa&#10;RDOzYXdtk3/vFgq9zeN9zmI1cKf25EPrxMDNLANFUjnbSm1gu3m5vgMVIorFzgkZGCnAankxWWBh&#10;3UG+aF/GWqUQCQUaaGLsC61D1RBjmLmeJHE75xljgr7W1uMhhXOn8yyba8ZWUkODPT03VP2Wf2yA&#10;15/x583v3kf85tuxXefTjyc25upyeHwAFWmIZ/HJ/WrT/Cy/h+M36QS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pgyXEAAAA3QAAAA8AAAAAAAAAAAAAAAAAmAIAAGRycy9k&#10;b3ducmV2LnhtbFBLBQYAAAAABAAEAPUAAACJAwAAAAA=&#10;" path="m,l,1,,xe" fillcolor="black" strokeweight=".05pt">
                    <v:path arrowok="t" o:connecttype="custom" o:connectlocs="0,0;0,1;0,0" o:connectangles="0,0,0"/>
                  </v:shape>
                  <v:shape id="Freeform 1027" o:spid="_x0000_s1415" style="position:absolute;left:213;top:500;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XW8QA&#10;AADdAAAADwAAAGRycy9kb3ducmV2LnhtbESPQW/CMAyF75P4D5GRdhspRdpGISA2adpOEwN+gNWY&#10;tqJxqiSE8u/nw6TdbL3n9z6vt6PrVaYQO88G5rMCFHHtbceNgdPx4+kVVEzIFnvPZOBOEbabycMa&#10;K+tv/EP5kBolIRwrNNCmNFRax7olh3HmB2LRzj44TLKGRtuANwl3vS6L4lk77FgaWhzovaX6crg6&#10;Awufg355c0scy8/v/X2fc3nVxjxOx90KVKIx/Zv/rr+s4BcL4ZdvZAS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GF1vEAAAA3QAAAA8AAAAAAAAAAAAAAAAAmAIAAGRycy9k&#10;b3ducmV2LnhtbFBLBQYAAAAABAAEAPUAAACJAwAAAAA=&#10;" path="m,2l,,,2xe" fillcolor="black" strokeweight=".05pt">
                    <v:path arrowok="t" o:connecttype="custom" o:connectlocs="0,1;0,0;0,1" o:connectangles="0,0,0"/>
                  </v:shape>
                  <v:line id="Line 1028" o:spid="_x0000_s1416" style="position:absolute;flip:x;visibility:visible;mso-wrap-style:square" from="5184,501" to="51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fCIsQAAADdAAAADwAAAGRycy9kb3ducmV2LnhtbERPTWsCMRC9C/0PYQq9aVYLVbZGkUqL&#10;CFa09dDbuJnuLm4mSxLd9N+bguBtHu9zpvNoGnEh52vLCoaDDARxYXXNpYLvr/f+BIQPyBoby6Tg&#10;jzzMZw+9Kebadryjyz6UIoWwz1FBFUKbS+mLigz6gW2JE/drncGQoCuldtilcNPIUZa9SIM1p4YK&#10;W3qrqDjtz0bB7nPMR/dxjqd47Dbbn0O5PiwXSj09xsUriEAx3MU390qn+dn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J8IixAAAAN0AAAAPAAAAAAAAAAAA&#10;AAAAAKECAABkcnMvZG93bnJldi54bWxQSwUGAAAAAAQABAD5AAAAkgMAAAAA&#10;" strokeweight="0"/>
                  <v:line id="Line 1029" o:spid="_x0000_s1417" style="position:absolute;flip:x;visibility:visible;mso-wrap-style:square" from="5172,501" to="5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cVcQAAADdAAAADwAAAGRycy9kb3ducmV2LnhtbERPTWsCMRC9C/6HMEJvmq2FKlujSEuL&#10;CFa09dDbuJnuLm4mSxLd9N+bguBtHu9zZotoGnEh52vLCh5HGQjiwuqaSwXfX+/DKQgfkDU2lknB&#10;H3lYzPu9Gebadryjyz6UIoWwz1FBFUKbS+mLigz6kW2JE/drncGQoCuldtilcNPIcZY9S4M1p4YK&#10;W3qtqDjtz0bB7nPCR/dxjqd47Dbbn0O5PrwtlXoYxOULiEAx3MU390qn+dnTGP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9VxVxAAAAN0AAAAPAAAAAAAAAAAA&#10;AAAAAKECAABkcnMvZG93bnJldi54bWxQSwUGAAAAAAQABAD5AAAAkgMAAAAA&#10;" strokeweight="0"/>
                  <v:line id="Line 1030" o:spid="_x0000_s1418" style="position:absolute;flip:x;visibility:visible;mso-wrap-style:square" from="5160,501" to="516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n5zsQAAADdAAAADwAAAGRycy9kb3ducmV2LnhtbERPS2sCMRC+F/wPYYTearYKraxGkRaL&#10;CK34OngbN9Pdxc1kSaKb/vumUPA2H99zpvNoGnEj52vLCp4HGQjiwuqaSwWH/fJpDMIHZI2NZVLw&#10;Qx7ms97DFHNtO97SbRdKkULY56igCqHNpfRFRQb9wLbEifu2zmBI0JVSO+xSuGnkMMtepMGaU0OF&#10;Lb1VVFx2V6Ng+/XKZ/dxjZd47j43p2O5Pr4vlHrsx8UERKAY7uJ/90qn+dloBH/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ufnOxAAAAN0AAAAPAAAAAAAAAAAA&#10;AAAAAKECAABkcnMvZG93bnJldi54bWxQSwUGAAAAAAQABAD5AAAAkgMAAAAA&#10;" strokeweight="0"/>
                  <v:line id="Line 1031" o:spid="_x0000_s1419" style="position:absolute;flip:x;visibility:visible;mso-wrap-style:square" from="5147,501" to="5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BhusUAAADdAAAADwAAAGRycy9kb3ducmV2LnhtbERPTWsCMRC9F/wPYQrearZW2rI1iigV&#10;EbRo66G3cTPdXdxMliS68d+bQqG3ebzPGU+jacSFnK8tK3gcZCCIC6trLhV8fb4/vILwAVljY5kU&#10;XMnDdNK7G2Oubcc7uuxDKVII+xwVVCG0uZS+qMigH9iWOHE/1hkMCbpSaoddCjeNHGbZszRYc2qo&#10;sKV5RcVpfzYKdtsXPrrlOZ7isdt8fB/K9WExU6p/H2dvIALF8C/+c690mp89je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BhusUAAADdAAAADwAAAAAAAAAA&#10;AAAAAAChAgAAZHJzL2Rvd25yZXYueG1sUEsFBgAAAAAEAAQA+QAAAJMDAAAAAA==&#10;" strokeweight="0"/>
                  <v:line id="Line 1032" o:spid="_x0000_s1420" style="position:absolute;flip:x;visibility:visible;mso-wrap-style:square" from="5135,501" to="5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zEIcUAAADdAAAADwAAAGRycy9kb3ducmV2LnhtbERPTWsCMRC9F/wPYQrearYW27I1iigV&#10;EbRo66G3cTPdXdxMliS68d+bQqG3ebzPGU+jacSFnK8tK3gcZCCIC6trLhV8fb4/vILwAVljY5kU&#10;XMnDdNK7G2Oubcc7uuxDKVII+xwVVCG0uZS+qMigH9iWOHE/1hkMCbpSaoddCjeNHGbZszRYc2qo&#10;sKV5RcVpfzYKdtsXPrrlOZ7isdt8fB/K9WExU6p/H2dvIALF8C/+c690mp89je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xzEIcUAAADdAAAADwAAAAAAAAAA&#10;AAAAAAChAgAAZHJzL2Rvd25yZXYueG1sUEsFBgAAAAAEAAQA+QAAAJMDAAAAAA==&#10;" strokeweight="0"/>
                  <v:line id="Line 1033" o:spid="_x0000_s1421" style="position:absolute;flip:x;visibility:visible;mso-wrap-style:square" from="5123,501" to="512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5aVsQAAADdAAAADwAAAGRycy9kb3ducmV2LnhtbERPTWsCMRC9F/wPYQRvNVsFK1ujSIsi&#10;BSvaeuht3Ex3FzeTJYlu+u9NoeBtHu9zZotoGnEl52vLCp6GGQjiwuqaSwVfn6vHKQgfkDU2lknB&#10;L3lYzHsPM8y17XhP10MoRQphn6OCKoQ2l9IXFRn0Q9sSJ+7HOoMhQVdK7bBL4aaRoyybSIM1p4YK&#10;W3qtqDgfLkbB/uOZT259ied46ra772P5fnxbKjXox+ULiEAx3MX/7o1O87PxB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zlpWxAAAAN0AAAAPAAAAAAAAAAAA&#10;AAAAAKECAABkcnMvZG93bnJldi54bWxQSwUGAAAAAAQABAD5AAAAkgMAAAAA&#10;" strokeweight="0"/>
                  <v:line id="Line 1034" o:spid="_x0000_s1422" style="position:absolute;flip:x;visibility:visible;mso-wrap-style:square" from="5110,501" to="5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L/zcQAAADdAAAADwAAAGRycy9kb3ducmV2LnhtbERPTWsCMRC9C/6HMII3zbYFla1RpKVF&#10;BCvaeuht3Ex3FzeTJYlu/PdNoeBtHu9z5stoGnEl52vLCh7GGQjiwuqaSwVfn2+jGQgfkDU2lknB&#10;jTwsF/3eHHNtO97T9RBKkULY56igCqHNpfRFRQb92LbEifuxzmBI0JVSO+xSuGnkY5ZNpMGaU0OF&#10;Lb1UVJwPF6Ng/zHlk3u/xHM8ddvd97HcHF9XSg0HcfUMIlAMd/G/e63T/OxpCn/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gv/NxAAAAN0AAAAPAAAAAAAAAAAA&#10;AAAAAKECAABkcnMvZG93bnJldi54bWxQSwUGAAAAAAQABAD5AAAAkgMAAAAA&#10;" strokeweight="0"/>
                  <v:line id="Line 1035" o:spid="_x0000_s1423" style="position:absolute;flip:x;visibility:visible;mso-wrap-style:square" from="5098,501" to="5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1rv8gAAADdAAAADwAAAGRycy9kb3ducmV2LnhtbESPQUsDMRCF74L/IUzBm81WQWXbtBRF&#10;EUFLa3vobbqZ7i7dTJYk7cZ/7xwEbzO8N+99M1tk16kLhdh6NjAZF6CIK29brg1sv19vn0DFhGyx&#10;80wGfijCYn59NcPS+oHXdNmkWkkIxxINNCn1pdaxashhHPueWLSjDw6TrKHWNuAg4a7Td0XxoB22&#10;LA0N9vTcUHXanJ2B9dcjH8LbOZ/yYfhc7Xf1x+5laczNKC+noBLl9G/+u363gl/cC65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R1rv8gAAADdAAAADwAAAAAA&#10;AAAAAAAAAAChAgAAZHJzL2Rvd25yZXYueG1sUEsFBgAAAAAEAAQA+QAAAJYDAAAAAA==&#10;" strokeweight="0"/>
                  <v:line id="Line 1036" o:spid="_x0000_s1424" style="position:absolute;flip:x;visibility:visible;mso-wrap-style:square" from="5086,501" to="50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HOJMUAAADdAAAADwAAAGRycy9kb3ducmV2LnhtbERPTWsCMRC9F/wPYQrearYWbLs1iigV&#10;EbRo66G3cTPdXdxMliS68d+bQqG3ebzPGU+jacSFnK8tK3gcZCCIC6trLhV8fb4/vIDwAVljY5kU&#10;XMnDdNK7G2Oubcc7uuxDKVII+xwVVCG0uZS+qMigH9iWOHE/1hkMCbpSaoddCjeNHGbZSBqsOTVU&#10;2NK8ouK0PxsFu+0zH93yHE/x2G0+vg/l+rCYKdW/j7M3EIFi+Bf/uVc6zc+eXu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HOJMUAAADdAAAADwAAAAAAAAAA&#10;AAAAAAChAgAAZHJzL2Rvd25yZXYueG1sUEsFBgAAAAAEAAQA+QAAAJMDAAAAAA==&#10;" strokeweight="0"/>
                  <v:line id="Line 1037" o:spid="_x0000_s1425" style="position:absolute;flip:x;visibility:visible;mso-wrap-style:square" from="5073,501" to="5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0UxMgAAADdAAAADwAAAGRycy9kb3ducmV2LnhtbESPQUsDMRCF74L/IUzBm81WRGXbtBRF&#10;EUFLa3vobbqZ7i7dTJYk7cZ/7xwEbzO8N+99M1tk16kLhdh6NjAZF6CIK29brg1sv19vn0DFhGyx&#10;80wGfijCYn59NcPS+oHXdNmkWkkIxxINNCn1pdaxashhHPueWLSjDw6TrKHWNuAg4a7Td0XxoB22&#10;LA0N9vTcUHXanJ2B9dcjH8LbOZ/yYfhc7Xf1x+5laczNKC+noBLl9G/+u363gl/cC79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20UxMgAAADdAAAADwAAAAAA&#10;AAAAAAAAAAChAgAAZHJzL2Rvd25yZXYueG1sUEsFBgAAAAAEAAQA+QAAAJYDAAAAAA==&#10;" strokeweight="0"/>
                  <v:line id="Line 1038" o:spid="_x0000_s1426" style="position:absolute;flip:x;visibility:visible;mso-wrap-style:square" from="5061,501" to="5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xX8QAAADdAAAADwAAAGRycy9kb3ducmV2LnhtbERPTWsCMRC9C/0PYQq9aVYpVbZGkUqL&#10;CFa09dDbuJnuLm4mSxLd9N+bguBtHu9zpvNoGnEh52vLCoaDDARxYXXNpYLvr/f+BIQPyBoby6Tg&#10;jzzMZw+9Kebadryjyz6UIoWwz1FBFUKbS+mLigz6gW2JE/drncGQoCuldtilcNPIUZa9SIM1p4YK&#10;W3qrqDjtz0bB7nPMR/dxjqd47Dbbn0O5PiwXSj09xsUriEAx3MU390qn+dn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IbFfxAAAAN0AAAAPAAAAAAAAAAAA&#10;AAAAAKECAABkcnMvZG93bnJldi54bWxQSwUGAAAAAAQABAD5AAAAkgMAAAAA&#10;" strokeweight="0"/>
                  <v:line id="Line 1039" o:spid="_x0000_s1427" style="position:absolute;flip:x;visibility:visible;mso-wrap-style:square" from="5049,501" to="50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MvKMQAAADdAAAADwAAAGRycy9kb3ducmV2LnhtbERPTWsCMRC9C/6HMEJvmq2UKlujSEuL&#10;CFa09dDbuJnuLm4mSxLd9N+bguBtHu9zZotoGnEh52vLCh5HGQjiwuqaSwXfX+/DKQgfkDU2lknB&#10;H3lYzPu9Gebadryjyz6UIoWwz1FBFUKbS+mLigz6kW2JE/drncGQoCuldtilcNPIcZY9S4M1p4YK&#10;W3qtqDjtz0bB7nPCR/dxjqd47Dbbn0O5PrwtlXoYxOULiEAx3MU390qn+dnTGP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8y8oxAAAAN0AAAAPAAAAAAAAAAAA&#10;AAAAAKECAABkcnMvZG93bnJldi54bWxQSwUGAAAAAAQABAD5AAAAkgMAAAAA&#10;" strokeweight="0"/>
                  <v:line id="Line 1040" o:spid="_x0000_s1428" style="position:absolute;flip:x;visibility:visible;mso-wrap-style:square" from="5036,501" to="5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Ks8UAAADdAAAADwAAAGRycy9kb3ducmV2LnhtbERPTWsCMRC9F/wPYQrearZW2rI1iigV&#10;EbRo66G3cTPdXdxMliS68d+bQqG3ebzPGU+jacSFnK8tK3gcZCCIC6trLhV8fb4/vILwAVljY5kU&#10;XMnDdNK7G2Oubcc7uuxDKVII+xwVVCG0uZS+qMigH9iWOHE/1hkMCbpSaoddCjeNHGbZszRYc2qo&#10;sKV5RcVpfzYKdtsXPrrlOZ7isdt8fB/K9WExU6p/H2dvIALF8C/+c690mp+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7+Ks8UAAADdAAAADwAAAAAAAAAA&#10;AAAAAAChAgAAZHJzL2Rvd25yZXYueG1sUEsFBgAAAAAEAAQA+QAAAJMDAAAAAA==&#10;" strokeweight="0"/>
                  <v:line id="Line 1041" o:spid="_x0000_s1429" style="position:absolute;flip:x;visibility:visible;mso-wrap-style:square" from="5024,501" to="5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YSx8QAAADdAAAADwAAAGRycy9kb3ducmV2LnhtbERPS2sCMRC+F/wPYYTearYiraxGkRaL&#10;CK34OngbN9Pdxc1kSaKb/vumUPA2H99zpvNoGnEj52vLCp4HGQjiwuqaSwWH/fJpDMIHZI2NZVLw&#10;Qx7ms97DFHNtO97SbRdKkULY56igCqHNpfRFRQb9wLbEifu2zmBI0JVSO+xSuGnkMMtepMGaU0OF&#10;Lb1VVFx2V6Ng+/XKZ/dxjZd47j43p2O5Pr4vlHrsx8UERKAY7uJ/90qn+dloBH/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VhLHxAAAAN0AAAAPAAAAAAAAAAAA&#10;AAAAAKECAABkcnMvZG93bnJldi54bWxQSwUGAAAAAAQABAD5AAAAkgMAAAAA&#10;" strokeweight="0"/>
                </v:group>
                <v:group id="Group 1042" o:spid="_x0000_s1430" style="position:absolute;left:16217;top:7042;width:15647;height:12" coordorigin="2554,500" coordsize="24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dzO8MAAADdAAAADwAAAGRycy9kb3ducmV2LnhtbERPS4vCMBC+C/6HMIK3&#10;Na2usnSNIqLiQRZ8wLK3oRnbYjMpTWzrv98Igrf5+J4zX3amFA3VrrCsIB5FIIhTqwvOFFzO248v&#10;EM4jaywtk4IHOVgu+r05Jtq2fKTm5DMRQtglqCD3vkqkdGlOBt3IVsSBu9raoA+wzqSusQ3hppTj&#10;KJpJgwWHhhwrWueU3k53o2DXYruaxJvmcLuuH3/n6c/vISalhoNu9Q3CU+ff4pd7r8P86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h3M7wwAAAN0AAAAP&#10;AAAAAAAAAAAAAAAAAKoCAABkcnMvZG93bnJldi54bWxQSwUGAAAAAAQABAD6AAAAmgMAAAAA&#10;">
                  <v:line id="Line 1043" o:spid="_x0000_s1431" style="position:absolute;flip:x;visibility:visible;mso-wrap-style:square" from="5011,501" to="50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gpK8QAAADdAAAADwAAAGRycy9kb3ducmV2LnhtbERPTWsCMRC9F/wPYQRvNVsRK1ujSIsi&#10;BSvaeuht3Ex3FzeTJYlu+u9NoeBtHu9zZotoGnEl52vLCp6GGQjiwuqaSwVfn6vHKQgfkDU2lknB&#10;L3lYzHsPM8y17XhP10MoRQphn6OCKoQ2l9IXFRn0Q9sSJ+7HOoMhQVdK7bBL4aaRoyybSIM1p4YK&#10;W3qtqDgfLkbB/uOZT259ied46ra772P5fnxbKjXox+ULiEAx3MX/7o1O87PxB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yCkrxAAAAN0AAAAPAAAAAAAAAAAA&#10;AAAAAKECAABkcnMvZG93bnJldi54bWxQSwUGAAAAAAQABAD5AAAAkgMAAAAA&#10;" strokeweight="0"/>
                  <v:line id="Line 1044" o:spid="_x0000_s1432" style="position:absolute;flip:x;visibility:visible;mso-wrap-style:square" from="4999,501" to="5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SMsMQAAADdAAAADwAAAGRycy9kb3ducmV2LnhtbERPTWsCMRC9C/6HMII3zbYUla1RpKVF&#10;BCvaeuht3Ex3FzeTJYlu/PdNoeBtHu9z5stoGnEl52vLCh7GGQjiwuqaSwVfn2+jGQgfkDU2lknB&#10;jTwsF/3eHHNtO97T9RBKkULY56igCqHNpfRFRQb92LbEifuxzmBI0JVSO+xSuGnkY5ZNpMGaU0OF&#10;Lb1UVJwPF6Ng/zHlk3u/xHM8ddvd97HcHF9XSg0HcfUMIlAMd/G/e63T/OxpCn/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hIywxAAAAN0AAAAPAAAAAAAAAAAA&#10;AAAAAKECAABkcnMvZG93bnJldi54bWxQSwUGAAAAAAQABAD5AAAAkgMAAAAA&#10;" strokeweight="0"/>
                  <v:line id="Line 1045" o:spid="_x0000_s1433" style="position:absolute;flip:x;visibility:visible;mso-wrap-style:square" from="4987,501" to="499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sYwsgAAADdAAAADwAAAGRycy9kb3ducmV2LnhtbESPQUsDMRCF74L/IUzBm81WRGXbtBRF&#10;EUFLa3vobbqZ7i7dTJYk7cZ/7xwEbzO8N+99M1tk16kLhdh6NjAZF6CIK29brg1sv19vn0DFhGyx&#10;80wGfijCYn59NcPS+oHXdNmkWkkIxxINNCn1pdaxashhHPueWLSjDw6TrKHWNuAg4a7Td0XxoB22&#10;LA0N9vTcUHXanJ2B9dcjH8LbOZ/yYfhc7Xf1x+5laczNKC+noBLl9G/+u363gl/cC65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RsYwsgAAADdAAAADwAAAAAA&#10;AAAAAAAAAAChAgAAZHJzL2Rvd25yZXYueG1sUEsFBgAAAAAEAAQA+QAAAJYDAAAAAA==&#10;" strokeweight="0"/>
                  <v:line id="Line 1046" o:spid="_x0000_s1434" style="position:absolute;flip:x;visibility:visible;mso-wrap-style:square" from="4974,501" to="49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e9WcUAAADdAAAADwAAAGRycy9kb3ducmV2LnhtbERPTWsCMRC9F/wPYQrearZSbLs1iigV&#10;EbRo66G3cTPdXdxMliS68d+bQqG3ebzPGU+jacSFnK8tK3gcZCCIC6trLhV8fb4/vIDwAVljY5kU&#10;XMnDdNK7G2Oubcc7uuxDKVII+xwVVCG0uZS+qMigH9iWOHE/1hkMCbpSaoddCjeNHGbZSBqsOTVU&#10;2NK8ouK0PxsFu+0zH93yHE/x2G0+vg/l+rCYKdW/j7M3EIFi+Bf/uVc6zc+eXu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e9WcUAAADdAAAADwAAAAAAAAAA&#10;AAAAAAChAgAAZHJzL2Rvd25yZXYueG1sUEsFBgAAAAAEAAQA+QAAAJMDAAAAAA==&#10;" strokeweight="0"/>
                  <v:line id="Line 1047" o:spid="_x0000_s1435" style="position:absolute;flip:x;visibility:visible;mso-wrap-style:square" from="4962,501" to="4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SCGcgAAADdAAAADwAAAGRycy9kb3ducmV2LnhtbESPT0sDMRDF74LfIUzBm81W8A/bpqUo&#10;ighaWttDb9PNdHfpZrIkaTd+e+cgeJvhvXnvN7NFdp26UIitZwOTcQGKuPK25drA9vv19glUTMgW&#10;O89k4IciLObXVzMsrR94TZdNqpWEcCzRQJNSX2odq4YcxrHviUU7+uAwyRpqbQMOEu46fVcUD9ph&#10;y9LQYE/PDVWnzdkZWH898iG8nfMpH4bP1X5Xf+xelsbcjPJyCipRTv/mv+t3K/jFvfDL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SCGcgAAADdAAAADwAAAAAA&#10;AAAAAAAAAAChAgAAZHJzL2Rvd25yZXYueG1sUEsFBgAAAAAEAAQA+QAAAJYDAAAAAA==&#10;" strokeweight="0"/>
                  <v:line id="Line 1048" o:spid="_x0000_s1436" style="position:absolute;flip:x;visibility:visible;mso-wrap-style:square" from="4950,501" to="495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gngsQAAADdAAAADwAAAGRycy9kb3ducmV2LnhtbERPTWsCMRC9C/0PYQq9aVahVbZGkUqL&#10;CFa09dDbuJnuLm4mSxLd9N+bguBtHu9zpvNoGnEh52vLCoaDDARxYXXNpYLvr/f+BIQPyBoby6Tg&#10;jzzMZw+9Kebadryjyz6UIoWwz1FBFUKbS+mLigz6gW2JE/drncGQoCuldtilcNPIUZa9SIM1p4YK&#10;W3qrqDjtz0bB7nPMR/dxjqd47Dbbn0O5PiwXSj09xsUriEAx3MU390qn+dn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CeCxAAAAN0AAAAPAAAAAAAAAAAA&#10;AAAAAKECAABkcnMvZG93bnJldi54bWxQSwUGAAAAAAQABAD5AAAAkgMAAAAA&#10;" strokeweight="0"/>
                  <v:line id="Line 1049" o:spid="_x0000_s1437" style="position:absolute;flip:x;visibility:visible;mso-wrap-style:square" from="4937,501" to="49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q59cQAAADdAAAADwAAAGRycy9kb3ducmV2LnhtbERPTWsCMRC9C/6HMEJvmq3QKlujSEuL&#10;CFa09dDbuJnuLm4mSxLd9N+bguBtHu9zZotoGnEh52vLCh5HGQjiwuqaSwXfX+/DKQgfkDU2lknB&#10;H3lYzPu9Gebadryjyz6UIoWwz1FBFUKbS+mLigz6kW2JE/drncGQoCuldtilcNPIcZY9S4M1p4YK&#10;W3qtqDjtz0bB7nPCR/dxjqd47Dbbn0O5PrwtlXoYxOULiEAx3MU390qn+dnTGP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Krn1xAAAAN0AAAAPAAAAAAAAAAAA&#10;AAAAAKECAABkcnMvZG93bnJldi54bWxQSwUGAAAAAAQABAD5AAAAkgMAAAAA&#10;" strokeweight="0"/>
                  <v:line id="Line 1050" o:spid="_x0000_s1438" style="position:absolute;flip:x;visibility:visible;mso-wrap-style:square" from="4925,501" to="4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YcbsUAAADdAAAADwAAAGRycy9kb3ducmV2LnhtbERPTWsCMRC9F/wPYQrearYW27I1iigV&#10;EbRo66G3cTPdXdxMliS68d+bQqG3ebzPGU+jacSFnK8tK3gcZCCIC6trLhV8fb4/vILwAVljY5kU&#10;XMnDdNK7G2Oubcc7uuxDKVII+xwVVCG0uZS+qMigH9iWOHE/1hkMCbpSaoddCjeNHGbZszRYc2qo&#10;sKV5RcVpfzYKdtsXPrrlOZ7isdt8fB/K9WExU6p/H2dvIALF8C/+c690mp+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mYcbsUAAADdAAAADwAAAAAAAAAA&#10;AAAAAAChAgAAZHJzL2Rvd25yZXYueG1sUEsFBgAAAAAEAAQA+QAAAJMDAAAAAA==&#10;" strokeweight="0"/>
                  <v:line id="Line 1051" o:spid="_x0000_s1439" style="position:absolute;flip:x;visibility:visible;mso-wrap-style:square" from="4913,501" to="491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EGsUAAADdAAAADwAAAGRycy9kb3ducmV2LnhtbERPTWsCMRC9F/wPYQrearZS27I1iigV&#10;EbRo66G3cTPdXdxMliS68d+bQqG3ebzPGU+jacSFnK8tK3gcZCCIC6trLhV8fb4/vILwAVljY5kU&#10;XMnDdNK7G2Oubcc7uuxDKVII+xwVVCG0uZS+qMigH9iWOHE/1hkMCbpSaoddCjeNHGbZszRYc2qo&#10;sKV5RcVpfzYKdtsXPrrlOZ7isdt8fB/K9WExU6p/H2dvIALF8C/+c690mp+N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Y+EGsUAAADdAAAADwAAAAAAAAAA&#10;AAAAAAChAgAAZHJzL2Rvd25yZXYueG1sUEsFBgAAAAAEAAQA+QAAAJMDAAAAAA==&#10;" strokeweight="0"/>
                  <v:line id="Line 1052" o:spid="_x0000_s1440" style="position:absolute;flip:x;visibility:visible;mso-wrap-style:square" from="4900,501" to="4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MhgcQAAADdAAAADwAAAGRycy9kb3ducmV2LnhtbERPS2sCMRC+F/wPYYTearaCraxGkRaL&#10;CK34OngbN9Pdxc1kSaKb/vumUPA2H99zpvNoGnEj52vLCp4HGQjiwuqaSwWH/fJpDMIHZI2NZVLw&#10;Qx7ms97DFHNtO97SbRdKkULY56igCqHNpfRFRQb9wLbEifu2zmBI0JVSO+xSuGnkMMtepMGaU0OF&#10;Lb1VVFx2V6Ng+/XKZ/dxjZd47j43p2O5Pr4vlHrsx8UERKAY7uJ/90qn+dloBH/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yGBxAAAAN0AAAAPAAAAAAAAAAAA&#10;AAAAAKECAABkcnMvZG93bnJldi54bWxQSwUGAAAAAAQABAD5AAAAkgMAAAAA&#10;" strokeweight="0"/>
                  <v:line id="Line 1053" o:spid="_x0000_s1441" style="position:absolute;flip:x;visibility:visible;mso-wrap-style:square" from="4888,501" to="4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G/9sQAAADdAAAADwAAAGRycy9kb3ducmV2LnhtbERPTWsCMRC9F/wPYQRvNVtBK1ujSIsi&#10;BSvaeuht3Ex3FzeTJYlu+u9NoeBtHu9zZotoGnEl52vLCp6GGQjiwuqaSwVfn6vHKQgfkDU2lknB&#10;L3lYzHsPM8y17XhP10MoRQphn6OCKoQ2l9IXFRn0Q9sSJ+7HOoMhQVdK7bBL4aaRoyybSIM1p4YK&#10;W3qtqDgfLkbB/uOZT259ied46ra772P5fnxbKjXox+ULiEAx3MX/7o1O87PxB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Eb/2xAAAAN0AAAAPAAAAAAAAAAAA&#10;AAAAAKECAABkcnMvZG93bnJldi54bWxQSwUGAAAAAAQABAD5AAAAkgMAAAAA&#10;" strokeweight="0"/>
                  <v:line id="Line 1054" o:spid="_x0000_s1442" style="position:absolute;flip:x;visibility:visible;mso-wrap-style:square" from="4876,501" to="488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0abcQAAADdAAAADwAAAGRycy9kb3ducmV2LnhtbERPTWsCMRC9C/6HMII3zbZQla1RpKVF&#10;BCvaeuht3Ex3FzeTJYlu/PdNoeBtHu9z5stoGnEl52vLCh7GGQjiwuqaSwVfn2+jGQgfkDU2lknB&#10;jTwsF/3eHHNtO97T9RBKkULY56igCqHNpfRFRQb92LbEifuxzmBI0JVSO+xSuGnkY5ZNpMGaU0OF&#10;Lb1UVJwPF6Ng/zHlk3u/xHM8ddvd97HcHF9XSg0HcfUMIlAMd/G/e63T/OxpCn/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RptxAAAAN0AAAAPAAAAAAAAAAAA&#10;AAAAAKECAABkcnMvZG93bnJldi54bWxQSwUGAAAAAAQABAD5AAAAkgMAAAAA&#10;" strokeweight="0"/>
                  <v:line id="Line 1055" o:spid="_x0000_s1443" style="position:absolute;flip:x;visibility:visible;mso-wrap-style:square" from="4863,501" to="4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KOH8gAAADdAAAADwAAAGRycy9kb3ducmV2LnhtbESPT0sDMRDF74LfIUzBm81W8A/bpqUo&#10;ighaWttDb9PNdHfpZrIkaTd+e+cgeJvhvXnvN7NFdp26UIitZwOTcQGKuPK25drA9vv19glUTMgW&#10;O89k4IciLObXVzMsrR94TZdNqpWEcCzRQJNSX2odq4YcxrHviUU7+uAwyRpqbQMOEu46fVcUD9ph&#10;y9LQYE/PDVWnzdkZWH898iG8nfMpH4bP1X5Xf+xelsbcjPJyCipRTv/mv+t3K/jFve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MKOH8gAAADdAAAADwAAAAAA&#10;AAAAAAAAAAChAgAAZHJzL2Rvd25yZXYueG1sUEsFBgAAAAAEAAQA+QAAAJYDAAAAAA==&#10;" strokeweight="0"/>
                  <v:line id="Line 1056" o:spid="_x0000_s1444" style="position:absolute;flip:x;visibility:visible;mso-wrap-style:square" from="4851,501" to="4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4rhMUAAADdAAAADwAAAGRycy9kb3ducmV2LnhtbERPTWsCMRC9F/wPYQrearZCbbs1iigV&#10;EbRo66G3cTPdXdxMliS68d+bQqG3ebzPGU+jacSFnK8tK3gcZCCIC6trLhV8fb4/vIDwAVljY5kU&#10;XMnDdNK7G2Oubcc7uuxDKVII+xwVVCG0uZS+qMigH9iWOHE/1hkMCbpSaoddCjeNHGbZSBqsOTVU&#10;2NK8ouK0PxsFu+0zH93yHE/x2G0+vg/l+rCYKdW/j7M3EIFi+Bf/uVc6zc+eXu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44rhMUAAADdAAAADwAAAAAAAAAA&#10;AAAAAAChAgAAZHJzL2Rvd25yZXYueG1sUEsFBgAAAAAEAAQA+QAAAJMDAAAAAA==&#10;" strokeweight="0"/>
                  <v:line id="Line 1057" o:spid="_x0000_s1445" style="position:absolute;flip:x;visibility:visible;mso-wrap-style:square" from="4839,501" to="48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hIpMcAAADdAAAADwAAAGRycy9kb3ducmV2LnhtbESPQU8CMRCF7yb+h2ZIvEkXD2gWCiEY&#10;jTFRA8qB27Addjdsp5u2sPXfOwcTbjN5b977Zr7MrlMXCrH1bGAyLkARV962XBv4+X65fwIVE7LF&#10;zjMZ+KUIy8XtzRxL6wfe0GWbaiUhHEs00KTUl1rHqiGHcex7YtGOPjhMsoZa24CDhLtOPxTFVDts&#10;WRoa7GndUHXanp2BzecjH8LrOZ/yYfj42u/q993zypi7UV7NQCXK6Wr+v36zgl9MhV++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2EikxwAAAN0AAAAPAAAAAAAA&#10;AAAAAAAAAKECAABkcnMvZG93bnJldi54bWxQSwUGAAAAAAQABAD5AAAAlQMAAAAA&#10;" strokeweight="0"/>
                  <v:line id="Line 1058" o:spid="_x0000_s1446" style="position:absolute;flip:x;visibility:visible;mso-wrap-style:square" from="4826,501" to="4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TtP8QAAADdAAAADwAAAGRycy9kb3ducmV2LnhtbERPTWsCMRC9F/ofwhR6q1k9qGyNIi2W&#10;UlBR66G3cTPdXdxMliS68d8bQfA2j/c5k1k0jTiT87VlBf1eBoK4sLrmUsHvbvE2BuEDssbGMim4&#10;kIfZ9Plpgrm2HW/ovA2lSCHsc1RQhdDmUvqiIoO+Z1vixP1bZzAk6EqpHXYp3DRykGVDabDm1FBh&#10;Sx8VFcftySjYrEZ8cF+neIyHbrn+25c/+8+5Uq8vcf4OIlAMD/Hd/a3T/GzYh9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lO0/xAAAAN0AAAAPAAAAAAAAAAAA&#10;AAAAAKECAABkcnMvZG93bnJldi54bWxQSwUGAAAAAAQABAD5AAAAkgMAAAAA&#10;" strokeweight="0"/>
                  <v:line id="Line 1059" o:spid="_x0000_s1447" style="position:absolute;flip:x;visibility:visible;mso-wrap-style:square" from="4814,501" to="4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ZzSMQAAADdAAAADwAAAGRycy9kb3ducmV2LnhtbERPTWsCMRC9F/ofwhR6q1k92LI1iiiK&#10;FNqi1oO3cTPuLm4mSxLd+O9NQfA2j/c5o0k0jbiQ87VlBf1eBoK4sLrmUsHfdvH2AcIHZI2NZVJw&#10;JQ+T8fPTCHNtO17TZRNKkULY56igCqHNpfRFRQZ9z7bEiTtaZzAk6EqpHXYp3DRykGVDabDm1FBh&#10;S7OKitPmbBSsf9754JbneIqH7vt3vyu/dvOpUq8vcfoJIlAMD/HdvdJpfjYcwP836QQ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RnNIxAAAAN0AAAAPAAAAAAAAAAAA&#10;AAAAAKECAABkcnMvZG93bnJldi54bWxQSwUGAAAAAAQABAD5AAAAkgMAAAAA&#10;" strokeweight="0"/>
                  <v:line id="Line 1060" o:spid="_x0000_s1448" style="position:absolute;flip:x;visibility:visible;mso-wrap-style:square" from="4801,501" to="48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rW08QAAADdAAAADwAAAGRycy9kb3ducmV2LnhtbERPTWsCMRC9F/wPYQRvNVsFK1ujSIsi&#10;BSvaeuht3Ex3FzeTJYlu+u9NoeBtHu9zZotoGnEl52vLCp6GGQjiwuqaSwVfn6vHKQgfkDU2lknB&#10;L3lYzHsPM8y17XhP10MoRQphn6OCKoQ2l9IXFRn0Q9sSJ+7HOoMhQVdK7bBL4aaRoyybSIM1p4YK&#10;W3qtqDgfLkbB/uOZT259ied46ra772P5fnxbKjXox+ULiEAx3MX/7o1O87PJ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CtbTxAAAAN0AAAAPAAAAAAAAAAAA&#10;AAAAAKECAABkcnMvZG93bnJldi54bWxQSwUGAAAAAAQABAD5AAAAkgMAAAAA&#10;" strokeweight="0"/>
                  <v:line id="Line 1061" o:spid="_x0000_s1449" style="position:absolute;flip:x;visibility:visible;mso-wrap-style:square" from="4789,501" to="4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p8QAAADdAAAADwAAAGRycy9kb3ducmV2LnhtbERPTWsCMRC9F/wPYQRvNVsRK1ujSIsi&#10;BSvaeuht3Ex3FzeTJYlu+u9NoeBtHu9zZotoGnEl52vLCp6GGQjiwuqaSwVfn6vHKQgfkDU2lknB&#10;L3lYzHsPM8y17XhP10MoRQphn6OCKoQ2l9IXFRn0Q9sSJ+7HOoMhQVdK7bBL4aaRoyybSIM1p4YK&#10;W3qtqDgfLkbB/uOZT259ied46ra772P5fnxbKjXox+ULiEAx3MX/7o1O87PJ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406nxAAAAN0AAAAPAAAAAAAAAAAA&#10;AAAAAKECAABkcnMvZG93bnJldi54bWxQSwUGAAAAAAQABAD5AAAAkgMAAAAA&#10;" strokeweight="0"/>
                  <v:line id="Line 1062" o:spid="_x0000_s1450" style="position:absolute;flip:x;visibility:visible;mso-wrap-style:square" from="4777,501" to="4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rPMQAAADdAAAADwAAAGRycy9kb3ducmV2LnhtbERPTWsCMRC9F/wPYQRvNVtBK1ujSIsi&#10;BSvaeuht3Ex3FzeTJYlu+u9NoeBtHu9zZotoGnEl52vLCp6GGQjiwuqaSwVfn6vHKQgfkDU2lknB&#10;L3lYzHsPM8y17XhP10MoRQphn6OCKoQ2l9IXFRn0Q9sSJ+7HOoMhQVdK7bBL4aaRoyybSIM1p4YK&#10;W3qtqDgfLkbB/uOZT259ied46ra772P5fnxbKjXox+ULiEAx3MX/7o1O87PJG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r+s8xAAAAN0AAAAPAAAAAAAAAAAA&#10;AAAAAKECAABkcnMvZG93bnJldi54bWxQSwUGAAAAAAQABAD5AAAAkgMAAAAA&#10;" strokeweight="0"/>
                  <v:line id="Line 1063" o:spid="_x0000_s1451" style="position:absolute;flip:x;visibility:visible;mso-wrap-style:square" from="4764,501" to="47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11S8QAAADdAAAADwAAAGRycy9kb3ducmV2LnhtbERPTWsCMRC9F/wPYYTealYPa9kaRSqW&#10;UtCirYfexs10d3EzWZLopv++EQRv83ifM1tE04oLOd9YVjAeZSCIS6sbrhR8f62fnkH4gKyxtUwK&#10;/sjDYj54mGGhbc87uuxDJVII+wIV1CF0hZS+rMmgH9mOOHG/1hkMCbpKaod9CjetnGRZLg02nBpq&#10;7Oi1pvK0PxsFu+2Uj+7tHE/x2G8+fw7Vx2G1VOpxGJcvIALFcBff3O86zc/yHK7fpB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fXVLxAAAAN0AAAAPAAAAAAAAAAAA&#10;AAAAAKECAABkcnMvZG93bnJldi54bWxQSwUGAAAAAAQABAD5AAAAkgMAAAAA&#10;" strokeweight="0"/>
                  <v:line id="Line 1064" o:spid="_x0000_s1452" style="position:absolute;flip:x;visibility:visible;mso-wrap-style:square" from="4752,501" to="4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HQ0MUAAADdAAAADwAAAGRycy9kb3ducmV2LnhtbERPTWsCMRC9F/ofwhR6q9l6UNkaRSpK&#10;KVRxWw+9jZvp7uJmsiTRjf/eCEJv83ifM51H04ozOd9YVvA6yEAQl1Y3XCn4+V69TED4gKyxtUwK&#10;LuRhPnt8mGKubc87OhehEimEfY4K6hC6XEpf1mTQD2xHnLg/6wyGBF0ltcM+hZtWDrNsJA02nBpq&#10;7Oi9pvJYnIyC3WbMB7c+xWM89F/b3331uV8ulHp+ios3EIFi+Bff3R86zc9G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HQ0MUAAADdAAAADwAAAAAAAAAA&#10;AAAAAAChAgAAZHJzL2Rvd25yZXYueG1sUEsFBgAAAAAEAAQA+QAAAJMDAAAAAA==&#10;" strokeweight="0"/>
                  <v:line id="Line 1065" o:spid="_x0000_s1453" style="position:absolute;flip:x;visibility:visible;mso-wrap-style:square" from="4740,501" to="474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5EoscAAADdAAAADwAAAGRycy9kb3ducmV2LnhtbESPQU8CMRCF7yb+h2ZIvEkXD2gWCiEY&#10;jTFRA8qB27Addjdsp5u2sPXfOwcTbjN5b977Zr7MrlMXCrH1bGAyLkARV962XBv4+X65fwIVE7LF&#10;zjMZ+KUIy8XtzRxL6wfe0GWbaiUhHEs00KTUl1rHqiGHcex7YtGOPjhMsoZa24CDhLtOPxTFVDts&#10;WRoa7GndUHXanp2BzecjH8LrOZ/yYfj42u/q993zypi7UV7NQCXK6Wr+v36zgl9MBV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rkSixwAAAN0AAAAPAAAAAAAA&#10;AAAAAAAAAKECAABkcnMvZG93bnJldi54bWxQSwUGAAAAAAQABAD5AAAAlQMAAAAA&#10;" strokeweight="0"/>
                  <v:line id="Line 1066" o:spid="_x0000_s1454" style="position:absolute;flip:x;visibility:visible;mso-wrap-style:square" from="4727,501" to="47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LhOcUAAADdAAAADwAAAGRycy9kb3ducmV2LnhtbERPS2sCMRC+F/wPYYTearYebF2NIi0W&#10;EVrxdfA2bqa7i5vJkkQ3/fdNoeBtPr7nTOfRNOJGzteWFTwPMhDEhdU1lwoO++XTKwgfkDU2lknB&#10;D3mYz3oPU8y17XhLt10oRQphn6OCKoQ2l9IXFRn0A9sSJ+7bOoMhQVdK7bBL4aaRwywbSYM1p4YK&#10;W3qrqLjsrkbB9uuFz+7jGi/x3H1uTsdyfXxfKPXYj4sJiEAx3MX/7pVO87PRG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LhOcUAAADdAAAADwAAAAAAAAAA&#10;AAAAAAChAgAAZHJzL2Rvd25yZXYueG1sUEsFBgAAAAAEAAQA+QAAAJMDAAAAAA==&#10;" strokeweight="0"/>
                  <v:line id="Line 1067" o:spid="_x0000_s1455" style="position:absolute;flip:x;visibility:visible;mso-wrap-style:square" from="4715,501" to="4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eeccAAADdAAAADwAAAGRycy9kb3ducmV2LnhtbESPQU8CMRCF7yb8h2ZMvElXD2JWCiEQ&#10;jTFRA8rB27Addjdsp5u2sOXfMwcTbjN5b977ZjrPrlMnCrH1bOBhXIAirrxtuTbw+/N6/wwqJmSL&#10;nWcycKYI89noZoql9QOv6bRJtZIQjiUaaFLqS61j1ZDDOPY9sWh7HxwmWUOtbcBBwl2nH4viSTts&#10;WRoa7GnZUHXYHJ2B9deEd+HtmA95N3x+/23rj+1qYczdbV68gEqU09X8f/1uBb+YCL9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Ad55xwAAAN0AAAAPAAAAAAAA&#10;AAAAAAAAAKECAABkcnMvZG93bnJldi54bWxQSwUGAAAAAAQABAD5AAAAlQMAAAAA&#10;" strokeweight="0"/>
                  <v:line id="Line 1068" o:spid="_x0000_s1456" style="position:absolute;flip:x;visibility:visible;mso-wrap-style:square" from="4703,501" to="470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174sUAAADdAAAADwAAAGRycy9kb3ducmV2LnhtbERPTWsCMRC9C/0PYQq9adYeqmyNIi0t&#10;pVDFtR56GzfT3cXNZEmiG/+9EQRv83ifM1tE04oTOd9YVjAeZSCIS6sbrhT8bj+GUxA+IGtsLZOC&#10;M3lYzB8GM8y17XlDpyJUIoWwz1FBHUKXS+nLmgz6ke2IE/dvncGQoKukdtincNPK5yx7kQYbTg01&#10;dvRWU3kojkbBZjXhvfs8xkPc9z/rv131vXtfKvX0GJevIALFcBff3F86zc8mY7h+k06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174sUAAADdAAAADwAAAAAAAAAA&#10;AAAAAAChAgAAZHJzL2Rvd25yZXYueG1sUEsFBgAAAAAEAAQA+QAAAJMDAAAAAA==&#10;" strokeweight="0"/>
                  <v:line id="Line 1069" o:spid="_x0000_s1457" style="position:absolute;flip:x;visibility:visible;mso-wrap-style:square" from="4690,501" to="4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llcUAAADdAAAADwAAAGRycy9kb3ducmV2LnhtbERPTWsCMRC9C/0PYQq9abYeqmyNIhVL&#10;KVRxWw+9jZvp7uJmsiTRjf/eCEJv83ifM1tE04ozOd9YVvA8ykAQl1Y3XCn4+V4PpyB8QNbYWiYF&#10;F/KwmD8MZphr2/OOzkWoRAphn6OCOoQul9KXNRn0I9sRJ+7POoMhQVdJ7bBP4aaV4yx7kQYbTg01&#10;dvRWU3ksTkbBbjPhg3s/xWM89F/b3331uV8tlXp6jMtXEIFi+Bff3R86zc8m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p/llcUAAADdAAAADwAAAAAAAAAA&#10;AAAAAAChAgAAZHJzL2Rvd25yZXYueG1sUEsFBgAAAAAEAAQA+QAAAJMDAAAAAA==&#10;" strokeweight="0"/>
                  <v:line id="Line 1070" o:spid="_x0000_s1458" style="position:absolute;flip:x;visibility:visible;mso-wrap-style:square" from="4678,501" to="4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NADsQAAADdAAAADwAAAGRycy9kb3ducmV2LnhtbERPTWsCMRC9C/6HMII3zbYFla1RpKVF&#10;BCvaeuht3Ex3FzeTJYlu/PdNoeBtHu9z5stoGnEl52vLCh7GGQjiwuqaSwVfn2+jGQgfkDU2lknB&#10;jTwsF/3eHHNtO97T9RBKkULY56igCqHNpfRFRQb92LbEifuxzmBI0JVSO+xSuGnkY5ZNpMGaU0OF&#10;Lb1UVJwPF6Ng/zHlk3u/xHM8ddvd97HcHF9XSg0HcfUMIlAMd/G/e63T/Gz6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00AOxAAAAN0AAAAPAAAAAAAAAAAA&#10;AAAAAKECAABkcnMvZG93bnJldi54bWxQSwUGAAAAAAQABAD5AAAAkgMAAAAA&#10;" strokeweight="0"/>
                  <v:line id="Line 1071" o:spid="_x0000_s1459" style="position:absolute;flip:x;visibility:visible;mso-wrap-style:square" from="4666,501" to="467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rYesQAAADdAAAADwAAAGRycy9kb3ducmV2LnhtbERPTWsCMRC9C/6HMII3zbYUla1RpKVF&#10;BCvaeuht3Ex3FzeTJYlu/PdNoeBtHu9z5stoGnEl52vLCh7GGQjiwuqaSwVfn2+jGQgfkDU2lknB&#10;jTwsF/3eHHNtO97T9RBKkULY56igCqHNpfRFRQb92LbEifuxzmBI0JVSO+xSuGnkY5ZNpMGaU0OF&#10;Lb1UVJwPF6Ng/zHlk3u/xHM8ddvd97HcHF9XSg0HcfUMIlAMd/G/e63T/Gz6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Oth6xAAAAN0AAAAPAAAAAAAAAAAA&#10;AAAAAKECAABkcnMvZG93bnJldi54bWxQSwUGAAAAAAQABAD5AAAAkgMAAAAA&#10;" strokeweight="0"/>
                  <v:line id="Line 1072" o:spid="_x0000_s1460" style="position:absolute;flip:x;visibility:visible;mso-wrap-style:square" from="4653,501" to="4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Z94cQAAADdAAAADwAAAGRycy9kb3ducmV2LnhtbERPTWsCMRC9C/6HMII3zbZQla1RpKVF&#10;BCvaeuht3Ex3FzeTJYlu/PdNoeBtHu9z5stoGnEl52vLCh7GGQjiwuqaSwVfn2+jGQgfkDU2lknB&#10;jTwsF/3eHHNtO97T9RBKkULY56igCqHNpfRFRQb92LbEifuxzmBI0JVSO+xSuGnkY5ZNpMGaU0OF&#10;Lb1UVJwPF6Ng/zHlk3u/xHM8ddvd97HcHF9XSg0HcfUMIlAMd/G/e63T/Gz6BH/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dn3hxAAAAN0AAAAPAAAAAAAAAAAA&#10;AAAAAKECAABkcnMvZG93bnJldi54bWxQSwUGAAAAAAQABAD5AAAAkgMAAAAA&#10;" strokeweight="0"/>
                  <v:line id="Line 1073" o:spid="_x0000_s1461" style="position:absolute;flip:x;visibility:visible;mso-wrap-style:square" from="4641,501" to="4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TjlsUAAADdAAAADwAAAGRycy9kb3ducmV2LnhtbERPTWsCMRC9F/ofwhR6q9l6UNkaRSpK&#10;KVRxWw+9jZvp7uJmsiTRjf/eCEJv83ifM51H04ozOd9YVvA6yEAQl1Y3XCn4+V69TED4gKyxtUwK&#10;LuRhPnt8mGKubc87OhehEimEfY4K6hC6XEpf1mTQD2xHnLg/6wyGBF0ltcM+hZtWDrNsJA02nBpq&#10;7Oi9pvJYnIyC3WbMB7c+xWM89F/b3331uV8ulHp+ios3EIFi+Bff3R86zc/G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TjlsUAAADdAAAADwAAAAAAAAAA&#10;AAAAAAChAgAAZHJzL2Rvd25yZXYueG1sUEsFBgAAAAAEAAQA+QAAAJMDAAAAAA==&#10;" strokeweight="0"/>
                  <v:line id="Line 1074" o:spid="_x0000_s1462" style="position:absolute;flip:x;visibility:visible;mso-wrap-style:square" from="4629,501" to="463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hGDcQAAADdAAAADwAAAGRycy9kb3ducmV2LnhtbERPTWsCMRC9C/6HMIXeNFsP3bI1ilQs&#10;RdCirYfexs10d3EzWZLopv++EQRv83ifM51H04oLOd9YVvA0zkAQl1Y3XCn4/lqNXkD4gKyxtUwK&#10;/sjDfDYcTLHQtucdXfahEimEfYEK6hC6Qkpf1mTQj21HnLhf6wyGBF0ltcM+hZtWTrLsWRpsODXU&#10;2NFbTeVpfzYKdtucj+79HE/x2G8+fw7V+rBcKPX4EBevIALFcBff3B86zc/yHK7fpBPk7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6EYNxAAAAN0AAAAPAAAAAAAAAAAA&#10;AAAAAKECAABkcnMvZG93bnJldi54bWxQSwUGAAAAAAQABAD5AAAAkgMAAAAA&#10;" strokeweight="0"/>
                  <v:line id="Line 1075" o:spid="_x0000_s1463" style="position:absolute;flip:x;visibility:visible;mso-wrap-style:square" from="4616,501" to="4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fSf8cAAADdAAAADwAAAGRycy9kb3ducmV2LnhtbESPQU8CMRCF7yb8h2ZMvElXD2JWCiEQ&#10;jTFRA8rB27Addjdsp5u2sOXfMwcTbjN5b977ZjrPrlMnCrH1bOBhXIAirrxtuTbw+/N6/wwqJmSL&#10;nWcycKYI89noZoql9QOv6bRJtZIQjiUaaFLqS61j1ZDDOPY9sWh7HxwmWUOtbcBBwl2nH4viSTts&#10;WRoa7GnZUHXYHJ2B9deEd+HtmA95N3x+/23rj+1qYczdbV68gEqU09X8f/1uBb+YCK58IyPo2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d9J/xwAAAN0AAAAPAAAAAAAA&#10;AAAAAAAAAKECAABkcnMvZG93bnJldi54bWxQSwUGAAAAAAQABAD5AAAAlQMAAAAA&#10;" strokeweight="0"/>
                  <v:line id="Line 1076" o:spid="_x0000_s1464" style="position:absolute;flip:x;visibility:visible;mso-wrap-style:square" from="4604,501" to="4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t35MUAAADdAAAADwAAAGRycy9kb3ducmV2LnhtbERPTWsCMRC9F/wPYQRvNVsPWrdGkRZF&#10;Cla09dDbuJnuLm4mSxLd9N+bQsHbPN7nzBbRNOJKzteWFTwNMxDEhdU1lwq+PlePzyB8QNbYWCYF&#10;v+RhMe89zDDXtuM9XQ+hFCmEfY4KqhDaXEpfVGTQD21LnLgf6wyGBF0ptcMuhZtGjrJsLA3WnBoq&#10;bOm1ouJ8uBgF+48Jn9z6Es/x1G1338fy/fi2VGrQj8sXEIFiuIv/3Rud5meT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t35MUAAADdAAAADwAAAAAAAAAA&#10;AAAAAAChAgAAZHJzL2Rvd25yZXYueG1sUEsFBgAAAAAEAAQA+QAAAJMDAAAAAA==&#10;" strokeweight="0"/>
                  <v:line id="Line 1077" o:spid="_x0000_s1465" style="position:absolute;flip:x;visibility:visible;mso-wrap-style:square" from="4592,501" to="459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SuXscAAADdAAAADwAAAGRycy9kb3ducmV2LnhtbESPT0sDMRDF70K/QxjBm83qQcvatJQW&#10;RQSV/jt4m26mu0s3kyVJu/HbOwehtxnem/d+M51n16kLhdh6NvAwLkARV962XBvYbV/vJ6BiQrbY&#10;eSYDvxRhPhvdTLG0fuA1XTapVhLCsUQDTUp9qXWsGnIYx74nFu3og8Mka6i1DThIuOv0Y1E8aYct&#10;S0ODPS0bqk6bszOw/nrmQ3g751M+DJ/fP/v6Y79aGHN3mxcvoBLldDX/X79bwS8mwi/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1K5exwAAAN0AAAAPAAAAAAAA&#10;AAAAAAAAAKECAABkcnMvZG93bnJldi54bWxQSwUGAAAAAAQABAD5AAAAlQMAAAAA&#10;" strokeweight="0"/>
                  <v:line id="Line 1078" o:spid="_x0000_s1466" style="position:absolute;flip:x;visibility:visible;mso-wrap-style:square" from="4579,501" to="4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LxcQAAADdAAAADwAAAGRycy9kb3ducmV2LnhtbERPTWsCMRC9C/0PYQq9adYeqmyNIi0t&#10;RVBR66G3cTPdXdxMliS68d8bQfA2j/c5k1k0jTiT87VlBcNBBoK4sLrmUsHv7qs/BuEDssbGMim4&#10;kIfZ9Kk3wVzbjjd03oZSpBD2OSqoQmhzKX1RkUE/sC1x4v6tMxgSdKXUDrsUbhr5mmVv0mDNqaHC&#10;lj4qKo7bk1GwWY344L5P8RgP3XL9ty8X+8+5Ui/Pcf4OIlAMD/Hd/aPT/Gw8hN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mAvFxAAAAN0AAAAPAAAAAAAAAAAA&#10;AAAAAKECAABkcnMvZG93bnJldi54bWxQSwUGAAAAAAQABAD5AAAAkgMAAAAA&#10;" strokeweight="0"/>
                  <v:line id="Line 1079" o:spid="_x0000_s1467" style="position:absolute;flip:x;visibility:visible;mso-wrap-style:square" from="4567,501" to="4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qVssUAAADdAAAADwAAAGRycy9kb3ducmV2LnhtbERPTWsCMRC9C/0PYQq9abYeqmyNIhVL&#10;KVRxWw+9jZvp7uJmsiTRjf/eCEJv83ifM1tE04ozOd9YVvA8ykAQl1Y3XCn4+V4PpyB8QNbYWiYF&#10;F/KwmD8MZphr2/OOzkWoRAphn6OCOoQul9KXNRn0I9sRJ+7POoMhQVdJ7bBP4aaV4yx7kQYbTg01&#10;dvRWU3ksTkbBbjPhg3s/xWM89F/b3331uV8tlXp6jMtXEIFi+Bff3R86zc+mY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0qVssUAAADdAAAADwAAAAAAAAAA&#10;AAAAAAChAgAAZHJzL2Rvd25yZXYueG1sUEsFBgAAAAAEAAQA+QAAAJMDAAAAAA==&#10;" strokeweight="0"/>
                  <v:line id="Line 1080" o:spid="_x0000_s1468" style="position:absolute;flip:x;visibility:visible;mso-wrap-style:square" from="4554,501" to="456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YwKcQAAADdAAAADwAAAGRycy9kb3ducmV2LnhtbERPTWsCMRC9C/0PYYTeNKuFKlujSKVF&#10;BCvaeuht3Ex3FzeTJYlu+u9NQehtHu9zZotoGnEl52vLCkbDDARxYXXNpYKvz7fBFIQPyBoby6Tg&#10;lzws5g+9Gebadryn6yGUIoWwz1FBFUKbS+mLigz6oW2JE/djncGQoCuldtilcNPIcZY9S4M1p4YK&#10;W3qtqDgfLkbB/mPCJ/d+ied46ra772O5Oa6WSj324/IFRKAY/sV391qn+dn0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BjApxAAAAN0AAAAPAAAAAAAAAAAA&#10;AAAAAKECAABkcnMvZG93bnJldi54bWxQSwUGAAAAAAQABAD5AAAAkgMAAAAA&#10;" strokeweight="0"/>
                  <v:line id="Line 1081" o:spid="_x0000_s1469" style="position:absolute;flip:x;visibility:visible;mso-wrap-style:square" from="4542,501" to="4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XcQAAADdAAAADwAAAGRycy9kb3ducmV2LnhtbERPTWsCMRC9C/0PYYTeNKuUKlujSKVF&#10;BCvaeuht3Ex3FzeTJYlu+u9NQehtHu9zZotoGnEl52vLCkbDDARxYXXNpYKvz7fBFIQPyBoby6Tg&#10;lzws5g+9Gebadryn6yGUIoWwz1FBFUKbS+mLigz6oW2JE/djncGQoCuldtilcNPIcZY9S4M1p4YK&#10;W3qtqDgfLkbB/mPCJ/d+ied46ra772O5Oa6WSj324/IFRKAY/sV391qn+dn0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76hdxAAAAN0AAAAPAAAAAAAAAAAA&#10;AAAAAKECAABkcnMvZG93bnJldi54bWxQSwUGAAAAAAQABAD5AAAAkgMAAAAA&#10;" strokeweight="0"/>
                  <v:line id="Line 1082" o:spid="_x0000_s1470" style="position:absolute;flip:x;visibility:visible;mso-wrap-style:square" from="4530,501" to="453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MNxsQAAADdAAAADwAAAGRycy9kb3ducmV2LnhtbERPTWsCMRC9C/0PYYTeNKvQKlujSKVF&#10;BCvaeuht3Ex3FzeTJYlu+u9NQehtHu9zZotoGnEl52vLCkbDDARxYXXNpYKvz7fBFIQPyBoby6Tg&#10;lzws5g+9Gebadryn6yGUIoWwz1FBFUKbS+mLigz6oW2JE/djncGQoCuldtilcNPIcZY9S4M1p4YK&#10;W3qtqDgfLkbB/mPCJ/d+ied46ra772O5Oa6WSj324/IFRKAY/sV391qn+dn0Cf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ow3GxAAAAN0AAAAPAAAAAAAAAAAA&#10;AAAAAKECAABkcnMvZG93bnJldi54bWxQSwUGAAAAAAQABAD5AAAAkgMAAAAA&#10;" strokeweight="0"/>
                  <v:line id="Line 1083" o:spid="_x0000_s1471" style="position:absolute;flip:x;visibility:visible;mso-wrap-style:square" from="4517,501" to="452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TscUAAADdAAAADwAAAGRycy9kb3ducmV2LnhtbERPTWsCMRC9F/ofwhR6q9l6UNkaRSpK&#10;KVRxWw+9jZvp7uJmsiTRjf/eCEJv83ifM51H04ozOd9YVvA6yEAQl1Y3XCn4+V69TED4gKyxtUwK&#10;LuRhPnt8mGKubc87OhehEimEfY4K6hC6XEpf1mTQD2xHnLg/6wyGBF0ltcM+hZtWDrNsJA02nBpq&#10;7Oi9pvJYnIyC3WbMB7c+xWM89F/b3331uV8ulHp+ios3EIFi+Bff3R86zc8mI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GTscUAAADdAAAADwAAAAAAAAAA&#10;AAAAAAChAgAAZHJzL2Rvd25yZXYueG1sUEsFBgAAAAAEAAQA+QAAAJMDAAAAAA==&#10;" strokeweight="0"/>
                  <v:line id="Line 1084" o:spid="_x0000_s1472" style="position:absolute;flip:x;visibility:visible;mso-wrap-style:square" from="4505,501" to="45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02KsQAAADdAAAADwAAAGRycy9kb3ducmV2LnhtbERPTWsCMRC9C/0PYQreNFsPVbZGkYpS&#10;hFrUeuht3Ex3FzeTJYlu+u9NQfA2j/c503k0jbiS87VlBS/DDARxYXXNpYLvw2owAeEDssbGMin4&#10;Iw/z2VNvirm2He/oug+lSCHsc1RQhdDmUvqiIoN+aFvixP1aZzAk6EqpHXYp3DRylGWv0mDNqaHC&#10;lt4rKs77i1Gw24755NaXeI6n7vPr51hujsuFUv3nuHgDESiGh/ju/tBpfjYZw/836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PTYqxAAAAN0AAAAPAAAAAAAAAAAA&#10;AAAAAKECAABkcnMvZG93bnJldi54bWxQSwUGAAAAAAQABAD5AAAAkgMAAAAA&#10;" strokeweight="0"/>
                  <v:line id="Line 1085" o:spid="_x0000_s1473" style="position:absolute;flip:x;visibility:visible;mso-wrap-style:square" from="4493,501" to="449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KiWMcAAADdAAAADwAAAGRycy9kb3ducmV2LnhtbESPT0sDMRDF70K/QxjBm83qQcvatJQW&#10;RQSV/jt4m26mu0s3kyVJu/HbOwehtxnem/d+M51n16kLhdh6NvAwLkARV962XBvYbV/vJ6BiQrbY&#10;eSYDvxRhPhvdTLG0fuA1XTapVhLCsUQDTUp9qXWsGnIYx74nFu3og8Mka6i1DThIuOv0Y1E8aYct&#10;S0ODPS0bqk6bszOw/nrmQ3g751M+DJ/fP/v6Y79aGHN3mxcvoBLldDX/X79bwS8mgiv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oqJYxwAAAN0AAAAPAAAAAAAA&#10;AAAAAAAAAKECAABkcnMvZG93bnJldi54bWxQSwUGAAAAAAQABAD5AAAAlQMAAAAA&#10;" strokeweight="0"/>
                  <v:line id="Line 1086" o:spid="_x0000_s1474" style="position:absolute;flip:x;visibility:visible;mso-wrap-style:square" from="4480,501" to="448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Hw8UAAADdAAAADwAAAGRycy9kb3ducmV2LnhtbERPTWsCMRC9C/6HMII3zbaHqlujSEuL&#10;CFa09dDbuJnuLm4mSxLd+O+bQsHbPN7nzJfRNOJKzteWFTyMMxDEhdU1lwq+Pt9GUxA+IGtsLJOC&#10;G3lYLvq9Oebadryn6yGUIoWwz1FBFUKbS+mLigz6sW2JE/djncGQoCuldtilcNPIxyx7kgZrTg0V&#10;tvRSUXE+XIyC/ceET+79Es/x1G1338dyc3xdKTUcxNUziEAx3MX/7rVO87PpDP6+SS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4Hw8UAAADdAAAADwAAAAAAAAAA&#10;AAAAAAChAgAAZHJzL2Rvd25yZXYueG1sUEsFBgAAAAAEAAQA+QAAAJMDAAAAAA==&#10;" strokeweight="0"/>
                  <v:line id="Line 1087" o:spid="_x0000_s1475" style="position:absolute;flip:x;visibility:visible;mso-wrap-style:square" from="4468,501" to="447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04g8gAAADdAAAADwAAAGRycy9kb3ducmV2LnhtbESPT08CMRDF7yZ+h2ZIvEkXD/5ZKIRo&#10;NMZECQgHbsN22N2wnW7awtZv7xxMvM3kvXnvN7NFdp26UIitZwOTcQGKuPK25drA9vv19hFUTMgW&#10;O89k4IciLObXVzMsrR94TZdNqpWEcCzRQJNSX2odq4YcxrHviUU7+uAwyRpqbQMOEu46fVcU99ph&#10;y9LQYE/PDVWnzdkZWH898CG8nfMpH4bP1X5Xf+xelsbcjPJyCipRTv/mv+t3K/jFk/DL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Q04g8gAAADdAAAADwAAAAAA&#10;AAAAAAAAAAChAgAAZHJzL2Rvd25yZXYueG1sUEsFBgAAAAAEAAQA+QAAAJYDAAAAAA==&#10;" strokeweight="0"/>
                  <v:line id="Line 1088" o:spid="_x0000_s1476" style="position:absolute;flip:x;visibility:visible;mso-wrap-style:square" from="4456,501" to="446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GdGMUAAADdAAAADwAAAGRycy9kb3ducmV2LnhtbERPTWsCMRC9C/0PYQq9aVYPrW6NIpUW&#10;Eaxo66G3cTPdXdxMliS66b83BcHbPN7nTOfRNOJCzteWFQwHGQjiwuqaSwXfX+/9MQgfkDU2lknB&#10;H3mYzx56U8y17XhHl30oRQphn6OCKoQ2l9IXFRn0A9sSJ+7XOoMhQVdK7bBL4aaRoyx7lgZrTg0V&#10;tvRWUXHan42C3ecLH93HOZ7isdtsfw7l+rBcKPX0GBevIALFcBff3Cud5meTI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GdGMUAAADdAAAADwAAAAAAAAAA&#10;AAAAAAChAgAAZHJzL2Rvd25yZXYueG1sUEsFBgAAAAAEAAQA+QAAAJMDAAAAAA==&#10;" strokeweight="0"/>
                  <v:line id="Line 1089" o:spid="_x0000_s1477" style="position:absolute;flip:x;visibility:visible;mso-wrap-style:square" from="4443,501" to="444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MDb8UAAADdAAAADwAAAGRycy9kb3ducmV2LnhtbERPTWsCMRC9C/6HMEJvmq2HVrdGkZYW&#10;Eaxo66G3cTPdXdxMliS66b83BcHbPN7nzBbRNOJCzteWFTyOMhDEhdU1lwq+v96HExA+IGtsLJOC&#10;P/KwmPd7M8y17XhHl30oRQphn6OCKoQ2l9IXFRn0I9sSJ+7XOoMhQVdK7bBL4aaR4yx7kgZrTg0V&#10;tvRaUXHan42C3eczH93HOZ7isdtsfw7l+vC2VOphEJcvIALFcBff3Cud5mfTM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pMDb8UAAADdAAAADwAAAAAAAAAA&#10;AAAAAAChAgAAZHJzL2Rvd25yZXYueG1sUEsFBgAAAAAEAAQA+QAAAJMDAAAAAA==&#10;" strokeweight="0"/>
                  <v:line id="Line 1090" o:spid="_x0000_s1478" style="position:absolute;flip:x;visibility:visible;mso-wrap-style:square" from="4431,501" to="443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m9MUAAADdAAAADwAAAGRycy9kb3ducmV2LnhtbERPTWsCMRC9F/wPYQrearYWbLs1iigV&#10;EbRo66G3cTPdXdxMliS68d+bQqG3ebzPGU+jacSFnK8tK3gcZCCIC6trLhV8fb4/vIDwAVljY5kU&#10;XMnDdNK7G2Oubcc7uuxDKVII+xwVVCG0uZS+qMigH9iWOHE/1hkMCbpSaoddCjeNHGbZSBqsOTVU&#10;2NK8ouK0PxsFu+0zH93yHE/x2G0+vg/l+rCYKdW/j7M3EIFi+Bf/uVc6zc9en+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m9MUAAADdAAAADwAAAAAAAAAA&#10;AAAAAAChAgAAZHJzL2Rvd25yZXYueG1sUEsFBgAAAAAEAAQA+QAAAJMDAAAAAA==&#10;" strokeweight="0"/>
                  <v:line id="Line 1091" o:spid="_x0000_s1479" style="position:absolute;flip:x;visibility:visible;mso-wrap-style:square" from="4419,501" to="442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gMUAAADdAAAADwAAAGRycy9kb3ducmV2LnhtbERPTWsCMRC9F/wPYQrearZSbLs1iigV&#10;EbRo66G3cTPdXdxMliS68d+bQqG3ebzPGU+jacSFnK8tK3gcZCCIC6trLhV8fb4/vIDwAVljY5kU&#10;XMnDdNK7G2Oubcc7uuxDKVII+xwVVCG0uZS+qMigH9iWOHE/1hkMCbpSaoddCjeNHGbZSBqsOTVU&#10;2NK8ouK0PxsFu+0zH93yHE/x2G0+vg/l+rCYKdW/j7M3EIFi+Bf/uVc6zc9en+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Y+gMUAAADdAAAADwAAAAAAAAAA&#10;AAAAAAChAgAAZHJzL2Rvd25yZXYueG1sUEsFBgAAAAAEAAQA+QAAAJMDAAAAAA==&#10;" strokeweight="0"/>
                  <v:line id="Line 1092" o:spid="_x0000_s1480" style="position:absolute;flip:x;visibility:visible;mso-wrap-style:square" from="4406,501" to="441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bG8UAAADdAAAADwAAAGRycy9kb3ducmV2LnhtbERPTWsCMRC9F/wPYQrearZCbbs1iigV&#10;EbRo66G3cTPdXdxMliS68d+bQqG3ebzPGU+jacSFnK8tK3gcZCCIC6trLhV8fb4/vIDwAVljY5kU&#10;XMnDdNK7G2Oubcc7uuxDKVII+xwVVCG0uZS+qMigH9iWOHE/1hkMCbpSaoddCjeNHGbZSBqsOTVU&#10;2NK8ouK0PxsFu+0zH93yHE/x2G0+vg/l+rCYKdW/j7M3EIFi+Bf/uVc6zc9en+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bG8UAAADdAAAADwAAAAAAAAAA&#10;AAAAAAChAgAAZHJzL2Rvd25yZXYueG1sUEsFBgAAAAAEAAQA+QAAAJMDAAAAAA==&#10;" strokeweight="0"/>
                  <v:line id="Line 1093" o:spid="_x0000_s1481" style="position:absolute;flip:x;visibility:visible;mso-wrap-style:square" from="4394,501" to="440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gFbMUAAADdAAAADwAAAGRycy9kb3ducmV2LnhtbERPS2sCMRC+F/wPYYTearYebF2NIi0W&#10;EVrxdfA2bqa7i5vJkkQ3/fdNoeBtPr7nTOfRNOJGzteWFTwPMhDEhdU1lwoO++XTKwgfkDU2lknB&#10;D3mYz3oPU8y17XhLt10oRQphn6OCKoQ2l9IXFRn0A9sSJ+7bOoMhQVdK7bBL4aaRwywbSYM1p4YK&#10;W3qrqLjsrkbB9uuFz+7jGi/x3H1uTsdyfXxfKPXYj4sJiEAx3MX/7pVO87PxCP6+SS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gFbMUAAADdAAAADwAAAAAAAAAA&#10;AAAAAAChAgAAZHJzL2Rvd25yZXYueG1sUEsFBgAAAAAEAAQA+QAAAJMDAAAAAA==&#10;" strokeweight="0"/>
                  <v:line id="Line 1094" o:spid="_x0000_s1482" style="position:absolute;flip:x;visibility:visible;mso-wrap-style:square" from="4382,501" to="438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Sg98UAAADdAAAADwAAAGRycy9kb3ducmV2LnhtbERPTWsCMRC9F/wPYQRvNVsPWrdGkRZF&#10;Cla09dDbuJnuLm4mSxLd9N+bQsHbPN7nzBbRNOJKzteWFTwNMxDEhdU1lwq+PlePzyB8QNbYWCYF&#10;v+RhMe89zDDXtuM9XQ+hFCmEfY4KqhDaXEpfVGTQD21LnLgf6wyGBF0ptcMuhZtGjrJsLA3WnBoq&#10;bOm1ouJ8uBgF+48Jn9z6Es/x1G1338fy/fi2VGrQj8sXEIFiuIv/3Rud5mfTC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Sg98UAAADdAAAADwAAAAAAAAAA&#10;AAAAAAChAgAAZHJzL2Rvd25yZXYueG1sUEsFBgAAAAAEAAQA+QAAAJMDAAAAAA==&#10;" strokeweight="0"/>
                  <v:line id="Line 1095" o:spid="_x0000_s1483" style="position:absolute;flip:x;visibility:visible;mso-wrap-style:square" from="4369,501" to="437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s0hcgAAADdAAAADwAAAGRycy9kb3ducmV2LnhtbESPT08CMRDF7yZ+h2ZIvEkXD/5ZKIRo&#10;NMZECQgHbsN22N2wnW7awtZv7xxMvM3kvXnvN7NFdp26UIitZwOTcQGKuPK25drA9vv19hFUTMgW&#10;O89k4IciLObXVzMsrR94TZdNqpWEcCzRQJNSX2odq4YcxrHviUU7+uAwyRpqbQMOEu46fVcU99ph&#10;y9LQYE/PDVWnzdkZWH898CG8nfMpH4bP1X5Xf+xelsbcjPJyCipRTv/mv+t3K/jFk+DKNzKCnv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3s0hcgAAADdAAAADwAAAAAA&#10;AAAAAAAAAAChAgAAZHJzL2Rvd25yZXYueG1sUEsFBgAAAAAEAAQA+QAAAJYDAAAAAA==&#10;" strokeweight="0"/>
                  <v:line id="Line 1096" o:spid="_x0000_s1484" style="position:absolute;flip:x;visibility:visible;mso-wrap-style:square" from="4357,501" to="436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eRHsUAAADdAAAADwAAAGRycy9kb3ducmV2LnhtbERPTWsCMRC9C/0PYYTeNKuHVrdGkUqL&#10;CFa09dDbuJnuLm4mSxLd9N+bgtDbPN7nzBbRNOJKzteWFYyGGQjiwuqaSwVfn2+DCQgfkDU2lknB&#10;L3lYzB96M8y17XhP10MoRQphn6OCKoQ2l9IXFRn0Q9sSJ+7HOoMhQVdK7bBL4aaR4yx7kgZrTg0V&#10;tvRaUXE+XIyC/cczn9z7JZ7jqdvuvo/l5rhaKvXYj8sXEIFi+Bff3Wud5mfTKfx9k06Q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eRHsUAAADdAAAADwAAAAAAAAAA&#10;AAAAAAChAgAAZHJzL2Rvd25yZXYueG1sUEsFBgAAAAAEAAQA+QAAAJMDAAAAAA==&#10;" strokeweight="0"/>
                  <v:line id="Line 1097" o:spid="_x0000_s1485" style="position:absolute;flip:x;visibility:visible;mso-wrap-style:square" from="4344,501" to="435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imccAAADdAAAADwAAAGRycy9kb3ducmV2LnhtbESPT0sDMRDF74LfIYzgzWbrQWXbtJSK&#10;IoJK/x16m26mu0s3kyVJu/HbOwehtxnem/d+M51n16kLhdh6NjAeFaCIK29brg1sN28PL6BiQrbY&#10;eSYDvxRhPru9mWJp/cAruqxTrSSEY4kGmpT6UutYNeQwjnxPLNrRB4dJ1lBrG3CQcNfpx6J40g5b&#10;loYGe1o2VJ3WZ2dg9f3Mh/B+zqd8GL5+9rv6c/e6MOb+Li8moBLldDX/X39YwR8Xwi/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5qKZxwAAAN0AAAAPAAAAAAAA&#10;AAAAAAAAAKECAABkcnMvZG93bnJldi54bWxQSwUGAAAAAAQABAD5AAAAlQMAAAAA&#10;" strokeweight="0"/>
                  <v:line id="Line 1098" o:spid="_x0000_s1486" style="position:absolute;flip:x;visibility:visible;mso-wrap-style:square" from="4332,501" to="433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oHAsQAAADdAAAADwAAAGRycy9kb3ducmV2LnhtbERPTWsCMRC9C/0PYQq9aXZ7sLIaRRSL&#10;FFrR1oO3cTPuLm4mSxLd9N83hUJv83ifM1tE04o7Od9YVpCPMhDEpdUNVwq+PjfDCQgfkDW2lknB&#10;N3lYzB8GMyy07XlP90OoRAphX6CCOoSukNKXNRn0I9sRJ+5incGQoKukdtincNPK5ywbS4MNp4Ya&#10;O1rVVF4PN6Ng//HCZ/d6i9d47t93p2P1dlwvlXp6jMspiEAx/Iv/3Fud5udZDr/fpBP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qgcCxAAAAN0AAAAPAAAAAAAAAAAA&#10;AAAAAKECAABkcnMvZG93bnJldi54bWxQSwUGAAAAAAQABAD5AAAAkgMAAAAA&#10;" strokeweight="0"/>
                  <v:line id="Line 1099" o:spid="_x0000_s1487" style="position:absolute;flip:x;visibility:visible;mso-wrap-style:square" from="4320,501" to="432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iZdcQAAADdAAAADwAAAGRycy9kb3ducmV2LnhtbERPTWsCMRC9F/ofwgi91aweWtkaRSwt&#10;pVBFrQdv42bcXdxMliS68d8bQfA2j/c542k0jTiT87VlBYN+BoK4sLrmUsH/5ut1BMIHZI2NZVJw&#10;IQ/TyfPTGHNtO17ReR1KkULY56igCqHNpfRFRQZ937bEiTtYZzAk6EqpHXYp3DRymGVv0mDNqaHC&#10;luYVFcf1yShYLd55775P8Rj33d9yty1/t58zpV56cfYBIlAMD/Hd/aPT/EE2hNs36QQ5u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eJl1xAAAAN0AAAAPAAAAAAAAAAAA&#10;AAAAAKECAABkcnMvZG93bnJldi54bWxQSwUGAAAAAAQABAD5AAAAkgMAAAAA&#10;" strokeweight="0"/>
                  <v:line id="Line 1100" o:spid="_x0000_s1488" style="position:absolute;flip:x;visibility:visible;mso-wrap-style:square" from="4307,501" to="431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87sQAAADdAAAADwAAAGRycy9kb3ducmV2LnhtbERPTWsCMRC9C/0PYQq9aVYLVbZGkUqL&#10;CFa09dDbuJnuLm4mSxLd9N+bguBtHu9zpvNoGnEh52vLCoaDDARxYXXNpYLvr/f+BIQPyBoby6Tg&#10;jzzMZw+9Kebadryjyz6UIoWwz1FBFUKbS+mLigz6gW2JE/drncGQoCuldtilcNPIUZa9SIM1p4YK&#10;W3qrqDjtz0bB7nPMR/dxjqd47Dbbn0O5PiwXSj09xsUriEAx3MU390qn+cPs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DzuxAAAAN0AAAAPAAAAAAAAAAAA&#10;AAAAAKECAABkcnMvZG93bnJldi54bWxQSwUGAAAAAAQABAD5AAAAkgMAAAAA&#10;" strokeweight="0"/>
                  <v:line id="Line 1101" o:spid="_x0000_s1489" style="position:absolute;flip:x;visibility:visible;mso-wrap-style:square" from="4295,501" to="430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2kmsQAAADdAAAADwAAAGRycy9kb3ducmV2LnhtbERPTWsCMRC9C/0PYQq9aVYpVbZGkUqL&#10;CFa09dDbuJnuLm4mSxLd9N+bguBtHu9zpvNoGnEh52vLCoaDDARxYXXNpYLvr/f+BIQPyBoby6Tg&#10;jzzMZw+9Kebadryjyz6UIoWwz1FBFUKbS+mLigz6gW2JE/drncGQoCuldtilcNPIUZa9SIM1p4YK&#10;W3qrqDjtz0bB7nPMR/dxjqd47Dbbn0O5PiwXSj09xsUriEAx3MU390qn+cPs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3aSaxAAAAN0AAAAPAAAAAAAAAAAA&#10;AAAAAKECAABkcnMvZG93bnJldi54bWxQSwUGAAAAAAQABAD5AAAAkgMAAAAA&#10;" strokeweight="0"/>
                  <v:line id="Line 1102" o:spid="_x0000_s1490" style="position:absolute;flip:x;visibility:visible;mso-wrap-style:square" from="4283,501" to="428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EBAcQAAADdAAAADwAAAGRycy9kb3ducmV2LnhtbERPTWsCMRC9C/0PYQq9aVahVbZGkUqL&#10;CFa09dDbuJnuLm4mSxLd9N+bguBtHu9zpvNoGnEh52vLCoaDDARxYXXNpYLvr/f+BIQPyBoby6Tg&#10;jzzMZw+9Kebadryjyz6UIoWwz1FBFUKbS+mLigz6gW2JE/drncGQoCuldtilcNPIUZa9SIM1p4YK&#10;W3qrqDjtz0bB7nPMR/dxjqd47Dbbn0O5PiwXSj09xsUriEAx3MU390qn+cPsGf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kQEBxAAAAN0AAAAPAAAAAAAAAAAA&#10;AAAAAKECAABkcnMvZG93bnJldi54bWxQSwUGAAAAAAQABAD5AAAAkgMAAAAA&#10;" strokeweight="0"/>
                  <v:line id="Line 1103" o:spid="_x0000_s1491" style="position:absolute;flip:x;visibility:visible;mso-wrap-style:square" from="4270,501" to="427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OfdsQAAADdAAAADwAAAGRycy9kb3ducmV2LnhtbERPTWsCMRC9F/ofwhR6q1k9qGyNIi2W&#10;UlBR66G3cTPdXdxMliS68d8bQfA2j/c5k1k0jTiT87VlBf1eBoK4sLrmUsHvbvE2BuEDssbGMim4&#10;kIfZ9Plpgrm2HW/ovA2lSCHsc1RQhdDmUvqiIoO+Z1vixP1bZzAk6EqpHXYp3DRykGVDabDm1FBh&#10;Sx8VFcftySjYrEZ8cF+neIyHbrn+25c/+8+5Uq8vcf4OIlAMD/Hd/a3T/H42hNs36QQ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Q592xAAAAN0AAAAPAAAAAAAAAAAA&#10;AAAAAKECAABkcnMvZG93bnJldi54bWxQSwUGAAAAAAQABAD5AAAAkgMAAAAA&#10;" strokeweight="0"/>
                  <v:line id="Line 1104" o:spid="_x0000_s1492" style="position:absolute;flip:x;visibility:visible;mso-wrap-style:square" from="4258,501" to="426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67cUAAADdAAAADwAAAGRycy9kb3ducmV2LnhtbERPTWsCMRC9C/0PYQq9adYeqmyNIi0t&#10;pVDFtR56GzfT3cXNZEmiG/+9EQRv83ifM1tE04oTOd9YVjAeZSCIS6sbrhT8bj+GUxA+IGtsLZOC&#10;M3lYzB8GM8y17XlDpyJUIoWwz1FBHUKXS+nLmgz6ke2IE/dvncGQoKukdtincNPK5yx7kQYbTg01&#10;dvRWU3kojkbBZjXhvfs8xkPc9z/rv131vXtfKvX0GJevIALFcBff3F86zR9nE7h+k06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67cUAAADdAAAADwAAAAAAAAAA&#10;AAAAAAChAgAAZHJzL2Rvd25yZXYueG1sUEsFBgAAAAAEAAQA+QAAAJMDAAAAAA==&#10;" strokeweight="0"/>
                  <v:line id="Line 1105" o:spid="_x0000_s1493" style="position:absolute;flip:x;visibility:visible;mso-wrap-style:square" from="4246,501" to="425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Cun8cAAADdAAAADwAAAGRycy9kb3ducmV2LnhtbESPT0sDMRDF74LfIYzgzWbrQWXbtJSK&#10;IoJK/x16m26mu0s3kyVJu/HbOwehtxnem/d+M51n16kLhdh6NjAeFaCIK29brg1sN28PL6BiQrbY&#10;eSYDvxRhPru9mWJp/cAruqxTrSSEY4kGmpT6UutYNeQwjnxPLNrRB4dJ1lBrG3CQcNfpx6J40g5b&#10;loYGe1o2VJ3WZ2dg9f3Mh/B+zqd8GL5+9rv6c/e6MOb+Li8moBLldDX/X39YwR8XgivfyAh6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kK6fxwAAAN0AAAAPAAAAAAAA&#10;AAAAAAAAAKECAABkcnMvZG93bnJldi54bWxQSwUGAAAAAAQABAD5AAAAlQMAAAAA&#10;" strokeweight="0"/>
                  <v:line id="Line 1106" o:spid="_x0000_s1494" style="position:absolute;flip:x;visibility:visible;mso-wrap-style:square" from="4233,501" to="424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wLBMUAAADdAAAADwAAAGRycy9kb3ducmV2LnhtbERPTWsCMRC9C/0PYQq9aVYPrW6NIpUW&#10;Eaxo66G3cTPdXdxMliS66b83BcHbPN7nTOfRNOJCzteWFQwHGQjiwuqaSwXfX+/9MQgfkDU2lknB&#10;H3mYzx56U8y17XhHl30oRQphn6OCKoQ2l9IXFRn0A9sSJ+7XOoMhQVdK7bBL4aaRoyx7lgZrTg0V&#10;tvRWUXHan42C3ecLH93HOZ7isdtsfw7l+rBcKPX0GBevIALFcBff3Cud5g+zCfx/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wLBMUAAADdAAAADwAAAAAAAAAA&#10;AAAAAAChAgAAZHJzL2Rvd25yZXYueG1sUEsFBgAAAAAEAAQA+QAAAJMDAAAAAA==&#10;" strokeweight="0"/>
                  <v:line id="Line 1107" o:spid="_x0000_s1495" style="position:absolute;flip:x;visibility:visible;mso-wrap-style:square" from="4221,501" to="422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80RMcAAADdAAAADwAAAGRycy9kb3ducmV2LnhtbESPQU/DMAyF70j7D5EncWNpOQAqy6aJ&#10;aQghAdpgB25eY9pqjVMl2Rr+PT4g7WbrPb/3eb7MrldnCrHzbKCcFaCIa287bgx8fW5uHkDFhGyx&#10;90wGfinCcjG5mmNl/chbOu9SoySEY4UG2pSGSutYt+QwzvxALNqPDw6TrKHRNuAo4a7Xt0Vxpx12&#10;LA0tDvTUUn3cnZyB7fs9H8LzKR/zYXz7+N43r/v1ypjraV49gkqU08X8f/1iBb8shV++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PzRExwAAAN0AAAAPAAAAAAAA&#10;AAAAAAAAAKECAABkcnMvZG93bnJldi54bWxQSwUGAAAAAAQABAD5AAAAlQMAAAAA&#10;" strokeweight="0"/>
                  <v:line id="Line 1108" o:spid="_x0000_s1496" style="position:absolute;flip:x;visibility:visible;mso-wrap-style:square" from="4209,501" to="421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OR38UAAADdAAAADwAAAGRycy9kb3ducmV2LnhtbERPTWsCMRC9F/ofwhR6q1k92LIaRSwV&#10;KbTFr4O3cTPuLm4mSxLd+O9NQfCdZnjz3ps3nkbTiAs5X1tW0O9lIIgLq2suFWw3X28fIHxA1thY&#10;JgVX8jCdPD+NMde24xVd1qEUyYR9jgqqENpcSl9UZND3bEucuKN1BkNaXSm1wy6Zm0YOsmwoDdac&#10;EipsaV5RcVqfjYLV7zsf3OIcT/HQ/fztd+X37nOm1OtLnI1ABIrhcXxXL3V6PwH+26QR5O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OR38UAAADdAAAADwAAAAAAAAAA&#10;AAAAAAChAgAAZHJzL2Rvd25yZXYueG1sUEsFBgAAAAAEAAQA+QAAAJMDAAAAAA==&#10;" strokeweight="0"/>
                  <v:line id="Line 1109" o:spid="_x0000_s1497" style="position:absolute;flip:x;visibility:visible;mso-wrap-style:square" from="4196,501" to="420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EPqMUAAADdAAAADwAAAGRycy9kb3ducmV2LnhtbERPTWsCMRC9F/wPYYTeanY9tGU1iigt&#10;pdAWrR68jZtxd3EzWZLoxn9vCkJv83ifM51H04oLOd9YVpCPMhDEpdUNVwq2v29PryB8QNbYWiYF&#10;V/Iwnw0eplho2/OaLptQiRTCvkAFdQhdIaUvazLoR7YjTtzROoMhQVdJ7bBP4aaV4yx7lgYbTg01&#10;drSsqTxtzkbB+vuFD+79HE/x0H/97HfV5261UOpxGBcTEIFi+Bff3R86zc/z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EPqMUAAADdAAAADwAAAAAAAAAA&#10;AAAAAAChAgAAZHJzL2Rvd25yZXYueG1sUEsFBgAAAAAEAAQA+QAAAJMDAAAAAA==&#10;" strokeweight="0"/>
                  <v:line id="Line 1110" o:spid="_x0000_s1498" style="position:absolute;flip:x;visibility:visible;mso-wrap-style:square" from="4184,501" to="419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2qM8UAAADdAAAADwAAAGRycy9kb3ducmV2LnhtbERPS2sCMRC+C/0PYYTeNLsW2rIaRSot&#10;pdCKr4O3cTPuLm4mSxLd9N83hUJv8/E9Z7aIphU3cr6xrCAfZyCIS6sbrhTsd6+jZxA+IGtsLZOC&#10;b/KwmN8NZlho2/OGbttQiRTCvkAFdQhdIaUvazLox7YjTtzZOoMhQVdJ7bBP4aaVkyx7lAYbTg01&#10;dvRSU3nZXo2CzdcTn9zbNV7iqf9cHw/Vx2G1VOp+GJdTEIFi+Bf/ud91mp/nD/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2qM8UAAADdAAAADwAAAAAAAAAA&#10;AAAAAAChAgAAZHJzL2Rvd25yZXYueG1sUEsFBgAAAAAEAAQA+QAAAJMDAAAAAA==&#10;" strokeweight="0"/>
                  <v:line id="Line 1111" o:spid="_x0000_s1499" style="position:absolute;flip:x;visibility:visible;mso-wrap-style:square" from="4172,501" to="4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yR8UAAADdAAAADwAAAGRycy9kb3ducmV2LnhtbERPS2sCMRC+C/0PYYTeNLtS2rIaRSot&#10;pdCKr4O3cTPuLm4mSxLd9N83hUJv8/E9Z7aIphU3cr6xrCAfZyCIS6sbrhTsd6+jZxA+IGtsLZOC&#10;b/KwmN8NZlho2/OGbttQiRTCvkAFdQhdIaUvazLox7YjTtzZOoMhQVdJ7bBP4aaVkyx7lAYbTg01&#10;dvRSU3nZXo2CzdcTn9zbNV7iqf9cHw/Vx2G1VOp+GJdTEIFi+Bf/ud91mp/nD/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QyR8UAAADdAAAADwAAAAAAAAAA&#10;AAAAAAChAgAAZHJzL2Rvd25yZXYueG1sUEsFBgAAAAAEAAQA+QAAAJMDAAAAAA==&#10;" strokeweight="0"/>
                  <v:line id="Line 1112" o:spid="_x0000_s1500" style="position:absolute;flip:x;visibility:visible;mso-wrap-style:square" from="4159,501" to="416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iX3MUAAADdAAAADwAAAGRycy9kb3ducmV2LnhtbERPS2sCMRC+C/0PYYTeNLtCH6xGkUpL&#10;KbTi6+Bt3Iy7i5vJkkQ3/fdNodDbfHzPmS2iacWNnG8sK8jHGQji0uqGKwX73evoGYQPyBpby6Tg&#10;mzws5neDGRba9ryh2zZUIoWwL1BBHUJXSOnLmgz6se2IE3e2zmBI0FVSO+xTuGnlJMsepcGGU0ON&#10;Hb3UVF62V6Ng8/XEJ/d2jZd46j/Xx0P1cVgtlbofxuUURKAY/sV/7ned5uf5A/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kiX3MUAAADdAAAADwAAAAAAAAAA&#10;AAAAAAChAgAAZHJzL2Rvd25yZXYueG1sUEsFBgAAAAAEAAQA+QAAAJMDAAAAAA==&#10;" strokeweight="0"/>
                  <v:line id="Line 1113" o:spid="_x0000_s1501" style="position:absolute;flip:x;visibility:visible;mso-wrap-style:square" from="4147,501" to="4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oJq8UAAADdAAAADwAAAGRycy9kb3ducmV2LnhtbERPTWsCMRC9F/wPYYTeanZ7sGU1iigt&#10;pdAWrR68jZtxd3EzWZLoxn9vCkJv83ifM51H04oLOd9YVpCPMhDEpdUNVwq2v29PryB8QNbYWiYF&#10;V/Iwnw0eplho2/OaLptQiRTCvkAFdQhdIaUvazLoR7YjTtzROoMhQVdJ7bBP4aaVz1k2lgYbTg01&#10;drSsqTxtzkbB+vuFD+79HE/x0H/97HfV5261UOpxGBcTEIFi+Bff3R86zc/z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oJq8UAAADdAAAADwAAAAAAAAAA&#10;AAAAAAChAgAAZHJzL2Rvd25yZXYueG1sUEsFBgAAAAAEAAQA+QAAAJMDAAAAAA==&#10;" strokeweight="0"/>
                  <v:line id="Line 1114" o:spid="_x0000_s1502" style="position:absolute;flip:x;visibility:visible;mso-wrap-style:square" from="4135,501" to="4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asMMUAAADdAAAADwAAAGRycy9kb3ducmV2LnhtbERPTWsCMRC9F/ofwgjeanZ70LIaRSwV&#10;KbRFqwdv42bcXdxMliS66b9vCkJv83ifM1tE04obOd9YVpCPMhDEpdUNVwr2329PLyB8QNbYWiYF&#10;P+RhMX98mGGhbc9buu1CJVII+wIV1CF0hZS+rMmgH9mOOHFn6wyGBF0ltcM+hZtWPmfZWBpsODXU&#10;2NGqpvKyuxoF288Jn9z6Gi/x1H98HQ/V++F1qdRwEJdTEIFi+Bff3Rud5uf5B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asMMUAAADdAAAADwAAAAAAAAAA&#10;AAAAAAChAgAAZHJzL2Rvd25yZXYueG1sUEsFBgAAAAAEAAQA+QAAAJMDAAAAAA==&#10;" strokeweight="0"/>
                  <v:line id="Line 1115" o:spid="_x0000_s1503" style="position:absolute;flip:x;visibility:visible;mso-wrap-style:square" from="4122,501" to="412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k4QscAAADdAAAADwAAAGRycy9kb3ducmV2LnhtbESPQU/DMAyF70j7D5EncWNpOQAqy6aJ&#10;aQghAdpgB25eY9pqjVMl2Rr+PT4g7WbrPb/3eb7MrldnCrHzbKCcFaCIa287bgx8fW5uHkDFhGyx&#10;90wGfinCcjG5mmNl/chbOu9SoySEY4UG2pSGSutYt+QwzvxALNqPDw6TrKHRNuAo4a7Xt0Vxpx12&#10;LA0tDvTUUn3cnZyB7fs9H8LzKR/zYXz7+N43r/v1ypjraV49gkqU08X8f/1iBb8sBV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SThCxwAAAN0AAAAPAAAAAAAA&#10;AAAAAAAAAKECAABkcnMvZG93bnJldi54bWxQSwUGAAAAAAQABAD5AAAAlQMAAAAA&#10;" strokeweight="0"/>
                  <v:line id="Line 1116" o:spid="_x0000_s1504" style="position:absolute;flip:x;visibility:visible;mso-wrap-style:square" from="4110,501" to="4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Wd2cUAAADdAAAADwAAAGRycy9kb3ducmV2LnhtbERPS2sCMRC+C/0PYYTeNLse+liNIpWW&#10;UmjF18HbuBl3FzeTJYlu+u+bQqG3+fieM1tE04obOd9YVpCPMxDEpdUNVwr2u9fREwgfkDW2lknB&#10;N3lYzO8GMyy07XlDt22oRAphX6CCOoSukNKXNRn0Y9sRJ+5sncGQoKukdtincNPKSZY9SIMNp4Ya&#10;O3qpqbxsr0bB5uuRT+7tGi/x1H+uj4fq47BaKnU/jMspiEAx/Iv/3O86zc/zZ/j9Jp0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Wd2cUAAADdAAAADwAAAAAAAAAA&#10;AAAAAAChAgAAZHJzL2Rvd25yZXYueG1sUEsFBgAAAAAEAAQA+QAAAJMDAAAAAA==&#10;" strokeweight="0"/>
                  <v:line id="Line 1117" o:spid="_x0000_s1505" style="position:absolute;flip:x;visibility:visible;mso-wrap-style:square" from="4097,501" to="4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P++cgAAADdAAAADwAAAGRycy9kb3ducmV2LnhtbESPQU8CMRCF7yb+h2ZIvEkXDmoWCiEY&#10;jTFRA8KB27Addjdsp5u2sPXfOwcTbzN5b977Zr7MrlNXCrH1bGAyLkARV962XBvYfb/cP4GKCdli&#10;55kM/FCE5eL2Zo6l9QNv6LpNtZIQjiUaaFLqS61j1ZDDOPY9sWgnHxwmWUOtbcBBwl2np0XxoB22&#10;LA0N9rRuqDpvL87A5vORj+H1ks/5OHx8Hfb1+/55ZczdKK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FP++cgAAADdAAAADwAAAAAA&#10;AAAAAAAAAAChAgAAZHJzL2Rvd25yZXYueG1sUEsFBgAAAAAEAAQA+QAAAJYDAAAAAA==&#10;" strokeweight="0"/>
                  <v:line id="Line 1118" o:spid="_x0000_s1506" style="position:absolute;flip:x;visibility:visible;mso-wrap-style:square" from="4085,501" to="40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9bYsUAAADdAAAADwAAAGRycy9kb3ducmV2LnhtbERPTWsCMRC9F/wPYYTeanY9tGU1iigt&#10;pdAWrR68jZtxd3EzWZLoxn9vCkJv83ifM51H04oLOd9YVpCPMhDEpdUNVwq2v29PryB8QNbYWiYF&#10;V/Iwnw0eplho2/OaLptQiRTCvkAFdQhdIaUvazLoR7YjTtzROoMhQVdJ7bBP4aaV4yx7lgYbTg01&#10;drSsqTxtzkbB+vuFD+79HE/x0H/97HfV5261UOpxGBcTEIFi+Bff3R86zc/H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9bYsUAAADdAAAADwAAAAAAAAAA&#10;AAAAAAChAgAAZHJzL2Rvd25yZXYueG1sUEsFBgAAAAAEAAQA+QAAAJMDAAAAAA==&#10;" strokeweight="0"/>
                  <v:line id="Line 1119" o:spid="_x0000_s1507" style="position:absolute;flip:x;visibility:visible;mso-wrap-style:square" from="4073,501" to="4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3FFcUAAADdAAAADwAAAGRycy9kb3ducmV2LnhtbERPTWsCMRC9F/ofwhR6q1n3YMvWKNKi&#10;SKEWbT14Gzfj7uJmsiTRjf/eCEJv83ifM55G04ozOd9YVjAcZCCIS6sbrhT8/c5f3kD4gKyxtUwK&#10;LuRhOnl8GGOhbc9rOm9CJVII+wIV1CF0hZS+rMmgH9iOOHEH6wyGBF0ltcM+hZtW5lk2kgYbTg01&#10;dvRRU3ncnIyC9eqV925xise4779/dtvqa/s5U+r5Kc7eQQSK4V98dy91mj/Mc7h9k06Qk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83FFcUAAADdAAAADwAAAAAAAAAA&#10;AAAAAAChAgAAZHJzL2Rvd25yZXYueG1sUEsFBgAAAAAEAAQA+QAAAJMDAAAAAA==&#10;" strokeweight="0"/>
                  <v:line id="Line 1120" o:spid="_x0000_s1508" style="position:absolute;flip:x;visibility:visible;mso-wrap-style:square" from="4060,501" to="4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FgjsUAAADdAAAADwAAAGRycy9kb3ducmV2LnhtbERPTWsCMRC9C/6HMII3zarQytYoorSU&#10;gi1qPfQ2bqa7i5vJkkQ3/femUOhtHu9zFqtoGnEj52vLCibjDARxYXXNpYLP4/NoDsIHZI2NZVLw&#10;Qx5Wy35vgbm2He/pdgilSCHsc1RQhdDmUvqiIoN+bFvixH1bZzAk6EqpHXYp3DRymmUP0mDNqaHC&#10;ljYVFZfD1SjYvz/y2b1c4yWeu93H16l8O23XSg0Hcf0EIlAM/+I/96tO8y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FgjsUAAADdAAAADwAAAAAAAAAA&#10;AAAAAAChAgAAZHJzL2Rvd25yZXYueG1sUEsFBgAAAAAEAAQA+QAAAJMDAAAAAA==&#10;" strokeweight="0"/>
                  <v:line id="Line 1121" o:spid="_x0000_s1509" style="position:absolute;flip:x;visibility:visible;mso-wrap-style:square" from="4048,501" to="405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j4+sUAAADdAAAADwAAAGRycy9kb3ducmV2LnhtbERPTWsCMRC9C/6HMII3zSrSytYoorSU&#10;gi1qPfQ2bqa7i5vJkkQ3/femUOhtHu9zFqtoGnEj52vLCibjDARxYXXNpYLP4/NoDsIHZI2NZVLw&#10;Qx5Wy35vgbm2He/pdgilSCHsc1RQhdDmUvqiIoN+bFvixH1bZzAk6EqpHXYp3DRymmUP0mDNqaHC&#10;ljYVFZfD1SjYvz/y2b1c4yWeu93H16l8O23XSg0Hcf0EIlAM/+I/96tO8y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j4+sUAAADdAAAADwAAAAAAAAAA&#10;AAAAAAChAgAAZHJzL2Rvd25yZXYueG1sUEsFBgAAAAAEAAQA+QAAAJMDAAAAAA==&#10;" strokeweight="0"/>
                  <v:line id="Line 1122" o:spid="_x0000_s1510" style="position:absolute;flip:x;visibility:visible;mso-wrap-style:square" from="4036,501" to="4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RdYcUAAADdAAAADwAAAGRycy9kb3ducmV2LnhtbERPTWsCMRC9C/6HMII3zSrYytYoorSU&#10;gi1qPfQ2bqa7i5vJkkQ3/femUOhtHu9zFqtoGnEj52vLCibjDARxYXXNpYLP4/NoDsIHZI2NZVLw&#10;Qx5Wy35vgbm2He/pdgilSCHsc1RQhdDmUvqiIoN+bFvixH1bZzAk6EqpHXYp3DRymmUP0mDNqaHC&#10;ljYVFZfD1SjYvz/y2b1c4yWeu93H16l8O23XSg0Hcf0EIlAM/+I/96tO8yf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RdYcUAAADdAAAADwAAAAAAAAAA&#10;AAAAAAChAgAAZHJzL2Rvd25yZXYueG1sUEsFBgAAAAAEAAQA+QAAAJMDAAAAAA==&#10;" strokeweight="0"/>
                  <v:line id="Line 1123" o:spid="_x0000_s1511" style="position:absolute;flip:x;visibility:visible;mso-wrap-style:square" from="4023,501" to="4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bDFsQAAADdAAAADwAAAGRycy9kb3ducmV2LnhtbERPTWsCMRC9F/wPYQRvNasHW1ajiKWl&#10;CLVo68HbuBl3FzeTJYlu/PdGKPQ2j/c5s0U0jbiS87VlBaNhBoK4sLrmUsHvz/vzKwgfkDU2lknB&#10;jTws5r2nGebadryl6y6UIoWwz1FBFUKbS+mLigz6oW2JE3eyzmBI0JVSO+xSuGnkOMsm0mDNqaHC&#10;llYVFefdxSjYbl746D4u8RyP3df3YV+u929LpQb9uJyCCBTDv/jP/anT/NF4Ao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sMWxAAAAN0AAAAPAAAAAAAAAAAA&#10;AAAAAKECAABkcnMvZG93bnJldi54bWxQSwUGAAAAAAQABAD5AAAAkgMAAAAA&#10;" strokeweight="0"/>
                  <v:line id="Line 1124" o:spid="_x0000_s1512" style="position:absolute;flip:x;visibility:visible;mso-wrap-style:square" from="4011,501" to="401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pmjcQAAADdAAAADwAAAGRycy9kb3ducmV2LnhtbERPTWsCMRC9C/6HMEJvmtVDla1RpGIp&#10;ghVtPfQ2bqa7i5vJkkQ3/fdNQfA2j/c582U0jbiR87VlBeNRBoK4sLrmUsHX52Y4A+EDssbGMin4&#10;JQ/LRb83x1zbjg90O4ZSpBD2OSqoQmhzKX1RkUE/si1x4n6sMxgSdKXUDrsUbho5ybJnabDm1FBh&#10;S68VFZfj1Sg4fEz57N6u8RLP3W7/fSq3p/VKqadBXL2ACBTDQ3x3v+s0fzyZwv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umaNxAAAAN0AAAAPAAAAAAAAAAAA&#10;AAAAAKECAABkcnMvZG93bnJldi54bWxQSwUGAAAAAAQABAD5AAAAkgMAAAAA&#10;" strokeweight="0"/>
                  <v:line id="Line 1125" o:spid="_x0000_s1513" style="position:absolute;flip:x;visibility:visible;mso-wrap-style:square" from="3999,501" to="4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Xy/8gAAADdAAAADwAAAGRycy9kb3ducmV2LnhtbESPQU8CMRCF7yb+h2ZIvEkXDmoWCiEY&#10;jTFRA8KB27Addjdsp5u2sPXfOwcTbzN5b977Zr7MrlNXCrH1bGAyLkARV962XBvYfb/cP4GKCdli&#10;55kM/FCE5eL2Zo6l9QNv6LpNtZIQjiUaaFLqS61j1ZDDOPY9sWgnHxwmWUOtbcBBwl2np0XxoB22&#10;LA0N9rRuqDpvL87A5vORj+H1ks/5OHx8Hfb1+/55ZczdKK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iXy/8gAAADdAAAADwAAAAAA&#10;AAAAAAAAAAChAgAAZHJzL2Rvd25yZXYueG1sUEsFBgAAAAAEAAQA+QAAAJYDAAAAAA==&#10;" strokeweight="0"/>
                  <v:line id="Line 1126" o:spid="_x0000_s1514" style="position:absolute;flip:x;visibility:visible;mso-wrap-style:square" from="3986,501" to="39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lXZMUAAADdAAAADwAAAGRycy9kb3ducmV2LnhtbERPTWsCMRC9C/6HMII3zerB1q1RRGkp&#10;BVvUeuht3Ex3FzeTJYlu+u9NodDbPN7nLFbRNOJGzteWFUzGGQjiwuqaSwWfx+fRIwgfkDU2lknB&#10;D3lYLfu9Bebadryn2yGUIoWwz1FBFUKbS+mLigz6sW2JE/dtncGQoCuldtilcNPIaZbNpMGaU0OF&#10;LW0qKi6Hq1Gwf3/gs3u5xks8d7uPr1P5dtqulRoO4voJRKAY/sV/7led5k+mc/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lXZMUAAADdAAAADwAAAAAAAAAA&#10;AAAAAAChAgAAZHJzL2Rvd25yZXYueG1sUEsFBgAAAAAEAAQA+QAAAJMDAAAAAA==&#10;" strokeweight="0"/>
                  <v:line id="Line 1127" o:spid="_x0000_s1515" style="position:absolute;flip:x;visibility:visible;mso-wrap-style:square" from="3974,501" to="398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poJMgAAADdAAAADwAAAGRycy9kb3ducmV2LnhtbESPQUsDMRCF70L/QxjBm81WQWXbtJRK&#10;iwgqrfbQ23Qz7i7dTJYk7cZ/7xwEbzO8N+99M1tk16kLhdh6NjAZF6CIK29brg18fa5vn0DFhGyx&#10;80wGfijCYj66mmFp/cBbuuxSrSSEY4kGmpT6UutYNeQwjn1PLNq3Dw6TrKHWNuAg4a7Td0XxoB22&#10;LA0N9rRqqDrtzs7A9v2Rj2Fzzqd8HN4+Dvv6df+8NObmOi+noBLl9G/+u36xgj+5F3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YpoJMgAAADdAAAADwAAAAAA&#10;AAAAAAAAAAChAgAAZHJzL2Rvd25yZXYueG1sUEsFBgAAAAAEAAQA+QAAAJYDAAAAAA==&#10;" strokeweight="0"/>
                  <v:line id="Line 1128" o:spid="_x0000_s1516" style="position:absolute;flip:x;visibility:visible;mso-wrap-style:square" from="3962,501" to="3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bNv8UAAADdAAAADwAAAGRycy9kb3ducmV2LnhtbERPS2sCMRC+C/0PYYTeNLsW2rIaRSot&#10;pdCKr4O3cTPuLm4mSxLd9N83hUJv8/E9Z7aIphU3cr6xrCAfZyCIS6sbrhTsd6+jZxA+IGtsLZOC&#10;b/KwmN8NZlho2/OGbttQiRTCvkAFdQhdIaUvazLox7YjTtzZOoMhQVdJ7bBP4aaVkyx7lAYbTg01&#10;dvRSU3nZXo2CzdcTn9zbNV7iqf9cHw/Vx2G1VOp+GJdTEIFi+Bf/ud91mp8/5P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bNv8UAAADdAAAADwAAAAAAAAAA&#10;AAAAAAChAgAAZHJzL2Rvd25yZXYueG1sUEsFBgAAAAAEAAQA+QAAAJMDAAAAAA==&#10;" strokeweight="0"/>
                  <v:line id="Line 1129" o:spid="_x0000_s1517" style="position:absolute;flip:x;visibility:visible;mso-wrap-style:square" from="3949,501" to="39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RTyMUAAADdAAAADwAAAGRycy9kb3ducmV2LnhtbERPTWsCMRC9C/6HMII3zarQytYoorSU&#10;gi1qPfQ2bqa7i5vJkkQ3/femUOhtHu9zFqtoGnEj52vLCibjDARxYXXNpYLP4/NoDsIHZI2NZVLw&#10;Qx5Wy35vgbm2He/pdgilSCHsc1RQhdDmUvqiIoN+bFvixH1bZzAk6EqpHXYp3DRymmUP0mDNqaHC&#10;ljYVFZfD1SjYvz/y2b1c4yWeu93H16l8O23XSg0Hcf0EIlAM/+I/96tO8y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RTyMUAAADdAAAADwAAAAAAAAAA&#10;AAAAAAChAgAAZHJzL2Rvd25yZXYueG1sUEsFBgAAAAAEAAQA+QAAAJMDAAAAAA==&#10;" strokeweight="0"/>
                  <v:line id="Line 1130" o:spid="_x0000_s1518" style="position:absolute;flip:x;visibility:visible;mso-wrap-style:square" from="3937,501" to="394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2U8UAAADdAAAADwAAAGRycy9kb3ducmV2LnhtbERPTWsCMRC9F/wPYQRvNatCK1ujiKKU&#10;gi1qPfQ2bqa7i5vJkkQ3/femUOhtHu9zZotoGnEj52vLCkbDDARxYXXNpYLP4+ZxCsIHZI2NZVLw&#10;Qx4W897DDHNtO97T7RBKkULY56igCqHNpfRFRQb90LbEifu2zmBI0JVSO+xSuGnkOMuepMGaU0OF&#10;La0qKi6Hq1Gwf3/ms9te4yWeu93H16l8O62XSg36cfkCIlAM/+I/96tO80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j2U8UAAADdAAAADwAAAAAAAAAA&#10;AAAAAAChAgAAZHJzL2Rvd25yZXYueG1sUEsFBgAAAAAEAAQA+QAAAJMDAAAAAA==&#10;" strokeweight="0"/>
                  <v:line id="Line 1131" o:spid="_x0000_s1519" style="position:absolute;flip:x;visibility:visible;mso-wrap-style:square" from="3925,501" to="3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FuJ8UAAADdAAAADwAAAGRycy9kb3ducmV2LnhtbERPTWsCMRC9F/wPYQrealZbbNkaRZRK&#10;EWzR1kNv42a6u7iZLEl04783QqG3ebzPmcyiacSZnK8tKxgOMhDEhdU1lwq+v94eXkD4gKyxsUwK&#10;LuRhNu3dTTDXtuMtnXehFCmEfY4KqhDaXEpfVGTQD2xLnLhf6wyGBF0ptcMuhZtGjrJsLA3WnBoq&#10;bGlRUXHcnYyC7cczH9zqFI/x0G0+f/bler+cK9W/j/NXEIFi+Bf/ud91mj98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rFuJ8UAAADdAAAADwAAAAAAAAAA&#10;AAAAAAChAgAAZHJzL2Rvd25yZXYueG1sUEsFBgAAAAAEAAQA+QAAAJMDAAAAAA==&#10;" strokeweight="0"/>
                  <v:line id="Line 1132" o:spid="_x0000_s1520" style="position:absolute;flip:x;visibility:visible;mso-wrap-style:square" from="3912,501" to="39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3LvMUAAADdAAAADwAAAGRycy9kb3ducmV2LnhtbERPTWsCMRC9F/wPYQrealZLbdkaRZRK&#10;EWzR1kNv42a6u7iZLEl04783QqG3ebzPmcyiacSZnK8tKxgOMhDEhdU1lwq+v94eXkD4gKyxsUwK&#10;LuRhNu3dTTDXtuMtnXehFCmEfY4KqhDaXEpfVGTQD2xLnLhf6wyGBF0ptcMuhZtGjrJsLA3WnBoq&#10;bGlRUXHcnYyC7cczH9zqFI/x0G0+f/bler+cK9W/j/NXEIFi+Bf/ud91mj98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3LvMUAAADdAAAADwAAAAAAAAAA&#10;AAAAAAChAgAAZHJzL2Rvd25yZXYueG1sUEsFBgAAAAAEAAQA+QAAAJMDAAAAAA==&#10;" strokeweight="0"/>
                  <v:line id="Line 1133" o:spid="_x0000_s1521" style="position:absolute;flip:x;visibility:visible;mso-wrap-style:square" from="3900,501" to="3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9Vy8UAAADdAAAADwAAAGRycy9kb3ducmV2LnhtbERPS2sCMRC+F/wPYYTeatYKVlajiFIp&#10;hbb4OngbN+Pu4mayJNFN/31TKPQ2H99zZotoGnEn52vLCoaDDARxYXXNpYLD/vVpAsIHZI2NZVLw&#10;TR4W897DDHNtO97SfRdKkULY56igCqHNpfRFRQb9wLbEibtYZzAk6EqpHXYp3DTyOcvG0mDNqaHC&#10;llYVFdfdzSjYfr7w2W1u8RrP3cfX6Vi+H9dLpR77cTkFESiGf/Gf+02n+cPR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9Vy8UAAADdAAAADwAAAAAAAAAA&#10;AAAAAAChAgAAZHJzL2Rvd25yZXYueG1sUEsFBgAAAAAEAAQA+QAAAJMDAAAAAA==&#10;" strokeweight="0"/>
                  <v:line id="Line 1134" o:spid="_x0000_s1522" style="position:absolute;flip:x;visibility:visible;mso-wrap-style:square" from="3888,501" to="3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PwUMUAAADdAAAADwAAAGRycy9kb3ducmV2LnhtbERPTWsCMRC9C/0PYQq9aVYFLVujiKIU&#10;wRZtPfQ2bqa7i5vJkkQ3/vumUOhtHu9zZotoGnEj52vLCoaDDARxYXXNpYLPj03/GYQPyBoby6Tg&#10;Th4W84feDHNtOz7Q7RhKkULY56igCqHNpfRFRQb9wLbEifu2zmBI0JVSO+xSuGnkKMsm0mDNqaHC&#10;llYVFZfj1Sg4vE357LbXeInnbv/+dSp3p/VSqafHuHwBESiGf/Gf+1Wn+cPx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PwUMUAAADdAAAADwAAAAAAAAAA&#10;AAAAAAChAgAAZHJzL2Rvd25yZXYueG1sUEsFBgAAAAAEAAQA+QAAAJMDAAAAAA==&#10;" strokeweight="0"/>
                  <v:line id="Line 1135" o:spid="_x0000_s1523" style="position:absolute;flip:x;visibility:visible;mso-wrap-style:square" from="3875,501" to="38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kIsgAAADdAAAADwAAAGRycy9kb3ducmV2LnhtbESPQUsDMRCF70L/QxjBm81WQWXbtJRK&#10;iwgqrfbQ23Qz7i7dTJYk7cZ/7xwEbzO8N+99M1tk16kLhdh6NjAZF6CIK29brg18fa5vn0DFhGyx&#10;80wGfijCYj66mmFp/cBbuuxSrSSEY4kGmpT6UutYNeQwjn1PLNq3Dw6TrKHWNuAg4a7Td0XxoB22&#10;LA0N9rRqqDrtzs7A9v2Rj2Fzzqd8HN4+Dvv6df+8NObmOi+noBLl9G/+u36xgj+5F1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xkIsgAAADdAAAADwAAAAAA&#10;AAAAAAAAAAChAgAAZHJzL2Rvd25yZXYueG1sUEsFBgAAAAAEAAQA+QAAAJYDAAAAAA==&#10;" strokeweight="0"/>
                  <v:line id="Line 1136" o:spid="_x0000_s1524" style="position:absolute;flip:x;visibility:visible;mso-wrap-style:square" from="3863,501" to="3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DBucUAAADdAAAADwAAAGRycy9kb3ducmV2LnhtbERPTWsCMRC9F/wPYQrealYLtd0aRZRK&#10;EWzR1kNv42a6u7iZLEl04783QqG3ebzPmcyiacSZnK8tKxgOMhDEhdU1lwq+v94enkH4gKyxsUwK&#10;LuRhNu3dTTDXtuMtnXehFCmEfY4KqhDaXEpfVGTQD2xLnLhf6wyGBF0ptcMuhZtGjrLsSRqsOTVU&#10;2NKiouK4OxkF248xH9zqFI/x0G0+f/bler+cK9W/j/NXEIFi+Bf/ud91mj98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LDBucUAAADdAAAADwAAAAAAAAAA&#10;AAAAAAChAgAAZHJzL2Rvd25yZXYueG1sUEsFBgAAAAAEAAQA+QAAAJMDAAAAAA==&#10;" strokeweight="0"/>
                  <v:line id="Line 1137" o:spid="_x0000_s1525" style="position:absolute;flip:x;visibility:visible;mso-wrap-style:square" from="3850,501" to="3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wbWcgAAADdAAAADwAAAGRycy9kb3ducmV2LnhtbESPQUsDMRCF70L/QxjBm81WRGXbtJRK&#10;iwgqrfbQ23Qz7i7dTJYk7cZ/7xwEbzO8N+99M1tk16kLhdh6NjAZF6CIK29brg18fa5vn0DFhGyx&#10;80wGfijCYj66mmFp/cBbuuxSrSSEY4kGmpT6UutYNeQwjn1PLNq3Dw6TrKHWNuAg4a7Td0XxoB22&#10;LA0N9rRqqDrtzs7A9v2Rj2Fzzqd8HN4+Dvv6df+8NObmOi+noBLl9G/+u36xgj+5F3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YwbWcgAAADdAAAADwAAAAAA&#10;AAAAAAAAAAChAgAAZHJzL2Rvd25yZXYueG1sUEsFBgAAAAAEAAQA+QAAAJYDAAAAAA==&#10;" strokeweight="0"/>
                  <v:line id="Line 1138" o:spid="_x0000_s1526" style="position:absolute;flip:x;visibility:visible;mso-wrap-style:square" from="3838,501" to="38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C+wsUAAADdAAAADwAAAGRycy9kb3ducmV2LnhtbERPS2sCMRC+C/0PYYTeNLtS2rIaRSot&#10;pdCKr4O3cTPuLm4mSxLd9N83hUJv8/E9Z7aIphU3cr6xrCAfZyCIS6sbrhTsd6+jZxA+IGtsLZOC&#10;b/KwmN8NZlho2/OGbttQiRTCvkAFdQhdIaUvazLox7YjTtzZOoMhQVdJ7bBP4aaVkyx7lAYbTg01&#10;dvRSU3nZXo2CzdcTn9zbNV7iqf9cHw/Vx2G1VOp+GJdTEIFi+Bf/ud91mp8/5P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C+wsUAAADdAAAADwAAAAAAAAAA&#10;AAAAAAChAgAAZHJzL2Rvd25yZXYueG1sUEsFBgAAAAAEAAQA+QAAAJMDAAAAAA==&#10;" strokeweight="0"/>
                  <v:line id="Line 1139" o:spid="_x0000_s1527" style="position:absolute;flip:x;visibility:visible;mso-wrap-style:square" from="3826,501" to="3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IgtcUAAADdAAAADwAAAGRycy9kb3ducmV2LnhtbERPTWsCMRC9C/6HMII3zSrSytYoorSU&#10;gi1qPfQ2bqa7i5vJkkQ3/femUOhtHu9zFqtoGnEj52vLCibjDARxYXXNpYLP4/NoDsIHZI2NZVLw&#10;Qx5Wy35vgbm2He/pdgilSCHsc1RQhdDmUvqiIoN+bFvixH1bZzAk6EqpHXYp3DRymmUP0mDNqaHC&#10;ljYVFZfD1SjYvz/y2b1c4yWeu93H16l8O23XSg0Hcf0EIlAM/+I/96tO8y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IgtcUAAADdAAAADwAAAAAAAAAA&#10;AAAAAAChAgAAZHJzL2Rvd25yZXYueG1sUEsFBgAAAAAEAAQA+QAAAJMDAAAAAA==&#10;" strokeweight="0"/>
                  <v:line id="Line 1140" o:spid="_x0000_s1528" style="position:absolute;flip:x;visibility:visible;mso-wrap-style:square" from="3813,501" to="3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6FLsUAAADdAAAADwAAAGRycy9kb3ducmV2LnhtbERPTWsCMRC9F/wPYQrealZbbNkaRZRK&#10;EWzR1kNv42a6u7iZLEl04783QqG3ebzPmcyiacSZnK8tKxgOMhDEhdU1lwq+v94eXkD4gKyxsUwK&#10;LuRhNu3dTTDXtuMtnXehFCmEfY4KqhDaXEpfVGTQD2xLnLhf6wyGBF0ptcMuhZtGjrJsLA3WnBoq&#10;bGlRUXHcnYyC7cczH9zqFI/x0G0+f/bler+cK9W/j/NXEIFi+Bf/ud91mj98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6FLsUAAADdAAAADwAAAAAAAAAA&#10;AAAAAAChAgAAZHJzL2Rvd25yZXYueG1sUEsFBgAAAAAEAAQA+QAAAJMDAAAAAA==&#10;" strokeweight="0"/>
                  <v:line id="Line 1141" o:spid="_x0000_s1529" style="position:absolute;flip:x;visibility:visible;mso-wrap-style:square" from="3801,501" to="380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cdWsUAAADdAAAADwAAAGRycy9kb3ducmV2LnhtbERPTWsCMRC9F/wPYQRvNatIK1ujiKKU&#10;gi1qPfQ2bqa7i5vJkkQ3/femUOhtHu9zZotoGnEj52vLCkbDDARxYXXNpYLP4+ZxCsIHZI2NZVLw&#10;Qx4W897DDHNtO97T7RBKkULY56igCqHNpfRFRQb90LbEifu2zmBI0JVSO+xSuGnkOMuepMGaU0OF&#10;La0qKi6Hq1Gwf3/ms9te4yWeu93H16l8O62XSg36cfkCIlAM/+I/96tO80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cdWsUAAADdAAAADwAAAAAAAAAA&#10;AAAAAAChAgAAZHJzL2Rvd25yZXYueG1sUEsFBgAAAAAEAAQA+QAAAJMDAAAAAA==&#10;" strokeweight="0"/>
                  <v:line id="Line 1142" o:spid="_x0000_s1530" style="position:absolute;flip:x;visibility:visible;mso-wrap-style:square" from="3789,501" to="3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u4wcUAAADdAAAADwAAAGRycy9kb3ducmV2LnhtbERPTWsCMRC9F/wPYQrealZpbdkaRZRK&#10;EWzR1kNv42a6u7iZLEl04783QqG3ebzPmcyiacSZnK8tKxgOMhDEhdU1lwq+v94eXkD4gKyxsUwK&#10;LuRhNu3dTTDXtuMtnXehFCmEfY4KqhDaXEpfVGTQD2xLnLhf6wyGBF0ptcMuhZtGjrJsLA3WnBoq&#10;bGlRUXHcnYyC7cczH9zqFI/x0G0+f/bler+cK9W/j/NXEIFi+Bf/ud91mj98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u4wcUAAADdAAAADwAAAAAAAAAA&#10;AAAAAAChAgAAZHJzL2Rvd25yZXYueG1sUEsFBgAAAAAEAAQA+QAAAJMDAAAAAA==&#10;" strokeweight="0"/>
                  <v:line id="Line 1143" o:spid="_x0000_s1531" style="position:absolute;flip:x;visibility:visible;mso-wrap-style:square" from="3776,501" to="3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kmtsUAAADdAAAADwAAAGRycy9kb3ducmV2LnhtbERPS2sCMRC+F/wPYYTeatYiVlajiFIp&#10;hbb4OngbN+Pu4mayJNFN/31TKPQ2H99zZotoGnEn52vLCoaDDARxYXXNpYLD/vVpAsIHZI2NZVLw&#10;TR4W897DDHNtO97SfRdKkULY56igCqHNpfRFRQb9wLbEibtYZzAk6EqpHXYp3DTyOcvG0mDNqaHC&#10;llYVFdfdzSjYfr7w2W1u8RrP3cfX6Vi+H9dLpR77cTkFESiGf/Gf+02n+cPR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kmtsUAAADdAAAADwAAAAAAAAAA&#10;AAAAAAChAgAAZHJzL2Rvd25yZXYueG1sUEsFBgAAAAAEAAQA+QAAAJMDAAAAAA==&#10;" strokeweight="0"/>
                  <v:line id="Line 1144" o:spid="_x0000_s1532" style="position:absolute;flip:x;visibility:visible;mso-wrap-style:square" from="3764,501" to="377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WDLcUAAADdAAAADwAAAGRycy9kb3ducmV2LnhtbERPTWsCMRC9C/0PYQq9aVYRLVujiKIU&#10;wRZtPfQ2bqa7i5vJkkQ3/vumUOhtHu9zZotoGnEj52vLCoaDDARxYXXNpYLPj03/GYQPyBoby6Tg&#10;Th4W84feDHNtOz7Q7RhKkULY56igCqHNpfRFRQb9wLbEifu2zmBI0JVSO+xSuGnkKMsm0mDNqaHC&#10;llYVFZfj1Sg4vE357LbXeInnbv/+dSp3p/VSqafHuHwBESiGf/Gf+1Wn+cPx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mWDLcUAAADdAAAADwAAAAAAAAAA&#10;AAAAAAChAgAAZHJzL2Rvd25yZXYueG1sUEsFBgAAAAAEAAQA+QAAAJMDAAAAAA==&#10;" strokeweight="0"/>
                  <v:line id="Line 1145" o:spid="_x0000_s1533" style="position:absolute;flip:x;visibility:visible;mso-wrap-style:square" from="3752,501" to="3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XX8gAAADdAAAADwAAAGRycy9kb3ducmV2LnhtbESPQUsDMRCF70L/QxjBm81WRGXbtJRK&#10;iwgqrfbQ23Qz7i7dTJYk7cZ/7xwEbzO8N+99M1tk16kLhdh6NjAZF6CIK29brg18fa5vn0DFhGyx&#10;80wGfijCYj66mmFp/cBbuuxSrSSEY4kGmpT6UutYNeQwjn1PLNq3Dw6TrKHWNuAg4a7Td0XxoB22&#10;LA0N9rRqqDrtzs7A9v2Rj2Fzzqd8HN4+Dvv6df+8NObmOi+noBLl9G/+u36xgj+5F1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oXX8gAAADdAAAADwAAAAAA&#10;AAAAAAAAAAChAgAAZHJzL2Rvd25yZXYueG1sUEsFBgAAAAAEAAQA+QAAAJYDAAAAAA==&#10;" strokeweight="0"/>
                  <v:line id="Line 1146" o:spid="_x0000_s1534" style="position:absolute;flip:x;visibility:visible;mso-wrap-style:square" from="3739,501" to="37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ayxMUAAADdAAAADwAAAGRycy9kb3ducmV2LnhtbERPTWsCMRC9F/wPYQrealYptd0aRZRK&#10;EWzR1kNv42a6u7iZLEl04783QqG3ebzPmcyiacSZnK8tKxgOMhDEhdU1lwq+v94enkH4gKyxsUwK&#10;LuRhNu3dTTDXtuMtnXehFCmEfY4KqhDaXEpfVGTQD2xLnLhf6wyGBF0ptcMuhZtGjrLsSRqsOTVU&#10;2NKiouK4OxkF248xH9zqFI/x0G0+f/bler+cK9W/j/NXEIFi+Bf/ud91mj98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ayxMUAAADdAAAADwAAAAAAAAAA&#10;AAAAAAChAgAAZHJzL2Rvd25yZXYueG1sUEsFBgAAAAAEAAQA+QAAAJMDAAAAAA==&#10;" strokeweight="0"/>
                  <v:line id="Line 1147" o:spid="_x0000_s1535" style="position:absolute;flip:x;visibility:visible;mso-wrap-style:square" from="3727,501" to="373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WNhMgAAADdAAAADwAAAGRycy9kb3ducmV2LnhtbESPT0sDMRDF70K/QxjBm81W8A/bpqVU&#10;WkRQabWH3qabcXfpZrIkaTd+e+cgeJvhvXnvN7NFdp26UIitZwOTcQGKuPK25drA1+f69glUTMgW&#10;O89k4IciLOajqxmW1g+8pcsu1UpCOJZooEmpL7WOVUMO49j3xKJ9++AwyRpqbQMOEu46fVcUD9ph&#10;y9LQYE+rhqrT7uwMbN8f+Rg253zKx+Ht47CvX/fPS2NurvNyCipRTv/mv+sXK/iTe+GX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FWNhMgAAADdAAAADwAAAAAA&#10;AAAAAAAAAAChAgAAZHJzL2Rvd25yZXYueG1sUEsFBgAAAAAEAAQA+QAAAJYDAAAAAA==&#10;" strokeweight="0"/>
                  <v:line id="Line 1148" o:spid="_x0000_s1536" style="position:absolute;flip:x;visibility:visible;mso-wrap-style:square" from="3715,501" to="3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koH8UAAADdAAAADwAAAGRycy9kb3ducmV2LnhtbERPS2sCMRC+C/0PYYTeNLtCH6xGkUpL&#10;KbTi6+Bt3Iy7i5vJkkQ3/fdNodDbfHzPmS2iacWNnG8sK8jHGQji0uqGKwX73evoGYQPyBpby6Tg&#10;mzws5neDGRba9ryh2zZUIoWwL1BBHUJXSOnLmgz6se2IE3e2zmBI0FVSO+xTuGnlJMsepcGGU0ON&#10;Hb3UVF62V6Ng8/XEJ/d2jZd46j/Xx0P1cVgtlbofxuUURKAY/sV/7ned5ucPO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koH8UAAADdAAAADwAAAAAAAAAA&#10;AAAAAAChAgAAZHJzL2Rvd25yZXYueG1sUEsFBgAAAAAEAAQA+QAAAJMDAAAAAA==&#10;" strokeweight="0"/>
                  <v:line id="Line 1149" o:spid="_x0000_s1537" style="position:absolute;flip:x;visibility:visible;mso-wrap-style:square" from="3702,501" to="37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2aMUAAADdAAAADwAAAGRycy9kb3ducmV2LnhtbERPTWsCMRC9C/6HMII3zSrYytYoorSU&#10;gi1qPfQ2bqa7i5vJkkQ3/femUOhtHu9zFqtoGnEj52vLCibjDARxYXXNpYLP4/NoDsIHZI2NZVLw&#10;Qx5Wy35vgbm2He/pdgilSCHsc1RQhdDmUvqiIoN+bFvixH1bZzAk6EqpHXYp3DRymmUP0mDNqaHC&#10;ljYVFZfD1SjYvz/y2b1c4yWeu93H16l8O23XSg0Hcf0EIlAM/+I/96tO8ye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u2aMUAAADdAAAADwAAAAAAAAAA&#10;AAAAAAChAgAAZHJzL2Rvd25yZXYueG1sUEsFBgAAAAAEAAQA+QAAAJMDAAAAAA==&#10;" strokeweight="0"/>
                  <v:line id="Line 1150" o:spid="_x0000_s1538" style="position:absolute;flip:x;visibility:visible;mso-wrap-style:square" from="3690,501" to="3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cT88UAAADdAAAADwAAAGRycy9kb3ducmV2LnhtbERPTWsCMRC9F/wPYQrealZLbdkaRZRK&#10;EWzR1kNv42a6u7iZLEl04783QqG3ebzPmcyiacSZnK8tKxgOMhDEhdU1lwq+v94eXkD4gKyxsUwK&#10;LuRhNu3dTTDXtuMtnXehFCmEfY4KqhDaXEpfVGTQD2xLnLhf6wyGBF0ptcMuhZtGjrJsLA3WnBoq&#10;bGlRUXHcnYyC7cczH9zqFI/x0G0+f/bler+cK9W/j/NXEIFi+Bf/ud91mj98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IcT88UAAADdAAAADwAAAAAAAAAA&#10;AAAAAAChAgAAZHJzL2Rvd25yZXYueG1sUEsFBgAAAAAEAAQA+QAAAJMDAAAAAA==&#10;" strokeweight="0"/>
                  <v:line id="Line 1151" o:spid="_x0000_s1539" style="position:absolute;flip:x;visibility:visible;mso-wrap-style:square" from="3678,501" to="3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6Lh8UAAADdAAAADwAAAGRycy9kb3ducmV2LnhtbERPTWsCMRC9F/wPYQrealZpbdkaRZRK&#10;EWzR1kNv42a6u7iZLEl04783QqG3ebzPmcyiacSZnK8tKxgOMhDEhdU1lwq+v94eXkD4gKyxsUwK&#10;LuRhNu3dTTDXtuMtnXehFCmEfY4KqhDaXEpfVGTQD2xLnLhf6wyGBF0ptcMuhZtGjrJsLA3WnBoq&#10;bGlRUXHcnYyC7cczH9zqFI/x0G0+f/bler+cK9W/j/NXEIFi+Bf/ud91mj98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26Lh8UAAADdAAAADwAAAAAAAAAA&#10;AAAAAAChAgAAZHJzL2Rvd25yZXYueG1sUEsFBgAAAAAEAAQA+QAAAJMDAAAAAA==&#10;" strokeweight="0"/>
                  <v:line id="Line 1152" o:spid="_x0000_s1540" style="position:absolute;flip:x;visibility:visible;mso-wrap-style:square" from="3665,501" to="36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IuHMUAAADdAAAADwAAAGRycy9kb3ducmV2LnhtbERPTWsCMRC9F/wPYQRvNatgK1ujiKKU&#10;gi1qPfQ2bqa7i5vJkkQ3/femUOhtHu9zZotoGnEj52vLCkbDDARxYXXNpYLP4+ZxCsIHZI2NZVLw&#10;Qx4W897DDHNtO97T7RBKkULY56igCqHNpfRFRQb90LbEifu2zmBI0JVSO+xSuGnkOMuepMGaU0OF&#10;La0qKi6Hq1Gwf3/ms9te4yWeu93H16l8O62XSg36cfkCIlAM/+I/96tO80e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IuHMUAAADdAAAADwAAAAAAAAAA&#10;AAAAAAChAgAAZHJzL2Rvd25yZXYueG1sUEsFBgAAAAAEAAQA+QAAAJMDAAAAAA==&#10;" strokeweight="0"/>
                  <v:line id="Line 1153" o:spid="_x0000_s1541" style="position:absolute;flip:x;visibility:visible;mso-wrap-style:square" from="3653,501" to="3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Cwa8UAAADdAAAADwAAAGRycy9kb3ducmV2LnhtbERPS2sCMRC+F/wPYYTeataCVlajiFIp&#10;hbb4OngbN+Pu4mayJNFN/31TKPQ2H99zZotoGnEn52vLCoaDDARxYXXNpYLD/vVpAsIHZI2NZVLw&#10;TR4W897DDHNtO97SfRdKkULY56igCqHNpfRFRQb9wLbEibtYZzAk6EqpHXYp3DTyOcvG0mDNqaHC&#10;llYVFdfdzSjYfr7w2W1u8RrP3cfX6Vi+H9dLpR77cTkFESiGf/Gf+02n+cPR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Cwa8UAAADdAAAADwAAAAAAAAAA&#10;AAAAAAChAgAAZHJzL2Rvd25yZXYueG1sUEsFBgAAAAAEAAQA+QAAAJMDAAAAAA==&#10;" strokeweight="0"/>
                  <v:line id="Line 1154" o:spid="_x0000_s1542" style="position:absolute;flip:x;visibility:visible;mso-wrap-style:square" from="3640,501" to="3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wV8MUAAADdAAAADwAAAGRycy9kb3ducmV2LnhtbERPTWsCMRC9C/0PYQq9aVZBLVujiKIU&#10;wRZtPfQ2bqa7i5vJkkQ3/vumUOhtHu9zZotoGnEj52vLCoaDDARxYXXNpYLPj03/GYQPyBoby6Tg&#10;Th4W84feDHNtOz7Q7RhKkULY56igCqHNpfRFRQb9wLbEifu2zmBI0JVSO+xSuGnkKMsm0mDNqaHC&#10;llYVFZfj1Sg4vE357LbXeInnbv/+dSp3p/VSqafHuHwBESiGf/Gf+1Wn+cPx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wV8MUAAADdAAAADwAAAAAAAAAA&#10;AAAAAAChAgAAZHJzL2Rvd25yZXYueG1sUEsFBgAAAAAEAAQA+QAAAJMDAAAAAA==&#10;" strokeweight="0"/>
                  <v:line id="Line 1155" o:spid="_x0000_s1543" style="position:absolute;flip:x;visibility:visible;mso-wrap-style:square" from="3628,501" to="36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OBgsgAAADdAAAADwAAAGRycy9kb3ducmV2LnhtbESPT0sDMRDF70K/QxjBm81W8A/bpqVU&#10;WkRQabWH3qabcXfpZrIkaTd+e+cgeJvhvXnvN7NFdp26UIitZwOTcQGKuPK25drA1+f69glUTMgW&#10;O89k4IciLOajqxmW1g+8pcsu1UpCOJZooEmpL7WOVUMO49j3xKJ9++AwyRpqbQMOEu46fVcUD9ph&#10;y9LQYE+rhqrT7uwMbN8f+Rg253zKx+Ht47CvX/fPS2NurvNyCipRTv/mv+sXK/iTe8GV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OBgsgAAADdAAAADwAAAAAA&#10;AAAAAAAAAAChAgAAZHJzL2Rvd25yZXYueG1sUEsFBgAAAAAEAAQA+QAAAJYDAAAAAA==&#10;" strokeweight="0"/>
                  <v:line id="Line 1156" o:spid="_x0000_s1544" style="position:absolute;flip:x;visibility:visible;mso-wrap-style:square" from="3616,501" to="3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8kGcUAAADdAAAADwAAAGRycy9kb3ducmV2LnhtbERPTWsCMRC9F/wPYQrealahtd0aRZRK&#10;EWzR1kNv42a6u7iZLEl04783QqG3ebzPmcyiacSZnK8tKxgOMhDEhdU1lwq+v94enkH4gKyxsUwK&#10;LuRhNu3dTTDXtuMtnXehFCmEfY4KqhDaXEpfVGTQD2xLnLhf6wyGBF0ptcMuhZtGjrLsSRqsOTVU&#10;2NKiouK4OxkF248xH9zqFI/x0G0+f/bler+cK9W/j/NXEIFi+Bf/ud91mj98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8kGcUAAADdAAAADwAAAAAAAAAA&#10;AAAAAAChAgAAZHJzL2Rvd25yZXYueG1sUEsFBgAAAAAEAAQA+QAAAJMDAAAAAA==&#10;" strokeweight="0"/>
                  <v:line id="Line 1157" o:spid="_x0000_s1545" style="position:absolute;flip:x;visibility:visible;mso-wrap-style:square" from="3603,501" to="3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lHOcgAAADdAAAADwAAAGRycy9kb3ducmV2LnhtbESPQU8CMRCF7yb+h2ZIvEkXD2gWCiEY&#10;jTFRA8KB27Addjdsp5u2sPXfOwcTbzN5b977Zr7MrlNXCrH1bGAyLkARV962XBvYfb/cP4GKCdli&#10;55kM/FCE5eL2Zo6l9QNv6LpNtZIQjiUaaFLqS61j1ZDDOPY9sWgnHxwmWUOtbcBBwl2nH4piqh22&#10;LA0N9rRuqDpvL87A5vORj+H1ks/5OHx8Hfb1+/55ZczdKK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lHOcgAAADdAAAADwAAAAAA&#10;AAAAAAAAAAChAgAAZHJzL2Rvd25yZXYueG1sUEsFBgAAAAAEAAQA+QAAAJYDAAAAAA==&#10;" strokeweight="0"/>
                  <v:line id="Line 1158" o:spid="_x0000_s1546" style="position:absolute;flip:x;visibility:visible;mso-wrap-style:square" from="3591,501" to="359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XiosUAAADdAAAADwAAAGRycy9kb3ducmV2LnhtbERPTWsCMRC9F/wPYYTeanZ7sGU1iigt&#10;pdAWrR68jZtxd3EzWZLoxn9vCkJv83ifM51H04oLOd9YVpCPMhDEpdUNVwq2v29PryB8QNbYWiYF&#10;V/Iwnw0eplho2/OaLptQiRTCvkAFdQhdIaUvazLoR7YjTtzROoMhQVdJ7bBP4aaVz1k2lgYbTg01&#10;drSsqTxtzkbB+vuFD+79HE/x0H/97HfV5261UOpxGBcTEIFi+Bff3R86zc/H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XiosUAAADdAAAADwAAAAAAAAAA&#10;AAAAAAChAgAAZHJzL2Rvd25yZXYueG1sUEsFBgAAAAAEAAQA+QAAAJMDAAAAAA==&#10;" strokeweight="0"/>
                  <v:line id="Line 1159" o:spid="_x0000_s1547" style="position:absolute;flip:x;visibility:visible;mso-wrap-style:square" from="3579,501" to="3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d81cQAAADdAAAADwAAAGRycy9kb3ducmV2LnhtbERPTWsCMRC9F/wPYQRvNasHW1ajiKWl&#10;CLVo68HbuBl3FzeTJYlu/PdGKPQ2j/c5s0U0jbiS87VlBaNhBoK4sLrmUsHvz/vzKwgfkDU2lknB&#10;jTws5r2nGebadryl6y6UIoWwz1FBFUKbS+mLigz6oW2JE3eyzmBI0JVSO+xSuGnkOMsm0mDNqaHC&#10;llYVFefdxSjYbl746D4u8RyP3df3YV+u929LpQb9uJyCCBTDv/jP/anT/NFkDI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p3zVxAAAAN0AAAAPAAAAAAAAAAAA&#10;AAAAAKECAABkcnMvZG93bnJldi54bWxQSwUGAAAAAAQABAD5AAAAkgMAAAAA&#10;" strokeweight="0"/>
                  <v:line id="Line 1160" o:spid="_x0000_s1548" style="position:absolute;flip:x;visibility:visible;mso-wrap-style:square" from="3566,501" to="3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vZTsUAAADdAAAADwAAAGRycy9kb3ducmV2LnhtbERPS2sCMRC+F/wPYYTeatYKVlajiFIp&#10;hbb4OngbN+Pu4mayJNFN/31TKPQ2H99zZotoGnEn52vLCoaDDARxYXXNpYLD/vVpAsIHZI2NZVLw&#10;TR4W897DDHNtO97SfRdKkULY56igCqHNpfRFRQb9wLbEibtYZzAk6EqpHXYp3DTyOcvG0mDNqaHC&#10;llYVFdfdzSjYfr7w2W1u8RrP3cfX6Vi+H9dLpR77cTkFESiGf/Gf+02n+cPx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vZTsUAAADdAAAADwAAAAAAAAAA&#10;AAAAAAChAgAAZHJzL2Rvd25yZXYueG1sUEsFBgAAAAAEAAQA+QAAAJMDAAAAAA==&#10;" strokeweight="0"/>
                  <v:line id="Line 1161" o:spid="_x0000_s1549" style="position:absolute;flip:x;visibility:visible;mso-wrap-style:square" from="3554,501" to="356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JBOsUAAADdAAAADwAAAGRycy9kb3ducmV2LnhtbERPS2sCMRC+F/wPYYTeatYiVlajiFIp&#10;hbb4OngbN+Pu4mayJNFN/31TKPQ2H99zZotoGnEn52vLCoaDDARxYXXNpYLD/vVpAsIHZI2NZVLw&#10;TR4W897DDHNtO97SfRdKkULY56igCqHNpfRFRQb9wLbEibtYZzAk6EqpHXYp3DTyOcvG0mDNqaHC&#10;llYVFdfdzSjYfr7w2W1u8RrP3cfX6Vi+H9dLpR77cTkFESiGf/Gf+02n+cPx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QJBOsUAAADdAAAADwAAAAAAAAAA&#10;AAAAAAChAgAAZHJzL2Rvd25yZXYueG1sUEsFBgAAAAAEAAQA+QAAAJMDAAAAAA==&#10;" strokeweight="0"/>
                  <v:line id="Line 1162" o:spid="_x0000_s1550" style="position:absolute;flip:x;visibility:visible;mso-wrap-style:square" from="3542,501" to="3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7kocUAAADdAAAADwAAAGRycy9kb3ducmV2LnhtbERPS2sCMRC+F/wPYYTeataCVlajiFIp&#10;hbb4OngbN+Pu4mayJNFN/31TKPQ2H99zZotoGnEn52vLCoaDDARxYXXNpYLD/vVpAsIHZI2NZVLw&#10;TR4W897DDHNtO97SfRdKkULY56igCqHNpfRFRQb9wLbEibtYZzAk6EqpHXYp3DTyOcvG0mDNqaHC&#10;llYVFdfdzSjYfr7w2W1u8RrP3cfX6Vi+H9dLpR77cTkFESiGf/Gf+02n+cPxC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7kocUAAADdAAAADwAAAAAAAAAA&#10;AAAAAAChAgAAZHJzL2Rvd25yZXYueG1sUEsFBgAAAAAEAAQA+QAAAJMDAAAAAA==&#10;" strokeweight="0"/>
                  <v:line id="Line 1163" o:spid="_x0000_s1551" style="position:absolute;flip:x;visibility:visible;mso-wrap-style:square" from="3529,500" to="3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x61sUAAADdAAAADwAAAGRycy9kb3ducmV2LnhtbERPTWsCMRC9F/ofwhS81awetmVrFGmx&#10;FKEWbT14Gzfj7uJmsiTRjf/eCEJv83ifM5lF04ozOd9YVjAaZiCIS6sbrhT8/S6eX0H4gKyxtUwK&#10;LuRhNn18mGChbc9rOm9CJVII+wIV1CF0hZS+rMmgH9qOOHEH6wyGBF0ltcM+hZtWjrMslwYbTg01&#10;dvReU3ncnIyC9eqF9+7zFI9x33//7LbVcvsxV2rwFOdvIALF8C++u790mj/Kc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x61sUAAADdAAAADwAAAAAAAAAA&#10;AAAAAAChAgAAZHJzL2Rvd25yZXYueG1sUEsFBgAAAAAEAAQA+QAAAJMDAAAAAA==&#10;" strokeweight="0"/>
                  <v:line id="Line 1164" o:spid="_x0000_s1552" style="position:absolute;flip:x;visibility:visible;mso-wrap-style:square" from="3517,500" to="3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DfTcQAAADdAAAADwAAAGRycy9kb3ducmV2LnhtbERPTWsCMRC9F/wPYYTealYPKlujSEUp&#10;ghVtPfQ2bqa7i5vJkkQ3/fdNQfA2j/c5s0U0jbiR87VlBcNBBoK4sLrmUsHX5/plCsIHZI2NZVLw&#10;Sx4W897TDHNtOz7Q7RhKkULY56igCqHNpfRFRQb9wLbEifuxzmBI0JVSO+xSuGnkKMvG0mDNqaHC&#10;lt4qKi7Hq1Fw+Jjw2W2u8RLP3W7/fSq3p9VSqed+XL6CCBTDQ3x3v+s0fzie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0N9NxAAAAN0AAAAPAAAAAAAAAAAA&#10;AAAAAKECAABkcnMvZG93bnJldi54bWxQSwUGAAAAAAQABAD5AAAAkgMAAAAA&#10;" strokeweight="0"/>
                  <v:line id="Line 1165" o:spid="_x0000_s1553" style="position:absolute;flip:x;visibility:visible;mso-wrap-style:square" from="3505,500" to="35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9LP8gAAADdAAAADwAAAGRycy9kb3ducmV2LnhtbESPQU8CMRCF7yb+h2ZIvEkXD2gWCiEY&#10;jTFRA8KB27Addjdsp5u2sPXfOwcTbzN5b977Zr7MrlNXCrH1bGAyLkARV962XBvYfb/cP4GKCdli&#10;55kM/FCE5eL2Zo6l9QNv6LpNtZIQjiUaaFLqS61j1ZDDOPY9sWgnHxwmWUOtbcBBwl2nH4piqh22&#10;LA0N9rRuqDpvL87A5vORj+H1ks/5OHx8Hfb1+/55ZczdKK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E9LP8gAAADdAAAADwAAAAAA&#10;AAAAAAAAAAChAgAAZHJzL2Rvd25yZXYueG1sUEsFBgAAAAAEAAQA+QAAAJYDAAAAAA==&#10;" strokeweight="0"/>
                  <v:line id="Line 1166" o:spid="_x0000_s1554" style="position:absolute;flip:x;visibility:visible;mso-wrap-style:square" from="3492,500" to="3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upMUAAADdAAAADwAAAGRycy9kb3ducmV2LnhtbERPTWsCMRC9F/wPYQRvNasHW7dGEUUp&#10;BVvUeuht3Ex3FzeTJYlu+u9NodDbPN7nzBbRNOJGzteWFYyGGQjiwuqaSwWfx83jMwgfkDU2lknB&#10;D3lYzHsPM8y17XhPt0MoRQphn6OCKoQ2l9IXFRn0Q9sSJ+7bOoMhQVdK7bBL4aaR4yybSIM1p4YK&#10;W1pVVFwOV6Ng//7EZ7e9xks8d7uPr1P5dlovlRr04/IFRKAY/sV/7led5o8m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PupMUAAADdAAAADwAAAAAAAAAA&#10;AAAAAAChAgAAZHJzL2Rvd25yZXYueG1sUEsFBgAAAAAEAAQA+QAAAJMDAAAAAA==&#10;" strokeweight="0"/>
                  <v:line id="Line 1167" o:spid="_x0000_s1555" style="position:absolute;flip:x;visibility:visible;mso-wrap-style:square" from="3480,500" to="3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R5MgAAADdAAAADwAAAGRycy9kb3ducmV2LnhtbESPQU8CMRCF7yb+h2ZIvEkXD2IWCiEY&#10;jTFRA8KB27Addjdsp5u2sPXfOwcTbzN5b977Zr7MrlNXCrH1bGAyLkARV962XBvYfb/cP4GKCdli&#10;55kM/FCE5eL2Zo6l9QNv6LpNtZIQjiUaaFLqS61j1ZDDOPY9sWgnHxwmWUOtbcBBwl2nH4riUTts&#10;WRoa7GndUHXeXpyBzeeUj+H1ks/5OHx8Hfb1+/55ZczdKK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DR5MgAAADdAAAADwAAAAAA&#10;AAAAAAAAAAChAgAAZHJzL2Rvd25yZXYueG1sUEsFBgAAAAAEAAQA+QAAAJYDAAAAAA==&#10;" strokeweight="0"/>
                  <v:line id="Line 1168" o:spid="_x0000_s1556" style="position:absolute;flip:x;visibility:visible;mso-wrap-style:square" from="3468,500" to="34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x0f8UAAADdAAAADwAAAGRycy9kb3ducmV2LnhtbERPTWsCMRC9F/ofwgjeanZ70LIaRSwV&#10;KbRFqwdv42bcXdxMliS66b9vCkJv83ifM1tE04obOd9YVpCPMhDEpdUNVwr2329PLyB8QNbYWiYF&#10;P+RhMX98mGGhbc9buu1CJVII+wIV1CF0hZS+rMmgH9mOOHFn6wyGBF0ltcM+hZtWPmfZWBpsODXU&#10;2NGqpvKyuxoF288Jn9z6Gi/x1H98HQ/V++F1qdRwEJdTEIFi+Bff3Rud5ueTH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x0f8UAAADdAAAADwAAAAAAAAAA&#10;AAAAAAChAgAAZHJzL2Rvd25yZXYueG1sUEsFBgAAAAAEAAQA+QAAAJMDAAAAAA==&#10;" strokeweight="0"/>
                  <v:line id="Line 1169" o:spid="_x0000_s1557" style="position:absolute;flip:x;visibility:visible;mso-wrap-style:square" from="3455,500" to="3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7qCMQAAADdAAAADwAAAGRycy9kb3ducmV2LnhtbERPTWsCMRC9C/6HMEJvmtVDla1RpGIp&#10;ghVtPfQ2bqa7i5vJkkQ3/fdNQfA2j/c582U0jbiR87VlBeNRBoK4sLrmUsHX52Y4A+EDssbGMin4&#10;JQ/LRb83x1zbjg90O4ZSpBD2OSqoQmhzKX1RkUE/si1x4n6sMxgSdKXUDrsUbho5ybJnabDm1FBh&#10;S68VFZfj1Sg4fEz57N6u8RLP3W7/fSq3p/VKqadBXL2ACBTDQ3x3v+s0fzyd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fuoIxAAAAN0AAAAPAAAAAAAAAAAA&#10;AAAAAKECAABkcnMvZG93bnJldi54bWxQSwUGAAAAAAQABAD5AAAAkgMAAAAA&#10;" strokeweight="0"/>
                  <v:line id="Line 1170" o:spid="_x0000_s1558" style="position:absolute;flip:x;visibility:visible;mso-wrap-style:square" from="3443,500" to="3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JPk8UAAADdAAAADwAAAGRycy9kb3ducmV2LnhtbERPTWsCMRC9C/0PYQq9aVYFLVujiKIU&#10;wRZtPfQ2bqa7i5vJkkQ3/vumUOhtHu9zZotoGnEj52vLCoaDDARxYXXNpYLPj03/GYQPyBoby6Tg&#10;Th4W84feDHNtOz7Q7RhKkULY56igCqHNpfRFRQb9wLbEifu2zmBI0JVSO+xSuGnkKMsm0mDNqaHC&#10;llYVFZfj1Sg4vE357LbXeInnbv/+dSp3p/VSqafHuHwBESiGf/Gf+1Wn+cPp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JPk8UAAADdAAAADwAAAAAAAAAA&#10;AAAAAAChAgAAZHJzL2Rvd25yZXYueG1sUEsFBgAAAAAEAAQA+QAAAJMDAAAAAA==&#10;" strokeweight="0"/>
                  <v:line id="Line 1171" o:spid="_x0000_s1559" style="position:absolute;flip:x;visibility:visible;mso-wrap-style:square" from="3431,500" to="34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vX58UAAADdAAAADwAAAGRycy9kb3ducmV2LnhtbERPTWsCMRC9C/0PYQq9aVYRLVujiKIU&#10;wRZtPfQ2bqa7i5vJkkQ3/vumUOhtHu9zZotoGnEj52vLCoaDDARxYXXNpYLPj03/GYQPyBoby6Tg&#10;Th4W84feDHNtOz7Q7RhKkULY56igCqHNpfRFRQb9wLbEifu2zmBI0JVSO+xSuGnkKMsm0mDNqaHC&#10;llYVFZfj1Sg4vE357LbXeInnbv/+dSp3p/VSqafHuHwBESiGf/Gf+1Wn+cPp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vX58UAAADdAAAADwAAAAAAAAAA&#10;AAAAAAChAgAAZHJzL2Rvd25yZXYueG1sUEsFBgAAAAAEAAQA+QAAAJMDAAAAAA==&#10;" strokeweight="0"/>
                  <v:line id="Line 1172" o:spid="_x0000_s1560" style="position:absolute;flip:x;visibility:visible;mso-wrap-style:square" from="3418,500" to="3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dyfMUAAADdAAAADwAAAGRycy9kb3ducmV2LnhtbERPTWsCMRC9C/0PYQq9aVZBLVujiKIU&#10;wRZtPfQ2bqa7i5vJkkQ3/vumUOhtHu9zZotoGnEj52vLCoaDDARxYXXNpYLPj03/GYQPyBoby6Tg&#10;Th4W84feDHNtOz7Q7RhKkULY56igCqHNpfRFRQb9wLbEifu2zmBI0JVSO+xSuGnkKMsm0mDNqaHC&#10;llYVFZfj1Sg4vE357LbXeInnbv/+dSp3p/VSqafHuHwBESiGf/Gf+1Wn+cPp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5dyfMUAAADdAAAADwAAAAAAAAAA&#10;AAAAAAChAgAAZHJzL2Rvd25yZXYueG1sUEsFBgAAAAAEAAQA+QAAAJMDAAAAAA==&#10;" strokeweight="0"/>
                  <v:line id="Line 1173" o:spid="_x0000_s1561" style="position:absolute;flip:x;visibility:visible;mso-wrap-style:square" from="3406,500" to="3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XsC8QAAADdAAAADwAAAGRycy9kb3ducmV2LnhtbERPTWsCMRC9F/wPYYTealYPKlujSEUp&#10;ghVtPfQ2bqa7i5vJkkQ3/fdNQfA2j/c5s0U0jbiR87VlBcNBBoK4sLrmUsHX5/plCsIHZI2NZVLw&#10;Sx4W897TDHNtOz7Q7RhKkULY56igCqHNpfRFRQb9wLbEifuxzmBI0JVSO+xSuGnkKMvG0mDNqaHC&#10;lt4qKi7Hq1Fw+Jjw2W2u8RLP3W7/fSq3p9VSqed+XL6CCBTDQ3x3v+s0fzgZ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ewLxAAAAN0AAAAPAAAAAAAAAAAA&#10;AAAAAKECAABkcnMvZG93bnJldi54bWxQSwUGAAAAAAQABAD5AAAAkgMAAAAA&#10;" strokeweight="0"/>
                  <v:line id="Line 1174" o:spid="_x0000_s1562" style="position:absolute;flip:x;visibility:visible;mso-wrap-style:square" from="3393,500" to="34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lJkMUAAADdAAAADwAAAGRycy9kb3ducmV2LnhtbERPS2sCMRC+F/wPYYTeatYeumU1iigt&#10;pdAWXwdv42bcXdxMliS66b9vCoK3+fieM51H04orOd9YVjAeZSCIS6sbrhTstm9PryB8QNbYWiYF&#10;v+RhPhs8TLHQtuc1XTehEimEfYEK6hC6Qkpf1mTQj2xHnLiTdQZDgq6S2mGfwk0rn7PsRRpsODXU&#10;2NGypvK8uRgF6++cj+79Es/x2H/9HPbV5361UOpxGBcTEIFiuItv7g+d5o/zHP6/SS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lJkMUAAADdAAAADwAAAAAAAAAA&#10;AAAAAAChAgAAZHJzL2Rvd25yZXYueG1sUEsFBgAAAAAEAAQA+QAAAJMDAAAAAA==&#10;" strokeweight="0"/>
                  <v:line id="Line 1175" o:spid="_x0000_s1563" style="position:absolute;flip:x;visibility:visible;mso-wrap-style:square" from="3381,500" to="3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bd4sgAAADdAAAADwAAAGRycy9kb3ducmV2LnhtbESPQU8CMRCF7yb+h2ZIvEkXD2IWCiEY&#10;jTFRA8KB27Addjdsp5u2sPXfOwcTbzN5b977Zr7MrlNXCrH1bGAyLkARV962XBvYfb/cP4GKCdli&#10;55kM/FCE5eL2Zo6l9QNv6LpNtZIQjiUaaFLqS61j1ZDDOPY9sWgnHxwmWUOtbcBBwl2nH4riUTts&#10;WRoa7GndUHXeXpyBzeeUj+H1ks/5OHx8Hfb1+/55ZczdKK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Zbd4sgAAADdAAAADwAAAAAA&#10;AAAAAAAAAAChAgAAZHJzL2Rvd25yZXYueG1sUEsFBgAAAAAEAAQA+QAAAJYDAAAAAA==&#10;" strokeweight="0"/>
                  <v:line id="Line 1176" o:spid="_x0000_s1564" style="position:absolute;flip:x;visibility:visible;mso-wrap-style:square" from="3369,500" to="33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p4ecUAAADdAAAADwAAAGRycy9kb3ducmV2LnhtbERPS2sCMRC+F/wPYYTeatYetK5GEaVS&#10;Cm3xdfA2bsbdxc1kSaKb/vumUOhtPr7nzBbRNOJOzteWFQwHGQjiwuqaSwWH/evTCwgfkDU2lknB&#10;N3lYzHsPM8y17XhL910oRQphn6OCKoQ2l9IXFRn0A9sSJ+5incGQoCuldtilcNPI5ywbSYM1p4YK&#10;W1pVVFx3N6Ng+znms9vc4jWeu4+v07F8P66XSj3243IKIlAM/+I/95tO84fjC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p4ecUAAADdAAAADwAAAAAAAAAA&#10;AAAAAAChAgAAZHJzL2Rvd25yZXYueG1sUEsFBgAAAAAEAAQA+QAAAJMDAAAAAA==&#10;" strokeweight="0"/>
                  <v:line id="Line 1177" o:spid="_x0000_s1565" style="position:absolute;flip:x;visibility:visible;mso-wrap-style:square" from="3356,500" to="33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Whw8gAAADdAAAADwAAAGRycy9kb3ducmV2LnhtbESPQU8CMRCF7yb+h2ZIvEkXD0oWCiEY&#10;jTFRA8KB27Addjdsp5u2sPXfOwcTbzN5b977Zr7MrlNXCrH1bGAyLkARV962XBvYfb/cT0HFhGyx&#10;80wGfijCcnF7M8fS+oE3dN2mWkkIxxINNCn1pdaxashhHPueWLSTDw6TrKHWNuAg4a7TD0XxqB22&#10;LA0N9rRuqDpvL87A5vOJj+H1ks/5OHx8Hfb1+/55ZczdKK9moBLl9G/+u36zgj+ZCr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jWhw8gAAADdAAAADwAAAAAA&#10;AAAAAAAAAAChAgAAZHJzL2Rvd25yZXYueG1sUEsFBgAAAAAEAAQA+QAAAJYDAAAAAA==&#10;" strokeweight="0"/>
                  <v:line id="Line 1178" o:spid="_x0000_s1566" style="position:absolute;flip:x;visibility:visible;mso-wrap-style:square" from="3344,500" to="3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kEWMUAAADdAAAADwAAAGRycy9kb3ducmV2LnhtbERPTWsCMRC9F/wPYYTeanZ7aGU1iigt&#10;pVCLVg/exs24u7iZLEl0039vCkJv83ifM51H04orOd9YVpCPMhDEpdUNVwp2P29PYxA+IGtsLZOC&#10;X/Iwnw0eplho2/OGrttQiRTCvkAFdQhdIaUvazLoR7YjTtzJOoMhQVdJ7bBP4aaVz1n2Ig02nBpq&#10;7GhZU3neXoyCzfqVj+79Es/x2H99H/bV5361UOpxGBcTEIFi+Bff3R86zc/H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kEWMUAAADdAAAADwAAAAAAAAAA&#10;AAAAAAChAgAAZHJzL2Rvd25yZXYueG1sUEsFBgAAAAAEAAQA+QAAAJMDAAAAAA==&#10;" strokeweight="0"/>
                  <v:line id="Line 1179" o:spid="_x0000_s1567" style="position:absolute;flip:x;visibility:visible;mso-wrap-style:square" from="3332,500" to="33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uaL8QAAADdAAAADwAAAGRycy9kb3ducmV2LnhtbERPTWsCMRC9C/6HMEJvmtVDla1RpGIp&#10;gi3aeuht3Ex3FzeTJYlu/PdNQfA2j/c582U0jbiS87VlBeNRBoK4sLrmUsH312Y4A+EDssbGMim4&#10;kYflot+bY65tx3u6HkIpUgj7HBVUIbS5lL6oyKAf2ZY4cb/WGQwJulJqh10KN42cZNmzNFhzaqiw&#10;pdeKivPhYhTsP6Z8cm+XeI6nbvf5cyy3x/VKqadBXL2ACBTDQ3x3v+s0fzybwP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q5ovxAAAAN0AAAAPAAAAAAAAAAAA&#10;AAAAAKECAABkcnMvZG93bnJldi54bWxQSwUGAAAAAAQABAD5AAAAkgMAAAAA&#10;" strokeweight="0"/>
                  <v:line id="Line 1180" o:spid="_x0000_s1568" style="position:absolute;flip:x;visibility:visible;mso-wrap-style:square" from="3319,500" to="33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c/tMUAAADdAAAADwAAAGRycy9kb3ducmV2LnhtbERPTWsCMRC9C/6HMEJvmtVCK1ujiKKU&#10;gi3aeuht3Iy7i5vJkkQ3/femUOhtHu9zZotoGnEj52vLCsajDARxYXXNpYKvz81wCsIHZI2NZVLw&#10;Qx4W835vhrm2He/pdgilSCHsc1RQhdDmUvqiIoN+ZFvixJ2tMxgSdKXUDrsUbho5ybInabDm1FBh&#10;S6uKisvhahTs35/55LbXeImnbvfxfSzfjuulUg+DuHwBESiGf/Gf+1Wn+ePp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c/tMUAAADdAAAADwAAAAAAAAAA&#10;AAAAAAChAgAAZHJzL2Rvd25yZXYueG1sUEsFBgAAAAAEAAQA+QAAAJMDAAAAAA==&#10;" strokeweight="0"/>
                  <v:line id="Line 1181" o:spid="_x0000_s1569" style="position:absolute;flip:x;visibility:visible;mso-wrap-style:square" from="3307,500" to="3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6nwMUAAADdAAAADwAAAGRycy9kb3ducmV2LnhtbERPTWsCMRC9C/6HMEJvmlVKK1ujiKKU&#10;gi3aeuht3Iy7i5vJkkQ3/femUOhtHu9zZotoGnEj52vLCsajDARxYXXNpYKvz81wCsIHZI2NZVLw&#10;Qx4W835vhrm2He/pdgilSCHsc1RQhdDmUvqiIoN+ZFvixJ2tMxgSdKXUDrsUbho5ybInabDm1FBh&#10;S6uKisvhahTs35/55LbXeImnbvfxfSzfjuulUg+DuHwBESiGf/Gf+1Wn+ePp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6nwMUAAADdAAAADwAAAAAAAAAA&#10;AAAAAAChAgAAZHJzL2Rvd25yZXYueG1sUEsFBgAAAAAEAAQA+QAAAJMDAAAAAA==&#10;" strokeweight="0"/>
                  <v:line id="Line 1182" o:spid="_x0000_s1570" style="position:absolute;flip:x;visibility:visible;mso-wrap-style:square" from="3295,500" to="33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ICW8UAAADdAAAADwAAAGRycy9kb3ducmV2LnhtbERPTWsCMRC9C/6HMEJvmlVoK1ujiKKU&#10;gi3aeuht3Iy7i5vJkkQ3/femUOhtHu9zZotoGnEj52vLCsajDARxYXXNpYKvz81wCsIHZI2NZVLw&#10;Qx4W835vhrm2He/pdgilSCHsc1RQhdDmUvqiIoN+ZFvixJ2tMxgSdKXUDrsUbho5ybInabDm1FBh&#10;S6uKisvhahTs35/55LbXeImnbvfxfSzfjuulUg+DuHwBESiGf/Gf+1Wn+ePpI/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kICW8UAAADdAAAADwAAAAAAAAAA&#10;AAAAAAChAgAAZHJzL2Rvd25yZXYueG1sUEsFBgAAAAAEAAQA+QAAAJMDAAAAAA==&#10;" strokeweight="0"/>
                  <v:line id="Line 1183" o:spid="_x0000_s1571" style="position:absolute;flip:x;visibility:visible;mso-wrap-style:square" from="3282,500" to="3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cLMQAAADdAAAADwAAAGRycy9kb3ducmV2LnhtbERPTWsCMRC9F/wPYYTealYPKlujSEUp&#10;gi3aeuht3Ex3FzeTJYlu/PdNQfA2j/c5s0U0jbiS87VlBcNBBoK4sLrmUsH31/plCsIHZI2NZVJw&#10;Iw+Lee9phrm2He/pegilSCHsc1RQhdDmUvqiIoN+YFvixP1aZzAk6EqpHXYp3DRylGVjabDm1FBh&#10;S28VFefDxSjYf0z45DaXeI6nbvf5cyy3x9VSqed+XL6CCBTDQ3x3v+s0fzgdw/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JwsxAAAAN0AAAAPAAAAAAAAAAAA&#10;AAAAAKECAABkcnMvZG93bnJldi54bWxQSwUGAAAAAAQABAD5AAAAkgMAAAAA&#10;" strokeweight="0"/>
                  <v:line id="Line 1184" o:spid="_x0000_s1572" style="position:absolute;flip:x;visibility:visible;mso-wrap-style:square" from="3270,500" to="3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w5t8QAAADdAAAADwAAAGRycy9kb3ducmV2LnhtbERPS2sCMRC+F/wPYYTealYPKlujSEWR&#10;Qlt8HXobN9Pdxc1kSaKb/vumIHibj+85s0U0jbiR87VlBcNBBoK4sLrmUsHxsH6ZgvABWWNjmRT8&#10;kofFvPc0w1zbjnd024dSpBD2OSqoQmhzKX1RkUE/sC1x4n6sMxgSdKXUDrsUbho5yrKxNFhzaqiw&#10;pbeKisv+ahTsPid8dptrvMRz9/H1fSrfT6ulUs/9uHwFESiGh/ju3uo0fzidwP8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3Dm3xAAAAN0AAAAPAAAAAAAAAAAA&#10;AAAAAKECAABkcnMvZG93bnJldi54bWxQSwUGAAAAAAQABAD5AAAAkgMAAAAA&#10;" strokeweight="0"/>
                  <v:line id="Line 1185" o:spid="_x0000_s1573" style="position:absolute;flip:x;visibility:visible;mso-wrap-style:square" from="3258,500" to="32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OtxcgAAADdAAAADwAAAGRycy9kb3ducmV2LnhtbESPQU8CMRCF7yb+h2ZIvEkXD0oWCiEY&#10;jTFRA8KB27Addjdsp5u2sPXfOwcTbzN5b977Zr7MrlNXCrH1bGAyLkARV962XBvYfb/cT0HFhGyx&#10;80wGfijCcnF7M8fS+oE3dN2mWkkIxxINNCn1pdaxashhHPueWLSTDw6TrKHWNuAg4a7TD0XxqB22&#10;LA0N9rRuqDpvL87A5vOJj+H1ks/5OHx8Hfb1+/55ZczdKK9moBLl9G/+u36zgj+ZCq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EOtxcgAAADdAAAADwAAAAAA&#10;AAAAAAAAAAChAgAAZHJzL2Rvd25yZXYueG1sUEsFBgAAAAAEAAQA+QAAAJYDAAAAAA==&#10;" strokeweight="0"/>
                  <v:line id="Line 1186" o:spid="_x0000_s1574" style="position:absolute;flip:x;visibility:visible;mso-wrap-style:square" from="3245,500" to="3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8IXsUAAADdAAAADwAAAGRycy9kb3ducmV2LnhtbERPTWsCMRC9C/0PYQq9aVYPardGEUUp&#10;gi3aeuht3Ex3FzeTJYlu/PdNodDbPN7nzBbRNOJGzteWFQwHGQjiwuqaSwWfH5v+FIQPyBoby6Tg&#10;Th4W84feDHNtOz7Q7RhKkULY56igCqHNpfRFRQb9wLbEifu2zmBI0JVSO+xSuGnkKMvG0mDNqaHC&#10;llYVFZfj1Sg4vE347LbXeInnbv/+dSp3p/VSqafHuHwBESiGf/Gf+1Wn+cPpM/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8IXsUAAADdAAAADwAAAAAAAAAA&#10;AAAAAAChAgAAZHJzL2Rvd25yZXYueG1sUEsFBgAAAAAEAAQA+QAAAJMDAAAAAA==&#10;" strokeweight="0"/>
                  <v:line id="Line 1187" o:spid="_x0000_s1575" style="position:absolute;flip:x;visibility:visible;mso-wrap-style:square" from="3233,500" to="3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3HsgAAADdAAAADwAAAGRycy9kb3ducmV2LnhtbESPT08CMRDF7yZ8h2ZMvEkXD/5ZKIRg&#10;IMZEDSgHbsN23N2wnW7awtZv7xxMvM3kvXnvN7NFdp26UIitZwOTcQGKuPK25drA1+f69hFUTMgW&#10;O89k4IciLOajqxmW1g+8pcsu1UpCOJZooEmpL7WOVUMO49j3xKJ9++AwyRpqbQMOEu46fVcU99ph&#10;y9LQYE+rhqrT7uwMbN8f+Bg253zKx+Ht47CvX/fPS2NurvNyCipRTv/mv+sXK/iTJ+GX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w3HsgAAADdAAAADwAAAAAA&#10;AAAAAAAAAAChAgAAZHJzL2Rvd25yZXYueG1sUEsFBgAAAAAEAAQA+QAAAJYDAAAAAA==&#10;" strokeweight="0"/>
                  <v:line id="Line 1188" o:spid="_x0000_s1576" style="position:absolute;flip:x;visibility:visible;mso-wrap-style:square" from="3221,500" to="32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CShcUAAADdAAAADwAAAGRycy9kb3ducmV2LnhtbERPS2sCMRC+C/0PYYTeNLse+liNIpWW&#10;UmjF18HbuBl3FzeTJYlu+u+bQqG3+fieM1tE04obOd9YVpCPMxDEpdUNVwr2u9fREwgfkDW2lknB&#10;N3lYzO8GMyy07XlDt22oRAphX6CCOoSukNKXNRn0Y9sRJ+5sncGQoKukdtincNPKSZY9SIMNp4Ya&#10;O3qpqbxsr0bB5uuRT+7tGi/x1H+uj4fq47BaKnU/jMspiEAx/Iv/3O86zc+fc/j9Jp0g5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CShcUAAADdAAAADwAAAAAAAAAA&#10;AAAAAAChAgAAZHJzL2Rvd25yZXYueG1sUEsFBgAAAAAEAAQA+QAAAJMDAAAAAA==&#10;" strokeweight="0"/>
                  <v:line id="Line 1189" o:spid="_x0000_s1577" style="position:absolute;flip:x;visibility:visible;mso-wrap-style:square" from="3208,500" to="3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IM8sUAAADdAAAADwAAAGRycy9kb3ducmV2LnhtbERPTWsCMRC9C/6HMII3zerB1q1RRGkp&#10;BVvUeuht3Ex3FzeTJYlu+u9NodDbPN7nLFbRNOJGzteWFUzGGQjiwuqaSwWfx+fRIwgfkDU2lknB&#10;D3lYLfu9Bebadryn2yGUIoWwz1FBFUKbS+mLigz6sW2JE/dtncGQoCuldtilcNPIaZbNpMGaU0OF&#10;LW0qKi6Hq1Gwf3/gs3u5xks8d7uPr1P5dtqulRoO4voJRKAY/sV/7led5k/mU/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IM8sUAAADdAAAADwAAAAAAAAAA&#10;AAAAAAChAgAAZHJzL2Rvd25yZXYueG1sUEsFBgAAAAAEAAQA+QAAAJMDAAAAAA==&#10;" strokeweight="0"/>
                  <v:line id="Line 1190" o:spid="_x0000_s1578" style="position:absolute;flip:x;visibility:visible;mso-wrap-style:square" from="3196,500" to="3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6pacUAAADdAAAADwAAAGRycy9kb3ducmV2LnhtbERPTWsCMRC9F/wPYQrealYLtd0aRZRK&#10;EWzR1kNv42a6u7iZLEl04783QqG3ebzPmcyiacSZnK8tKxgOMhDEhdU1lwq+v94enkH4gKyxsUwK&#10;LuRhNu3dTTDXtuMtnXehFCmEfY4KqhDaXEpfVGTQD2xLnLhf6wyGBF0ptcMuhZtGjrLsSRqsOTVU&#10;2NKiouK4OxkF248xH9zqFI/x0G0+f/bler+cK9W/j/NXEIFi+Bf/ud91mj98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6pacUAAADdAAAADwAAAAAAAAAA&#10;AAAAAAChAgAAZHJzL2Rvd25yZXYueG1sUEsFBgAAAAAEAAQA+QAAAJMDAAAAAA==&#10;" strokeweight="0"/>
                  <v:line id="Line 1191" o:spid="_x0000_s1579" style="position:absolute;flip:x;visibility:visible;mso-wrap-style:square" from="3183,500" to="31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cxHcUAAADdAAAADwAAAGRycy9kb3ducmV2LnhtbERPTWsCMRC9F/wPYQrealYptd0aRZRK&#10;EWzR1kNv42a6u7iZLEl04783QqG3ebzPmcyiacSZnK8tKxgOMhDEhdU1lwq+v94enkH4gKyxsUwK&#10;LuRhNu3dTTDXtuMtnXehFCmEfY4KqhDaXEpfVGTQD2xLnLhf6wyGBF0ptcMuhZtGjrLsSRqsOTVU&#10;2NKiouK4OxkF248xH9zqFI/x0G0+f/bler+cK9W/j/NXEIFi+Bf/ud91mj98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cxHcUAAADdAAAADwAAAAAAAAAA&#10;AAAAAAChAgAAZHJzL2Rvd25yZXYueG1sUEsFBgAAAAAEAAQA+QAAAJMDAAAAAA==&#10;" strokeweight="0"/>
                  <v:line id="Line 1192" o:spid="_x0000_s1580" style="position:absolute;flip:x;visibility:visible;mso-wrap-style:square" from="3171,500" to="3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uUhsUAAADdAAAADwAAAGRycy9kb3ducmV2LnhtbERPTWsCMRC9F/wPYQrealahtd0aRZRK&#10;EWzR1kNv42a6u7iZLEl04783QqG3ebzPmcyiacSZnK8tKxgOMhDEhdU1lwq+v94enkH4gKyxsUwK&#10;LuRhNu3dTTDXtuMtnXehFCmEfY4KqhDaXEpfVGTQD2xLnLhf6wyGBF0ptcMuhZtGjrLsSRqsOTVU&#10;2NKiouK4OxkF248xH9zqFI/x0G0+f/bler+cK9W/j/NXEIFi+Bf/ud91mj98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uUhsUAAADdAAAADwAAAAAAAAAA&#10;AAAAAAChAgAAZHJzL2Rvd25yZXYueG1sUEsFBgAAAAAEAAQA+QAAAJMDAAAAAA==&#10;" strokeweight="0"/>
                  <v:line id="Line 1193" o:spid="_x0000_s1581" style="position:absolute;flip:x;visibility:visible;mso-wrap-style:square" from="3159,500" to="3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kK8cUAAADdAAAADwAAAGRycy9kb3ducmV2LnhtbERPTWsCMRC9F/wPYQRvNasHW7dGEUUp&#10;BVvUeuht3Ex3FzeTJYlu+u9NodDbPN7nzBbRNOJGzteWFYyGGQjiwuqaSwWfx83jMwgfkDU2lknB&#10;D3lYzHsPM8y17XhPt0MoRQphn6OCKoQ2l9IXFRn0Q9sSJ+7bOoMhQVdK7bBL4aaR4yybSIM1p4YK&#10;W1pVVFwOV6Ng//7EZ7e9xks8d7uPr1P5dlovlRr04/IFRKAY/sV/7led5o+mE/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kK8cUAAADdAAAADwAAAAAAAAAA&#10;AAAAAAChAgAAZHJzL2Rvd25yZXYueG1sUEsFBgAAAAAEAAQA+QAAAJMDAAAAAA==&#10;" strokeweight="0"/>
                  <v:line id="Line 1194" o:spid="_x0000_s1582" style="position:absolute;flip:x;visibility:visible;mso-wrap-style:square" from="3146,500" to="31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WvasUAAADdAAAADwAAAGRycy9kb3ducmV2LnhtbERPS2sCMRC+F/wPYYTeatYetK5GEaVS&#10;Cm3xdfA2bsbdxc1kSaKb/vumUOhtPr7nzBbRNOJOzteWFQwHGQjiwuqaSwWH/evTCwgfkDU2lknB&#10;N3lYzHsPM8y17XhL910oRQphn6OCKoQ2l9IXFRn0A9sSJ+5incGQoCuldtilcNPI5ywbSYM1p4YK&#10;W1pVVFx3N6Ng+znms9vc4jWeu4+v07F8P66XSj3243IKIlAM/+I/95tO84eTMfx+k06Q8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WvasUAAADdAAAADwAAAAAAAAAA&#10;AAAAAAChAgAAZHJzL2Rvd25yZXYueG1sUEsFBgAAAAAEAAQA+QAAAJMDAAAAAA==&#10;" strokeweight="0"/>
                  <v:line id="Line 1195" o:spid="_x0000_s1583" style="position:absolute;flip:x;visibility:visible;mso-wrap-style:square" from="3134,500" to="3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o7GMgAAADdAAAADwAAAGRycy9kb3ducmV2LnhtbESPT08CMRDF7yZ8h2ZMvEkXD/5ZKIRg&#10;IMZEDSgHbsN23N2wnW7awtZv7xxMvM3kvXnvN7NFdp26UIitZwOTcQGKuPK25drA1+f69hFUTMgW&#10;O89k4IciLOajqxmW1g+8pcsu1UpCOJZooEmpL7WOVUMO49j3xKJ9++AwyRpqbQMOEu46fVcU99ph&#10;y9LQYE+rhqrT7uwMbN8f+Bg253zKx+Ht47CvX/fPS2NurvNyCipRTv/mv+sXK/iTJ8GVb2QEP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Zo7GMgAAADdAAAADwAAAAAA&#10;AAAAAAAAAAChAgAAZHJzL2Rvd25yZXYueG1sUEsFBgAAAAAEAAQA+QAAAJYDAAAAAA==&#10;" strokeweight="0"/>
                  <v:line id="Line 1196" o:spid="_x0000_s1584" style="position:absolute;flip:x;visibility:visible;mso-wrap-style:square" from="3122,500" to="31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aeg8UAAADdAAAADwAAAGRycy9kb3ducmV2LnhtbERPTWsCMRC9C/6HMEJvmtVDW7dGEUUp&#10;BVu09dDbuBl3FzeTJYlu+u9NodDbPN7nzBbRNOJGzteWFYxHGQjiwuqaSwVfn5vhMwgfkDU2lknB&#10;D3lYzPu9Gebadryn2yGUIoWwz1FBFUKbS+mLigz6kW2JE3e2zmBI0JVSO+xSuGnkJMsepcGaU0OF&#10;La0qKi6Hq1Gwf3/ik9te4yWeut3H97F8O66XSj0M4vIFRKAY/sV/7led5o+nU/j9Jp0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aeg8UAAADdAAAADwAAAAAAAAAA&#10;AAAAAAChAgAAZHJzL2Rvd25yZXYueG1sUEsFBgAAAAAEAAQA+QAAAJMDAAAAAA==&#10;" strokeweight="0"/>
                  <v:line id="Line 1197" o:spid="_x0000_s1585" style="position:absolute;flip:x;visibility:visible;mso-wrap-style:square" from="3109,500" to="31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PD5cYAAADdAAAADwAAAGRycy9kb3ducmV2LnhtbESPT2sCMRDF74V+hzCF3mpWD7asRhFL&#10;RQpt8d/B27gZdxc3kyWJbvz2piB4m+G995s342k0jbiQ87VlBf1eBoK4sLrmUsF28/X2AcIHZI2N&#10;ZVJwJQ/TyfPTGHNtO17RZR1KkSDsc1RQhdDmUvqiIoO+Z1vipB2tMxjS6kqpHXYJbho5yLKhNFhz&#10;ulBhS/OKitP6bBSsft/54BbneIqH7udvvyu/d58zpV5f4mwEIlAMD/M9vdSpfkLC/zdpBD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Dw+XGAAAA3QAAAA8AAAAAAAAA&#10;AAAAAAAAoQIAAGRycy9kb3ducmV2LnhtbFBLBQYAAAAABAAEAPkAAACUAwAAAAA=&#10;" strokeweight="0"/>
                  <v:line id="Line 1198" o:spid="_x0000_s1586" style="position:absolute;flip:x;visibility:visible;mso-wrap-style:square" from="3097,500" to="3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9mfsQAAADdAAAADwAAAGRycy9kb3ducmV2LnhtbERPTWsCMRC9F/ofwgi91aweWtkaRSwt&#10;pVBFrQdv42bcXdxMliS68d8bQfA2j/c542k0jTiT87VlBYN+BoK4sLrmUsH/5ut1BMIHZI2NZVJw&#10;IQ/TyfPTGHNtO17ReR1KkULY56igCqHNpfRFRQZ937bEiTtYZzAk6EqpHXYp3DRymGVv0mDNqaHC&#10;luYVFcf1yShYLd55775P8Rj33d9yty1/t58zpV56cfYBIlAMD/Hd/aPT/GE2gNs36QQ5u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j2Z+xAAAAN0AAAAPAAAAAAAAAAAA&#10;AAAAAKECAABkcnMvZG93bnJldi54bWxQSwUGAAAAAAQABAD5AAAAkgMAAAAA&#10;" strokeweight="0"/>
                  <v:line id="Line 1199" o:spid="_x0000_s1587" style="position:absolute;flip:x;visibility:visible;mso-wrap-style:square" from="3085,500" to="30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34CcQAAADdAAAADwAAAGRycy9kb3ducmV2LnhtbERPTWsCMRC9F/wPYQRvNese2rIaRRSl&#10;CG3R1oO3cTPuLm4mSxLd9N83hUJv83ifM1tE04o7Od9YVjAZZyCIS6sbrhR8fW4eX0D4gKyxtUwK&#10;vsnDYj54mGGhbc97uh9CJVII+wIV1CF0hZS+rMmgH9uOOHEX6wyGBF0ltcM+hZtW5ln2JA02nBpq&#10;7GhVU3k93IyC/fszn932Fq/x3L99nI7V7rheKjUaxuUURKAY/sV/7led5udZDr/fpBP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XfgJxAAAAN0AAAAPAAAAAAAAAAAA&#10;AAAAAKECAABkcnMvZG93bnJldi54bWxQSwUGAAAAAAQABAD5AAAAkgMAAAAA&#10;" strokeweight="0"/>
                  <v:line id="Line 1200" o:spid="_x0000_s1588" style="position:absolute;flip:x;visibility:visible;mso-wrap-style:square" from="3072,500" to="30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FdksQAAADdAAAADwAAAGRycy9kb3ducmV2LnhtbERPTWsCMRC9C/6HMEJvmq2FKlujSEuL&#10;CFa09dDbuJnuLm4mSxLd9N+bguBtHu9zZotoGnEh52vLCh5HGQjiwuqaSwXfX+/DKQgfkDU2lknB&#10;H3lYzPu9Gebadryjyz6UIoWwz1FBFUKbS+mLigz6kW2JE/drncGQoCuldtilcNPIcZY9S4M1p4YK&#10;W3qtqDjtz0bB7nPCR/dxjqd47Dbbn0O5PrwtlXoYxOULiEAx3MU390qn+ePs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EV2SxAAAAN0AAAAPAAAAAAAAAAAA&#10;AAAAAKECAABkcnMvZG93bnJldi54bWxQSwUGAAAAAAQABAD5AAAAkgMAAAAA&#10;" strokeweight="0"/>
                  <v:line id="Line 1201" o:spid="_x0000_s1589" style="position:absolute;flip:x;visibility:visible;mso-wrap-style:square" from="3060,500" to="3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F5sQAAADdAAAADwAAAGRycy9kb3ducmV2LnhtbERPTWsCMRC9C/6HMEJvmq2UKlujSEuL&#10;CFa09dDbuJnuLm4mSxLd9N+bguBtHu9zZotoGnEh52vLCh5HGQjiwuqaSwXfX+/DKQgfkDU2lknB&#10;H3lYzPu9Gebadryjyz6UIoWwz1FBFUKbS+mLigz6kW2JE/drncGQoCuldtilcNPIcZY9S4M1p4YK&#10;W3qtqDjtz0bB7nPCR/dxjqd47Dbbn0O5PrwtlXoYxOULiEAx3MU390qn+ePs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MXmxAAAAN0AAAAPAAAAAAAAAAAA&#10;AAAAAKECAABkcnMvZG93bnJldi54bWxQSwUGAAAAAAQABAD5AAAAkgMAAAAA&#10;" strokeweight="0"/>
                  <v:line id="Line 1202" o:spid="_x0000_s1590" style="position:absolute;flip:x;visibility:visible;mso-wrap-style:square" from="3048,500" to="30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RgfcQAAADdAAAADwAAAGRycy9kb3ducmV2LnhtbERPTWsCMRC9C/6HMEJvmq3QKlujSEuL&#10;CFa09dDbuJnuLm4mSxLd9N+bguBtHu9zZotoGnEh52vLCh5HGQjiwuqaSwXfX+/DKQgfkDU2lknB&#10;H3lYzPu9Gebadryjyz6UIoWwz1FBFUKbS+mLigz6kW2JE/drncGQoCuldtilcNPIcZY9S4M1p4YK&#10;W3qtqDjtz0bB7nPCR/dxjqd47Dbbn0O5PrwtlXoYxOULiEAx3MU390qn+ePsCf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tGB9xAAAAN0AAAAPAAAAAAAAAAAA&#10;AAAAAKECAABkcnMvZG93bnJldi54bWxQSwUGAAAAAAQABAD5AAAAkgMAAAAA&#10;" strokeweight="0"/>
                  <v:line id="Line 1203" o:spid="_x0000_s1591" style="position:absolute;flip:x;visibility:visible;mso-wrap-style:square" from="3035,500" to="3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b+CsQAAADdAAAADwAAAGRycy9kb3ducmV2LnhtbERPTWsCMRC9F/ofwhR6q1k92LI1iiiK&#10;FNqi1oO3cTPuLm4mSxLd+O9NQfA2j/c5o0k0jbiQ87VlBf1eBoK4sLrmUsHfdvH2AcIHZI2NZVJw&#10;JQ+T8fPTCHNtO17TZRNKkULY56igCqHNpfRFRQZ9z7bEiTtaZzAk6EqpHXYp3DRykGVDabDm1FBh&#10;S7OKitPmbBSsf9754JbneIqH7vt3vyu/dvOpUq8vcfoJIlAMD/HdvdJp/iAbwv836QQ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v4KxAAAAN0AAAAPAAAAAAAAAAAA&#10;AAAAAKECAABkcnMvZG93bnJldi54bWxQSwUGAAAAAAQABAD5AAAAkgMAAAAA&#10;" strokeweight="0"/>
                  <v:line id="Line 1204" o:spid="_x0000_s1592" style="position:absolute;flip:x;visibility:visible;mso-wrap-style:square" from="3023,500" to="3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pbkcUAAADdAAAADwAAAGRycy9kb3ducmV2LnhtbERPTWsCMRC9C/0PYQq9abYeqmyNIhVL&#10;KVRxWw+9jZvp7uJmsiTRjf/eCEJv83ifM1tE04ozOd9YVvA8ykAQl1Y3XCn4+V4PpyB8QNbYWiYF&#10;F/KwmD8MZphr2/OOzkWoRAphn6OCOoQul9KXNRn0I9sRJ+7POoMhQVdJ7bBP4aaV4yx7kQYbTg01&#10;dvRWU3ksTkbBbjPhg3s/xWM89F/b3331uV8tlXp6jMtXEIFi+Bff3R86zR9nE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pbkcUAAADdAAAADwAAAAAAAAAA&#10;AAAAAAChAgAAZHJzL2Rvd25yZXYueG1sUEsFBgAAAAAEAAQA+QAAAJMDAAAAAA==&#10;" strokeweight="0"/>
                  <v:line id="Line 1205" o:spid="_x0000_s1593" style="position:absolute;flip:x;visibility:visible;mso-wrap-style:square" from="3011,500" to="30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XP48cAAADdAAAADwAAAGRycy9kb3ducmV2LnhtbESPQU8CMRCF7yb+h2ZIvEkXDmoWCiEY&#10;jTFRA8qB27Addjdsp5u2sPXfOwcTbjN5b977Zr7MrlMXCrH1bGAyLkARV962XBv4+X65fwIVE7LF&#10;zjMZ+KUIy8XtzRxL6wfe0GWbaiUhHEs00KTUl1rHqiGHcex7YtGOPjhMsoZa24CDhLtOT4viQTts&#10;WRoa7GndUHXanp2BzecjH8LrOZ/yYfj42u/q993zypi7UV7NQCXK6Wr+v36zgj8tBFe+kRH04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tc/jxwAAAN0AAAAPAAAAAAAA&#10;AAAAAAAAAKECAABkcnMvZG93bnJldi54bWxQSwUGAAAAAAQABAD5AAAAlQMAAAAA&#10;" strokeweight="0"/>
                  <v:line id="Line 1206" o:spid="_x0000_s1594" style="position:absolute;flip:x;visibility:visible;mso-wrap-style:square" from="2998,500" to="3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lqeMUAAADdAAAADwAAAGRycy9kb3ducmV2LnhtbERPTWsCMRC9C/6HMEJvmq2HVrdGkZYW&#10;Eaxo66G3cTPdXdxMliS66b83BcHbPN7nzBbRNOJCzteWFTyOMhDEhdU1lwq+v96HExA+IGtsLJOC&#10;P/KwmPd7M8y17XhHl30oRQphn6OCKoQ2l9IXFRn0I9sSJ+7XOoMhQVdK7bBL4aaR4yx7kgZrTg0V&#10;tvRaUXHan42C3eczH93HOZ7isdtsfw7l+vC2VOphEJcvIALFcBff3Cud5o+zKfx/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lqeMUAAADdAAAADwAAAAAAAAAA&#10;AAAAAAChAgAAZHJzL2Rvd25yZXYueG1sUEsFBgAAAAAEAAQA+QAAAJMDAAAAAA==&#10;" strokeweight="0"/>
                  <v:line id="Line 1207" o:spid="_x0000_s1595" style="position:absolute;flip:x;visibility:visible;mso-wrap-style:square" from="2986,500" to="2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pVOMgAAADdAAAADwAAAGRycy9kb3ducmV2LnhtbESPQU8CMRCF7yb+h2ZIvEkXDmoWCiEY&#10;jTFRA8KB27Addjdsp5u2sPXfOwcTbzN5b977Zr7MrlNXCrH1bGAyLkARV962XBvYfb/cP4GKCdli&#10;55kM/FCE5eL2Zo6l9QNv6LpNtZIQjiUaaFLqS61j1ZDDOPY9sWgnHxwmWUOtbcBBwl2np0XxoB22&#10;LA0N9rRuqDpvL87A5vORj+H1ks/5OHx8Hfb1+/55ZczdKK9moBLl9G/+u36zgj+dCL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RpVOMgAAADdAAAADwAAAAAA&#10;AAAAAAAAAAChAgAAZHJzL2Rvd25yZXYueG1sUEsFBgAAAAAEAAQA+QAAAJYDAAAAAA==&#10;" strokeweight="0"/>
                  <v:line id="Line 1208" o:spid="_x0000_s1596" style="position:absolute;flip:x;visibility:visible;mso-wrap-style:square" from="2974,500" to="29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bwo8UAAADdAAAADwAAAGRycy9kb3ducmV2LnhtbERPTWsCMRC9F/wPYYTeanY9tGU1iigt&#10;pdAWrR68jZtxd3EzWZLoxn9vCkJv83ifM51H04oLOd9YVpCPMhDEpdUNVwq2v29PryB8QNbYWiYF&#10;V/Iwnw0eplho2/OaLptQiRTCvkAFdQhdIaUvazLoR7YjTtzROoMhQVdJ7bBP4aaV4yx7lgYbTg01&#10;drSsqTxtzkbB+vuFD+79HE/x0H/97HfV5261UOpxGBcTEIFi+Bff3R86zR/nO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bwo8UAAADdAAAADwAAAAAAAAAA&#10;AAAAAAChAgAAZHJzL2Rvd25yZXYueG1sUEsFBgAAAAAEAAQA+QAAAJMDAAAAAA==&#10;" strokeweight="0"/>
                  <v:line id="Line 1209" o:spid="_x0000_s1597" style="position:absolute;flip:x;visibility:visible;mso-wrap-style:square" from="2961,500" to="2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Ru1MUAAADdAAAADwAAAGRycy9kb3ducmV2LnhtbERPTWsCMRC9F/ofwhR6q1n3YMvWKNKi&#10;SKEWbT14Gzfj7uJmsiTRjf/eCEJv83ifM55G04ozOd9YVjAcZCCIS6sbrhT8/c5f3kD4gKyxtUwK&#10;LuRhOnl8GGOhbc9rOm9CJVII+wIV1CF0hZS+rMmgH9iOOHEH6wyGBF0ltcM+hZtW5lk2kgYbTg01&#10;dvRRU3ncnIyC9eqV925xise4779/dtvqa/s5U+r5Kc7eQQSK4V98dy91mp8Pc7h9k06Qk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Ru1MUAAADdAAAADwAAAAAAAAAA&#10;AAAAAAChAgAAZHJzL2Rvd25yZXYueG1sUEsFBgAAAAAEAAQA+QAAAJMDAAAAAA==&#10;" strokeweight="0"/>
                  <v:line id="Line 1210" o:spid="_x0000_s1598" style="position:absolute;flip:x;visibility:visible;mso-wrap-style:square" from="2949,500" to="2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jLT8UAAADdAAAADwAAAGRycy9kb3ducmV2LnhtbERPTWsCMRC9C/6HMII3zarQytYoorSU&#10;gi1qPfQ2bqa7i5vJkkQ3/femUOhtHu9zFqtoGnEj52vLCibjDARxYXXNpYLP4/NoDsIHZI2NZVLw&#10;Qx5Wy35vgbm2He/pdgilSCHsc1RQhdDmUvqiIoN+bFvixH1bZzAk6EqpHXYp3DRymmUP0mDNqaHC&#10;ljYVFZfD1SjYvz/y2b1c4yWeu93H16l8O23XSg0Hcf0EIlAM/+I/96tO86e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cjLT8UAAADdAAAADwAAAAAAAAAA&#10;AAAAAAChAgAAZHJzL2Rvd25yZXYueG1sUEsFBgAAAAAEAAQA+QAAAJMDAAAAAA==&#10;" strokeweight="0"/>
                  <v:line id="Line 1211" o:spid="_x0000_s1599" style="position:absolute;flip:x;visibility:visible;mso-wrap-style:square" from="2936,500" to="29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FTO8UAAADdAAAADwAAAGRycy9kb3ducmV2LnhtbERPTWsCMRC9C/6HMII3zSrSytYoorSU&#10;gi1qPfQ2bqa7i5vJkkQ3/femUOhtHu9zFqtoGnEj52vLCibjDARxYXXNpYLP4/NoDsIHZI2NZVLw&#10;Qx5Wy35vgbm2He/pdgilSCHsc1RQhdDmUvqiIoN+bFvixH1bZzAk6EqpHXYp3DRymmUP0mDNqaHC&#10;ljYVFZfD1SjYvz/y2b1c4yWeu93H16l8O23XSg0Hcf0EIlAM/+I/96tO86e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FTO8UAAADdAAAADwAAAAAAAAAA&#10;AAAAAAChAgAAZHJzL2Rvd25yZXYueG1sUEsFBgAAAAAEAAQA+QAAAJMDAAAAAA==&#10;" strokeweight="0"/>
                  <v:line id="Line 1212" o:spid="_x0000_s1600" style="position:absolute;flip:x;visibility:visible;mso-wrap-style:square" from="2924,500" to="2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32oMUAAADdAAAADwAAAGRycy9kb3ducmV2LnhtbERPTWsCMRC9C/6HMII3zSrYytYoorSU&#10;gi1qPfQ2bqa7i5vJkkQ3/femUOhtHu9zFqtoGnEj52vLCibjDARxYXXNpYLP4/NoDsIHZI2NZVLw&#10;Qx5Wy35vgbm2He/pdgilSCHsc1RQhdDmUvqiIoN+bFvixH1bZzAk6EqpHXYp3DRymmUP0mDNqaHC&#10;ljYVFZfD1SjYvz/y2b1c4yWeu93H16l8O23XSg0Hcf0EIlAM/+I/96tO86eT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32oMUAAADdAAAADwAAAAAAAAAA&#10;AAAAAAChAgAAZHJzL2Rvd25yZXYueG1sUEsFBgAAAAAEAAQA+QAAAJMDAAAAAA==&#10;" strokeweight="0"/>
                  <v:line id="Line 1213" o:spid="_x0000_s1601" style="position:absolute;flip:x;visibility:visible;mso-wrap-style:square" from="2912,500" to="2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9o18QAAADdAAAADwAAAGRycy9kb3ducmV2LnhtbERPTWsCMRC9F/wPYQRvNasHW1ajiKWl&#10;CLVo68HbuBl3FzeTJYlu/PdGKPQ2j/c5s0U0jbiS87VlBaNhBoK4sLrmUsHvz/vzKwgfkDU2lknB&#10;jTws5r2nGebadryl6y6UIoWwz1FBFUKbS+mLigz6oW2JE3eyzmBI0JVSO+xSuGnkOMsm0mDNqaHC&#10;llYVFefdxSjYbl746D4u8RyP3df3YV+u929LpQb9uJyCCBTDv/jP/anT/PFoAo9v0gl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v2jXxAAAAN0AAAAPAAAAAAAAAAAA&#10;AAAAAKECAABkcnMvZG93bnJldi54bWxQSwUGAAAAAAQABAD5AAAAkgMAAAAA&#10;" strokeweight="0"/>
                  <v:line id="Line 1214" o:spid="_x0000_s1602" style="position:absolute;flip:x;visibility:visible;mso-wrap-style:square" from="2899,500" to="29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PNTMQAAADdAAAADwAAAGRycy9kb3ducmV2LnhtbERPTWsCMRC9C/6HMEJvmtVDla1RpGIp&#10;ghVtPfQ2bqa7i5vJkkQ3/fdNQfA2j/c582U0jbiR87VlBeNRBoK4sLrmUsHX52Y4A+EDssbGMin4&#10;JQ/LRb83x1zbjg90O4ZSpBD2OSqoQmhzKX1RkUE/si1x4n6sMxgSdKXUDrsUbho5ybJnabDm1FBh&#10;S68VFZfj1Sg4fEz57N6u8RLP3W7/fSq3p/VKqadBXL2ACBTDQ3x3v+s0fzKewv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881MxAAAAN0AAAAPAAAAAAAAAAAA&#10;AAAAAKECAABkcnMvZG93bnJldi54bWxQSwUGAAAAAAQABAD5AAAAkgMAAAAA&#10;" strokeweight="0"/>
                  <v:line id="Line 1215" o:spid="_x0000_s1603" style="position:absolute;flip:x;visibility:visible;mso-wrap-style:square" from="2887,500" to="2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xZPsgAAADdAAAADwAAAGRycy9kb3ducmV2LnhtbESPQU8CMRCF7yb+h2ZIvEkXDmoWCiEY&#10;jTFRA8KB27Addjdsp5u2sPXfOwcTbzN5b977Zr7MrlNXCrH1bGAyLkARV962XBvYfb/cP4GKCdli&#10;55kM/FCE5eL2Zo6l9QNv6LpNtZIQjiUaaFLqS61j1ZDDOPY9sWgnHxwmWUOtbcBBwl2np0XxoB22&#10;LA0N9rRuqDpvL87A5vORj+H1ks/5OHx8Hfb1+/55ZczdKK9moBLl9G/+u36zgj+dCK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2xZPsgAAADdAAAADwAAAAAA&#10;AAAAAAAAAAChAgAAZHJzL2Rvd25yZXYueG1sUEsFBgAAAAAEAAQA+QAAAJYDAAAAAA==&#10;" strokeweight="0"/>
                  <v:line id="Line 1216" o:spid="_x0000_s1604" style="position:absolute;flip:x;visibility:visible;mso-wrap-style:square" from="2875,500" to="28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D8pcUAAADdAAAADwAAAGRycy9kb3ducmV2LnhtbERPTWsCMRC9C/6HMII3zerB1q1RRGkp&#10;BVvUeuht3Ex3FzeTJYlu+u9NodDbPN7nLFbRNOJGzteWFUzGGQjiwuqaSwWfx+fRIwgfkDU2lknB&#10;D3lYLfu9Bebadryn2yGUIoWwz1FBFUKbS+mLigz6sW2JE/dtncGQoCuldtilcNPIaZbNpMGaU0OF&#10;LW0qKi6Hq1Gwf3/gs3u5xks8d7uPr1P5dtqulRoO4voJRKAY/sV/7led5k8nc/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D8pcUAAADdAAAADwAAAAAAAAAA&#10;AAAAAAChAgAAZHJzL2Rvd25yZXYueG1sUEsFBgAAAAAEAAQA+QAAAJMDAAAAAA==&#10;" strokeweight="0"/>
                  <v:line id="Line 1217" o:spid="_x0000_s1605" style="position:absolute;flip:x;visibility:visible;mso-wrap-style:square" from="2862,500" to="28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afhccAAADdAAAADwAAAGRycy9kb3ducmV2LnhtbESPQU/DMAyF70j7D5EncWPpegBUlk0T&#10;EwghAdpgB25eY9pqjVMl2Rr+PT4g7WbrPb/3ebHKrldnCrHzbGA+K0AR19523Bj4+ny6uQcVE7LF&#10;3jMZ+KUIq+XkaoGV9SNv6bxLjZIQjhUaaFMaKq1j3ZLDOPMDsWg/PjhMsoZG24CjhLtel0Vxqx12&#10;LA0tDvTYUn3cnZyB7fsdH8LzKR/zYXz7+N43r/vN2pjraV4/gEqU08X8f/1iBb8s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dp+FxwAAAN0AAAAPAAAAAAAA&#10;AAAAAAAAAKECAABkcnMvZG93bnJldi54bWxQSwUGAAAAAAQABAD5AAAAlQMAAAAA&#10;" strokeweight="0"/>
                  <v:line id="Line 1218" o:spid="_x0000_s1606" style="position:absolute;flip:x;visibility:visible;mso-wrap-style:square" from="2850,500" to="2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o6HsUAAADdAAAADwAAAGRycy9kb3ducmV2LnhtbERPTWsCMRC9F/ofwhR6q1n3YMvWKNKi&#10;SKEWbT14Gzfj7uJmsiTRjf/eCEJv83ifM55G04ozOd9YVjAcZCCIS6sbrhT8/c5f3kD4gKyxtUwK&#10;LuRhOnl8GGOhbc9rOm9CJVII+wIV1CF0hZS+rMmgH9iOOHEH6wyGBF0ltcM+hZtW5lk2kgYbTg01&#10;dvRRU3ncnIyC9eqV925xise4779/dtvqa/s5U+r5Kc7eQQSK4V98dy91mp/nQ7h9k06Qk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o6HsUAAADdAAAADwAAAAAAAAAA&#10;AAAAAAChAgAAZHJzL2Rvd25yZXYueG1sUEsFBgAAAAAEAAQA+QAAAJMDAAAAAA==&#10;" strokeweight="0"/>
                  <v:line id="Line 1219" o:spid="_x0000_s1607" style="position:absolute;flip:x;visibility:visible;mso-wrap-style:square" from="2838,500" to="28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ikacQAAADdAAAADwAAAGRycy9kb3ducmV2LnhtbERPTWsCMRC9F/wPYQRvNese2rIaRRSl&#10;CG3R1oO3cTPuLm4mSxLd9N83hUJv83ifM1tE04o7Od9YVjAZZyCIS6sbrhR8fW4eX0D4gKyxtUwK&#10;vsnDYj54mGGhbc97uh9CJVII+wIV1CF0hZS+rMmgH9uOOHEX6wyGBF0ltcM+hZtW5ln2JA02nBpq&#10;7GhVU3k93IyC/fszn932Fq/x3L99nI7V7rheKjUaxuUURKAY/sV/7led5ud5Dr/fpBP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6KRpxAAAAN0AAAAPAAAAAAAAAAAA&#10;AAAAAKECAABkcnMvZG93bnJldi54bWxQSwUGAAAAAAQABAD5AAAAkgMAAAAA&#10;" strokeweight="0"/>
                  <v:line id="Line 1220" o:spid="_x0000_s1608" style="position:absolute;flip:x;visibility:visible;mso-wrap-style:square" from="2825,500" to="2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B8sUAAADdAAAADwAAAGRycy9kb3ducmV2LnhtbERPS2sCMRC+C/0PYQq9adYttGU1irS0&#10;lIIVXwdv42bcXdxMliS66b83hUJv8/E9ZzqPphVXcr6xrGA8ykAQl1Y3XCnYbd+HLyB8QNbYWiYF&#10;P+RhPrsbTLHQtuc1XTehEimEfYEK6hC6Qkpf1mTQj2xHnLiTdQZDgq6S2mGfwk0r8yx7kgYbTg01&#10;dvRaU3neXIyC9fczH93HJZ7jsV+uDvvqa/+2UOrhPi4mIALF8C/+c3/qND/PH+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QB8sUAAADdAAAADwAAAAAAAAAA&#10;AAAAAAChAgAAZHJzL2Rvd25yZXYueG1sUEsFBgAAAAAEAAQA+QAAAJMDAAAAAA==&#10;" strokeweight="0"/>
                  <v:line id="Line 1221" o:spid="_x0000_s1609" style="position:absolute;flip:x;visibility:visible;mso-wrap-style:square" from="2813,500" to="2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2ZhsUAAADdAAAADwAAAGRycy9kb3ducmV2LnhtbERPS2sCMRC+C/0PYQq9adaltGU1irS0&#10;lIIVXwdv42bcXdxMliS66b83hUJv8/E9ZzqPphVXcr6xrGA8ykAQl1Y3XCnYbd+HLyB8QNbYWiYF&#10;P+RhPrsbTLHQtuc1XTehEimEfYEK6hC6Qkpf1mTQj2xHnLiTdQZDgq6S2mGfwk0r8yx7kgYbTg01&#10;dvRaU3neXIyC9fczH93HJZ7jsV+uDvvqa/+2UOrhPi4mIALF8C/+c3/qND/PH+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2ZhsUAAADdAAAADwAAAAAAAAAA&#10;AAAAAAChAgAAZHJzL2Rvd25yZXYueG1sUEsFBgAAAAAEAAQA+QAAAJMDAAAAAA==&#10;" strokeweight="0"/>
                  <v:line id="Line 1222" o:spid="_x0000_s1610" style="position:absolute;flip:x;visibility:visible;mso-wrap-style:square" from="2801,500" to="28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E8HcUAAADdAAAADwAAAGRycy9kb3ducmV2LnhtbERPS2sCMRC+C/0PYQq9adaFPliNIi0t&#10;pWDF18HbuBl3FzeTJYlu+u9NodDbfHzPmc6jacWVnG8sKxiPMhDEpdUNVwp22/fhCwgfkDW2lknB&#10;D3mYz+4GUyy07XlN102oRAphX6CCOoSukNKXNRn0I9sRJ+5kncGQoKukdtincNPKPMuepMGGU0ON&#10;Hb3WVJ43F6Ng/f3MR/dxied47Jerw7762r8tlHq4j4sJiEAx/Iv/3J86zc/zR/j9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E8HcUAAADdAAAADwAAAAAAAAAA&#10;AAAAAAChAgAAZHJzL2Rvd25yZXYueG1sUEsFBgAAAAAEAAQA+QAAAJMDAAAAAA==&#10;" strokeweight="0"/>
                  <v:line id="Line 1223" o:spid="_x0000_s1611" style="position:absolute;flip:x;visibility:visible;mso-wrap-style:square" from="2788,500" to="2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OiasUAAADdAAAADwAAAGRycy9kb3ducmV2LnhtbERPTWsCMRC9F/ofwhR6q1n3YMtqFLG0&#10;lEItWj14Gzfj7uJmsiTRjf/eCEJv83ifM5lF04ozOd9YVjAcZCCIS6sbrhRs/j5e3kD4gKyxtUwK&#10;LuRhNn18mGChbc8rOq9DJVII+wIV1CF0hZS+rMmgH9iOOHEH6wyGBF0ltcM+hZtW5lk2kgYbTg01&#10;drSoqTyuT0bBavnKe/d5ise4739+d9vqe/s+V+r5Kc7HIALF8C++u790mp/nI7h9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OiasUAAADdAAAADwAAAAAAAAAA&#10;AAAAAAChAgAAZHJzL2Rvd25yZXYueG1sUEsFBgAAAAAEAAQA+QAAAJMDAAAAAA==&#10;" strokeweight="0"/>
                  <v:line id="Line 1224" o:spid="_x0000_s1612" style="position:absolute;flip:x;visibility:visible;mso-wrap-style:square" from="2776,500" to="2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8H8cUAAADdAAAADwAAAGRycy9kb3ducmV2LnhtbERPTWsCMRC9F/ofwhS81Wz3oGVrFGlp&#10;KYIWtR68jZtxd3EzWZLopv++EQRv83ifM5lF04oLOd9YVvAyzEAQl1Y3XCn43X4+v4LwAVlja5kU&#10;/JGH2fTxYYKFtj2v6bIJlUgh7AtUUIfQFVL6siaDfmg74sQdrTMYEnSV1A77FG5amWfZSBpsODXU&#10;2NF7TeVpczYK1qsxH9zXOZ7ioV/+7HfVYvcxV2rwFOdvIALFcBff3N86zc/zMVy/SSfI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J8H8cUAAADdAAAADwAAAAAAAAAA&#10;AAAAAAChAgAAZHJzL2Rvd25yZXYueG1sUEsFBgAAAAAEAAQA+QAAAJMDAAAAAA==&#10;" strokeweight="0"/>
                  <v:line id="Line 1225" o:spid="_x0000_s1613" style="position:absolute;flip:x;visibility:visible;mso-wrap-style:square" from="2764,500" to="27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CTg8cAAADdAAAADwAAAGRycy9kb3ducmV2LnhtbESPQU/DMAyF70j7D5EncWPpegBUlk0T&#10;EwghAdpgB25eY9pqjVMl2Rr+PT4g7WbrPb/3ebHKrldnCrHzbGA+K0AR19523Bj4+ny6uQcVE7LF&#10;3jMZ+KUIq+XkaoGV9SNv6bxLjZIQjhUaaFMaKq1j3ZLDOPMDsWg/PjhMsoZG24CjhLtel0Vxqx12&#10;LA0tDvTYUn3cnZyB7fsdH8LzKR/zYXz7+N43r/vN2pjraV4/gEqU08X8f/1iBb8sBVe+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AJODxwAAAN0AAAAPAAAAAAAA&#10;AAAAAAAAAKECAABkcnMvZG93bnJldi54bWxQSwUGAAAAAAQABAD5AAAAlQMAAAAA&#10;" strokeweight="0"/>
                  <v:line id="Line 1226" o:spid="_x0000_s1614" style="position:absolute;flip:x;visibility:visible;mso-wrap-style:square" from="2751,500" to="2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w2GMUAAADdAAAADwAAAGRycy9kb3ducmV2LnhtbERPS2sCMRC+C/0PYQq9adY99LEaRVpa&#10;SsGKr4O3cTPuLm4mSxLd9N+bQqG3+fieM51H04orOd9YVjAeZSCIS6sbrhTstu/DZxA+IGtsLZOC&#10;H/Iwn90Nplho2/OarptQiRTCvkAFdQhdIaUvazLoR7YjTtzJOoMhQVdJ7bBP4aaVeZY9SoMNp4Ya&#10;O3qtqTxvLkbB+vuJj+7jEs/x2C9Xh331tX9bKPVwHxcTEIFi+Bf/uT91mp/nL/D7TTpB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w2GMUAAADdAAAADwAAAAAAAAAA&#10;AAAAAAChAgAAZHJzL2Rvd25yZXYueG1sUEsFBgAAAAAEAAQA+QAAAJMDAAAAAA==&#10;" strokeweight="0"/>
                  <v:line id="Line 1227" o:spid="_x0000_s1615" style="position:absolute;flip:x;visibility:visible;mso-wrap-style:square" from="2739,500" to="2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8JWMgAAADdAAAADwAAAGRycy9kb3ducmV2LnhtbESPQUsDMRCF70L/Q5iCN5u1gsq2aSkt&#10;iggqrfbQ23Qz7i7dTJYk7cZ/7xwEbzO8N+99M19m16kLhdh6NnA7KUARV962XBv4+ny6eQQVE7LF&#10;zjMZ+KEIy8Xoao6l9QNv6bJLtZIQjiUaaFLqS61j1ZDDOPE9sWjfPjhMsoZa24CDhLtOT4viXjts&#10;WRoa7GndUHXanZ2B7fsDH8PzOZ/ycXj7OOzr1/1mZcz1OK9moBLl9G/+u36xgj+9E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q8JWMgAAADdAAAADwAAAAAA&#10;AAAAAAAAAAChAgAAZHJzL2Rvd25yZXYueG1sUEsFBgAAAAAEAAQA+QAAAJYDAAAAAA==&#10;" strokeweight="0"/>
                  <v:line id="Line 1228" o:spid="_x0000_s1616" style="position:absolute;flip:x;visibility:visible;mso-wrap-style:square" from="2726,500" to="27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Osw8UAAADdAAAADwAAAGRycy9kb3ducmV2LnhtbERPTWsCMRC9C/6HMII3zarQytYoorSU&#10;gi1qPfQ2bqa7i5vJkkQ3/femUOhtHu9zFqtoGnEj52vLCibjDARxYXXNpYLP4/NoDsIHZI2NZVLw&#10;Qx5Wy35vgbm2He/pdgilSCHsc1RQhdDmUvqiIoN+bFvixH1bZzAk6EqpHXYp3DRymmUP0mDNqaHC&#10;ljYVFZfD1SjYvz/y2b1c4yWeu93H16l8O23XSg0Hcf0EIlAM/+I/96tO86ez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Osw8UAAADdAAAADwAAAAAAAAAA&#10;AAAAAAChAgAAZHJzL2Rvd25yZXYueG1sUEsFBgAAAAAEAAQA+QAAAJMDAAAAAA==&#10;" strokeweight="0"/>
                  <v:line id="Line 1229" o:spid="_x0000_s1617" style="position:absolute;flip:x;visibility:visible;mso-wrap-style:square" from="2714,500" to="2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ytMUAAADdAAAADwAAAGRycy9kb3ducmV2LnhtbERPS2sCMRC+C/0PYQq9adYttGU1irS0&#10;lIIVXwdv42bcXdxMliS66b83hUJv8/E9ZzqPphVXcr6xrGA8ykAQl1Y3XCnYbd+HLyB8QNbYWiYF&#10;P+RhPrsbTLHQtuc1XTehEimEfYEK6hC6Qkpf1mTQj2xHnLiTdQZDgq6S2mGfwk0r8yx7kgYbTg01&#10;dvRaU3neXIyC9fczH93HJZ7jsV+uDvvqa/+2UOrhPi4mIALF8C/+c3/qND9/zO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ytMUAAADdAAAADwAAAAAAAAAA&#10;AAAAAAChAgAAZHJzL2Rvd25yZXYueG1sUEsFBgAAAAAEAAQA+QAAAJMDAAAAAA==&#10;" strokeweight="0"/>
                  <v:line id="Line 1230" o:spid="_x0000_s1618" style="position:absolute;flip:x;visibility:visible;mso-wrap-style:square" from="2702,500" to="2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2XL8UAAADdAAAADwAAAGRycy9kb3ducmV2LnhtbERPS2sCMRC+F/ofwgi91awKVVajSEtL&#10;KbTi6+Bt3Iy7i5vJkkQ3/fdNQfA2H99zZotoGnEl52vLCgb9DARxYXXNpYLd9v15AsIHZI2NZVLw&#10;Sx4W88eHGebadrym6yaUIoWwz1FBFUKbS+mLigz6vm2JE3eyzmBI0JVSO+xSuGnkMMtepMGaU0OF&#10;Lb1WVJw3F6Ng/TPmo/u4xHM8dt+rw7782r8tlXrqxeUURKAY7uKb+1On+cPR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2XL8UAAADdAAAADwAAAAAAAAAA&#10;AAAAAAChAgAAZHJzL2Rvd25yZXYueG1sUEsFBgAAAAAEAAQA+QAAAJMDAAAAAA==&#10;" strokeweight="0"/>
                  <v:line id="Line 1231" o:spid="_x0000_s1619" style="position:absolute;flip:x;visibility:visible;mso-wrap-style:square" from="2689,500" to="26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PW8UAAADdAAAADwAAAGRycy9kb3ducmV2LnhtbERPTWsCMRC9F/wPYQRvNVtbbNkaRZRK&#10;EWzR1kNv42a6u7iZLEl04783QqG3ebzPmcyiacSZnK8tK3gYZiCIC6trLhV8f73dv4DwAVljY5kU&#10;XMjDbNq7m2CubcdbOu9CKVII+xwVVCG0uZS+qMigH9qWOHG/1hkMCbpSaoddCjeNHGXZWBqsOTVU&#10;2NKiouK4OxkF249nPrjVKR7jodt8/uzL9X45V2rQj/NXEIFi+Bf/ud91mj96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QPW8UAAADdAAAADwAAAAAAAAAA&#10;AAAAAAChAgAAZHJzL2Rvd25yZXYueG1sUEsFBgAAAAAEAAQA+QAAAJMDAAAAAA==&#10;" strokeweight="0"/>
                  <v:line id="Line 1232" o:spid="_x0000_s1620" style="position:absolute;flip:x;visibility:visible;mso-wrap-style:square" from="2677,500" to="2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iqwMUAAADdAAAADwAAAGRycy9kb3ducmV2LnhtbERPTWsCMRC9F/wPYQRvNVtLbdkaRZRK&#10;EWzR1kNv42a6u7iZLEl04783QqG3ebzPmcyiacSZnK8tK3gYZiCIC6trLhV8f73dv4DwAVljY5kU&#10;XMjDbNq7m2CubcdbOu9CKVII+xwVVCG0uZS+qMigH9qWOHG/1hkMCbpSaoddCjeNHGXZWBqsOTVU&#10;2NKiouK4OxkF249nPrjVKR7jodt8/uzL9X45V2rQj/NXEIFi+Bf/ud91mj96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iqwMUAAADdAAAADwAAAAAAAAAA&#10;AAAAAAChAgAAZHJzL2Rvd25yZXYueG1sUEsFBgAAAAAEAAQA+QAAAJMDAAAAAA==&#10;" strokeweight="0"/>
                  <v:line id="Line 1233" o:spid="_x0000_s1621" style="position:absolute;flip:x;visibility:visible;mso-wrap-style:square" from="2665,500" to="26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o0t8UAAADdAAAADwAAAGRycy9kb3ducmV2LnhtbERPTWsCMRC9F/wPYYTealYLVrZGEcVS&#10;ClbUeuht3Ex3FzeTJYlu+u9NoeBtHu9zpvNoGnEl52vLCoaDDARxYXXNpYKvw/ppAsIHZI2NZVLw&#10;Sx7ms97DFHNtO97RdR9KkULY56igCqHNpfRFRQb9wLbEifuxzmBI0JVSO+xSuGnkKMvG0mDNqaHC&#10;lpYVFef9xSjYfb7wyb1d4jmeus32+1h+HFcLpR77cfEKIlAMd/G/+12n+aPn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o0t8UAAADdAAAADwAAAAAAAAAA&#10;AAAAAAChAgAAZHJzL2Rvd25yZXYueG1sUEsFBgAAAAAEAAQA+QAAAJMDAAAAAA==&#10;" strokeweight="0"/>
                  <v:line id="Line 1234" o:spid="_x0000_s1622" style="position:absolute;flip:x;visibility:visible;mso-wrap-style:square" from="2652,500" to="26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aRLMUAAADdAAAADwAAAGRycy9kb3ducmV2LnhtbERPTWsCMRC9C/6HMAVvmq2FWrZGEUuL&#10;FKxo66G3cTPdXdxMliS68d8boeBtHu9zpvNoGnEm52vLCh5HGQjiwuqaSwU/3+/DFxA+IGtsLJOC&#10;C3mYz/q9Kebadryl8y6UIoWwz1FBFUKbS+mLigz6kW2JE/dnncGQoCuldtilcNPIcZY9S4M1p4YK&#10;W1pWVBx3J6Ng+zXhg/s4xWM8dOvN77783L8tlBo8xMUriEAx3MX/7pVO88dPE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UaRLMUAAADdAAAADwAAAAAAAAAA&#10;AAAAAAChAgAAZHJzL2Rvd25yZXYueG1sUEsFBgAAAAAEAAQA+QAAAJMDAAAAAA==&#10;" strokeweight="0"/>
                  <v:line id="Line 1235" o:spid="_x0000_s1623" style="position:absolute;flip:x;visibility:visible;mso-wrap-style:square" from="2640,500" to="2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kFXsgAAADdAAAADwAAAGRycy9kb3ducmV2LnhtbESPQUsDMRCF70L/Q5iCN5u1gsq2aSkt&#10;iggqrfbQ23Qz7i7dTJYk7cZ/7xwEbzO8N+99M19m16kLhdh6NnA7KUARV962XBv4+ny6eQQVE7LF&#10;zjMZ+KEIy8Xoao6l9QNv6bJLtZIQjiUaaFLqS61j1ZDDOPE9sWjfPjhMsoZa24CDhLtOT4viXjts&#10;WRoa7GndUHXanZ2B7fsDH8PzOZ/ycXj7OOzr1/1mZcz1OK9moBLl9G/+u36xgj+9E1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NkFXsgAAADdAAAADwAAAAAA&#10;AAAAAAAAAAChAgAAZHJzL2Rvd25yZXYueG1sUEsFBgAAAAAEAAQA+QAAAJYDAAAAAA==&#10;" strokeweight="0"/>
                  <v:line id="Line 1236" o:spid="_x0000_s1624" style="position:absolute;flip:x;visibility:visible;mso-wrap-style:square" from="2628,500" to="26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WgxcUAAADdAAAADwAAAGRycy9kb3ducmV2LnhtbERPTWsCMRC9F/wPYQRvNVsLtd0aRZRK&#10;EWzR1kNv42a6u7iZLEl04783QqG3ebzPmcyiacSZnK8tK3gYZiCIC6trLhV8f73dP4PwAVljY5kU&#10;XMjDbNq7m2CubcdbOu9CKVII+xwVVCG0uZS+qMigH9qWOHG/1hkMCbpSaoddCjeNHGXZkzRYc2qo&#10;sKVFRcVxdzIKth9jPrjVKR7jodt8/uzL9X45V2rQj/NXEIFi+Bf/ud91mj96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WgxcUAAADdAAAADwAAAAAAAAAA&#10;AAAAAAChAgAAZHJzL2Rvd25yZXYueG1sUEsFBgAAAAAEAAQA+QAAAJMDAAAAAA==&#10;" strokeweight="0"/>
                  <v:line id="Line 1237" o:spid="_x0000_s1625" style="position:absolute;flip:x;visibility:visible;mso-wrap-style:square" from="2615,500" to="26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l6JcgAAADdAAAADwAAAGRycy9kb3ducmV2LnhtbESPQUsDMRCF70L/Q5iCN5u1iMq2aSkt&#10;iggqrfbQ23Qz7i7dTJYk7cZ/7xwEbzO8N+99M19m16kLhdh6NnA7KUARV962XBv4+ny6eQQVE7LF&#10;zjMZ+KEIy8Xoao6l9QNv6bJLtZIQjiUaaFLqS61j1ZDDOPE9sWjfPjhMsoZa24CDhLtOT4viXjts&#10;WRoa7GndUHXanZ2B7fsDH8PzOZ/ycXj7OOzr1/1mZcz1OK9moBLl9G/+u36xgj+9E3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ql6JcgAAADdAAAADwAAAAAA&#10;AAAAAAAAAAChAgAAZHJzL2Rvd25yZXYueG1sUEsFBgAAAAAEAAQA+QAAAJYDAAAAAA==&#10;" strokeweight="0"/>
                  <v:line id="Line 1238" o:spid="_x0000_s1626" style="position:absolute;flip:x;visibility:visible;mso-wrap-style:square" from="2603,500" to="2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XfvsUAAADdAAAADwAAAGRycy9kb3ducmV2LnhtbERPTWsCMRC9C/6HMII3zSrSytYoorSU&#10;gi1qPfQ2bqa7i5vJkkQ3/femUOhtHu9zFqtoGnEj52vLCibjDARxYXXNpYLP4/NoDsIHZI2NZVLw&#10;Qx5Wy35vgbm2He/pdgilSCHsc1RQhdDmUvqiIoN+bFvixH1bZzAk6EqpHXYp3DRymmUP0mDNqaHC&#10;ljYVFZfD1SjYvz/y2b1c4yWeu93H16l8O23XSg0Hcf0EIlAM/+I/96tO86ez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XfvsUAAADdAAAADwAAAAAAAAAA&#10;AAAAAAChAgAAZHJzL2Rvd25yZXYueG1sUEsFBgAAAAAEAAQA+QAAAJMDAAAAAA==&#10;" strokeweight="0"/>
                  <v:line id="Line 1239" o:spid="_x0000_s1627" style="position:absolute;flip:x;visibility:visible;mso-wrap-style:square" from="2591,500" to="25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dBycUAAADdAAAADwAAAGRycy9kb3ducmV2LnhtbERPS2sCMRC+C/0PYQq9adaltGU1irS0&#10;lIIVXwdv42bcXdxMliS66b83hUJv8/E9ZzqPphVXcr6xrGA8ykAQl1Y3XCnYbd+HLyB8QNbYWiYF&#10;P+RhPrsbTLHQtuc1XTehEimEfYEK6hC6Qkpf1mTQj2xHnLiTdQZDgq6S2mGfwk0r8yx7kgYbTg01&#10;dvRaU3neXIyC9fczH93HJZ7jsV+uDvvqa/+2UOrhPi4mIALF8C/+c3/qND9/zO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dBycUAAADdAAAADwAAAAAAAAAA&#10;AAAAAAChAgAAZHJzL2Rvd25yZXYueG1sUEsFBgAAAAAEAAQA+QAAAJMDAAAAAA==&#10;" strokeweight="0"/>
                  <v:line id="Line 1240" o:spid="_x0000_s1628" style="position:absolute;flip:x;visibility:visible;mso-wrap-style:square" from="2578,500" to="2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kUsUAAADdAAAADwAAAGRycy9kb3ducmV2LnhtbERPTWsCMRC9F/wPYQRvNVtbbNkaRZRK&#10;EWzR1kNv42a6u7iZLEl04783QqG3ebzPmcyiacSZnK8tK3gYZiCIC6trLhV8f73dv4DwAVljY5kU&#10;XMjDbNq7m2CubcdbOu9CKVII+xwVVCG0uZS+qMigH9qWOHG/1hkMCbpSaoddCjeNHGXZWBqsOTVU&#10;2NKiouK4OxkF249nPrjVKR7jodt8/uzL9X45V2rQj/NXEIFi+Bf/ud91mj96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nvkUsUAAADdAAAADwAAAAAAAAAA&#10;AAAAAAChAgAAZHJzL2Rvd25yZXYueG1sUEsFBgAAAAAEAAQA+QAAAJMDAAAAAA==&#10;" strokeweight="0"/>
                  <v:line id="Line 1241" o:spid="_x0000_s1629" style="position:absolute;flip:x;visibility:visible;mso-wrap-style:square" from="2566,500" to="2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J8JsUAAADdAAAADwAAAGRycy9kb3ducmV2LnhtbERPS2sCMRC+F/ofwgi91awiVVajSEtL&#10;KbTi6+Bt3Iy7i5vJkkQ3/fdNQfA2H99zZotoGnEl52vLCgb9DARxYXXNpYLd9v15AsIHZI2NZVLw&#10;Sx4W88eHGebadrym6yaUIoWwz1FBFUKbS+mLigz6vm2JE3eyzmBI0JVSO+xSuGnkMMtepMGaU0OF&#10;Lb1WVJw3F6Ng/TPmo/u4xHM8dt+rw7782r8tlXrqxeUURKAY7uKb+1On+cPR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J8JsUAAADdAAAADwAAAAAAAAAA&#10;AAAAAAChAgAAZHJzL2Rvd25yZXYueG1sUEsFBgAAAAAEAAQA+QAAAJMDAAAAAA==&#10;" strokeweight="0"/>
                  <v:line id="Line 1242" o:spid="_x0000_s1630" style="position:absolute;flip:x;visibility:visible;mso-wrap-style:square" from="2554,500" to="25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ZvcUAAADdAAAADwAAAGRycy9kb3ducmV2LnhtbERPTWsCMRC9F/wPYQRvNVtpbdkaRZRK&#10;EWzR1kNv42a6u7iZLEl04783QqG3ebzPmcyiacSZnK8tK3gYZiCIC6trLhV8f73dv4DwAVljY5kU&#10;XMjDbNq7m2CubcdbOu9CKVII+xwVVCG0uZS+qMigH9qWOHG/1hkMCbpSaoddCjeNHGXZWBqsOTVU&#10;2NKiouK4OxkF249nPrjVKR7jodt8/uzL9X45V2rQj/NXEIFi+Bf/ud91mj96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ZvcUAAADdAAAADwAAAAAAAAAA&#10;AAAAAAChAgAAZHJzL2Rvd25yZXYueG1sUEsFBgAAAAAEAAQA+QAAAJMDAAAAAA==&#10;" strokeweight="0"/>
                </v:group>
                <v:rect id="Rectangle 1243" o:spid="_x0000_s1631" style="position:absolute;left:3727;top:11334;width:267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VWD8AA&#10;AADdAAAADwAAAGRycy9kb3ducmV2LnhtbERP24rCMBB9X/Afwiz4tqZbRKQaZVkQVPbF6gcMzfSC&#10;yaQk0da/NwuCb3M411lvR2vEnXzoHCv4nmUgiCunO24UXM67ryWIEJE1Gsek4EEBtpvJxxoL7QY+&#10;0b2MjUghHApU0MbYF1KGqiWLYeZ64sTVzluMCfpGao9DCrdG5lm2kBY7Tg0t9vTbUnUtb1aBPJe7&#10;YVkan7ljXv+Zw/5Uk1Nq+jn+rEBEGuNb/HLvdZqfzxf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VWD8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travel</w:t>
                        </w:r>
                        <w:proofErr w:type="gramEnd"/>
                        <w:r>
                          <w:rPr>
                            <w:rFonts w:ascii="Helvetica" w:hAnsi="Helvetica" w:cs="Helvetica"/>
                            <w:b/>
                            <w:bCs/>
                            <w:color w:val="000000"/>
                            <w:sz w:val="14"/>
                            <w:szCs w:val="14"/>
                            <w:lang w:val="en-US"/>
                          </w:rPr>
                          <w:t>:</w:t>
                        </w:r>
                      </w:p>
                    </w:txbxContent>
                  </v:textbox>
                </v:rect>
                <v:rect id="Rectangle 1244" o:spid="_x0000_s1632" style="position:absolute;left:1651;top:12674;width:148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nzlMAA&#10;AADdAAAADwAAAGRycy9kb3ducmV2LnhtbERP22oCMRB9F/yHMIJvmnWRVlajiCDY0hdXP2DYzF4w&#10;mSxJdLd/3xQKfZvDuc7uMFojXuRD51jBapmBIK6c7rhRcL+dFxsQISJrNI5JwTcFOOynkx0W2g18&#10;pVcZG5FCOBSooI2xL6QMVUsWw9L1xImrnbcYE/SN1B6HFG6NzLPsTVrsODW02NOppepRPq0CeSvP&#10;w6Y0PnOfef1lPi7XmpxS89l43IKINMZ/8Z/7otP8fP0O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nzlM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300 </w:t>
                        </w:r>
                      </w:p>
                    </w:txbxContent>
                  </v:textbox>
                </v:rect>
                <v:rect id="Rectangle 1245" o:spid="_x0000_s1633" style="position:absolute;left:3492;top:12674;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n5sQA&#10;AADdAAAADwAAAGRycy9kb3ducmV2LnhtbESPzWoDMQyE74W8g1Ght8bbpZSwjRNCIJCGXrLJA4i1&#10;9ofa8mI72e3bR4dCbxIzmvm03s7eqTvFNAQ28LYsQBE3wQ7cGbheDq8rUCkjW3SBycAvJdhuFk9r&#10;rGyY+Ez3OndKQjhVaKDPeay0Tk1PHtMyjMSitSF6zLLGTtuIk4R7p8ui+NAeB5aGHkfa99T81Ddv&#10;QF/qw7SqXSzCqWy/3dfx3FIw5uV53n2CyjTnf/Pf9dEKfvkuuPKNjK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WZ+bEAAAA3QAAAA8AAAAAAAAAAAAAAAAAmAIAAGRycy9k&#10;b3ducmV2LnhtbFBLBQYAAAAABAAEAPUAAACJAw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1246" o:spid="_x0000_s1634" style="position:absolute;left:5276;top:12674;width:99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rCfcAA&#10;AADdAAAADwAAAGRycy9kb3ducmV2LnhtbERP22oCMRB9L/gPYQTfatZFiq5GEUHQ0hdXP2DYzF4w&#10;mSxJ6m7/3hQKfZvDuc52P1ojnuRD51jBYp6BIK6c7rhRcL+d3lcgQkTWaByTgh8KsN9N3rZYaDfw&#10;lZ5lbEQK4VCggjbGvpAyVC1ZDHPXEyeudt5iTNA3UnscUrg1Ms+yD2mx49TQYk/HlqpH+W0VyFt5&#10;Glal8Zn7zOsvczlfa3JKzabjYQMi0hj/xX/us07z8+Uafr9JJ8jd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FrCfc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20 </w:t>
                        </w:r>
                      </w:p>
                    </w:txbxContent>
                  </v:textbox>
                </v:rect>
                <v:rect id="Rectangle 1247" o:spid="_x0000_s1635" style="position:absolute;left:6559;top:12674;width:158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9PcQA&#10;AADdAAAADwAAAGRycy9kb3ducmV2LnhtbESPzWoDMQyE74W8g1Ght8bbhZawjRNCIJCGXrLJA4i1&#10;9ofa8mI72e3bR4dCbxIzmvm03s7eqTvFNAQ28LYsQBE3wQ7cGbheDq8rUCkjW3SBycAvJdhuFk9r&#10;rGyY+Ez3OndKQjhVaKDPeay0Tk1PHtMyjMSitSF6zLLGTtuIk4R7p8ui+NAeB5aGHkfa99T81Ddv&#10;QF/qw7SqXSzCqWy/3dfx3FIw5uV53n2CyjTnf/Pf9dEKfvku/PKNjK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5/T3EAAAA3QAAAA8AAAAAAAAAAAAAAAAAmAIAAGRycy9k&#10;b3ducmV2LnhtbFBLBQYAAAAABAAEAPUAAACJAw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mm</w:t>
                        </w:r>
                        <w:proofErr w:type="gramEnd"/>
                      </w:p>
                    </w:txbxContent>
                  </v:textbox>
                </v:rect>
                <v:rect id="Rectangle 1248" o:spid="_x0000_s1636" style="position:absolute;left:25673;top:20783;width:267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YpsAA&#10;AADdAAAADwAAAGRycy9kb3ducmV2LnhtbERP24rCMBB9X/Afwgi+rakFF+kaZVkQVHyx+gFDM72w&#10;yaQk0da/N4Kwb3M411lvR2vEnXzoHCtYzDMQxJXTHTcKrpfd5wpEiMgajWNS8KAA283kY42FdgOf&#10;6V7GRqQQDgUqaGPsCylD1ZLFMHc9ceJq5y3GBH0jtcchhVsj8yz7khY7Tg0t9vTbUvVX3qwCeSl3&#10;w6o0PnPHvD6Zw/5ck1NqNh1/vkFEGuO/+O3e6zQ/Xy7g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Yps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straps</w:t>
                        </w:r>
                        <w:proofErr w:type="gramEnd"/>
                        <w:r>
                          <w:rPr>
                            <w:rFonts w:ascii="Helvetica" w:hAnsi="Helvetica" w:cs="Helvetica"/>
                            <w:b/>
                            <w:bCs/>
                            <w:color w:val="000000"/>
                            <w:sz w:val="14"/>
                            <w:szCs w:val="14"/>
                            <w:lang w:val="en-US"/>
                          </w:rPr>
                          <w:t xml:space="preserve"> </w:t>
                        </w:r>
                      </w:p>
                    </w:txbxContent>
                  </v:textbox>
                </v:rect>
                <v:rect id="Rectangle 1249" o:spid="_x0000_s1637" style="position:absolute;left:28594;top:20783;width:79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fG0cAA&#10;AADdAAAADwAAAGRycy9kb3ducmV2LnhtbERP24rCMBB9F/yHMMK+aWrBRbpGEUFQ2RfrfsDQTC+Y&#10;TEoSbf17s7Cwb3M419nsRmvEk3zoHCtYLjIQxJXTHTcKfm7H+RpEiMgajWNS8KIAu+10ssFCu4Gv&#10;9CxjI1IIhwIVtDH2hZShasliWLieOHG18xZjgr6R2uOQwq2ReZZ9Sosdp4YWezq0VN3Lh1Ugb+Vx&#10;WJfGZ+6S19/mfLrW5JT6mI37LxCRxvgv/nOfdJqfr3L4/SadIL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yfG0c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in</w:t>
                        </w:r>
                        <w:proofErr w:type="gramEnd"/>
                        <w:r>
                          <w:rPr>
                            <w:rFonts w:ascii="Helvetica" w:hAnsi="Helvetica" w:cs="Helvetica"/>
                            <w:b/>
                            <w:bCs/>
                            <w:color w:val="000000"/>
                            <w:sz w:val="14"/>
                            <w:szCs w:val="14"/>
                            <w:lang w:val="en-US"/>
                          </w:rPr>
                          <w:t xml:space="preserve"> </w:t>
                        </w:r>
                      </w:p>
                    </w:txbxContent>
                  </v:textbox>
                </v:rect>
                <v:rect id="Rectangle 1250" o:spid="_x0000_s1638" style="position:absolute;left:29533;top:20783;width:424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tjSsAA&#10;AADdAAAADwAAAGRycy9kb3ducmV2LnhtbERP22oCMRB9F/yHMIJvmnWlRVajiCDY0hdXP2DYzF4w&#10;mSxJdLd/3xQKfZvDuc7uMFojXuRD51jBapmBIK6c7rhRcL+dFxsQISJrNI5JwTcFOOynkx0W2g18&#10;pVcZG5FCOBSooI2xL6QMVUsWw9L1xImrnbcYE/SN1B6HFG6NzLPsXVrsODW02NOppepRPq0CeSvP&#10;w6Y0PnOfef1lPi7XmpxS89l43IKINMZ/8Z/7otP8/G0N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GtjSs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horizontal</w:t>
                        </w:r>
                        <w:proofErr w:type="gramEnd"/>
                        <w:r>
                          <w:rPr>
                            <w:rFonts w:ascii="Helvetica" w:hAnsi="Helvetica" w:cs="Helvetica"/>
                            <w:b/>
                            <w:bCs/>
                            <w:color w:val="000000"/>
                            <w:sz w:val="14"/>
                            <w:szCs w:val="14"/>
                            <w:lang w:val="en-US"/>
                          </w:rPr>
                          <w:t xml:space="preserve"> </w:t>
                        </w:r>
                      </w:p>
                    </w:txbxContent>
                  </v:textbox>
                </v:rect>
                <v:rect id="Rectangle 1251" o:spid="_x0000_s1639" style="position:absolute;left:34086;top:20783;width:232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L7PsAA&#10;AADdAAAADwAAAGRycy9kb3ducmV2LnhtbERP22oCMRB9F/yHMIJvmnWxRVajiCDY0hdXP2DYzF4w&#10;mSxJdLd/3xQKfZvDuc7uMFojXuRD51jBapmBIK6c7rhRcL+dFxsQISJrNI5JwTcFOOynkx0W2g18&#10;pVcZG5FCOBSooI2xL6QMVUsWw9L1xImrnbcYE/SN1B6HFG6NzLPsXVrsODW02NOppepRPq0CeSvP&#10;w6Y0PnOfef1lPi7XmpxS89l43IKINMZ/8Z/7otP8/G0N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4L7Ps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plane</w:t>
                        </w:r>
                        <w:proofErr w:type="gramEnd"/>
                      </w:p>
                    </w:txbxContent>
                  </v:textbox>
                </v:rect>
                <v:rect id="Rectangle 1252" o:spid="_x0000_s1640" style="position:absolute;left:18072;top:1143;width:57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5epcAA&#10;AADdAAAADwAAAGRycy9kb3ducmV2LnhtbERP24rCMBB9F/Yfwgj7pqkFF6lGEUFwxRerHzA00wsm&#10;k5JkbffvzYKwb3M419nsRmvEk3zoHCtYzDMQxJXTHTcK7rfjbAUiRGSNxjEp+KUAu+3HZIOFdgNf&#10;6VnGRqQQDgUqaGPsCylD1ZLFMHc9ceJq5y3GBH0jtcchhVsj8yz7khY7Tg0t9nRoqXqUP1aBvJXH&#10;YVUan7lzXl/M9+lak1Pqczru1yAijfFf/HafdJqfL5fw90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M5epcAAAADdAAAADwAAAAAAAAAAAAAAAACYAgAAZHJzL2Rvd25y&#10;ZXYueG1sUEsFBgAAAAAEAAQA9QAAAIUDAAAAAA==&#10;" filled="f" stroked="f">
                  <v:textbox style="mso-fit-shape-to-text:t" inset="0,0,0,0">
                    <w:txbxContent>
                      <w:p w:rsidR="008454D7" w:rsidRDefault="008454D7" w:rsidP="008454D7"/>
                    </w:txbxContent>
                  </v:textbox>
                </v:rect>
                <v:rect id="Rectangle 1253" o:spid="_x0000_s1641" style="position:absolute;left:393;top:33864;width:182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zA0sAA&#10;AADdAAAADwAAAGRycy9kb3ducmV2LnhtbERP24rCMBB9X/Afwiz4tqZbUKQaZVkQVPbF6gcMzfSC&#10;yaQk0da/NwuCb3M411lvR2vEnXzoHCv4nmUgiCunO24UXM67ryWIEJE1Gsek4EEBtpvJxxoL7QY+&#10;0b2MjUghHApU0MbYF1KGqiWLYeZ64sTVzluMCfpGao9DCrdG5lm2kBY7Tg0t9vTbUnUtb1aBPJe7&#10;YVkan7ljXv+Zw/5Uk1Nq+jn+rEBEGuNb/HLvdZqfzxf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zA0s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u w:val="single"/>
                            <w:lang w:val="en-US"/>
                          </w:rPr>
                          <w:t xml:space="preserve">Test </w:t>
                        </w:r>
                      </w:p>
                    </w:txbxContent>
                  </v:textbox>
                </v:rect>
                <v:rect id="Rectangle 1254" o:spid="_x0000_s1642" style="position:absolute;left:2520;top:33864;width:79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BlScAA&#10;AADdAAAADwAAAGRycy9kb3ducmV2LnhtbERP22oCMRB9F/yHMIJvmnXBVlajiCDY0hdXP2DYzF4w&#10;mSxJdLd/3xQKfZvDuc7uMFojXuRD51jBapmBIK6c7rhRcL+dFxsQISJrNI5JwTcFOOynkx0W2g18&#10;pVcZG5FCOBSooI2xL6QMVUsWw9L1xImrnbcYE/SN1B6HFG6NzLPsTVrsODW02NOppepRPq0CeSvP&#10;w6Y0PnOfef1lPi7XmpxS89l43IKINMZ/8Z/7otP8fP0O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1BlSc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in</w:t>
                        </w:r>
                        <w:proofErr w:type="gramEnd"/>
                        <w:r>
                          <w:rPr>
                            <w:rFonts w:ascii="Helvetica" w:hAnsi="Helvetica" w:cs="Helvetica"/>
                            <w:b/>
                            <w:bCs/>
                            <w:color w:val="000000"/>
                            <w:sz w:val="14"/>
                            <w:szCs w:val="14"/>
                            <w:u w:val="single"/>
                            <w:lang w:val="en-US"/>
                          </w:rPr>
                          <w:t xml:space="preserve"> </w:t>
                        </w:r>
                      </w:p>
                    </w:txbxContent>
                  </v:textbox>
                </v:rect>
                <v:rect id="Rectangle 1255" o:spid="_x0000_s1643" style="position:absolute;left:3460;top:33864;width:134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xO8QA&#10;AADdAAAADwAAAGRycy9kb3ducmV2LnhtbESPzWoDMQyE74W8g1Ght8bbhZawjRNCIJCGXrLJA4i1&#10;9ofa8mI72e3bR4dCbxIzmvm03s7eqTvFNAQ28LYsQBE3wQ7cGbheDq8rUCkjW3SBycAvJdhuFk9r&#10;rGyY+Ez3OndKQjhVaKDPeay0Tk1PHtMyjMSitSF6zLLGTtuIk4R7p8ui+NAeB5aGHkfa99T81Ddv&#10;QF/qw7SqXSzCqWy/3dfx3FIw5uV53n2CyjTnf/Pf9dEKfvkuuPKNjK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P8TvEAAAA3QAAAA8AAAAAAAAAAAAAAAAAmAIAAGRycy9k&#10;b3ducmV2LnhtbFBLBQYAAAAABAAEAPUAAACJAw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the</w:t>
                        </w:r>
                        <w:proofErr w:type="gramEnd"/>
                        <w:r>
                          <w:rPr>
                            <w:rFonts w:ascii="Helvetica" w:hAnsi="Helvetica" w:cs="Helvetica"/>
                            <w:b/>
                            <w:bCs/>
                            <w:color w:val="000000"/>
                            <w:sz w:val="14"/>
                            <w:szCs w:val="14"/>
                            <w:u w:val="single"/>
                            <w:lang w:val="en-US"/>
                          </w:rPr>
                          <w:t xml:space="preserve"> </w:t>
                        </w:r>
                      </w:p>
                    </w:txbxContent>
                  </v:textbox>
                </v:rect>
                <v:rect id="Rectangle 1256" o:spid="_x0000_s1644" style="position:absolute;left:5022;top:33864;width:282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NUoMAA&#10;AADdAAAADwAAAGRycy9kb3ducmV2LnhtbERP22oCMRB9L/gPYQTfatYFi65GEUHQ0hdXP2DYzF4w&#10;mSxJ6m7/3hQKfZvDuc52P1ojnuRD51jBYp6BIK6c7rhRcL+d3lcgQkTWaByTgh8KsN9N3rZYaDfw&#10;lZ5lbEQK4VCggjbGvpAyVC1ZDHPXEyeudt5iTNA3UnscUrg1Ms+yD2mx49TQYk/HlqpH+W0VyFt5&#10;Glal8Zn7zOsvczlfa3JKzabjYQMi0hj/xX/us07z8+Uafr9JJ8jd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YNUoM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buckle</w:t>
                        </w:r>
                        <w:proofErr w:type="gramEnd"/>
                      </w:p>
                    </w:txbxContent>
                  </v:textbox>
                </v:rect>
                <v:rect id="Rectangle 1257" o:spid="_x0000_s1645" style="position:absolute;left:18935;top:33788;width:54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U3gMMA&#10;AADdAAAADwAAAGRycy9kb3ducmV2LnhtbESPzWoDMQyE74W+g1Eht8bbPYSwiRNKIZCWXLLJA4i1&#10;9ofa8mK72e3bR4dAbhIzmvm03c/eqRvFNAQ28LEsQBE3wQ7cGbheDu9rUCkjW3SBycA/JdjvXl+2&#10;WNkw8Zlude6UhHCq0ECf81hpnZqePKZlGIlFa0P0mGWNnbYRJwn3TpdFsdIeB5aGHkf66qn5rf+8&#10;AX2pD9O6drEIP2V7ct/Hc0vBmMXb/LkBlWnOT/Pj+mgFv1wJv3wjI+jd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U3gMMAAADdAAAADwAAAAAAAAAAAAAAAACYAgAAZHJzL2Rv&#10;d25yZXYueG1sUEsFBgAAAAAEAAQA9QAAAIgDA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F </w:t>
                        </w:r>
                      </w:p>
                    </w:txbxContent>
                  </v:textbox>
                </v:rect>
                <v:rect id="Rectangle 1258" o:spid="_x0000_s1646" style="position:absolute;left:19704;top:33788;width:52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mSG78A&#10;AADdAAAADwAAAGRycy9kb3ducmV2LnhtbERPzYrCMBC+C75DGGFvmtqDSDWKCILKXqz7AEMz/cFk&#10;UpJo69ubhYW9zcf3O9v9aI14kQ+dYwXLRQaCuHK640bBz/00X4MIEVmjcUwK3hRgv5tOtlhoN/CN&#10;XmVsRArhUKCCNsa+kDJULVkMC9cTJ6523mJM0DdSexxSuDUyz7KVtNhxamixp2NL1aN8WgXyXp6G&#10;dWl85q55/W0u51tNTqmv2XjYgIg0xn/xn/us0/x8tYTfb9IJ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mZIbvwAAAN0AAAAPAAAAAAAAAAAAAAAAAJgCAABkcnMvZG93bnJl&#10;di54bWxQSwUGAAAAAAQABAD1AAAAhAM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1259" o:spid="_x0000_s1647" style="position:absolute;left:20447;top:33693;width:99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sMbL8A&#10;AADdAAAADwAAAGRycy9kb3ducmV2LnhtbERPzYrCMBC+C75DGGFvmtqDSDWKCIIre7HuAwzN9AeT&#10;SUmi7b69EYS9zcf3O9v9aI14kg+dYwXLRQaCuHK640bB7+00X4MIEVmjcUwK/ijAfjedbLHQbuAr&#10;PcvYiBTCoUAFbYx9IWWoWrIYFq4nTlztvMWYoG+k9jikcGtknmUrabHj1NBiT8eWqnv5sArkrTwN&#10;69L4zF3y+sd8n681OaW+ZuNhAyLSGP/FH/dZp/n5Kof3N+kEuX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SwxsvwAAAN0AAAAPAAAAAAAAAAAAAAAAAJgCAABkcnMvZG93bnJl&#10;di54bWxQSwUGAAAAAAQABAD1AAAAhAM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10 </w:t>
                        </w:r>
                      </w:p>
                    </w:txbxContent>
                  </v:textbox>
                </v:rect>
                <v:rect id="Rectangle 1260" o:spid="_x0000_s1648" style="position:absolute;left:21545;top:33788;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ep98AA&#10;AADdAAAADwAAAGRycy9kb3ducmV2LnhtbERP24rCMBB9X/Afwiz4tqZbQaQaZVkQVPbF6gcMzfSC&#10;yaQk0da/NwuCb3M411lvR2vEnXzoHCv4nmUgiCunO24UXM67ryWIEJE1Gsek4EEBtpvJxxoL7QY+&#10;0b2MjUghHApU0MbYF1KGqiWLYeZ64sTVzluMCfpGao9DCrdG5lm2kBY7Tg0t9vTbUnUtb1aBPJe7&#10;YVkan7ljXv+Zw/5Uk1Nq+jn+rEBEGuNb/HLvdZqfL+b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gep98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1261" o:spid="_x0000_s1649" style="position:absolute;left:22256;top:33788;width:123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4xg8AA&#10;AADdAAAADwAAAGRycy9kb3ducmV2LnhtbERP24rCMBB9X/Afwiz4tqZbRKQaZVkQVPbF6gcMzfSC&#10;yaQk0da/NwuCb3M411lvR2vEnXzoHCv4nmUgiCunO24UXM67ryWIEJE1Gsek4EEBtpvJxxoL7QY+&#10;0b2MjUghHApU0MbYF1KGqiWLYeZ64sTVzluMCfpGao9DCrdG5lm2kBY7Tg0t9vTbUnUtb1aBPJe7&#10;YVkan7ljXv+Zw/5Uk1Nq+jn+rEBEGuNb/HLvdZqfL+b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4xg8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0.1 </w:t>
                        </w:r>
                      </w:p>
                    </w:txbxContent>
                  </v:textbox>
                </v:rect>
                <v:rect id="Rectangle 1262" o:spid="_x0000_s1650" style="position:absolute;left:24003;top:33788;width:64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KUGMAA&#10;AADdAAAADwAAAGRycy9kb3ducmV2LnhtbERP24rCMBB9X/Afwiz4tqZbUKQaZVkQVPbF6gcMzfSC&#10;yaQk0da/NwuCb3M411lvR2vEnXzoHCv4nmUgiCunO24UXM67ryWIEJE1Gsek4EEBtpvJxxoL7QY+&#10;0b2MjUghHApU0MbYF1KGqiWLYeZ64sTVzluMCfpGao9DCrdG5lm2kBY7Tg0t9vTbUnUtb1aBPJe7&#10;YVkan7ljXv+Zw/5Uk1Nq+jn+rEBEGuNb/HLvdZqfL+b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qKUGM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N</w:t>
                        </w:r>
                      </w:p>
                    </w:txbxContent>
                  </v:textbox>
                </v:rect>
                <v:line id="Line 1263" o:spid="_x0000_s1651" style="position:absolute;visibility:visible;mso-wrap-style:square" from="34855,6013" to="35198,6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Vs7cMAAADdAAAADwAAAGRycy9kb3ducmV2LnhtbERPTWvCQBC9C/0PywjedKNgmkZXKWLR&#10;3tpUweOQHZPF7GzIbjX++64g9DaP9znLdW8bcaXOG8cKppMEBHHptOFKweHnY5yB8AFZY+OYFNzJ&#10;w3r1Mlhirt2Nv+lahErEEPY5KqhDaHMpfVmTRT9xLXHkzq6zGCLsKqk7vMVw28hZkqTSouHYUGNL&#10;m5rKS/FrFZivdDf/fD2+HeV2F6an7JIZe1BqNOzfFyAC9eFf/HTvdZw/S1N4fBNP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FbO3DAAAA3QAAAA8AAAAAAAAAAAAA&#10;AAAAoQIAAGRycy9kb3ducmV2LnhtbFBLBQYAAAAABAAEAPkAAACRAwAAAAA=&#10;" strokeweight="0"/>
                <v:line id="Line 1264" o:spid="_x0000_s1652" style="position:absolute;visibility:visible;mso-wrap-style:square" from="34956,6121" to="35217,6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nJdsMAAADdAAAADwAAAGRycy9kb3ducmV2LnhtbERPTWvCQBC9F/oflil4qxuFxjS6ERGL&#10;9dZahR6H7Jgsyc6G7Krx33eFgrd5vM9ZLAfbigv13jhWMBknIIhLpw1XCg4/H68ZCB+QNbaOScGN&#10;PCyL56cF5tpd+Zsu+1CJGMI+RwV1CF0upS9rsujHriOO3Mn1FkOEfSV1j9cYbls5TZJUWjQcG2rs&#10;aF1T2ezPVoH5Srdvu9nx/Sg32zD5zZrM2INSo5dhNQcRaAgP8b/7U8f503QG92/iCb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JyXbDAAAA3QAAAA8AAAAAAAAAAAAA&#10;AAAAoQIAAGRycy9kb3ducmV2LnhtbFBLBQYAAAAABAAEAPkAAACRAwAAAAA=&#10;" strokeweight="0"/>
                <v:line id="Line 1265" o:spid="_x0000_s1653" style="position:absolute;visibility:visible;mso-wrap-style:square" from="35198,6013" to="36957,7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ZdBMYAAADdAAAADwAAAGRycy9kb3ducmV2LnhtbESPQWvCQBCF74X+h2UK3upGwTRNXaWI&#10;RXurVqHHITtNFrOzIbvV+O87B8HbDO/Ne9/Ml4Nv1Zn66AIbmIwzUMRVsI5rA4fvj+cCVEzIFtvA&#10;ZOBKEZaLx4c5ljZceEfnfaqVhHAs0UCTUldqHauGPMZx6IhF+w29xyRrX2vb40XCfaunWZZrj46l&#10;ocGOVg1Vp/2fN+C+8s3s8+X4etTrTZr8FKfC+YMxo6fh/Q1UoiHdzbfrrRX8aS648o2MoB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WXQTGAAAA3QAAAA8AAAAAAAAA&#10;AAAAAAAAoQIAAGRycy9kb3ducmV2LnhtbFBLBQYAAAAABAAEAPkAAACUAwAAAAA=&#10;" strokeweight="0"/>
                <v:line id="Line 1266" o:spid="_x0000_s1654" style="position:absolute;visibility:visible;mso-wrap-style:square" from="36461,7702" to="36957,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r4n8IAAADdAAAADwAAAGRycy9kb3ducmV2LnhtbERPS4vCMBC+L/gfwgje1lTBWrtGEXFx&#10;9+YT9jg0YxtsJqXJavffbwTB23x8z5kvO1uLG7XeOFYwGiYgiAunDZcKTsfP9wyED8gaa8ek4I88&#10;LBe9tznm2t15T7dDKEUMYZ+jgiqEJpfSFxVZ9EPXEEfu4lqLIcK2lLrFewy3tRwnSSotGo4NFTa0&#10;rqi4Hn6tArNLt5Pv6Xl2lpttGP1k18zYk1KDfrf6ABGoCy/x0/2l4/xxOoPHN/EE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9r4n8IAAADdAAAADwAAAAAAAAAAAAAA&#10;AAChAgAAZHJzL2Rvd25yZXYueG1sUEsFBgAAAAAEAAQA+QAAAJADAAAAAA==&#10;" strokeweight="0"/>
                <v:line id="Line 1267" o:spid="_x0000_s1655" style="position:absolute;visibility:visible;mso-wrap-style:square" from="35198,6013" to="35204,6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nH38YAAADdAAAADwAAAGRycy9kb3ducmV2LnhtbESPT2vCQBDF70K/wzKF3nSjUE2jq5TS&#10;ot7qP+hxyI7JYnY2ZLeafnvnIPQ2w3vz3m8Wq9436kpddIENjEcZKOIyWMeVgePha5iDignZYhOY&#10;DPxRhNXyabDAwoYb7+i6T5WSEI4FGqhTagutY1mTxzgKLbFo59B5TLJ2lbYd3iTcN3qSZVPt0bE0&#10;1NjSR03lZf/rDbjv6fp1Ozu9nfTnOo1/8kvu/NGYl+f+fQ4qUZ/+zY/rjRX8yUz45RsZQS/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5x9/GAAAA3QAAAA8AAAAAAAAA&#10;AAAAAAAAoQIAAGRycy9kb3ducmV2LnhtbFBLBQYAAAAABAAEAPkAAACUAwAAAAA=&#10;" strokeweight="0"/>
                <v:line id="Line 1268" o:spid="_x0000_s1656" style="position:absolute;visibility:visible;mso-wrap-style:square" from="35198,6121" to="36817,7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ViRMIAAADdAAAADwAAAGRycy9kb3ducmV2LnhtbERPS4vCMBC+C/sfwix407TCarcaRWQX&#10;9ba+YI9DM7bBZlKarNZ/b4QFb/PxPWe26GwtrtR641hBOkxAEBdOGy4VHA/fgwyED8gaa8ek4E4e&#10;FvO33gxz7W68o+s+lCKGsM9RQRVCk0vpi4os+qFriCN3dq3FEGFbSt3iLYbbWo6SZCwtGo4NFTa0&#10;qqi47P+sAvMzXn9sJ6fPk/xah/Q3u2TGHpXqv3fLKYhAXXiJ/90bHeePJik8v4kn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ViRMIAAADdAAAADwAAAAAAAAAAAAAA&#10;AAChAgAAZHJzL2Rvd25yZXYueG1sUEsFBgAAAAAEAAQA+QAAAJADAAAAAA==&#10;" strokeweight="0"/>
                <v:group id="Group 1269" o:spid="_x0000_s1657" style="position:absolute;top:7334;width:32315;height:13576" coordorigin="86,500" coordsize="5089,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ZPE8QAAADdAAAADwAAAGRycy9kb3ducmV2LnhtbERPS2vCQBC+F/wPywje&#10;6iaRVomuIqLSgxR8gHgbsmMSzM6G7JrEf98tFHqbj+85i1VvKtFS40rLCuJxBII4s7rkXMHlvHuf&#10;gXAeWWNlmRS8yMFqOXhbYKptx0dqTz4XIYRdigoK7+tUSpcVZNCNbU0cuLttDPoAm1zqBrsQbiqZ&#10;RNGnNFhyaCiwpk1B2eP0NAr2HXbrSbxtD4/75nU7f3xfDzEpNRr26zkIT73/F/+5v3SYn0wT+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cZPE8QAAADdAAAA&#10;DwAAAAAAAAAAAAAAAACqAgAAZHJzL2Rvd25yZXYueG1sUEsFBgAAAAAEAAQA+gAAAJsDAAAAAA==&#10;">
                  <v:line id="Line 1270" o:spid="_x0000_s1658" style="position:absolute;flip:x;visibility:visible;mso-wrap-style:square" from="2541,500" to="2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cu78UAAADdAAAADwAAAGRycy9kb3ducmV2LnhtbERPTWsCMRC9C/6HMAVvmq2FWrZGEUuL&#10;FKxo66G3cTPdXdxMliS68d8boeBtHu9zpvNoGnEm52vLCh5HGQjiwuqaSwU/3+/DFxA+IGtsLJOC&#10;C3mYz/q9Kebadryl8y6UIoWwz1FBFUKbS+mLigz6kW2JE/dnncGQoCuldtilcNPIcZY9S4M1p4YK&#10;W1pWVBx3J6Ng+zXhg/s4xWM8dOvN77783L8tlBo8xMUriEAx3MX/7pVO88eT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cu78UAAADdAAAADwAAAAAAAAAA&#10;AAAAAAChAgAAZHJzL2Rvd25yZXYueG1sUEsFBgAAAAAEAAQA+QAAAJMDAAAAAA==&#10;" strokeweight="0"/>
                  <v:line id="Line 1271" o:spid="_x0000_s1659" style="position:absolute;flip:x;visibility:visible;mso-wrap-style:square" from="2529,500" to="2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2m8UAAADdAAAADwAAAGRycy9kb3ducmV2LnhtbERPTWsCMRC9C/6HMAVvmq2UWrZGEUuL&#10;FKxo66G3cTPdXdxMliS68d8boeBtHu9zpvNoGnEm52vLCh5HGQjiwuqaSwU/3+/DFxA+IGtsLJOC&#10;C3mYz/q9Kebadryl8y6UIoWwz1FBFUKbS+mLigz6kW2JE/dnncGQoCuldtilcNPIcZY9S4M1p4YK&#10;W1pWVBx3J6Ng+zXhg/s4xWM8dOvN77783L8tlBo8xMUriEAx3MX/7pVO88eT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62m8UAAADdAAAADwAAAAAAAAAA&#10;AAAAAAChAgAAZHJzL2Rvd25yZXYueG1sUEsFBgAAAAAEAAQA+QAAAJMDAAAAAA==&#10;" strokeweight="0"/>
                  <v:line id="Line 1272" o:spid="_x0000_s1660" style="position:absolute;flip:x;visibility:visible;mso-wrap-style:square" from="2517,500" to="2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ITAMUAAADdAAAADwAAAGRycy9kb3ducmV2LnhtbERPTWsCMRC9C/6HMAVvmq3QWrZGEUuL&#10;FKxo66G3cTPdXdxMliS68d8boeBtHu9zpvNoGnEm52vLCh5HGQjiwuqaSwU/3+/DFxA+IGtsLJOC&#10;C3mYz/q9Kebadryl8y6UIoWwz1FBFUKbS+mLigz6kW2JE/dnncGQoCuldtilcNPIcZY9S4M1p4YK&#10;W1pWVBx3J6Ng+zXhg/s4xWM8dOvN77783L8tlBo8xMUriEAx3MX/7pVO88eTJ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LITAMUAAADdAAAADwAAAAAAAAAA&#10;AAAAAAChAgAAZHJzL2Rvd25yZXYueG1sUEsFBgAAAAAEAAQA+QAAAJMDAAAAAA==&#10;" strokeweight="0"/>
                  <v:line id="Line 1273" o:spid="_x0000_s1661" style="position:absolute;flip:x;visibility:visible;mso-wrap-style:square" from="2504,500" to="251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CNd8UAAADdAAAADwAAAGRycy9kb3ducmV2LnhtbERPTWsCMRC9F/ofwgi91aweVLZGkZaW&#10;Uqjith56GzfT3cXNZEmiG/+9EQRv83ifM19G04oTOd9YVjAaZiCIS6sbrhT8/rw/z0D4gKyxtUwK&#10;zuRhuXh8mGOubc9bOhWhEimEfY4K6hC6XEpf1mTQD21HnLh/6wyGBF0ltcM+hZtWjrNsIg02nBpq&#10;7Oi1pvJQHI2C7XrKe/dxjIe47783f7vqa/e2UuppEFcvIALFcBff3J86zR9PJ3D9Jp0gF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CNd8UAAADdAAAADwAAAAAAAAAA&#10;AAAAAAChAgAAZHJzL2Rvd25yZXYueG1sUEsFBgAAAAAEAAQA+QAAAJMDAAAAAA==&#10;" strokeweight="0"/>
                  <v:line id="Line 1274" o:spid="_x0000_s1662" style="position:absolute;flip:x;visibility:visible;mso-wrap-style:square" from="2492,500" to="2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wo7MUAAADdAAAADwAAAGRycy9kb3ducmV2LnhtbERPTWsCMRC9F/ofwhR6q9l66MrWKNJS&#10;EcGKth68jZtxd3EzWZLoxn9vCkJv83ifM55G04oLOd9YVvA6yEAQl1Y3XCn4/fl6GYHwAVlja5kU&#10;XMnDdPL4MMZC2543dNmGSqQQ9gUqqEPoCil9WZNBP7AdceKO1hkMCbpKaod9CjetHGbZmzTYcGqo&#10;saOPmsrT9mwUbL5zPrj5OZ7ioV+t97tqufucKfX8FGfvIALF8C++uxc6zR/mOfx9k06Qk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wo7MUAAADdAAAADwAAAAAAAAAA&#10;AAAAAAChAgAAZHJzL2Rvd25yZXYueG1sUEsFBgAAAAAEAAQA+QAAAJMDAAAAAA==&#10;" strokeweight="0"/>
                  <v:line id="Line 1275" o:spid="_x0000_s1663" style="position:absolute;flip:x;visibility:visible;mso-wrap-style:square" from="2479,500" to="2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O8nsgAAADdAAAADwAAAGRycy9kb3ducmV2LnhtbESPQU8CMRCF7yb8h2ZIvElXDmJWCiES&#10;jDFRA8qB27Addjdsp5u2sPXfOwcTbzN5b977Zr7MrlNXCrH1bOB+UoAirrxtuTbw/bW5ewQVE7LF&#10;zjMZ+KEIy8XoZo6l9QNv6bpLtZIQjiUaaFLqS61j1ZDDOPE9sWgnHxwmWUOtbcBBwl2np0XxoB22&#10;LA0N9vTcUHXeXZyB7ceM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rO8nsgAAADdAAAADwAAAAAA&#10;AAAAAAAAAAChAgAAZHJzL2Rvd25yZXYueG1sUEsFBgAAAAAEAAQA+QAAAJYDAAAAAA==&#10;" strokeweight="0"/>
                  <v:line id="Line 1276" o:spid="_x0000_s1664" style="position:absolute;flip:x;visibility:visible;mso-wrap-style:square" from="2467,500" to="247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8ZBcUAAADdAAAADwAAAGRycy9kb3ducmV2LnhtbERPTWsCMRC9F/wPYYTealYPtW6NIoql&#10;FKyo9dDbuJnuLm4mSxLd9N+bQsHbPN7nTOfRNOJKzteWFQwHGQjiwuqaSwVfh/XTCwgfkDU2lknB&#10;L3mYz3oPU8y17XhH130oRQphn6OCKoQ2l9IXFRn0A9sSJ+7HOoMhQVdK7bBL4aaRoyx7lgZrTg0V&#10;trSsqDjvL0bB7nPMJ/d2ied46jbb72P5cVwtlHrsx8UriEAx3MX/7ned5o/GE/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8ZBcUAAADdAAAADwAAAAAAAAAA&#10;AAAAAAChAgAAZHJzL2Rvd25yZXYueG1sUEsFBgAAAAAEAAQA+QAAAJMDAAAAAA==&#10;" strokeweight="0"/>
                  <v:line id="Line 1277" o:spid="_x0000_s1665" style="position:absolute;flip:x;visibility:visible;mso-wrap-style:square" from="2455,500" to="2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DAv8gAAADdAAAADwAAAGRycy9kb3ducmV2LnhtbESPQU8CMRCF7yb8h2ZIvElXDkpWCiES&#10;jDFRA8qB27Addjdsp5u2sPXfOwcTbzN5b977Zr7MrlNXCrH1bOB+UoAirrxtuTbw/bW5m4GKCdli&#10;55kM/FCE5WJ0M8fS+oG3dN2lWkkIxxINNCn1pdaxashhnPieWLSTDw6TrKHWNuAg4a7T06J40A5b&#10;loYGe3puqDrvLs7A9uORj+Hlks/5OLx/Hvb12369MuZ2nFdPoBLl9G/+u361gj+dCb9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RDAv8gAAADdAAAADwAAAAAA&#10;AAAAAAAAAAChAgAAZHJzL2Rvd25yZXYueG1sUEsFBgAAAAAEAAQA+QAAAJYDAAAAAA==&#10;" strokeweight="0"/>
                  <v:line id="Line 1278" o:spid="_x0000_s1666" style="position:absolute;flip:x;visibility:visible;mso-wrap-style:square" from="2442,500" to="2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xlJMQAAADdAAAADwAAAGRycy9kb3ducmV2LnhtbERPTWsCMRC9C/6HMEJvmtVDla1RpGIp&#10;gi3aeuht3Ex3FzeTJYlu/PdNQfA2j/c582U0jbiS87VlBeNRBoK4sLrmUsH312Y4A+EDssbGMim4&#10;kYflot+bY65tx3u6HkIpUgj7HBVUIbS5lL6oyKAf2ZY4cb/WGQwJulJqh10KN42cZNmzNFhzaqiw&#10;pdeKivPhYhTsP6Z8cm+XeI6nbvf5cyy3x/VKqadBXL2ACBTDQ3x3v+s0fzIbw/836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XGUkxAAAAN0AAAAPAAAAAAAAAAAA&#10;AAAAAKECAABkcnMvZG93bnJldi54bWxQSwUGAAAAAAQABAD5AAAAkgMAAAAA&#10;" strokeweight="0"/>
                  <v:line id="Line 1279" o:spid="_x0000_s1667" style="position:absolute;flip:x;visibility:visible;mso-wrap-style:square" from="2430,500" to="243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77U8UAAADdAAAADwAAAGRycy9kb3ducmV2LnhtbERPTWsCMRC9F/ofwhS81Wz3YGVrFGlp&#10;KYIWtR68jZtxd3EzWZLopv/eFARv83ifM5lF04oLOd9YVvAyzEAQl1Y3XCn43X4+j0H4gKyxtUwK&#10;/sjDbPr4MMFC257XdNmESqQQ9gUqqEPoCil9WZNBP7QdceKO1hkMCbpKaod9CjetzLNsJA02nBpq&#10;7Oi9pvK0ORsF69UrH9zXOZ7ioV/+7HfVYvcxV2rwFOdvIALFcBff3N86zc/HOfx/k06Q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77U8UAAADdAAAADwAAAAAAAAAA&#10;AAAAAAChAgAAZHJzL2Rvd25yZXYueG1sUEsFBgAAAAAEAAQA+QAAAJMDAAAAAA==&#10;" strokeweight="0"/>
                  <v:line id="Line 1280" o:spid="_x0000_s1668" style="position:absolute;flip:x;visibility:visible;mso-wrap-style:square" from="2418,500" to="2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JeyMUAAADdAAAADwAAAGRycy9kb3ducmV2LnhtbERPTWsCMRC9C/6HMII3zarQytYoorSU&#10;gi3aeuht3Iy7i5vJkkQ3/femUOhtHu9zFqtoGnEj52vLCibjDARxYXXNpYKvz+fRHIQPyBoby6Tg&#10;hzyslv3eAnNtO97T7RBKkULY56igCqHNpfRFRQb92LbEiTtbZzAk6EqpHXYp3DRymmUP0mDNqaHC&#10;ljYVFZfD1SjYvz/yyb1c4yWeut3H97F8O27XSg0Hcf0EIlAM/+I/96tO86fz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JeyMUAAADdAAAADwAAAAAAAAAA&#10;AAAAAAChAgAAZHJzL2Rvd25yZXYueG1sUEsFBgAAAAAEAAQA+QAAAJMDAAAAAA==&#10;" strokeweight="0"/>
                  <v:line id="Line 1281" o:spid="_x0000_s1669" style="position:absolute;flip:x;visibility:visible;mso-wrap-style:square" from="2405,500" to="2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vGvMUAAADdAAAADwAAAGRycy9kb3ducmV2LnhtbERPTWsCMRC9C/6HMII3zSrSytYoorSU&#10;gi3aeuht3Iy7i5vJkkQ3/femUOhtHu9zFqtoGnEj52vLCibjDARxYXXNpYKvz+fRHIQPyBoby6Tg&#10;hzyslv3eAnNtO97T7RBKkULY56igCqHNpfRFRQb92LbEiTtbZzAk6EqpHXYp3DRymmUP0mDNqaHC&#10;ljYVFZfD1SjYvz/yyb1c4yWeut3H97F8O27XSg0Hcf0EIlAM/+I/96tO86fz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ivGvMUAAADdAAAADwAAAAAAAAAA&#10;AAAAAAChAgAAZHJzL2Rvd25yZXYueG1sUEsFBgAAAAAEAAQA+QAAAJMDAAAAAA==&#10;" strokeweight="0"/>
                  <v:line id="Line 1282" o:spid="_x0000_s1670" style="position:absolute;flip:x;visibility:visible;mso-wrap-style:square" from="2393,500" to="239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djJ8UAAADdAAAADwAAAGRycy9kb3ducmV2LnhtbERPTWsCMRC9C/6HMII3zSrYytYoorSU&#10;gi3aeuht3Iy7i5vJkkQ3/femUOhtHu9zFqtoGnEj52vLCibjDARxYXXNpYKvz+fRHIQPyBoby6Tg&#10;hzyslv3eAnNtO97T7RBKkULY56igCqHNpfRFRQb92LbEiTtbZzAk6EqpHXYp3DRymmUP0mDNqaHC&#10;ljYVFZfD1SjYvz/yyb1c4yWeut3H97F8O27XSg0Hcf0EIlAM/+I/96tO86fzG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djJ8UAAADdAAAADwAAAAAAAAAA&#10;AAAAAAChAgAAZHJzL2Rvd25yZXYueG1sUEsFBgAAAAAEAAQA+QAAAJMDAAAAAA==&#10;" strokeweight="0"/>
                  <v:line id="Line 1283" o:spid="_x0000_s1671" style="position:absolute;flip:x;visibility:visible;mso-wrap-style:square" from="2381,500" to="2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X9UMQAAADdAAAADwAAAGRycy9kb3ducmV2LnhtbERPTWsCMRC9F/wPYYTealYPKlujSKWl&#10;CFa09dDbuJnuLm4mSxLd+O8bQfA2j/c5s0U0jbiQ87VlBcNBBoK4sLrmUsHP9/vLFIQPyBoby6Tg&#10;Sh4W897TDHNtO97RZR9KkULY56igCqHNpfRFRQb9wLbEifuzzmBI0JVSO+xSuGnkKMvG0mDNqaHC&#10;lt4qKk77s1Gw+5rw0X2c4ykeu83291CuD6ulUs/9uHwFESiGh/ju/tRp/mg6hts36QQ5/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tf1QxAAAAN0AAAAPAAAAAAAAAAAA&#10;AAAAAKECAABkcnMvZG93bnJldi54bWxQSwUGAAAAAAQABAD5AAAAkgMAAAAA&#10;" strokeweight="0"/>
                  <v:line id="Line 1284" o:spid="_x0000_s1672" style="position:absolute;flip:x;visibility:visible;mso-wrap-style:square" from="2368,500" to="2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lYy8QAAADdAAAADwAAAGRycy9kb3ducmV2LnhtbERPS2sCMRC+F/wPYYTealYPKlujSKVF&#10;CrX4OvQ2bqa7i5vJkkQ3/femIHibj+85s0U0jbiS87VlBcNBBoK4sLrmUsFh//4yBeEDssbGMin4&#10;Iw+Lee9phrm2HW/pugulSCHsc1RQhdDmUvqiIoN+YFvixP1aZzAk6EqpHXYp3DRylGVjabDm1FBh&#10;S28VFefdxSjYbiZ8ch+XeI6n7uv751h+HldLpZ77cfkKIlAMD/HdvdZp/mg6gf9v0gl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VjLxAAAAN0AAAAPAAAAAAAAAAAA&#10;AAAAAKECAABkcnMvZG93bnJldi54bWxQSwUGAAAAAAQABAD5AAAAkgMAAAAA&#10;" strokeweight="0"/>
                  <v:line id="Line 1285" o:spid="_x0000_s1673" style="position:absolute;flip:x;visibility:visible;mso-wrap-style:square" from="2356,500" to="23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bMucgAAADdAAAADwAAAGRycy9kb3ducmV2LnhtbESPQU8CMRCF7yb8h2ZIvElXDkpWCiES&#10;jDFRA8qB27Addjdsp5u2sPXfOwcTbzN5b977Zr7MrlNXCrH1bOB+UoAirrxtuTbw/bW5m4GKCdli&#10;55kM/FCE5WJ0M8fS+oG3dN2lWkkIxxINNCn1pdaxashhnPieWLSTDw6TrKHWNuAg4a7T06J40A5b&#10;loYGe3puqDrvLs7A9uORj+Hlks/5OLx/Hvb12369MuZ2nFdPoBLl9G/+u361gj+dCa58IyPo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2bMucgAAADdAAAADwAAAAAA&#10;AAAAAAAAAAChAgAAZHJzL2Rvd25yZXYueG1sUEsFBgAAAAAEAAQA+QAAAJYDAAAAAA==&#10;" strokeweight="0"/>
                  <v:line id="Line 1286" o:spid="_x0000_s1674" style="position:absolute;flip:x;visibility:visible;mso-wrap-style:square" from="2344,500" to="2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ppIsUAAADdAAAADwAAAGRycy9kb3ducmV2LnhtbERPTWsCMRC9C/6HMAVvmq2H1m6NIpYW&#10;KVjR1kNv42a6u7iZLEl04783QsHbPN7nTOfRNOJMzteWFTyOMhDEhdU1lwp+vt+HExA+IGtsLJOC&#10;C3mYz/q9Kebadryl8y6UIoWwz1FBFUKbS+mLigz6kW2JE/dnncGQoCuldtilcNPIcZY9SYM1p4YK&#10;W1pWVBx3J6Ng+/XMB/dxisd46Nab3335uX9bKDV4iItXEIFiuIv/3Sud5o8nL3D7Jp0gZ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ppIsUAAADdAAAADwAAAAAAAAAA&#10;AAAAAAChAgAAZHJzL2Rvd25yZXYueG1sUEsFBgAAAAAEAAQA+QAAAJMDAAAAAA==&#10;" strokeweight="0"/>
                  <v:line id="Line 1287" o:spid="_x0000_s1675" style="position:absolute;flip:x;visibility:visible;mso-wrap-style:square" from="2331,500" to="2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lWYsgAAADdAAAADwAAAGRycy9kb3ducmV2LnhtbESPT08CMRDF7yZ8h2ZIvElXDv5ZKIRA&#10;NMZEDSgHbsN23N2wnW7awtZv7xxMvM3kvXnvN/Nldp26UIitZwO3kwIUceVty7WBr8+nmwdQMSFb&#10;7DyTgR+KsFyMruZYWj/wli67VCsJ4ViigSalvtQ6Vg05jBPfE4v27YPDJGuotQ04SLjr9LQo7rTD&#10;lqWhwZ7WDVWn3dkZ2L7f8zE8n/MpH4e3j8O+ft1vVsZcj/NqBipRTv/mv+sXK/jTR+GX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MlWYsgAAADdAAAADwAAAAAA&#10;AAAAAAAAAAChAgAAZHJzL2Rvd25yZXYueG1sUEsFBgAAAAAEAAQA+QAAAJYDAAAAAA==&#10;" strokeweight="0"/>
                  <v:line id="Line 1288" o:spid="_x0000_s1676" style="position:absolute;flip:x;visibility:visible;mso-wrap-style:square" from="2319,500" to="23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Xz+cUAAADdAAAADwAAAGRycy9kb3ducmV2LnhtbERPTWsCMRC9C/6HMII3zerB1q1RRGkp&#10;BVvUeuht3Ex3FzeTJYlu+u9NodDbPN7nLFbRNOJGzteWFUzGGQjiwuqaSwWfx+fRIwgfkDU2lknB&#10;D3lYLfu9Bebadryn2yGUIoWwz1FBFUKbS+mLigz6sW2JE/dtncGQoCuldtilcNPIaZbNpMGaU0OF&#10;LW0qKi6Hq1Gwf3/gs3u5xks8d7uPr1P5dtqulRoO4voJRKAY/sV/7led5k/nE/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4Xz+cUAAADdAAAADwAAAAAAAAAA&#10;AAAAAAChAgAAZHJzL2Rvd25yZXYueG1sUEsFBgAAAAAEAAQA+QAAAJMDAAAAAA==&#10;" strokeweight="0"/>
                  <v:line id="Line 1289" o:spid="_x0000_s1677" style="position:absolute;flip:x;visibility:visible;mso-wrap-style:square" from="2307,500" to="2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dtjsUAAADdAAAADwAAAGRycy9kb3ducmV2LnhtbERPS2sCMRC+C/0PYQq9adY99LEaRVpa&#10;SsGKr4O3cTPuLm4mSxLd9N+bQqG3+fieM51H04orOd9YVjAeZSCIS6sbrhTstu/DZxA+IGtsLZOC&#10;H/Iwn90Nplho2/OarptQiRTCvkAFdQhdIaUvazLoR7YjTtzJOoMhQVdJ7bBP4aaVeZY9SoMNp4Ya&#10;O3qtqTxvLkbB+vuJj+7jEs/x2C9Xh331tX9bKPVwHxcTEIFi+Bf/uT91mp+/5PD7TTpB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1dtjsUAAADdAAAADwAAAAAAAAAA&#10;AAAAAAChAgAAZHJzL2Rvd25yZXYueG1sUEsFBgAAAAAEAAQA+QAAAJMDAAAAAA==&#10;" strokeweight="0"/>
                  <v:line id="Line 1290" o:spid="_x0000_s1678" style="position:absolute;flip:x;visibility:visible;mso-wrap-style:square" from="2294,500" to="2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vIFcUAAADdAAAADwAAAGRycy9kb3ducmV2LnhtbERPTWsCMRC9F/wPYQRvNVsLtd0aRZRK&#10;EWzR1kNv42a6u7iZLEl04783QqG3ebzPmcyiacSZnK8tK3gYZiCIC6trLhV8f73dP4PwAVljY5kU&#10;XMjDbNq7m2CubcdbOu9CKVII+xwVVCG0uZS+qMigH9qWOHG/1hkMCbpSaoddCjeNHGXZkzRYc2qo&#10;sKVFRcVxdzIKth9jPrjVKR7jodt8/uzL9X45V2rQj/NXEIFi+Bf/ud91mj96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BvIFcUAAADdAAAADwAAAAAAAAAA&#10;AAAAAAChAgAAZHJzL2Rvd25yZXYueG1sUEsFBgAAAAAEAAQA+QAAAJMDAAAAAA==&#10;" strokeweight="0"/>
                  <v:line id="Line 1291" o:spid="_x0000_s1679" style="position:absolute;flip:x;visibility:visible;mso-wrap-style:square" from="2282,500" to="2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QYcUAAADdAAAADwAAAGRycy9kb3ducmV2LnhtbERPTWsCMRC9F/wPYQRvNVsptd0aRZRK&#10;EWzR1kNv42a6u7iZLEl04783QqG3ebzPmcyiacSZnK8tK3gYZiCIC6trLhV8f73dP4PwAVljY5kU&#10;XMjDbNq7m2CubcdbOu9CKVII+xwVVCG0uZS+qMigH9qWOHG/1hkMCbpSaoddCjeNHGXZkzRYc2qo&#10;sKVFRcVxdzIKth9jPrjVKR7jodt8/uzL9X45V2rQj/NXEIFi+Bf/ud91mj96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QYcUAAADdAAAADwAAAAAAAAAA&#10;AAAAAAChAgAAZHJzL2Rvd25yZXYueG1sUEsFBgAAAAAEAAQA+QAAAJMDAAAAAA==&#10;" strokeweight="0"/>
                  <v:line id="Line 1292" o:spid="_x0000_s1680" style="position:absolute;flip:x;visibility:visible;mso-wrap-style:square" from="2270,500" to="2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71+sUAAADdAAAADwAAAGRycy9kb3ducmV2LnhtbERPTWsCMRC9F/wPYQRvNVuhtd0aRZRK&#10;EWzR1kNv42a6u7iZLEl04783QqG3ebzPmcyiacSZnK8tK3gYZiCIC6trLhV8f73dP4PwAVljY5kU&#10;XMjDbNq7m2CubcdbOu9CKVII+xwVVCG0uZS+qMigH9qWOHG/1hkMCbpSaoddCjeNHGXZkzRYc2qo&#10;sKVFRcVxdzIKth9jPrjVKR7jodt8/uzL9X45V2rQj/NXEIFi+Bf/ud91mj96eY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71+sUAAADdAAAADwAAAAAAAAAA&#10;AAAAAAChAgAAZHJzL2Rvd25yZXYueG1sUEsFBgAAAAAEAAQA+QAAAJMDAAAAAA==&#10;" strokeweight="0"/>
                  <v:line id="Line 1293" o:spid="_x0000_s1681" style="position:absolute;flip:x;visibility:visible;mso-wrap-style:square" from="2257,500" to="22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xrjcUAAADdAAAADwAAAGRycy9kb3ducmV2LnhtbERPS2sCMRC+F/ofwgi91awerK5GkZaW&#10;UmjF18HbuBl3FzeTJYlu+u+bguBtPr7nzBbRNOJKzteWFQz6GQjiwuqaSwW77fvzGIQPyBoby6Tg&#10;lzws5o8PM8y17XhN100oRQphn6OCKoQ2l9IXFRn0fdsSJ+5kncGQoCuldtilcNPIYZaNpMGaU0OF&#10;Lb1WVJw3F6Ng/fPCR/dxied47L5Xh335tX9bKvXUi8spiEAx3MU396dO84eTEfx/k06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GxrjcUAAADdAAAADwAAAAAAAAAA&#10;AAAAAAChAgAAZHJzL2Rvd25yZXYueG1sUEsFBgAAAAAEAAQA+QAAAJMDAAAAAA==&#10;" strokeweight="0"/>
                  <v:line id="Line 1294" o:spid="_x0000_s1682" style="position:absolute;flip:x;visibility:visible;mso-wrap-style:square" from="2245,500" to="2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DOFsUAAADdAAAADwAAAGRycy9kb3ducmV2LnhtbERPTWsCMRC9F/wPYYTealYPtW6NIoql&#10;FKyo9dDbuJnuLm4mSxLd9N+bQsHbPN7nTOfRNOJKzteWFQwHGQjiwuqaSwVfh/XTCwgfkDU2lknB&#10;L3mYz3oPU8y17XhH130oRQphn6OCKoQ2l9IXFRn0A9sSJ+7HOoMhQVdK7bBL4aaRoyx7lgZrTg0V&#10;trSsqDjvL0bB7nPMJ/d2ied46jbb72P5cVwtlHrsx8UriEAx3MX/7ned5o8mY/j7Jp0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DOFsUAAADdAAAADwAAAAAAAAAA&#10;AAAAAAChAgAAZHJzL2Rvd25yZXYueG1sUEsFBgAAAAAEAAQA+QAAAJMDAAAAAA==&#10;" strokeweight="0"/>
                  <v:line id="Line 1295" o:spid="_x0000_s1683" style="position:absolute;flip:x;visibility:visible;mso-wrap-style:square" from="2232,500" to="2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9aZMgAAADdAAAADwAAAGRycy9kb3ducmV2LnhtbESPT08CMRDF7yZ8h2ZIvElXDv5ZKIRA&#10;NMZEDSgHbsN23N2wnW7awtZv7xxMvM3kvXnvN/Nldp26UIitZwO3kwIUceVty7WBr8+nmwdQMSFb&#10;7DyTgR+KsFyMruZYWj/wli67VCsJ4ViigSalvtQ6Vg05jBPfE4v27YPDJGuotQ04SLjr9LQo7rTD&#10;lqWhwZ7WDVWn3dkZ2L7f8zE8n/MpH4e3j8O+ft1vVsZcj/NqBipRTv/mv+sXK/jTR8GVb2QEv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r9aZMgAAADdAAAADwAAAAAA&#10;AAAAAAAAAAChAgAAZHJzL2Rvd25yZXYueG1sUEsFBgAAAAAEAAQA+QAAAJYDAAAAAA==&#10;" strokeweight="0"/>
                  <v:line id="Line 1296" o:spid="_x0000_s1684" style="position:absolute;flip:x;visibility:visible;mso-wrap-style:square" from="2220,500" to="22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P//8UAAADdAAAADwAAAGRycy9kb3ducmV2LnhtbERPTWsCMRC9C/6HMII3zerB1q1RRGkp&#10;BVu09dDbuBl3FzeTJYlu+u9NodDbPN7nLFbRNOJGzteWFUzGGQjiwuqaSwVfn8+jRxA+IGtsLJOC&#10;H/KwWvZ7C8y17XhPt0MoRQphn6OCKoQ2l9IXFRn0Y9sSJ+5sncGQoCuldtilcNPIaZbNpMGaU0OF&#10;LW0qKi6Hq1Gwf3/gk3u5xks8dbuP72P5dtyulRoO4voJRKAY/sV/7led5k/nc/j9Jp0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fP//8UAAADdAAAADwAAAAAAAAAA&#10;AAAAAAChAgAAZHJzL2Rvd25yZXYueG1sUEsFBgAAAAAEAAQA+QAAAJMDAAAAAA==&#10;" strokeweight="0"/>
                  <v:line id="Line 1297" o:spid="_x0000_s1685" style="position:absolute;flip:x;visibility:visible;mso-wrap-style:square" from="2208,500" to="2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LMeMgAAADdAAAADwAAAGRycy9kb3ducmV2LnhtbESPQUsDMRCF74L/IUzBm81WQWXbtBRF&#10;EUFLa3vobbqZ7i7dTJYk7cZ/7xwEbzO8N+99M1tk16kLhdh6NjAZF6CIK29brg1sv19vn0DFhGyx&#10;80wGfijCYn59NcPS+oHXdNmkWkkIxxINNCn1pdaxashhHPueWLSjDw6TrKHWNuAg4a7Td0XxoB22&#10;LA0N9vTcUHXanJ2B9dcjH8LbOZ/yYfhc7Xf1x+5laczNKC+noBLl9G/+u363gn9fCL9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iLMeMgAAADdAAAADwAAAAAA&#10;AAAAAAAAAAChAgAAZHJzL2Rvd25yZXYueG1sUEsFBgAAAAAEAAQA+QAAAJYDAAAAAA==&#10;" strokeweight="0"/>
                  <v:line id="Line 1298" o:spid="_x0000_s1686" style="position:absolute;flip:x;visibility:visible;mso-wrap-style:square" from="2195,500" to="2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5p48QAAADdAAAADwAAAGRycy9kb3ducmV2LnhtbERPTWsCMRC9C/0PYQq9aVYLVbZGkUqL&#10;CFa09dDbuJnuLm4mSxLd9N+bguBtHu9zpvNoGnEh52vLCoaDDARxYXXNpYLvr/f+BIQPyBoby6Tg&#10;jzzMZw+9Kebadryjyz6UIoWwz1FBFUKbS+mLigz6gW2JE/drncGQoCuldtilcNPIUZa9SIM1p4YK&#10;W3qrqDjtz0bB7nPMR/dxjqd47Dbbn0O5PiwXSj09xsUriEAx3MU390qn+c/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bmnjxAAAAN0AAAAPAAAAAAAAAAAA&#10;AAAAAKECAABkcnMvZG93bnJldi54bWxQSwUGAAAAAAQABAD5AAAAkgMAAAAA&#10;" strokeweight="0"/>
                  <v:line id="Line 1299" o:spid="_x0000_s1687" style="position:absolute;flip:x;visibility:visible;mso-wrap-style:square" from="2183,500" to="218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z3lMQAAADdAAAADwAAAGRycy9kb3ducmV2LnhtbERPTWsCMRC9C/6HMEJvmq2FKlujSEuL&#10;CFa09dDbuJnuLm4mSxLd9N+bguBtHu9zZotoGnEh52vLCh5HGQjiwuqaSwXfX+/DKQgfkDU2lknB&#10;H3lYzPu9Gebadryjyz6UIoWwz1FBFUKbS+mLigz6kW2JE/drncGQoCuldtilcNPIcZY9S4M1p4YK&#10;W3qtqDjtz0bB7nPCR/dxjqd47Dbbn0O5PrwtlXoYxOULiEAx3MU390qn+U/ZGP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vPeUxAAAAN0AAAAPAAAAAAAAAAAA&#10;AAAAAKECAABkcnMvZG93bnJldi54bWxQSwUGAAAAAAQABAD5AAAAkgMAAAAA&#10;" strokeweight="0"/>
                  <v:line id="Line 1300" o:spid="_x0000_s1688" style="position:absolute;flip:x;visibility:visible;mso-wrap-style:square" from="2171,500" to="2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BSD8QAAADdAAAADwAAAGRycy9kb3ducmV2LnhtbERPS2sCMRC+F/wPYYTearYKraxGkRaL&#10;CK34OngbN9Pdxc1kSaKb/vumUPA2H99zpvNoGnEj52vLCp4HGQjiwuqaSwWH/fJpDMIHZI2NZVLw&#10;Qx7ms97DFHNtO97SbRdKkULY56igCqHNpfRFRQb9wLbEifu2zmBI0JVSO+xSuGnkMMtepMGaU0OF&#10;Lb1VVFx2V6Ng+/XKZ/dxjZd47j43p2O5Pr4vlHrsx8UERKAY7uJ/90qn+aNsBH/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8FIPxAAAAN0AAAAPAAAAAAAAAAAA&#10;AAAAAKECAABkcnMvZG93bnJldi54bWxQSwUGAAAAAAQABAD5AAAAkgMAAAAA&#10;" strokeweight="0"/>
                  <v:line id="Line 1301" o:spid="_x0000_s1689" style="position:absolute;flip:x;visibility:visible;mso-wrap-style:square" from="2158,500" to="2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nKe8UAAADdAAAADwAAAGRycy9kb3ducmV2LnhtbERPTWsCMRC9F/wPYQrearZW2rI1iigV&#10;EbRo66G3cTPdXdxMliS68d+bQqG3ebzPGU+jacSFnK8tK3gcZCCIC6trLhV8fb4/vILwAVljY5kU&#10;XMnDdNK7G2Oubcc7uuxDKVII+xwVVCG0uZS+qMigH9iWOHE/1hkMCbpSaoddCjeNHGbZszRYc2qo&#10;sKV5RcVpfzYKdtsXPrrlOZ7isdt8fB/K9WExU6p/H2dvIALF8C/+c690mv+Uje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nKe8UAAADdAAAADwAAAAAAAAAA&#10;AAAAAAChAgAAZHJzL2Rvd25yZXYueG1sUEsFBgAAAAAEAAQA+QAAAJMDAAAAAA==&#10;" strokeweight="0"/>
                  <v:line id="Line 1302" o:spid="_x0000_s1690" style="position:absolute;flip:x;visibility:visible;mso-wrap-style:square" from="2146,500" to="215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Vv4MUAAADdAAAADwAAAGRycy9kb3ducmV2LnhtbERPTWsCMRC9F/wPYQrearYW27I1iigV&#10;EbRo66G3cTPdXdxMliS68d+bQqG3ebzPGU+jacSFnK8tK3gcZCCIC6trLhV8fb4/vILwAVljY5kU&#10;XMnDdNK7G2Oubcc7uuxDKVII+xwVVCG0uZS+qMigH9iWOHE/1hkMCbpSaoddCjeNHGbZszRYc2qo&#10;sKV5RcVpfzYKdtsXPrrlOZ7isdt8fB/K9WExU6p/H2dvIALF8C/+c690mv+Uje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Vv4MUAAADdAAAADwAAAAAAAAAA&#10;AAAAAAChAgAAZHJzL2Rvd25yZXYueG1sUEsFBgAAAAAEAAQA+QAAAJMDAAAAAA==&#10;" strokeweight="0"/>
                  <v:line id="Line 1303" o:spid="_x0000_s1691" style="position:absolute;flip:x;visibility:visible;mso-wrap-style:square" from="2134,500" to="2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fxl8QAAADdAAAADwAAAGRycy9kb3ducmV2LnhtbERPTWsCMRC9F/wPYQRvNVsFK1ujSIsi&#10;BSvaeuht3Ex3FzeTJYlu+u9NoeBtHu9zZotoGnEl52vLCp6GGQjiwuqaSwVfn6vHKQgfkDU2lknB&#10;L3lYzHsPM8y17XhP10MoRQphn6OCKoQ2l9IXFRn0Q9sSJ+7HOoMhQVdK7bBL4aaRoyybSIM1p4YK&#10;W3qtqDgfLkbB/uOZT259ied46ra772P5fnxbKjXox+ULiEAx3MX/7o1O88fZB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XxAAAAN0AAAAPAAAAAAAAAAAA&#10;AAAAAKECAABkcnMvZG93bnJldi54bWxQSwUGAAAAAAQABAD5AAAAkgMAAAAA&#10;" strokeweight="0"/>
                  <v:line id="Line 1304" o:spid="_x0000_s1692" style="position:absolute;flip:x;visibility:visible;mso-wrap-style:square" from="2121,500" to="21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tUDMQAAADdAAAADwAAAGRycy9kb3ducmV2LnhtbERPTWsCMRC9C/6HMII3zbYFla1RpKVF&#10;BCvaeuht3Ex3FzeTJYlu/PdNoeBtHu9z5stoGnEl52vLCh7GGQjiwuqaSwVfn2+jGQgfkDU2lknB&#10;jTwsF/3eHHNtO97T9RBKkULY56igCqHNpfRFRQb92LbEifuxzmBI0JVSO+xSuGnkY5ZNpMGaU0OF&#10;Lb1UVJwPF6Ng/zHlk3u/xHM8ddvd97HcHF9XSg0HcfUMIlAMd/G/e63T/KdsCn/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1QMxAAAAN0AAAAPAAAAAAAAAAAA&#10;AAAAAKECAABkcnMvZG93bnJldi54bWxQSwUGAAAAAAQABAD5AAAAkgMAAAAA&#10;" strokeweight="0"/>
                  <v:line id="Line 1305" o:spid="_x0000_s1693" style="position:absolute;flip:x;visibility:visible;mso-wrap-style:square" from="2109,500" to="211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TAfsgAAADdAAAADwAAAGRycy9kb3ducmV2LnhtbESPQUsDMRCF74L/IUzBm81WQWXbtBRF&#10;EUFLa3vobbqZ7i7dTJYk7cZ/7xwEbzO8N+99M1tk16kLhdh6NjAZF6CIK29brg1sv19vn0DFhGyx&#10;80wGfijCYn59NcPS+oHXdNmkWkkIxxINNCn1pdaxashhHPueWLSjDw6TrKHWNuAg4a7Td0XxoB22&#10;LA0N9vTcUHXanJ2B9dcjH8LbOZ/yYfhc7Xf1x+5laczNKC+noBLl9G/+u363gn9fCK5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FTAfsgAAADdAAAADwAAAAAA&#10;AAAAAAAAAAChAgAAZHJzL2Rvd25yZXYueG1sUEsFBgAAAAAEAAQA+QAAAJYDAAAAAA==&#10;" strokeweight="0"/>
                  <v:line id="Line 1306" o:spid="_x0000_s1694" style="position:absolute;flip:x;visibility:visible;mso-wrap-style:square" from="2097,500" to="2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hl5cUAAADdAAAADwAAAGRycy9kb3ducmV2LnhtbERPTWsCMRC9F/wPYQrearYWbLs1iigV&#10;EbRo66G3cTPdXdxMliS68d+bQqG3ebzPGU+jacSFnK8tK3gcZCCIC6trLhV8fb4/vIDwAVljY5kU&#10;XMnDdNK7G2Oubcc7uuxDKVII+xwVVCG0uZS+qMigH9iWOHE/1hkMCbpSaoddCjeNHGbZSBqsOTVU&#10;2NK8ouK0PxsFu+0zH93yHE/x2G0+vg/l+rCYKdW/j7M3EIFi+Bf/uVc6zX/KXu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hl5cUAAADdAAAADwAAAAAAAAAA&#10;AAAAAAChAgAAZHJzL2Rvd25yZXYueG1sUEsFBgAAAAAEAAQA+QAAAJMDAAAAAA==&#10;" strokeweight="0"/>
                  <v:line id="Line 1307" o:spid="_x0000_s1695" style="position:absolute;flip:x;visibility:visible;mso-wrap-style:square" from="2084,500" to="20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apcgAAADdAAAADwAAAGRycy9kb3ducmV2LnhtbESPQUsDMRCF70L/QxjBm81WQWXbtJRK&#10;iwgqrfbQ23Qz7i7dTJYk7cZ/7xwEbzO8N+99M1tk16kLhdh6NjAZF6CIK29brg18fa5vn0DFhGyx&#10;80wGfijCYj66mmFp/cBbuuxSrSSEY4kGmpT6UutYNeQwjn1PLNq3Dw6TrKHWNuAg4a7Td0XxoB22&#10;LA0N9rRqqDrtzs7A9v2Rj2Fzzqd8HN4+Dvv6df+8NObmOi+noBLl9G/+u36xgn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tapcgAAADdAAAADwAAAAAA&#10;AAAAAAAAAAChAgAAZHJzL2Rvd25yZXYueG1sUEsFBgAAAAAEAAQA+QAAAJYDAAAAAA==&#10;" strokeweight="0"/>
                  <v:line id="Line 1308" o:spid="_x0000_s1696" style="position:absolute;flip:x;visibility:visible;mso-wrap-style:square" from="2072,500" to="207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f/PsUAAADdAAAADwAAAGRycy9kb3ducmV2LnhtbERPS2sCMRC+C/0PYYTeNLsW2rIaRSot&#10;pdCKr4O3cTPuLm4mSxLd9N83hUJv8/E9Z7aIphU3cr6xrCAfZyCIS6sbrhTsd6+jZxA+IGtsLZOC&#10;b/KwmN8NZlho2/OGbttQiRTCvkAFdQhdIaUvazLox7YjTtzZOoMhQVdJ7bBP4aaVkyx7lAYbTg01&#10;dvRSU3nZXo2CzdcTn9zbNV7iqf9cHw/Vx2G1VOp+GJdTEIFi+Bf/ud91mv+Q5/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f/PsUAAADdAAAADwAAAAAAAAAA&#10;AAAAAAChAgAAZHJzL2Rvd25yZXYueG1sUEsFBgAAAAAEAAQA+QAAAJMDAAAAAA==&#10;" strokeweight="0"/>
                  <v:line id="Line 1309" o:spid="_x0000_s1697" style="position:absolute;flip:x;visibility:visible;mso-wrap-style:square" from="2060,500" to="2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VhScUAAADdAAAADwAAAGRycy9kb3ducmV2LnhtbERPTWsCMRC9C/6HMII3zarQytYoorSU&#10;gi1qPfQ2bqa7i5vJkkQ3/femUOhtHu9zFqtoGnEj52vLCibjDARxYXXNpYLP4/NoDsIHZI2NZVLw&#10;Qx5Wy35vgbm2He/pdgilSCHsc1RQhdDmUvqiIoN+bFvixH1bZzAk6EqpHXYp3DRymmUP0mDNqaHC&#10;ljYVFZfD1SjYvz/y2b1c4yWeu93H16l8O23XSg0Hcf0EIlAM/+I/96tO82eT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GVhScUAAADdAAAADwAAAAAAAAAA&#10;AAAAAAChAgAAZHJzL2Rvd25yZXYueG1sUEsFBgAAAAAEAAQA+QAAAJMDAAAAAA==&#10;" strokeweight="0"/>
                  <v:line id="Line 1310" o:spid="_x0000_s1698" style="position:absolute;flip:x;visibility:visible;mso-wrap-style:square" from="2047,500" to="20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nE0sUAAADdAAAADwAAAGRycy9kb3ducmV2LnhtbERPTWsCMRC9F/wPYQRvNatCK1ujiKKU&#10;gi1qPfQ2bqa7i5vJkkQ3/femUOhtHu9zZotoGnEj52vLCkbDDARxYXXNpYLP4+ZxCsIHZI2NZVLw&#10;Qx4W897DDHNtO97T7RBKkULY56igCqHNpfRFRQb90LbEifu2zmBI0JVSO+xSuGnkOMuepMGaU0OF&#10;La0qKi6Hq1Gwf3/ms9te4yWeu93H16l8O62XSg36cfkCIlAM/+I/96tO8yej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nE0sUAAADdAAAADwAAAAAAAAAA&#10;AAAAAAChAgAAZHJzL2Rvd25yZXYueG1sUEsFBgAAAAAEAAQA+QAAAJMDAAAAAA==&#10;" strokeweight="0"/>
                  <v:line id="Line 1311" o:spid="_x0000_s1699" style="position:absolute;flip:x;visibility:visible;mso-wrap-style:square" from="2035,500" to="2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BcpsUAAADdAAAADwAAAGRycy9kb3ducmV2LnhtbERPTWsCMRC9F/wPYQrealZbbNkaRZRK&#10;EWzR1kNv42a6u7iZLEl04783QqG3ebzPmcyiacSZnK8tKxgOMhDEhdU1lwq+v94eXkD4gKyxsUwK&#10;LuRhNu3dTTDXtuMtnXehFCmEfY4KqhDaXEpfVGTQD2xLnLhf6wyGBF0ptcMuhZtGjrJsLA3WnBoq&#10;bGlRUXHcnYyC7cczH9zqFI/x0G0+f/bler+cK9W/j/NXEIFi+Bf/ud91mv84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MBcpsUAAADdAAAADwAAAAAAAAAA&#10;AAAAAAChAgAAZHJzL2Rvd25yZXYueG1sUEsFBgAAAAAEAAQA+QAAAJMDAAAAAA==&#10;" strokeweight="0"/>
                  <v:line id="Line 1312" o:spid="_x0000_s1700" style="position:absolute;flip:x;visibility:visible;mso-wrap-style:square" from="2022,500" to="2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z5PcUAAADdAAAADwAAAGRycy9kb3ducmV2LnhtbERPTWsCMRC9F/wPYQrealZLbdkaRZRK&#10;EWzR1kNv42a6u7iZLEl04783QqG3ebzPmcyiacSZnK8tKxgOMhDEhdU1lwq+v94eXkD4gKyxsUwK&#10;LuRhNu3dTTDXtuMtnXehFCmEfY4KqhDaXEpfVGTQD2xLnLhf6wyGBF0ptcMuhZtGjrJsLA3WnBoq&#10;bGlRUXHcnYyC7cczH9zqFI/x0G0+f/bler+cK9W/j/NXEIFi+Bf/ud91mv84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z5PcUAAADdAAAADwAAAAAAAAAA&#10;AAAAAAChAgAAZHJzL2Rvd25yZXYueG1sUEsFBgAAAAAEAAQA+QAAAJMDAAAAAA==&#10;" strokeweight="0"/>
                  <v:line id="Line 1313" o:spid="_x0000_s1701" style="position:absolute;flip:x;visibility:visible;mso-wrap-style:square" from="2010,500" to="20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5nSsUAAADdAAAADwAAAGRycy9kb3ducmV2LnhtbERPS2sCMRC+F/wPYYTeatYKVlajiFIp&#10;hbb4OngbN+Pu4mayJNFN/31TKPQ2H99zZotoGnEn52vLCoaDDARxYXXNpYLD/vVpAsIHZI2NZVLw&#10;TR4W897DDHNtO97SfRdKkULY56igCqHNpfRFRQb9wLbEibtYZzAk6EqpHXYp3DTyOcvG0mDNqaHC&#10;llYVFdfdzSjYfr7w2W1u8RrP3cfX6Vi+H9dLpR77cTkFESiGf/Gf+02n+a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5nSsUAAADdAAAADwAAAAAAAAAA&#10;AAAAAAChAgAAZHJzL2Rvd25yZXYueG1sUEsFBgAAAAAEAAQA+QAAAJMDAAAAAA==&#10;" strokeweight="0"/>
                  <v:line id="Line 1314" o:spid="_x0000_s1702" style="position:absolute;flip:x;visibility:visible;mso-wrap-style:square" from="1998,500" to="2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LC0cUAAADdAAAADwAAAGRycy9kb3ducmV2LnhtbERPTWsCMRC9C/0PYQq9aVYFLVujiKIU&#10;wRZtPfQ2bqa7i5vJkkQ3/vumUOhtHu9zZotoGnEj52vLCoaDDARxYXXNpYLPj03/GYQPyBoby6Tg&#10;Th4W84feDHNtOz7Q7RhKkULY56igCqHNpfRFRQb9wLbEifu2zmBI0JVSO+xSuGnkKMsm0mDNqaHC&#10;llYVFZfj1Sg4vE357LbXeInnbv/+dSp3p/VSqafHuHwBESiGf/Gf+1Wn+ePh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BLC0cUAAADdAAAADwAAAAAAAAAA&#10;AAAAAAChAgAAZHJzL2Rvd25yZXYueG1sUEsFBgAAAAAEAAQA+QAAAJMDAAAAAA==&#10;" strokeweight="0"/>
                  <v:line id="Line 1315" o:spid="_x0000_s1703" style="position:absolute;flip:x;visibility:visible;mso-wrap-style:square" from="1985,500" to="1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1Wo8gAAADdAAAADwAAAGRycy9kb3ducmV2LnhtbESPQUsDMRCF70L/QxjBm81WQWXbtJRK&#10;iwgqrfbQ23Qz7i7dTJYk7cZ/7xwEbzO8N+99M1tk16kLhdh6NjAZF6CIK29brg18fa5vn0DFhGyx&#10;80wGfijCYj66mmFp/cBbuuxSrSSEY4kGmpT6UutYNeQwjn1PLNq3Dw6TrKHWNuAg4a7Td0XxoB22&#10;LA0N9rRqqDrtzs7A9v2Rj2Fzzqd8HN4+Dvv6df+8NObmOi+noBLl9G/+u36xgn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Y1Wo8gAAADdAAAADwAAAAAA&#10;AAAAAAAAAAChAgAAZHJzL2Rvd25yZXYueG1sUEsFBgAAAAAEAAQA+QAAAJYDAAAAAA==&#10;" strokeweight="0"/>
                  <v:line id="Line 1316" o:spid="_x0000_s1704" style="position:absolute;flip:x;visibility:visible;mso-wrap-style:square" from="1973,500" to="19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HzOMUAAADdAAAADwAAAGRycy9kb3ducmV2LnhtbERPTWsCMRC9F/wPYQrealYLtd0aRZRK&#10;EWzR1kNv42a6u7iZLEl04783QqG3ebzPmcyiacSZnK8tKxgOMhDEhdU1lwq+v94enkH4gKyxsUwK&#10;LuRhNu3dTTDXtuMtnXehFCmEfY4KqhDaXEpfVGTQD2xLnLhf6wyGBF0ptcMuhZtGjrLsSRqsOTVU&#10;2NKiouK4OxkF248xH9zqFI/x0G0+f/bler+cK9W/j/NXEIFi+Bf/ud91mv84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HzOMUAAADdAAAADwAAAAAAAAAA&#10;AAAAAAChAgAAZHJzL2Rvd25yZXYueG1sUEsFBgAAAAAEAAQA+QAAAJMDAAAAAA==&#10;" strokeweight="0"/>
                  <v:line id="Line 1317" o:spid="_x0000_s1705" style="position:absolute;flip:x;visibility:visible;mso-wrap-style:square" from="1961,500" to="1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eQGMgAAADdAAAADwAAAGRycy9kb3ducmV2LnhtbESPQUsDMRCF70L/Q5iCN5u1gsq2aSkt&#10;iggqrfbQ23Qz7i7dTJYk7cZ/7xwEbzO8N+99M19m16kLhdh6NnA7KUARV962XBv4+ny6eQQVE7LF&#10;zjMZ+KEIy8Xoao6l9QNv6bJLtZIQjiUaaFLqS61j1ZDDOPE9sWjfPjhMsoZa24CDhLtOT4viXjts&#10;WRoa7GndUHXanZ2B7fsDH8PzOZ/ycXj7OOzr1/1mZcz1OK9moBLl9G/+u36xgn83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ZeQGMgAAADdAAAADwAAAAAA&#10;AAAAAAAAAAChAgAAZHJzL2Rvd25yZXYueG1sUEsFBgAAAAAEAAQA+QAAAJYDAAAAAA==&#10;" strokeweight="0"/>
                  <v:line id="Line 1318" o:spid="_x0000_s1706" style="position:absolute;flip:x;visibility:visible;mso-wrap-style:square" from="1948,500" to="1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1g8UAAADdAAAADwAAAGRycy9kb3ducmV2LnhtbERPTWsCMRC9C/6HMII3zarQytYoorSU&#10;gi1qPfQ2bqa7i5vJkkQ3/femUOhtHu9zFqtoGnEj52vLCibjDARxYXXNpYLP4/NoDsIHZI2NZVLw&#10;Qx5Wy35vgbm2He/pdgilSCHsc1RQhdDmUvqiIoN+bFvixH1bZzAk6EqpHXYp3DRymmUP0mDNqaHC&#10;ljYVFZfD1SjYvz/y2b1c4yWeu93H16l8O23XSg0Hcf0EIlAM/+I/96tO82fT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s1g8UAAADdAAAADwAAAAAAAAAA&#10;AAAAAAChAgAAZHJzL2Rvd25yZXYueG1sUEsFBgAAAAAEAAQA+QAAAJMDAAAAAA==&#10;" strokeweight="0"/>
                  <v:line id="Line 1319" o:spid="_x0000_s1707" style="position:absolute;flip:x;visibility:visible;mso-wrap-style:square" from="1936,500" to="194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mr9MUAAADdAAAADwAAAGRycy9kb3ducmV2LnhtbERPS2sCMRC+C/0PYQq9adYttGU1irS0&#10;lIIVXwdv42bcXdxMliS66b83hUJv8/E9ZzqPphVXcr6xrGA8ykAQl1Y3XCnYbd+HLyB8QNbYWiYF&#10;P+RhPrsbTLHQtuc1XTehEimEfYEK6hC6Qkpf1mTQj2xHnLiTdQZDgq6S2mGfwk0r8yx7kgYbTg01&#10;dvRaU3neXIyC9fczH93HJZ7jsV+uDvvqa/+2UOrhPi4mIALF8C/+c3/qNP8xz+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gmr9MUAAADdAAAADwAAAAAAAAAA&#10;AAAAAAChAgAAZHJzL2Rvd25yZXYueG1sUEsFBgAAAAAEAAQA+QAAAJMDAAAAAA==&#10;" strokeweight="0"/>
                  <v:line id="Line 1320" o:spid="_x0000_s1708" style="position:absolute;flip:x;visibility:visible;mso-wrap-style:square" from="1924,500" to="1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UOb8UAAADdAAAADwAAAGRycy9kb3ducmV2LnhtbERPS2sCMRC+F/ofwgi91awKVVajSEtL&#10;KbTi6+Bt3Iy7i5vJkkQ3/fdNQfA2H99zZotoGnEl52vLCgb9DARxYXXNpYLd9v15AsIHZI2NZVLw&#10;Sx4W88eHGebadrym6yaUIoWwz1FBFUKbS+mLigz6vm2JE3eyzmBI0JVSO+xSuGnkMMtepMGaU0OF&#10;Lb1WVJw3F6Ng/TPmo/u4xHM8dt+rw7782r8tlXrqxeUURKAY7uKb+1On+aPh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UOb8UAAADdAAAADwAAAAAAAAAA&#10;AAAAAAChAgAAZHJzL2Rvd25yZXYueG1sUEsFBgAAAAAEAAQA+QAAAJMDAAAAAA==&#10;" strokeweight="0"/>
                  <v:line id="Line 1321" o:spid="_x0000_s1709" style="position:absolute;flip:x;visibility:visible;mso-wrap-style:square" from="1911,500" to="1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yWG8UAAADdAAAADwAAAGRycy9kb3ducmV2LnhtbERPTWsCMRC9F/wPYQRvNVtbbNkaRZRK&#10;EWzR1kNv42a6u7iZLEl04783QqG3ebzPmcyiacSZnK8tK3gYZiCIC6trLhV8f73dv4DwAVljY5kU&#10;XMjDbNq7m2CubcdbOu9CKVII+xwVVCG0uZS+qMigH9qWOHG/1hkMCbpSaoddCjeNHGXZWBqsOTVU&#10;2NKiouK4OxkF249nPrjVKR7jodt8/uzL9X45V2rQj/NXEIFi+Bf/ud91mv84e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qyWG8UAAADdAAAADwAAAAAAAAAA&#10;AAAAAAChAgAAZHJzL2Rvd25yZXYueG1sUEsFBgAAAAAEAAQA+QAAAJMDAAAAAA==&#10;" strokeweight="0"/>
                  <v:line id="Line 1322" o:spid="_x0000_s1710" style="position:absolute;flip:x;visibility:visible;mso-wrap-style:square" from="1899,500" to="190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AzgMUAAADdAAAADwAAAGRycy9kb3ducmV2LnhtbERPTWsCMRC9F/wPYQRvNVtLbdkaRZRK&#10;EWzR1kNv42a6u7iZLEl04783QqG3ebzPmcyiacSZnK8tK3gYZiCIC6trLhV8f73dv4DwAVljY5kU&#10;XMjDbNq7m2CubcdbOu9CKVII+xwVVCG0uZS+qMigH9qWOHG/1hkMCbpSaoddCjeNHGXZWBqsOTVU&#10;2NKiouK4OxkF249nPrjVKR7jodt8/uzL9X45V2rQj/NXEIFi+Bf/ud91mv84e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AzgMUAAADdAAAADwAAAAAAAAAA&#10;AAAAAAChAgAAZHJzL2Rvd25yZXYueG1sUEsFBgAAAAAEAAQA+QAAAJMDAAAAAA==&#10;" strokeweight="0"/>
                  <v:line id="Line 1323" o:spid="_x0000_s1711" style="position:absolute;flip:x;visibility:visible;mso-wrap-style:square" from="1887,500" to="1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Kt98UAAADdAAAADwAAAGRycy9kb3ducmV2LnhtbERPTWsCMRC9F/wPYYTealYLVrZGEcVS&#10;ClbUeuht3Ex3FzeTJYlu+u9NoeBtHu9zpvNoGnEl52vLCoaDDARxYXXNpYKvw/ppAsIHZI2NZVLw&#10;Sx7ms97DFHNtO97RdR9KkULY56igCqHNpfRFRQb9wLbEifuxzmBI0JVSO+xSuGnkKMvG0mDNqaHC&#10;lpYVFef9xSjYfb7wyb1d4jmeus32+1h+HFcLpR77cfEKIlAMd/G/+12n+c+j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Kt98UAAADdAAAADwAAAAAAAAAA&#10;AAAAAAChAgAAZHJzL2Rvd25yZXYueG1sUEsFBgAAAAAEAAQA+QAAAJMDAAAAAA==&#10;" strokeweight="0"/>
                  <v:line id="Line 1324" o:spid="_x0000_s1712" style="position:absolute;flip:x;visibility:visible;mso-wrap-style:square" from="1874,500" to="18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4IbMUAAADdAAAADwAAAGRycy9kb3ducmV2LnhtbERPTWsCMRC9C/6HMAVvmq2FWrZGEUuL&#10;FKxo66G3cTPdXdxMliS68d8boeBtHu9zpvNoGnEm52vLCh5HGQjiwuqaSwU/3+/DFxA+IGtsLJOC&#10;C3mYz/q9Kebadryl8y6UIoWwz1FBFUKbS+mLigz6kW2JE/dnncGQoCuldtilcNPIcZY9S4M1p4YK&#10;W1pWVBx3J6Ng+zXhg/s4xWM8dOvN77783L8tlBo8xMUriEAx3MX/7pVO85/GE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4IbMUAAADdAAAADwAAAAAAAAAA&#10;AAAAAAChAgAAZHJzL2Rvd25yZXYueG1sUEsFBgAAAAAEAAQA+QAAAJMDAAAAAA==&#10;" strokeweight="0"/>
                  <v:line id="Line 1325" o:spid="_x0000_s1713" style="position:absolute;flip:x;visibility:visible;mso-wrap-style:square" from="1862,500" to="186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cHsgAAADdAAAADwAAAGRycy9kb3ducmV2LnhtbESPQUsDMRCF70L/Q5iCN5u1gsq2aSkt&#10;iggqrfbQ23Qz7i7dTJYk7cZ/7xwEbzO8N+99M19m16kLhdh6NnA7KUARV962XBv4+ny6eQQVE7LF&#10;zjMZ+KEIy8Xoao6l9QNv6bJLtZIQjiUaaFLqS61j1ZDDOPE9sWjfPjhMsoZa24CDhLtOT4viXjts&#10;WRoa7GndUHXanZ2B7fsDH8PzOZ/ycXj7OOzr1/1mZcz1OK9moBLl9G/+u36xgn83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GcHsgAAADdAAAADwAAAAAA&#10;AAAAAAAAAAChAgAAZHJzL2Rvd25yZXYueG1sUEsFBgAAAAAEAAQA+QAAAJYDAAAAAA==&#10;" strokeweight="0"/>
                  <v:line id="Line 1326" o:spid="_x0000_s1714" style="position:absolute;flip:x;visibility:visible;mso-wrap-style:square" from="1850,500" to="1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05hcUAAADdAAAADwAAAGRycy9kb3ducmV2LnhtbERPTWsCMRC9F/wPYQRvNVsLtd0aRZRK&#10;EWzR1kNv42a6u7iZLEl04783QqG3ebzPmcyiacSZnK8tK3gYZiCIC6trLhV8f73dP4PwAVljY5kU&#10;XMjDbNq7m2CubcdbOu9CKVII+xwVVCG0uZS+qMigH9qWOHG/1hkMCbpSaoddCjeNHGXZkzRYc2qo&#10;sKVFRcVxdzIKth9jPrjVKR7jodt8/uzL9X45V2rQj/NXEIFi+Bf/ud91mv84eo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05hcUAAADdAAAADwAAAAAAAAAA&#10;AAAAAAChAgAAZHJzL2Rvd25yZXYueG1sUEsFBgAAAAAEAAQA+QAAAJMDAAAAAA==&#10;" strokeweight="0"/>
                  <v:line id="Line 1327" o:spid="_x0000_s1715" style="position:absolute;flip:x;visibility:visible;mso-wrap-style:square" from="1837,500" to="18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4GxcgAAADdAAAADwAAAGRycy9kb3ducmV2LnhtbESPQUsDMRCF70L/Q5iCN5vVgsq2aSkt&#10;iggqrfbQ23Qz7i7dTJYk7cZ/7xwEbzO8N+99M19m16kLhdh6NnA7KUARV962XBv4+ny6eQQVE7LF&#10;zjMZ+KEIy8Xoao6l9QNv6bJLtZIQjiUaaFLqS61j1ZDDOPE9sWjfPjhMsoZa24CDhLtO3xXFvXbY&#10;sjQ02NO6oeq0OzsD2/cHPobncz7l4/D2cdjXr/vNypjrcV7NQCXK6d/8d/1iBX86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E4GxcgAAADdAAAADwAAAAAA&#10;AAAAAAAAAAChAgAAZHJzL2Rvd25yZXYueG1sUEsFBgAAAAAEAAQA+QAAAJYDAAAAAA==&#10;" strokeweight="0"/>
                  <v:line id="Line 1328" o:spid="_x0000_s1716" style="position:absolute;flip:x;visibility:visible;mso-wrap-style:square" from="1825,500" to="1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KjXsUAAADdAAAADwAAAGRycy9kb3ducmV2LnhtbERPTWsCMRC9F/wPYQRvNatCK1ujiKKU&#10;gi1qPfQ2bqa7i5vJkkQ3/femUOhtHu9zZotoGnEj52vLCkbDDARxYXXNpYLP4+ZxCsIHZI2NZVLw&#10;Qx4W897DDHNtO97T7RBKkULY56igCqHNpfRFRQb90LbEifu2zmBI0JVSO+xSuGnkOMuepMGaU0OF&#10;La0qKi6Hq1Gwf3/ms9te4yWeu93H16l8O62XSg36cfkCIlAM/+I/96tO8yeTE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KjXsUAAADdAAAADwAAAAAAAAAA&#10;AAAAAAChAgAAZHJzL2Rvd25yZXYueG1sUEsFBgAAAAAEAAQA+QAAAJMDAAAAAA==&#10;" strokeweight="0"/>
                  <v:line id="Line 1329" o:spid="_x0000_s1717" style="position:absolute;flip:x;visibility:visible;mso-wrap-style:square" from="1813,500" to="1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A9KcUAAADdAAAADwAAAGRycy9kb3ducmV2LnhtbERPS2sCMRC+F/ofwgi91awKVVajSEtL&#10;KbTi6+Bt3Iy7i5vJkkQ3/fdNQfA2H99zZotoGnEl52vLCgb9DARxYXXNpYLd9v15AsIHZI2NZVLw&#10;Sx4W88eHGebadrym6yaUIoWwz1FBFUKbS+mLigz6vm2JE3eyzmBI0JVSO+xSuGnkMMtepMGaU0OF&#10;Lb1WVJw3F6Ng/TPmo/u4xHM8dt+rw7782r8tlXrqxeUURKAY7uKb+1On+aPRE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9A9KcUAAADdAAAADwAAAAAAAAAA&#10;AAAAAAChAgAAZHJzL2Rvd25yZXYueG1sUEsFBgAAAAAEAAQA+QAAAJMDAAAAAA==&#10;" strokeweight="0"/>
                  <v:line id="Line 1330" o:spid="_x0000_s1718" style="position:absolute;flip:x;visibility:visible;mso-wrap-style:square" from="1800,500" to="18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yYssUAAADdAAAADwAAAGRycy9kb3ducmV2LnhtbERPS2sCMRC+F/ofwhR6q1m70JbVKNLS&#10;IoIVXwdv42bcXdxMliS66b83hUJv8/E9ZzyNphVXcr6xrGA4yEAQl1Y3XCnYbT+f3kD4gKyxtUwK&#10;fsjDdHJ/N8ZC257XdN2ESqQQ9gUqqEPoCil9WZNBP7AdceJO1hkMCbpKaod9CjetfM6yF2mw4dRQ&#10;Y0fvNZXnzcUoWH+/8tF9XeI5Hvvl6rCvFvuPmVKPD3E2AhEohn/xn3uu0/w8z+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JyYssUAAADdAAAADwAAAAAAAAAA&#10;AAAAAAChAgAAZHJzL2Rvd25yZXYueG1sUEsFBgAAAAAEAAQA+QAAAJMDAAAAAA==&#10;" strokeweight="0"/>
                  <v:line id="Line 1331" o:spid="_x0000_s1719" style="position:absolute;flip:x;visibility:visible;mso-wrap-style:square" from="1788,500" to="1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UAxsUAAADdAAAADwAAAGRycy9kb3ducmV2LnhtbERPS2sCMRC+F/wPYYTearZabFmNIpaW&#10;UrDF18HbuJnuLm4mSxLd9N8bodDbfHzPmc6jacSFnK8tK3gcZCCIC6trLhXstm8PLyB8QNbYWCYF&#10;v+RhPuvdTTHXtuM1XTahFCmEfY4KqhDaXEpfVGTQD2xLnLgf6wyGBF0ptcMuhZtGDrNsLA3WnBoq&#10;bGlZUXHanI2C9dczH937OZ7isVt9H/bl5/51odR9Py4mIALF8C/+c3/oNH80e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3UAxsUAAADdAAAADwAAAAAAAAAA&#10;AAAAAAChAgAAZHJzL2Rvd25yZXYueG1sUEsFBgAAAAAEAAQA+QAAAJMDAAAAAA==&#10;" strokeweight="0"/>
                  <v:line id="Line 1332" o:spid="_x0000_s1720" style="position:absolute;flip:x;visibility:visible;mso-wrap-style:square" from="1775,500" to="1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mlXcUAAADdAAAADwAAAGRycy9kb3ducmV2LnhtbERPS2sCMRC+F/wPYYTearZKbVmNIpaW&#10;UrDF18HbuJnuLm4mSxLd9N8bodDbfHzPmc6jacSFnK8tK3gcZCCIC6trLhXstm8PLyB8QNbYWCYF&#10;v+RhPuvdTTHXtuM1XTahFCmEfY4KqhDaXEpfVGTQD2xLnLgf6wyGBF0ptcMuhZtGDrNsLA3WnBoq&#10;bGlZUXHanI2C9dczH937OZ7isVt9H/bl5/51odR9Py4mIALF8C/+c3/oNH80e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mlXcUAAADdAAAADwAAAAAAAAAA&#10;AAAAAAChAgAAZHJzL2Rvd25yZXYueG1sUEsFBgAAAAAEAAQA+QAAAJMDAAAAAA==&#10;" strokeweight="0"/>
                  <v:line id="Line 1333" o:spid="_x0000_s1721" style="position:absolute;flip:x;visibility:visible;mso-wrap-style:square" from="1763,500" to="17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s7KsUAAADdAAAADwAAAGRycy9kb3ducmV2LnhtbERPTWsCMRC9C/6HMEJvmrWCla1RxNJS&#10;BFvUeuht3Ex3FzeTJYlu/PemUOhtHu9z5stoGnEl52vLCsajDARxYXXNpYKvw+twBsIHZI2NZVJw&#10;Iw/LRb83x1zbjnd03YdSpBD2OSqoQmhzKX1RkUE/si1x4n6sMxgSdKXUDrsUbhr5mGVTabDm1FBh&#10;S+uKivP+YhTsPp745N4u8RxP3fbz+1huji8rpR4GcfUMIlAM/+I/97tO8yeTK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s7KsUAAADdAAAADwAAAAAAAAAA&#10;AAAAAAChAgAAZHJzL2Rvd25yZXYueG1sUEsFBgAAAAAEAAQA+QAAAJMDAAAAAA==&#10;" strokeweight="0"/>
                  <v:line id="Line 1334" o:spid="_x0000_s1722" style="position:absolute;flip:x;visibility:visible;mso-wrap-style:square" from="1751,500" to="1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eescUAAADdAAAADwAAAGRycy9kb3ducmV2LnhtbERPTWsCMRC9F/wPYYTeatYKKlujiKWl&#10;CK2o9dDbuJnuLm4mSxLd9N8boeBtHu9zZotoGnEh52vLCoaDDARxYXXNpYLv/dvTFIQPyBoby6Tg&#10;jzws5r2HGebadrylyy6UIoWwz1FBFUKbS+mLigz6gW2JE/drncGQoCuldtilcNPI5ywbS4M1p4YK&#10;W1pVVJx2Z6Ng+zXho3s/x1M8dp+bn0O5PrwulXrsx+ULiEAx3MX/7g+d5o9GE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eescUAAADdAAAADwAAAAAAAAAA&#10;AAAAAAChAgAAZHJzL2Rvd25yZXYueG1sUEsFBgAAAAAEAAQA+QAAAJMDAAAAAA==&#10;" strokeweight="0"/>
                  <v:line id="Line 1335" o:spid="_x0000_s1723" style="position:absolute;flip:x;visibility:visible;mso-wrap-style:square" from="1738,500" to="1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gKw8gAAADdAAAADwAAAGRycy9kb3ducmV2LnhtbESPQUsDMRCF70L/Q5iCN5vVgsq2aSkt&#10;iggqrfbQ23Qz7i7dTJYk7cZ/7xwEbzO8N+99M19m16kLhdh6NnA7KUARV962XBv4+ny6eQQVE7LF&#10;zjMZ+KEIy8Xoao6l9QNv6bJLtZIQjiUaaFLqS61j1ZDDOPE9sWjfPjhMsoZa24CDhLtO3xXFvXbY&#10;sjQ02NO6oeq0OzsD2/cHPobncz7l4/D2cdjXr/vNypjrcV7NQCXK6d/8d/1iBX86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jgKw8gAAADdAAAADwAAAAAA&#10;AAAAAAAAAAChAgAAZHJzL2Rvd25yZXYueG1sUEsFBgAAAAAEAAQA+QAAAJYDAAAAAA==&#10;" strokeweight="0"/>
                  <v:line id="Line 1336" o:spid="_x0000_s1724" style="position:absolute;flip:x;visibility:visible;mso-wrap-style:square" from="1726,500" to="173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vWMUAAADdAAAADwAAAGRycy9kb3ducmV2LnhtbERPS2sCMRC+F/wPYYTearYKtV2NIpaW&#10;UrDF18HbuJnuLm4mSxLd9N8bodDbfHzPmc6jacSFnK8tK3gcZCCIC6trLhXstm8PzyB8QNbYWCYF&#10;v+RhPuvdTTHXtuM1XTahFCmEfY4KqhDaXEpfVGTQD2xLnLgf6wyGBF0ptcMuhZtGDrPsSRqsOTVU&#10;2NKyouK0ORsF668xH937OZ7isVt9H/bl5/51odR9Py4mIALF8C/+c3/oNH80eoH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SvWMUAAADdAAAADwAAAAAAAAAA&#10;AAAAAAChAgAAZHJzL2Rvd25yZXYueG1sUEsFBgAAAAAEAAQA+QAAAJMDAAAAAA==&#10;" strokeweight="0"/>
                  <v:line id="Line 1337" o:spid="_x0000_s1725" style="position:absolute;flip:x;visibility:visible;mso-wrap-style:square" from="1714,500" to="1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h1uMgAAADdAAAADwAAAGRycy9kb3ducmV2LnhtbESPQUsDMRCF74L/IYzgzWatYsu2aSkV&#10;RQSVVnvobboZd5duJkuSduO/dw6Ctxnem/e+mS+z69SZQmw9G7gdFaCIK29brg18fT7dTEHFhGyx&#10;80wGfijCcnF5McfS+oE3dN6mWkkIxxINNCn1pdaxashhHPmeWLRvHxwmWUOtbcBBwl2nx0XxoB22&#10;LA0N9rRuqDpuT87A5n3Ch/B8ysd8GN4+9rv6dfe4Mub6Kq9moBLl9G/+u36xgn93L/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Eh1uMgAAADdAAAADwAAAAAA&#10;AAAAAAAAAAChAgAAZHJzL2Rvd25yZXYueG1sUEsFBgAAAAAEAAQA+QAAAJYDAAAAAA==&#10;" strokeweight="0"/>
                  <v:line id="Line 1338" o:spid="_x0000_s1726" style="position:absolute;flip:x;visibility:visible;mso-wrap-style:square" from="1701,500" to="1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TQI8UAAADdAAAADwAAAGRycy9kb3ducmV2LnhtbERPTWsCMRC9F/wPYQrealZbbNkaRZRK&#10;EWzR1kNv42a6u7iZLEl04783QqG3ebzPmcyiacSZnK8tKxgOMhDEhdU1lwq+v94eXkD4gKyxsUwK&#10;LuRhNu3dTTDXtuMtnXehFCmEfY4KqhDaXEpfVGTQD2xLnLhf6wyGBF0ptcMuhZtGjrJsLA3WnBoq&#10;bGlRUXHcnYyC7cczH9zqFI/x0G0+f/bler+cK9W/j/NXEIFi+Bf/ud91mv/4N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TQI8UAAADdAAAADwAAAAAAAAAA&#10;AAAAAAChAgAAZHJzL2Rvd25yZXYueG1sUEsFBgAAAAAEAAQA+QAAAJMDAAAAAA==&#10;" strokeweight="0"/>
                  <v:line id="Line 1339" o:spid="_x0000_s1727" style="position:absolute;flip:x;visibility:visible;mso-wrap-style:square" from="1689,500" to="169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ZOVMUAAADdAAAADwAAAGRycy9kb3ducmV2LnhtbERPTWsCMRC9F/wPYQRvNVtbbNkaRZRK&#10;EWzR1kNv42a6u7iZLEl04783QqG3ebzPmcyiacSZnK8tK3gYZiCIC6trLhV8f73dv4DwAVljY5kU&#10;XMjDbNq7m2CubcdbOu9CKVII+xwVVCG0uZS+qMigH9qWOHG/1hkMCbpSaoddCjeNHGXZWBqsOTVU&#10;2NKiouK4OxkF249nPrjVKR7jodt8/uzL9X45V2rQj/NXEIFi+Bf/ud91mv/4N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9ZOVMUAAADdAAAADwAAAAAAAAAA&#10;AAAAAAChAgAAZHJzL2Rvd25yZXYueG1sUEsFBgAAAAAEAAQA+QAAAJMDAAAAAA==&#10;" strokeweight="0"/>
                  <v:line id="Line 1340" o:spid="_x0000_s1728" style="position:absolute;flip:x;visibility:visible;mso-wrap-style:square" from="1677,500" to="1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rrz8UAAADdAAAADwAAAGRycy9kb3ducmV2LnhtbERPS2sCMRC+F/wPYYTearZabFmNIpaW&#10;UrDF18HbuJnuLm4mSxLd9N8bodDbfHzPmc6jacSFnK8tK3gcZCCIC6trLhXstm8PLyB8QNbYWCYF&#10;v+RhPuvdTTHXtuM1XTahFCmEfY4KqhDaXEpfVGTQD2xLnLgf6wyGBF0ptcMuhZtGDrNsLA3WnBoq&#10;bGlZUXHanI2C9dczH937OZ7isVt9H/bl5/51odR9Py4mIALF8C/+c3/oNH/0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rrz8UAAADdAAAADwAAAAAAAAAA&#10;AAAAAAChAgAAZHJzL2Rvd25yZXYueG1sUEsFBgAAAAAEAAQA+QAAAJMDAAAAAA==&#10;" strokeweight="0"/>
                  <v:line id="Line 1341" o:spid="_x0000_s1729" style="position:absolute;flip:x;visibility:visible;mso-wrap-style:square" from="1664,500" to="16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Nzu8UAAADdAAAADwAAAGRycy9kb3ducmV2LnhtbERPTWsCMRC9F/wPYYTearZW2rI1ilgq&#10;Iqho66G3cTPdXdxMliS68d+bQqG3ebzPGU+jacSFnK8tK3gcZCCIC6trLhV8fX48vILwAVljY5kU&#10;XMnDdNK7G2Oubcc7uuxDKVII+xwVVCG0uZS+qMigH9iWOHE/1hkMCbpSaoddCjeNHGbZszRYc2qo&#10;sKV5RcVpfzYKdpsXPrrFOZ7isVtvvw/l6vA+U+q+H2dvIALF8C/+cy91mv80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Nzu8UAAADdAAAADwAAAAAAAAAA&#10;AAAAAAChAgAAZHJzL2Rvd25yZXYueG1sUEsFBgAAAAAEAAQA+QAAAJMDAAAAAA==&#10;" strokeweight="0"/>
                  <v:line id="Line 1342" o:spid="_x0000_s1730" style="position:absolute;flip:x;visibility:visible;mso-wrap-style:square" from="1652,500" to="165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WIMYAAADdAAAADwAAAGRycy9kb3ducmV2LnhtbERPTWsCMRC9F/wPYQrearbaqmyNIi0t&#10;RWhFrYfexs10d3EzWZLopv++EQre5vE+Z7aIphFncr62rOB+kIEgLqyuuVTwtXu9m4LwAVljY5kU&#10;/JKHxbx3M8Nc2443dN6GUqQQ9jkqqEJocyl9UZFBP7AtceJ+rDMYEnSl1A67FG4aOcyysTRYc2qo&#10;sKXniorj9mQUbD4nfHBvp3iMh+5j/b0vV/uXpVL927h8AhEohqv43/2u0/zRwy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1iDGAAAA3QAAAA8AAAAAAAAA&#10;AAAAAAAAoQIAAGRycy9kb3ducmV2LnhtbFBLBQYAAAAABAAEAPkAAACUAwAAAAA=&#10;" strokeweight="0"/>
                  <v:line id="Line 1343" o:spid="_x0000_s1731" style="position:absolute;flip:x;visibility:visible;mso-wrap-style:square" from="1640,500" to="1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1IV8UAAADdAAAADwAAAGRycy9kb3ducmV2LnhtbERPTWsCMRC9C/6HMEJvNVtbbNkaRSwV&#10;KVTR1kNv42a6u7iZLEl04783hYK3ebzPmcyiacSZnK8tK3gYZiCIC6trLhV8f73fv4DwAVljY5kU&#10;XMjDbNrvTTDXtuMtnXehFCmEfY4KqhDaXEpfVGTQD21LnLhf6wyGBF0ptcMuhZtGjrJsLA3WnBoq&#10;bGlRUXHcnYyC7fqZD255isd46D43P/vyY/82V+puEOevIALFcBP/u1c6zX98Gs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1IV8UAAADdAAAADwAAAAAAAAAA&#10;AAAAAAChAgAAZHJzL2Rvd25yZXYueG1sUEsFBgAAAAAEAAQA+QAAAJMDAAAAAA==&#10;" strokeweight="0"/>
                  <v:line id="Line 1344" o:spid="_x0000_s1732" style="position:absolute;flip:x;visibility:visible;mso-wrap-style:square" from="1627,500" to="16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HtzMUAAADdAAAADwAAAGRycy9kb3ducmV2LnhtbERPTWsCMRC9C/6HMEJvmq0ttWyNIpaK&#10;FGrR1kNv42a6u7iZLEl04783hYK3ebzPmc6jacSZnK8tK7gfZSCIC6trLhV8f70Nn0H4gKyxsUwK&#10;LuRhPuv3pphr2/GWzrtQihTCPkcFVQhtLqUvKjLoR7YlTtyvdQZDgq6U2mGXwk0jx1n2JA3WnBoq&#10;bGlZUXHcnYyC7WbCB7c6xWM8dB+fP/vyff+6UOpuEBcvIALFcBP/u9c6zX94n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6HtzMUAAADdAAAADwAAAAAAAAAA&#10;AAAAAAChAgAAZHJzL2Rvd25yZXYueG1sUEsFBgAAAAAEAAQA+QAAAJMDAAAAAA==&#10;" strokeweight="0"/>
                  <v:line id="Line 1345" o:spid="_x0000_s1733" style="position:absolute;flip:x;visibility:visible;mso-wrap-style:square" from="1615,500" to="162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55vsgAAADdAAAADwAAAGRycy9kb3ducmV2LnhtbESPQUsDMRCF74L/IYzgzWatYsu2aSkV&#10;RQSVVnvobboZd5duJkuSduO/dw6Ctxnem/e+mS+z69SZQmw9G7gdFaCIK29brg18fT7dTEHFhGyx&#10;80wGfijCcnF5McfS+oE3dN6mWkkIxxINNCn1pdaxashhHPmeWLRvHxwmWUOtbcBBwl2nx0XxoB22&#10;LA0N9rRuqDpuT87A5n3Ch/B8ysd8GN4+9rv6dfe4Mub6Kq9moBLl9G/+u36xgn93L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j55vsgAAADdAAAADwAAAAAA&#10;AAAAAAAAAAChAgAAZHJzL2Rvd25yZXYueG1sUEsFBgAAAAAEAAQA+QAAAJYDAAAAAA==&#10;" strokeweight="0"/>
                  <v:line id="Line 1346" o:spid="_x0000_s1734" style="position:absolute;flip:x;visibility:visible;mso-wrap-style:square" from="1603,500" to="1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LcJcYAAADdAAAADwAAAGRycy9kb3ducmV2LnhtbERPTWsCMRC9F/wPYQrearZaqm6NIi0t&#10;RWhFrYfexs10d3EzWZLopv++EQre5vE+Z7aIphFncr62rOB+kIEgLqyuuVTwtXu9m4DwAVljY5kU&#10;/JKHxbx3M8Nc2443dN6GUqQQ9jkqqEJocyl9UZFBP7AtceJ+rDMYEnSl1A67FG4aOcyyR2mw5tRQ&#10;YUvPFRXH7cko2HyO+eDeTvEYD93H+ntfrvYvS6X6t3H5BCJQDFfxv/tdp/mjh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y3CXGAAAA3QAAAA8AAAAAAAAA&#10;AAAAAAAAoQIAAGRycy9kb3ducmV2LnhtbFBLBQYAAAAABAAEAPkAAACUAwAAAAA=&#10;" strokeweight="0"/>
                  <v:line id="Line 1347" o:spid="_x0000_s1735" style="position:absolute;flip:x;visibility:visible;mso-wrap-style:square" from="1590,500" to="15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HjZcgAAADdAAAADwAAAGRycy9kb3ducmV2LnhtbESPQUsDMRCF74L/IYzgzWataMu2aSkV&#10;RQSVVnvobboZd5duJkuSduO/dw6Ctxnem/e+mS+z69SZQmw9G7gdFaCIK29brg18fT7dTEHFhGyx&#10;80wGfijCcnF5McfS+oE3dN6mWkkIxxINNCn1pdaxashhHPmeWLRvHxwmWUOtbcBBwl2nx0XxoB22&#10;LA0N9rRuqDpuT87A5n3Ch/B8ysd8GN4+9rv6dfe4Mub6Kq9moBLl9G/+u36xgn93L/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ZHjZcgAAADdAAAADwAAAAAA&#10;AAAAAAAAAAChAgAAZHJzL2Rvd25yZXYueG1sUEsFBgAAAAAEAAQA+QAAAJYDAAAAAA==&#10;" strokeweight="0"/>
                  <v:line id="Line 1348" o:spid="_x0000_s1736" style="position:absolute;flip:x;visibility:visible;mso-wrap-style:square" from="1578,500" to="1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1G/sUAAADdAAAADwAAAGRycy9kb3ducmV2LnhtbERPTWsCMRC9F/wPYQrealZLbdkaRZRK&#10;EWzR1kNv42a6u7iZLEl04783QqG3ebzPmcyiacSZnK8tKxgOMhDEhdU1lwq+v94eXkD4gKyxsUwK&#10;LuRhNu3dTTDXtuMtnXehFCmEfY4KqhDaXEpfVGTQD2xLnLhf6wyGBF0ptcMuhZtGjrJsLA3WnBoq&#10;bGlRUXHcnYyC7cczH9zqFI/x0G0+f/bler+cK9W/j/NXEIFi+Bf/ud91mv/4N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t1G/sUAAADdAAAADwAAAAAAAAAA&#10;AAAAAAChAgAAZHJzL2Rvd25yZXYueG1sUEsFBgAAAAAEAAQA+QAAAJMDAAAAAA==&#10;" strokeweight="0"/>
                  <v:line id="Line 1349" o:spid="_x0000_s1737" style="position:absolute;flip:x;visibility:visible;mso-wrap-style:square" from="1565,500" to="1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YicUAAADdAAAADwAAAGRycy9kb3ducmV2LnhtbERPTWsCMRC9F/wPYQRvNVtLbdkaRZRK&#10;EWzR1kNv42a6u7iZLEl04783QqG3ebzPmcyiacSZnK8tK3gYZiCIC6trLhV8f73dv4DwAVljY5kU&#10;XMjDbNq7m2CubcdbOu9CKVII+xwVVCG0uZS+qMigH9qWOHG/1hkMCbpSaoddCjeNHGXZWBqsOTVU&#10;2NKiouK4OxkF249nPrjVKR7jodt8/uzL9X45V2rQj/NXEIFi+Bf/ud91mv/4N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YicUAAADdAAAADwAAAAAAAAAA&#10;AAAAAAChAgAAZHJzL2Rvd25yZXYueG1sUEsFBgAAAAAEAAQA+QAAAJMDAAAAAA==&#10;" strokeweight="0"/>
                  <v:line id="Line 1350" o:spid="_x0000_s1738" style="position:absolute;flip:x;visibility:visible;mso-wrap-style:square" from="1553,500" to="15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N9EsUAAADdAAAADwAAAGRycy9kb3ducmV2LnhtbERPS2sCMRC+F/wPYYTearZKbVmNIpaW&#10;UrDF18HbuJnuLm4mSxLd9N8bodDbfHzPmc6jacSFnK8tK3gcZCCIC6trLhXstm8PLyB8QNbYWCYF&#10;v+RhPuvdTTHXtuM1XTahFCmEfY4KqhDaXEpfVGTQD2xLnLgf6wyGBF0ptcMuhZtGDrNsLA3WnBoq&#10;bGlZUXHanI2C9dczH937OZ7isVt9H/bl5/51odR9Py4mIALF8C/+c3/oNH/0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N9EsUAAADdAAAADwAAAAAAAAAA&#10;AAAAAAChAgAAZHJzL2Rvd25yZXYueG1sUEsFBgAAAAAEAAQA+QAAAJMDAAAAAA==&#10;" strokeweight="0"/>
                  <v:line id="Line 1351" o:spid="_x0000_s1739" style="position:absolute;flip:x;visibility:visible;mso-wrap-style:square" from="1541,500" to="1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rlZsYAAADdAAAADwAAAGRycy9kb3ducmV2LnhtbERPTWsCMRC9F/wPYQrearbaqmyNIi0t&#10;RWhFrYfexs10d3EzWZLopv++EQre5vE+Z7aIphFncr62rOB+kIEgLqyuuVTwtXu9m4LwAVljY5kU&#10;/JKHxbx3M8Nc2443dN6GUqQQ9jkqqEJocyl9UZFBP7AtceJ+rDMYEnSl1A67FG4aOcyysTRYc2qo&#10;sKXniorj9mQUbD4nfHBvp3iMh+5j/b0vV/uXpVL927h8AhEohqv43/2u0/zR4w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q5WbGAAAA3QAAAA8AAAAAAAAA&#10;AAAAAAAAoQIAAGRycy9kb3ducmV2LnhtbFBLBQYAAAAABAAEAPkAAACUAwAAAAA=&#10;" strokeweight="0"/>
                  <v:line id="Line 1352" o:spid="_x0000_s1740" style="position:absolute;flip:x;visibility:visible;mso-wrap-style:square" from="1528,500" to="1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ZA/cUAAADdAAAADwAAAGRycy9kb3ducmV2LnhtbERPTWsCMRC9F/wPYYTearYW27I1ilgq&#10;Iqho66G3cTPdXdxMliS68d+bQqG3ebzPGU+jacSFnK8tK3gcZCCIC6trLhV8fX48vILwAVljY5kU&#10;XMnDdNK7G2Oubcc7uuxDKVII+xwVVCG0uZS+qMigH9iWOHE/1hkMCbpSaoddCjeNHGbZszRYc2qo&#10;sKV5RcVpfzYKdpsXPrrFOZ7isVtvvw/l6vA+U+q+H2dvIALF8C/+cy91mv80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eZA/cUAAADdAAAADwAAAAAAAAAA&#10;AAAAAAChAgAAZHJzL2Rvd25yZXYueG1sUEsFBgAAAAAEAAQA+QAAAJMDAAAAAA==&#10;" strokeweight="0"/>
                  <v:line id="Line 1353" o:spid="_x0000_s1741" style="position:absolute;flip:x;visibility:visible;mso-wrap-style:square" from="1516,500" to="15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TeisUAAADdAAAADwAAAGRycy9kb3ducmV2LnhtbERPTWsCMRC9C/6HMEJvNVtLbdkaRSwV&#10;KVTR1kNv42a6u7iZLEl04783hYK3ebzPmcyiacSZnK8tK3gYZiCIC6trLhV8f73fv4DwAVljY5kU&#10;XMjDbNrvTTDXtuMtnXehFCmEfY4KqhDaXEpfVGTQD21LnLhf6wyGBF0ptcMuhZtGjrJsLA3WnBoq&#10;bGlRUXHcnYyC7fqZD255isd46D43P/vyY/82V+puEOevIALFcBP/u1c6zX98Gs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TeisUAAADdAAAADwAAAAAAAAAA&#10;AAAAAAChAgAAZHJzL2Rvd25yZXYueG1sUEsFBgAAAAAEAAQA+QAAAJMDAAAAAA==&#10;" strokeweight="0"/>
                  <v:line id="Line 1354" o:spid="_x0000_s1742" style="position:absolute;flip:x;visibility:visible;mso-wrap-style:square" from="1504,500" to="151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7EcUAAADdAAAADwAAAGRycy9kb3ducmV2LnhtbERPTWsCMRC9C/6HMEJvmq2ltWyNIpaK&#10;FGrR1kNv42a6u7iZLEl04783hYK3ebzPmc6jacSZnK8tK7gfZSCIC6trLhV8f70Nn0H4gKyxsUwK&#10;LuRhPuv3pphr2/GWzrtQihTCPkcFVQhtLqUvKjLoR7YlTtyvdQZDgq6U2mGXwk0jx1n2JA3WnBoq&#10;bGlZUXHcnYyC7WbCB7c6xWM8dB+fP/vyff+6UOpuEBcvIALFcBP/u9c6zX94n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h7EcUAAADdAAAADwAAAAAAAAAA&#10;AAAAAAChAgAAZHJzL2Rvd25yZXYueG1sUEsFBgAAAAAEAAQA+QAAAJMDAAAAAA==&#10;" strokeweight="0"/>
                  <v:line id="Line 1355" o:spid="_x0000_s1743" style="position:absolute;flip:x;visibility:visible;mso-wrap-style:square" from="1491,500" to="1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Y8gAAADdAAAADwAAAGRycy9kb3ducmV2LnhtbESPQUsDMRCF74L/IYzgzWataMu2aSkV&#10;RQSVVnvobboZd5duJkuSduO/dw6Ctxnem/e+mS+z69SZQmw9G7gdFaCIK29brg18fT7dTEHFhGyx&#10;80wGfijCcnF5McfS+oE3dN6mWkkIxxINNCn1pdaxashhHPmeWLRvHxwmWUOtbcBBwl2nx0XxoB22&#10;LA0N9rRuqDpuT87A5n3Ch/B8ysd8GN4+9rv6dfe4Mub6Kq9moBLl9G/+u36xgn93L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fvY8gAAADdAAAADwAAAAAA&#10;AAAAAAAAAAChAgAAZHJzL2Rvd25yZXYueG1sUEsFBgAAAAAEAAQA+QAAAJYDAAAAAA==&#10;" strokeweight="0"/>
                  <v:line id="Line 1356" o:spid="_x0000_s1744" style="position:absolute;flip:x;visibility:visible;mso-wrap-style:square" from="1479,500" to="148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tK+MYAAADdAAAADwAAAGRycy9kb3ducmV2LnhtbERPTWsCMRC9F/wPYQrearZKq26NIi0t&#10;RWhFrYfexs10d3EzWZLopv++EQre5vE+Z7aIphFncr62rOB+kIEgLqyuuVTwtXu9m4DwAVljY5kU&#10;/JKHxbx3M8Nc2443dN6GUqQQ9jkqqEJocyl9UZFBP7AtceJ+rDMYEnSl1A67FG4aOcyyR2mw5tRQ&#10;YUvPFRXH7cko2HyO+eDeTvEYD93H+ntfrvYvS6X6t3H5BCJQDFfxv/tdp/mjh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rSvjGAAAA3QAAAA8AAAAAAAAA&#10;AAAAAAAAoQIAAGRycy9kb3ducmV2LnhtbFBLBQYAAAAABAAEAPkAAACUAwAAAAA=&#10;" strokeweight="0"/>
                  <v:line id="Line 1357" o:spid="_x0000_s1745" style="position:absolute;flip:x;visibility:visible;mso-wrap-style:square" from="1467,500" to="147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p2MgAAADdAAAADwAAAGRycy9kb3ducmV2LnhtbESPQUsDMRCF70L/Q5iCN5tVocq2aSkt&#10;iggqrfbQ23Qz7i7dTJYk7cZ/7xwEbzO8N+99M19m16kLhdh6NnA7KUARV962XBv4+ny6eQQVE7LF&#10;zjMZ+KEIy8Xoao6l9QNv6bJLtZIQjiUaaFLqS61j1ZDDOPE9sWjfPjhMsoZa24CDhLtO3xXFVDts&#10;WRoa7GndUHXanZ2B7fsDH8PzOZ/ycXj7OOzr1/1mZcz1OK9moBLl9G/+u36xgn8/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0p2MgAAADdAAAADwAAAAAA&#10;AAAAAAAAAAChAgAAZHJzL2Rvd25yZXYueG1sUEsFBgAAAAAEAAQA+QAAAJYDAAAAAA==&#10;" strokeweight="0"/>
                  <v:line id="Line 1358" o:spid="_x0000_s1746" style="position:absolute;flip:x;visibility:visible;mso-wrap-style:square" from="1454,500" to="1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GMQ8UAAADdAAAADwAAAGRycy9kb3ducmV2LnhtbERPS2sCMRC+F/wPYYTeatYKVlajiFIp&#10;hbb4OngbN+Pu4mayJNFN/31TKPQ2H99zZotoGnEn52vLCoaDDARxYXXNpYLD/vVpAsIHZI2NZVLw&#10;TR4W897DDHNtO97SfRdKkULY56igCqHNpfRFRQb9wLbEibtYZzAk6EqpHXYp3DTyOcvG0mDNqaHC&#10;llYVFdfdzSjYfr7w2W1u8RrP3cfX6Vi+H9dLpR77cTkFESiGf/Gf+02n+a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GMQ8UAAADdAAAADwAAAAAAAAAA&#10;AAAAAAChAgAAZHJzL2Rvd25yZXYueG1sUEsFBgAAAAAEAAQA+QAAAJMDAAAAAA==&#10;" strokeweight="0"/>
                  <v:line id="Line 1359" o:spid="_x0000_s1747" style="position:absolute;flip:x;visibility:visible;mso-wrap-style:square" from="1442,500" to="144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MSNMUAAADdAAAADwAAAGRycy9kb3ducmV2LnhtbERPTWsCMRC9F/wPYYTealYLVrZGEcVS&#10;ClbUeuht3Ex3FzeTJYlu+u9NoeBtHu9zpvNoGnEl52vLCoaDDARxYXXNpYKvw/ppAsIHZI2NZVLw&#10;Sx7ms97DFHNtO97RdR9KkULY56igCqHNpfRFRQb9wLbEifuxzmBI0JVSO+xSuGnkKMvG0mDNqaHC&#10;lpYVFef9xSjYfb7wyb1d4jmeus32+1h+HFcLpR77cfEKIlAMd/G/+12n+c/jE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MSNMUAAADdAAAADwAAAAAAAAAA&#10;AAAAAAChAgAAZHJzL2Rvd25yZXYueG1sUEsFBgAAAAAEAAQA+QAAAJMDAAAAAA==&#10;" strokeweight="0"/>
                  <v:line id="Line 1360" o:spid="_x0000_s1748" style="position:absolute;flip:x;visibility:visible;mso-wrap-style:square" from="1430,500" to="143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3r8UAAADdAAAADwAAAGRycy9kb3ducmV2LnhtbERPTWsCMRC9C/6HMEJvmrWCla1RxNJS&#10;BFvUeuht3Ex3FzeTJYlu/PemUOhtHu9z5stoGnEl52vLCsajDARxYXXNpYKvw+twBsIHZI2NZVJw&#10;Iw/LRb83x1zbjnd03YdSpBD2OSqoQmhzKX1RkUE/si1x4n6sMxgSdKXUDrsUbhr5mGVTabDm1FBh&#10;S+uKivP+YhTsPp745N4u8RxP3fbz+1huji8rpR4GcfUMIlAM/+I/97tO8yfTC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y+3r8UAAADdAAAADwAAAAAAAAAA&#10;AAAAAAChAgAAZHJzL2Rvd25yZXYueG1sUEsFBgAAAAAEAAQA+QAAAJMDAAAAAA==&#10;" strokeweight="0"/>
                  <v:line id="Line 1361" o:spid="_x0000_s1749" style="position:absolute;flip:x;visibility:visible;mso-wrap-style:square" from="1417,500" to="14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Yv28UAAADdAAAADwAAAGRycy9kb3ducmV2LnhtbERPTWsCMRC9C/6HMEJvNVtbbNkaRSwV&#10;KVTR1kNv42a6u7iZLEl04783hYK3ebzPmcyiacSZnK8tK3gYZiCIC6trLhV8f73fv4DwAVljY5kU&#10;XMjDbNrvTTDXtuMtnXehFCmEfY4KqhDaXEpfVGTQD21LnLhf6wyGBF0ptcMuhZtGjrJsLA3WnBoq&#10;bGlRUXHcnYyC7fqZD255isd46D43P/vyY/82V+puEOevIALFcBP/u1c6zX8cP8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Yv28UAAADdAAAADwAAAAAAAAAA&#10;AAAAAAChAgAAZHJzL2Rvd25yZXYueG1sUEsFBgAAAAAEAAQA+QAAAJMDAAAAAA==&#10;" strokeweight="0"/>
                  <v:line id="Line 1362" o:spid="_x0000_s1750" style="position:absolute;flip:x;visibility:visible;mso-wrap-style:square" from="1405,500" to="14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qKQMUAAADdAAAADwAAAGRycy9kb3ducmV2LnhtbERPTWsCMRC9C/6HMEJvNVtLbdkaRSwV&#10;KVTR1kNv42a6u7iZLEl04783hYK3ebzPmcyiacSZnK8tK3gYZiCIC6trLhV8f73fv4DwAVljY5kU&#10;XMjDbNrvTTDXtuMtnXehFCmEfY4KqhDaXEpfVGTQD21LnLhf6wyGBF0ptcMuhZtGjrJsLA3WnBoq&#10;bGlRUXHcnYyC7fqZD255isd46D43P/vyY/82V+puEOevIALFcBP/u1c6zX8cP8H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4qKQMUAAADdAAAADwAAAAAAAAAA&#10;AAAAAAChAgAAZHJzL2Rvd25yZXYueG1sUEsFBgAAAAAEAAQA+QAAAJMDAAAAAA==&#10;" strokeweight="0"/>
                  <v:line id="Line 1363" o:spid="_x0000_s1751" style="position:absolute;flip:x;visibility:visible;mso-wrap-style:square" from="1393,500" to="139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gUN8UAAADdAAAADwAAAGRycy9kb3ducmV2LnhtbERPS2sCMRC+F/ofwhS81awtbMtqFGlp&#10;EaEVXwdv42bcXdxMliS68d83hUJv8/E9ZzKLphVXcr6xrGA0zEAQl1Y3XCnYbT8eX0H4gKyxtUwK&#10;buRhNr2/m2Chbc9rum5CJVII+wIV1CF0hZS+rMmgH9qOOHEn6wyGBF0ltcM+hZtWPmVZLg02nBpq&#10;7OitpvK8uRgF6+8XPrrPSzzHY/+1Ouyr5f59rtTgIc7HIALF8C/+cy90mv+c5/D7TTpBT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gUN8UAAADdAAAADwAAAAAAAAAA&#10;AAAAAAChAgAAZHJzL2Rvd25yZXYueG1sUEsFBgAAAAAEAAQA+QAAAJMDAAAAAA==&#10;" strokeweight="0"/>
                  <v:line id="Line 1364" o:spid="_x0000_s1752" style="position:absolute;flip:x;visibility:visible;mso-wrap-style:square" from="1380,500" to="13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SxrMUAAADdAAAADwAAAGRycy9kb3ducmV2LnhtbERPS2sCMRC+F/ofwgi91awWVFajSKWl&#10;FGrxdfA2bsbdxc1kSaKb/vumIPQ2H99zZotoGnEj52vLCgb9DARxYXXNpYL97u15AsIHZI2NZVLw&#10;Qx4W88eHGebadryh2zaUIoWwz1FBFUKbS+mLigz6vm2JE3e2zmBI0JVSO+xSuGnkMMtG0mDNqaHC&#10;ll4rKi7bq1GwWY/55N6v8RJP3df38VB+HlZLpZ56cTkFESiGf/Hd/aHT/JfRG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SxrMUAAADdAAAADwAAAAAAAAAA&#10;AAAAAAChAgAAZHJzL2Rvd25yZXYueG1sUEsFBgAAAAAEAAQA+QAAAJMDAAAAAA==&#10;" strokeweight="0"/>
                  <v:line id="Line 1365" o:spid="_x0000_s1753" style="position:absolute;flip:x;visibility:visible;mso-wrap-style:square" from="1368,500" to="1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l3sgAAADdAAAADwAAAGRycy9kb3ducmV2LnhtbESPQUsDMRCF70L/Q5iCN5tVocq2aSkt&#10;iggqrfbQ23Qz7i7dTJYk7cZ/7xwEbzO8N+99M19m16kLhdh6NnA7KUARV962XBv4+ny6eQQVE7LF&#10;zjMZ+KEIy8Xoao6l9QNv6bJLtZIQjiUaaFLqS61j1ZDDOPE9sWjfPjhMsoZa24CDhLtO3xXFVDts&#10;WRoa7GndUHXanZ2B7fsDH8PzOZ/ycXj7OOzr1/1mZcz1OK9moBLl9G/+u36xgn8/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sl3sgAAADdAAAADwAAAAAA&#10;AAAAAAAAAAChAgAAZHJzL2Rvd25yZXYueG1sUEsFBgAAAAAEAAQA+QAAAJYDAAAAAA==&#10;" strokeweight="0"/>
                  <v:line id="Line 1366" o:spid="_x0000_s1754" style="position:absolute;flip:x;visibility:visible;mso-wrap-style:square" from="1356,500" to="13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eARcUAAADdAAAADwAAAGRycy9kb3ducmV2LnhtbERPTWsCMRC9F/wPYYTearYWbLs1ilgq&#10;Iqho66G3cTPdXdxMliS68d+bQqG3ebzPGU+jacSFnK8tK3gcZCCIC6trLhV8fX48vIDwAVljY5kU&#10;XMnDdNK7G2Oubcc7uuxDKVII+xwVVCG0uZS+qMigH9iWOHE/1hkMCbpSaoddCjeNHGbZSBqsOTVU&#10;2NK8ouK0PxsFu80zH93iHE/x2K2334dydXifKXXfj7M3EIFi+Bf/uZc6zX8avcL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eARcUAAADdAAAADwAAAAAAAAAA&#10;AAAAAAChAgAAZHJzL2Rvd25yZXYueG1sUEsFBgAAAAAEAAQA+QAAAJMDAAAAAA==&#10;" strokeweight="0"/>
                  <v:line id="Line 1367" o:spid="_x0000_s1755" style="position:absolute;flip:x;visibility:visible;mso-wrap-style:square" from="1343,500" to="13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S/BcgAAADdAAAADwAAAGRycy9kb3ducmV2LnhtbESPQUsDMRCF74L/IYzgzWa1YGXbtJQW&#10;iwgqrfbQ23Qz7i7dTJYk7cZ/7xwEbzO8N+99M1tk16kLhdh6NnA/KkARV962XBv4+ny+ewIVE7LF&#10;zjMZ+KEIi/n11QxL6wfe0mWXaiUhHEs00KTUl1rHqiGHceR7YtG+fXCYZA21tgEHCXedfiiKR+2w&#10;ZWlosKdVQ9Vpd3YGtu8T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iS/BcgAAADdAAAADwAAAAAA&#10;AAAAAAAAAAChAgAAZHJzL2Rvd25yZXYueG1sUEsFBgAAAAAEAAQA+QAAAJYDAAAAAA==&#10;" strokeweight="0"/>
                  <v:line id="Line 1368" o:spid="_x0000_s1756" style="position:absolute;flip:x;visibility:visible;mso-wrap-style:square" from="1331,500" to="1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gansUAAADdAAAADwAAAGRycy9kb3ducmV2LnhtbERPTWsCMRC9C/0PYQq9aVYFLVujiKIU&#10;wRZtPfQ2bqa7i5vJkkQ3/vumUOhtHu9zZotoGnEj52vLCoaDDARxYXXNpYLPj03/GYQPyBoby6Tg&#10;Th4W84feDHNtOz7Q7RhKkULY56igCqHNpfRFRQb9wLbEifu2zmBI0JVSO+xSuGnkKMsm0mDNqaHC&#10;llYVFZfj1Sg4vE357LbXeInnbv/+dSp3p/VSqafHuHwBESiGf/Gf+1Wn+ePp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gansUAAADdAAAADwAAAAAAAAAA&#10;AAAAAAChAgAAZHJzL2Rvd25yZXYueG1sUEsFBgAAAAAEAAQA+QAAAJMDAAAAAA==&#10;" strokeweight="0"/>
                  <v:line id="Line 1369" o:spid="_x0000_s1757" style="position:absolute;flip:x;visibility:visible;mso-wrap-style:square" from="1318,500" to="13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qE6cUAAADdAAAADwAAAGRycy9kb3ducmV2LnhtbERPTWsCMRC9C/6HMAVvmq2FWrZGEUuL&#10;FKxo66G3cTPdXdxMliS68d8boeBtHu9zpvNoGnEm52vLCh5HGQjiwuqaSwU/3+/DFxA+IGtsLJOC&#10;C3mYz/q9Kebadryl8y6UIoWwz1FBFUKbS+mLigz6kW2JE/dnncGQoCuldtilcNPIcZY9S4M1p4YK&#10;W1pWVBx3J6Ng+zXhg/s4xWM8dOvN77783L8tlBo8xMUriEAx3MX/7pVO858mY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qE6cUAAADdAAAADwAAAAAAAAAA&#10;AAAAAAChAgAAZHJzL2Rvd25yZXYueG1sUEsFBgAAAAAEAAQA+QAAAJMDAAAAAA==&#10;" strokeweight="0"/>
                  <v:line id="Line 1370" o:spid="_x0000_s1758" style="position:absolute;flip:x;visibility:visible;mso-wrap-style:square" from="1306,500" to="13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YhcsUAAADdAAAADwAAAGRycy9kb3ducmV2LnhtbERPTWsCMRC9F/wPYYTeatYKKlujiKWl&#10;CK2o9dDbuJnuLm4mSxLd9N8boeBtHu9zZotoGnEh52vLCoaDDARxYXXNpYLv/dvTFIQPyBoby6Tg&#10;jzws5r2HGebadrylyy6UIoWwz1FBFUKbS+mLigz6gW2JE/drncGQoCuldtilcNPI5ywbS4M1p4YK&#10;W1pVVJx2Z6Ng+zXho3s/x1M8dp+bn0O5PrwulXrsx+ULiEAx3MX/7g+d5o8mI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YhcsUAAADdAAAADwAAAAAAAAAA&#10;AAAAAAChAgAAZHJzL2Rvd25yZXYueG1sUEsFBgAAAAAEAAQA+QAAAJMDAAAAAA==&#10;" strokeweight="0"/>
                  <v:line id="Line 1371" o:spid="_x0000_s1759" style="position:absolute;flip:x;visibility:visible;mso-wrap-style:square" from="1294,500" to="1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BsUAAADdAAAADwAAAGRycy9kb3ducmV2LnhtbERPTWsCMRC9C/6HMEJvmq0ttWyNIpaK&#10;FGrR1kNv42a6u7iZLEl04783hYK3ebzPmc6jacSZnK8tK7gfZSCIC6trLhV8f70Nn0H4gKyxsUwK&#10;LuRhPuv3pphr2/GWzrtQihTCPkcFVQhtLqUvKjLoR7YlTtyvdQZDgq6U2mGXwk0jx1n2JA3WnBoq&#10;bGlZUXHcnYyC7WbC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BsUAAADdAAAADwAAAAAAAAAA&#10;AAAAAAChAgAAZHJzL2Rvd25yZXYueG1sUEsFBgAAAAAEAAQA+QAAAJMDAAAAAA==&#10;" strokeweight="0"/>
                  <v:line id="Line 1372" o:spid="_x0000_s1760" style="position:absolute;flip:x;visibility:visible;mso-wrap-style:square" from="1281,500" to="1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McncUAAADdAAAADwAAAGRycy9kb3ducmV2LnhtbERPTWsCMRC9C/6HMEJvmq2ltWyNIpaK&#10;FGrR1kNv42a6u7iZLEl04783hYK3ebzPmc6jacSZnK8tK7gfZSCIC6trLhV8f70Nn0H4gKyxsUwK&#10;LuRhPuv3pphr2/GWzrtQihTCPkcFVQhtLqUvKjLoR7YlTtyvdQZDgq6U2mGXwk0jx1n2JA3WnBoq&#10;bGlZUXHcnYyC7WbC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lMcncUAAADdAAAADwAAAAAAAAAA&#10;AAAAAAChAgAAZHJzL2Rvd25yZXYueG1sUEsFBgAAAAAEAAQA+QAAAJMDAAAAAA==&#10;" strokeweight="0"/>
                  <v:line id="Line 1373" o:spid="_x0000_s1761" style="position:absolute;flip:x;visibility:visible;mso-wrap-style:square" from="1269,500" to="12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GC6sUAAADdAAAADwAAAGRycy9kb3ducmV2LnhtbERPS2sCMRC+F/ofwgi91awWVFajSKWl&#10;FGrxdfA2bsbdxc1kSaKb/vumIPQ2H99zZotoGnEj52vLCgb9DARxYXXNpYL97u15AsIHZI2NZVLw&#10;Qx4W88eHGebadryh2zaUIoWwz1FBFUKbS+mLigz6vm2JE3e2zmBI0JVSO+xSuGnkMMtG0mDNqaHC&#10;ll4rKi7bq1GwWY/55N6v8RJP3df38VB+HlZLpZ56cTkFESiGf/Hd/aHT/JfxCP6+SS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GC6sUAAADdAAAADwAAAAAAAAAA&#10;AAAAAAChAgAAZHJzL2Rvd25yZXYueG1sUEsFBgAAAAAEAAQA+QAAAJMDAAAAAA==&#10;" strokeweight="0"/>
                  <v:line id="Line 1374" o:spid="_x0000_s1762" style="position:absolute;flip:x;visibility:visible;mso-wrap-style:square" from="1257,500" to="12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0nccUAAADdAAAADwAAAGRycy9kb3ducmV2LnhtbERPS2sCMRC+F/ofwhS81awtdMtqFGlp&#10;kUIrvg7exs24u7iZLEl0039vhEJv8/E9ZzKLphUXcr6xrGA0zEAQl1Y3XCnYbj4eX0H4gKyxtUwK&#10;fsnDbHp/N8FC255XdFmHSqQQ9gUqqEPoCil9WZNBP7QdceKO1hkMCbpKaod9CjetfMqyF2mw4dRQ&#10;Y0dvNZWn9dkoWP3kfHCf53iKh/57ud9VX7v3uVKDhzgfgwgUw7/4z73Qaf5znsPtm3SCn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0nccUAAADdAAAADwAAAAAAAAAA&#10;AAAAAAChAgAAZHJzL2Rvd25yZXYueG1sUEsFBgAAAAAEAAQA+QAAAJMDAAAAAA==&#10;" strokeweight="0"/>
                  <v:line id="Line 1375" o:spid="_x0000_s1763" style="position:absolute;flip:x;visibility:visible;mso-wrap-style:square" from="1244,500" to="1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KzA8gAAADdAAAADwAAAGRycy9kb3ducmV2LnhtbESPQUsDMRCF74L/IYzgzWa1YGXbtJQW&#10;iwgqrfbQ23Qz7i7dTJYk7cZ/7xwEbzO8N+99M1tk16kLhdh6NnA/KkARV962XBv4+ny+ewIVE7LF&#10;zjMZ+KEIi/n11QxL6wfe0mWXaiUhHEs00KTUl1rHqiGHceR7YtG+fXCYZA21tgEHCXedfiiKR+2w&#10;ZWlosKdVQ9Vpd3YGtu8T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FKzA8gAAADdAAAADwAAAAAA&#10;AAAAAAAAAAChAgAAZHJzL2Rvd25yZXYueG1sUEsFBgAAAAAEAAQA+QAAAJYDAAAAAA==&#10;" strokeweight="0"/>
                  <v:line id="Line 1376" o:spid="_x0000_s1764" style="position:absolute;flip:x;visibility:visible;mso-wrap-style:square" from="1232,500" to="12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4WmMUAAADdAAAADwAAAGRycy9kb3ducmV2LnhtbERPTWsCMRC9C/6HMEJvNVsLtd0aRSwV&#10;KVTR1kNv42a6u7iZLEl04783hYK3ebzPmcyiacSZnK8tK3gYZiCIC6trLhV8f73fP4PwAVljY5kU&#10;XMjDbNrvTTDXtuMtnXehFCmEfY4KqhDaXEpfVGTQD21LnLhf6wyGBF0ptcMuhZtGjrLsSRqsOTVU&#10;2NKiouK4OxkF2/WYD255isd46D43P/vyY/82V+puEOevIALFcBP/u1c6zX8cv8D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4WmMUAAADdAAAADwAAAAAAAAAA&#10;AAAAAAChAgAAZHJzL2Rvd25yZXYueG1sUEsFBgAAAAAEAAQA+QAAAJMDAAAAAA==&#10;" strokeweight="0"/>
                  <v:line id="Line 1377" o:spid="_x0000_s1765" style="position:absolute;flip:x;visibility:visible;mso-wrap-style:square" from="1220,500" to="12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PIsgAAADdAAAADwAAAGRycy9kb3ducmV2LnhtbESPQUsDMRCF74L/IYzgzWa1oGXbtJQW&#10;iwgqrfbQ23Qz7i7dTJYk7cZ/7xwEbzO8N+99M1tk16kLhdh6NnA/KkARV962XBv4+ny+m4CKCdli&#10;55kM/FCExfz6aoal9QNv6bJLtZIQjiUaaFLqS61j1ZDDOPI9sWjfPjhMsoZa24CDhLtOPxTFo3bY&#10;sjQ02NOqoeq0OzsD2/cnPobNOZ/ycXj7OOzr1/16acztTV5OQSXK6d/8d/1iBX8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HPIsgAAADdAAAADwAAAAAA&#10;AAAAAAAAAAChAgAAZHJzL2Rvd25yZXYueG1sUEsFBgAAAAAEAAQA+QAAAJYDAAAAAA==&#10;" strokeweight="0"/>
                  <v:line id="Line 1378" o:spid="_x0000_s1766" style="position:absolute;flip:x;visibility:visible;mso-wrap-style:square" from="1207,500" to="12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1qucUAAADdAAAADwAAAGRycy9kb3ducmV2LnhtbERPTWsCMRC9C/6HMEJvmtVCK1ujiKKU&#10;gi3aeuht3Iy7i5vJkkQ3/femUOhtHu9zZotoGnEj52vLCsajDARxYXXNpYKvz81wCsIHZI2NZVLw&#10;Qx4W835vhrm2He/pdgilSCHsc1RQhdDmUvqiIoN+ZFvixJ2tMxgSdKXUDrsUbho5ybInabDm1FBh&#10;S6uKisvhahTs35/55LbXeImnbvfxfSzfjuulUg+DuHwBESiGf/Gf+1Wn+Y/TM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1qucUAAADdAAAADwAAAAAAAAAA&#10;AAAAAAChAgAAZHJzL2Rvd25yZXYueG1sUEsFBgAAAAAEAAQA+QAAAJMDAAAAAA==&#10;" strokeweight="0"/>
                  <v:line id="Line 1379" o:spid="_x0000_s1767" style="position:absolute;flip:x;visibility:visible;mso-wrap-style:square" from="1195,500" to="12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0zsUAAADdAAAADwAAAGRycy9kb3ducmV2LnhtbERPTWsCMRC9C/6HMII3zarQytYoorSU&#10;gi3aeuht3Iy7i5vJkkQ3/femUOhtHu9zFqtoGnEj52vLCibjDARxYXXNpYKvz+fRHIQPyBoby6Tg&#10;hzyslv3eAnNtO97T7RBKkULY56igCqHNpfRFRQb92LbEiTtbZzAk6EqpHXYp3DRymmUP0mDNqaHC&#10;ljYVFZfD1SjYvz/yyb1c4yWeut3H97F8O27XSg0Hcf0EIlAM/+I/96tO82fz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G/0zsUAAADdAAAADwAAAAAAAAAA&#10;AAAAAAChAgAAZHJzL2Rvd25yZXYueG1sUEsFBgAAAAAEAAQA+QAAAJMDAAAAAA==&#10;" strokeweight="0"/>
                  <v:line id="Line 1380" o:spid="_x0000_s1768" style="position:absolute;flip:x;visibility:visible;mso-wrap-style:square" from="1183,500" to="118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NRVcUAAADdAAAADwAAAGRycy9kb3ducmV2LnhtbERPTWsCMRC9F/wPYQRvNatCK1ujiKKU&#10;gi3aeuht3Iy7i5vJkkQ3/femUOhtHu9zZotoGnEj52vLCkbDDARxYXXNpYKvz83jFIQPyBoby6Tg&#10;hzws5r2HGebadryn2yGUIoWwz1FBFUKbS+mLigz6oW2JE3e2zmBI0JVSO+xSuGnkOMuepMGaU0OF&#10;La0qKi6Hq1Gwf3/mk9te4yWeut3H97F8O66XSg36cfkCIlAM/+I/96tO8yfT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NRVcUAAADdAAAADwAAAAAAAAAA&#10;AAAAAAChAgAAZHJzL2Rvd25yZXYueG1sUEsFBgAAAAAEAAQA+QAAAJMDAAAAAA==&#10;" strokeweight="0"/>
                  <v:line id="Line 1381" o:spid="_x0000_s1769" style="position:absolute;flip:x;visibility:visible;mso-wrap-style:square" from="1170,500" to="11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rJIcUAAADdAAAADwAAAGRycy9kb3ducmV2LnhtbERPTWsCMRC9C/6HMEJvmq0trWyNIpaK&#10;FGrR1kNv42a6u7iZLEl04783hYK3ebzPmc6jacSZnK8tK7gfZSCIC6trLhV8f70NJyB8QNbYWCYF&#10;F/Iwn/V7U8y17XhL510oRQphn6OCKoQ2l9IXFRn0I9sSJ+7XOoMhQVdK7bBL4aaR4yx7kgZrTg0V&#10;trSsqDjuTkbBdvPM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rJIcUAAADdAAAADwAAAAAAAAAA&#10;AAAAAAChAgAAZHJzL2Rvd25yZXYueG1sUEsFBgAAAAAEAAQA+QAAAJMDAAAAAA==&#10;" strokeweight="0"/>
                  <v:line id="Line 1382" o:spid="_x0000_s1770" style="position:absolute;flip:x;visibility:visible;mso-wrap-style:square" from="1158,500" to="11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ZsusUAAADdAAAADwAAAGRycy9kb3ducmV2LnhtbERPTWsCMRC9C/6HMEJvmq2lrWyNIpaK&#10;FGrR1kNv42a6u7iZLEl04783hYK3ebzPmc6jacSZnK8tK7gfZSCIC6trLhV8f70NJyB8QNbYWCYF&#10;F/Iwn/V7U8y17XhL510oRQphn6OCKoQ2l9IXFRn0I9sSJ+7XOoMhQVdK7bBL4aaR4yx7kgZrTg0V&#10;trSsqDjuTkbBdvPMB7c6xWM8dB+fP/vyff+6UOpuEBcvIALFcBP/u9c6zX+YPML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ZsusUAAADdAAAADwAAAAAAAAAA&#10;AAAAAAChAgAAZHJzL2Rvd25yZXYueG1sUEsFBgAAAAAEAAQA+QAAAJMDAAAAAA==&#10;" strokeweight="0"/>
                  <v:line id="Line 1383" o:spid="_x0000_s1771" style="position:absolute;flip:x;visibility:visible;mso-wrap-style:square" from="1146,500" to="115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TyzcUAAADdAAAADwAAAGRycy9kb3ducmV2LnhtbERPTWsCMRC9C/0PYQq9aVYLVrZGEcVS&#10;Cla09dDbuBl3FzeTJYlu+u9NoeBtHu9zpvNoGnEl52vLCoaDDARxYXXNpYLvr3V/AsIHZI2NZVLw&#10;Sx7ms4feFHNtO97RdR9KkULY56igCqHNpfRFRQb9wLbEiTtZZzAk6EqpHXYp3DRylGVjabDm1FBh&#10;S8uKivP+YhTsPl/46N4u8RyP3Wb7cyg/DquFUk+PcfEKIlAMd/G/+12n+c+T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TyzcUAAADdAAAADwAAAAAAAAAA&#10;AAAAAAChAgAAZHJzL2Rvd25yZXYueG1sUEsFBgAAAAAEAAQA+QAAAJMDAAAAAA==&#10;" strokeweight="0"/>
                  <v:line id="Line 1384" o:spid="_x0000_s1772" style="position:absolute;flip:x;visibility:visible;mso-wrap-style:square" from="1133,500" to="11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hXVsUAAADdAAAADwAAAGRycy9kb3ducmV2LnhtbERPTWsCMRC9C/0PYQq9aVYLKlujiGIp&#10;gi3aeuht3Iy7i5vJkkQ3/vumUOhtHu9zZotoGnEj52vLCoaDDARxYXXNpYKvz01/CsIHZI2NZVJw&#10;Jw+L+UNvhrm2He/pdgilSCHsc1RQhdDmUvqiIoN+YFvixJ2tMxgSdKXUDrsUbho5yrKxNFhzaqiw&#10;pVVFxeVwNQr27xM+uddrvMRTt/v4Ppbb43qp1NNjXL6ACBTDv/jP/abT/OfpB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hXVsUAAADdAAAADwAAAAAAAAAA&#10;AAAAAAChAgAAZHJzL2Rvd25yZXYueG1sUEsFBgAAAAAEAAQA+QAAAJMDAAAAAA==&#10;" strokeweight="0"/>
                  <v:line id="Line 1385" o:spid="_x0000_s1773" style="position:absolute;flip:x;visibility:visible;mso-wrap-style:square" from="1121,500" to="11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fDJMgAAADdAAAADwAAAGRycy9kb3ducmV2LnhtbESPQUsDMRCF74L/IYzgzWa1oGXbtJQW&#10;iwgqrfbQ23Qz7i7dTJYk7cZ/7xwEbzO8N+99M1tk16kLhdh6NnA/KkARV962XBv4+ny+m4CKCdli&#10;55kM/FCExfz6aoal9QNv6bJLtZIQjiUaaFLqS61j1ZDDOPI9sWjfPjhMsoZa24CDhLtOPxTFo3bY&#10;sjQ02NOqoeq0OzsD2/cnPobNOZ/ycXj7OOzr1/16acztTV5OQSXK6d/8d/1iBX8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YfDJMgAAADdAAAADwAAAAAA&#10;AAAAAAAAAAChAgAAZHJzL2Rvd25yZXYueG1sUEsFBgAAAAAEAAQA+QAAAJYDAAAAAA==&#10;" strokeweight="0"/>
                  <v:line id="Line 1386" o:spid="_x0000_s1774" style="position:absolute;flip:x;visibility:visible;mso-wrap-style:square" from="1109,500" to="111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tmv8UAAADdAAAADwAAAGRycy9kb3ducmV2LnhtbERPTWsCMRC9C/6HMEJvmq2F1m6NIpaK&#10;FGrR1kNv42a6u7iZLEl04783hYK3ebzPmc6jacSZnK8tK7gfZSCIC6trLhV8f70NJyB8QNbYWCYF&#10;F/Iwn/V7U8y17XhL510oRQphn6OCKoQ2l9IXFRn0I9sSJ+7XOoMhQVdK7bBL4aaR4yx7lAZrTg0V&#10;trSsqDjuTkbBdvPEB7c6xWM8dB+fP/vyff+6UOpuEBcvIALFcBP/u9c6zX+YPMP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tmv8UAAADdAAAADwAAAAAAAAAA&#10;AAAAAAChAgAAZHJzL2Rvd25yZXYueG1sUEsFBgAAAAAEAAQA+QAAAJMDAAAAAA==&#10;" strokeweight="0"/>
                  <v:line id="Line 1387" o:spid="_x0000_s1775" style="position:absolute;flip:x;visibility:visible;mso-wrap-style:square" from="1096,500" to="11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hZ/8gAAADdAAAADwAAAGRycy9kb3ducmV2LnhtbESPQUsDMRCF74L/IYzgzWatoO22aSkV&#10;RQSVVnvobboZd5duJkuSduO/dw6Ctxnem/e+mS+z69SZQmw9G7gdFaCIK29brg18fT7dTEDFhGyx&#10;80wGfijCcnF5McfS+oE3dN6mWkkIxxINNCn1pdaxashhHPmeWLRvHxwmWUOtbcBBwl2nx0Vxrx22&#10;LA0N9rRuqDpuT87A5v2BD+H5lI/5MLx97Hf16+5xZcz1VV7NQCXK6d/8d/1iBf9uKv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hZ/8gAAADdAAAADwAAAAAA&#10;AAAAAAAAAAChAgAAZHJzL2Rvd25yZXYueG1sUEsFBgAAAAAEAAQA+QAAAJYDAAAAAA==&#10;" strokeweight="0"/>
                  <v:line id="Line 1388" o:spid="_x0000_s1776" style="position:absolute;flip:x;visibility:visible;mso-wrap-style:square" from="1084,500" to="10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T8ZMUAAADdAAAADwAAAGRycy9kb3ducmV2LnhtbERPTWsCMRC9F/wPYQrealYLtd0aRZRK&#10;EWzR1kNv42a6u7iZLEl04783QqG3ebzPmcyiacSZnK8tKxgOMhDEhdU1lwq+v94enkH4gKyxsUwK&#10;LuRhNu3dTTDXtuMtnXehFCmEfY4KqhDaXEpfVGTQD2xLnLhf6wyGBF0ptcMuhZtGjrLsSRqsOTVU&#10;2NKiouK4OxkF248xH9zqFI/x0G0+f/bler+cK9W/j/NXEIFi+Bf/ud91mv/4M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T8ZMUAAADdAAAADwAAAAAAAAAA&#10;AAAAAAChAgAAZHJzL2Rvd25yZXYueG1sUEsFBgAAAAAEAAQA+QAAAJMDAAAAAA==&#10;" strokeweight="0"/>
                  <v:line id="Line 1389" o:spid="_x0000_s1777" style="position:absolute;flip:x;visibility:visible;mso-wrap-style:square" from="1071,500" to="107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ZiE8UAAADdAAAADwAAAGRycy9kb3ducmV2LnhtbERPTWsCMRC9F/wPYQRvNVsLtd0aRZRK&#10;EWzR1kNv42a6u7iZLEl04783QqG3ebzPmcyiacSZnK8tK3gYZiCIC6trLhV8f73dP4PwAVljY5kU&#10;XMjDbNq7m2CubcdbOu9CKVII+xwVVCG0uZS+qMigH9qWOHG/1hkMCbpSaoddCjeNHGXZkzRYc2qo&#10;sKVFRcVxdzIKth9jPrjVKR7jodt8/uzL9X45V2rQj/NXEIFi+Bf/ud91mv/4M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ZiE8UAAADdAAAADwAAAAAAAAAA&#10;AAAAAAChAgAAZHJzL2Rvd25yZXYueG1sUEsFBgAAAAAEAAQA+QAAAJMDAAAAAA==&#10;" strokeweight="0"/>
                  <v:line id="Line 1390" o:spid="_x0000_s1778" style="position:absolute;flip:x;visibility:visible;mso-wrap-style:square" from="1059,500" to="10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rHiMUAAADdAAAADwAAAGRycy9kb3ducmV2LnhtbERPS2sCMRC+F/wPYYTearYKtV2NIpaW&#10;UrDF18HbuJnuLm4mSxLd9N8bodDbfHzPmc6jacSFnK8tK3gcZCCIC6trLhXstm8PzyB8QNbYWCYF&#10;v+RhPuvdTTHXtuM1XTahFCmEfY4KqhDaXEpfVGTQD2xLnLgf6wyGBF0ptcMuhZtGDrPsSRqsOTVU&#10;2NKyouK0ORsF668xH937OZ7isVt9H/bl5/51odR9Py4mIALF8C/+c3/oNH/0M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vrHiMUAAADdAAAADwAAAAAAAAAA&#10;AAAAAAChAgAAZHJzL2Rvd25yZXYueG1sUEsFBgAAAAAEAAQA+QAAAJMDAAAAAA==&#10;" strokeweight="0"/>
                  <v:line id="Line 1391" o:spid="_x0000_s1779" style="position:absolute;flip:x;visibility:visible;mso-wrap-style:square" from="1047,500" to="10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Nf/MYAAADdAAAADwAAAGRycy9kb3ducmV2LnhtbERPTWsCMRC9F/wPYQrearZaqm6NIi0t&#10;RWhFrYfexs10d3EzWZLopv++EQre5vE+Z7aIphFncr62rOB+kIEgLqyuuVTwtXu9m4DwAVljY5kU&#10;/JKHxbx3M8Nc2443dN6GUqQQ9jkqqEJocyl9UZFBP7AtceJ+rDMYEnSl1A67FG4aOcyyR2mw5tRQ&#10;YUvPFRXH7cko2HyO+eDeTvEYD93H+ntfrvYvS6X6t3H5BCJQDFfxv/tdp/mj6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TX/zGAAAA3QAAAA8AAAAAAAAA&#10;AAAAAAAAoQIAAGRycy9kb3ducmV2LnhtbFBLBQYAAAAABAAEAPkAAACUAwAAAAA=&#10;" strokeweight="0"/>
                  <v:line id="Line 1392" o:spid="_x0000_s1780" style="position:absolute;flip:x;visibility:visible;mso-wrap-style:square" from="1034,500" to="1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Z8YAAADdAAAADwAAAGRycy9kb3ducmV2LnhtbERPTWsCMRC9F/wPYQrearZKq26NIi0t&#10;RWhFrYfexs10d3EzWZLopv++EQre5vE+Z7aIphFncr62rOB+kIEgLqyuuVTwtXu9m4DwAVljY5kU&#10;/JKHxbx3M8Nc2443dN6GUqQQ9jkqqEJocyl9UZFBP7AtceJ+rDMYEnSl1A67FG4aOcyyR2mw5tRQ&#10;YUvPFRXH7cko2HyO+eDeTvEYD93H+ntfrvYvS6X6t3H5BCJQDFfxv/tdp/mj6Q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f+mfGAAAA3QAAAA8AAAAAAAAA&#10;AAAAAAAAoQIAAGRycy9kb3ducmV2LnhtbFBLBQYAAAAABAAEAPkAAACUAwAAAAA=&#10;" strokeweight="0"/>
                  <v:line id="Line 1393" o:spid="_x0000_s1781" style="position:absolute;flip:x;visibility:visible;mso-wrap-style:square" from="1022,500" to="10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1kEMUAAADdAAAADwAAAGRycy9kb3ducmV2LnhtbERPTWsCMRC9F/wPYYTearYWbLs1ilgq&#10;Iqho66G3cTPdXdxMliS68d+bQqG3ebzPGU+jacSFnK8tK3gcZCCIC6trLhV8fX48vIDwAVljY5kU&#10;XMnDdNK7G2Oubcc7uuxDKVII+xwVVCG0uZS+qMigH9iWOHE/1hkMCbpSaoddCjeNHGbZSBqsOTVU&#10;2NK8ouK0PxsFu80zH93iHE/x2K2334dydXifKXXfj7M3EIFi+Bf/uZc6zX96H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o1kEMUAAADdAAAADwAAAAAAAAAA&#10;AAAAAAChAgAAZHJzL2Rvd25yZXYueG1sUEsFBgAAAAAEAAQA+QAAAJMDAAAAAA==&#10;" strokeweight="0"/>
                  <v:line id="Line 1394" o:spid="_x0000_s1782" style="position:absolute;flip:x;visibility:visible;mso-wrap-style:square" from="1010,500" to="10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HBi8UAAADdAAAADwAAAGRycy9kb3ducmV2LnhtbERPTWsCMRC9C/6HMEJvNVsLtd0aRSwV&#10;KVTR1kNv42a6u7iZLEl04783hYK3ebzPmcyiacSZnK8tK3gYZiCIC6trLhV8f73fP4PwAVljY5kU&#10;XMjDbNrvTTDXtuMtnXehFCmEfY4KqhDaXEpfVGTQD21LnLhf6wyGBF0ptcMuhZtGjrLsSRqsOTVU&#10;2NKiouK4OxkF2/WYD255isd46D43P/vyY/82V+puEOevIALFcBP/u1c6zX98Gc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HBi8UAAADdAAAADwAAAAAAAAAA&#10;AAAAAAChAgAAZHJzL2Rvd25yZXYueG1sUEsFBgAAAAAEAAQA+QAAAJMDAAAAAA==&#10;" strokeweight="0"/>
                  <v:line id="Line 1395" o:spid="_x0000_s1783" style="position:absolute;flip:x;visibility:visible;mso-wrap-style:square" from="997,500" to="1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5V+cgAAADdAAAADwAAAGRycy9kb3ducmV2LnhtbESPQUsDMRCF74L/IYzgzWatoO22aSkV&#10;RQSVVnvobboZd5duJkuSduO/dw6Ctxnem/e+mS+z69SZQmw9G7gdFaCIK29brg18fT7dTEDFhGyx&#10;80wGfijCcnF5McfS+oE3dN6mWkkIxxINNCn1pdaxashhHPmeWLRvHxwmWUOtbcBBwl2nx0Vxrx22&#10;LA0N9rRuqDpuT87A5v2BD+H5lI/5MLx97Hf16+5xZcz1VV7NQCXK6d/8d/1iBf9uKr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F5V+cgAAADdAAAADwAAAAAA&#10;AAAAAAAAAAChAgAAZHJzL2Rvd25yZXYueG1sUEsFBgAAAAAEAAQA+QAAAJYDAAAAAA==&#10;" strokeweight="0"/>
                  <v:line id="Line 1396" o:spid="_x0000_s1784" style="position:absolute;flip:x;visibility:visible;mso-wrap-style:square" from="985,500" to="9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LwYsUAAADdAAAADwAAAGRycy9kb3ducmV2LnhtbERPTWsCMRC9C/6HMEJvmq2Ftm6NIpaK&#10;FGrR1kNv42a6u7iZLEl04783hYK3ebzPmc6jacSZnK8tK7gfZSCIC6trLhV8f70Nn0H4gKyxsUwK&#10;LuRhPuv3pphr2/GWzrtQihTCPkcFVQhtLqUvKjLoR7YlTtyvdQZDgq6U2mGXwk0jx1n2KA3WnBoq&#10;bGlZUXHcnYyC7eaJD251isd46D4+f/bl+/51odTdIC5eQASK4Sb+d691mv8wmc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xLwYsUAAADdAAAADwAAAAAAAAAA&#10;AAAAAAChAgAAZHJzL2Rvd25yZXYueG1sUEsFBgAAAAAEAAQA+QAAAJMDAAAAAA==&#10;" strokeweight="0"/>
                  <v:line id="Line 1397" o:spid="_x0000_s1785" style="position:absolute;flip:x;visibility:visible;mso-wrap-style:square" from="973,500" to="9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gBHcgAAADdAAAADwAAAGRycy9kb3ducmV2LnhtbESPQUsDMRCF74L/IUzBm81WRGXbtBRF&#10;EUFLa3vobbqZ7i7dTJYk7cZ/7xwEbzO8N+99M1tk16kLhdh6NjAZF6CIK29brg1sv19vn0DFhGyx&#10;80wGfijCYn59NcPS+oHXdNmkWkkIxxINNCn1pdaxashhHPueWLSjDw6TrKHWNuAg4a7Td0XxoB22&#10;LA0N9vTcUHXanJ2B9dcjH8LbOZ/yYfhc7Xf1x+5laczNKC+noBLl9G/+u363gn9fCL9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ogBHcgAAADdAAAADwAAAAAA&#10;AAAAAAAAAAChAgAAZHJzL2Rvd25yZXYueG1sUEsFBgAAAAAEAAQA+QAAAJYDAAAAAA==&#10;" strokeweight="0"/>
                  <v:line id="Line 1398" o:spid="_x0000_s1786" style="position:absolute;flip:x;visibility:visible;mso-wrap-style:square" from="960,500" to="9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SkhsQAAADdAAAADwAAAGRycy9kb3ducmV2LnhtbERPTWsCMRC9C/0PYQq9aVYpVbZGkUqL&#10;CFa09dDbuJnuLm4mSxLd9N+bguBtHu9zpvNoGnEh52vLCoaDDARxYXXNpYLvr/f+BIQPyBoby6Tg&#10;jzzMZw+9Kebadryjyz6UIoWwz1FBFUKbS+mLigz6gW2JE/drncGQoCuldtilcNPIUZa9SIM1p4YK&#10;W3qrqDjtz0bB7nPMR/dxjqd47Dbbn0O5PiwXSj09xsUriEAx3MU390qn+c/ZEP6/S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KSGxAAAAN0AAAAPAAAAAAAAAAAA&#10;AAAAAKECAABkcnMvZG93bnJldi54bWxQSwUGAAAAAAQABAD5AAAAkgMAAAAA&#10;" strokeweight="0"/>
                  <v:line id="Line 1399" o:spid="_x0000_s1787" style="position:absolute;flip:x;visibility:visible;mso-wrap-style:square" from="948,500" to="9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Y68cQAAADdAAAADwAAAGRycy9kb3ducmV2LnhtbERPTWsCMRC9C/6HMEJvmq2UKlujSEuL&#10;CFa09dDbuJnuLm4mSxLd9N+bguBtHu9zZotoGnEh52vLCh5HGQjiwuqaSwXfX+/DKQgfkDU2lknB&#10;H3lYzPu9Gebadryjyz6UIoWwz1FBFUKbS+mLigz6kW2JE/drncGQoCuldtilcNPIcZY9S4M1p4YK&#10;W3qtqDjtz0bB7nPCR/dxjqd47Dbbn0O5PrwtlXoYxOULiEAx3MU390qn+U/ZGP6/S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FjrxxAAAAN0AAAAPAAAAAAAAAAAA&#10;AAAAAKECAABkcnMvZG93bnJldi54bWxQSwUGAAAAAAQABAD5AAAAkgMAAAAA&#10;" strokeweight="0"/>
                  <v:line id="Line 1400" o:spid="_x0000_s1788" style="position:absolute;flip:x;visibility:visible;mso-wrap-style:square" from="936,500" to="94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qfasUAAADdAAAADwAAAGRycy9kb3ducmV2LnhtbERPTWsCMRC9F/wPYQrearZW2rI1iigV&#10;EbRo66G3cTPdXdxMliS68d+bQqG3ebzPGU+jacSFnK8tK3gcZCCIC6trLhV8fb4/vILwAVljY5kU&#10;XMnDdNK7G2Oubcc7uuxDKVII+xwVVCG0uZS+qMigH9iWOHE/1hkMCbpSaoddCjeNHGbZszRYc2qo&#10;sKV5RcVpfzYKdtsXPrrlOZ7isdt8fB/K9WExU6p/H2dvIALF8C/+c690mj/Knu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lqfasUAAADdAAAADwAAAAAAAAAA&#10;AAAAAAChAgAAZHJzL2Rvd25yZXYueG1sUEsFBgAAAAAEAAQA+QAAAJMDAAAAAA==&#10;" strokeweight="0"/>
                  <v:line id="Line 1401" o:spid="_x0000_s1789" style="position:absolute;flip:x;visibility:visible;mso-wrap-style:square" from="923,500" to="9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MHHsQAAADdAAAADwAAAGRycy9kb3ducmV2LnhtbERPS2sCMRC+F/wPYYTearYiraxGkRaL&#10;CK34OngbN9Pdxc1kSaKb/vumUPA2H99zpvNoGnEj52vLCp4HGQjiwuqaSwWH/fJpDMIHZI2NZVLw&#10;Qx7ms97DFHNtO97SbRdKkULY56igCqHNpfRFRQb9wLbEifu2zmBI0JVSO+xSuGnkMMtepMGaU0OF&#10;Lb1VVFx2V6Ng+/XKZ/dxjZd47j43p2O5Pr4vlHrsx8UERKAY7uJ/90qn+aNsBH/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swcexAAAAN0AAAAPAAAAAAAAAAAA&#10;AAAAAKECAABkcnMvZG93bnJldi54bWxQSwUGAAAAAAQABAD5AAAAkgMAAAAA&#10;" strokeweight="0"/>
                  <v:line id="Line 1402" o:spid="_x0000_s1790" style="position:absolute;flip:x;visibility:visible;mso-wrap-style:square" from="911,500" to="9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ihcUAAADdAAAADwAAAGRycy9kb3ducmV2LnhtbERPTWsCMRC9F/wPYQrearZS27I1iigV&#10;EbRo66G3cTPdXdxMliS68d+bQqG3ebzPGU+jacSFnK8tK3gcZCCIC6trLhV8fb4/vILwAVljY5kU&#10;XMnDdNK7G2Oubcc7uuxDKVII+xwVVCG0uZS+qMigH9iWOHE/1hkMCbpSaoddCjeNHGbZszRYc2qo&#10;sKV5RcVpfzYKdtsXPrrlOZ7isdt8fB/K9WExU6p/H2dvIALF8C/+c690mv+UjeD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ihcUAAADdAAAADwAAAAAAAAAA&#10;AAAAAAChAgAAZHJzL2Rvd25yZXYueG1sUEsFBgAAAAAEAAQA+QAAAJMDAAAAAA==&#10;" strokeweight="0"/>
                  <v:line id="Line 1403" o:spid="_x0000_s1791" style="position:absolute;flip:x;visibility:visible;mso-wrap-style:square" from="899,500" to="90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88sQAAADdAAAADwAAAGRycy9kb3ducmV2LnhtbERPTWsCMRC9F/wPYQRvNVsRK1ujSIsi&#10;BSvaeuht3Ex3FzeTJYlu+u9NoeBtHu9zZotoGnEl52vLCp6GGQjiwuqaSwVfn6vHKQgfkDU2lknB&#10;L3lYzHsPM8y17XhP10MoRQphn6OCKoQ2l9IXFRn0Q9sSJ+7HOoMhQVdK7bBL4aaRoyybSIM1p4YK&#10;W3qtqDgfLkbB/uOZT259ied46ra772P5fnxbKjXox+ULiEAx3MX/7o1O88fZBP6+SSf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TzyxAAAAN0AAAAPAAAAAAAAAAAA&#10;AAAAAKECAABkcnMvZG93bnJldi54bWxQSwUGAAAAAAQABAD5AAAAkgMAAAAA&#10;" strokeweight="0"/>
                  <v:line id="Line 1404" o:spid="_x0000_s1792" style="position:absolute;flip:x;visibility:visible;mso-wrap-style:square" from="886,500" to="8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GZacQAAADdAAAADwAAAGRycy9kb3ducmV2LnhtbERPTWsCMRC9C/6HMII3zbYUla1RpKVF&#10;BCvaeuht3Ex3FzeTJYlu/PdNoeBtHu9z5stoGnEl52vLCh7GGQjiwuqaSwVfn2+jGQgfkDU2lknB&#10;jTwsF/3eHHNtO97T9RBKkULY56igCqHNpfRFRQb92LbEifuxzmBI0JVSO+xSuGnkY5ZNpMGaU0OF&#10;Lb1UVJwPF6Ng/zHlk3u/xHM8ddvd97HcHF9XSg0HcfUMIlAMd/G/e63T/KdsCn/fpB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YZlpxAAAAN0AAAAPAAAAAAAAAAAA&#10;AAAAAKECAABkcnMvZG93bnJldi54bWxQSwUGAAAAAAQABAD5AAAAkgMAAAAA&#10;" strokeweight="0"/>
                  <v:line id="Line 1405" o:spid="_x0000_s1793" style="position:absolute;flip:x;visibility:visible;mso-wrap-style:square" from="874,500" to="8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4NG8gAAADdAAAADwAAAGRycy9kb3ducmV2LnhtbESPQUsDMRCF74L/IUzBm81WRGXbtBRF&#10;EUFLa3vobbqZ7i7dTJYk7cZ/7xwEbzO8N+99M1tk16kLhdh6NjAZF6CIK29brg1sv19vn0DFhGyx&#10;80wGfijCYn59NcPS+oHXdNmkWkkIxxINNCn1pdaxashhHPueWLSjDw6TrKHWNuAg4a7Td0XxoB22&#10;LA0N9vTcUHXanJ2B9dcjH8LbOZ/yYfhc7Xf1x+5laczNKC+noBLl9G/+u363gn9fCK58IyPo+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P4NG8gAAADdAAAADwAAAAAA&#10;AAAAAAAAAAChAgAAZHJzL2Rvd25yZXYueG1sUEsFBgAAAAAEAAQA+QAAAJYDAAAAAA==&#10;" strokeweight="0"/>
                  <v:line id="Line 1406" o:spid="_x0000_s1794" style="position:absolute;flip:x;visibility:visible;mso-wrap-style:square" from="861,500" to="86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KogMUAAADdAAAADwAAAGRycy9kb3ducmV2LnhtbERPTWsCMRC9F/wPYQrearZSbLs1iigV&#10;EbRo66G3cTPdXdxMliS68d+bQqG3ebzPGU+jacSFnK8tK3gcZCCIC6trLhV8fb4/vIDwAVljY5kU&#10;XMnDdNK7G2Oubcc7uuxDKVII+xwVVCG0uZS+qMigH9iWOHE/1hkMCbpSaoddCjeNHGbZSBqsOTVU&#10;2NK8ouK0PxsFu+0zH93yHE/x2G0+vg/l+rCYKdW/j7M3EIFi+Bf/uVc6zX/KXu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KogMUAAADdAAAADwAAAAAAAAAA&#10;AAAAAAChAgAAZHJzL2Rvd25yZXYueG1sUEsFBgAAAAAEAAQA+QAAAJMDAAAAAA==&#10;" strokeweight="0"/>
                  <v:line id="Line 1407" o:spid="_x0000_s1795" style="position:absolute;flip:x;visibility:visible;mso-wrap-style:square" from="849,500" to="8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GXwMgAAADdAAAADwAAAGRycy9kb3ducmV2LnhtbESPQUsDMRCF70L/QxjBm81WRGXbtJRK&#10;iwgqrfbQ23Qz7i7dTJYk7cZ/7xwEbzO8N+99M1tk16kLhdh6NjAZF6CIK29brg18fa5vn0DFhGyx&#10;80wGfijCYj66mmFp/cBbuuxSrSSEY4kGmpT6UutYNeQwjn1PLNq3Dw6TrKHWNuAg4a7Td0XxoB22&#10;LA0N9rRqqDrtzs7A9v2Rj2Fzzqd8HN4+Dvv6df+8NObmOi+noBLl9G/+u36xgn8/EX7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1GXwMgAAADdAAAADwAAAAAA&#10;AAAAAAAAAAChAgAAZHJzL2Rvd25yZXYueG1sUEsFBgAAAAAEAAQA+QAAAJYDAAAAAA==&#10;" strokeweight="0"/>
                  <v:line id="Line 1408" o:spid="_x0000_s1796" style="position:absolute;flip:x;visibility:visible;mso-wrap-style:square" from="837,500" to="8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0yW8UAAADdAAAADwAAAGRycy9kb3ducmV2LnhtbERPS2sCMRC+C/0PYYTeNLtS2rIaRSot&#10;pdCKr4O3cTPuLm4mSxLd9N83hUJv8/E9Z7aIphU3cr6xrCAfZyCIS6sbrhTsd6+jZxA+IGtsLZOC&#10;b/KwmN8NZlho2/OGbttQiRTCvkAFdQhdIaUvazLox7YjTtzZOoMhQVdJ7bBP4aaVkyx7lAYbTg01&#10;dvRSU3nZXo2CzdcTn9zbNV7iqf9cHw/Vx2G1VOp+GJdTEIFi+Bf/ud91mv+Q5/D7TTpB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B0yW8UAAADdAAAADwAAAAAAAAAA&#10;AAAAAAChAgAAZHJzL2Rvd25yZXYueG1sUEsFBgAAAAAEAAQA+QAAAJMDAAAAAA==&#10;" strokeweight="0"/>
                  <v:line id="Line 1409" o:spid="_x0000_s1797" style="position:absolute;flip:x;visibility:visible;mso-wrap-style:square" from="824,500" to="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sLMUAAADdAAAADwAAAGRycy9kb3ducmV2LnhtbERPTWsCMRC9C/6HMII3zSrSytYoorSU&#10;gi1qPfQ2bqa7i5vJkkQ3/femUOhtHu9zFqtoGnEj52vLCibjDARxYXXNpYLP4/NoDsIHZI2NZVLw&#10;Qx5Wy35vgbm2He/pdgilSCHsc1RQhdDmUvqiIoN+bFvixH1bZzAk6EqpHXYp3DRymmUP0mDNqaHC&#10;ljYVFZfD1SjYvz/y2b1c4yWeu93H16l8O23XSg0Hcf0EIlAM/+I/96tO82eTK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sLMUAAADdAAAADwAAAAAAAAAA&#10;AAAAAAChAgAAZHJzL2Rvd25yZXYueG1sUEsFBgAAAAAEAAQA+QAAAJMDAAAAAA==&#10;" strokeweight="0"/>
                  <v:line id="Line 1410" o:spid="_x0000_s1798" style="position:absolute;flip:x;visibility:visible;mso-wrap-style:square" from="812,500" to="8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MJt8UAAADdAAAADwAAAGRycy9kb3ducmV2LnhtbERPTWsCMRC9F/wPYQrealZbbNkaRZRK&#10;EWzR1kNv42a6u7iZLEl04783QqG3ebzPmcyiacSZnK8tKxgOMhDEhdU1lwq+v94eXkD4gKyxsUwK&#10;LuRhNu3dTTDXtuMtnXehFCmEfY4KqhDaXEpfVGTQD2xLnLhf6wyGBF0ptcMuhZtGjrJsLA3WnBoq&#10;bGlRUXHcnYyC7cczH9zqFI/x0G0+f/bler+cK9W/j/NXEIFi+Bf/ud91mv80f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MJt8UAAADdAAAADwAAAAAAAAAA&#10;AAAAAAChAgAAZHJzL2Rvd25yZXYueG1sUEsFBgAAAAAEAAQA+QAAAJMDAAAAAA==&#10;" strokeweight="0"/>
                  <v:line id="Line 1411" o:spid="_x0000_s1799" style="position:absolute;flip:x;visibility:visible;mso-wrap-style:square" from="800,500" to="8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qRw8UAAADdAAAADwAAAGRycy9kb3ducmV2LnhtbERPTWsCMRC9F/wPYQRvNatIK1ujiKKU&#10;gi1qPfQ2bqa7i5vJkkQ3/femUOhtHu9zZotoGnEj52vLCkbDDARxYXXNpYLP4+ZxCsIHZI2NZVLw&#10;Qx4W897DDHNtO97T7RBKkULY56igCqHNpfRFRQb90LbEifu2zmBI0JVSO+xSuGnkOMuepMGaU0OF&#10;La0qKi6Hq1Gwf3/ms9te4yWeu93H16l8O62XSg36cfkCIlAM/+I/96tO8yejC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GqRw8UAAADdAAAADwAAAAAAAAAA&#10;AAAAAAChAgAAZHJzL2Rvd25yZXYueG1sUEsFBgAAAAAEAAQA+QAAAJMDAAAAAA==&#10;" strokeweight="0"/>
                  <v:line id="Line 1412" o:spid="_x0000_s1800" style="position:absolute;flip:x;visibility:visible;mso-wrap-style:square" from="787,500" to="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0WMUAAADdAAAADwAAAGRycy9kb3ducmV2LnhtbERPTWsCMRC9F/wPYQrealZpbdkaRZRK&#10;EWzR1kNv42a6u7iZLEl04783QqG3ebzPmcyiacSZnK8tKxgOMhDEhdU1lwq+v94eXkD4gKyxsUwK&#10;LuRhNu3dTTDXtuMtnXehFCmEfY4KqhDaXEpfVGTQD2xLnLhf6wyGBF0ptcMuhZtGjrJsLA3WnBoq&#10;bGlRUXHcnYyC7cczH9zqFI/x0G0+f/bler+cK9W/j/NXEIFi+Bf/ud91mv84f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Y0WMUAAADdAAAADwAAAAAAAAAA&#10;AAAAAAChAgAAZHJzL2Rvd25yZXYueG1sUEsFBgAAAAAEAAQA+QAAAJMDAAAAAA==&#10;" strokeweight="0"/>
                  <v:line id="Line 1413" o:spid="_x0000_s1801" style="position:absolute;flip:x;visibility:visible;mso-wrap-style:square" from="775,500" to="7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L8UAAADdAAAADwAAAGRycy9kb3ducmV2LnhtbERPS2sCMRC+F/wPYYTeatYiVlajiFIp&#10;hbb4OngbN+Pu4mayJNFN/31TKPQ2H99zZotoGnEn52vLCoaDDARxYXXNpYLD/vVpAsIHZI2NZVLw&#10;TR4W897DDHNtO97SfRdKkULY56igCqHNpfRFRQb9wLbEibtYZzAk6EqpHXYp3DTyOcvG0mDNqaHC&#10;llYVFdfdzSjYfr7w2W1u8RrP3cfX6Vi+H9dLpR77cTkFESiGf/Gf+02n+aPhG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qL8UAAADdAAAADwAAAAAAAAAA&#10;AAAAAAChAgAAZHJzL2Rvd25yZXYueG1sUEsFBgAAAAAEAAQA+QAAAJMDAAAAAA==&#10;" strokeweight="0"/>
                  <v:line id="Line 1414" o:spid="_x0000_s1802" style="position:absolute;flip:x;visibility:visible;mso-wrap-style:square" from="763,500" to="7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PtMUAAADdAAAADwAAAGRycy9kb3ducmV2LnhtbERPTWsCMRC9C/0PYQq9aVYRLVujiKIU&#10;wRZtPfQ2bqa7i5vJkkQ3/vumUOhtHu9zZotoGnEj52vLCoaDDARxYXXNpYLPj03/GYQPyBoby6Tg&#10;Th4W84feDHNtOz7Q7RhKkULY56igCqHNpfRFRQb9wLbEifu2zmBI0JVSO+xSuGnkKMsm0mDNqaHC&#10;llYVFZfj1Sg4vE357LbXeInnbv/+dSp3p/VSqafHuHwBESiGf/Gf+1Wn+ePhF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gPtMUAAADdAAAADwAAAAAAAAAA&#10;AAAAAAChAgAAZHJzL2Rvd25yZXYueG1sUEsFBgAAAAAEAAQA+QAAAJMDAAAAAA==&#10;" strokeweight="0"/>
                  <v:line id="Line 1415" o:spid="_x0000_s1803" style="position:absolute;flip:x;visibility:visible;mso-wrap-style:square" from="750,500" to="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ebxsgAAADdAAAADwAAAGRycy9kb3ducmV2LnhtbESPQUsDMRCF70L/QxjBm81WRGXbtJRK&#10;iwgqrfbQ23Qz7i7dTJYk7cZ/7xwEbzO8N+99M1tk16kLhdh6NjAZF6CIK29brg18fa5vn0DFhGyx&#10;80wGfijCYj66mmFp/cBbuuxSrSSEY4kGmpT6UutYNeQwjn1PLNq3Dw6TrKHWNuAg4a7Td0XxoB22&#10;LA0N9rRqqDrtzs7A9v2Rj2Fzzqd8HN4+Dvv6df+8NObmOi+noBLl9G/+u36xgn8/EVz5Rkb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SebxsgAAADdAAAADwAAAAAA&#10;AAAAAAAAAAChAgAAZHJzL2Rvd25yZXYueG1sUEsFBgAAAAAEAAQA+QAAAJYDAAAAAA==&#10;" strokeweight="0"/>
                  <v:line id="Line 1416" o:spid="_x0000_s1804" style="position:absolute;flip:x;visibility:visible;mso-wrap-style:square" from="738,500" to="7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s+XcUAAADdAAAADwAAAGRycy9kb3ducmV2LnhtbERPTWsCMRC9F/wPYQrealYptd0aRZRK&#10;EWzR1kNv42a6u7iZLEl04783QqG3ebzPmcyiacSZnK8tKxgOMhDEhdU1lwq+v94enkH4gKyxsUwK&#10;LuRhNu3dTTDXtuMtnXehFCmEfY4KqhDaXEpfVGTQD2xLnLhf6wyGBF0ptcMuhZtGjrLsSRqsOTVU&#10;2NKiouK4OxkF248xH9zqFI/x0G0+f/bler+cK9W/j/NXEIFi+Bf/ud91mv84fI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ms+XcUAAADdAAAADwAAAAAAAAAA&#10;AAAAAAChAgAAZHJzL2Rvd25yZXYueG1sUEsFBgAAAAAEAAQA+QAAAJMDAAAAAA==&#10;" strokeweight="0"/>
                  <v:line id="Line 1417" o:spid="_x0000_s1805" style="position:absolute;flip:x;visibility:visible;mso-wrap-style:square" from="726,500" to="73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1dfcgAAADdAAAADwAAAGRycy9kb3ducmV2LnhtbESPQUsDMRCF70L/Q5iCN5u1iMq2aSkt&#10;iggqrfbQ23Qz7i7dTJYk7cZ/7xwEbzO8N+99M19m16kLhdh6NnA7KUARV962XBv4+ny6eQQVE7LF&#10;zjMZ+KEIy8Xoao6l9QNv6bJLtZIQjiUaaFLqS61j1ZDDOPE9sWjfPjhMsoZa24CDhLtOT4viXjts&#10;WRoa7GndUHXanZ2B7fsDH8PzOZ/ycXj7OOzr1/1mZcz1OK9moBLl9G/+u36xgn83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T1dfcgAAADdAAAADwAAAAAA&#10;AAAAAAAAAAChAgAAZHJzL2Rvd25yZXYueG1sUEsFBgAAAAAEAAQA+QAAAJYDAAAAAA==&#10;" strokeweight="0"/>
                  <v:line id="Line 1418" o:spid="_x0000_s1806" style="position:absolute;flip:x;visibility:visible;mso-wrap-style:square" from="713,500" to="7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45sUAAADdAAAADwAAAGRycy9kb3ducmV2LnhtbERPTWsCMRC9C/6HMII3zSrSytYoorSU&#10;gi1qPfQ2bqa7i5vJkkQ3/femUOhtHu9zFqtoGnEj52vLCibjDARxYXXNpYLP4/NoDsIHZI2NZVLw&#10;Qx5Wy35vgbm2He/pdgilSCHsc1RQhdDmUvqiIoN+bFvixH1bZzAk6EqpHXYp3DRymmUP0mDNqaHC&#10;ljYVFZfD1SjYvz/y2b1c4yWeu93H16l8O23XSg0Hcf0EIlAM/+I/96tO82fTCfx+k06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45sUAAADdAAAADwAAAAAAAAAA&#10;AAAAAAChAgAAZHJzL2Rvd25yZXYueG1sUEsFBgAAAAAEAAQA+QAAAJMDAAAAAA==&#10;" strokeweight="0"/>
                  <v:line id="Line 1419" o:spid="_x0000_s1807" style="position:absolute;flip:x;visibility:visible;mso-wrap-style:square" from="701,500" to="7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NmkcUAAADdAAAADwAAAGRycy9kb3ducmV2LnhtbERPS2sCMRC+C/0PYQq9adaltGU1irS0&#10;lIIVXwdv42bcXdxMliS66b83hUJv8/E9ZzqPphVXcr6xrGA8ykAQl1Y3XCnYbd+HLyB8QNbYWiYF&#10;P+RhPrsbTLHQtuc1XTehEimEfYEK6hC6Qkpf1mTQj2xHnLiTdQZDgq6S2mGfwk0r8yx7kgYbTg01&#10;dvRaU3neXIyC9fczH93HJZ7jsV+uDvvqa/+2UOrhPi4mIALF8C/+c3/qNP8xz+H3m3SC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NmkcUAAADdAAAADwAAAAAAAAAA&#10;AAAAAAChAgAAZHJzL2Rvd25yZXYueG1sUEsFBgAAAAAEAAQA+QAAAJMDAAAAAA==&#10;" strokeweight="0"/>
                  <v:line id="Line 1420" o:spid="_x0000_s1808" style="position:absolute;flip:x;visibility:visible;mso-wrap-style:square" from="689,500" to="69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DCsUAAADdAAAADwAAAGRycy9kb3ducmV2LnhtbERPTWsCMRC9F/wPYQRvNVtbbNkaRZRK&#10;EWzR1kNv42a6u7iZLEl04783QqG3ebzPmcyiacSZnK8tK3gYZiCIC6trLhV8f73dv4DwAVljY5kU&#10;XMjDbNq7m2CubcdbOu9CKVII+xwVVCG0uZS+qMigH9qWOHG/1hkMCbpSaoddCjeNHGXZWBqsOTVU&#10;2NKiouK4OxkF249nPrjVKR7jodt8/uzL9X45V2rQj/NXEIFi+Bf/ud91mv80eo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DCsUAAADdAAAADwAAAAAAAAAA&#10;AAAAAAChAgAAZHJzL2Rvd25yZXYueG1sUEsFBgAAAAAEAAQA+QAAAJMDAAAAAA==&#10;" strokeweight="0"/>
                  <v:line id="Line 1421" o:spid="_x0000_s1809" style="position:absolute;flip:x;visibility:visible;mso-wrap-style:square" from="676,500" to="6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ZbfsUAAADdAAAADwAAAGRycy9kb3ducmV2LnhtbERPS2sCMRC+F/ofwgi91awiVVajSEtL&#10;KbTi6+Bt3Iy7i5vJkkQ3/fdNQfA2H99zZotoGnEl52vLCgb9DARxYXXNpYLd9v15AsIHZI2NZVLw&#10;Sx4W88eHGebadrym6yaUIoWwz1FBFUKbS+mLigz6vm2JE3eyzmBI0JVSO+xSuGnkMMtepMGaU0OF&#10;Lb1WVJw3F6Ng/TPmo/u4xHM8dt+rw7782r8tlXrqxeUURKAY7uKb+1On+aPhC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ZbfsUAAADdAAAADwAAAAAAAAAA&#10;AAAAAAChAgAAZHJzL2Rvd25yZXYueG1sUEsFBgAAAAAEAAQA+QAAAJMDAAAAAA==&#10;" strokeweight="0"/>
                  <v:line id="Line 1422" o:spid="_x0000_s1810" style="position:absolute;flip:x;visibility:visible;mso-wrap-style:square" from="664,500" to="6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r+5cUAAADdAAAADwAAAGRycy9kb3ducmV2LnhtbERPTWsCMRC9F/wPYQRvNVtpbdkaRZRK&#10;EWzR1kNv42a6u7iZLEl04783QqG3ebzPmcyiacSZnK8tK3gYZiCIC6trLhV8f73dv4DwAVljY5kU&#10;XMjDbNq7m2CubcdbOu9CKVII+xwVVCG0uZS+qMigH9qWOHG/1hkMCbpSaoddCjeNHGXZWBqsOTVU&#10;2NKiouK4OxkF249nPrjVKR7jodt8/uzL9X45V2rQj/NXEIFi+Bf/ud91mv84eo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r+5cUAAADdAAAADwAAAAAAAAAA&#10;AAAAAAChAgAAZHJzL2Rvd25yZXYueG1sUEsFBgAAAAAEAAQA+QAAAJMDAAAAAA==&#10;" strokeweight="0"/>
                  <v:line id="Line 1423" o:spid="_x0000_s1811" style="position:absolute;flip:x;visibility:visible;mso-wrap-style:square" from="652,500" to="65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hgksUAAADdAAAADwAAAGRycy9kb3ducmV2LnhtbERPTWsCMRC9F/wPYYTealYpVrZGEcVS&#10;ClbUeuht3Ex3FzeTJYlu+u9NoeBtHu9zpvNoGnEl52vLCoaDDARxYXXNpYKvw/ppAsIHZI2NZVLw&#10;Sx7ms97DFHNtO97RdR9KkULY56igCqHNpfRFRQb9wLbEifuxzmBI0JVSO+xSuGnkKMvG0mDNqaHC&#10;lpYVFef9xSjYfb7wyb1d4jmeus32+1h+HFcLpR77cfEKIlAMd/G/+12n+c+jMfx9k06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hgksUAAADdAAAADwAAAAAAAAAA&#10;AAAAAAChAgAAZHJzL2Rvd25yZXYueG1sUEsFBgAAAAAEAAQA+QAAAJMDAAAAAA==&#10;" strokeweight="0"/>
                  <v:line id="Line 1424" o:spid="_x0000_s1812" style="position:absolute;flip:x;visibility:visible;mso-wrap-style:square" from="639,500" to="6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TFCcUAAADdAAAADwAAAGRycy9kb3ducmV2LnhtbERPTWsCMRC9C/6HMAVvmq2UWrZGEUuL&#10;FKxo66G3cTPdXdxMliS68d8boeBtHu9zpvNoGnEm52vLCh5HGQjiwuqaSwU/3+/DFxA+IGtsLJOC&#10;C3mYz/q9Kebadryl8y6UIoWwz1FBFUKbS+mLigz6kW2JE/dnncGQoCuldtilcNPIcZY9S4M1p4YK&#10;W1pWVBx3J6Ng+zXhg/s4xWM8dOvN77783L8tlBo8xMUriEAx3MX/7pVO85/GE7h9k06Q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tTFCcUAAADdAAAADwAAAAAAAAAA&#10;AAAAAAChAgAAZHJzL2Rvd25yZXYueG1sUEsFBgAAAAAEAAQA+QAAAJMDAAAAAA==&#10;" strokeweight="0"/>
                  <v:line id="Line 1425" o:spid="_x0000_s1813" style="position:absolute;flip:x;visibility:visible;mso-wrap-style:square" from="627,500" to="6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tRe8gAAADdAAAADwAAAGRycy9kb3ducmV2LnhtbESPQUsDMRCF70L/Q5iCN5u1iMq2aSkt&#10;iggqrfbQ23Qz7i7dTJYk7cZ/7xwEbzO8N+99M19m16kLhdh6NnA7KUARV962XBv4+ny6eQQVE7LF&#10;zjMZ+KEIy8Xoao6l9QNv6bJLtZIQjiUaaFLqS61j1ZDDOPE9sWjfPjhMsoZa24CDhLtOT4viXjts&#10;WRoa7GndUHXanZ2B7fsDH8PzOZ/ycXj7OOzr1/1mZcz1OK9moBLl9G/+u36xgn83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0tRe8gAAADdAAAADwAAAAAA&#10;AAAAAAAAAAChAgAAZHJzL2Rvd25yZXYueG1sUEsFBgAAAAAEAAQA+QAAAJYDAAAAAA==&#10;" strokeweight="0"/>
                  <v:line id="Line 1426" o:spid="_x0000_s1814" style="position:absolute;flip:x;visibility:visible;mso-wrap-style:square" from="614,500" to="62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f04MUAAADdAAAADwAAAGRycy9kb3ducmV2LnhtbERPTWsCMRC9F/wPYQRvNVsptd0aRZRK&#10;EWzR1kNv42a6u7iZLEl04783QqG3ebzPmcyiacSZnK8tK3gYZiCIC6trLhV8f73dP4PwAVljY5kU&#10;XMjDbNq7m2CubcdbOu9CKVII+xwVVCG0uZS+qMigH9qWOHG/1hkMCbpSaoddCjeNHGXZkzRYc2qo&#10;sKVFRcVxdzIKth9jPrjVKR7jodt8/uzL9X45V2rQj/NXEIFi+Bf/ud91mv84eoH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f04MUAAADdAAAADwAAAAAAAAAA&#10;AAAAAAChAgAAZHJzL2Rvd25yZXYueG1sUEsFBgAAAAAEAAQA+QAAAJMDAAAAAA==&#10;" strokeweight="0"/>
                  <v:line id="Line 1427" o:spid="_x0000_s1815" style="position:absolute;flip:x;visibility:visible;mso-wrap-style:square" from="602,500" to="6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TLoMgAAADdAAAADwAAAGRycy9kb3ducmV2LnhtbESPQUsDMRCF74L/IYzgzWatYsu2aSkV&#10;RQSVVnvobboZd5duJkuSduO/dw6Ctxnem/e+mS+z69SZQmw9G7gdFaCIK29brg18fT7dTEHFhGyx&#10;80wGfijCcnF5McfS+oE3dN6mWkkIxxINNCn1pdaxashhHPmeWLRvHxwmWUOtbcBBwl2nx0XxoB22&#10;LA0N9rRuqDpuT87A5n3Ch/B8ysd8GN4+9rv6dfe4Mub6Kq9moBLl9G/+u36xgn9/J/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OTLoMgAAADdAAAADwAAAAAA&#10;AAAAAAAAAAChAgAAZHJzL2Rvd25yZXYueG1sUEsFBgAAAAAEAAQA+QAAAJYDAAAAAA==&#10;" strokeweight="0"/>
                  <v:line id="Line 1428" o:spid="_x0000_s1816" style="position:absolute;flip:x;visibility:visible;mso-wrap-style:square" from="590,500" to="5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huO8UAAADdAAAADwAAAGRycy9kb3ducmV2LnhtbERPTWsCMRC9F/wPYQrealZbbNkaRZRK&#10;EWzR1kNv42a6u7iZLEl04783QqG3ebzPmcyiacSZnK8tKxgOMhDEhdU1lwq+v94eXkD4gKyxsUwK&#10;LuRhNu3dTTDXtuMtnXehFCmEfY4KqhDaXEpfVGTQD2xLnLhf6wyGBF0ptcMuhZtGjrJsLA3WnBoq&#10;bGlRUXHcnYyC7cczH9zqFI/x0G0+f/bler+cK9W/j/NXEIFi+Bf/ud91mv/0O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huO8UAAADdAAAADwAAAAAAAAAA&#10;AAAAAAChAgAAZHJzL2Rvd25yZXYueG1sUEsFBgAAAAAEAAQA+QAAAJMDAAAAAA==&#10;" strokeweight="0"/>
                  <v:line id="Line 1429" o:spid="_x0000_s1817" style="position:absolute;flip:x;visibility:visible;mso-wrap-style:square" from="577,500" to="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rwTMUAAADdAAAADwAAAGRycy9kb3ducmV2LnhtbERPTWsCMRC9F/wPYQRvNVtbbNkaRZRK&#10;EWzR1kNv42a6u7iZLEl04783QqG3ebzPmcyiacSZnK8tK3gYZiCIC6trLhV8f73dv4DwAVljY5kU&#10;XMjDbNq7m2CubcdbOu9CKVII+xwVVCG0uZS+qMigH9qWOHG/1hkMCbpSaoddCjeNHGXZWBqsOTVU&#10;2NKiouK4OxkF249nPrjVKR7jodt8/uzL9X45V2rQj/NXEIFi+Bf/ud91mv/0O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3rwTMUAAADdAAAADwAAAAAAAAAA&#10;AAAAAAChAgAAZHJzL2Rvd25yZXYueG1sUEsFBgAAAAAEAAQA+QAAAJMDAAAAAA==&#10;" strokeweight="0"/>
                  <v:line id="Line 1430" o:spid="_x0000_s1818" style="position:absolute;flip:x;visibility:visible;mso-wrap-style:square" from="565,500" to="5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ZV18UAAADdAAAADwAAAGRycy9kb3ducmV2LnhtbERPS2sCMRC+F/wPYYTearZabFmNIpaW&#10;UrDF18HbuJnuLm4mSxLd9N8bodDbfHzPmc6jacSFnK8tK3gcZCCIC6trLhXstm8PLyB8QNbYWCYF&#10;v+RhPuvdTTHXtuM1XTahFCmEfY4KqhDaXEpfVGTQD2xLnLgf6wyGBF0ptcMuhZtGDrNsLA3WnBoq&#10;bGlZUXHanI2C9dczH937OZ7isVt9H/bl5/51odR9Py4mIALF8C/+c3/oNP9p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ZV18UAAADdAAAADwAAAAAAAAAA&#10;AAAAAAChAgAAZHJzL2Rvd25yZXYueG1sUEsFBgAAAAAEAAQA+QAAAJMDAAAAAA==&#10;" strokeweight="0"/>
                  <v:line id="Line 1431" o:spid="_x0000_s1819" style="position:absolute;flip:x;visibility:visible;mso-wrap-style:square" from="553,500" to="5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No8UAAADdAAAADwAAAGRycy9kb3ducmV2LnhtbERPTWsCMRC9F/wPYYTearZW2rI1ilgq&#10;Iqho66G3cTPdXdxMliS68d+bQqG3ebzPGU+jacSFnK8tK3gcZCCIC6trLhV8fX48vILwAVljY5kU&#10;XMnDdNK7G2Oubcc7uuxDKVII+xwVVCG0uZS+qMigH9iWOHE/1hkMCbpSaoddCjeNHGbZszRYc2qo&#10;sKV5RcVpfzYKdpsXPrrFOZ7isVtvvw/l6vA+U+q+H2dvIALF8C/+cy91mj96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No8UAAADdAAAADwAAAAAAAAAA&#10;AAAAAAChAgAAZHJzL2Rvd25yZXYueG1sUEsFBgAAAAAEAAQA+QAAAJMDAAAAAA==&#10;" strokeweight="0"/>
                  <v:line id="Line 1432" o:spid="_x0000_s1820" style="position:absolute;flip:x;visibility:visible;mso-wrap-style:square" from="540,500" to="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oOMYAAADdAAAADwAAAGRycy9kb3ducmV2LnhtbERPTWsCMRC9F/wPYQrearbaqmyNIi0t&#10;RWhFrYfexs10d3EzWZLopv++EQre5vE+Z7aIphFncr62rOB+kIEgLqyuuVTwtXu9m4LwAVljY5kU&#10;/JKHxbx3M8Nc2443dN6GUqQQ9jkqqEJocyl9UZFBP7AtceJ+rDMYEnSl1A67FG4aOcyysTRYc2qo&#10;sKXniorj9mQUbD4nfHBvp3iMh+5j/b0vV/uXpVL927h8AhEohqv43/2u0/yH0SN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TaDjGAAAA3QAAAA8AAAAAAAAA&#10;AAAAAAAAoQIAAGRycy9kb3ducmV2LnhtbFBLBQYAAAAABAAEAPkAAACUAwAAAAA=&#10;" strokeweight="0"/>
                  <v:line id="Line 1433" o:spid="_x0000_s1821" style="position:absolute;flip:x;visibility:visible;mso-wrap-style:square" from="528,500" to="5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H2T8UAAADdAAAADwAAAGRycy9kb3ducmV2LnhtbERPTWsCMRC9C/6HMEJvNVtbbNkaRSwV&#10;KVTR1kNv42a6u7iZLEl04783hYK3ebzPmcyiacSZnK8tK3gYZiCIC6trLhV8f73fv4DwAVljY5kU&#10;XMjDbNrvTTDXtuMtnXehFCmEfY4KqhDaXEpfVGTQD21LnLhf6wyGBF0ptcMuhZtGjrJsLA3WnBoq&#10;bGlRUXHcnYyC7fqZD255isd46D43P/vyY/82V+puEOevIALFcBP/u1c6zX96HM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H2T8UAAADdAAAADwAAAAAAAAAA&#10;AAAAAAChAgAAZHJzL2Rvd25yZXYueG1sUEsFBgAAAAAEAAQA+QAAAJMDAAAAAA==&#10;" strokeweight="0"/>
                  <v:line id="Line 1434" o:spid="_x0000_s1822" style="position:absolute;flip:x;visibility:visible;mso-wrap-style:square" from="516,500" to="5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1T1MUAAADdAAAADwAAAGRycy9kb3ducmV2LnhtbERPTWsCMRC9C/6HMEJvmq0ttWyNIpaK&#10;FGrR1kNv42a6u7iZLEl04783hYK3ebzPmc6jacSZnK8tK7gfZSCIC6trLhV8f70Nn0H4gKyxsUwK&#10;LuRhPuv3pphr2/GWzrtQihTCPkcFVQhtLqUvKjLoR7YlTtyvdQZDgq6U2mGXwk0jx1n2JA3WnBoq&#10;bGlZUXHcnYyC7WbCB7c6xWM8dB+fP/vyff+6UOpuEBcvIALFcBP/u9c6zX98m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1T1MUAAADdAAAADwAAAAAAAAAA&#10;AAAAAAChAgAAZHJzL2Rvd25yZXYueG1sUEsFBgAAAAAEAAQA+QAAAJMDAAAAAA==&#10;" strokeweight="0"/>
                  <v:line id="Line 1435" o:spid="_x0000_s1823" style="position:absolute;flip:x;visibility:visible;mso-wrap-style:square" from="503,500" to="5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LHpsgAAADdAAAADwAAAGRycy9kb3ducmV2LnhtbESPQUsDMRCF74L/IYzgzWatYsu2aSkV&#10;RQSVVnvobboZd5duJkuSduO/dw6Ctxnem/e+mS+z69SZQmw9G7gdFaCIK29brg18fT7dTEHFhGyx&#10;80wGfijCcnF5McfS+oE3dN6mWkkIxxINNCn1pdaxashhHPmeWLRvHxwmWUOtbcBBwl2nx0XxoB22&#10;LA0N9rRuqDpuT87A5n3Ch/B8ysd8GN4+9rv6dfe4Mub6Kq9moBLl9G/+u36xgn9/J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pLHpsgAAADdAAAADwAAAAAA&#10;AAAAAAAAAAChAgAAZHJzL2Rvd25yZXYueG1sUEsFBgAAAAAEAAQA+QAAAJYDAAAAAA==&#10;" strokeweight="0"/>
                  <v:line id="Line 1436" o:spid="_x0000_s1824" style="position:absolute;flip:x;visibility:visible;mso-wrap-style:square" from="491,500" to="4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5iPcYAAADdAAAADwAAAGRycy9kb3ducmV2LnhtbERPTWsCMRC9F/wPYQrearZaqm6NIi0t&#10;RWhFrYfexs10d3EzWZLopv++EQre5vE+Z7aIphFncr62rOB+kIEgLqyuuVTwtXu9m4DwAVljY5kU&#10;/JKHxbx3M8Nc2443dN6GUqQQ9jkqqEJocyl9UZFBP7AtceJ+rDMYEnSl1A67FG4aOcyyR2mw5tRQ&#10;YUvPFRXH7cko2HyO+eDeTvEYD93H+ntfrvYvS6X6t3H5BCJQDFfxv/tdp/kPo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eYj3GAAAA3QAAAA8AAAAAAAAA&#10;AAAAAAAAoQIAAGRycy9kb3ducmV2LnhtbFBLBQYAAAAABAAEAPkAAACUAwAAAAA=&#10;" strokeweight="0"/>
                  <v:line id="Line 1437" o:spid="_x0000_s1825" style="position:absolute;flip:x;visibility:visible;mso-wrap-style:square" from="479,500" to="48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K43cgAAADdAAAADwAAAGRycy9kb3ducmV2LnhtbESPQUsDMRCF70L/Q5iCN5tVisq2aSkt&#10;iggqrfbQ23Qz7i7dTJYk7cZ/7xwEbzO8N+99M19m16kLhdh6NnA7KUARV962XBv4+ny6eQQVE7LF&#10;zjMZ+KEIy8Xoao6l9QNv6bJLtZIQjiUaaFLqS61j1ZDDOPE9sWjfPjhMsoZa24CDhLtO3xXFvXbY&#10;sjQ02NO6oeq0OzsD2/cHPobncz7l4/D2cdjXr/vNypjrcV7NQCXK6d/8d/1iBX86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OK43cgAAADdAAAADwAAAAAA&#10;AAAAAAAAAAChAgAAZHJzL2Rvd25yZXYueG1sUEsFBgAAAAAEAAQA+QAAAJYDAAAAAA==&#10;" strokeweight="0"/>
                  <v:line id="Line 1438" o:spid="_x0000_s1826" style="position:absolute;flip:x;visibility:visible;mso-wrap-style:square" from="466,500" to="4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4dRsUAAADdAAAADwAAAGRycy9kb3ducmV2LnhtbERPTWsCMRC9F/wPYQRvNatIK1ujiKKU&#10;gi1qPfQ2bqa7i5vJkkQ3/femUOhtHu9zZotoGnEj52vLCkbDDARxYXXNpYLP4+ZxCsIHZI2NZVLw&#10;Qx4W897DDHNtO97T7RBKkULY56igCqHNpfRFRQb90LbEifu2zmBI0JVSO+xSuGnkOMuepMGaU0OF&#10;La0qKi6Hq1Gwf3/ms9te4yWeu93H16l8O62XSg36cfkCIlAM/+I/96tO8yeTEfx+k06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64dRsUAAADdAAAADwAAAAAAAAAA&#10;AAAAAAChAgAAZHJzL2Rvd25yZXYueG1sUEsFBgAAAAAEAAQA+QAAAJMDAAAAAA==&#10;" strokeweight="0"/>
                  <v:line id="Line 1439" o:spid="_x0000_s1827" style="position:absolute;flip:x;visibility:visible;mso-wrap-style:square" from="454,500" to="4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yDMcUAAADdAAAADwAAAGRycy9kb3ducmV2LnhtbERPS2sCMRC+F/ofwgi91awiVVajSEtL&#10;KbTi6+Bt3Iy7i5vJkkQ3/fdNQfA2H99zZotoGnEl52vLCgb9DARxYXXNpYLd9v15AsIHZI2NZVLw&#10;Sx4W88eHGebadrym6yaUIoWwz1FBFUKbS+mLigz6vm2JE3eyzmBI0JVSO+xSuGnkMMtepMGaU0OF&#10;Lb1WVJw3F6Ng/TPmo/u4xHM8dt+rw7782r8tlXrqxeUURKAY7uKb+1On+aPREP6/SS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3yDMcUAAADdAAAADwAAAAAAAAAA&#10;AAAAAAChAgAAZHJzL2Rvd25yZXYueG1sUEsFBgAAAAAEAAQA+QAAAJMDAAAAAA==&#10;" strokeweight="0"/>
                  <v:line id="Line 1440" o:spid="_x0000_s1828" style="position:absolute;flip:x;visibility:visible;mso-wrap-style:square" from="442,500" to="44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AmqsUAAADdAAAADwAAAGRycy9kb3ducmV2LnhtbERPTWsCMRC9F/wPYYTearZW2rI1ilgq&#10;Iqho66G3cTPdXdxMliS68d+bQqG3ebzPGU+jacSFnK8tK3gcZCCIC6trLhV8fX48vILwAVljY5kU&#10;XMnDdNK7G2Oubcc7uuxDKVII+xwVVCG0uZS+qMigH9iWOHE/1hkMCbpSaoddCjeNHGbZszRYc2qo&#10;sKV5RcVpfzYKdpsXPrrFOZ7isVtvvw/l6vA+U+q+H2dvIALF8C/+cy91mj8aPc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AmqsUAAADdAAAADwAAAAAAAAAA&#10;AAAAAAChAgAAZHJzL2Rvd25yZXYueG1sUEsFBgAAAAAEAAQA+QAAAJMDAAAAAA==&#10;" strokeweight="0"/>
                  <v:line id="Line 1441" o:spid="_x0000_s1829" style="position:absolute;flip:x;visibility:visible;mso-wrap-style:square" from="429,500" to="4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m+3sUAAADdAAAADwAAAGRycy9kb3ducmV2LnhtbERPS2sCMRC+F/ofwhR6q1nL0pbVKNLS&#10;IoIVXwdv42bcXdxMliS66b83hUJv8/E9ZzyNphVXcr6xrGA4yEAQl1Y3XCnYbT+f3kD4gKyxtUwK&#10;fsjDdHJ/N8ZC257XdN2ESqQQ9gUqqEPoCil9WZNBP7AdceJO1hkMCbpKaod9CjetfM6yF2mw4dRQ&#10;Y0fvNZXnzcUoWH+/8tF9XeI5Hvvl6rCvFvuPmVKPD3E2AhEohn/xn3uu0/w8z+H3m3SCn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9m+3sUAAADdAAAADwAAAAAAAAAA&#10;AAAAAAChAgAAZHJzL2Rvd25yZXYueG1sUEsFBgAAAAAEAAQA+QAAAJMDAAAAAA==&#10;" strokeweight="0"/>
                  <v:line id="Line 1442" o:spid="_x0000_s1830" style="position:absolute;flip:x;visibility:visible;mso-wrap-style:square" from="417,500" to="4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UbRcUAAADdAAAADwAAAGRycy9kb3ducmV2LnhtbERPS2sCMRC+F/wPYYTearZibVmNIpaW&#10;UrDF18HbuJnuLm4mSxLd9N8bodDbfHzPmc6jacSFnK8tK3gcZCCIC6trLhXstm8PLyB8QNbYWCYF&#10;v+RhPuvdTTHXtuM1XTahFCmEfY4KqhDaXEpfVGTQD2xLnLgf6wyGBF0ptcMuhZtGDrNsLA3WnBoq&#10;bGlZUXHanI2C9dczH937OZ7isVt9H/bl5/51odR9Py4mIALF8C/+c3/oNH80eo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JUbRcUAAADdAAAADwAAAAAAAAAA&#10;AAAAAAChAgAAZHJzL2Rvd25yZXYueG1sUEsFBgAAAAAEAAQA+QAAAJMDAAAAAA==&#10;" strokeweight="0"/>
                  <v:line id="Line 1443" o:spid="_x0000_s1831" style="position:absolute;flip:x;visibility:visible;mso-wrap-style:square" from="404,500" to="4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eFMsUAAADdAAAADwAAAGRycy9kb3ducmV2LnhtbERPTWsCMRC9C/6HMEJvmrWIla1RxNJS&#10;BFvUeuht3Ex3FzeTJYlu/PemUOhtHu9z5stoGnEl52vLCsajDARxYXXNpYKvw+twBsIHZI2NZVJw&#10;Iw/LRb83x1zbjnd03YdSpBD2OSqoQmhzKX1RkUE/si1x4n6sMxgSdKXUDrsUbhr5mGVTabDm1FBh&#10;S+uKivP+YhTsPp745N4u8RxP3fbz+1huji8rpR4GcfUMIlAM/+I/97tO8yeTKfx+k06Q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eFMsUAAADdAAAADwAAAAAAAAAA&#10;AAAAAAChAgAAZHJzL2Rvd25yZXYueG1sUEsFBgAAAAAEAAQA+QAAAJMDAAAAAA==&#10;" strokeweight="0"/>
                  <v:line id="Line 1444" o:spid="_x0000_s1832" style="position:absolute;flip:x;visibility:visible;mso-wrap-style:square" from="392,500" to="3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sgqcUAAADdAAAADwAAAGRycy9kb3ducmV2LnhtbERPTWsCMRC9F/wPYYTeatYiKlujiKWl&#10;CK2o9dDbuJnuLm4mSxLd9N8boeBtHu9zZotoGnEh52vLCoaDDARxYXXNpYLv/dvTFIQPyBoby6Tg&#10;jzws5r2HGebadrylyy6UIoWwz1FBFUKbS+mLigz6gW2JE/drncGQoCuldtilcNPI5ywbS4M1p4YK&#10;W1pVVJx2Z6Ng+zXho3s/x1M8dp+bn0O5PrwulXrsx+ULiEAx3MX/7g+d5o9GE7h9k06Q8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sgqcUAAADdAAAADwAAAAAAAAAA&#10;AAAAAAChAgAAZHJzL2Rvd25yZXYueG1sUEsFBgAAAAAEAAQA+QAAAJMDAAAAAA==&#10;" strokeweight="0"/>
                  <v:line id="Line 1445" o:spid="_x0000_s1833" style="position:absolute;flip:x;visibility:visible;mso-wrap-style:square" from="380,500" to="3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S028gAAADdAAAADwAAAGRycy9kb3ducmV2LnhtbESPQUsDMRCF70L/Q5iCN5tVisq2aSkt&#10;iggqrfbQ23Qz7i7dTJYk7cZ/7xwEbzO8N+99M19m16kLhdh6NnA7KUARV962XBv4+ny6eQQVE7LF&#10;zjMZ+KEIy8Xoao6l9QNv6bJLtZIQjiUaaFLqS61j1ZDDOPE9sWjfPjhMsoZa24CDhLtO3xXFvXbY&#10;sjQ02NO6oeq0OzsD2/cHPobncz7l4/D2cdjXr/vNypjrcV7NQCXK6d/8d/1iBX86FVz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pS028gAAADdAAAADwAAAAAA&#10;AAAAAAAAAAChAgAAZHJzL2Rvd25yZXYueG1sUEsFBgAAAAAEAAQA+QAAAJYDAAAAAA==&#10;" strokeweight="0"/>
                  <v:line id="Line 1446" o:spid="_x0000_s1834" style="position:absolute;flip:x;visibility:visible;mso-wrap-style:square" from="367,500" to="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RQMUAAADdAAAADwAAAGRycy9kb3ducmV2LnhtbERPS2sCMRC+F/wPYYTearYitV2NIpaW&#10;UrDF18HbuJnuLm4mSxLd9N8bodDbfHzPmc6jacSFnK8tK3gcZCCIC6trLhXstm8PzyB8QNbYWCYF&#10;v+RhPuvdTTHXtuM1XTahFCmEfY4KqhDaXEpfVGTQD2xLnLgf6wyGBF0ptcMuhZtGDrPsSRqsOTVU&#10;2NKyouK0ORsF668xH937OZ7isVt9H/bl5/51odR9Py4mIALF8C/+c3/oNH80eoH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gRQMUAAADdAAAADwAAAAAAAAAA&#10;AAAAAAChAgAAZHJzL2Rvd25yZXYueG1sUEsFBgAAAAAEAAQA+QAAAJMDAAAAAA==&#10;" strokeweight="0"/>
                  <v:line id="Line 1447" o:spid="_x0000_s1835" style="position:absolute;flip:x;visibility:visible;mso-wrap-style:square" from="355,500" to="3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suAMgAAADdAAAADwAAAGRycy9kb3ducmV2LnhtbESPQUsDMRCF74L/IYzgzWYtasu2aSkV&#10;RQSVVnvobboZd5duJkuSduO/dw6Ctxnem/e+mS+z69SZQmw9G7gdFaCIK29brg18fT7dTEHFhGyx&#10;80wGfijCcnF5McfS+oE3dN6mWkkIxxINNCn1pdaxashhHPmeWLRvHxwmWUOtbcBBwl2nx0XxoB22&#10;LA0N9rRuqDpuT87A5n3Ch/B8ysd8GN4+9rv6dfe4Mub6Kq9moBLl9G/+u36xgn93L/z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TsuAMgAAADdAAAADwAAAAAA&#10;AAAAAAAAAAChAgAAZHJzL2Rvd25yZXYueG1sUEsFBgAAAAAEAAQA+QAAAJYDAAAAAA==&#10;" strokeweight="0"/>
                  <v:line id="Line 1448" o:spid="_x0000_s1836" style="position:absolute;flip:x;visibility:visible;mso-wrap-style:square" from="343,500" to="3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Lm8UAAADdAAAADwAAAGRycy9kb3ducmV2LnhtbERPTWsCMRC9F/wPYQrealZpbdkaRZRK&#10;EWzR1kNv42a6u7iZLEl04783QqG3ebzPmcyiacSZnK8tKxgOMhDEhdU1lwq+v94eXkD4gKyxsUwK&#10;LuRhNu3dTTDXtuMtnXehFCmEfY4KqhDaXEpfVGTQD2xLnLhf6wyGBF0ptcMuhZtGjrJsLA3WnBoq&#10;bGlRUXHcnYyC7cczH9zqFI/x0G0+f/bler+cK9W/j/NXEIFi+Bf/ud91mv/4NIT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eLm8UAAADdAAAADwAAAAAAAAAA&#10;AAAAAAChAgAAZHJzL2Rvd25yZXYueG1sUEsFBgAAAAAEAAQA+QAAAJMDAAAAAA==&#10;" strokeweight="0"/>
                  <v:line id="Line 1449" o:spid="_x0000_s1837" style="position:absolute;flip:x;visibility:visible;mso-wrap-style:square" from="330,500" to="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UV7MUAAADdAAAADwAAAGRycy9kb3ducmV2LnhtbERPTWsCMRC9F/wPYQRvNVtpbdkaRZRK&#10;EWzR1kNv42a6u7iZLEl04783QqG3ebzPmcyiacSZnK8tK3gYZiCIC6trLhV8f73dv4DwAVljY5kU&#10;XMjDbNq7m2CubcdbOu9CKVII+xwVVCG0uZS+qMigH9qWOHG/1hkMCbpSaoddCjeNHGXZWBqsOTVU&#10;2NKiouK4OxkF249nPrjVKR7jodt8/uzL9X45V2rQj/NXEIFi+Bf/ud91mv/4NILb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qUV7MUAAADdAAAADwAAAAAAAAAA&#10;AAAAAAChAgAAZHJzL2Rvd25yZXYueG1sUEsFBgAAAAAEAAQA+QAAAJMDAAAAAA==&#10;" strokeweight="0"/>
                  <v:line id="Line 1450" o:spid="_x0000_s1838" style="position:absolute;flip:x;visibility:visible;mso-wrap-style:square" from="318,500" to="3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wd8YAAADdAAAADwAAAGRycy9kb3ducmV2LnhtbERPTWsCMRC9F/wPYQrearbaqmyNIi0t&#10;RWhFrYfexs10d3EzWZLopv++EQre5vE+Z7aIphFncr62rOB+kIEgLqyuuVTwtXu9m4LwAVljY5kU&#10;/JKHxbx3M8Nc2443dN6GUqQQ9jkqqEJocyl9UZFBP7AtceJ+rDMYEnSl1A67FG4aOcyysTRYc2qo&#10;sKXniorj9mQUbD4nfHBvp3iMh+5j/b0vV/uXpVL927h8AhEohqv43/2u0/yHxxF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3psHfGAAAA3QAAAA8AAAAAAAAA&#10;AAAAAAAAoQIAAGRycy9kb3ducmV2LnhtbFBLBQYAAAAABAAEAPkAAACUAwAAAAA=&#10;" strokeweight="0"/>
                  <v:line id="Line 1451" o:spid="_x0000_s1839" style="position:absolute;flip:x;visibility:visible;mso-wrap-style:square" from="306,500" to="3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AoA8UAAADdAAAADwAAAGRycy9kb3ducmV2LnhtbERPS2sCMRC+F/wPYYTearZibVmNIpaW&#10;UrDF18HbuJnuLm4mSxLd9N8bodDbfHzPmc6jacSFnK8tK3gcZCCIC6trLhXstm8PLyB8QNbYWCYF&#10;v+RhPuvdTTHXtuM1XTahFCmEfY4KqhDaXEpfVGTQD2xLnLgf6wyGBF0ptcMuhZtGDrNsLA3WnBoq&#10;bGlZUXHanI2C9dczH937OZ7isVt9H/bl5/51odR9Py4mIALF8C/+c3/oNH/0NILb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gAoA8UAAADdAAAADwAAAAAAAAAA&#10;AAAAAAChAgAAZHJzL2Rvd25yZXYueG1sUEsFBgAAAAAEAAQA+QAAAJMDAAAAAA==&#10;" strokeweight="0"/>
                  <v:line id="Line 1452" o:spid="_x0000_s1840" style="position:absolute;flip:x;visibility:visible;mso-wrap-style:square" from="293,500" to="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yNmMUAAADdAAAADwAAAGRycy9kb3ducmV2LnhtbERPTWsCMRC9F/wPYYTearZS27I1ilgq&#10;Iqho66G3cTPdXdxMliS68d+bQqG3ebzPGU+jacSFnK8tK3gcZCCIC6trLhV8fX48vILwAVljY5kU&#10;XMnDdNK7G2Oubcc7uuxDKVII+xwVVCG0uZS+qMigH9iWOHE/1hkMCbpSaoddCjeNHGbZszRYc2qo&#10;sKV5RcVpfzYKdpsXPrrFOZ7isVtvvw/l6vA+U+q+H2dvIALF8C/+cy91mv80GsHvN+kE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yNmMUAAADdAAAADwAAAAAAAAAA&#10;AAAAAAChAgAAZHJzL2Rvd25yZXYueG1sUEsFBgAAAAAEAAQA+QAAAJMDAAAAAA==&#10;" strokeweight="0"/>
                  <v:line id="Line 1453" o:spid="_x0000_s1841" style="position:absolute;flip:x;visibility:visible;mso-wrap-style:square" from="281,500" to="2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4T78UAAADdAAAADwAAAGRycy9kb3ducmV2LnhtbERPTWsCMRC9C/6HMEJvNVtpbdkaRSwV&#10;KVTR1kNv42a6u7iZLEl04783hYK3ebzPmcyiacSZnK8tK3gYZiCIC6trLhV8f73fv4DwAVljY5kU&#10;XMjDbNrvTTDXtuMtnXehFCmEfY4KqhDaXEpfVGTQD21LnLhf6wyGBF0ptcMuhZtGjrJsLA3WnBoq&#10;bGlRUXHcnYyC7fqZD255isd46D43P/vyY/82V+puEOevIALFcBP/u1c6zX98GsPfN+kE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Z4T78UAAADdAAAADwAAAAAAAAAA&#10;AAAAAAChAgAAZHJzL2Rvd25yZXYueG1sUEsFBgAAAAAEAAQA+QAAAJMDAAAAAA==&#10;" strokeweight="0"/>
                  <v:line id="Line 1454" o:spid="_x0000_s1842" style="position:absolute;flip:x;visibility:visible;mso-wrap-style:square" from="269,500" to="2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K2dMUAAADdAAAADwAAAGRycy9kb3ducmV2LnhtbERPTWsCMRC9C/6HMEJvmq20tWyNIpaK&#10;FGrR1kNv42a6u7iZLEl04783hYK3ebzPmc6jacSZnK8tK7gfZSCIC6trLhV8f70Nn0H4gKyxsUwK&#10;LuRhPuv3pphr2/GWzrtQihTCPkcFVQhtLqUvKjLoR7YlTtyvdQZDgq6U2mGXwk0jx1n2JA3WnBoq&#10;bGlZUXHcnYyC7WbCB7c6xWM8dB+fP/vyff+6UOpuEBcvIALFcBP/u9c6zX94nMDfN+k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K2dMUAAADdAAAADwAAAAAAAAAA&#10;AAAAAAChAgAAZHJzL2Rvd25yZXYueG1sUEsFBgAAAAAEAAQA+QAAAJMDAAAAAA==&#10;" strokeweight="0"/>
                  <v:line id="Line 1455" o:spid="_x0000_s1843" style="position:absolute;flip:x;visibility:visible;mso-wrap-style:square" from="256,500" to="2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00iBsgAAADdAAAADwAAAGRycy9kb3ducmV2LnhtbESPQUsDMRCF74L/IYzgzWYtasu2aSkV&#10;RQSVVnvobboZd5duJkuSduO/dw6Ctxnem/e+mS+z69SZQmw9G7gdFaCIK29brg18fT7dTEHFhGyx&#10;80wGfijCcnF5McfS+oE3dN6mWkkIxxINNCn1pdaxashhHPmeWLRvHxwmWUOtbcBBwl2nx0XxoB22&#10;LA0N9rRuqDpuT87A5n3Ch/B8ysd8GN4+9rv6dfe4Mub6Kq9moBLl9G/+u36xgn93L7jyjYy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00iBsgAAADdAAAADwAAAAAA&#10;AAAAAAAAAAChAgAAZHJzL2Rvd25yZXYueG1sUEsFBgAAAAAEAAQA+QAAAJYDAAAAAA==&#10;" strokeweight="0"/>
                  <v:line id="Line 1456" o:spid="_x0000_s1844" style="position:absolute;flip:x;visibility:visible;mso-wrap-style:square" from="244,500" to="2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HncYAAADdAAAADwAAAGRycy9kb3ducmV2LnhtbERPTWsCMRC9F/wPYQrearZiq26NIi0t&#10;RWhFrYfexs10d3EzWZLopv++EQre5vE+Z7aIphFncr62rOB+kIEgLqyuuVTwtXu9m4DwAVljY5kU&#10;/JKHxbx3M8Nc2443dN6GUqQQ9jkqqEJocyl9UZFBP7AtceJ+rDMYEnSl1A67FG4aOcyyR2mw5tRQ&#10;YUvPFRXH7cko2HyO+eDeTvEYD93H+ntfrvYvS6X6t3H5BCJQDFfxv/tdp/mjhylcvkkn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Bh53GAAAA3QAAAA8AAAAAAAAA&#10;AAAAAAAAoQIAAGRycy9kb3ducmV2LnhtbFBLBQYAAAAABAAEAPkAAACUAwAAAAA=&#10;" strokeweight="0"/>
                  <v:line id="Line 1457" o:spid="_x0000_s1845" style="position:absolute;flip:x;visibility:visible;mso-wrap-style:square" from="232,500" to="2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kvcgAAADdAAAADwAAAGRycy9kb3ducmV2LnhtbESPQUsDMRCF70L/Q5iCN5tVpMq2aSkt&#10;iggqrfbQ23Qz7i7dTJYk7cZ/7xwEbzO8N+99M19m16kLhdh6NnA7KUARV962XBv4+ny6eQQVE7LF&#10;zjMZ+KEIy8Xoao6l9QNv6bJLtZIQjiUaaFLqS61j1ZDDOPE9sWjfPjhMsoZa24CDhLtO3xXFVDts&#10;WRoa7GndUHXanZ2B7fsDH8PzOZ/ycXj7OOzr1/1mZcz1OK9moBLl9G/+u36xgn8/FX75RkbQi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1fkvcgAAADdAAAADwAAAAAA&#10;AAAAAAAAAAChAgAAZHJzL2Rvd25yZXYueG1sUEsFBgAAAAAEAAQA+QAAAJYDAAAAAA==&#10;" strokeweight="0"/>
                  <v:line id="Line 1458" o:spid="_x0000_s1846" style="position:absolute;flip:x;visibility:visible;mso-wrap-style:square" from="219,500" to="2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tBJsUAAADdAAAADwAAAGRycy9kb3ducmV2LnhtbERPS2sCMRC+F/wPYYTeatYiVlajiFIp&#10;hbb4OngbN+Pu4mayJNFN/31TKPQ2H99zZotoGnEn52vLCoaDDARxYXXNpYLD/vVpAsIHZI2NZVLw&#10;TR4W897DDHNtO97SfRdKkULY56igCqHNpfRFRQb9wLbEibtYZzAk6EqpHXYp3DTyOcvG0mDNqaHC&#10;llYVFdfdzSjYfr7w2W1u8RrP3cfX6Vi+H9dLpR77cTkFESiGf/Gf+02n+aPxEH6/S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tBJsUAAADdAAAADwAAAAAAAAAA&#10;AAAAAAChAgAAZHJzL2Rvd25yZXYueG1sUEsFBgAAAAAEAAQA+QAAAJMDAAAAAA==&#10;" strokeweight="0"/>
                  <v:line id="Line 1459" o:spid="_x0000_s1847" style="position:absolute;visibility:visible;mso-wrap-style:square" from="86,1096" to="1519,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oFsMAAADdAAAADwAAAGRycy9kb3ducmV2LnhtbERPS2vCQBC+F/wPywje6kaxMUZXkdKi&#10;vfkEj0N2TBazsyG71fTfu4VCb/PxPWex6mwt7tR641jBaJiAIC6cNlwqOB0/XzMQPiBrrB2Tgh/y&#10;sFr2XhaYa/fgPd0PoRQxhH2OCqoQmlxKX1Rk0Q9dQxy5q2sthgjbUuoWHzHc1nKcJKm0aDg2VNjQ&#10;e0XF7fBtFZhdunn7mp5nZ/mxCaNLdsuMPSk16HfrOYhAXfgX/7m3Os6fpGP4/SaeIJ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1qBbDAAAA3QAAAA8AAAAAAAAAAAAA&#10;AAAAoQIAAGRycy9kb3ducmV2LnhtbFBLBQYAAAAABAAEAPkAAACRAwAAAAA=&#10;" strokeweight="0"/>
                  <v:shape id="Freeform 1460" o:spid="_x0000_s1848" style="position:absolute;left:86;top:1039;width:115;height:115;visibility:visible;mso-wrap-style:square;v-text-anchor:top" coordsize="230,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ks8QA&#10;AADdAAAADwAAAGRycy9kb3ducmV2LnhtbERPTWvCQBC9F/wPywje6qbRhpq6CSIKXoQ2bel1mp0m&#10;IdnZkF01/nu3UPA2j/c563w0nTjT4BrLCp7mEQji0uqGKwWfH/vHFxDOI2vsLJOCKznIs8nDGlNt&#10;L/xO58JXIoSwS1FB7X2fSunKmgy6ue2JA/drB4M+wKGSesBLCDedjKMokQYbDg019rStqWyLk1HQ&#10;Pp9cwls7Hr/ifXN8+1m5791Kqdl03LyC8DT6u/jffdBh/jJZwN834QS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rpLPEAAAA3QAAAA8AAAAAAAAAAAAAAAAAmAIAAGRycy9k&#10;b3ducmV2LnhtbFBLBQYAAAAABAAEAPUAAACJAwAAAAA=&#10;" path="m230,l,116,230,232,116,116,230,xe" fillcolor="black" strokeweight="0">
                    <v:path arrowok="t" o:connecttype="custom" o:connectlocs="115,0;0,58;115,115;58,58;115,0" o:connectangles="0,0,0,0,0"/>
                  </v:shape>
                  <v:shape id="Freeform 1461" o:spid="_x0000_s1849" style="position:absolute;left:1403;top:1039;width:116;height:115;visibility:visible;mso-wrap-style:square;v-text-anchor:top" coordsize="23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wfcIA&#10;AADdAAAADwAAAGRycy9kb3ducmV2LnhtbERPS2sCMRC+C/6HMAVvNdtFFtkapQotvfmm13Ez3Wy7&#10;mYRNqmt/fSMUvM3H95zZoretOFMXGscKnsYZCOLK6YZrBYf96+MURIjIGlvHpOBKARbz4WCGpXYX&#10;3tJ5F2uRQjiUqMDE6EspQ2XIYhg7T5y4T9dZjAl2tdQdXlK4bWWeZYW02HBqMOhpZaj63v1YBbRZ&#10;67fTdHnKpf8ostz8Hpf+S6nRQ//yDCJSH+/if/e7TvMnxQRu36QT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0zB9wgAAAN0AAAAPAAAAAAAAAAAAAAAAAJgCAABkcnMvZG93&#10;bnJldi54bWxQSwUGAAAAAAQABAD1AAAAhwMAAAAA&#10;" path="m,l231,116,,232,116,116,,xe" fillcolor="black" strokeweight="0">
                    <v:path arrowok="t" o:connecttype="custom" o:connectlocs="0,0;116,58;0,115;58,58;0,0" o:connectangles="0,0,0,0,0"/>
                  </v:shape>
                  <v:line id="Line 1462" o:spid="_x0000_s1850" style="position:absolute;visibility:visible;mso-wrap-style:square" from="4397,505" to="5175,2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wwYsMAAADdAAAADwAAAGRycy9kb3ducmV2LnhtbERPS2vCQBC+F/wPywi91Y2iMUZXEbHY&#10;3nyCxyE7JovZ2ZDdavrvu4VCb/PxPWex6mwtHtR641jBcJCAIC6cNlwqOJ/e3zIQPiBrrB2Tgm/y&#10;sFr2XhaYa/fkAz2OoRQxhH2OCqoQmlxKX1Rk0Q9cQxy5m2sthgjbUuoWnzHc1nKUJKm0aDg2VNjQ&#10;pqLifvyyCsw+3U0+p5fZRW53YXjN7pmxZ6Ve+916DiJQF/7Ff+4PHeeP0wn8fhNPkM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cMGLDAAAA3QAAAA8AAAAAAAAAAAAA&#10;AAAAoQIAAGRycy9kb3ducmV2LnhtbFBLBQYAAAAABAAEAPkAAACRAwAAAAA=&#10;" strokeweight="0"/>
                  <v:shape id="Freeform 1463" o:spid="_x0000_s1851" style="position:absolute;left:4382;top:505;width:109;height:130;visibility:visible;mso-wrap-style:square;v-text-anchor:top" coordsize="219,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9wMUA&#10;AADdAAAADwAAAGRycy9kb3ducmV2LnhtbERPTWvCQBC9F/oflin0UupGkSCpq7RSoXoQ1B70NmSn&#10;2WB2Ns1uTPz3riB4m8f7nOm8t5U4U+NLxwqGgwQEce50yYWC3/3yfQLCB2SNlWNScCEP89nz0xQz&#10;7Tre0nkXChFD2GeowIRQZ1L63JBFP3A1ceT+XGMxRNgUUjfYxXBbyVGSpNJiybHBYE0LQ/lp11oF&#10;7dd/oTen9nt9MGXXv22Oa7NdKfX60n9+gAjUh4f47v7Rcf44TeH2TTxB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Bf3AxQAAAN0AAAAPAAAAAAAAAAAAAAAAAJgCAABkcnMv&#10;ZG93bnJldi54bWxQSwUGAAAAAAQABAD1AAAAigMAAAAA&#10;" path="m219,178l31,,,260,70,108r149,70xe" fillcolor="black" strokeweight="0">
                    <v:path arrowok="t" o:connecttype="custom" o:connectlocs="109,89;15,0;0,130;35,54;109,89" o:connectangles="0,0,0,0,0"/>
                  </v:shape>
                  <v:line id="Line 1464" o:spid="_x0000_s1852" style="position:absolute;flip:x y;visibility:visible;mso-wrap-style:square" from="4118,1317" to="5175,2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rD/MIAAADdAAAADwAAAGRycy9kb3ducmV2LnhtbERPTWsCMRC9F/ofwgi9FM3allVWoxSp&#10;RXrrWu/DZtwsJpMlSXX9901B8DaP9znL9eCsOFOInWcF00kBgrjxuuNWwc9+O56DiAlZo/VMCq4U&#10;Yb16fFhipf2Fv+lcp1bkEI4VKjAp9ZWUsTHkME58T5y5ow8OU4ahlTrgJYc7K1+KopQOO84NBnva&#10;GGpO9a9T8Do77Hcn+2y+ttGZj09bN2W4KvU0Gt4XIBIN6S6+uXc6z38rZ/D/TT5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5rD/MIAAADdAAAADwAAAAAAAAAAAAAA&#10;AAChAgAAZHJzL2Rvd25yZXYueG1sUEsFBgAAAAAEAAQA+QAAAJADAAAAAA==&#10;" strokeweight="0"/>
                  <v:shape id="Freeform 1465" o:spid="_x0000_s1853" style="position:absolute;left:4118;top:1317;width:118;height:126;visibility:visible;mso-wrap-style:square;v-text-anchor:top" coordsize="23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JXsQA&#10;AADdAAAADwAAAGRycy9kb3ducmV2LnhtbESPQW/CMAyF75P4D5GRuI0UBNXoCAiBkHZkbAeOVuO1&#10;1RqnJCmUfz8fkHaz9Z7f+7zeDq5VNwqx8WxgNs1AEZfeNlwZ+P46vr6BignZYuuZDDwownYzellj&#10;Yf2dP+l2TpWSEI4FGqhT6gqtY1mTwzj1HbFoPz44TLKGStuAdwl3rZ5nWa4dNiwNNXa0r6n8PffO&#10;QH85ng7X1TKFslr2q1nnwyX3xkzGw+4dVKIh/Zuf1x9W8Be54Mo3MoL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9CV7EAAAA3QAAAA8AAAAAAAAAAAAAAAAAmAIAAGRycy9k&#10;b3ducmV2LnhtbFBLBQYAAAAABAAEAPUAAACJAwAAAAA=&#10;" path="m54,252l,,236,105,74,90,54,252xe" fillcolor="black" strokeweight="0">
                    <v:path arrowok="t" o:connecttype="custom" o:connectlocs="27,126;0,0;118,53;37,45;27,126" o:connectangles="0,0,0,0,0"/>
                  </v:shape>
                  <v:rect id="Rectangle 1466" o:spid="_x0000_s1854" style="position:absolute;left:2615;top:1019;width:119;height:2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c5cAA&#10;AADdAAAADwAAAGRycy9kb3ducmV2LnhtbERP24rCMBB9F/yHMIJvmioibjWKCIIu+2LdDxia6QWT&#10;SUmirX+/WVjYtzmc6+wOgzXiRT60jhUs5hkI4tLplmsF3/fzbAMiRGSNxjEpeFOAw3482mGuXc83&#10;ehWxFimEQ44Kmhi7XMpQNmQxzF1HnLjKeYsxQV9L7bFP4dbIZZatpcWWU0ODHZ0aKh/F0yqQ9+Lc&#10;bwrjM/e5rL7M9XKryCk1nQzHLYhIQ/wX/7kvOs1frT/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Rc5cAAAADdAAAADwAAAAAAAAAAAAAAAACYAgAAZHJzL2Rvd25y&#10;ZXYueG1sUEsFBgAAAAAEAAQA9QAAAIUDAAAAAA==&#10;" filled="f" stroked="f">
                    <v:textbox style="mso-fit-shape-to-text:t" inset="0,0,0,0">
                      <w:txbxContent>
                        <w:p w:rsidR="008454D7" w:rsidRDefault="008454D7" w:rsidP="008454D7">
                          <w:pPr>
                            <w:rPr>
                              <w:b/>
                            </w:rPr>
                          </w:pPr>
                          <w:proofErr w:type="gramStart"/>
                          <w:r>
                            <w:rPr>
                              <w:rFonts w:ascii="Calibri" w:hAnsi="Calibri" w:cs="Helvetica"/>
                              <w:b/>
                              <w:bCs/>
                              <w:color w:val="000000"/>
                              <w:lang w:val="en-US"/>
                            </w:rPr>
                            <w:t>α</w:t>
                          </w:r>
                          <w:proofErr w:type="gramEnd"/>
                          <w:r>
                            <w:rPr>
                              <w:rFonts w:ascii="Calibri" w:hAnsi="Calibri" w:cs="Helvetica"/>
                              <w:b/>
                              <w:bCs/>
                              <w:color w:val="000000"/>
                              <w:lang w:val="en-US"/>
                            </w:rPr>
                            <w:t xml:space="preserve"> </w:t>
                          </w:r>
                          <w:r>
                            <w:rPr>
                              <w:rFonts w:ascii="Helvetica" w:hAnsi="Helvetica" w:cs="Helvetica"/>
                              <w:b/>
                              <w:bCs/>
                              <w:color w:val="000000"/>
                              <w:lang w:val="en-US"/>
                            </w:rPr>
                            <w:t xml:space="preserve"> </w:t>
                          </w:r>
                        </w:p>
                      </w:txbxContent>
                    </v:textbox>
                  </v:rect>
                  <v:rect id="Rectangle 1467" o:spid="_x0000_s1855" style="position:absolute;left:2817;top:1019;width:77;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jpcQA&#10;AADdAAAADwAAAGRycy9kb3ducmV2LnhtbESP3WoCMRCF74W+Q5hC72q2Ila2RpGCoMUb1z7AsJn9&#10;wWSyJKm7ffvORcG7Gc6Zc77Z7Cbv1J1i6gMbeJsXoIjrYHtuDXxfD69rUCkjW3SBycAvJdhtn2Yb&#10;LG0Y+UL3KrdKQjiVaKDLeSi1TnVHHtM8DMSiNSF6zLLGVtuIo4R7pxdFsdIee5aGDgf67Ki+VT/e&#10;gL5Wh3FduViEr0VzdqfjpaFgzMvztP8AlWnKD/P/9dEK/vJd+OUbGUF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HY6XEAAAA3QAAAA8AAAAAAAAAAAAAAAAAmAIAAGRycy9k&#10;b3ducmV2LnhtbFBLBQYAAAAABAAEAPUAAACJAw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1468" o:spid="_x0000_s1856" style="position:absolute;left:3017;top:1019;width:134;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vGPsAA&#10;AADdAAAADwAAAGRycy9kb3ducmV2LnhtbERP24rCMBB9F/yHMIJvmiriSjWKCIK7+GL1A4ZmesFk&#10;UpJou3+/WVjYtzmc6+wOgzXiTT60jhUs5hkI4tLplmsFj/t5tgERIrJG45gUfFOAw3482mGuXc83&#10;ehexFimEQ44Kmhi7XMpQNmQxzF1HnLjKeYsxQV9L7bFP4dbIZZatpcWWU0ODHZ0aKp/FyyqQ9+Lc&#10;bwrjM/e1rK7m83KryCk1nQzHLYhIQ/wX/7kvOs1ffSzg95t0gt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gvGPsAAAADdAAAADwAAAAAAAAAAAAAAAACYAgAAZHJzL2Rvd25y&#10;ZXYueG1sUEsFBgAAAAAEAAQA9QAAAIUDAAAAAA==&#10;" filled="f" stroked="f">
                    <v:textbox style="mso-fit-shape-to-text:t" inset="0,0,0,0">
                      <w:txbxContent>
                        <w:p w:rsidR="008454D7" w:rsidRDefault="008454D7" w:rsidP="008454D7">
                          <w:r>
                            <w:rPr>
                              <w:rFonts w:ascii="Helvetica" w:hAnsi="Helvetica" w:cs="Helvetica"/>
                              <w:b/>
                              <w:bCs/>
                              <w:color w:val="000000"/>
                              <w:sz w:val="14"/>
                              <w:szCs w:val="14"/>
                              <w:lang w:val="en-US"/>
                            </w:rPr>
                            <w:t>5°</w:t>
                          </w:r>
                        </w:p>
                      </w:txbxContent>
                    </v:textbox>
                  </v:rect>
                  <v:rect id="Rectangle 1469" o:spid="_x0000_s1857" style="position:absolute;left:260;top:1176;width:296;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YScAA&#10;AADdAAAADwAAAGRycy9kb3ducmV2LnhtbERP22oCMRB9F/yHMIJvmnWRVlajiCDY0hdXP2DYzF4w&#10;mSxJdLd/3xQKfZvDuc7uMFojXuRD51jBapmBIK6c7rhRcL+dFxsQISJrNI5JwTcFOOynkx0W2g18&#10;pVcZG5FCOBSooI2xL6QMVUsWw9L1xImrnbcYE/SN1B6HFG6NzLPsTVrsODW02NOppepRPq0CeSvP&#10;w6Y0PnOfef1lPi7XmpxS89l43IKINMZ/8Z/7otP89XsO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tlYScAAAADd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total</w:t>
                          </w:r>
                          <w:proofErr w:type="gramEnd"/>
                          <w:r>
                            <w:rPr>
                              <w:rFonts w:ascii="Helvetica" w:hAnsi="Helvetica" w:cs="Helvetica"/>
                              <w:b/>
                              <w:bCs/>
                              <w:color w:val="000000"/>
                              <w:sz w:val="14"/>
                              <w:szCs w:val="14"/>
                              <w:lang w:val="en-US"/>
                            </w:rPr>
                            <w:t xml:space="preserve"> </w:t>
                          </w:r>
                        </w:p>
                      </w:txbxContent>
                    </v:textbox>
                  </v:rect>
                </v:group>
                <w10:anchorlock/>
              </v:group>
            </w:pict>
          </mc:Fallback>
        </mc:AlternateContent>
      </w:r>
    </w:p>
    <w:p w:rsidR="008454D7" w:rsidRDefault="00155C87" w:rsidP="008454D7">
      <w:pPr>
        <w:pStyle w:val="SingleTxtG"/>
        <w:ind w:left="2268" w:hanging="1134"/>
        <w:rPr>
          <w:b/>
        </w:rPr>
      </w:pPr>
      <w:r>
        <w:rPr>
          <w:b/>
        </w:rPr>
        <w:br w:type="page"/>
      </w:r>
      <w:r w:rsidR="008454D7">
        <w:rPr>
          <w:b/>
        </w:rPr>
        <w:lastRenderedPageBreak/>
        <w:t>Example 2</w:t>
      </w:r>
    </w:p>
    <w:p w:rsidR="008454D7" w:rsidRDefault="00DF7FC0" w:rsidP="007068CF">
      <w:pPr>
        <w:pStyle w:val="SingleTxtG"/>
        <w:ind w:left="2268" w:hanging="1134"/>
      </w:pPr>
      <w:r>
        <w:rPr>
          <w:noProof/>
          <w:lang w:eastAsia="en-GB"/>
        </w:rPr>
        <mc:AlternateContent>
          <mc:Choice Requires="wpc">
            <w:drawing>
              <wp:inline distT="0" distB="0" distL="0" distR="0">
                <wp:extent cx="4293870" cy="2742565"/>
                <wp:effectExtent l="9525" t="9525" r="11430" b="10160"/>
                <wp:docPr id="64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4"/>
                        <wpg:cNvGrpSpPr>
                          <a:grpSpLocks/>
                        </wpg:cNvGrpSpPr>
                        <wpg:grpSpPr bwMode="auto">
                          <a:xfrm>
                            <a:off x="635" y="635"/>
                            <a:ext cx="4293235" cy="2741930"/>
                            <a:chOff x="1" y="1"/>
                            <a:chExt cx="6761" cy="4318"/>
                          </a:xfrm>
                        </wpg:grpSpPr>
                        <wps:wsp>
                          <wps:cNvPr id="9" name="Line 5"/>
                          <wps:cNvCnPr/>
                          <wps:spPr bwMode="auto">
                            <a:xfrm>
                              <a:off x="1" y="2303"/>
                              <a:ext cx="218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flipH="1" flipV="1">
                              <a:off x="2128" y="2072"/>
                              <a:ext cx="83"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2320" y="2020"/>
                              <a:ext cx="83" cy="3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flipV="1">
                              <a:off x="1" y="2112"/>
                              <a:ext cx="192" cy="191"/>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 name="Freeform 9"/>
                          <wps:cNvSpPr>
                            <a:spLocks/>
                          </wps:cNvSpPr>
                          <wps:spPr bwMode="auto">
                            <a:xfrm>
                              <a:off x="5561" y="1051"/>
                              <a:ext cx="147" cy="148"/>
                            </a:xfrm>
                            <a:custGeom>
                              <a:avLst/>
                              <a:gdLst>
                                <a:gd name="T0" fmla="*/ 287 w 294"/>
                                <a:gd name="T1" fmla="*/ 297 h 297"/>
                                <a:gd name="T2" fmla="*/ 287 w 294"/>
                                <a:gd name="T3" fmla="*/ 286 h 297"/>
                                <a:gd name="T4" fmla="*/ 291 w 294"/>
                                <a:gd name="T5" fmla="*/ 286 h 297"/>
                                <a:gd name="T6" fmla="*/ 291 w 294"/>
                                <a:gd name="T7" fmla="*/ 264 h 297"/>
                                <a:gd name="T8" fmla="*/ 294 w 294"/>
                                <a:gd name="T9" fmla="*/ 264 h 297"/>
                                <a:gd name="T10" fmla="*/ 294 w 294"/>
                                <a:gd name="T11" fmla="*/ 213 h 297"/>
                                <a:gd name="T12" fmla="*/ 291 w 294"/>
                                <a:gd name="T13" fmla="*/ 200 h 297"/>
                                <a:gd name="T14" fmla="*/ 291 w 294"/>
                                <a:gd name="T15" fmla="*/ 188 h 297"/>
                                <a:gd name="T16" fmla="*/ 287 w 294"/>
                                <a:gd name="T17" fmla="*/ 179 h 297"/>
                                <a:gd name="T18" fmla="*/ 284 w 294"/>
                                <a:gd name="T19" fmla="*/ 168 h 297"/>
                                <a:gd name="T20" fmla="*/ 280 w 294"/>
                                <a:gd name="T21" fmla="*/ 155 h 297"/>
                                <a:gd name="T22" fmla="*/ 274 w 294"/>
                                <a:gd name="T23" fmla="*/ 146 h 297"/>
                                <a:gd name="T24" fmla="*/ 271 w 294"/>
                                <a:gd name="T25" fmla="*/ 135 h 297"/>
                                <a:gd name="T26" fmla="*/ 264 w 294"/>
                                <a:gd name="T27" fmla="*/ 126 h 297"/>
                                <a:gd name="T28" fmla="*/ 260 w 294"/>
                                <a:gd name="T29" fmla="*/ 115 h 297"/>
                                <a:gd name="T30" fmla="*/ 254 w 294"/>
                                <a:gd name="T31" fmla="*/ 106 h 297"/>
                                <a:gd name="T32" fmla="*/ 247 w 294"/>
                                <a:gd name="T33" fmla="*/ 95 h 297"/>
                                <a:gd name="T34" fmla="*/ 240 w 294"/>
                                <a:gd name="T35" fmla="*/ 86 h 297"/>
                                <a:gd name="T36" fmla="*/ 207 w 294"/>
                                <a:gd name="T37" fmla="*/ 53 h 297"/>
                                <a:gd name="T38" fmla="*/ 198 w 294"/>
                                <a:gd name="T39" fmla="*/ 46 h 297"/>
                                <a:gd name="T40" fmla="*/ 187 w 294"/>
                                <a:gd name="T41" fmla="*/ 39 h 297"/>
                                <a:gd name="T42" fmla="*/ 178 w 294"/>
                                <a:gd name="T43" fmla="*/ 33 h 297"/>
                                <a:gd name="T44" fmla="*/ 167 w 294"/>
                                <a:gd name="T45" fmla="*/ 29 h 297"/>
                                <a:gd name="T46" fmla="*/ 158 w 294"/>
                                <a:gd name="T47" fmla="*/ 22 h 297"/>
                                <a:gd name="T48" fmla="*/ 149 w 294"/>
                                <a:gd name="T49" fmla="*/ 20 h 297"/>
                                <a:gd name="T50" fmla="*/ 139 w 294"/>
                                <a:gd name="T51" fmla="*/ 13 h 297"/>
                                <a:gd name="T52" fmla="*/ 126 w 294"/>
                                <a:gd name="T53" fmla="*/ 9 h 297"/>
                                <a:gd name="T54" fmla="*/ 116 w 294"/>
                                <a:gd name="T55" fmla="*/ 6 h 297"/>
                                <a:gd name="T56" fmla="*/ 106 w 294"/>
                                <a:gd name="T57" fmla="*/ 2 h 297"/>
                                <a:gd name="T58" fmla="*/ 93 w 294"/>
                                <a:gd name="T59" fmla="*/ 2 h 297"/>
                                <a:gd name="T60" fmla="*/ 80 w 294"/>
                                <a:gd name="T61" fmla="*/ 0 h 297"/>
                                <a:gd name="T62" fmla="*/ 20 w 294"/>
                                <a:gd name="T63" fmla="*/ 0 h 297"/>
                                <a:gd name="T64" fmla="*/ 16 w 294"/>
                                <a:gd name="T65" fmla="*/ 2 h 297"/>
                                <a:gd name="T66" fmla="*/ 7 w 294"/>
                                <a:gd name="T67" fmla="*/ 2 h 297"/>
                                <a:gd name="T68" fmla="*/ 3 w 294"/>
                                <a:gd name="T69" fmla="*/ 6 h 297"/>
                                <a:gd name="T70" fmla="*/ 0 w 294"/>
                                <a:gd name="T71" fmla="*/ 6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94" h="297">
                                  <a:moveTo>
                                    <a:pt x="287" y="297"/>
                                  </a:moveTo>
                                  <a:lnTo>
                                    <a:pt x="287" y="286"/>
                                  </a:lnTo>
                                  <a:lnTo>
                                    <a:pt x="291" y="286"/>
                                  </a:lnTo>
                                  <a:lnTo>
                                    <a:pt x="291" y="264"/>
                                  </a:lnTo>
                                  <a:lnTo>
                                    <a:pt x="294" y="264"/>
                                  </a:lnTo>
                                  <a:lnTo>
                                    <a:pt x="294" y="213"/>
                                  </a:lnTo>
                                  <a:lnTo>
                                    <a:pt x="291" y="200"/>
                                  </a:lnTo>
                                  <a:lnTo>
                                    <a:pt x="291" y="188"/>
                                  </a:lnTo>
                                  <a:lnTo>
                                    <a:pt x="287" y="179"/>
                                  </a:lnTo>
                                  <a:lnTo>
                                    <a:pt x="284" y="168"/>
                                  </a:lnTo>
                                  <a:lnTo>
                                    <a:pt x="280" y="155"/>
                                  </a:lnTo>
                                  <a:lnTo>
                                    <a:pt x="274" y="146"/>
                                  </a:lnTo>
                                  <a:lnTo>
                                    <a:pt x="271" y="135"/>
                                  </a:lnTo>
                                  <a:lnTo>
                                    <a:pt x="264" y="126"/>
                                  </a:lnTo>
                                  <a:lnTo>
                                    <a:pt x="260" y="115"/>
                                  </a:lnTo>
                                  <a:lnTo>
                                    <a:pt x="254" y="106"/>
                                  </a:lnTo>
                                  <a:lnTo>
                                    <a:pt x="247" y="95"/>
                                  </a:lnTo>
                                  <a:lnTo>
                                    <a:pt x="240" y="86"/>
                                  </a:lnTo>
                                  <a:lnTo>
                                    <a:pt x="207" y="53"/>
                                  </a:lnTo>
                                  <a:lnTo>
                                    <a:pt x="198" y="46"/>
                                  </a:lnTo>
                                  <a:lnTo>
                                    <a:pt x="187" y="39"/>
                                  </a:lnTo>
                                  <a:lnTo>
                                    <a:pt x="178" y="33"/>
                                  </a:lnTo>
                                  <a:lnTo>
                                    <a:pt x="167" y="29"/>
                                  </a:lnTo>
                                  <a:lnTo>
                                    <a:pt x="158" y="22"/>
                                  </a:lnTo>
                                  <a:lnTo>
                                    <a:pt x="149" y="20"/>
                                  </a:lnTo>
                                  <a:lnTo>
                                    <a:pt x="139" y="13"/>
                                  </a:lnTo>
                                  <a:lnTo>
                                    <a:pt x="126" y="9"/>
                                  </a:lnTo>
                                  <a:lnTo>
                                    <a:pt x="116" y="6"/>
                                  </a:lnTo>
                                  <a:lnTo>
                                    <a:pt x="106" y="2"/>
                                  </a:lnTo>
                                  <a:lnTo>
                                    <a:pt x="93" y="2"/>
                                  </a:lnTo>
                                  <a:lnTo>
                                    <a:pt x="80" y="0"/>
                                  </a:lnTo>
                                  <a:lnTo>
                                    <a:pt x="20" y="0"/>
                                  </a:lnTo>
                                  <a:lnTo>
                                    <a:pt x="16" y="2"/>
                                  </a:lnTo>
                                  <a:lnTo>
                                    <a:pt x="7" y="2"/>
                                  </a:lnTo>
                                  <a:lnTo>
                                    <a:pt x="3" y="6"/>
                                  </a:lnTo>
                                  <a:lnTo>
                                    <a:pt x="0" y="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0"/>
                          <wps:cNvSpPr>
                            <a:spLocks/>
                          </wps:cNvSpPr>
                          <wps:spPr bwMode="auto">
                            <a:xfrm>
                              <a:off x="5600" y="1099"/>
                              <a:ext cx="59" cy="59"/>
                            </a:xfrm>
                            <a:custGeom>
                              <a:avLst/>
                              <a:gdLst>
                                <a:gd name="T0" fmla="*/ 119 w 119"/>
                                <a:gd name="T1" fmla="*/ 59 h 117"/>
                                <a:gd name="T2" fmla="*/ 117 w 119"/>
                                <a:gd name="T3" fmla="*/ 72 h 117"/>
                                <a:gd name="T4" fmla="*/ 113 w 119"/>
                                <a:gd name="T5" fmla="*/ 84 h 117"/>
                                <a:gd name="T6" fmla="*/ 107 w 119"/>
                                <a:gd name="T7" fmla="*/ 95 h 117"/>
                                <a:gd name="T8" fmla="*/ 99 w 119"/>
                                <a:gd name="T9" fmla="*/ 103 h 117"/>
                                <a:gd name="T10" fmla="*/ 88 w 119"/>
                                <a:gd name="T11" fmla="*/ 109 h 117"/>
                                <a:gd name="T12" fmla="*/ 77 w 119"/>
                                <a:gd name="T13" fmla="*/ 114 h 117"/>
                                <a:gd name="T14" fmla="*/ 67 w 119"/>
                                <a:gd name="T15" fmla="*/ 117 h 117"/>
                                <a:gd name="T16" fmla="*/ 54 w 119"/>
                                <a:gd name="T17" fmla="*/ 117 h 117"/>
                                <a:gd name="T18" fmla="*/ 42 w 119"/>
                                <a:gd name="T19" fmla="*/ 114 h 117"/>
                                <a:gd name="T20" fmla="*/ 31 w 119"/>
                                <a:gd name="T21" fmla="*/ 109 h 117"/>
                                <a:gd name="T22" fmla="*/ 20 w 119"/>
                                <a:gd name="T23" fmla="*/ 103 h 117"/>
                                <a:gd name="T24" fmla="*/ 12 w 119"/>
                                <a:gd name="T25" fmla="*/ 95 h 117"/>
                                <a:gd name="T26" fmla="*/ 6 w 119"/>
                                <a:gd name="T27" fmla="*/ 84 h 117"/>
                                <a:gd name="T28" fmla="*/ 2 w 119"/>
                                <a:gd name="T29" fmla="*/ 72 h 117"/>
                                <a:gd name="T30" fmla="*/ 0 w 119"/>
                                <a:gd name="T31" fmla="*/ 59 h 117"/>
                                <a:gd name="T32" fmla="*/ 2 w 119"/>
                                <a:gd name="T33" fmla="*/ 47 h 117"/>
                                <a:gd name="T34" fmla="*/ 6 w 119"/>
                                <a:gd name="T35" fmla="*/ 35 h 117"/>
                                <a:gd name="T36" fmla="*/ 12 w 119"/>
                                <a:gd name="T37" fmla="*/ 24 h 117"/>
                                <a:gd name="T38" fmla="*/ 20 w 119"/>
                                <a:gd name="T39" fmla="*/ 15 h 117"/>
                                <a:gd name="T40" fmla="*/ 31 w 119"/>
                                <a:gd name="T41" fmla="*/ 7 h 117"/>
                                <a:gd name="T42" fmla="*/ 42 w 119"/>
                                <a:gd name="T43" fmla="*/ 3 h 117"/>
                                <a:gd name="T44" fmla="*/ 54 w 119"/>
                                <a:gd name="T45" fmla="*/ 0 h 117"/>
                                <a:gd name="T46" fmla="*/ 67 w 119"/>
                                <a:gd name="T47" fmla="*/ 0 h 117"/>
                                <a:gd name="T48" fmla="*/ 77 w 119"/>
                                <a:gd name="T49" fmla="*/ 3 h 117"/>
                                <a:gd name="T50" fmla="*/ 88 w 119"/>
                                <a:gd name="T51" fmla="*/ 7 h 117"/>
                                <a:gd name="T52" fmla="*/ 99 w 119"/>
                                <a:gd name="T53" fmla="*/ 15 h 117"/>
                                <a:gd name="T54" fmla="*/ 107 w 119"/>
                                <a:gd name="T55" fmla="*/ 24 h 117"/>
                                <a:gd name="T56" fmla="*/ 113 w 119"/>
                                <a:gd name="T57" fmla="*/ 35 h 117"/>
                                <a:gd name="T58" fmla="*/ 117 w 119"/>
                                <a:gd name="T59" fmla="*/ 47 h 117"/>
                                <a:gd name="T60" fmla="*/ 119 w 119"/>
                                <a:gd name="T61" fmla="*/ 59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19" h="117">
                                  <a:moveTo>
                                    <a:pt x="119" y="59"/>
                                  </a:moveTo>
                                  <a:lnTo>
                                    <a:pt x="117" y="72"/>
                                  </a:lnTo>
                                  <a:lnTo>
                                    <a:pt x="113" y="84"/>
                                  </a:lnTo>
                                  <a:lnTo>
                                    <a:pt x="107" y="95"/>
                                  </a:lnTo>
                                  <a:lnTo>
                                    <a:pt x="99" y="103"/>
                                  </a:lnTo>
                                  <a:lnTo>
                                    <a:pt x="88" y="109"/>
                                  </a:lnTo>
                                  <a:lnTo>
                                    <a:pt x="77" y="114"/>
                                  </a:lnTo>
                                  <a:lnTo>
                                    <a:pt x="67" y="117"/>
                                  </a:lnTo>
                                  <a:lnTo>
                                    <a:pt x="54" y="117"/>
                                  </a:lnTo>
                                  <a:lnTo>
                                    <a:pt x="42" y="114"/>
                                  </a:lnTo>
                                  <a:lnTo>
                                    <a:pt x="31" y="109"/>
                                  </a:lnTo>
                                  <a:lnTo>
                                    <a:pt x="20" y="103"/>
                                  </a:lnTo>
                                  <a:lnTo>
                                    <a:pt x="12" y="95"/>
                                  </a:lnTo>
                                  <a:lnTo>
                                    <a:pt x="6" y="84"/>
                                  </a:lnTo>
                                  <a:lnTo>
                                    <a:pt x="2" y="72"/>
                                  </a:lnTo>
                                  <a:lnTo>
                                    <a:pt x="0" y="59"/>
                                  </a:lnTo>
                                  <a:lnTo>
                                    <a:pt x="2" y="47"/>
                                  </a:lnTo>
                                  <a:lnTo>
                                    <a:pt x="6" y="35"/>
                                  </a:lnTo>
                                  <a:lnTo>
                                    <a:pt x="12" y="24"/>
                                  </a:lnTo>
                                  <a:lnTo>
                                    <a:pt x="20" y="15"/>
                                  </a:lnTo>
                                  <a:lnTo>
                                    <a:pt x="31" y="7"/>
                                  </a:lnTo>
                                  <a:lnTo>
                                    <a:pt x="42" y="3"/>
                                  </a:lnTo>
                                  <a:lnTo>
                                    <a:pt x="54" y="0"/>
                                  </a:lnTo>
                                  <a:lnTo>
                                    <a:pt x="67" y="0"/>
                                  </a:lnTo>
                                  <a:lnTo>
                                    <a:pt x="77" y="3"/>
                                  </a:lnTo>
                                  <a:lnTo>
                                    <a:pt x="88" y="7"/>
                                  </a:lnTo>
                                  <a:lnTo>
                                    <a:pt x="99" y="15"/>
                                  </a:lnTo>
                                  <a:lnTo>
                                    <a:pt x="107" y="24"/>
                                  </a:lnTo>
                                  <a:lnTo>
                                    <a:pt x="113" y="35"/>
                                  </a:lnTo>
                                  <a:lnTo>
                                    <a:pt x="117" y="47"/>
                                  </a:lnTo>
                                  <a:lnTo>
                                    <a:pt x="119" y="5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Line 11"/>
                          <wps:cNvCnPr/>
                          <wps:spPr bwMode="auto">
                            <a:xfrm flipH="1">
                              <a:off x="5363" y="3793"/>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 name="Freeform 12"/>
                          <wps:cNvSpPr>
                            <a:spLocks/>
                          </wps:cNvSpPr>
                          <wps:spPr bwMode="auto">
                            <a:xfrm>
                              <a:off x="5366" y="3791"/>
                              <a:ext cx="9" cy="3"/>
                            </a:xfrm>
                            <a:custGeom>
                              <a:avLst/>
                              <a:gdLst>
                                <a:gd name="T0" fmla="*/ 17 w 17"/>
                                <a:gd name="T1" fmla="*/ 7 h 7"/>
                                <a:gd name="T2" fmla="*/ 13 w 17"/>
                                <a:gd name="T3" fmla="*/ 7 h 7"/>
                                <a:gd name="T4" fmla="*/ 13 w 17"/>
                                <a:gd name="T5" fmla="*/ 4 h 7"/>
                                <a:gd name="T6" fmla="*/ 4 w 17"/>
                                <a:gd name="T7" fmla="*/ 4 h 7"/>
                                <a:gd name="T8" fmla="*/ 4 w 17"/>
                                <a:gd name="T9" fmla="*/ 0 h 7"/>
                                <a:gd name="T10" fmla="*/ 0 w 17"/>
                                <a:gd name="T11" fmla="*/ 0 h 7"/>
                              </a:gdLst>
                              <a:ahLst/>
                              <a:cxnLst>
                                <a:cxn ang="0">
                                  <a:pos x="T0" y="T1"/>
                                </a:cxn>
                                <a:cxn ang="0">
                                  <a:pos x="T2" y="T3"/>
                                </a:cxn>
                                <a:cxn ang="0">
                                  <a:pos x="T4" y="T5"/>
                                </a:cxn>
                                <a:cxn ang="0">
                                  <a:pos x="T6" y="T7"/>
                                </a:cxn>
                                <a:cxn ang="0">
                                  <a:pos x="T8" y="T9"/>
                                </a:cxn>
                                <a:cxn ang="0">
                                  <a:pos x="T10" y="T11"/>
                                </a:cxn>
                              </a:cxnLst>
                              <a:rect l="0" t="0" r="r" b="b"/>
                              <a:pathLst>
                                <a:path w="17" h="7">
                                  <a:moveTo>
                                    <a:pt x="17" y="7"/>
                                  </a:moveTo>
                                  <a:lnTo>
                                    <a:pt x="13" y="7"/>
                                  </a:lnTo>
                                  <a:lnTo>
                                    <a:pt x="13"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3"/>
                          <wps:cNvSpPr>
                            <a:spLocks/>
                          </wps:cNvSpPr>
                          <wps:spPr bwMode="auto">
                            <a:xfrm>
                              <a:off x="5373" y="3796"/>
                              <a:ext cx="5" cy="5"/>
                            </a:xfrm>
                            <a:custGeom>
                              <a:avLst/>
                              <a:gdLst>
                                <a:gd name="T0" fmla="*/ 10 w 10"/>
                                <a:gd name="T1" fmla="*/ 10 h 10"/>
                                <a:gd name="T2" fmla="*/ 7 w 10"/>
                                <a:gd name="T3" fmla="*/ 7 h 10"/>
                                <a:gd name="T4" fmla="*/ 7 w 10"/>
                                <a:gd name="T5" fmla="*/ 3 h 10"/>
                                <a:gd name="T6" fmla="*/ 4 w 10"/>
                                <a:gd name="T7" fmla="*/ 3 h 10"/>
                                <a:gd name="T8" fmla="*/ 0 w 10"/>
                                <a:gd name="T9" fmla="*/ 0 h 10"/>
                              </a:gdLst>
                              <a:ahLst/>
                              <a:cxnLst>
                                <a:cxn ang="0">
                                  <a:pos x="T0" y="T1"/>
                                </a:cxn>
                                <a:cxn ang="0">
                                  <a:pos x="T2" y="T3"/>
                                </a:cxn>
                                <a:cxn ang="0">
                                  <a:pos x="T4" y="T5"/>
                                </a:cxn>
                                <a:cxn ang="0">
                                  <a:pos x="T6" y="T7"/>
                                </a:cxn>
                                <a:cxn ang="0">
                                  <a:pos x="T8" y="T9"/>
                                </a:cxn>
                              </a:cxnLst>
                              <a:rect l="0" t="0" r="r" b="b"/>
                              <a:pathLst>
                                <a:path w="10" h="10">
                                  <a:moveTo>
                                    <a:pt x="10" y="10"/>
                                  </a:moveTo>
                                  <a:lnTo>
                                    <a:pt x="7" y="7"/>
                                  </a:lnTo>
                                  <a:lnTo>
                                    <a:pt x="7" y="3"/>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4"/>
                          <wps:cNvSpPr>
                            <a:spLocks/>
                          </wps:cNvSpPr>
                          <wps:spPr bwMode="auto">
                            <a:xfrm>
                              <a:off x="5378" y="3801"/>
                              <a:ext cx="5" cy="9"/>
                            </a:xfrm>
                            <a:custGeom>
                              <a:avLst/>
                              <a:gdLst>
                                <a:gd name="T0" fmla="*/ 10 w 10"/>
                                <a:gd name="T1" fmla="*/ 17 h 17"/>
                                <a:gd name="T2" fmla="*/ 10 w 10"/>
                                <a:gd name="T3" fmla="*/ 10 h 17"/>
                                <a:gd name="T4" fmla="*/ 7 w 10"/>
                                <a:gd name="T5" fmla="*/ 6 h 17"/>
                                <a:gd name="T6" fmla="*/ 7 w 10"/>
                                <a:gd name="T7" fmla="*/ 4 h 17"/>
                                <a:gd name="T8" fmla="*/ 3 w 10"/>
                                <a:gd name="T9" fmla="*/ 4 h 17"/>
                                <a:gd name="T10" fmla="*/ 3 w 10"/>
                                <a:gd name="T11" fmla="*/ 0 h 17"/>
                                <a:gd name="T12" fmla="*/ 0 w 10"/>
                                <a:gd name="T13" fmla="*/ 0 h 17"/>
                              </a:gdLst>
                              <a:ahLst/>
                              <a:cxnLst>
                                <a:cxn ang="0">
                                  <a:pos x="T0" y="T1"/>
                                </a:cxn>
                                <a:cxn ang="0">
                                  <a:pos x="T2" y="T3"/>
                                </a:cxn>
                                <a:cxn ang="0">
                                  <a:pos x="T4" y="T5"/>
                                </a:cxn>
                                <a:cxn ang="0">
                                  <a:pos x="T6" y="T7"/>
                                </a:cxn>
                                <a:cxn ang="0">
                                  <a:pos x="T8" y="T9"/>
                                </a:cxn>
                                <a:cxn ang="0">
                                  <a:pos x="T10" y="T11"/>
                                </a:cxn>
                                <a:cxn ang="0">
                                  <a:pos x="T12" y="T13"/>
                                </a:cxn>
                              </a:cxnLst>
                              <a:rect l="0" t="0" r="r" b="b"/>
                              <a:pathLst>
                                <a:path w="10" h="17">
                                  <a:moveTo>
                                    <a:pt x="10" y="17"/>
                                  </a:moveTo>
                                  <a:lnTo>
                                    <a:pt x="10" y="10"/>
                                  </a:lnTo>
                                  <a:lnTo>
                                    <a:pt x="7" y="6"/>
                                  </a:lnTo>
                                  <a:lnTo>
                                    <a:pt x="7" y="4"/>
                                  </a:lnTo>
                                  <a:lnTo>
                                    <a:pt x="3" y="4"/>
                                  </a:lnTo>
                                  <a:lnTo>
                                    <a:pt x="3"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5"/>
                          <wps:cNvSpPr>
                            <a:spLocks/>
                          </wps:cNvSpPr>
                          <wps:spPr bwMode="auto">
                            <a:xfrm>
                              <a:off x="5383" y="3810"/>
                              <a:ext cx="3" cy="7"/>
                            </a:xfrm>
                            <a:custGeom>
                              <a:avLst/>
                              <a:gdLst>
                                <a:gd name="T0" fmla="*/ 6 w 6"/>
                                <a:gd name="T1" fmla="*/ 16 h 16"/>
                                <a:gd name="T2" fmla="*/ 6 w 6"/>
                                <a:gd name="T3" fmla="*/ 9 h 16"/>
                                <a:gd name="T4" fmla="*/ 4 w 6"/>
                                <a:gd name="T5" fmla="*/ 9 h 16"/>
                                <a:gd name="T6" fmla="*/ 4 w 6"/>
                                <a:gd name="T7" fmla="*/ 3 h 16"/>
                                <a:gd name="T8" fmla="*/ 0 w 6"/>
                                <a:gd name="T9" fmla="*/ 3 h 16"/>
                                <a:gd name="T10" fmla="*/ 0 w 6"/>
                                <a:gd name="T11" fmla="*/ 0 h 16"/>
                              </a:gdLst>
                              <a:ahLst/>
                              <a:cxnLst>
                                <a:cxn ang="0">
                                  <a:pos x="T0" y="T1"/>
                                </a:cxn>
                                <a:cxn ang="0">
                                  <a:pos x="T2" y="T3"/>
                                </a:cxn>
                                <a:cxn ang="0">
                                  <a:pos x="T4" y="T5"/>
                                </a:cxn>
                                <a:cxn ang="0">
                                  <a:pos x="T6" y="T7"/>
                                </a:cxn>
                                <a:cxn ang="0">
                                  <a:pos x="T8" y="T9"/>
                                </a:cxn>
                                <a:cxn ang="0">
                                  <a:pos x="T10" y="T11"/>
                                </a:cxn>
                              </a:cxnLst>
                              <a:rect l="0" t="0" r="r" b="b"/>
                              <a:pathLst>
                                <a:path w="6" h="16">
                                  <a:moveTo>
                                    <a:pt x="6" y="16"/>
                                  </a:moveTo>
                                  <a:lnTo>
                                    <a:pt x="6" y="9"/>
                                  </a:lnTo>
                                  <a:lnTo>
                                    <a:pt x="4" y="9"/>
                                  </a:lnTo>
                                  <a:lnTo>
                                    <a:pt x="4" y="3"/>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Line 16"/>
                          <wps:cNvCnPr/>
                          <wps:spPr bwMode="auto">
                            <a:xfrm flipV="1">
                              <a:off x="5385" y="3817"/>
                              <a:ext cx="1" cy="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Freeform 17"/>
                          <wps:cNvSpPr>
                            <a:spLocks/>
                          </wps:cNvSpPr>
                          <wps:spPr bwMode="auto">
                            <a:xfrm>
                              <a:off x="5383" y="3824"/>
                              <a:ext cx="2" cy="5"/>
                            </a:xfrm>
                            <a:custGeom>
                              <a:avLst/>
                              <a:gdLst>
                                <a:gd name="T0" fmla="*/ 0 w 4"/>
                                <a:gd name="T1" fmla="*/ 11 h 11"/>
                                <a:gd name="T2" fmla="*/ 4 w 4"/>
                                <a:gd name="T3" fmla="*/ 7 h 11"/>
                                <a:gd name="T4" fmla="*/ 4 w 4"/>
                                <a:gd name="T5" fmla="*/ 0 h 11"/>
                              </a:gdLst>
                              <a:ahLst/>
                              <a:cxnLst>
                                <a:cxn ang="0">
                                  <a:pos x="T0" y="T1"/>
                                </a:cxn>
                                <a:cxn ang="0">
                                  <a:pos x="T2" y="T3"/>
                                </a:cxn>
                                <a:cxn ang="0">
                                  <a:pos x="T4" y="T5"/>
                                </a:cxn>
                              </a:cxnLst>
                              <a:rect l="0" t="0" r="r" b="b"/>
                              <a:pathLst>
                                <a:path w="4" h="11">
                                  <a:moveTo>
                                    <a:pt x="0" y="11"/>
                                  </a:moveTo>
                                  <a:lnTo>
                                    <a:pt x="4" y="7"/>
                                  </a:lnTo>
                                  <a:lnTo>
                                    <a:pt x="4"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8"/>
                          <wps:cNvSpPr>
                            <a:spLocks/>
                          </wps:cNvSpPr>
                          <wps:spPr bwMode="auto">
                            <a:xfrm>
                              <a:off x="5380" y="3833"/>
                              <a:ext cx="3" cy="1"/>
                            </a:xfrm>
                            <a:custGeom>
                              <a:avLst/>
                              <a:gdLst>
                                <a:gd name="T0" fmla="*/ 0 w 7"/>
                                <a:gd name="T1" fmla="*/ 3 h 3"/>
                                <a:gd name="T2" fmla="*/ 4 w 7"/>
                                <a:gd name="T3" fmla="*/ 3 h 3"/>
                                <a:gd name="T4" fmla="*/ 7 w 7"/>
                                <a:gd name="T5" fmla="*/ 0 h 3"/>
                              </a:gdLst>
                              <a:ahLst/>
                              <a:cxnLst>
                                <a:cxn ang="0">
                                  <a:pos x="T0" y="T1"/>
                                </a:cxn>
                                <a:cxn ang="0">
                                  <a:pos x="T2" y="T3"/>
                                </a:cxn>
                                <a:cxn ang="0">
                                  <a:pos x="T4" y="T5"/>
                                </a:cxn>
                              </a:cxnLst>
                              <a:rect l="0" t="0" r="r" b="b"/>
                              <a:pathLst>
                                <a:path w="7" h="3">
                                  <a:moveTo>
                                    <a:pt x="0" y="3"/>
                                  </a:moveTo>
                                  <a:lnTo>
                                    <a:pt x="4" y="3"/>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Line 19"/>
                          <wps:cNvCnPr/>
                          <wps:spPr bwMode="auto">
                            <a:xfrm>
                              <a:off x="5376" y="38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 name="Freeform 20"/>
                          <wps:cNvSpPr>
                            <a:spLocks/>
                          </wps:cNvSpPr>
                          <wps:spPr bwMode="auto">
                            <a:xfrm>
                              <a:off x="5370" y="3833"/>
                              <a:ext cx="5" cy="1"/>
                            </a:xfrm>
                            <a:custGeom>
                              <a:avLst/>
                              <a:gdLst>
                                <a:gd name="T0" fmla="*/ 0 w 11"/>
                                <a:gd name="T1" fmla="*/ 0 h 3"/>
                                <a:gd name="T2" fmla="*/ 4 w 11"/>
                                <a:gd name="T3" fmla="*/ 3 h 3"/>
                                <a:gd name="T4" fmla="*/ 11 w 11"/>
                                <a:gd name="T5" fmla="*/ 3 h 3"/>
                              </a:gdLst>
                              <a:ahLst/>
                              <a:cxnLst>
                                <a:cxn ang="0">
                                  <a:pos x="T0" y="T1"/>
                                </a:cxn>
                                <a:cxn ang="0">
                                  <a:pos x="T2" y="T3"/>
                                </a:cxn>
                                <a:cxn ang="0">
                                  <a:pos x="T4" y="T5"/>
                                </a:cxn>
                              </a:cxnLst>
                              <a:rect l="0" t="0" r="r" b="b"/>
                              <a:pathLst>
                                <a:path w="11" h="3">
                                  <a:moveTo>
                                    <a:pt x="0" y="0"/>
                                  </a:moveTo>
                                  <a:lnTo>
                                    <a:pt x="4" y="3"/>
                                  </a:lnTo>
                                  <a:lnTo>
                                    <a:pt x="11"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1"/>
                          <wps:cNvSpPr>
                            <a:spLocks/>
                          </wps:cNvSpPr>
                          <wps:spPr bwMode="auto">
                            <a:xfrm>
                              <a:off x="5363" y="3827"/>
                              <a:ext cx="7" cy="6"/>
                            </a:xfrm>
                            <a:custGeom>
                              <a:avLst/>
                              <a:gdLst>
                                <a:gd name="T0" fmla="*/ 0 w 13"/>
                                <a:gd name="T1" fmla="*/ 0 h 10"/>
                                <a:gd name="T2" fmla="*/ 7 w 13"/>
                                <a:gd name="T3" fmla="*/ 6 h 10"/>
                                <a:gd name="T4" fmla="*/ 11 w 13"/>
                                <a:gd name="T5" fmla="*/ 6 h 10"/>
                                <a:gd name="T6" fmla="*/ 13 w 13"/>
                                <a:gd name="T7" fmla="*/ 10 h 10"/>
                              </a:gdLst>
                              <a:ahLst/>
                              <a:cxnLst>
                                <a:cxn ang="0">
                                  <a:pos x="T0" y="T1"/>
                                </a:cxn>
                                <a:cxn ang="0">
                                  <a:pos x="T2" y="T3"/>
                                </a:cxn>
                                <a:cxn ang="0">
                                  <a:pos x="T4" y="T5"/>
                                </a:cxn>
                                <a:cxn ang="0">
                                  <a:pos x="T6" y="T7"/>
                                </a:cxn>
                              </a:cxnLst>
                              <a:rect l="0" t="0" r="r" b="b"/>
                              <a:pathLst>
                                <a:path w="13" h="10">
                                  <a:moveTo>
                                    <a:pt x="0" y="0"/>
                                  </a:moveTo>
                                  <a:lnTo>
                                    <a:pt x="7" y="6"/>
                                  </a:lnTo>
                                  <a:lnTo>
                                    <a:pt x="11" y="6"/>
                                  </a:lnTo>
                                  <a:lnTo>
                                    <a:pt x="13" y="1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2"/>
                          <wps:cNvSpPr>
                            <a:spLocks/>
                          </wps:cNvSpPr>
                          <wps:spPr bwMode="auto">
                            <a:xfrm>
                              <a:off x="5358" y="3819"/>
                              <a:ext cx="5" cy="8"/>
                            </a:xfrm>
                            <a:custGeom>
                              <a:avLst/>
                              <a:gdLst>
                                <a:gd name="T0" fmla="*/ 0 w 9"/>
                                <a:gd name="T1" fmla="*/ 0 h 16"/>
                                <a:gd name="T2" fmla="*/ 0 w 9"/>
                                <a:gd name="T3" fmla="*/ 3 h 16"/>
                                <a:gd name="T4" fmla="*/ 2 w 9"/>
                                <a:gd name="T5" fmla="*/ 3 h 16"/>
                                <a:gd name="T6" fmla="*/ 2 w 9"/>
                                <a:gd name="T7" fmla="*/ 7 h 16"/>
                                <a:gd name="T8" fmla="*/ 6 w 9"/>
                                <a:gd name="T9" fmla="*/ 9 h 16"/>
                                <a:gd name="T10" fmla="*/ 6 w 9"/>
                                <a:gd name="T11" fmla="*/ 13 h 16"/>
                                <a:gd name="T12" fmla="*/ 9 w 9"/>
                                <a:gd name="T13" fmla="*/ 13 h 16"/>
                                <a:gd name="T14" fmla="*/ 9 w 9"/>
                                <a:gd name="T15" fmla="*/ 16 h 1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 h="16">
                                  <a:moveTo>
                                    <a:pt x="0" y="0"/>
                                  </a:moveTo>
                                  <a:lnTo>
                                    <a:pt x="0" y="3"/>
                                  </a:lnTo>
                                  <a:lnTo>
                                    <a:pt x="2" y="3"/>
                                  </a:lnTo>
                                  <a:lnTo>
                                    <a:pt x="2" y="7"/>
                                  </a:lnTo>
                                  <a:lnTo>
                                    <a:pt x="6" y="9"/>
                                  </a:lnTo>
                                  <a:lnTo>
                                    <a:pt x="6" y="13"/>
                                  </a:lnTo>
                                  <a:lnTo>
                                    <a:pt x="9" y="13"/>
                                  </a:lnTo>
                                  <a:lnTo>
                                    <a:pt x="9"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3"/>
                          <wps:cNvSpPr>
                            <a:spLocks/>
                          </wps:cNvSpPr>
                          <wps:spPr bwMode="auto">
                            <a:xfrm>
                              <a:off x="5355" y="3810"/>
                              <a:ext cx="3" cy="9"/>
                            </a:xfrm>
                            <a:custGeom>
                              <a:avLst/>
                              <a:gdLst>
                                <a:gd name="T0" fmla="*/ 0 w 7"/>
                                <a:gd name="T1" fmla="*/ 0 h 20"/>
                                <a:gd name="T2" fmla="*/ 0 w 7"/>
                                <a:gd name="T3" fmla="*/ 3 h 20"/>
                                <a:gd name="T4" fmla="*/ 3 w 7"/>
                                <a:gd name="T5" fmla="*/ 7 h 20"/>
                                <a:gd name="T6" fmla="*/ 3 w 7"/>
                                <a:gd name="T7" fmla="*/ 13 h 20"/>
                                <a:gd name="T8" fmla="*/ 7 w 7"/>
                                <a:gd name="T9" fmla="*/ 16 h 20"/>
                                <a:gd name="T10" fmla="*/ 7 w 7"/>
                                <a:gd name="T11" fmla="*/ 20 h 20"/>
                              </a:gdLst>
                              <a:ahLst/>
                              <a:cxnLst>
                                <a:cxn ang="0">
                                  <a:pos x="T0" y="T1"/>
                                </a:cxn>
                                <a:cxn ang="0">
                                  <a:pos x="T2" y="T3"/>
                                </a:cxn>
                                <a:cxn ang="0">
                                  <a:pos x="T4" y="T5"/>
                                </a:cxn>
                                <a:cxn ang="0">
                                  <a:pos x="T6" y="T7"/>
                                </a:cxn>
                                <a:cxn ang="0">
                                  <a:pos x="T8" y="T9"/>
                                </a:cxn>
                                <a:cxn ang="0">
                                  <a:pos x="T10" y="T11"/>
                                </a:cxn>
                              </a:cxnLst>
                              <a:rect l="0" t="0" r="r" b="b"/>
                              <a:pathLst>
                                <a:path w="7" h="20">
                                  <a:moveTo>
                                    <a:pt x="0" y="0"/>
                                  </a:moveTo>
                                  <a:lnTo>
                                    <a:pt x="0" y="3"/>
                                  </a:lnTo>
                                  <a:lnTo>
                                    <a:pt x="3" y="7"/>
                                  </a:lnTo>
                                  <a:lnTo>
                                    <a:pt x="3" y="13"/>
                                  </a:lnTo>
                                  <a:lnTo>
                                    <a:pt x="7" y="16"/>
                                  </a:lnTo>
                                  <a:lnTo>
                                    <a:pt x="7"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Line 24"/>
                          <wps:cNvCnPr/>
                          <wps:spPr bwMode="auto">
                            <a:xfrm>
                              <a:off x="5356" y="3803"/>
                              <a:ext cx="1" cy="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25"/>
                          <wps:cNvSpPr>
                            <a:spLocks/>
                          </wps:cNvSpPr>
                          <wps:spPr bwMode="auto">
                            <a:xfrm>
                              <a:off x="5356" y="3796"/>
                              <a:ext cx="4" cy="7"/>
                            </a:xfrm>
                            <a:custGeom>
                              <a:avLst/>
                              <a:gdLst>
                                <a:gd name="T0" fmla="*/ 6 w 6"/>
                                <a:gd name="T1" fmla="*/ 0 h 14"/>
                                <a:gd name="T2" fmla="*/ 4 w 6"/>
                                <a:gd name="T3" fmla="*/ 3 h 14"/>
                                <a:gd name="T4" fmla="*/ 4 w 6"/>
                                <a:gd name="T5" fmla="*/ 7 h 14"/>
                                <a:gd name="T6" fmla="*/ 0 w 6"/>
                                <a:gd name="T7" fmla="*/ 10 h 14"/>
                                <a:gd name="T8" fmla="*/ 0 w 6"/>
                                <a:gd name="T9" fmla="*/ 14 h 14"/>
                              </a:gdLst>
                              <a:ahLst/>
                              <a:cxnLst>
                                <a:cxn ang="0">
                                  <a:pos x="T0" y="T1"/>
                                </a:cxn>
                                <a:cxn ang="0">
                                  <a:pos x="T2" y="T3"/>
                                </a:cxn>
                                <a:cxn ang="0">
                                  <a:pos x="T4" y="T5"/>
                                </a:cxn>
                                <a:cxn ang="0">
                                  <a:pos x="T6" y="T7"/>
                                </a:cxn>
                                <a:cxn ang="0">
                                  <a:pos x="T8" y="T9"/>
                                </a:cxn>
                              </a:cxnLst>
                              <a:rect l="0" t="0" r="r" b="b"/>
                              <a:pathLst>
                                <a:path w="6" h="14">
                                  <a:moveTo>
                                    <a:pt x="6" y="0"/>
                                  </a:moveTo>
                                  <a:lnTo>
                                    <a:pt x="4" y="3"/>
                                  </a:lnTo>
                                  <a:lnTo>
                                    <a:pt x="4" y="7"/>
                                  </a:lnTo>
                                  <a:lnTo>
                                    <a:pt x="0" y="10"/>
                                  </a:lnTo>
                                  <a:lnTo>
                                    <a:pt x="0" y="1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26"/>
                          <wps:cNvSpPr>
                            <a:spLocks/>
                          </wps:cNvSpPr>
                          <wps:spPr bwMode="auto">
                            <a:xfrm>
                              <a:off x="5358" y="3791"/>
                              <a:ext cx="5" cy="3"/>
                            </a:xfrm>
                            <a:custGeom>
                              <a:avLst/>
                              <a:gdLst>
                                <a:gd name="T0" fmla="*/ 9 w 9"/>
                                <a:gd name="T1" fmla="*/ 0 h 7"/>
                                <a:gd name="T2" fmla="*/ 6 w 9"/>
                                <a:gd name="T3" fmla="*/ 0 h 7"/>
                                <a:gd name="T4" fmla="*/ 6 w 9"/>
                                <a:gd name="T5" fmla="*/ 4 h 7"/>
                                <a:gd name="T6" fmla="*/ 2 w 9"/>
                                <a:gd name="T7" fmla="*/ 4 h 7"/>
                                <a:gd name="T8" fmla="*/ 0 w 9"/>
                                <a:gd name="T9" fmla="*/ 7 h 7"/>
                              </a:gdLst>
                              <a:ahLst/>
                              <a:cxnLst>
                                <a:cxn ang="0">
                                  <a:pos x="T0" y="T1"/>
                                </a:cxn>
                                <a:cxn ang="0">
                                  <a:pos x="T2" y="T3"/>
                                </a:cxn>
                                <a:cxn ang="0">
                                  <a:pos x="T4" y="T5"/>
                                </a:cxn>
                                <a:cxn ang="0">
                                  <a:pos x="T6" y="T7"/>
                                </a:cxn>
                                <a:cxn ang="0">
                                  <a:pos x="T8" y="T9"/>
                                </a:cxn>
                              </a:cxnLst>
                              <a:rect l="0" t="0" r="r" b="b"/>
                              <a:pathLst>
                                <a:path w="9" h="7">
                                  <a:moveTo>
                                    <a:pt x="9" y="0"/>
                                  </a:moveTo>
                                  <a:lnTo>
                                    <a:pt x="6" y="0"/>
                                  </a:lnTo>
                                  <a:lnTo>
                                    <a:pt x="6" y="4"/>
                                  </a:lnTo>
                                  <a:lnTo>
                                    <a:pt x="2" y="4"/>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7"/>
                          <wps:cNvSpPr>
                            <a:spLocks/>
                          </wps:cNvSpPr>
                          <wps:spPr bwMode="auto">
                            <a:xfrm>
                              <a:off x="5231" y="3900"/>
                              <a:ext cx="20" cy="22"/>
                            </a:xfrm>
                            <a:custGeom>
                              <a:avLst/>
                              <a:gdLst>
                                <a:gd name="T0" fmla="*/ 40 w 40"/>
                                <a:gd name="T1" fmla="*/ 0 h 43"/>
                                <a:gd name="T2" fmla="*/ 38 w 40"/>
                                <a:gd name="T3" fmla="*/ 4 h 43"/>
                                <a:gd name="T4" fmla="*/ 34 w 40"/>
                                <a:gd name="T5" fmla="*/ 4 h 43"/>
                                <a:gd name="T6" fmla="*/ 31 w 40"/>
                                <a:gd name="T7" fmla="*/ 6 h 43"/>
                                <a:gd name="T8" fmla="*/ 27 w 40"/>
                                <a:gd name="T9" fmla="*/ 6 h 43"/>
                                <a:gd name="T10" fmla="*/ 27 w 40"/>
                                <a:gd name="T11" fmla="*/ 10 h 43"/>
                                <a:gd name="T12" fmla="*/ 20 w 40"/>
                                <a:gd name="T13" fmla="*/ 17 h 43"/>
                                <a:gd name="T14" fmla="*/ 18 w 40"/>
                                <a:gd name="T15" fmla="*/ 17 h 43"/>
                                <a:gd name="T16" fmla="*/ 18 w 40"/>
                                <a:gd name="T17" fmla="*/ 20 h 43"/>
                                <a:gd name="T18" fmla="*/ 7 w 40"/>
                                <a:gd name="T19" fmla="*/ 30 h 43"/>
                                <a:gd name="T20" fmla="*/ 7 w 40"/>
                                <a:gd name="T21" fmla="*/ 33 h 43"/>
                                <a:gd name="T22" fmla="*/ 4 w 40"/>
                                <a:gd name="T23" fmla="*/ 37 h 43"/>
                                <a:gd name="T24" fmla="*/ 4 w 40"/>
                                <a:gd name="T25" fmla="*/ 39 h 43"/>
                                <a:gd name="T26" fmla="*/ 0 w 40"/>
                                <a:gd name="T27" fmla="*/ 43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 h="43">
                                  <a:moveTo>
                                    <a:pt x="40" y="0"/>
                                  </a:moveTo>
                                  <a:lnTo>
                                    <a:pt x="38" y="4"/>
                                  </a:lnTo>
                                  <a:lnTo>
                                    <a:pt x="34" y="4"/>
                                  </a:lnTo>
                                  <a:lnTo>
                                    <a:pt x="31" y="6"/>
                                  </a:lnTo>
                                  <a:lnTo>
                                    <a:pt x="27" y="6"/>
                                  </a:lnTo>
                                  <a:lnTo>
                                    <a:pt x="27" y="10"/>
                                  </a:lnTo>
                                  <a:lnTo>
                                    <a:pt x="20" y="17"/>
                                  </a:lnTo>
                                  <a:lnTo>
                                    <a:pt x="18" y="17"/>
                                  </a:lnTo>
                                  <a:lnTo>
                                    <a:pt x="18" y="20"/>
                                  </a:lnTo>
                                  <a:lnTo>
                                    <a:pt x="7" y="30"/>
                                  </a:lnTo>
                                  <a:lnTo>
                                    <a:pt x="7" y="33"/>
                                  </a:lnTo>
                                  <a:lnTo>
                                    <a:pt x="4" y="37"/>
                                  </a:lnTo>
                                  <a:lnTo>
                                    <a:pt x="4" y="39"/>
                                  </a:lnTo>
                                  <a:lnTo>
                                    <a:pt x="0" y="4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28"/>
                          <wps:cNvSpPr>
                            <a:spLocks/>
                          </wps:cNvSpPr>
                          <wps:spPr bwMode="auto">
                            <a:xfrm>
                              <a:off x="5251" y="3886"/>
                              <a:ext cx="42" cy="13"/>
                            </a:xfrm>
                            <a:custGeom>
                              <a:avLst/>
                              <a:gdLst>
                                <a:gd name="T0" fmla="*/ 84 w 84"/>
                                <a:gd name="T1" fmla="*/ 0 h 27"/>
                                <a:gd name="T2" fmla="*/ 71 w 84"/>
                                <a:gd name="T3" fmla="*/ 0 h 27"/>
                                <a:gd name="T4" fmla="*/ 71 w 84"/>
                                <a:gd name="T5" fmla="*/ 3 h 27"/>
                                <a:gd name="T6" fmla="*/ 53 w 84"/>
                                <a:gd name="T7" fmla="*/ 3 h 27"/>
                                <a:gd name="T8" fmla="*/ 51 w 84"/>
                                <a:gd name="T9" fmla="*/ 7 h 27"/>
                                <a:gd name="T10" fmla="*/ 40 w 84"/>
                                <a:gd name="T11" fmla="*/ 7 h 27"/>
                                <a:gd name="T12" fmla="*/ 38 w 84"/>
                                <a:gd name="T13" fmla="*/ 10 h 27"/>
                                <a:gd name="T14" fmla="*/ 34 w 84"/>
                                <a:gd name="T15" fmla="*/ 10 h 27"/>
                                <a:gd name="T16" fmla="*/ 31 w 84"/>
                                <a:gd name="T17" fmla="*/ 14 h 27"/>
                                <a:gd name="T18" fmla="*/ 24 w 84"/>
                                <a:gd name="T19" fmla="*/ 14 h 27"/>
                                <a:gd name="T20" fmla="*/ 20 w 84"/>
                                <a:gd name="T21" fmla="*/ 16 h 27"/>
                                <a:gd name="T22" fmla="*/ 18 w 84"/>
                                <a:gd name="T23" fmla="*/ 16 h 27"/>
                                <a:gd name="T24" fmla="*/ 14 w 84"/>
                                <a:gd name="T25" fmla="*/ 20 h 27"/>
                                <a:gd name="T26" fmla="*/ 11 w 84"/>
                                <a:gd name="T27" fmla="*/ 20 h 27"/>
                                <a:gd name="T28" fmla="*/ 4 w 84"/>
                                <a:gd name="T29" fmla="*/ 27 h 27"/>
                                <a:gd name="T30" fmla="*/ 0 w 84"/>
                                <a:gd name="T31"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4" h="27">
                                  <a:moveTo>
                                    <a:pt x="84" y="0"/>
                                  </a:moveTo>
                                  <a:lnTo>
                                    <a:pt x="71" y="0"/>
                                  </a:lnTo>
                                  <a:lnTo>
                                    <a:pt x="71" y="3"/>
                                  </a:lnTo>
                                  <a:lnTo>
                                    <a:pt x="53" y="3"/>
                                  </a:lnTo>
                                  <a:lnTo>
                                    <a:pt x="51" y="7"/>
                                  </a:lnTo>
                                  <a:lnTo>
                                    <a:pt x="40" y="7"/>
                                  </a:lnTo>
                                  <a:lnTo>
                                    <a:pt x="38" y="10"/>
                                  </a:lnTo>
                                  <a:lnTo>
                                    <a:pt x="34" y="10"/>
                                  </a:lnTo>
                                  <a:lnTo>
                                    <a:pt x="31" y="14"/>
                                  </a:lnTo>
                                  <a:lnTo>
                                    <a:pt x="24" y="14"/>
                                  </a:lnTo>
                                  <a:lnTo>
                                    <a:pt x="20" y="16"/>
                                  </a:lnTo>
                                  <a:lnTo>
                                    <a:pt x="18" y="16"/>
                                  </a:lnTo>
                                  <a:lnTo>
                                    <a:pt x="14" y="20"/>
                                  </a:lnTo>
                                  <a:lnTo>
                                    <a:pt x="11" y="20"/>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29"/>
                          <wps:cNvSpPr>
                            <a:spLocks/>
                          </wps:cNvSpPr>
                          <wps:spPr bwMode="auto">
                            <a:xfrm>
                              <a:off x="5293" y="3886"/>
                              <a:ext cx="45" cy="4"/>
                            </a:xfrm>
                            <a:custGeom>
                              <a:avLst/>
                              <a:gdLst>
                                <a:gd name="T0" fmla="*/ 92 w 92"/>
                                <a:gd name="T1" fmla="*/ 10 h 10"/>
                                <a:gd name="T2" fmla="*/ 85 w 92"/>
                                <a:gd name="T3" fmla="*/ 10 h 10"/>
                                <a:gd name="T4" fmla="*/ 81 w 92"/>
                                <a:gd name="T5" fmla="*/ 7 h 10"/>
                                <a:gd name="T6" fmla="*/ 68 w 92"/>
                                <a:gd name="T7" fmla="*/ 7 h 10"/>
                                <a:gd name="T8" fmla="*/ 68 w 92"/>
                                <a:gd name="T9" fmla="*/ 3 h 10"/>
                                <a:gd name="T10" fmla="*/ 61 w 92"/>
                                <a:gd name="T11" fmla="*/ 3 h 10"/>
                                <a:gd name="T12" fmla="*/ 61 w 92"/>
                                <a:gd name="T13" fmla="*/ 0 h 10"/>
                                <a:gd name="T14" fmla="*/ 61 w 92"/>
                                <a:gd name="T15" fmla="*/ 3 h 10"/>
                                <a:gd name="T16" fmla="*/ 65 w 92"/>
                                <a:gd name="T17" fmla="*/ 3 h 10"/>
                                <a:gd name="T18" fmla="*/ 20 w 92"/>
                                <a:gd name="T19" fmla="*/ 3 h 10"/>
                                <a:gd name="T20" fmla="*/ 16 w 92"/>
                                <a:gd name="T21" fmla="*/ 7 h 10"/>
                                <a:gd name="T22" fmla="*/ 0 w 92"/>
                                <a:gd name="T23" fmla="*/ 7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2" h="10">
                                  <a:moveTo>
                                    <a:pt x="92" y="10"/>
                                  </a:moveTo>
                                  <a:lnTo>
                                    <a:pt x="85" y="10"/>
                                  </a:lnTo>
                                  <a:lnTo>
                                    <a:pt x="81" y="7"/>
                                  </a:lnTo>
                                  <a:lnTo>
                                    <a:pt x="68" y="7"/>
                                  </a:lnTo>
                                  <a:lnTo>
                                    <a:pt x="68" y="3"/>
                                  </a:lnTo>
                                  <a:lnTo>
                                    <a:pt x="61" y="3"/>
                                  </a:lnTo>
                                  <a:lnTo>
                                    <a:pt x="61" y="0"/>
                                  </a:lnTo>
                                  <a:lnTo>
                                    <a:pt x="61" y="3"/>
                                  </a:lnTo>
                                  <a:lnTo>
                                    <a:pt x="65" y="3"/>
                                  </a:lnTo>
                                  <a:lnTo>
                                    <a:pt x="20" y="3"/>
                                  </a:lnTo>
                                  <a:lnTo>
                                    <a:pt x="16" y="7"/>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0"/>
                          <wps:cNvSpPr>
                            <a:spLocks/>
                          </wps:cNvSpPr>
                          <wps:spPr bwMode="auto">
                            <a:xfrm>
                              <a:off x="5338" y="3889"/>
                              <a:ext cx="55" cy="17"/>
                            </a:xfrm>
                            <a:custGeom>
                              <a:avLst/>
                              <a:gdLst>
                                <a:gd name="T0" fmla="*/ 109 w 109"/>
                                <a:gd name="T1" fmla="*/ 33 h 33"/>
                                <a:gd name="T2" fmla="*/ 106 w 109"/>
                                <a:gd name="T3" fmla="*/ 33 h 33"/>
                                <a:gd name="T4" fmla="*/ 102 w 109"/>
                                <a:gd name="T5" fmla="*/ 29 h 33"/>
                                <a:gd name="T6" fmla="*/ 99 w 109"/>
                                <a:gd name="T7" fmla="*/ 29 h 33"/>
                                <a:gd name="T8" fmla="*/ 95 w 109"/>
                                <a:gd name="T9" fmla="*/ 27 h 33"/>
                                <a:gd name="T10" fmla="*/ 93 w 109"/>
                                <a:gd name="T11" fmla="*/ 27 h 33"/>
                                <a:gd name="T12" fmla="*/ 89 w 109"/>
                                <a:gd name="T13" fmla="*/ 23 h 33"/>
                                <a:gd name="T14" fmla="*/ 82 w 109"/>
                                <a:gd name="T15" fmla="*/ 23 h 33"/>
                                <a:gd name="T16" fmla="*/ 79 w 109"/>
                                <a:gd name="T17" fmla="*/ 20 h 33"/>
                                <a:gd name="T18" fmla="*/ 73 w 109"/>
                                <a:gd name="T19" fmla="*/ 20 h 33"/>
                                <a:gd name="T20" fmla="*/ 69 w 109"/>
                                <a:gd name="T21" fmla="*/ 16 h 33"/>
                                <a:gd name="T22" fmla="*/ 62 w 109"/>
                                <a:gd name="T23" fmla="*/ 16 h 33"/>
                                <a:gd name="T24" fmla="*/ 60 w 109"/>
                                <a:gd name="T25" fmla="*/ 13 h 33"/>
                                <a:gd name="T26" fmla="*/ 49 w 109"/>
                                <a:gd name="T27" fmla="*/ 13 h 33"/>
                                <a:gd name="T28" fmla="*/ 46 w 109"/>
                                <a:gd name="T29" fmla="*/ 9 h 33"/>
                                <a:gd name="T30" fmla="*/ 40 w 109"/>
                                <a:gd name="T31" fmla="*/ 9 h 33"/>
                                <a:gd name="T32" fmla="*/ 36 w 109"/>
                                <a:gd name="T33" fmla="*/ 7 h 33"/>
                                <a:gd name="T34" fmla="*/ 26 w 109"/>
                                <a:gd name="T35" fmla="*/ 7 h 33"/>
                                <a:gd name="T36" fmla="*/ 22 w 109"/>
                                <a:gd name="T37" fmla="*/ 3 h 33"/>
                                <a:gd name="T38" fmla="*/ 9 w 109"/>
                                <a:gd name="T39" fmla="*/ 3 h 33"/>
                                <a:gd name="T40" fmla="*/ 6 w 109"/>
                                <a:gd name="T41" fmla="*/ 0 h 33"/>
                                <a:gd name="T42" fmla="*/ 0 w 109"/>
                                <a:gd name="T43" fmla="*/ 0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9" h="33">
                                  <a:moveTo>
                                    <a:pt x="109" y="33"/>
                                  </a:moveTo>
                                  <a:lnTo>
                                    <a:pt x="106" y="33"/>
                                  </a:lnTo>
                                  <a:lnTo>
                                    <a:pt x="102" y="29"/>
                                  </a:lnTo>
                                  <a:lnTo>
                                    <a:pt x="99" y="29"/>
                                  </a:lnTo>
                                  <a:lnTo>
                                    <a:pt x="95" y="27"/>
                                  </a:lnTo>
                                  <a:lnTo>
                                    <a:pt x="93" y="27"/>
                                  </a:lnTo>
                                  <a:lnTo>
                                    <a:pt x="89" y="23"/>
                                  </a:lnTo>
                                  <a:lnTo>
                                    <a:pt x="82" y="23"/>
                                  </a:lnTo>
                                  <a:lnTo>
                                    <a:pt x="79" y="20"/>
                                  </a:lnTo>
                                  <a:lnTo>
                                    <a:pt x="73" y="20"/>
                                  </a:lnTo>
                                  <a:lnTo>
                                    <a:pt x="69" y="16"/>
                                  </a:lnTo>
                                  <a:lnTo>
                                    <a:pt x="62" y="16"/>
                                  </a:lnTo>
                                  <a:lnTo>
                                    <a:pt x="60" y="13"/>
                                  </a:lnTo>
                                  <a:lnTo>
                                    <a:pt x="49" y="13"/>
                                  </a:lnTo>
                                  <a:lnTo>
                                    <a:pt x="46" y="9"/>
                                  </a:lnTo>
                                  <a:lnTo>
                                    <a:pt x="40" y="9"/>
                                  </a:lnTo>
                                  <a:lnTo>
                                    <a:pt x="36" y="7"/>
                                  </a:lnTo>
                                  <a:lnTo>
                                    <a:pt x="26" y="7"/>
                                  </a:lnTo>
                                  <a:lnTo>
                                    <a:pt x="22" y="3"/>
                                  </a:lnTo>
                                  <a:lnTo>
                                    <a:pt x="9" y="3"/>
                                  </a:lnTo>
                                  <a:lnTo>
                                    <a:pt x="6"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1"/>
                          <wps:cNvSpPr>
                            <a:spLocks/>
                          </wps:cNvSpPr>
                          <wps:spPr bwMode="auto">
                            <a:xfrm>
                              <a:off x="5393" y="3906"/>
                              <a:ext cx="50" cy="27"/>
                            </a:xfrm>
                            <a:custGeom>
                              <a:avLst/>
                              <a:gdLst>
                                <a:gd name="T0" fmla="*/ 99 w 99"/>
                                <a:gd name="T1" fmla="*/ 56 h 56"/>
                                <a:gd name="T2" fmla="*/ 97 w 99"/>
                                <a:gd name="T3" fmla="*/ 53 h 56"/>
                                <a:gd name="T4" fmla="*/ 93 w 99"/>
                                <a:gd name="T5" fmla="*/ 53 h 56"/>
                                <a:gd name="T6" fmla="*/ 90 w 99"/>
                                <a:gd name="T7" fmla="*/ 49 h 56"/>
                                <a:gd name="T8" fmla="*/ 90 w 99"/>
                                <a:gd name="T9" fmla="*/ 47 h 56"/>
                                <a:gd name="T10" fmla="*/ 86 w 99"/>
                                <a:gd name="T11" fmla="*/ 47 h 56"/>
                                <a:gd name="T12" fmla="*/ 83 w 99"/>
                                <a:gd name="T13" fmla="*/ 43 h 56"/>
                                <a:gd name="T14" fmla="*/ 79 w 99"/>
                                <a:gd name="T15" fmla="*/ 43 h 56"/>
                                <a:gd name="T16" fmla="*/ 73 w 99"/>
                                <a:gd name="T17" fmla="*/ 36 h 56"/>
                                <a:gd name="T18" fmla="*/ 70 w 99"/>
                                <a:gd name="T19" fmla="*/ 36 h 56"/>
                                <a:gd name="T20" fmla="*/ 66 w 99"/>
                                <a:gd name="T21" fmla="*/ 33 h 56"/>
                                <a:gd name="T22" fmla="*/ 64 w 99"/>
                                <a:gd name="T23" fmla="*/ 33 h 56"/>
                                <a:gd name="T24" fmla="*/ 64 w 99"/>
                                <a:gd name="T25" fmla="*/ 29 h 56"/>
                                <a:gd name="T26" fmla="*/ 60 w 99"/>
                                <a:gd name="T27" fmla="*/ 27 h 56"/>
                                <a:gd name="T28" fmla="*/ 57 w 99"/>
                                <a:gd name="T29" fmla="*/ 27 h 56"/>
                                <a:gd name="T30" fmla="*/ 53 w 99"/>
                                <a:gd name="T31" fmla="*/ 23 h 56"/>
                                <a:gd name="T32" fmla="*/ 50 w 99"/>
                                <a:gd name="T33" fmla="*/ 23 h 56"/>
                                <a:gd name="T34" fmla="*/ 46 w 99"/>
                                <a:gd name="T35" fmla="*/ 20 h 56"/>
                                <a:gd name="T36" fmla="*/ 44 w 99"/>
                                <a:gd name="T37" fmla="*/ 20 h 56"/>
                                <a:gd name="T38" fmla="*/ 40 w 99"/>
                                <a:gd name="T39" fmla="*/ 16 h 56"/>
                                <a:gd name="T40" fmla="*/ 37 w 99"/>
                                <a:gd name="T41" fmla="*/ 16 h 56"/>
                                <a:gd name="T42" fmla="*/ 33 w 99"/>
                                <a:gd name="T43" fmla="*/ 14 h 56"/>
                                <a:gd name="T44" fmla="*/ 30 w 99"/>
                                <a:gd name="T45" fmla="*/ 14 h 56"/>
                                <a:gd name="T46" fmla="*/ 26 w 99"/>
                                <a:gd name="T47" fmla="*/ 10 h 56"/>
                                <a:gd name="T48" fmla="*/ 24 w 99"/>
                                <a:gd name="T49" fmla="*/ 10 h 56"/>
                                <a:gd name="T50" fmla="*/ 20 w 99"/>
                                <a:gd name="T51" fmla="*/ 7 h 56"/>
                                <a:gd name="T52" fmla="*/ 13 w 99"/>
                                <a:gd name="T53" fmla="*/ 7 h 56"/>
                                <a:gd name="T54" fmla="*/ 10 w 99"/>
                                <a:gd name="T55" fmla="*/ 3 h 56"/>
                                <a:gd name="T56" fmla="*/ 6 w 99"/>
                                <a:gd name="T57" fmla="*/ 3 h 56"/>
                                <a:gd name="T58" fmla="*/ 4 w 99"/>
                                <a:gd name="T59" fmla="*/ 0 h 56"/>
                                <a:gd name="T60" fmla="*/ 0 w 99"/>
                                <a:gd name="T61" fmla="*/ 0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9" h="56">
                                  <a:moveTo>
                                    <a:pt x="99" y="56"/>
                                  </a:moveTo>
                                  <a:lnTo>
                                    <a:pt x="97" y="53"/>
                                  </a:lnTo>
                                  <a:lnTo>
                                    <a:pt x="93" y="53"/>
                                  </a:lnTo>
                                  <a:lnTo>
                                    <a:pt x="90" y="49"/>
                                  </a:lnTo>
                                  <a:lnTo>
                                    <a:pt x="90" y="47"/>
                                  </a:lnTo>
                                  <a:lnTo>
                                    <a:pt x="86" y="47"/>
                                  </a:lnTo>
                                  <a:lnTo>
                                    <a:pt x="83" y="43"/>
                                  </a:lnTo>
                                  <a:lnTo>
                                    <a:pt x="79" y="43"/>
                                  </a:lnTo>
                                  <a:lnTo>
                                    <a:pt x="73" y="36"/>
                                  </a:lnTo>
                                  <a:lnTo>
                                    <a:pt x="70" y="36"/>
                                  </a:lnTo>
                                  <a:lnTo>
                                    <a:pt x="66" y="33"/>
                                  </a:lnTo>
                                  <a:lnTo>
                                    <a:pt x="64" y="33"/>
                                  </a:lnTo>
                                  <a:lnTo>
                                    <a:pt x="64" y="29"/>
                                  </a:lnTo>
                                  <a:lnTo>
                                    <a:pt x="60" y="27"/>
                                  </a:lnTo>
                                  <a:lnTo>
                                    <a:pt x="57" y="27"/>
                                  </a:lnTo>
                                  <a:lnTo>
                                    <a:pt x="53" y="23"/>
                                  </a:lnTo>
                                  <a:lnTo>
                                    <a:pt x="50" y="23"/>
                                  </a:lnTo>
                                  <a:lnTo>
                                    <a:pt x="46" y="20"/>
                                  </a:lnTo>
                                  <a:lnTo>
                                    <a:pt x="44" y="20"/>
                                  </a:lnTo>
                                  <a:lnTo>
                                    <a:pt x="40" y="16"/>
                                  </a:lnTo>
                                  <a:lnTo>
                                    <a:pt x="37" y="16"/>
                                  </a:lnTo>
                                  <a:lnTo>
                                    <a:pt x="33" y="14"/>
                                  </a:lnTo>
                                  <a:lnTo>
                                    <a:pt x="30" y="14"/>
                                  </a:lnTo>
                                  <a:lnTo>
                                    <a:pt x="26" y="10"/>
                                  </a:lnTo>
                                  <a:lnTo>
                                    <a:pt x="24" y="10"/>
                                  </a:lnTo>
                                  <a:lnTo>
                                    <a:pt x="20" y="7"/>
                                  </a:lnTo>
                                  <a:lnTo>
                                    <a:pt x="13" y="7"/>
                                  </a:lnTo>
                                  <a:lnTo>
                                    <a:pt x="10" y="3"/>
                                  </a:lnTo>
                                  <a:lnTo>
                                    <a:pt x="6" y="3"/>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2"/>
                          <wps:cNvSpPr>
                            <a:spLocks/>
                          </wps:cNvSpPr>
                          <wps:spPr bwMode="auto">
                            <a:xfrm>
                              <a:off x="5443" y="3933"/>
                              <a:ext cx="35" cy="32"/>
                            </a:xfrm>
                            <a:custGeom>
                              <a:avLst/>
                              <a:gdLst>
                                <a:gd name="T0" fmla="*/ 71 w 71"/>
                                <a:gd name="T1" fmla="*/ 64 h 64"/>
                                <a:gd name="T2" fmla="*/ 64 w 71"/>
                                <a:gd name="T3" fmla="*/ 57 h 64"/>
                                <a:gd name="T4" fmla="*/ 64 w 71"/>
                                <a:gd name="T5" fmla="*/ 53 h 64"/>
                                <a:gd name="T6" fmla="*/ 34 w 71"/>
                                <a:gd name="T7" fmla="*/ 24 h 64"/>
                                <a:gd name="T8" fmla="*/ 31 w 71"/>
                                <a:gd name="T9" fmla="*/ 24 h 64"/>
                                <a:gd name="T10" fmla="*/ 31 w 71"/>
                                <a:gd name="T11" fmla="*/ 20 h 64"/>
                                <a:gd name="T12" fmla="*/ 27 w 71"/>
                                <a:gd name="T13" fmla="*/ 20 h 64"/>
                                <a:gd name="T14" fmla="*/ 24 w 71"/>
                                <a:gd name="T15" fmla="*/ 17 h 64"/>
                                <a:gd name="T16" fmla="*/ 24 w 71"/>
                                <a:gd name="T17" fmla="*/ 13 h 64"/>
                                <a:gd name="T18" fmla="*/ 20 w 71"/>
                                <a:gd name="T19" fmla="*/ 13 h 64"/>
                                <a:gd name="T20" fmla="*/ 18 w 71"/>
                                <a:gd name="T21" fmla="*/ 11 h 64"/>
                                <a:gd name="T22" fmla="*/ 14 w 71"/>
                                <a:gd name="T23" fmla="*/ 11 h 64"/>
                                <a:gd name="T24" fmla="*/ 14 w 71"/>
                                <a:gd name="T25" fmla="*/ 7 h 64"/>
                                <a:gd name="T26" fmla="*/ 11 w 71"/>
                                <a:gd name="T27" fmla="*/ 7 h 64"/>
                                <a:gd name="T28" fmla="*/ 7 w 71"/>
                                <a:gd name="T29" fmla="*/ 4 h 64"/>
                                <a:gd name="T30" fmla="*/ 4 w 71"/>
                                <a:gd name="T31" fmla="*/ 4 h 64"/>
                                <a:gd name="T32" fmla="*/ 4 w 71"/>
                                <a:gd name="T33" fmla="*/ 0 h 64"/>
                                <a:gd name="T34" fmla="*/ 0 w 71"/>
                                <a:gd name="T35" fmla="*/ 0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1" h="64">
                                  <a:moveTo>
                                    <a:pt x="71" y="64"/>
                                  </a:moveTo>
                                  <a:lnTo>
                                    <a:pt x="64" y="57"/>
                                  </a:lnTo>
                                  <a:lnTo>
                                    <a:pt x="64" y="53"/>
                                  </a:lnTo>
                                  <a:lnTo>
                                    <a:pt x="34" y="24"/>
                                  </a:lnTo>
                                  <a:lnTo>
                                    <a:pt x="31" y="24"/>
                                  </a:lnTo>
                                  <a:lnTo>
                                    <a:pt x="31" y="20"/>
                                  </a:lnTo>
                                  <a:lnTo>
                                    <a:pt x="27" y="20"/>
                                  </a:lnTo>
                                  <a:lnTo>
                                    <a:pt x="24" y="17"/>
                                  </a:lnTo>
                                  <a:lnTo>
                                    <a:pt x="24" y="13"/>
                                  </a:lnTo>
                                  <a:lnTo>
                                    <a:pt x="20" y="13"/>
                                  </a:lnTo>
                                  <a:lnTo>
                                    <a:pt x="18" y="11"/>
                                  </a:lnTo>
                                  <a:lnTo>
                                    <a:pt x="14" y="11"/>
                                  </a:lnTo>
                                  <a:lnTo>
                                    <a:pt x="14" y="7"/>
                                  </a:lnTo>
                                  <a:lnTo>
                                    <a:pt x="11" y="7"/>
                                  </a:lnTo>
                                  <a:lnTo>
                                    <a:pt x="7"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3"/>
                          <wps:cNvSpPr>
                            <a:spLocks/>
                          </wps:cNvSpPr>
                          <wps:spPr bwMode="auto">
                            <a:xfrm>
                              <a:off x="5475" y="3963"/>
                              <a:ext cx="21" cy="38"/>
                            </a:xfrm>
                            <a:custGeom>
                              <a:avLst/>
                              <a:gdLst>
                                <a:gd name="T0" fmla="*/ 43 w 43"/>
                                <a:gd name="T1" fmla="*/ 75 h 75"/>
                                <a:gd name="T2" fmla="*/ 43 w 43"/>
                                <a:gd name="T3" fmla="*/ 71 h 75"/>
                                <a:gd name="T4" fmla="*/ 40 w 43"/>
                                <a:gd name="T5" fmla="*/ 69 h 75"/>
                                <a:gd name="T6" fmla="*/ 40 w 43"/>
                                <a:gd name="T7" fmla="*/ 62 h 75"/>
                                <a:gd name="T8" fmla="*/ 36 w 43"/>
                                <a:gd name="T9" fmla="*/ 58 h 75"/>
                                <a:gd name="T10" fmla="*/ 36 w 43"/>
                                <a:gd name="T11" fmla="*/ 51 h 75"/>
                                <a:gd name="T12" fmla="*/ 33 w 43"/>
                                <a:gd name="T13" fmla="*/ 51 h 75"/>
                                <a:gd name="T14" fmla="*/ 33 w 43"/>
                                <a:gd name="T15" fmla="*/ 45 h 75"/>
                                <a:gd name="T16" fmla="*/ 29 w 43"/>
                                <a:gd name="T17" fmla="*/ 42 h 75"/>
                                <a:gd name="T18" fmla="*/ 29 w 43"/>
                                <a:gd name="T19" fmla="*/ 38 h 75"/>
                                <a:gd name="T20" fmla="*/ 27 w 43"/>
                                <a:gd name="T21" fmla="*/ 35 h 75"/>
                                <a:gd name="T22" fmla="*/ 27 w 43"/>
                                <a:gd name="T23" fmla="*/ 33 h 75"/>
                                <a:gd name="T24" fmla="*/ 20 w 43"/>
                                <a:gd name="T25" fmla="*/ 26 h 75"/>
                                <a:gd name="T26" fmla="*/ 20 w 43"/>
                                <a:gd name="T27" fmla="*/ 23 h 75"/>
                                <a:gd name="T28" fmla="*/ 13 w 43"/>
                                <a:gd name="T29" fmla="*/ 17 h 75"/>
                                <a:gd name="T30" fmla="*/ 13 w 43"/>
                                <a:gd name="T31" fmla="*/ 13 h 75"/>
                                <a:gd name="T32" fmla="*/ 9 w 43"/>
                                <a:gd name="T33" fmla="*/ 13 h 75"/>
                                <a:gd name="T34" fmla="*/ 7 w 43"/>
                                <a:gd name="T35" fmla="*/ 10 h 75"/>
                                <a:gd name="T36" fmla="*/ 7 w 43"/>
                                <a:gd name="T37" fmla="*/ 6 h 75"/>
                                <a:gd name="T38" fmla="*/ 0 w 43"/>
                                <a:gd name="T39" fmla="*/ 0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3" h="75">
                                  <a:moveTo>
                                    <a:pt x="43" y="75"/>
                                  </a:moveTo>
                                  <a:lnTo>
                                    <a:pt x="43" y="71"/>
                                  </a:lnTo>
                                  <a:lnTo>
                                    <a:pt x="40" y="69"/>
                                  </a:lnTo>
                                  <a:lnTo>
                                    <a:pt x="40" y="62"/>
                                  </a:lnTo>
                                  <a:lnTo>
                                    <a:pt x="36" y="58"/>
                                  </a:lnTo>
                                  <a:lnTo>
                                    <a:pt x="36" y="51"/>
                                  </a:lnTo>
                                  <a:lnTo>
                                    <a:pt x="33" y="51"/>
                                  </a:lnTo>
                                  <a:lnTo>
                                    <a:pt x="33" y="45"/>
                                  </a:lnTo>
                                  <a:lnTo>
                                    <a:pt x="29" y="42"/>
                                  </a:lnTo>
                                  <a:lnTo>
                                    <a:pt x="29" y="38"/>
                                  </a:lnTo>
                                  <a:lnTo>
                                    <a:pt x="27" y="35"/>
                                  </a:lnTo>
                                  <a:lnTo>
                                    <a:pt x="27" y="33"/>
                                  </a:lnTo>
                                  <a:lnTo>
                                    <a:pt x="20" y="26"/>
                                  </a:lnTo>
                                  <a:lnTo>
                                    <a:pt x="20" y="23"/>
                                  </a:lnTo>
                                  <a:lnTo>
                                    <a:pt x="13" y="17"/>
                                  </a:lnTo>
                                  <a:lnTo>
                                    <a:pt x="13" y="13"/>
                                  </a:lnTo>
                                  <a:lnTo>
                                    <a:pt x="9" y="13"/>
                                  </a:lnTo>
                                  <a:lnTo>
                                    <a:pt x="7" y="10"/>
                                  </a:lnTo>
                                  <a:lnTo>
                                    <a:pt x="7" y="6"/>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4"/>
                          <wps:cNvSpPr>
                            <a:spLocks/>
                          </wps:cNvSpPr>
                          <wps:spPr bwMode="auto">
                            <a:xfrm>
                              <a:off x="5495" y="4001"/>
                              <a:ext cx="3" cy="28"/>
                            </a:xfrm>
                            <a:custGeom>
                              <a:avLst/>
                              <a:gdLst>
                                <a:gd name="T0" fmla="*/ 0 w 7"/>
                                <a:gd name="T1" fmla="*/ 56 h 56"/>
                                <a:gd name="T2" fmla="*/ 0 w 7"/>
                                <a:gd name="T3" fmla="*/ 53 h 56"/>
                                <a:gd name="T4" fmla="*/ 3 w 7"/>
                                <a:gd name="T5" fmla="*/ 49 h 56"/>
                                <a:gd name="T6" fmla="*/ 3 w 7"/>
                                <a:gd name="T7" fmla="*/ 40 h 56"/>
                                <a:gd name="T8" fmla="*/ 7 w 7"/>
                                <a:gd name="T9" fmla="*/ 40 h 56"/>
                                <a:gd name="T10" fmla="*/ 7 w 7"/>
                                <a:gd name="T11" fmla="*/ 7 h 56"/>
                                <a:gd name="T12" fmla="*/ 3 w 7"/>
                                <a:gd name="T13" fmla="*/ 3 h 56"/>
                                <a:gd name="T14" fmla="*/ 3 w 7"/>
                                <a:gd name="T15" fmla="*/ 0 h 5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56">
                                  <a:moveTo>
                                    <a:pt x="0" y="56"/>
                                  </a:moveTo>
                                  <a:lnTo>
                                    <a:pt x="0" y="53"/>
                                  </a:lnTo>
                                  <a:lnTo>
                                    <a:pt x="3" y="49"/>
                                  </a:lnTo>
                                  <a:lnTo>
                                    <a:pt x="3" y="40"/>
                                  </a:lnTo>
                                  <a:lnTo>
                                    <a:pt x="7" y="40"/>
                                  </a:lnTo>
                                  <a:lnTo>
                                    <a:pt x="7" y="7"/>
                                  </a:lnTo>
                                  <a:lnTo>
                                    <a:pt x="3" y="3"/>
                                  </a:lnTo>
                                  <a:lnTo>
                                    <a:pt x="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5"/>
                          <wps:cNvSpPr>
                            <a:spLocks/>
                          </wps:cNvSpPr>
                          <wps:spPr bwMode="auto">
                            <a:xfrm>
                              <a:off x="5475" y="4029"/>
                              <a:ext cx="20" cy="22"/>
                            </a:xfrm>
                            <a:custGeom>
                              <a:avLst/>
                              <a:gdLst>
                                <a:gd name="T0" fmla="*/ 0 w 40"/>
                                <a:gd name="T1" fmla="*/ 44 h 44"/>
                                <a:gd name="T2" fmla="*/ 3 w 40"/>
                                <a:gd name="T3" fmla="*/ 40 h 44"/>
                                <a:gd name="T4" fmla="*/ 7 w 40"/>
                                <a:gd name="T5" fmla="*/ 40 h 44"/>
                                <a:gd name="T6" fmla="*/ 9 w 40"/>
                                <a:gd name="T7" fmla="*/ 37 h 44"/>
                                <a:gd name="T8" fmla="*/ 13 w 40"/>
                                <a:gd name="T9" fmla="*/ 37 h 44"/>
                                <a:gd name="T10" fmla="*/ 13 w 40"/>
                                <a:gd name="T11" fmla="*/ 33 h 44"/>
                                <a:gd name="T12" fmla="*/ 20 w 40"/>
                                <a:gd name="T13" fmla="*/ 26 h 44"/>
                                <a:gd name="T14" fmla="*/ 23 w 40"/>
                                <a:gd name="T15" fmla="*/ 26 h 44"/>
                                <a:gd name="T16" fmla="*/ 23 w 40"/>
                                <a:gd name="T17" fmla="*/ 24 h 44"/>
                                <a:gd name="T18" fmla="*/ 33 w 40"/>
                                <a:gd name="T19" fmla="*/ 13 h 44"/>
                                <a:gd name="T20" fmla="*/ 33 w 40"/>
                                <a:gd name="T21" fmla="*/ 11 h 44"/>
                                <a:gd name="T22" fmla="*/ 36 w 40"/>
                                <a:gd name="T23" fmla="*/ 7 h 44"/>
                                <a:gd name="T24" fmla="*/ 36 w 40"/>
                                <a:gd name="T25" fmla="*/ 4 h 44"/>
                                <a:gd name="T26" fmla="*/ 40 w 40"/>
                                <a:gd name="T27"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0" h="44">
                                  <a:moveTo>
                                    <a:pt x="0" y="44"/>
                                  </a:moveTo>
                                  <a:lnTo>
                                    <a:pt x="3" y="40"/>
                                  </a:lnTo>
                                  <a:lnTo>
                                    <a:pt x="7" y="40"/>
                                  </a:lnTo>
                                  <a:lnTo>
                                    <a:pt x="9" y="37"/>
                                  </a:lnTo>
                                  <a:lnTo>
                                    <a:pt x="13" y="37"/>
                                  </a:lnTo>
                                  <a:lnTo>
                                    <a:pt x="13" y="33"/>
                                  </a:lnTo>
                                  <a:lnTo>
                                    <a:pt x="20" y="26"/>
                                  </a:lnTo>
                                  <a:lnTo>
                                    <a:pt x="23" y="26"/>
                                  </a:lnTo>
                                  <a:lnTo>
                                    <a:pt x="23" y="24"/>
                                  </a:lnTo>
                                  <a:lnTo>
                                    <a:pt x="33" y="13"/>
                                  </a:lnTo>
                                  <a:lnTo>
                                    <a:pt x="33" y="11"/>
                                  </a:lnTo>
                                  <a:lnTo>
                                    <a:pt x="36" y="7"/>
                                  </a:lnTo>
                                  <a:lnTo>
                                    <a:pt x="36" y="4"/>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6"/>
                          <wps:cNvSpPr>
                            <a:spLocks/>
                          </wps:cNvSpPr>
                          <wps:spPr bwMode="auto">
                            <a:xfrm>
                              <a:off x="5435" y="4051"/>
                              <a:ext cx="40" cy="13"/>
                            </a:xfrm>
                            <a:custGeom>
                              <a:avLst/>
                              <a:gdLst>
                                <a:gd name="T0" fmla="*/ 0 w 80"/>
                                <a:gd name="T1" fmla="*/ 26 h 26"/>
                                <a:gd name="T2" fmla="*/ 10 w 80"/>
                                <a:gd name="T3" fmla="*/ 26 h 26"/>
                                <a:gd name="T4" fmla="*/ 14 w 80"/>
                                <a:gd name="T5" fmla="*/ 22 h 26"/>
                                <a:gd name="T6" fmla="*/ 27 w 80"/>
                                <a:gd name="T7" fmla="*/ 22 h 26"/>
                                <a:gd name="T8" fmla="*/ 30 w 80"/>
                                <a:gd name="T9" fmla="*/ 20 h 26"/>
                                <a:gd name="T10" fmla="*/ 36 w 80"/>
                                <a:gd name="T11" fmla="*/ 20 h 26"/>
                                <a:gd name="T12" fmla="*/ 40 w 80"/>
                                <a:gd name="T13" fmla="*/ 16 h 26"/>
                                <a:gd name="T14" fmla="*/ 47 w 80"/>
                                <a:gd name="T15" fmla="*/ 16 h 26"/>
                                <a:gd name="T16" fmla="*/ 50 w 80"/>
                                <a:gd name="T17" fmla="*/ 13 h 26"/>
                                <a:gd name="T18" fmla="*/ 54 w 80"/>
                                <a:gd name="T19" fmla="*/ 13 h 26"/>
                                <a:gd name="T20" fmla="*/ 56 w 80"/>
                                <a:gd name="T21" fmla="*/ 9 h 26"/>
                                <a:gd name="T22" fmla="*/ 63 w 80"/>
                                <a:gd name="T23" fmla="*/ 9 h 26"/>
                                <a:gd name="T24" fmla="*/ 63 w 80"/>
                                <a:gd name="T25" fmla="*/ 6 h 26"/>
                                <a:gd name="T26" fmla="*/ 70 w 80"/>
                                <a:gd name="T27" fmla="*/ 6 h 26"/>
                                <a:gd name="T28" fmla="*/ 70 w 80"/>
                                <a:gd name="T29" fmla="*/ 2 h 26"/>
                                <a:gd name="T30" fmla="*/ 76 w 80"/>
                                <a:gd name="T31" fmla="*/ 2 h 26"/>
                                <a:gd name="T32" fmla="*/ 76 w 80"/>
                                <a:gd name="T33" fmla="*/ 0 h 26"/>
                                <a:gd name="T34" fmla="*/ 80 w 80"/>
                                <a:gd name="T35"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0" h="26">
                                  <a:moveTo>
                                    <a:pt x="0" y="26"/>
                                  </a:moveTo>
                                  <a:lnTo>
                                    <a:pt x="10" y="26"/>
                                  </a:lnTo>
                                  <a:lnTo>
                                    <a:pt x="14" y="22"/>
                                  </a:lnTo>
                                  <a:lnTo>
                                    <a:pt x="27" y="22"/>
                                  </a:lnTo>
                                  <a:lnTo>
                                    <a:pt x="30" y="20"/>
                                  </a:lnTo>
                                  <a:lnTo>
                                    <a:pt x="36" y="20"/>
                                  </a:lnTo>
                                  <a:lnTo>
                                    <a:pt x="40" y="16"/>
                                  </a:lnTo>
                                  <a:lnTo>
                                    <a:pt x="47" y="16"/>
                                  </a:lnTo>
                                  <a:lnTo>
                                    <a:pt x="50" y="13"/>
                                  </a:lnTo>
                                  <a:lnTo>
                                    <a:pt x="54" y="13"/>
                                  </a:lnTo>
                                  <a:lnTo>
                                    <a:pt x="56" y="9"/>
                                  </a:lnTo>
                                  <a:lnTo>
                                    <a:pt x="63" y="9"/>
                                  </a:lnTo>
                                  <a:lnTo>
                                    <a:pt x="63" y="6"/>
                                  </a:lnTo>
                                  <a:lnTo>
                                    <a:pt x="70" y="6"/>
                                  </a:lnTo>
                                  <a:lnTo>
                                    <a:pt x="70" y="2"/>
                                  </a:lnTo>
                                  <a:lnTo>
                                    <a:pt x="76" y="2"/>
                                  </a:lnTo>
                                  <a:lnTo>
                                    <a:pt x="76"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7"/>
                          <wps:cNvSpPr>
                            <a:spLocks/>
                          </wps:cNvSpPr>
                          <wps:spPr bwMode="auto">
                            <a:xfrm>
                              <a:off x="5390" y="4061"/>
                              <a:ext cx="45" cy="1"/>
                            </a:xfrm>
                            <a:custGeom>
                              <a:avLst/>
                              <a:gdLst>
                                <a:gd name="T0" fmla="*/ 0 w 90"/>
                                <a:gd name="T1" fmla="*/ 0 h 2"/>
                                <a:gd name="T2" fmla="*/ 24 w 90"/>
                                <a:gd name="T3" fmla="*/ 0 h 2"/>
                                <a:gd name="T4" fmla="*/ 27 w 90"/>
                                <a:gd name="T5" fmla="*/ 2 h 2"/>
                                <a:gd name="T6" fmla="*/ 73 w 90"/>
                                <a:gd name="T7" fmla="*/ 2 h 2"/>
                                <a:gd name="T8" fmla="*/ 77 w 90"/>
                                <a:gd name="T9" fmla="*/ 0 h 2"/>
                                <a:gd name="T10" fmla="*/ 90 w 90"/>
                                <a:gd name="T11" fmla="*/ 0 h 2"/>
                              </a:gdLst>
                              <a:ahLst/>
                              <a:cxnLst>
                                <a:cxn ang="0">
                                  <a:pos x="T0" y="T1"/>
                                </a:cxn>
                                <a:cxn ang="0">
                                  <a:pos x="T2" y="T3"/>
                                </a:cxn>
                                <a:cxn ang="0">
                                  <a:pos x="T4" y="T5"/>
                                </a:cxn>
                                <a:cxn ang="0">
                                  <a:pos x="T6" y="T7"/>
                                </a:cxn>
                                <a:cxn ang="0">
                                  <a:pos x="T8" y="T9"/>
                                </a:cxn>
                                <a:cxn ang="0">
                                  <a:pos x="T10" y="T11"/>
                                </a:cxn>
                              </a:cxnLst>
                              <a:rect l="0" t="0" r="r" b="b"/>
                              <a:pathLst>
                                <a:path w="90" h="2">
                                  <a:moveTo>
                                    <a:pt x="0" y="0"/>
                                  </a:moveTo>
                                  <a:lnTo>
                                    <a:pt x="24" y="0"/>
                                  </a:lnTo>
                                  <a:lnTo>
                                    <a:pt x="27" y="2"/>
                                  </a:lnTo>
                                  <a:lnTo>
                                    <a:pt x="73" y="2"/>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38"/>
                          <wps:cNvSpPr>
                            <a:spLocks/>
                          </wps:cNvSpPr>
                          <wps:spPr bwMode="auto">
                            <a:xfrm>
                              <a:off x="5333" y="4046"/>
                              <a:ext cx="55" cy="16"/>
                            </a:xfrm>
                            <a:custGeom>
                              <a:avLst/>
                              <a:gdLst>
                                <a:gd name="T0" fmla="*/ 0 w 110"/>
                                <a:gd name="T1" fmla="*/ 0 h 33"/>
                                <a:gd name="T2" fmla="*/ 7 w 110"/>
                                <a:gd name="T3" fmla="*/ 4 h 33"/>
                                <a:gd name="T4" fmla="*/ 13 w 110"/>
                                <a:gd name="T5" fmla="*/ 7 h 33"/>
                                <a:gd name="T6" fmla="*/ 20 w 110"/>
                                <a:gd name="T7" fmla="*/ 7 h 33"/>
                                <a:gd name="T8" fmla="*/ 24 w 110"/>
                                <a:gd name="T9" fmla="*/ 11 h 33"/>
                                <a:gd name="T10" fmla="*/ 31 w 110"/>
                                <a:gd name="T11" fmla="*/ 13 h 33"/>
                                <a:gd name="T12" fmla="*/ 33 w 110"/>
                                <a:gd name="T13" fmla="*/ 13 h 33"/>
                                <a:gd name="T14" fmla="*/ 37 w 110"/>
                                <a:gd name="T15" fmla="*/ 17 h 33"/>
                                <a:gd name="T16" fmla="*/ 44 w 110"/>
                                <a:gd name="T17" fmla="*/ 17 h 33"/>
                                <a:gd name="T18" fmla="*/ 44 w 110"/>
                                <a:gd name="T19" fmla="*/ 20 h 33"/>
                                <a:gd name="T20" fmla="*/ 51 w 110"/>
                                <a:gd name="T21" fmla="*/ 20 h 33"/>
                                <a:gd name="T22" fmla="*/ 51 w 110"/>
                                <a:gd name="T23" fmla="*/ 24 h 33"/>
                                <a:gd name="T24" fmla="*/ 60 w 110"/>
                                <a:gd name="T25" fmla="*/ 24 h 33"/>
                                <a:gd name="T26" fmla="*/ 64 w 110"/>
                                <a:gd name="T27" fmla="*/ 27 h 33"/>
                                <a:gd name="T28" fmla="*/ 77 w 110"/>
                                <a:gd name="T29" fmla="*/ 27 h 33"/>
                                <a:gd name="T30" fmla="*/ 84 w 110"/>
                                <a:gd name="T31" fmla="*/ 31 h 33"/>
                                <a:gd name="T32" fmla="*/ 93 w 110"/>
                                <a:gd name="T33" fmla="*/ 31 h 33"/>
                                <a:gd name="T34" fmla="*/ 104 w 110"/>
                                <a:gd name="T35" fmla="*/ 33 h 33"/>
                                <a:gd name="T36" fmla="*/ 110 w 110"/>
                                <a:gd name="T37"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0" h="33">
                                  <a:moveTo>
                                    <a:pt x="0" y="0"/>
                                  </a:moveTo>
                                  <a:lnTo>
                                    <a:pt x="7" y="4"/>
                                  </a:lnTo>
                                  <a:lnTo>
                                    <a:pt x="13" y="7"/>
                                  </a:lnTo>
                                  <a:lnTo>
                                    <a:pt x="20" y="7"/>
                                  </a:lnTo>
                                  <a:lnTo>
                                    <a:pt x="24" y="11"/>
                                  </a:lnTo>
                                  <a:lnTo>
                                    <a:pt x="31" y="13"/>
                                  </a:lnTo>
                                  <a:lnTo>
                                    <a:pt x="33" y="13"/>
                                  </a:lnTo>
                                  <a:lnTo>
                                    <a:pt x="37" y="17"/>
                                  </a:lnTo>
                                  <a:lnTo>
                                    <a:pt x="44" y="17"/>
                                  </a:lnTo>
                                  <a:lnTo>
                                    <a:pt x="44" y="20"/>
                                  </a:lnTo>
                                  <a:lnTo>
                                    <a:pt x="51" y="20"/>
                                  </a:lnTo>
                                  <a:lnTo>
                                    <a:pt x="51" y="24"/>
                                  </a:lnTo>
                                  <a:lnTo>
                                    <a:pt x="60" y="24"/>
                                  </a:lnTo>
                                  <a:lnTo>
                                    <a:pt x="64" y="27"/>
                                  </a:lnTo>
                                  <a:lnTo>
                                    <a:pt x="77" y="27"/>
                                  </a:lnTo>
                                  <a:lnTo>
                                    <a:pt x="84" y="31"/>
                                  </a:lnTo>
                                  <a:lnTo>
                                    <a:pt x="93"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39"/>
                          <wps:cNvSpPr>
                            <a:spLocks/>
                          </wps:cNvSpPr>
                          <wps:spPr bwMode="auto">
                            <a:xfrm>
                              <a:off x="5284" y="4018"/>
                              <a:ext cx="49" cy="28"/>
                            </a:xfrm>
                            <a:custGeom>
                              <a:avLst/>
                              <a:gdLst>
                                <a:gd name="T0" fmla="*/ 0 w 98"/>
                                <a:gd name="T1" fmla="*/ 0 h 56"/>
                                <a:gd name="T2" fmla="*/ 6 w 98"/>
                                <a:gd name="T3" fmla="*/ 3 h 56"/>
                                <a:gd name="T4" fmla="*/ 17 w 98"/>
                                <a:gd name="T5" fmla="*/ 14 h 56"/>
                                <a:gd name="T6" fmla="*/ 24 w 98"/>
                                <a:gd name="T7" fmla="*/ 16 h 56"/>
                                <a:gd name="T8" fmla="*/ 30 w 98"/>
                                <a:gd name="T9" fmla="*/ 23 h 56"/>
                                <a:gd name="T10" fmla="*/ 33 w 98"/>
                                <a:gd name="T11" fmla="*/ 23 h 56"/>
                                <a:gd name="T12" fmla="*/ 33 w 98"/>
                                <a:gd name="T13" fmla="*/ 27 h 56"/>
                                <a:gd name="T14" fmla="*/ 37 w 98"/>
                                <a:gd name="T15" fmla="*/ 30 h 56"/>
                                <a:gd name="T16" fmla="*/ 40 w 98"/>
                                <a:gd name="T17" fmla="*/ 30 h 56"/>
                                <a:gd name="T18" fmla="*/ 46 w 98"/>
                                <a:gd name="T19" fmla="*/ 36 h 56"/>
                                <a:gd name="T20" fmla="*/ 50 w 98"/>
                                <a:gd name="T21" fmla="*/ 36 h 56"/>
                                <a:gd name="T22" fmla="*/ 53 w 98"/>
                                <a:gd name="T23" fmla="*/ 40 h 56"/>
                                <a:gd name="T24" fmla="*/ 60 w 98"/>
                                <a:gd name="T25" fmla="*/ 40 h 56"/>
                                <a:gd name="T26" fmla="*/ 62 w 98"/>
                                <a:gd name="T27" fmla="*/ 43 h 56"/>
                                <a:gd name="T28" fmla="*/ 65 w 98"/>
                                <a:gd name="T29" fmla="*/ 43 h 56"/>
                                <a:gd name="T30" fmla="*/ 69 w 98"/>
                                <a:gd name="T31" fmla="*/ 47 h 56"/>
                                <a:gd name="T32" fmla="*/ 72 w 98"/>
                                <a:gd name="T33" fmla="*/ 47 h 56"/>
                                <a:gd name="T34" fmla="*/ 78 w 98"/>
                                <a:gd name="T35" fmla="*/ 49 h 56"/>
                                <a:gd name="T36" fmla="*/ 85 w 98"/>
                                <a:gd name="T37" fmla="*/ 49 h 56"/>
                                <a:gd name="T38" fmla="*/ 91 w 98"/>
                                <a:gd name="T39" fmla="*/ 53 h 56"/>
                                <a:gd name="T40" fmla="*/ 98 w 98"/>
                                <a:gd name="T41"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8" h="56">
                                  <a:moveTo>
                                    <a:pt x="0" y="0"/>
                                  </a:moveTo>
                                  <a:lnTo>
                                    <a:pt x="6" y="3"/>
                                  </a:lnTo>
                                  <a:lnTo>
                                    <a:pt x="17" y="14"/>
                                  </a:lnTo>
                                  <a:lnTo>
                                    <a:pt x="24" y="16"/>
                                  </a:lnTo>
                                  <a:lnTo>
                                    <a:pt x="30" y="23"/>
                                  </a:lnTo>
                                  <a:lnTo>
                                    <a:pt x="33" y="23"/>
                                  </a:lnTo>
                                  <a:lnTo>
                                    <a:pt x="33" y="27"/>
                                  </a:lnTo>
                                  <a:lnTo>
                                    <a:pt x="37" y="30"/>
                                  </a:lnTo>
                                  <a:lnTo>
                                    <a:pt x="40" y="30"/>
                                  </a:lnTo>
                                  <a:lnTo>
                                    <a:pt x="46" y="36"/>
                                  </a:lnTo>
                                  <a:lnTo>
                                    <a:pt x="50" y="36"/>
                                  </a:lnTo>
                                  <a:lnTo>
                                    <a:pt x="53" y="40"/>
                                  </a:lnTo>
                                  <a:lnTo>
                                    <a:pt x="60" y="40"/>
                                  </a:lnTo>
                                  <a:lnTo>
                                    <a:pt x="62" y="43"/>
                                  </a:lnTo>
                                  <a:lnTo>
                                    <a:pt x="65" y="43"/>
                                  </a:lnTo>
                                  <a:lnTo>
                                    <a:pt x="69" y="47"/>
                                  </a:lnTo>
                                  <a:lnTo>
                                    <a:pt x="72" y="47"/>
                                  </a:lnTo>
                                  <a:lnTo>
                                    <a:pt x="78" y="49"/>
                                  </a:lnTo>
                                  <a:lnTo>
                                    <a:pt x="85" y="49"/>
                                  </a:lnTo>
                                  <a:lnTo>
                                    <a:pt x="91" y="53"/>
                                  </a:lnTo>
                                  <a:lnTo>
                                    <a:pt x="98" y="5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40"/>
                          <wps:cNvSpPr>
                            <a:spLocks/>
                          </wps:cNvSpPr>
                          <wps:spPr bwMode="auto">
                            <a:xfrm>
                              <a:off x="5251" y="3988"/>
                              <a:ext cx="33" cy="31"/>
                            </a:xfrm>
                            <a:custGeom>
                              <a:avLst/>
                              <a:gdLst>
                                <a:gd name="T0" fmla="*/ 0 w 67"/>
                                <a:gd name="T1" fmla="*/ 0 h 62"/>
                                <a:gd name="T2" fmla="*/ 11 w 67"/>
                                <a:gd name="T3" fmla="*/ 9 h 62"/>
                                <a:gd name="T4" fmla="*/ 11 w 67"/>
                                <a:gd name="T5" fmla="*/ 13 h 62"/>
                                <a:gd name="T6" fmla="*/ 14 w 67"/>
                                <a:gd name="T7" fmla="*/ 16 h 62"/>
                                <a:gd name="T8" fmla="*/ 18 w 67"/>
                                <a:gd name="T9" fmla="*/ 16 h 62"/>
                                <a:gd name="T10" fmla="*/ 18 w 67"/>
                                <a:gd name="T11" fmla="*/ 20 h 62"/>
                                <a:gd name="T12" fmla="*/ 27 w 67"/>
                                <a:gd name="T13" fmla="*/ 29 h 62"/>
                                <a:gd name="T14" fmla="*/ 27 w 67"/>
                                <a:gd name="T15" fmla="*/ 33 h 62"/>
                                <a:gd name="T16" fmla="*/ 31 w 67"/>
                                <a:gd name="T17" fmla="*/ 33 h 62"/>
                                <a:gd name="T18" fmla="*/ 31 w 67"/>
                                <a:gd name="T19" fmla="*/ 35 h 62"/>
                                <a:gd name="T20" fmla="*/ 34 w 67"/>
                                <a:gd name="T21" fmla="*/ 35 h 62"/>
                                <a:gd name="T22" fmla="*/ 40 w 67"/>
                                <a:gd name="T23" fmla="*/ 42 h 62"/>
                                <a:gd name="T24" fmla="*/ 44 w 67"/>
                                <a:gd name="T25" fmla="*/ 42 h 62"/>
                                <a:gd name="T26" fmla="*/ 44 w 67"/>
                                <a:gd name="T27" fmla="*/ 46 h 62"/>
                                <a:gd name="T28" fmla="*/ 47 w 67"/>
                                <a:gd name="T29" fmla="*/ 46 h 62"/>
                                <a:gd name="T30" fmla="*/ 57 w 67"/>
                                <a:gd name="T31" fmla="*/ 55 h 62"/>
                                <a:gd name="T32" fmla="*/ 60 w 67"/>
                                <a:gd name="T33" fmla="*/ 55 h 62"/>
                                <a:gd name="T34" fmla="*/ 67 w 67"/>
                                <a:gd name="T35" fmla="*/ 62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7" h="62">
                                  <a:moveTo>
                                    <a:pt x="0" y="0"/>
                                  </a:moveTo>
                                  <a:lnTo>
                                    <a:pt x="11" y="9"/>
                                  </a:lnTo>
                                  <a:lnTo>
                                    <a:pt x="11" y="13"/>
                                  </a:lnTo>
                                  <a:lnTo>
                                    <a:pt x="14" y="16"/>
                                  </a:lnTo>
                                  <a:lnTo>
                                    <a:pt x="18" y="16"/>
                                  </a:lnTo>
                                  <a:lnTo>
                                    <a:pt x="18" y="20"/>
                                  </a:lnTo>
                                  <a:lnTo>
                                    <a:pt x="27" y="29"/>
                                  </a:lnTo>
                                  <a:lnTo>
                                    <a:pt x="27" y="33"/>
                                  </a:lnTo>
                                  <a:lnTo>
                                    <a:pt x="31" y="33"/>
                                  </a:lnTo>
                                  <a:lnTo>
                                    <a:pt x="31" y="35"/>
                                  </a:lnTo>
                                  <a:lnTo>
                                    <a:pt x="34" y="35"/>
                                  </a:lnTo>
                                  <a:lnTo>
                                    <a:pt x="40" y="42"/>
                                  </a:lnTo>
                                  <a:lnTo>
                                    <a:pt x="44" y="42"/>
                                  </a:lnTo>
                                  <a:lnTo>
                                    <a:pt x="44" y="46"/>
                                  </a:lnTo>
                                  <a:lnTo>
                                    <a:pt x="47" y="46"/>
                                  </a:lnTo>
                                  <a:lnTo>
                                    <a:pt x="57" y="55"/>
                                  </a:lnTo>
                                  <a:lnTo>
                                    <a:pt x="60" y="55"/>
                                  </a:lnTo>
                                  <a:lnTo>
                                    <a:pt x="67" y="6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1"/>
                          <wps:cNvSpPr>
                            <a:spLocks/>
                          </wps:cNvSpPr>
                          <wps:spPr bwMode="auto">
                            <a:xfrm>
                              <a:off x="5229" y="3950"/>
                              <a:ext cx="22" cy="39"/>
                            </a:xfrm>
                            <a:custGeom>
                              <a:avLst/>
                              <a:gdLst>
                                <a:gd name="T0" fmla="*/ 0 w 42"/>
                                <a:gd name="T1" fmla="*/ 0 h 78"/>
                                <a:gd name="T2" fmla="*/ 0 w 42"/>
                                <a:gd name="T3" fmla="*/ 4 h 78"/>
                                <a:gd name="T4" fmla="*/ 2 w 42"/>
                                <a:gd name="T5" fmla="*/ 7 h 78"/>
                                <a:gd name="T6" fmla="*/ 2 w 42"/>
                                <a:gd name="T7" fmla="*/ 13 h 78"/>
                                <a:gd name="T8" fmla="*/ 6 w 42"/>
                                <a:gd name="T9" fmla="*/ 17 h 78"/>
                                <a:gd name="T10" fmla="*/ 6 w 42"/>
                                <a:gd name="T11" fmla="*/ 24 h 78"/>
                                <a:gd name="T12" fmla="*/ 9 w 42"/>
                                <a:gd name="T13" fmla="*/ 27 h 78"/>
                                <a:gd name="T14" fmla="*/ 9 w 42"/>
                                <a:gd name="T15" fmla="*/ 31 h 78"/>
                                <a:gd name="T16" fmla="*/ 13 w 42"/>
                                <a:gd name="T17" fmla="*/ 33 h 78"/>
                                <a:gd name="T18" fmla="*/ 13 w 42"/>
                                <a:gd name="T19" fmla="*/ 37 h 78"/>
                                <a:gd name="T20" fmla="*/ 16 w 42"/>
                                <a:gd name="T21" fmla="*/ 40 h 78"/>
                                <a:gd name="T22" fmla="*/ 16 w 42"/>
                                <a:gd name="T23" fmla="*/ 44 h 78"/>
                                <a:gd name="T24" fmla="*/ 20 w 42"/>
                                <a:gd name="T25" fmla="*/ 47 h 78"/>
                                <a:gd name="T26" fmla="*/ 20 w 42"/>
                                <a:gd name="T27" fmla="*/ 50 h 78"/>
                                <a:gd name="T28" fmla="*/ 22 w 42"/>
                                <a:gd name="T29" fmla="*/ 53 h 78"/>
                                <a:gd name="T30" fmla="*/ 22 w 42"/>
                                <a:gd name="T31" fmla="*/ 57 h 78"/>
                                <a:gd name="T32" fmla="*/ 29 w 42"/>
                                <a:gd name="T33" fmla="*/ 62 h 78"/>
                                <a:gd name="T34" fmla="*/ 29 w 42"/>
                                <a:gd name="T35" fmla="*/ 65 h 78"/>
                                <a:gd name="T36" fmla="*/ 33 w 42"/>
                                <a:gd name="T37" fmla="*/ 65 h 78"/>
                                <a:gd name="T38" fmla="*/ 36 w 42"/>
                                <a:gd name="T39" fmla="*/ 69 h 78"/>
                                <a:gd name="T40" fmla="*/ 36 w 42"/>
                                <a:gd name="T41" fmla="*/ 72 h 78"/>
                                <a:gd name="T42" fmla="*/ 42 w 42"/>
                                <a:gd name="T43" fmla="*/ 78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2" h="78">
                                  <a:moveTo>
                                    <a:pt x="0" y="0"/>
                                  </a:moveTo>
                                  <a:lnTo>
                                    <a:pt x="0" y="4"/>
                                  </a:lnTo>
                                  <a:lnTo>
                                    <a:pt x="2" y="7"/>
                                  </a:lnTo>
                                  <a:lnTo>
                                    <a:pt x="2" y="13"/>
                                  </a:lnTo>
                                  <a:lnTo>
                                    <a:pt x="6" y="17"/>
                                  </a:lnTo>
                                  <a:lnTo>
                                    <a:pt x="6" y="24"/>
                                  </a:lnTo>
                                  <a:lnTo>
                                    <a:pt x="9" y="27"/>
                                  </a:lnTo>
                                  <a:lnTo>
                                    <a:pt x="9" y="31"/>
                                  </a:lnTo>
                                  <a:lnTo>
                                    <a:pt x="13" y="33"/>
                                  </a:lnTo>
                                  <a:lnTo>
                                    <a:pt x="13" y="37"/>
                                  </a:lnTo>
                                  <a:lnTo>
                                    <a:pt x="16" y="40"/>
                                  </a:lnTo>
                                  <a:lnTo>
                                    <a:pt x="16" y="44"/>
                                  </a:lnTo>
                                  <a:lnTo>
                                    <a:pt x="20" y="47"/>
                                  </a:lnTo>
                                  <a:lnTo>
                                    <a:pt x="20" y="50"/>
                                  </a:lnTo>
                                  <a:lnTo>
                                    <a:pt x="22" y="53"/>
                                  </a:lnTo>
                                  <a:lnTo>
                                    <a:pt x="22" y="57"/>
                                  </a:lnTo>
                                  <a:lnTo>
                                    <a:pt x="29" y="62"/>
                                  </a:lnTo>
                                  <a:lnTo>
                                    <a:pt x="29" y="65"/>
                                  </a:lnTo>
                                  <a:lnTo>
                                    <a:pt x="33" y="65"/>
                                  </a:lnTo>
                                  <a:lnTo>
                                    <a:pt x="36" y="69"/>
                                  </a:lnTo>
                                  <a:lnTo>
                                    <a:pt x="36" y="72"/>
                                  </a:lnTo>
                                  <a:lnTo>
                                    <a:pt x="42" y="7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2"/>
                          <wps:cNvSpPr>
                            <a:spLocks/>
                          </wps:cNvSpPr>
                          <wps:spPr bwMode="auto">
                            <a:xfrm>
                              <a:off x="5227" y="3943"/>
                              <a:ext cx="2" cy="7"/>
                            </a:xfrm>
                            <a:custGeom>
                              <a:avLst/>
                              <a:gdLst>
                                <a:gd name="T0" fmla="*/ 0 w 4"/>
                                <a:gd name="T1" fmla="*/ 0 h 13"/>
                                <a:gd name="T2" fmla="*/ 0 w 4"/>
                                <a:gd name="T3" fmla="*/ 4 h 13"/>
                                <a:gd name="T4" fmla="*/ 4 w 4"/>
                                <a:gd name="T5" fmla="*/ 6 h 13"/>
                                <a:gd name="T6" fmla="*/ 4 w 4"/>
                                <a:gd name="T7" fmla="*/ 13 h 13"/>
                              </a:gdLst>
                              <a:ahLst/>
                              <a:cxnLst>
                                <a:cxn ang="0">
                                  <a:pos x="T0" y="T1"/>
                                </a:cxn>
                                <a:cxn ang="0">
                                  <a:pos x="T2" y="T3"/>
                                </a:cxn>
                                <a:cxn ang="0">
                                  <a:pos x="T4" y="T5"/>
                                </a:cxn>
                                <a:cxn ang="0">
                                  <a:pos x="T6" y="T7"/>
                                </a:cxn>
                              </a:cxnLst>
                              <a:rect l="0" t="0" r="r" b="b"/>
                              <a:pathLst>
                                <a:path w="4" h="13">
                                  <a:moveTo>
                                    <a:pt x="0" y="0"/>
                                  </a:moveTo>
                                  <a:lnTo>
                                    <a:pt x="0" y="4"/>
                                  </a:lnTo>
                                  <a:lnTo>
                                    <a:pt x="4" y="6"/>
                                  </a:lnTo>
                                  <a:lnTo>
                                    <a:pt x="4"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3"/>
                          <wps:cNvSpPr>
                            <a:spLocks/>
                          </wps:cNvSpPr>
                          <wps:spPr bwMode="auto">
                            <a:xfrm>
                              <a:off x="5227" y="3922"/>
                              <a:ext cx="4" cy="11"/>
                            </a:xfrm>
                            <a:custGeom>
                              <a:avLst/>
                              <a:gdLst>
                                <a:gd name="T0" fmla="*/ 6 w 6"/>
                                <a:gd name="T1" fmla="*/ 0 h 23"/>
                                <a:gd name="T2" fmla="*/ 6 w 6"/>
                                <a:gd name="T3" fmla="*/ 3 h 23"/>
                                <a:gd name="T4" fmla="*/ 4 w 6"/>
                                <a:gd name="T5" fmla="*/ 7 h 23"/>
                                <a:gd name="T6" fmla="*/ 4 w 6"/>
                                <a:gd name="T7" fmla="*/ 16 h 23"/>
                                <a:gd name="T8" fmla="*/ 0 w 6"/>
                                <a:gd name="T9" fmla="*/ 20 h 23"/>
                                <a:gd name="T10" fmla="*/ 0 w 6"/>
                                <a:gd name="T11" fmla="*/ 23 h 23"/>
                              </a:gdLst>
                              <a:ahLst/>
                              <a:cxnLst>
                                <a:cxn ang="0">
                                  <a:pos x="T0" y="T1"/>
                                </a:cxn>
                                <a:cxn ang="0">
                                  <a:pos x="T2" y="T3"/>
                                </a:cxn>
                                <a:cxn ang="0">
                                  <a:pos x="T4" y="T5"/>
                                </a:cxn>
                                <a:cxn ang="0">
                                  <a:pos x="T6" y="T7"/>
                                </a:cxn>
                                <a:cxn ang="0">
                                  <a:pos x="T8" y="T9"/>
                                </a:cxn>
                                <a:cxn ang="0">
                                  <a:pos x="T10" y="T11"/>
                                </a:cxn>
                              </a:cxnLst>
                              <a:rect l="0" t="0" r="r" b="b"/>
                              <a:pathLst>
                                <a:path w="6" h="23">
                                  <a:moveTo>
                                    <a:pt x="6" y="0"/>
                                  </a:moveTo>
                                  <a:lnTo>
                                    <a:pt x="6" y="3"/>
                                  </a:lnTo>
                                  <a:lnTo>
                                    <a:pt x="4" y="7"/>
                                  </a:lnTo>
                                  <a:lnTo>
                                    <a:pt x="4" y="16"/>
                                  </a:lnTo>
                                  <a:lnTo>
                                    <a:pt x="0" y="20"/>
                                  </a:lnTo>
                                  <a:lnTo>
                                    <a:pt x="0"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44"/>
                          <wps:cNvCnPr/>
                          <wps:spPr bwMode="auto">
                            <a:xfrm flipV="1">
                              <a:off x="5495" y="4270"/>
                              <a:ext cx="3"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 name="Freeform 45"/>
                          <wps:cNvSpPr>
                            <a:spLocks/>
                          </wps:cNvSpPr>
                          <wps:spPr bwMode="auto">
                            <a:xfrm>
                              <a:off x="5476" y="4282"/>
                              <a:ext cx="19" cy="21"/>
                            </a:xfrm>
                            <a:custGeom>
                              <a:avLst/>
                              <a:gdLst>
                                <a:gd name="T0" fmla="*/ 0 w 37"/>
                                <a:gd name="T1" fmla="*/ 43 h 43"/>
                                <a:gd name="T2" fmla="*/ 4 w 37"/>
                                <a:gd name="T3" fmla="*/ 40 h 43"/>
                                <a:gd name="T4" fmla="*/ 6 w 37"/>
                                <a:gd name="T5" fmla="*/ 40 h 43"/>
                                <a:gd name="T6" fmla="*/ 10 w 37"/>
                                <a:gd name="T7" fmla="*/ 36 h 43"/>
                                <a:gd name="T8" fmla="*/ 13 w 37"/>
                                <a:gd name="T9" fmla="*/ 36 h 43"/>
                                <a:gd name="T10" fmla="*/ 13 w 37"/>
                                <a:gd name="T11" fmla="*/ 34 h 43"/>
                                <a:gd name="T12" fmla="*/ 20 w 37"/>
                                <a:gd name="T13" fmla="*/ 27 h 43"/>
                                <a:gd name="T14" fmla="*/ 24 w 37"/>
                                <a:gd name="T15" fmla="*/ 27 h 43"/>
                                <a:gd name="T16" fmla="*/ 24 w 37"/>
                                <a:gd name="T17" fmla="*/ 23 h 43"/>
                                <a:gd name="T18" fmla="*/ 30 w 37"/>
                                <a:gd name="T19" fmla="*/ 16 h 43"/>
                                <a:gd name="T20" fmla="*/ 30 w 37"/>
                                <a:gd name="T21" fmla="*/ 14 h 43"/>
                                <a:gd name="T22" fmla="*/ 33 w 37"/>
                                <a:gd name="T23" fmla="*/ 10 h 43"/>
                                <a:gd name="T24" fmla="*/ 33 w 37"/>
                                <a:gd name="T25" fmla="*/ 7 h 43"/>
                                <a:gd name="T26" fmla="*/ 37 w 37"/>
                                <a:gd name="T27" fmla="*/ 3 h 43"/>
                                <a:gd name="T28" fmla="*/ 37 w 37"/>
                                <a:gd name="T29" fmla="*/ 0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 h="43">
                                  <a:moveTo>
                                    <a:pt x="0" y="43"/>
                                  </a:moveTo>
                                  <a:lnTo>
                                    <a:pt x="4" y="40"/>
                                  </a:lnTo>
                                  <a:lnTo>
                                    <a:pt x="6" y="40"/>
                                  </a:lnTo>
                                  <a:lnTo>
                                    <a:pt x="10" y="36"/>
                                  </a:lnTo>
                                  <a:lnTo>
                                    <a:pt x="13" y="36"/>
                                  </a:lnTo>
                                  <a:lnTo>
                                    <a:pt x="13" y="34"/>
                                  </a:lnTo>
                                  <a:lnTo>
                                    <a:pt x="20" y="27"/>
                                  </a:lnTo>
                                  <a:lnTo>
                                    <a:pt x="24" y="27"/>
                                  </a:lnTo>
                                  <a:lnTo>
                                    <a:pt x="24" y="23"/>
                                  </a:lnTo>
                                  <a:lnTo>
                                    <a:pt x="30" y="16"/>
                                  </a:lnTo>
                                  <a:lnTo>
                                    <a:pt x="30" y="14"/>
                                  </a:lnTo>
                                  <a:lnTo>
                                    <a:pt x="33" y="10"/>
                                  </a:lnTo>
                                  <a:lnTo>
                                    <a:pt x="33" y="7"/>
                                  </a:lnTo>
                                  <a:lnTo>
                                    <a:pt x="37" y="3"/>
                                  </a:lnTo>
                                  <a:lnTo>
                                    <a:pt x="3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46"/>
                          <wps:cNvSpPr>
                            <a:spLocks/>
                          </wps:cNvSpPr>
                          <wps:spPr bwMode="auto">
                            <a:xfrm>
                              <a:off x="5435" y="4303"/>
                              <a:ext cx="41" cy="16"/>
                            </a:xfrm>
                            <a:custGeom>
                              <a:avLst/>
                              <a:gdLst>
                                <a:gd name="T0" fmla="*/ 0 w 83"/>
                                <a:gd name="T1" fmla="*/ 30 h 30"/>
                                <a:gd name="T2" fmla="*/ 7 w 83"/>
                                <a:gd name="T3" fmla="*/ 30 h 30"/>
                                <a:gd name="T4" fmla="*/ 10 w 83"/>
                                <a:gd name="T5" fmla="*/ 26 h 30"/>
                                <a:gd name="T6" fmla="*/ 20 w 83"/>
                                <a:gd name="T7" fmla="*/ 26 h 30"/>
                                <a:gd name="T8" fmla="*/ 23 w 83"/>
                                <a:gd name="T9" fmla="*/ 24 h 30"/>
                                <a:gd name="T10" fmla="*/ 34 w 83"/>
                                <a:gd name="T11" fmla="*/ 24 h 30"/>
                                <a:gd name="T12" fmla="*/ 36 w 83"/>
                                <a:gd name="T13" fmla="*/ 20 h 30"/>
                                <a:gd name="T14" fmla="*/ 43 w 83"/>
                                <a:gd name="T15" fmla="*/ 20 h 30"/>
                                <a:gd name="T16" fmla="*/ 47 w 83"/>
                                <a:gd name="T17" fmla="*/ 17 h 30"/>
                                <a:gd name="T18" fmla="*/ 54 w 83"/>
                                <a:gd name="T19" fmla="*/ 17 h 30"/>
                                <a:gd name="T20" fmla="*/ 56 w 83"/>
                                <a:gd name="T21" fmla="*/ 13 h 30"/>
                                <a:gd name="T22" fmla="*/ 60 w 83"/>
                                <a:gd name="T23" fmla="*/ 13 h 30"/>
                                <a:gd name="T24" fmla="*/ 63 w 83"/>
                                <a:gd name="T25" fmla="*/ 10 h 30"/>
                                <a:gd name="T26" fmla="*/ 67 w 83"/>
                                <a:gd name="T27" fmla="*/ 10 h 30"/>
                                <a:gd name="T28" fmla="*/ 70 w 83"/>
                                <a:gd name="T29" fmla="*/ 6 h 30"/>
                                <a:gd name="T30" fmla="*/ 74 w 83"/>
                                <a:gd name="T31" fmla="*/ 6 h 30"/>
                                <a:gd name="T32" fmla="*/ 80 w 83"/>
                                <a:gd name="T33" fmla="*/ 0 h 30"/>
                                <a:gd name="T34" fmla="*/ 83 w 83"/>
                                <a:gd name="T35" fmla="*/ 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3" h="30">
                                  <a:moveTo>
                                    <a:pt x="0" y="30"/>
                                  </a:moveTo>
                                  <a:lnTo>
                                    <a:pt x="7" y="30"/>
                                  </a:lnTo>
                                  <a:lnTo>
                                    <a:pt x="10" y="26"/>
                                  </a:lnTo>
                                  <a:lnTo>
                                    <a:pt x="20" y="26"/>
                                  </a:lnTo>
                                  <a:lnTo>
                                    <a:pt x="23" y="24"/>
                                  </a:lnTo>
                                  <a:lnTo>
                                    <a:pt x="34" y="24"/>
                                  </a:lnTo>
                                  <a:lnTo>
                                    <a:pt x="36" y="20"/>
                                  </a:lnTo>
                                  <a:lnTo>
                                    <a:pt x="43" y="20"/>
                                  </a:lnTo>
                                  <a:lnTo>
                                    <a:pt x="47" y="17"/>
                                  </a:lnTo>
                                  <a:lnTo>
                                    <a:pt x="54" y="17"/>
                                  </a:lnTo>
                                  <a:lnTo>
                                    <a:pt x="56" y="13"/>
                                  </a:lnTo>
                                  <a:lnTo>
                                    <a:pt x="60" y="13"/>
                                  </a:lnTo>
                                  <a:lnTo>
                                    <a:pt x="63" y="10"/>
                                  </a:lnTo>
                                  <a:lnTo>
                                    <a:pt x="67" y="10"/>
                                  </a:lnTo>
                                  <a:lnTo>
                                    <a:pt x="70" y="6"/>
                                  </a:lnTo>
                                  <a:lnTo>
                                    <a:pt x="74" y="6"/>
                                  </a:lnTo>
                                  <a:lnTo>
                                    <a:pt x="80" y="0"/>
                                  </a:lnTo>
                                  <a:lnTo>
                                    <a:pt x="8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47"/>
                          <wps:cNvSpPr>
                            <a:spLocks/>
                          </wps:cNvSpPr>
                          <wps:spPr bwMode="auto">
                            <a:xfrm>
                              <a:off x="5390" y="4317"/>
                              <a:ext cx="45" cy="2"/>
                            </a:xfrm>
                            <a:custGeom>
                              <a:avLst/>
                              <a:gdLst>
                                <a:gd name="T0" fmla="*/ 0 w 90"/>
                                <a:gd name="T1" fmla="*/ 0 h 4"/>
                                <a:gd name="T2" fmla="*/ 24 w 90"/>
                                <a:gd name="T3" fmla="*/ 0 h 4"/>
                                <a:gd name="T4" fmla="*/ 27 w 90"/>
                                <a:gd name="T5" fmla="*/ 4 h 4"/>
                                <a:gd name="T6" fmla="*/ 73 w 90"/>
                                <a:gd name="T7" fmla="*/ 4 h 4"/>
                                <a:gd name="T8" fmla="*/ 77 w 90"/>
                                <a:gd name="T9" fmla="*/ 0 h 4"/>
                                <a:gd name="T10" fmla="*/ 90 w 90"/>
                                <a:gd name="T11" fmla="*/ 0 h 4"/>
                              </a:gdLst>
                              <a:ahLst/>
                              <a:cxnLst>
                                <a:cxn ang="0">
                                  <a:pos x="T0" y="T1"/>
                                </a:cxn>
                                <a:cxn ang="0">
                                  <a:pos x="T2" y="T3"/>
                                </a:cxn>
                                <a:cxn ang="0">
                                  <a:pos x="T4" y="T5"/>
                                </a:cxn>
                                <a:cxn ang="0">
                                  <a:pos x="T6" y="T7"/>
                                </a:cxn>
                                <a:cxn ang="0">
                                  <a:pos x="T8" y="T9"/>
                                </a:cxn>
                                <a:cxn ang="0">
                                  <a:pos x="T10" y="T11"/>
                                </a:cxn>
                              </a:cxnLst>
                              <a:rect l="0" t="0" r="r" b="b"/>
                              <a:pathLst>
                                <a:path w="90" h="4">
                                  <a:moveTo>
                                    <a:pt x="0" y="0"/>
                                  </a:moveTo>
                                  <a:lnTo>
                                    <a:pt x="24" y="0"/>
                                  </a:lnTo>
                                  <a:lnTo>
                                    <a:pt x="27" y="4"/>
                                  </a:lnTo>
                                  <a:lnTo>
                                    <a:pt x="73" y="4"/>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48"/>
                          <wps:cNvSpPr>
                            <a:spLocks/>
                          </wps:cNvSpPr>
                          <wps:spPr bwMode="auto">
                            <a:xfrm>
                              <a:off x="5333" y="4300"/>
                              <a:ext cx="55" cy="17"/>
                            </a:xfrm>
                            <a:custGeom>
                              <a:avLst/>
                              <a:gdLst>
                                <a:gd name="T0" fmla="*/ 0 w 110"/>
                                <a:gd name="T1" fmla="*/ 0 h 33"/>
                                <a:gd name="T2" fmla="*/ 4 w 110"/>
                                <a:gd name="T3" fmla="*/ 0 h 33"/>
                                <a:gd name="T4" fmla="*/ 7 w 110"/>
                                <a:gd name="T5" fmla="*/ 4 h 33"/>
                                <a:gd name="T6" fmla="*/ 11 w 110"/>
                                <a:gd name="T7" fmla="*/ 4 h 33"/>
                                <a:gd name="T8" fmla="*/ 13 w 110"/>
                                <a:gd name="T9" fmla="*/ 7 h 33"/>
                                <a:gd name="T10" fmla="*/ 17 w 110"/>
                                <a:gd name="T11" fmla="*/ 7 h 33"/>
                                <a:gd name="T12" fmla="*/ 20 w 110"/>
                                <a:gd name="T13" fmla="*/ 11 h 33"/>
                                <a:gd name="T14" fmla="*/ 27 w 110"/>
                                <a:gd name="T15" fmla="*/ 11 h 33"/>
                                <a:gd name="T16" fmla="*/ 31 w 110"/>
                                <a:gd name="T17" fmla="*/ 13 h 33"/>
                                <a:gd name="T18" fmla="*/ 37 w 110"/>
                                <a:gd name="T19" fmla="*/ 13 h 33"/>
                                <a:gd name="T20" fmla="*/ 40 w 110"/>
                                <a:gd name="T21" fmla="*/ 17 h 33"/>
                                <a:gd name="T22" fmla="*/ 47 w 110"/>
                                <a:gd name="T23" fmla="*/ 17 h 33"/>
                                <a:gd name="T24" fmla="*/ 51 w 110"/>
                                <a:gd name="T25" fmla="*/ 20 h 33"/>
                                <a:gd name="T26" fmla="*/ 60 w 110"/>
                                <a:gd name="T27" fmla="*/ 20 h 33"/>
                                <a:gd name="T28" fmla="*/ 64 w 110"/>
                                <a:gd name="T29" fmla="*/ 24 h 33"/>
                                <a:gd name="T30" fmla="*/ 71 w 110"/>
                                <a:gd name="T31" fmla="*/ 24 h 33"/>
                                <a:gd name="T32" fmla="*/ 73 w 110"/>
                                <a:gd name="T33" fmla="*/ 27 h 33"/>
                                <a:gd name="T34" fmla="*/ 84 w 110"/>
                                <a:gd name="T35" fmla="*/ 27 h 33"/>
                                <a:gd name="T36" fmla="*/ 87 w 110"/>
                                <a:gd name="T37" fmla="*/ 31 h 33"/>
                                <a:gd name="T38" fmla="*/ 100 w 110"/>
                                <a:gd name="T39" fmla="*/ 31 h 33"/>
                                <a:gd name="T40" fmla="*/ 104 w 110"/>
                                <a:gd name="T41" fmla="*/ 33 h 33"/>
                                <a:gd name="T42" fmla="*/ 110 w 110"/>
                                <a:gd name="T43"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0" h="33">
                                  <a:moveTo>
                                    <a:pt x="0" y="0"/>
                                  </a:moveTo>
                                  <a:lnTo>
                                    <a:pt x="4" y="0"/>
                                  </a:lnTo>
                                  <a:lnTo>
                                    <a:pt x="7" y="4"/>
                                  </a:lnTo>
                                  <a:lnTo>
                                    <a:pt x="11" y="4"/>
                                  </a:lnTo>
                                  <a:lnTo>
                                    <a:pt x="13" y="7"/>
                                  </a:lnTo>
                                  <a:lnTo>
                                    <a:pt x="17" y="7"/>
                                  </a:lnTo>
                                  <a:lnTo>
                                    <a:pt x="20" y="11"/>
                                  </a:lnTo>
                                  <a:lnTo>
                                    <a:pt x="27" y="11"/>
                                  </a:lnTo>
                                  <a:lnTo>
                                    <a:pt x="31" y="13"/>
                                  </a:lnTo>
                                  <a:lnTo>
                                    <a:pt x="37" y="13"/>
                                  </a:lnTo>
                                  <a:lnTo>
                                    <a:pt x="40" y="17"/>
                                  </a:lnTo>
                                  <a:lnTo>
                                    <a:pt x="47" y="17"/>
                                  </a:lnTo>
                                  <a:lnTo>
                                    <a:pt x="51" y="20"/>
                                  </a:lnTo>
                                  <a:lnTo>
                                    <a:pt x="60" y="20"/>
                                  </a:lnTo>
                                  <a:lnTo>
                                    <a:pt x="64" y="24"/>
                                  </a:lnTo>
                                  <a:lnTo>
                                    <a:pt x="71" y="24"/>
                                  </a:lnTo>
                                  <a:lnTo>
                                    <a:pt x="73" y="27"/>
                                  </a:lnTo>
                                  <a:lnTo>
                                    <a:pt x="84" y="27"/>
                                  </a:lnTo>
                                  <a:lnTo>
                                    <a:pt x="87" y="31"/>
                                  </a:lnTo>
                                  <a:lnTo>
                                    <a:pt x="100"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49"/>
                          <wps:cNvSpPr>
                            <a:spLocks/>
                          </wps:cNvSpPr>
                          <wps:spPr bwMode="auto">
                            <a:xfrm>
                              <a:off x="5284" y="4272"/>
                              <a:ext cx="49" cy="28"/>
                            </a:xfrm>
                            <a:custGeom>
                              <a:avLst/>
                              <a:gdLst>
                                <a:gd name="T0" fmla="*/ 0 w 98"/>
                                <a:gd name="T1" fmla="*/ 0 h 55"/>
                                <a:gd name="T2" fmla="*/ 4 w 98"/>
                                <a:gd name="T3" fmla="*/ 2 h 55"/>
                                <a:gd name="T4" fmla="*/ 6 w 98"/>
                                <a:gd name="T5" fmla="*/ 2 h 55"/>
                                <a:gd name="T6" fmla="*/ 10 w 98"/>
                                <a:gd name="T7" fmla="*/ 6 h 55"/>
                                <a:gd name="T8" fmla="*/ 10 w 98"/>
                                <a:gd name="T9" fmla="*/ 9 h 55"/>
                                <a:gd name="T10" fmla="*/ 13 w 98"/>
                                <a:gd name="T11" fmla="*/ 9 h 55"/>
                                <a:gd name="T12" fmla="*/ 17 w 98"/>
                                <a:gd name="T13" fmla="*/ 13 h 55"/>
                                <a:gd name="T14" fmla="*/ 20 w 98"/>
                                <a:gd name="T15" fmla="*/ 13 h 55"/>
                                <a:gd name="T16" fmla="*/ 26 w 98"/>
                                <a:gd name="T17" fmla="*/ 19 h 55"/>
                                <a:gd name="T18" fmla="*/ 30 w 98"/>
                                <a:gd name="T19" fmla="*/ 19 h 55"/>
                                <a:gd name="T20" fmla="*/ 33 w 98"/>
                                <a:gd name="T21" fmla="*/ 22 h 55"/>
                                <a:gd name="T22" fmla="*/ 37 w 98"/>
                                <a:gd name="T23" fmla="*/ 22 h 55"/>
                                <a:gd name="T24" fmla="*/ 37 w 98"/>
                                <a:gd name="T25" fmla="*/ 26 h 55"/>
                                <a:gd name="T26" fmla="*/ 40 w 98"/>
                                <a:gd name="T27" fmla="*/ 29 h 55"/>
                                <a:gd name="T28" fmla="*/ 44 w 98"/>
                                <a:gd name="T29" fmla="*/ 29 h 55"/>
                                <a:gd name="T30" fmla="*/ 46 w 98"/>
                                <a:gd name="T31" fmla="*/ 33 h 55"/>
                                <a:gd name="T32" fmla="*/ 50 w 98"/>
                                <a:gd name="T33" fmla="*/ 33 h 55"/>
                                <a:gd name="T34" fmla="*/ 53 w 98"/>
                                <a:gd name="T35" fmla="*/ 35 h 55"/>
                                <a:gd name="T36" fmla="*/ 57 w 98"/>
                                <a:gd name="T37" fmla="*/ 35 h 55"/>
                                <a:gd name="T38" fmla="*/ 60 w 98"/>
                                <a:gd name="T39" fmla="*/ 39 h 55"/>
                                <a:gd name="T40" fmla="*/ 62 w 98"/>
                                <a:gd name="T41" fmla="*/ 39 h 55"/>
                                <a:gd name="T42" fmla="*/ 65 w 98"/>
                                <a:gd name="T43" fmla="*/ 42 h 55"/>
                                <a:gd name="T44" fmla="*/ 69 w 98"/>
                                <a:gd name="T45" fmla="*/ 42 h 55"/>
                                <a:gd name="T46" fmla="*/ 72 w 98"/>
                                <a:gd name="T47" fmla="*/ 46 h 55"/>
                                <a:gd name="T48" fmla="*/ 76 w 98"/>
                                <a:gd name="T49" fmla="*/ 46 h 55"/>
                                <a:gd name="T50" fmla="*/ 78 w 98"/>
                                <a:gd name="T51" fmla="*/ 49 h 55"/>
                                <a:gd name="T52" fmla="*/ 85 w 98"/>
                                <a:gd name="T53" fmla="*/ 49 h 55"/>
                                <a:gd name="T54" fmla="*/ 89 w 98"/>
                                <a:gd name="T55" fmla="*/ 53 h 55"/>
                                <a:gd name="T56" fmla="*/ 91 w 98"/>
                                <a:gd name="T57" fmla="*/ 53 h 55"/>
                                <a:gd name="T58" fmla="*/ 95 w 98"/>
                                <a:gd name="T59" fmla="*/ 55 h 55"/>
                                <a:gd name="T60" fmla="*/ 98 w 98"/>
                                <a:gd name="T6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8" h="55">
                                  <a:moveTo>
                                    <a:pt x="0" y="0"/>
                                  </a:moveTo>
                                  <a:lnTo>
                                    <a:pt x="4" y="2"/>
                                  </a:lnTo>
                                  <a:lnTo>
                                    <a:pt x="6" y="2"/>
                                  </a:lnTo>
                                  <a:lnTo>
                                    <a:pt x="10" y="6"/>
                                  </a:lnTo>
                                  <a:lnTo>
                                    <a:pt x="10" y="9"/>
                                  </a:lnTo>
                                  <a:lnTo>
                                    <a:pt x="13" y="9"/>
                                  </a:lnTo>
                                  <a:lnTo>
                                    <a:pt x="17" y="13"/>
                                  </a:lnTo>
                                  <a:lnTo>
                                    <a:pt x="20" y="13"/>
                                  </a:lnTo>
                                  <a:lnTo>
                                    <a:pt x="26" y="19"/>
                                  </a:lnTo>
                                  <a:lnTo>
                                    <a:pt x="30" y="19"/>
                                  </a:lnTo>
                                  <a:lnTo>
                                    <a:pt x="33" y="22"/>
                                  </a:lnTo>
                                  <a:lnTo>
                                    <a:pt x="37" y="22"/>
                                  </a:lnTo>
                                  <a:lnTo>
                                    <a:pt x="37" y="26"/>
                                  </a:lnTo>
                                  <a:lnTo>
                                    <a:pt x="40" y="29"/>
                                  </a:lnTo>
                                  <a:lnTo>
                                    <a:pt x="44" y="29"/>
                                  </a:lnTo>
                                  <a:lnTo>
                                    <a:pt x="46" y="33"/>
                                  </a:lnTo>
                                  <a:lnTo>
                                    <a:pt x="50" y="33"/>
                                  </a:lnTo>
                                  <a:lnTo>
                                    <a:pt x="53" y="35"/>
                                  </a:lnTo>
                                  <a:lnTo>
                                    <a:pt x="57" y="35"/>
                                  </a:lnTo>
                                  <a:lnTo>
                                    <a:pt x="60" y="39"/>
                                  </a:lnTo>
                                  <a:lnTo>
                                    <a:pt x="62" y="39"/>
                                  </a:lnTo>
                                  <a:lnTo>
                                    <a:pt x="65" y="42"/>
                                  </a:lnTo>
                                  <a:lnTo>
                                    <a:pt x="69" y="42"/>
                                  </a:lnTo>
                                  <a:lnTo>
                                    <a:pt x="72" y="46"/>
                                  </a:lnTo>
                                  <a:lnTo>
                                    <a:pt x="76" y="46"/>
                                  </a:lnTo>
                                  <a:lnTo>
                                    <a:pt x="78" y="49"/>
                                  </a:lnTo>
                                  <a:lnTo>
                                    <a:pt x="85" y="49"/>
                                  </a:lnTo>
                                  <a:lnTo>
                                    <a:pt x="89" y="53"/>
                                  </a:lnTo>
                                  <a:lnTo>
                                    <a:pt x="91" y="53"/>
                                  </a:lnTo>
                                  <a:lnTo>
                                    <a:pt x="95" y="55"/>
                                  </a:lnTo>
                                  <a:lnTo>
                                    <a:pt x="98" y="5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0"/>
                          <wps:cNvSpPr>
                            <a:spLocks/>
                          </wps:cNvSpPr>
                          <wps:spPr bwMode="auto">
                            <a:xfrm>
                              <a:off x="5251" y="4240"/>
                              <a:ext cx="33" cy="32"/>
                            </a:xfrm>
                            <a:custGeom>
                              <a:avLst/>
                              <a:gdLst>
                                <a:gd name="T0" fmla="*/ 0 w 67"/>
                                <a:gd name="T1" fmla="*/ 0 h 64"/>
                                <a:gd name="T2" fmla="*/ 11 w 67"/>
                                <a:gd name="T3" fmla="*/ 10 h 64"/>
                                <a:gd name="T4" fmla="*/ 11 w 67"/>
                                <a:gd name="T5" fmla="*/ 13 h 64"/>
                                <a:gd name="T6" fmla="*/ 14 w 67"/>
                                <a:gd name="T7" fmla="*/ 17 h 64"/>
                                <a:gd name="T8" fmla="*/ 18 w 67"/>
                                <a:gd name="T9" fmla="*/ 17 h 64"/>
                                <a:gd name="T10" fmla="*/ 18 w 67"/>
                                <a:gd name="T11" fmla="*/ 20 h 64"/>
                                <a:gd name="T12" fmla="*/ 27 w 67"/>
                                <a:gd name="T13" fmla="*/ 30 h 64"/>
                                <a:gd name="T14" fmla="*/ 27 w 67"/>
                                <a:gd name="T15" fmla="*/ 33 h 64"/>
                                <a:gd name="T16" fmla="*/ 31 w 67"/>
                                <a:gd name="T17" fmla="*/ 33 h 64"/>
                                <a:gd name="T18" fmla="*/ 31 w 67"/>
                                <a:gd name="T19" fmla="*/ 37 h 64"/>
                                <a:gd name="T20" fmla="*/ 34 w 67"/>
                                <a:gd name="T21" fmla="*/ 37 h 64"/>
                                <a:gd name="T22" fmla="*/ 40 w 67"/>
                                <a:gd name="T23" fmla="*/ 44 h 64"/>
                                <a:gd name="T24" fmla="*/ 44 w 67"/>
                                <a:gd name="T25" fmla="*/ 44 h 64"/>
                                <a:gd name="T26" fmla="*/ 44 w 67"/>
                                <a:gd name="T27" fmla="*/ 46 h 64"/>
                                <a:gd name="T28" fmla="*/ 47 w 67"/>
                                <a:gd name="T29" fmla="*/ 46 h 64"/>
                                <a:gd name="T30" fmla="*/ 57 w 67"/>
                                <a:gd name="T31" fmla="*/ 57 h 64"/>
                                <a:gd name="T32" fmla="*/ 60 w 67"/>
                                <a:gd name="T33" fmla="*/ 57 h 64"/>
                                <a:gd name="T34" fmla="*/ 67 w 67"/>
                                <a:gd name="T35" fmla="*/ 64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7" h="64">
                                  <a:moveTo>
                                    <a:pt x="0" y="0"/>
                                  </a:moveTo>
                                  <a:lnTo>
                                    <a:pt x="11" y="10"/>
                                  </a:lnTo>
                                  <a:lnTo>
                                    <a:pt x="11" y="13"/>
                                  </a:lnTo>
                                  <a:lnTo>
                                    <a:pt x="14" y="17"/>
                                  </a:lnTo>
                                  <a:lnTo>
                                    <a:pt x="18" y="17"/>
                                  </a:lnTo>
                                  <a:lnTo>
                                    <a:pt x="18" y="20"/>
                                  </a:lnTo>
                                  <a:lnTo>
                                    <a:pt x="27" y="30"/>
                                  </a:lnTo>
                                  <a:lnTo>
                                    <a:pt x="27" y="33"/>
                                  </a:lnTo>
                                  <a:lnTo>
                                    <a:pt x="31" y="33"/>
                                  </a:lnTo>
                                  <a:lnTo>
                                    <a:pt x="31" y="37"/>
                                  </a:lnTo>
                                  <a:lnTo>
                                    <a:pt x="34" y="37"/>
                                  </a:lnTo>
                                  <a:lnTo>
                                    <a:pt x="40" y="44"/>
                                  </a:lnTo>
                                  <a:lnTo>
                                    <a:pt x="44" y="44"/>
                                  </a:lnTo>
                                  <a:lnTo>
                                    <a:pt x="44" y="46"/>
                                  </a:lnTo>
                                  <a:lnTo>
                                    <a:pt x="47" y="46"/>
                                  </a:lnTo>
                                  <a:lnTo>
                                    <a:pt x="57" y="57"/>
                                  </a:lnTo>
                                  <a:lnTo>
                                    <a:pt x="60" y="57"/>
                                  </a:lnTo>
                                  <a:lnTo>
                                    <a:pt x="67" y="6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1"/>
                          <wps:cNvSpPr>
                            <a:spLocks/>
                          </wps:cNvSpPr>
                          <wps:spPr bwMode="auto">
                            <a:xfrm>
                              <a:off x="5229" y="4203"/>
                              <a:ext cx="22" cy="37"/>
                            </a:xfrm>
                            <a:custGeom>
                              <a:avLst/>
                              <a:gdLst>
                                <a:gd name="T0" fmla="*/ 0 w 42"/>
                                <a:gd name="T1" fmla="*/ 0 h 76"/>
                                <a:gd name="T2" fmla="*/ 0 w 42"/>
                                <a:gd name="T3" fmla="*/ 3 h 76"/>
                                <a:gd name="T4" fmla="*/ 2 w 42"/>
                                <a:gd name="T5" fmla="*/ 7 h 76"/>
                                <a:gd name="T6" fmla="*/ 2 w 42"/>
                                <a:gd name="T7" fmla="*/ 14 h 76"/>
                                <a:gd name="T8" fmla="*/ 6 w 42"/>
                                <a:gd name="T9" fmla="*/ 16 h 76"/>
                                <a:gd name="T10" fmla="*/ 6 w 42"/>
                                <a:gd name="T11" fmla="*/ 23 h 76"/>
                                <a:gd name="T12" fmla="*/ 9 w 42"/>
                                <a:gd name="T13" fmla="*/ 23 h 76"/>
                                <a:gd name="T14" fmla="*/ 9 w 42"/>
                                <a:gd name="T15" fmla="*/ 29 h 76"/>
                                <a:gd name="T16" fmla="*/ 13 w 42"/>
                                <a:gd name="T17" fmla="*/ 33 h 76"/>
                                <a:gd name="T18" fmla="*/ 13 w 42"/>
                                <a:gd name="T19" fmla="*/ 36 h 76"/>
                                <a:gd name="T20" fmla="*/ 16 w 42"/>
                                <a:gd name="T21" fmla="*/ 40 h 76"/>
                                <a:gd name="T22" fmla="*/ 16 w 42"/>
                                <a:gd name="T23" fmla="*/ 43 h 76"/>
                                <a:gd name="T24" fmla="*/ 22 w 42"/>
                                <a:gd name="T25" fmla="*/ 49 h 76"/>
                                <a:gd name="T26" fmla="*/ 22 w 42"/>
                                <a:gd name="T27" fmla="*/ 53 h 76"/>
                                <a:gd name="T28" fmla="*/ 29 w 42"/>
                                <a:gd name="T29" fmla="*/ 60 h 76"/>
                                <a:gd name="T30" fmla="*/ 29 w 42"/>
                                <a:gd name="T31" fmla="*/ 63 h 76"/>
                                <a:gd name="T32" fmla="*/ 33 w 42"/>
                                <a:gd name="T33" fmla="*/ 63 h 76"/>
                                <a:gd name="T34" fmla="*/ 36 w 42"/>
                                <a:gd name="T35" fmla="*/ 67 h 76"/>
                                <a:gd name="T36" fmla="*/ 36 w 42"/>
                                <a:gd name="T37" fmla="*/ 69 h 76"/>
                                <a:gd name="T38" fmla="*/ 42 w 42"/>
                                <a:gd name="T39" fmla="*/ 76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2" h="76">
                                  <a:moveTo>
                                    <a:pt x="0" y="0"/>
                                  </a:moveTo>
                                  <a:lnTo>
                                    <a:pt x="0" y="3"/>
                                  </a:lnTo>
                                  <a:lnTo>
                                    <a:pt x="2" y="7"/>
                                  </a:lnTo>
                                  <a:lnTo>
                                    <a:pt x="2" y="14"/>
                                  </a:lnTo>
                                  <a:lnTo>
                                    <a:pt x="6" y="16"/>
                                  </a:lnTo>
                                  <a:lnTo>
                                    <a:pt x="6" y="23"/>
                                  </a:lnTo>
                                  <a:lnTo>
                                    <a:pt x="9" y="23"/>
                                  </a:lnTo>
                                  <a:lnTo>
                                    <a:pt x="9" y="29"/>
                                  </a:lnTo>
                                  <a:lnTo>
                                    <a:pt x="13" y="33"/>
                                  </a:lnTo>
                                  <a:lnTo>
                                    <a:pt x="13" y="36"/>
                                  </a:lnTo>
                                  <a:lnTo>
                                    <a:pt x="16" y="40"/>
                                  </a:lnTo>
                                  <a:lnTo>
                                    <a:pt x="16" y="43"/>
                                  </a:lnTo>
                                  <a:lnTo>
                                    <a:pt x="22" y="49"/>
                                  </a:lnTo>
                                  <a:lnTo>
                                    <a:pt x="22" y="53"/>
                                  </a:lnTo>
                                  <a:lnTo>
                                    <a:pt x="29" y="60"/>
                                  </a:lnTo>
                                  <a:lnTo>
                                    <a:pt x="29" y="63"/>
                                  </a:lnTo>
                                  <a:lnTo>
                                    <a:pt x="33" y="63"/>
                                  </a:lnTo>
                                  <a:lnTo>
                                    <a:pt x="36" y="67"/>
                                  </a:lnTo>
                                  <a:lnTo>
                                    <a:pt x="36" y="69"/>
                                  </a:lnTo>
                                  <a:lnTo>
                                    <a:pt x="42" y="7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52"/>
                          <wps:cNvSpPr>
                            <a:spLocks/>
                          </wps:cNvSpPr>
                          <wps:spPr bwMode="auto">
                            <a:xfrm>
                              <a:off x="5229" y="4196"/>
                              <a:ext cx="2" cy="7"/>
                            </a:xfrm>
                            <a:custGeom>
                              <a:avLst/>
                              <a:gdLst>
                                <a:gd name="T0" fmla="*/ 0 w 2"/>
                                <a:gd name="T1" fmla="*/ 0 h 13"/>
                                <a:gd name="T2" fmla="*/ 0 w 2"/>
                                <a:gd name="T3" fmla="*/ 9 h 13"/>
                                <a:gd name="T4" fmla="*/ 2 w 2"/>
                                <a:gd name="T5" fmla="*/ 13 h 13"/>
                              </a:gdLst>
                              <a:ahLst/>
                              <a:cxnLst>
                                <a:cxn ang="0">
                                  <a:pos x="T0" y="T1"/>
                                </a:cxn>
                                <a:cxn ang="0">
                                  <a:pos x="T2" y="T3"/>
                                </a:cxn>
                                <a:cxn ang="0">
                                  <a:pos x="T4" y="T5"/>
                                </a:cxn>
                              </a:cxnLst>
                              <a:rect l="0" t="0" r="r" b="b"/>
                              <a:pathLst>
                                <a:path w="2" h="13">
                                  <a:moveTo>
                                    <a:pt x="0" y="0"/>
                                  </a:moveTo>
                                  <a:lnTo>
                                    <a:pt x="0" y="9"/>
                                  </a:lnTo>
                                  <a:lnTo>
                                    <a:pt x="2"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53"/>
                          <wps:cNvSpPr>
                            <a:spLocks/>
                          </wps:cNvSpPr>
                          <wps:spPr bwMode="auto">
                            <a:xfrm>
                              <a:off x="5362" y="3833"/>
                              <a:ext cx="18" cy="148"/>
                            </a:xfrm>
                            <a:custGeom>
                              <a:avLst/>
                              <a:gdLst>
                                <a:gd name="T0" fmla="*/ 36 w 36"/>
                                <a:gd name="T1" fmla="*/ 3 h 297"/>
                                <a:gd name="T2" fmla="*/ 33 w 36"/>
                                <a:gd name="T3" fmla="*/ 3 h 297"/>
                                <a:gd name="T4" fmla="*/ 27 w 36"/>
                                <a:gd name="T5" fmla="*/ 0 h 297"/>
                                <a:gd name="T6" fmla="*/ 23 w 36"/>
                                <a:gd name="T7" fmla="*/ 3 h 297"/>
                                <a:gd name="T8" fmla="*/ 16 w 36"/>
                                <a:gd name="T9" fmla="*/ 7 h 297"/>
                                <a:gd name="T10" fmla="*/ 14 w 36"/>
                                <a:gd name="T11" fmla="*/ 14 h 297"/>
                                <a:gd name="T12" fmla="*/ 10 w 36"/>
                                <a:gd name="T13" fmla="*/ 20 h 297"/>
                                <a:gd name="T14" fmla="*/ 7 w 36"/>
                                <a:gd name="T15" fmla="*/ 30 h 297"/>
                                <a:gd name="T16" fmla="*/ 7 w 36"/>
                                <a:gd name="T17" fmla="*/ 47 h 297"/>
                                <a:gd name="T18" fmla="*/ 3 w 36"/>
                                <a:gd name="T19" fmla="*/ 69 h 297"/>
                                <a:gd name="T20" fmla="*/ 3 w 36"/>
                                <a:gd name="T21" fmla="*/ 103 h 297"/>
                                <a:gd name="T22" fmla="*/ 3 w 36"/>
                                <a:gd name="T23" fmla="*/ 153 h 297"/>
                                <a:gd name="T24" fmla="*/ 0 w 36"/>
                                <a:gd name="T25" fmla="*/ 213 h 297"/>
                                <a:gd name="T26" fmla="*/ 0 w 36"/>
                                <a:gd name="T27" fmla="*/ 297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6" h="297">
                                  <a:moveTo>
                                    <a:pt x="36" y="3"/>
                                  </a:moveTo>
                                  <a:lnTo>
                                    <a:pt x="33" y="3"/>
                                  </a:lnTo>
                                  <a:lnTo>
                                    <a:pt x="27" y="0"/>
                                  </a:lnTo>
                                  <a:lnTo>
                                    <a:pt x="23" y="3"/>
                                  </a:lnTo>
                                  <a:lnTo>
                                    <a:pt x="16" y="7"/>
                                  </a:lnTo>
                                  <a:lnTo>
                                    <a:pt x="14" y="14"/>
                                  </a:lnTo>
                                  <a:lnTo>
                                    <a:pt x="10" y="20"/>
                                  </a:lnTo>
                                  <a:lnTo>
                                    <a:pt x="7" y="30"/>
                                  </a:lnTo>
                                  <a:lnTo>
                                    <a:pt x="7" y="47"/>
                                  </a:lnTo>
                                  <a:lnTo>
                                    <a:pt x="3" y="69"/>
                                  </a:lnTo>
                                  <a:lnTo>
                                    <a:pt x="3" y="103"/>
                                  </a:lnTo>
                                  <a:lnTo>
                                    <a:pt x="3" y="153"/>
                                  </a:lnTo>
                                  <a:lnTo>
                                    <a:pt x="0" y="213"/>
                                  </a:lnTo>
                                  <a:lnTo>
                                    <a:pt x="0" y="29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54"/>
                          <wps:cNvSpPr>
                            <a:spLocks/>
                          </wps:cNvSpPr>
                          <wps:spPr bwMode="auto">
                            <a:xfrm>
                              <a:off x="5365" y="3853"/>
                              <a:ext cx="20" cy="6"/>
                            </a:xfrm>
                            <a:custGeom>
                              <a:avLst/>
                              <a:gdLst>
                                <a:gd name="T0" fmla="*/ 0 w 40"/>
                                <a:gd name="T1" fmla="*/ 0 h 13"/>
                                <a:gd name="T2" fmla="*/ 0 w 40"/>
                                <a:gd name="T3" fmla="*/ 3 h 13"/>
                                <a:gd name="T4" fmla="*/ 3 w 40"/>
                                <a:gd name="T5" fmla="*/ 3 h 13"/>
                                <a:gd name="T6" fmla="*/ 9 w 40"/>
                                <a:gd name="T7" fmla="*/ 9 h 13"/>
                                <a:gd name="T8" fmla="*/ 13 w 40"/>
                                <a:gd name="T9" fmla="*/ 9 h 13"/>
                                <a:gd name="T10" fmla="*/ 16 w 40"/>
                                <a:gd name="T11" fmla="*/ 13 h 13"/>
                                <a:gd name="T12" fmla="*/ 29 w 40"/>
                                <a:gd name="T13" fmla="*/ 13 h 13"/>
                                <a:gd name="T14" fmla="*/ 33 w 40"/>
                                <a:gd name="T15" fmla="*/ 9 h 13"/>
                                <a:gd name="T16" fmla="*/ 36 w 40"/>
                                <a:gd name="T17" fmla="*/ 9 h 13"/>
                                <a:gd name="T18" fmla="*/ 40 w 40"/>
                                <a:gd name="T19" fmla="*/ 7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 h="13">
                                  <a:moveTo>
                                    <a:pt x="0" y="0"/>
                                  </a:moveTo>
                                  <a:lnTo>
                                    <a:pt x="0" y="3"/>
                                  </a:lnTo>
                                  <a:lnTo>
                                    <a:pt x="3" y="3"/>
                                  </a:lnTo>
                                  <a:lnTo>
                                    <a:pt x="9" y="9"/>
                                  </a:lnTo>
                                  <a:lnTo>
                                    <a:pt x="13" y="9"/>
                                  </a:lnTo>
                                  <a:lnTo>
                                    <a:pt x="16" y="13"/>
                                  </a:lnTo>
                                  <a:lnTo>
                                    <a:pt x="29" y="13"/>
                                  </a:lnTo>
                                  <a:lnTo>
                                    <a:pt x="33" y="9"/>
                                  </a:lnTo>
                                  <a:lnTo>
                                    <a:pt x="36" y="9"/>
                                  </a:lnTo>
                                  <a:lnTo>
                                    <a:pt x="4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55"/>
                          <wps:cNvSpPr>
                            <a:spLocks/>
                          </wps:cNvSpPr>
                          <wps:spPr bwMode="auto">
                            <a:xfrm>
                              <a:off x="2209" y="2379"/>
                              <a:ext cx="8" cy="8"/>
                            </a:xfrm>
                            <a:custGeom>
                              <a:avLst/>
                              <a:gdLst>
                                <a:gd name="T0" fmla="*/ 0 w 16"/>
                                <a:gd name="T1" fmla="*/ 0 h 15"/>
                                <a:gd name="T2" fmla="*/ 0 w 16"/>
                                <a:gd name="T3" fmla="*/ 2 h 15"/>
                                <a:gd name="T4" fmla="*/ 2 w 16"/>
                                <a:gd name="T5" fmla="*/ 2 h 15"/>
                                <a:gd name="T6" fmla="*/ 2 w 16"/>
                                <a:gd name="T7" fmla="*/ 6 h 15"/>
                                <a:gd name="T8" fmla="*/ 9 w 16"/>
                                <a:gd name="T9" fmla="*/ 13 h 15"/>
                                <a:gd name="T10" fmla="*/ 13 w 16"/>
                                <a:gd name="T11" fmla="*/ 13 h 15"/>
                                <a:gd name="T12" fmla="*/ 13 w 16"/>
                                <a:gd name="T13" fmla="*/ 15 h 15"/>
                                <a:gd name="T14" fmla="*/ 16 w 16"/>
                                <a:gd name="T15" fmla="*/ 15 h 1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15">
                                  <a:moveTo>
                                    <a:pt x="0" y="0"/>
                                  </a:moveTo>
                                  <a:lnTo>
                                    <a:pt x="0" y="2"/>
                                  </a:lnTo>
                                  <a:lnTo>
                                    <a:pt x="2" y="2"/>
                                  </a:lnTo>
                                  <a:lnTo>
                                    <a:pt x="2" y="6"/>
                                  </a:lnTo>
                                  <a:lnTo>
                                    <a:pt x="9" y="13"/>
                                  </a:lnTo>
                                  <a:lnTo>
                                    <a:pt x="13" y="13"/>
                                  </a:lnTo>
                                  <a:lnTo>
                                    <a:pt x="13" y="15"/>
                                  </a:lnTo>
                                  <a:lnTo>
                                    <a:pt x="16" y="1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56"/>
                          <wps:cNvSpPr>
                            <a:spLocks/>
                          </wps:cNvSpPr>
                          <wps:spPr bwMode="auto">
                            <a:xfrm>
                              <a:off x="2217" y="2385"/>
                              <a:ext cx="27" cy="5"/>
                            </a:xfrm>
                            <a:custGeom>
                              <a:avLst/>
                              <a:gdLst>
                                <a:gd name="T0" fmla="*/ 0 w 53"/>
                                <a:gd name="T1" fmla="*/ 0 h 9"/>
                                <a:gd name="T2" fmla="*/ 4 w 53"/>
                                <a:gd name="T3" fmla="*/ 0 h 9"/>
                                <a:gd name="T4" fmla="*/ 6 w 53"/>
                                <a:gd name="T5" fmla="*/ 2 h 9"/>
                                <a:gd name="T6" fmla="*/ 13 w 53"/>
                                <a:gd name="T7" fmla="*/ 2 h 9"/>
                                <a:gd name="T8" fmla="*/ 17 w 53"/>
                                <a:gd name="T9" fmla="*/ 6 h 9"/>
                                <a:gd name="T10" fmla="*/ 30 w 53"/>
                                <a:gd name="T11" fmla="*/ 6 h 9"/>
                                <a:gd name="T12" fmla="*/ 33 w 53"/>
                                <a:gd name="T13" fmla="*/ 9 h 9"/>
                                <a:gd name="T14" fmla="*/ 53 w 53"/>
                                <a:gd name="T15" fmla="*/ 9 h 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3" h="9">
                                  <a:moveTo>
                                    <a:pt x="0" y="0"/>
                                  </a:moveTo>
                                  <a:lnTo>
                                    <a:pt x="4" y="0"/>
                                  </a:lnTo>
                                  <a:lnTo>
                                    <a:pt x="6" y="2"/>
                                  </a:lnTo>
                                  <a:lnTo>
                                    <a:pt x="13" y="2"/>
                                  </a:lnTo>
                                  <a:lnTo>
                                    <a:pt x="17" y="6"/>
                                  </a:lnTo>
                                  <a:lnTo>
                                    <a:pt x="30" y="6"/>
                                  </a:lnTo>
                                  <a:lnTo>
                                    <a:pt x="33" y="9"/>
                                  </a:lnTo>
                                  <a:lnTo>
                                    <a:pt x="53" y="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57"/>
                          <wps:cNvSpPr>
                            <a:spLocks/>
                          </wps:cNvSpPr>
                          <wps:spPr bwMode="auto">
                            <a:xfrm>
                              <a:off x="2244" y="2389"/>
                              <a:ext cx="30" cy="1"/>
                            </a:xfrm>
                            <a:custGeom>
                              <a:avLst/>
                              <a:gdLst>
                                <a:gd name="T0" fmla="*/ 0 w 60"/>
                                <a:gd name="T1" fmla="*/ 3 h 3"/>
                                <a:gd name="T2" fmla="*/ 33 w 60"/>
                                <a:gd name="T3" fmla="*/ 3 h 3"/>
                                <a:gd name="T4" fmla="*/ 37 w 60"/>
                                <a:gd name="T5" fmla="*/ 0 h 3"/>
                                <a:gd name="T6" fmla="*/ 60 w 60"/>
                                <a:gd name="T7" fmla="*/ 0 h 3"/>
                              </a:gdLst>
                              <a:ahLst/>
                              <a:cxnLst>
                                <a:cxn ang="0">
                                  <a:pos x="T0" y="T1"/>
                                </a:cxn>
                                <a:cxn ang="0">
                                  <a:pos x="T2" y="T3"/>
                                </a:cxn>
                                <a:cxn ang="0">
                                  <a:pos x="T4" y="T5"/>
                                </a:cxn>
                                <a:cxn ang="0">
                                  <a:pos x="T6" y="T7"/>
                                </a:cxn>
                              </a:cxnLst>
                              <a:rect l="0" t="0" r="r" b="b"/>
                              <a:pathLst>
                                <a:path w="60" h="3">
                                  <a:moveTo>
                                    <a:pt x="0" y="3"/>
                                  </a:moveTo>
                                  <a:lnTo>
                                    <a:pt x="33" y="3"/>
                                  </a:lnTo>
                                  <a:lnTo>
                                    <a:pt x="37" y="0"/>
                                  </a:lnTo>
                                  <a:lnTo>
                                    <a:pt x="6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58"/>
                          <wps:cNvSpPr>
                            <a:spLocks/>
                          </wps:cNvSpPr>
                          <wps:spPr bwMode="auto">
                            <a:xfrm>
                              <a:off x="2274" y="2382"/>
                              <a:ext cx="40" cy="8"/>
                            </a:xfrm>
                            <a:custGeom>
                              <a:avLst/>
                              <a:gdLst>
                                <a:gd name="T0" fmla="*/ 0 w 79"/>
                                <a:gd name="T1" fmla="*/ 16 h 16"/>
                                <a:gd name="T2" fmla="*/ 6 w 79"/>
                                <a:gd name="T3" fmla="*/ 16 h 16"/>
                                <a:gd name="T4" fmla="*/ 10 w 79"/>
                                <a:gd name="T5" fmla="*/ 13 h 16"/>
                                <a:gd name="T6" fmla="*/ 24 w 79"/>
                                <a:gd name="T7" fmla="*/ 13 h 16"/>
                                <a:gd name="T8" fmla="*/ 26 w 79"/>
                                <a:gd name="T9" fmla="*/ 9 h 16"/>
                                <a:gd name="T10" fmla="*/ 40 w 79"/>
                                <a:gd name="T11" fmla="*/ 9 h 16"/>
                                <a:gd name="T12" fmla="*/ 44 w 79"/>
                                <a:gd name="T13" fmla="*/ 7 h 16"/>
                                <a:gd name="T14" fmla="*/ 53 w 79"/>
                                <a:gd name="T15" fmla="*/ 7 h 16"/>
                                <a:gd name="T16" fmla="*/ 57 w 79"/>
                                <a:gd name="T17" fmla="*/ 3 h 16"/>
                                <a:gd name="T18" fmla="*/ 70 w 79"/>
                                <a:gd name="T19" fmla="*/ 3 h 16"/>
                                <a:gd name="T20" fmla="*/ 73 w 79"/>
                                <a:gd name="T21" fmla="*/ 0 h 16"/>
                                <a:gd name="T22" fmla="*/ 79 w 79"/>
                                <a:gd name="T23"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79" h="16">
                                  <a:moveTo>
                                    <a:pt x="0" y="16"/>
                                  </a:moveTo>
                                  <a:lnTo>
                                    <a:pt x="6" y="16"/>
                                  </a:lnTo>
                                  <a:lnTo>
                                    <a:pt x="10" y="13"/>
                                  </a:lnTo>
                                  <a:lnTo>
                                    <a:pt x="24" y="13"/>
                                  </a:lnTo>
                                  <a:lnTo>
                                    <a:pt x="26" y="9"/>
                                  </a:lnTo>
                                  <a:lnTo>
                                    <a:pt x="40" y="9"/>
                                  </a:lnTo>
                                  <a:lnTo>
                                    <a:pt x="44" y="7"/>
                                  </a:lnTo>
                                  <a:lnTo>
                                    <a:pt x="53" y="7"/>
                                  </a:lnTo>
                                  <a:lnTo>
                                    <a:pt x="57" y="3"/>
                                  </a:lnTo>
                                  <a:lnTo>
                                    <a:pt x="70" y="3"/>
                                  </a:lnTo>
                                  <a:lnTo>
                                    <a:pt x="73" y="0"/>
                                  </a:lnTo>
                                  <a:lnTo>
                                    <a:pt x="7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59"/>
                          <wps:cNvSpPr>
                            <a:spLocks/>
                          </wps:cNvSpPr>
                          <wps:spPr bwMode="auto">
                            <a:xfrm>
                              <a:off x="2314" y="2369"/>
                              <a:ext cx="40" cy="13"/>
                            </a:xfrm>
                            <a:custGeom>
                              <a:avLst/>
                              <a:gdLst>
                                <a:gd name="T0" fmla="*/ 0 w 80"/>
                                <a:gd name="T1" fmla="*/ 26 h 26"/>
                                <a:gd name="T2" fmla="*/ 4 w 80"/>
                                <a:gd name="T3" fmla="*/ 26 h 26"/>
                                <a:gd name="T4" fmla="*/ 7 w 80"/>
                                <a:gd name="T5" fmla="*/ 22 h 26"/>
                                <a:gd name="T6" fmla="*/ 14 w 80"/>
                                <a:gd name="T7" fmla="*/ 22 h 26"/>
                                <a:gd name="T8" fmla="*/ 18 w 80"/>
                                <a:gd name="T9" fmla="*/ 20 h 26"/>
                                <a:gd name="T10" fmla="*/ 24 w 80"/>
                                <a:gd name="T11" fmla="*/ 20 h 26"/>
                                <a:gd name="T12" fmla="*/ 27 w 80"/>
                                <a:gd name="T13" fmla="*/ 16 h 26"/>
                                <a:gd name="T14" fmla="*/ 34 w 80"/>
                                <a:gd name="T15" fmla="*/ 16 h 26"/>
                                <a:gd name="T16" fmla="*/ 38 w 80"/>
                                <a:gd name="T17" fmla="*/ 13 h 26"/>
                                <a:gd name="T18" fmla="*/ 44 w 80"/>
                                <a:gd name="T19" fmla="*/ 13 h 26"/>
                                <a:gd name="T20" fmla="*/ 47 w 80"/>
                                <a:gd name="T21" fmla="*/ 9 h 26"/>
                                <a:gd name="T22" fmla="*/ 54 w 80"/>
                                <a:gd name="T23" fmla="*/ 9 h 26"/>
                                <a:gd name="T24" fmla="*/ 58 w 80"/>
                                <a:gd name="T25" fmla="*/ 6 h 26"/>
                                <a:gd name="T26" fmla="*/ 64 w 80"/>
                                <a:gd name="T27" fmla="*/ 6 h 26"/>
                                <a:gd name="T28" fmla="*/ 67 w 80"/>
                                <a:gd name="T29" fmla="*/ 2 h 26"/>
                                <a:gd name="T30" fmla="*/ 73 w 80"/>
                                <a:gd name="T31" fmla="*/ 2 h 26"/>
                                <a:gd name="T32" fmla="*/ 77 w 80"/>
                                <a:gd name="T33" fmla="*/ 0 h 26"/>
                                <a:gd name="T34" fmla="*/ 80 w 80"/>
                                <a:gd name="T35"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0" h="26">
                                  <a:moveTo>
                                    <a:pt x="0" y="26"/>
                                  </a:moveTo>
                                  <a:lnTo>
                                    <a:pt x="4" y="26"/>
                                  </a:lnTo>
                                  <a:lnTo>
                                    <a:pt x="7" y="22"/>
                                  </a:lnTo>
                                  <a:lnTo>
                                    <a:pt x="14" y="22"/>
                                  </a:lnTo>
                                  <a:lnTo>
                                    <a:pt x="18" y="20"/>
                                  </a:lnTo>
                                  <a:lnTo>
                                    <a:pt x="24" y="20"/>
                                  </a:lnTo>
                                  <a:lnTo>
                                    <a:pt x="27" y="16"/>
                                  </a:lnTo>
                                  <a:lnTo>
                                    <a:pt x="34" y="16"/>
                                  </a:lnTo>
                                  <a:lnTo>
                                    <a:pt x="38" y="13"/>
                                  </a:lnTo>
                                  <a:lnTo>
                                    <a:pt x="44" y="13"/>
                                  </a:lnTo>
                                  <a:lnTo>
                                    <a:pt x="47" y="9"/>
                                  </a:lnTo>
                                  <a:lnTo>
                                    <a:pt x="54" y="9"/>
                                  </a:lnTo>
                                  <a:lnTo>
                                    <a:pt x="58" y="6"/>
                                  </a:lnTo>
                                  <a:lnTo>
                                    <a:pt x="64" y="6"/>
                                  </a:lnTo>
                                  <a:lnTo>
                                    <a:pt x="67" y="2"/>
                                  </a:lnTo>
                                  <a:lnTo>
                                    <a:pt x="73" y="2"/>
                                  </a:lnTo>
                                  <a:lnTo>
                                    <a:pt x="77"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60"/>
                          <wps:cNvSpPr>
                            <a:spLocks/>
                          </wps:cNvSpPr>
                          <wps:spPr bwMode="auto">
                            <a:xfrm>
                              <a:off x="2354" y="2354"/>
                              <a:ext cx="26" cy="15"/>
                            </a:xfrm>
                            <a:custGeom>
                              <a:avLst/>
                              <a:gdLst>
                                <a:gd name="T0" fmla="*/ 0 w 53"/>
                                <a:gd name="T1" fmla="*/ 29 h 29"/>
                                <a:gd name="T2" fmla="*/ 4 w 53"/>
                                <a:gd name="T3" fmla="*/ 29 h 29"/>
                                <a:gd name="T4" fmla="*/ 4 w 53"/>
                                <a:gd name="T5" fmla="*/ 25 h 29"/>
                                <a:gd name="T6" fmla="*/ 7 w 53"/>
                                <a:gd name="T7" fmla="*/ 25 h 29"/>
                                <a:gd name="T8" fmla="*/ 13 w 53"/>
                                <a:gd name="T9" fmla="*/ 22 h 29"/>
                                <a:gd name="T10" fmla="*/ 17 w 53"/>
                                <a:gd name="T11" fmla="*/ 18 h 29"/>
                                <a:gd name="T12" fmla="*/ 24 w 53"/>
                                <a:gd name="T13" fmla="*/ 15 h 29"/>
                                <a:gd name="T14" fmla="*/ 27 w 53"/>
                                <a:gd name="T15" fmla="*/ 15 h 29"/>
                                <a:gd name="T16" fmla="*/ 31 w 53"/>
                                <a:gd name="T17" fmla="*/ 13 h 29"/>
                                <a:gd name="T18" fmla="*/ 37 w 53"/>
                                <a:gd name="T19" fmla="*/ 10 h 29"/>
                                <a:gd name="T20" fmla="*/ 40 w 53"/>
                                <a:gd name="T21" fmla="*/ 6 h 29"/>
                                <a:gd name="T22" fmla="*/ 47 w 53"/>
                                <a:gd name="T23" fmla="*/ 3 h 29"/>
                                <a:gd name="T24" fmla="*/ 51 w 53"/>
                                <a:gd name="T25" fmla="*/ 3 h 29"/>
                                <a:gd name="T26" fmla="*/ 51 w 53"/>
                                <a:gd name="T27" fmla="*/ 0 h 29"/>
                                <a:gd name="T28" fmla="*/ 53 w 53"/>
                                <a:gd name="T29" fmla="*/ 0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 h="29">
                                  <a:moveTo>
                                    <a:pt x="0" y="29"/>
                                  </a:moveTo>
                                  <a:lnTo>
                                    <a:pt x="4" y="29"/>
                                  </a:lnTo>
                                  <a:lnTo>
                                    <a:pt x="4" y="25"/>
                                  </a:lnTo>
                                  <a:lnTo>
                                    <a:pt x="7" y="25"/>
                                  </a:lnTo>
                                  <a:lnTo>
                                    <a:pt x="13" y="22"/>
                                  </a:lnTo>
                                  <a:lnTo>
                                    <a:pt x="17" y="18"/>
                                  </a:lnTo>
                                  <a:lnTo>
                                    <a:pt x="24" y="15"/>
                                  </a:lnTo>
                                  <a:lnTo>
                                    <a:pt x="27" y="15"/>
                                  </a:lnTo>
                                  <a:lnTo>
                                    <a:pt x="31" y="13"/>
                                  </a:lnTo>
                                  <a:lnTo>
                                    <a:pt x="37" y="10"/>
                                  </a:lnTo>
                                  <a:lnTo>
                                    <a:pt x="40" y="6"/>
                                  </a:lnTo>
                                  <a:lnTo>
                                    <a:pt x="47" y="3"/>
                                  </a:lnTo>
                                  <a:lnTo>
                                    <a:pt x="51" y="3"/>
                                  </a:lnTo>
                                  <a:lnTo>
                                    <a:pt x="51" y="0"/>
                                  </a:lnTo>
                                  <a:lnTo>
                                    <a:pt x="5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1"/>
                          <wps:cNvSpPr>
                            <a:spLocks/>
                          </wps:cNvSpPr>
                          <wps:spPr bwMode="auto">
                            <a:xfrm>
                              <a:off x="2380" y="2336"/>
                              <a:ext cx="20" cy="17"/>
                            </a:xfrm>
                            <a:custGeom>
                              <a:avLst/>
                              <a:gdLst>
                                <a:gd name="T0" fmla="*/ 0 w 40"/>
                                <a:gd name="T1" fmla="*/ 33 h 33"/>
                                <a:gd name="T2" fmla="*/ 4 w 40"/>
                                <a:gd name="T3" fmla="*/ 29 h 33"/>
                                <a:gd name="T4" fmla="*/ 7 w 40"/>
                                <a:gd name="T5" fmla="*/ 29 h 33"/>
                                <a:gd name="T6" fmla="*/ 11 w 40"/>
                                <a:gd name="T7" fmla="*/ 26 h 33"/>
                                <a:gd name="T8" fmla="*/ 18 w 40"/>
                                <a:gd name="T9" fmla="*/ 26 h 33"/>
                                <a:gd name="T10" fmla="*/ 27 w 40"/>
                                <a:gd name="T11" fmla="*/ 16 h 33"/>
                                <a:gd name="T12" fmla="*/ 27 w 40"/>
                                <a:gd name="T13" fmla="*/ 13 h 33"/>
                                <a:gd name="T14" fmla="*/ 31 w 40"/>
                                <a:gd name="T15" fmla="*/ 13 h 33"/>
                                <a:gd name="T16" fmla="*/ 34 w 40"/>
                                <a:gd name="T17" fmla="*/ 9 h 33"/>
                                <a:gd name="T18" fmla="*/ 34 w 40"/>
                                <a:gd name="T19" fmla="*/ 6 h 33"/>
                                <a:gd name="T20" fmla="*/ 40 w 40"/>
                                <a:gd name="T21" fmla="*/ 0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 h="33">
                                  <a:moveTo>
                                    <a:pt x="0" y="33"/>
                                  </a:moveTo>
                                  <a:lnTo>
                                    <a:pt x="4" y="29"/>
                                  </a:lnTo>
                                  <a:lnTo>
                                    <a:pt x="7" y="29"/>
                                  </a:lnTo>
                                  <a:lnTo>
                                    <a:pt x="11" y="26"/>
                                  </a:lnTo>
                                  <a:lnTo>
                                    <a:pt x="18" y="26"/>
                                  </a:lnTo>
                                  <a:lnTo>
                                    <a:pt x="27" y="16"/>
                                  </a:lnTo>
                                  <a:lnTo>
                                    <a:pt x="27" y="13"/>
                                  </a:lnTo>
                                  <a:lnTo>
                                    <a:pt x="31" y="13"/>
                                  </a:lnTo>
                                  <a:lnTo>
                                    <a:pt x="34" y="9"/>
                                  </a:lnTo>
                                  <a:lnTo>
                                    <a:pt x="34" y="6"/>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2"/>
                          <wps:cNvSpPr>
                            <a:spLocks/>
                          </wps:cNvSpPr>
                          <wps:spPr bwMode="auto">
                            <a:xfrm>
                              <a:off x="2400" y="2328"/>
                              <a:ext cx="3" cy="10"/>
                            </a:xfrm>
                            <a:custGeom>
                              <a:avLst/>
                              <a:gdLst>
                                <a:gd name="T0" fmla="*/ 0 w 7"/>
                                <a:gd name="T1" fmla="*/ 20 h 20"/>
                                <a:gd name="T2" fmla="*/ 0 w 7"/>
                                <a:gd name="T3" fmla="*/ 18 h 20"/>
                                <a:gd name="T4" fmla="*/ 4 w 7"/>
                                <a:gd name="T5" fmla="*/ 18 h 20"/>
                                <a:gd name="T6" fmla="*/ 4 w 7"/>
                                <a:gd name="T7" fmla="*/ 14 h 20"/>
                                <a:gd name="T8" fmla="*/ 7 w 7"/>
                                <a:gd name="T9" fmla="*/ 11 h 20"/>
                                <a:gd name="T10" fmla="*/ 7 w 7"/>
                                <a:gd name="T11" fmla="*/ 0 h 20"/>
                              </a:gdLst>
                              <a:ahLst/>
                              <a:cxnLst>
                                <a:cxn ang="0">
                                  <a:pos x="T0" y="T1"/>
                                </a:cxn>
                                <a:cxn ang="0">
                                  <a:pos x="T2" y="T3"/>
                                </a:cxn>
                                <a:cxn ang="0">
                                  <a:pos x="T4" y="T5"/>
                                </a:cxn>
                                <a:cxn ang="0">
                                  <a:pos x="T6" y="T7"/>
                                </a:cxn>
                                <a:cxn ang="0">
                                  <a:pos x="T8" y="T9"/>
                                </a:cxn>
                                <a:cxn ang="0">
                                  <a:pos x="T10" y="T11"/>
                                </a:cxn>
                              </a:cxnLst>
                              <a:rect l="0" t="0" r="r" b="b"/>
                              <a:pathLst>
                                <a:path w="7" h="20">
                                  <a:moveTo>
                                    <a:pt x="0" y="20"/>
                                  </a:moveTo>
                                  <a:lnTo>
                                    <a:pt x="0" y="18"/>
                                  </a:lnTo>
                                  <a:lnTo>
                                    <a:pt x="4" y="18"/>
                                  </a:lnTo>
                                  <a:lnTo>
                                    <a:pt x="4" y="14"/>
                                  </a:lnTo>
                                  <a:lnTo>
                                    <a:pt x="7" y="11"/>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63"/>
                          <wps:cNvSpPr>
                            <a:spLocks/>
                          </wps:cNvSpPr>
                          <wps:spPr bwMode="auto">
                            <a:xfrm>
                              <a:off x="2316" y="2013"/>
                              <a:ext cx="4" cy="7"/>
                            </a:xfrm>
                            <a:custGeom>
                              <a:avLst/>
                              <a:gdLst>
                                <a:gd name="T0" fmla="*/ 10 w 10"/>
                                <a:gd name="T1" fmla="*/ 13 h 13"/>
                                <a:gd name="T2" fmla="*/ 7 w 10"/>
                                <a:gd name="T3" fmla="*/ 11 h 13"/>
                                <a:gd name="T4" fmla="*/ 7 w 10"/>
                                <a:gd name="T5" fmla="*/ 7 h 13"/>
                                <a:gd name="T6" fmla="*/ 0 w 10"/>
                                <a:gd name="T7" fmla="*/ 0 h 13"/>
                              </a:gdLst>
                              <a:ahLst/>
                              <a:cxnLst>
                                <a:cxn ang="0">
                                  <a:pos x="T0" y="T1"/>
                                </a:cxn>
                                <a:cxn ang="0">
                                  <a:pos x="T2" y="T3"/>
                                </a:cxn>
                                <a:cxn ang="0">
                                  <a:pos x="T4" y="T5"/>
                                </a:cxn>
                                <a:cxn ang="0">
                                  <a:pos x="T6" y="T7"/>
                                </a:cxn>
                              </a:cxnLst>
                              <a:rect l="0" t="0" r="r" b="b"/>
                              <a:pathLst>
                                <a:path w="10" h="13">
                                  <a:moveTo>
                                    <a:pt x="10" y="13"/>
                                  </a:moveTo>
                                  <a:lnTo>
                                    <a:pt x="7" y="11"/>
                                  </a:lnTo>
                                  <a:lnTo>
                                    <a:pt x="7" y="7"/>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4"/>
                          <wps:cNvSpPr>
                            <a:spLocks/>
                          </wps:cNvSpPr>
                          <wps:spPr bwMode="auto">
                            <a:xfrm>
                              <a:off x="2287" y="2009"/>
                              <a:ext cx="27" cy="4"/>
                            </a:xfrm>
                            <a:custGeom>
                              <a:avLst/>
                              <a:gdLst>
                                <a:gd name="T0" fmla="*/ 53 w 53"/>
                                <a:gd name="T1" fmla="*/ 9 h 9"/>
                                <a:gd name="T2" fmla="*/ 51 w 53"/>
                                <a:gd name="T3" fmla="*/ 9 h 9"/>
                                <a:gd name="T4" fmla="*/ 47 w 53"/>
                                <a:gd name="T5" fmla="*/ 6 h 9"/>
                                <a:gd name="T6" fmla="*/ 40 w 53"/>
                                <a:gd name="T7" fmla="*/ 6 h 9"/>
                                <a:gd name="T8" fmla="*/ 37 w 53"/>
                                <a:gd name="T9" fmla="*/ 2 h 9"/>
                                <a:gd name="T10" fmla="*/ 24 w 53"/>
                                <a:gd name="T11" fmla="*/ 2 h 9"/>
                                <a:gd name="T12" fmla="*/ 20 w 53"/>
                                <a:gd name="T13" fmla="*/ 0 h 9"/>
                                <a:gd name="T14" fmla="*/ 0 w 53"/>
                                <a:gd name="T15" fmla="*/ 0 h 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3" h="9">
                                  <a:moveTo>
                                    <a:pt x="53" y="9"/>
                                  </a:moveTo>
                                  <a:lnTo>
                                    <a:pt x="51" y="9"/>
                                  </a:lnTo>
                                  <a:lnTo>
                                    <a:pt x="47" y="6"/>
                                  </a:lnTo>
                                  <a:lnTo>
                                    <a:pt x="40" y="6"/>
                                  </a:lnTo>
                                  <a:lnTo>
                                    <a:pt x="37" y="2"/>
                                  </a:lnTo>
                                  <a:lnTo>
                                    <a:pt x="24" y="2"/>
                                  </a:lnTo>
                                  <a:lnTo>
                                    <a:pt x="20"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5"/>
                          <wps:cNvSpPr>
                            <a:spLocks/>
                          </wps:cNvSpPr>
                          <wps:spPr bwMode="auto">
                            <a:xfrm>
                              <a:off x="2257" y="2009"/>
                              <a:ext cx="30" cy="1"/>
                            </a:xfrm>
                            <a:custGeom>
                              <a:avLst/>
                              <a:gdLst>
                                <a:gd name="T0" fmla="*/ 60 w 60"/>
                                <a:gd name="T1" fmla="*/ 0 h 2"/>
                                <a:gd name="T2" fmla="*/ 31 w 60"/>
                                <a:gd name="T3" fmla="*/ 0 h 2"/>
                                <a:gd name="T4" fmla="*/ 27 w 60"/>
                                <a:gd name="T5" fmla="*/ 2 h 2"/>
                                <a:gd name="T6" fmla="*/ 0 w 60"/>
                                <a:gd name="T7" fmla="*/ 2 h 2"/>
                              </a:gdLst>
                              <a:ahLst/>
                              <a:cxnLst>
                                <a:cxn ang="0">
                                  <a:pos x="T0" y="T1"/>
                                </a:cxn>
                                <a:cxn ang="0">
                                  <a:pos x="T2" y="T3"/>
                                </a:cxn>
                                <a:cxn ang="0">
                                  <a:pos x="T4" y="T5"/>
                                </a:cxn>
                                <a:cxn ang="0">
                                  <a:pos x="T6" y="T7"/>
                                </a:cxn>
                              </a:cxnLst>
                              <a:rect l="0" t="0" r="r" b="b"/>
                              <a:pathLst>
                                <a:path w="60" h="2">
                                  <a:moveTo>
                                    <a:pt x="60" y="0"/>
                                  </a:moveTo>
                                  <a:lnTo>
                                    <a:pt x="31" y="0"/>
                                  </a:lnTo>
                                  <a:lnTo>
                                    <a:pt x="27" y="2"/>
                                  </a:lnTo>
                                  <a:lnTo>
                                    <a:pt x="0" y="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6"/>
                          <wps:cNvSpPr>
                            <a:spLocks/>
                          </wps:cNvSpPr>
                          <wps:spPr bwMode="auto">
                            <a:xfrm>
                              <a:off x="2216" y="2009"/>
                              <a:ext cx="41" cy="8"/>
                            </a:xfrm>
                            <a:custGeom>
                              <a:avLst/>
                              <a:gdLst>
                                <a:gd name="T0" fmla="*/ 82 w 82"/>
                                <a:gd name="T1" fmla="*/ 0 h 16"/>
                                <a:gd name="T2" fmla="*/ 76 w 82"/>
                                <a:gd name="T3" fmla="*/ 0 h 16"/>
                                <a:gd name="T4" fmla="*/ 73 w 82"/>
                                <a:gd name="T5" fmla="*/ 2 h 16"/>
                                <a:gd name="T6" fmla="*/ 60 w 82"/>
                                <a:gd name="T7" fmla="*/ 2 h 16"/>
                                <a:gd name="T8" fmla="*/ 56 w 82"/>
                                <a:gd name="T9" fmla="*/ 6 h 16"/>
                                <a:gd name="T10" fmla="*/ 47 w 82"/>
                                <a:gd name="T11" fmla="*/ 6 h 16"/>
                                <a:gd name="T12" fmla="*/ 43 w 82"/>
                                <a:gd name="T13" fmla="*/ 9 h 16"/>
                                <a:gd name="T14" fmla="*/ 27 w 82"/>
                                <a:gd name="T15" fmla="*/ 9 h 16"/>
                                <a:gd name="T16" fmla="*/ 23 w 82"/>
                                <a:gd name="T17" fmla="*/ 13 h 16"/>
                                <a:gd name="T18" fmla="*/ 9 w 82"/>
                                <a:gd name="T19" fmla="*/ 13 h 16"/>
                                <a:gd name="T20" fmla="*/ 7 w 82"/>
                                <a:gd name="T21" fmla="*/ 16 h 16"/>
                                <a:gd name="T22" fmla="*/ 0 w 82"/>
                                <a:gd name="T23"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2" h="16">
                                  <a:moveTo>
                                    <a:pt x="82" y="0"/>
                                  </a:moveTo>
                                  <a:lnTo>
                                    <a:pt x="76" y="0"/>
                                  </a:lnTo>
                                  <a:lnTo>
                                    <a:pt x="73" y="2"/>
                                  </a:lnTo>
                                  <a:lnTo>
                                    <a:pt x="60" y="2"/>
                                  </a:lnTo>
                                  <a:lnTo>
                                    <a:pt x="56" y="6"/>
                                  </a:lnTo>
                                  <a:lnTo>
                                    <a:pt x="47" y="6"/>
                                  </a:lnTo>
                                  <a:lnTo>
                                    <a:pt x="43" y="9"/>
                                  </a:lnTo>
                                  <a:lnTo>
                                    <a:pt x="27" y="9"/>
                                  </a:lnTo>
                                  <a:lnTo>
                                    <a:pt x="23" y="13"/>
                                  </a:lnTo>
                                  <a:lnTo>
                                    <a:pt x="9" y="13"/>
                                  </a:lnTo>
                                  <a:lnTo>
                                    <a:pt x="7" y="16"/>
                                  </a:lnTo>
                                  <a:lnTo>
                                    <a:pt x="0"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67"/>
                          <wps:cNvSpPr>
                            <a:spLocks/>
                          </wps:cNvSpPr>
                          <wps:spPr bwMode="auto">
                            <a:xfrm>
                              <a:off x="2177" y="2017"/>
                              <a:ext cx="39" cy="13"/>
                            </a:xfrm>
                            <a:custGeom>
                              <a:avLst/>
                              <a:gdLst>
                                <a:gd name="T0" fmla="*/ 77 w 77"/>
                                <a:gd name="T1" fmla="*/ 0 h 26"/>
                                <a:gd name="T2" fmla="*/ 73 w 77"/>
                                <a:gd name="T3" fmla="*/ 0 h 26"/>
                                <a:gd name="T4" fmla="*/ 70 w 77"/>
                                <a:gd name="T5" fmla="*/ 4 h 26"/>
                                <a:gd name="T6" fmla="*/ 64 w 77"/>
                                <a:gd name="T7" fmla="*/ 4 h 26"/>
                                <a:gd name="T8" fmla="*/ 64 w 77"/>
                                <a:gd name="T9" fmla="*/ 6 h 26"/>
                                <a:gd name="T10" fmla="*/ 57 w 77"/>
                                <a:gd name="T11" fmla="*/ 6 h 26"/>
                                <a:gd name="T12" fmla="*/ 53 w 77"/>
                                <a:gd name="T13" fmla="*/ 10 h 26"/>
                                <a:gd name="T14" fmla="*/ 46 w 77"/>
                                <a:gd name="T15" fmla="*/ 10 h 26"/>
                                <a:gd name="T16" fmla="*/ 44 w 77"/>
                                <a:gd name="T17" fmla="*/ 13 h 26"/>
                                <a:gd name="T18" fmla="*/ 33 w 77"/>
                                <a:gd name="T19" fmla="*/ 13 h 26"/>
                                <a:gd name="T20" fmla="*/ 31 w 77"/>
                                <a:gd name="T21" fmla="*/ 17 h 26"/>
                                <a:gd name="T22" fmla="*/ 24 w 77"/>
                                <a:gd name="T23" fmla="*/ 17 h 26"/>
                                <a:gd name="T24" fmla="*/ 20 w 77"/>
                                <a:gd name="T25" fmla="*/ 19 h 26"/>
                                <a:gd name="T26" fmla="*/ 13 w 77"/>
                                <a:gd name="T27" fmla="*/ 19 h 26"/>
                                <a:gd name="T28" fmla="*/ 13 w 77"/>
                                <a:gd name="T29" fmla="*/ 23 h 26"/>
                                <a:gd name="T30" fmla="*/ 7 w 77"/>
                                <a:gd name="T31" fmla="*/ 23 h 26"/>
                                <a:gd name="T32" fmla="*/ 4 w 77"/>
                                <a:gd name="T33" fmla="*/ 26 h 26"/>
                                <a:gd name="T34" fmla="*/ 0 w 77"/>
                                <a:gd name="T35" fmla="*/ 26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7" h="26">
                                  <a:moveTo>
                                    <a:pt x="77" y="0"/>
                                  </a:moveTo>
                                  <a:lnTo>
                                    <a:pt x="73" y="0"/>
                                  </a:lnTo>
                                  <a:lnTo>
                                    <a:pt x="70" y="4"/>
                                  </a:lnTo>
                                  <a:lnTo>
                                    <a:pt x="64" y="4"/>
                                  </a:lnTo>
                                  <a:lnTo>
                                    <a:pt x="64" y="6"/>
                                  </a:lnTo>
                                  <a:lnTo>
                                    <a:pt x="57" y="6"/>
                                  </a:lnTo>
                                  <a:lnTo>
                                    <a:pt x="53" y="10"/>
                                  </a:lnTo>
                                  <a:lnTo>
                                    <a:pt x="46" y="10"/>
                                  </a:lnTo>
                                  <a:lnTo>
                                    <a:pt x="44" y="13"/>
                                  </a:lnTo>
                                  <a:lnTo>
                                    <a:pt x="33" y="13"/>
                                  </a:lnTo>
                                  <a:lnTo>
                                    <a:pt x="31" y="17"/>
                                  </a:lnTo>
                                  <a:lnTo>
                                    <a:pt x="24" y="17"/>
                                  </a:lnTo>
                                  <a:lnTo>
                                    <a:pt x="20" y="19"/>
                                  </a:lnTo>
                                  <a:lnTo>
                                    <a:pt x="13" y="19"/>
                                  </a:lnTo>
                                  <a:lnTo>
                                    <a:pt x="13" y="23"/>
                                  </a:lnTo>
                                  <a:lnTo>
                                    <a:pt x="7" y="23"/>
                                  </a:lnTo>
                                  <a:lnTo>
                                    <a:pt x="4" y="26"/>
                                  </a:lnTo>
                                  <a:lnTo>
                                    <a:pt x="0" y="2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68"/>
                          <wps:cNvSpPr>
                            <a:spLocks/>
                          </wps:cNvSpPr>
                          <wps:spPr bwMode="auto">
                            <a:xfrm>
                              <a:off x="2151" y="2032"/>
                              <a:ext cx="26" cy="13"/>
                            </a:xfrm>
                            <a:custGeom>
                              <a:avLst/>
                              <a:gdLst>
                                <a:gd name="T0" fmla="*/ 53 w 53"/>
                                <a:gd name="T1" fmla="*/ 0 h 27"/>
                                <a:gd name="T2" fmla="*/ 50 w 53"/>
                                <a:gd name="T3" fmla="*/ 0 h 27"/>
                                <a:gd name="T4" fmla="*/ 50 w 53"/>
                                <a:gd name="T5" fmla="*/ 3 h 27"/>
                                <a:gd name="T6" fmla="*/ 46 w 53"/>
                                <a:gd name="T7" fmla="*/ 3 h 27"/>
                                <a:gd name="T8" fmla="*/ 40 w 53"/>
                                <a:gd name="T9" fmla="*/ 7 h 27"/>
                                <a:gd name="T10" fmla="*/ 37 w 53"/>
                                <a:gd name="T11" fmla="*/ 9 h 27"/>
                                <a:gd name="T12" fmla="*/ 30 w 53"/>
                                <a:gd name="T13" fmla="*/ 9 h 27"/>
                                <a:gd name="T14" fmla="*/ 24 w 53"/>
                                <a:gd name="T15" fmla="*/ 16 h 27"/>
                                <a:gd name="T16" fmla="*/ 17 w 53"/>
                                <a:gd name="T17" fmla="*/ 16 h 27"/>
                                <a:gd name="T18" fmla="*/ 13 w 53"/>
                                <a:gd name="T19" fmla="*/ 20 h 27"/>
                                <a:gd name="T20" fmla="*/ 6 w 53"/>
                                <a:gd name="T21" fmla="*/ 23 h 27"/>
                                <a:gd name="T22" fmla="*/ 4 w 53"/>
                                <a:gd name="T23" fmla="*/ 23 h 27"/>
                                <a:gd name="T24" fmla="*/ 4 w 53"/>
                                <a:gd name="T25" fmla="*/ 27 h 27"/>
                                <a:gd name="T26" fmla="*/ 0 w 53"/>
                                <a:gd name="T27" fmla="*/ 27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3" h="27">
                                  <a:moveTo>
                                    <a:pt x="53" y="0"/>
                                  </a:moveTo>
                                  <a:lnTo>
                                    <a:pt x="50" y="0"/>
                                  </a:lnTo>
                                  <a:lnTo>
                                    <a:pt x="50" y="3"/>
                                  </a:lnTo>
                                  <a:lnTo>
                                    <a:pt x="46" y="3"/>
                                  </a:lnTo>
                                  <a:lnTo>
                                    <a:pt x="40" y="7"/>
                                  </a:lnTo>
                                  <a:lnTo>
                                    <a:pt x="37" y="9"/>
                                  </a:lnTo>
                                  <a:lnTo>
                                    <a:pt x="30" y="9"/>
                                  </a:lnTo>
                                  <a:lnTo>
                                    <a:pt x="24" y="16"/>
                                  </a:lnTo>
                                  <a:lnTo>
                                    <a:pt x="17" y="16"/>
                                  </a:lnTo>
                                  <a:lnTo>
                                    <a:pt x="13" y="20"/>
                                  </a:lnTo>
                                  <a:lnTo>
                                    <a:pt x="6" y="23"/>
                                  </a:lnTo>
                                  <a:lnTo>
                                    <a:pt x="4" y="23"/>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9"/>
                          <wps:cNvSpPr>
                            <a:spLocks/>
                          </wps:cNvSpPr>
                          <wps:spPr bwMode="auto">
                            <a:xfrm>
                              <a:off x="2130" y="2043"/>
                              <a:ext cx="20" cy="20"/>
                            </a:xfrm>
                            <a:custGeom>
                              <a:avLst/>
                              <a:gdLst>
                                <a:gd name="T0" fmla="*/ 40 w 40"/>
                                <a:gd name="T1" fmla="*/ 0 h 39"/>
                                <a:gd name="T2" fmla="*/ 36 w 40"/>
                                <a:gd name="T3" fmla="*/ 4 h 39"/>
                                <a:gd name="T4" fmla="*/ 33 w 40"/>
                                <a:gd name="T5" fmla="*/ 4 h 39"/>
                                <a:gd name="T6" fmla="*/ 30 w 40"/>
                                <a:gd name="T7" fmla="*/ 6 h 39"/>
                                <a:gd name="T8" fmla="*/ 27 w 40"/>
                                <a:gd name="T9" fmla="*/ 6 h 39"/>
                                <a:gd name="T10" fmla="*/ 27 w 40"/>
                                <a:gd name="T11" fmla="*/ 10 h 39"/>
                                <a:gd name="T12" fmla="*/ 20 w 40"/>
                                <a:gd name="T13" fmla="*/ 17 h 39"/>
                                <a:gd name="T14" fmla="*/ 16 w 40"/>
                                <a:gd name="T15" fmla="*/ 17 h 39"/>
                                <a:gd name="T16" fmla="*/ 16 w 40"/>
                                <a:gd name="T17" fmla="*/ 20 h 39"/>
                                <a:gd name="T18" fmla="*/ 10 w 40"/>
                                <a:gd name="T19" fmla="*/ 26 h 39"/>
                                <a:gd name="T20" fmla="*/ 7 w 40"/>
                                <a:gd name="T21" fmla="*/ 26 h 39"/>
                                <a:gd name="T22" fmla="*/ 7 w 40"/>
                                <a:gd name="T23" fmla="*/ 30 h 39"/>
                                <a:gd name="T24" fmla="*/ 3 w 40"/>
                                <a:gd name="T25" fmla="*/ 33 h 39"/>
                                <a:gd name="T26" fmla="*/ 3 w 40"/>
                                <a:gd name="T27" fmla="*/ 37 h 39"/>
                                <a:gd name="T28" fmla="*/ 0 w 40"/>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39">
                                  <a:moveTo>
                                    <a:pt x="40" y="0"/>
                                  </a:moveTo>
                                  <a:lnTo>
                                    <a:pt x="36" y="4"/>
                                  </a:lnTo>
                                  <a:lnTo>
                                    <a:pt x="33" y="4"/>
                                  </a:lnTo>
                                  <a:lnTo>
                                    <a:pt x="30" y="6"/>
                                  </a:lnTo>
                                  <a:lnTo>
                                    <a:pt x="27" y="6"/>
                                  </a:lnTo>
                                  <a:lnTo>
                                    <a:pt x="27" y="10"/>
                                  </a:lnTo>
                                  <a:lnTo>
                                    <a:pt x="20" y="17"/>
                                  </a:lnTo>
                                  <a:lnTo>
                                    <a:pt x="16" y="17"/>
                                  </a:lnTo>
                                  <a:lnTo>
                                    <a:pt x="16" y="20"/>
                                  </a:lnTo>
                                  <a:lnTo>
                                    <a:pt x="10" y="26"/>
                                  </a:lnTo>
                                  <a:lnTo>
                                    <a:pt x="7" y="26"/>
                                  </a:lnTo>
                                  <a:lnTo>
                                    <a:pt x="7" y="30"/>
                                  </a:lnTo>
                                  <a:lnTo>
                                    <a:pt x="3" y="33"/>
                                  </a:lnTo>
                                  <a:lnTo>
                                    <a:pt x="3" y="37"/>
                                  </a:lnTo>
                                  <a:lnTo>
                                    <a:pt x="0" y="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70"/>
                          <wps:cNvSpPr>
                            <a:spLocks/>
                          </wps:cNvSpPr>
                          <wps:spPr bwMode="auto">
                            <a:xfrm>
                              <a:off x="2126" y="2062"/>
                              <a:ext cx="4" cy="10"/>
                            </a:xfrm>
                            <a:custGeom>
                              <a:avLst/>
                              <a:gdLst>
                                <a:gd name="T0" fmla="*/ 6 w 6"/>
                                <a:gd name="T1" fmla="*/ 0 h 20"/>
                                <a:gd name="T2" fmla="*/ 2 w 6"/>
                                <a:gd name="T3" fmla="*/ 2 h 20"/>
                                <a:gd name="T4" fmla="*/ 2 w 6"/>
                                <a:gd name="T5" fmla="*/ 6 h 20"/>
                                <a:gd name="T6" fmla="*/ 0 w 6"/>
                                <a:gd name="T7" fmla="*/ 9 h 20"/>
                                <a:gd name="T8" fmla="*/ 0 w 6"/>
                                <a:gd name="T9" fmla="*/ 20 h 20"/>
                              </a:gdLst>
                              <a:ahLst/>
                              <a:cxnLst>
                                <a:cxn ang="0">
                                  <a:pos x="T0" y="T1"/>
                                </a:cxn>
                                <a:cxn ang="0">
                                  <a:pos x="T2" y="T3"/>
                                </a:cxn>
                                <a:cxn ang="0">
                                  <a:pos x="T4" y="T5"/>
                                </a:cxn>
                                <a:cxn ang="0">
                                  <a:pos x="T6" y="T7"/>
                                </a:cxn>
                                <a:cxn ang="0">
                                  <a:pos x="T8" y="T9"/>
                                </a:cxn>
                              </a:cxnLst>
                              <a:rect l="0" t="0" r="r" b="b"/>
                              <a:pathLst>
                                <a:path w="6" h="20">
                                  <a:moveTo>
                                    <a:pt x="6" y="0"/>
                                  </a:moveTo>
                                  <a:lnTo>
                                    <a:pt x="2" y="2"/>
                                  </a:lnTo>
                                  <a:lnTo>
                                    <a:pt x="2" y="6"/>
                                  </a:lnTo>
                                  <a:lnTo>
                                    <a:pt x="0" y="9"/>
                                  </a:lnTo>
                                  <a:lnTo>
                                    <a:pt x="0"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Line 71"/>
                          <wps:cNvCnPr/>
                          <wps:spPr bwMode="auto">
                            <a:xfrm flipH="1">
                              <a:off x="2346" y="1343"/>
                              <a:ext cx="2873" cy="7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Line 72"/>
                          <wps:cNvCnPr/>
                          <wps:spPr bwMode="auto">
                            <a:xfrm flipH="1">
                              <a:off x="193" y="2112"/>
                              <a:ext cx="194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Line 73"/>
                          <wps:cNvCnPr/>
                          <wps:spPr bwMode="auto">
                            <a:xfrm>
                              <a:off x="5191" y="1315"/>
                              <a:ext cx="118" cy="1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Line 74"/>
                          <wps:cNvCnPr/>
                          <wps:spPr bwMode="auto">
                            <a:xfrm>
                              <a:off x="5261" y="1270"/>
                              <a:ext cx="228" cy="22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Line 75"/>
                          <wps:cNvCnPr/>
                          <wps:spPr bwMode="auto">
                            <a:xfrm>
                              <a:off x="5304" y="1203"/>
                              <a:ext cx="254" cy="25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Line 76"/>
                          <wps:cNvCnPr/>
                          <wps:spPr bwMode="auto">
                            <a:xfrm>
                              <a:off x="5306" y="1118"/>
                              <a:ext cx="334" cy="33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Line 77"/>
                          <wps:cNvCnPr/>
                          <wps:spPr bwMode="auto">
                            <a:xfrm>
                              <a:off x="5309" y="1319"/>
                              <a:ext cx="1" cy="20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 name="Line 78"/>
                          <wps:cNvCnPr/>
                          <wps:spPr bwMode="auto">
                            <a:xfrm>
                              <a:off x="5471" y="1480"/>
                              <a:ext cx="1" cy="20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Line 79"/>
                          <wps:cNvCnPr/>
                          <wps:spPr bwMode="auto">
                            <a:xfrm flipH="1">
                              <a:off x="2397" y="1525"/>
                              <a:ext cx="2912" cy="77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 name="Line 80"/>
                          <wps:cNvCnPr/>
                          <wps:spPr bwMode="auto">
                            <a:xfrm flipV="1">
                              <a:off x="5261" y="1203"/>
                              <a:ext cx="43" cy="6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Line 81"/>
                          <wps:cNvCnPr/>
                          <wps:spPr bwMode="auto">
                            <a:xfrm flipV="1">
                              <a:off x="5489" y="1454"/>
                              <a:ext cx="69" cy="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6" name="Line 82"/>
                          <wps:cNvCnPr/>
                          <wps:spPr bwMode="auto">
                            <a:xfrm flipV="1">
                              <a:off x="5471" y="1454"/>
                              <a:ext cx="169"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Line 83"/>
                          <wps:cNvCnPr/>
                          <wps:spPr bwMode="auto">
                            <a:xfrm flipV="1">
                              <a:off x="5191" y="1118"/>
                              <a:ext cx="115" cy="1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 name="Line 84"/>
                          <wps:cNvCnPr/>
                          <wps:spPr bwMode="auto">
                            <a:xfrm flipV="1">
                              <a:off x="5640" y="1199"/>
                              <a:ext cx="65" cy="2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Line 85"/>
                          <wps:cNvCnPr/>
                          <wps:spPr bwMode="auto">
                            <a:xfrm flipH="1">
                              <a:off x="5306" y="1055"/>
                              <a:ext cx="255" cy="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0" name="Line 86"/>
                          <wps:cNvCnPr/>
                          <wps:spPr bwMode="auto">
                            <a:xfrm>
                              <a:off x="5448" y="3537"/>
                              <a:ext cx="31" cy="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Line 87"/>
                          <wps:cNvCnPr/>
                          <wps:spPr bwMode="auto">
                            <a:xfrm>
                              <a:off x="5479" y="3569"/>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 name="Line 88"/>
                          <wps:cNvCnPr/>
                          <wps:spPr bwMode="auto">
                            <a:xfrm>
                              <a:off x="5264" y="3354"/>
                              <a:ext cx="40" cy="3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Line 89"/>
                          <wps:cNvCnPr/>
                          <wps:spPr bwMode="auto">
                            <a:xfrm>
                              <a:off x="5264" y="3354"/>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4" name="Line 90"/>
                          <wps:cNvCnPr/>
                          <wps:spPr bwMode="auto">
                            <a:xfrm>
                              <a:off x="5264" y="3557"/>
                              <a:ext cx="215" cy="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 name="Line 91"/>
                          <wps:cNvCnPr/>
                          <wps:spPr bwMode="auto">
                            <a:xfrm flipH="1" flipV="1">
                              <a:off x="5264" y="3557"/>
                              <a:ext cx="101" cy="2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6" name="Line 92"/>
                          <wps:cNvCnPr/>
                          <wps:spPr bwMode="auto">
                            <a:xfrm flipH="1">
                              <a:off x="5385" y="3772"/>
                              <a:ext cx="94" cy="8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 name="Line 93"/>
                          <wps:cNvCnPr/>
                          <wps:spPr bwMode="auto">
                            <a:xfrm flipV="1">
                              <a:off x="5423" y="3524"/>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8" name="Line 94"/>
                          <wps:cNvCnPr/>
                          <wps:spPr bwMode="auto">
                            <a:xfrm flipH="1" flipV="1">
                              <a:off x="5453" y="3524"/>
                              <a:ext cx="28"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 name="Line 95"/>
                          <wps:cNvCnPr/>
                          <wps:spPr bwMode="auto">
                            <a:xfrm flipH="1" flipV="1">
                              <a:off x="5423" y="3595"/>
                              <a:ext cx="30" cy="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0" name="Line 96"/>
                          <wps:cNvCnPr/>
                          <wps:spPr bwMode="auto">
                            <a:xfrm flipV="1">
                              <a:off x="5471" y="3536"/>
                              <a:ext cx="10" cy="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 name="Line 97"/>
                          <wps:cNvCnPr/>
                          <wps:spPr bwMode="auto">
                            <a:xfrm>
                              <a:off x="5428" y="3583"/>
                              <a:ext cx="25"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2" name="Line 98"/>
                          <wps:cNvCnPr/>
                          <wps:spPr bwMode="auto">
                            <a:xfrm>
                              <a:off x="5279" y="3451"/>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 name="Line 99"/>
                          <wps:cNvCnPr/>
                          <wps:spPr bwMode="auto">
                            <a:xfrm flipV="1">
                              <a:off x="5279" y="3380"/>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 name="Line 100"/>
                          <wps:cNvCnPr/>
                          <wps:spPr bwMode="auto">
                            <a:xfrm>
                              <a:off x="5231" y="3933"/>
                              <a:ext cx="1" cy="2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5" name="Line 101"/>
                          <wps:cNvCnPr/>
                          <wps:spPr bwMode="auto">
                            <a:xfrm>
                              <a:off x="5498" y="4009"/>
                              <a:ext cx="1"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02"/>
                          <wps:cNvCnPr/>
                          <wps:spPr bwMode="auto">
                            <a:xfrm>
                              <a:off x="5309" y="3380"/>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 name="Freeform 103"/>
                          <wps:cNvSpPr>
                            <a:spLocks/>
                          </wps:cNvSpPr>
                          <wps:spPr bwMode="auto">
                            <a:xfrm>
                              <a:off x="4150" y="1315"/>
                              <a:ext cx="184" cy="833"/>
                            </a:xfrm>
                            <a:custGeom>
                              <a:avLst/>
                              <a:gdLst>
                                <a:gd name="T0" fmla="*/ 368 w 368"/>
                                <a:gd name="T1" fmla="*/ 1665 h 1665"/>
                                <a:gd name="T2" fmla="*/ 368 w 368"/>
                                <a:gd name="T3" fmla="*/ 1555 h 1665"/>
                                <a:gd name="T4" fmla="*/ 365 w 368"/>
                                <a:gd name="T5" fmla="*/ 1502 h 1665"/>
                                <a:gd name="T6" fmla="*/ 361 w 368"/>
                                <a:gd name="T7" fmla="*/ 1449 h 1665"/>
                                <a:gd name="T8" fmla="*/ 358 w 368"/>
                                <a:gd name="T9" fmla="*/ 1396 h 1665"/>
                                <a:gd name="T10" fmla="*/ 354 w 368"/>
                                <a:gd name="T11" fmla="*/ 1340 h 1665"/>
                                <a:gd name="T12" fmla="*/ 352 w 368"/>
                                <a:gd name="T13" fmla="*/ 1287 h 1665"/>
                                <a:gd name="T14" fmla="*/ 345 w 368"/>
                                <a:gd name="T15" fmla="*/ 1236 h 1665"/>
                                <a:gd name="T16" fmla="*/ 338 w 368"/>
                                <a:gd name="T17" fmla="*/ 1182 h 1665"/>
                                <a:gd name="T18" fmla="*/ 332 w 368"/>
                                <a:gd name="T19" fmla="*/ 1129 h 1665"/>
                                <a:gd name="T20" fmla="*/ 325 w 368"/>
                                <a:gd name="T21" fmla="*/ 1076 h 1665"/>
                                <a:gd name="T22" fmla="*/ 315 w 368"/>
                                <a:gd name="T23" fmla="*/ 1023 h 1665"/>
                                <a:gd name="T24" fmla="*/ 305 w 368"/>
                                <a:gd name="T25" fmla="*/ 970 h 1665"/>
                                <a:gd name="T26" fmla="*/ 295 w 368"/>
                                <a:gd name="T27" fmla="*/ 917 h 1665"/>
                                <a:gd name="T28" fmla="*/ 285 w 368"/>
                                <a:gd name="T29" fmla="*/ 866 h 1665"/>
                                <a:gd name="T30" fmla="*/ 275 w 368"/>
                                <a:gd name="T31" fmla="*/ 813 h 1665"/>
                                <a:gd name="T32" fmla="*/ 261 w 368"/>
                                <a:gd name="T33" fmla="*/ 759 h 1665"/>
                                <a:gd name="T34" fmla="*/ 248 w 368"/>
                                <a:gd name="T35" fmla="*/ 706 h 1665"/>
                                <a:gd name="T36" fmla="*/ 235 w 368"/>
                                <a:gd name="T37" fmla="*/ 656 h 1665"/>
                                <a:gd name="T38" fmla="*/ 222 w 368"/>
                                <a:gd name="T39" fmla="*/ 603 h 1665"/>
                                <a:gd name="T40" fmla="*/ 208 w 368"/>
                                <a:gd name="T41" fmla="*/ 550 h 1665"/>
                                <a:gd name="T42" fmla="*/ 192 w 368"/>
                                <a:gd name="T43" fmla="*/ 501 h 1665"/>
                                <a:gd name="T44" fmla="*/ 175 w 368"/>
                                <a:gd name="T45" fmla="*/ 449 h 1665"/>
                                <a:gd name="T46" fmla="*/ 159 w 368"/>
                                <a:gd name="T47" fmla="*/ 399 h 1665"/>
                                <a:gd name="T48" fmla="*/ 142 w 368"/>
                                <a:gd name="T49" fmla="*/ 350 h 1665"/>
                                <a:gd name="T50" fmla="*/ 122 w 368"/>
                                <a:gd name="T51" fmla="*/ 297 h 1665"/>
                                <a:gd name="T52" fmla="*/ 106 w 368"/>
                                <a:gd name="T53" fmla="*/ 246 h 1665"/>
                                <a:gd name="T54" fmla="*/ 86 w 368"/>
                                <a:gd name="T55" fmla="*/ 197 h 1665"/>
                                <a:gd name="T56" fmla="*/ 66 w 368"/>
                                <a:gd name="T57" fmla="*/ 147 h 1665"/>
                                <a:gd name="T58" fmla="*/ 42 w 368"/>
                                <a:gd name="T59" fmla="*/ 98 h 1665"/>
                                <a:gd name="T60" fmla="*/ 22 w 368"/>
                                <a:gd name="T61" fmla="*/ 49 h 1665"/>
                                <a:gd name="T62" fmla="*/ 0 w 368"/>
                                <a:gd name="T63" fmla="*/ 0 h 1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68" h="1665">
                                  <a:moveTo>
                                    <a:pt x="368" y="1665"/>
                                  </a:moveTo>
                                  <a:lnTo>
                                    <a:pt x="368" y="1555"/>
                                  </a:lnTo>
                                  <a:lnTo>
                                    <a:pt x="365" y="1502"/>
                                  </a:lnTo>
                                  <a:lnTo>
                                    <a:pt x="361" y="1449"/>
                                  </a:lnTo>
                                  <a:lnTo>
                                    <a:pt x="358" y="1396"/>
                                  </a:lnTo>
                                  <a:lnTo>
                                    <a:pt x="354" y="1340"/>
                                  </a:lnTo>
                                  <a:lnTo>
                                    <a:pt x="352" y="1287"/>
                                  </a:lnTo>
                                  <a:lnTo>
                                    <a:pt x="345" y="1236"/>
                                  </a:lnTo>
                                  <a:lnTo>
                                    <a:pt x="338" y="1182"/>
                                  </a:lnTo>
                                  <a:lnTo>
                                    <a:pt x="332" y="1129"/>
                                  </a:lnTo>
                                  <a:lnTo>
                                    <a:pt x="325" y="1076"/>
                                  </a:lnTo>
                                  <a:lnTo>
                                    <a:pt x="315" y="1023"/>
                                  </a:lnTo>
                                  <a:lnTo>
                                    <a:pt x="305" y="970"/>
                                  </a:lnTo>
                                  <a:lnTo>
                                    <a:pt x="295" y="917"/>
                                  </a:lnTo>
                                  <a:lnTo>
                                    <a:pt x="285" y="866"/>
                                  </a:lnTo>
                                  <a:lnTo>
                                    <a:pt x="275" y="813"/>
                                  </a:lnTo>
                                  <a:lnTo>
                                    <a:pt x="261" y="759"/>
                                  </a:lnTo>
                                  <a:lnTo>
                                    <a:pt x="248" y="706"/>
                                  </a:lnTo>
                                  <a:lnTo>
                                    <a:pt x="235" y="656"/>
                                  </a:lnTo>
                                  <a:lnTo>
                                    <a:pt x="222" y="603"/>
                                  </a:lnTo>
                                  <a:lnTo>
                                    <a:pt x="208" y="550"/>
                                  </a:lnTo>
                                  <a:lnTo>
                                    <a:pt x="192" y="501"/>
                                  </a:lnTo>
                                  <a:lnTo>
                                    <a:pt x="175" y="449"/>
                                  </a:lnTo>
                                  <a:lnTo>
                                    <a:pt x="159" y="399"/>
                                  </a:lnTo>
                                  <a:lnTo>
                                    <a:pt x="142" y="350"/>
                                  </a:lnTo>
                                  <a:lnTo>
                                    <a:pt x="122" y="297"/>
                                  </a:lnTo>
                                  <a:lnTo>
                                    <a:pt x="106" y="246"/>
                                  </a:lnTo>
                                  <a:lnTo>
                                    <a:pt x="86" y="197"/>
                                  </a:lnTo>
                                  <a:lnTo>
                                    <a:pt x="66" y="147"/>
                                  </a:lnTo>
                                  <a:lnTo>
                                    <a:pt x="42" y="98"/>
                                  </a:lnTo>
                                  <a:lnTo>
                                    <a:pt x="22" y="49"/>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104"/>
                          <wps:cNvSpPr>
                            <a:spLocks/>
                          </wps:cNvSpPr>
                          <wps:spPr bwMode="auto">
                            <a:xfrm>
                              <a:off x="4278" y="2045"/>
                              <a:ext cx="99" cy="103"/>
                            </a:xfrm>
                            <a:custGeom>
                              <a:avLst/>
                              <a:gdLst>
                                <a:gd name="T0" fmla="*/ 0 w 198"/>
                                <a:gd name="T1" fmla="*/ 16 h 205"/>
                                <a:gd name="T2" fmla="*/ 113 w 198"/>
                                <a:gd name="T3" fmla="*/ 205 h 205"/>
                                <a:gd name="T4" fmla="*/ 198 w 198"/>
                                <a:gd name="T5" fmla="*/ 0 h 205"/>
                                <a:gd name="T6" fmla="*/ 106 w 198"/>
                                <a:gd name="T7" fmla="*/ 106 h 205"/>
                                <a:gd name="T8" fmla="*/ 0 w 198"/>
                                <a:gd name="T9" fmla="*/ 16 h 205"/>
                              </a:gdLst>
                              <a:ahLst/>
                              <a:cxnLst>
                                <a:cxn ang="0">
                                  <a:pos x="T0" y="T1"/>
                                </a:cxn>
                                <a:cxn ang="0">
                                  <a:pos x="T2" y="T3"/>
                                </a:cxn>
                                <a:cxn ang="0">
                                  <a:pos x="T4" y="T5"/>
                                </a:cxn>
                                <a:cxn ang="0">
                                  <a:pos x="T6" y="T7"/>
                                </a:cxn>
                                <a:cxn ang="0">
                                  <a:pos x="T8" y="T9"/>
                                </a:cxn>
                              </a:cxnLst>
                              <a:rect l="0" t="0" r="r" b="b"/>
                              <a:pathLst>
                                <a:path w="198" h="205">
                                  <a:moveTo>
                                    <a:pt x="0" y="16"/>
                                  </a:moveTo>
                                  <a:lnTo>
                                    <a:pt x="113" y="205"/>
                                  </a:lnTo>
                                  <a:lnTo>
                                    <a:pt x="198" y="0"/>
                                  </a:lnTo>
                                  <a:lnTo>
                                    <a:pt x="106" y="106"/>
                                  </a:lnTo>
                                  <a:lnTo>
                                    <a:pt x="0"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09" name="Freeform 105"/>
                          <wps:cNvSpPr>
                            <a:spLocks/>
                          </wps:cNvSpPr>
                          <wps:spPr bwMode="auto">
                            <a:xfrm>
                              <a:off x="4140" y="1315"/>
                              <a:ext cx="93" cy="110"/>
                            </a:xfrm>
                            <a:custGeom>
                              <a:avLst/>
                              <a:gdLst>
                                <a:gd name="T0" fmla="*/ 0 w 186"/>
                                <a:gd name="T1" fmla="*/ 220 h 220"/>
                                <a:gd name="T2" fmla="*/ 20 w 186"/>
                                <a:gd name="T3" fmla="*/ 0 h 220"/>
                                <a:gd name="T4" fmla="*/ 186 w 186"/>
                                <a:gd name="T5" fmla="*/ 151 h 220"/>
                                <a:gd name="T6" fmla="*/ 55 w 186"/>
                                <a:gd name="T7" fmla="*/ 91 h 220"/>
                                <a:gd name="T8" fmla="*/ 0 w 186"/>
                                <a:gd name="T9" fmla="*/ 220 h 220"/>
                              </a:gdLst>
                              <a:ahLst/>
                              <a:cxnLst>
                                <a:cxn ang="0">
                                  <a:pos x="T0" y="T1"/>
                                </a:cxn>
                                <a:cxn ang="0">
                                  <a:pos x="T2" y="T3"/>
                                </a:cxn>
                                <a:cxn ang="0">
                                  <a:pos x="T4" y="T5"/>
                                </a:cxn>
                                <a:cxn ang="0">
                                  <a:pos x="T6" y="T7"/>
                                </a:cxn>
                                <a:cxn ang="0">
                                  <a:pos x="T8" y="T9"/>
                                </a:cxn>
                              </a:cxnLst>
                              <a:rect l="0" t="0" r="r" b="b"/>
                              <a:pathLst>
                                <a:path w="186" h="220">
                                  <a:moveTo>
                                    <a:pt x="0" y="220"/>
                                  </a:moveTo>
                                  <a:lnTo>
                                    <a:pt x="20" y="0"/>
                                  </a:lnTo>
                                  <a:lnTo>
                                    <a:pt x="186" y="151"/>
                                  </a:lnTo>
                                  <a:lnTo>
                                    <a:pt x="55" y="91"/>
                                  </a:lnTo>
                                  <a:lnTo>
                                    <a:pt x="0" y="22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0" name="Line 106"/>
                          <wps:cNvCnPr/>
                          <wps:spPr bwMode="auto">
                            <a:xfrm flipV="1">
                              <a:off x="5320" y="2007"/>
                              <a:ext cx="1379" cy="137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1" name="Line 107"/>
                          <wps:cNvCnPr/>
                          <wps:spPr bwMode="auto">
                            <a:xfrm flipH="1">
                              <a:off x="2977" y="2148"/>
                              <a:ext cx="3780"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2" name="Line 108"/>
                          <wps:cNvCnPr/>
                          <wps:spPr bwMode="auto">
                            <a:xfrm flipH="1">
                              <a:off x="908" y="3380"/>
                              <a:ext cx="4412"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3" name="Line 109"/>
                          <wps:cNvCnPr/>
                          <wps:spPr bwMode="auto">
                            <a:xfrm flipV="1">
                              <a:off x="968" y="2303"/>
                              <a:ext cx="1221" cy="1217"/>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4" name="Line 110"/>
                          <wps:cNvCnPr/>
                          <wps:spPr bwMode="auto">
                            <a:xfrm flipV="1">
                              <a:off x="2346" y="7"/>
                              <a:ext cx="1" cy="2108"/>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5" name="Line 111"/>
                          <wps:cNvCnPr/>
                          <wps:spPr bwMode="auto">
                            <a:xfrm>
                              <a:off x="2146" y="205"/>
                              <a:ext cx="4616"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6" name="Line 112"/>
                          <wps:cNvCnPr/>
                          <wps:spPr bwMode="auto">
                            <a:xfrm flipV="1">
                              <a:off x="6558" y="1"/>
                              <a:ext cx="1" cy="234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7" name="Line 113"/>
                          <wps:cNvCnPr/>
                          <wps:spPr bwMode="auto">
                            <a:xfrm>
                              <a:off x="2592" y="2250"/>
                              <a:ext cx="2728" cy="113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8" name="Line 114"/>
                          <wps:cNvCnPr/>
                          <wps:spPr bwMode="auto">
                            <a:xfrm flipV="1">
                              <a:off x="2536" y="205"/>
                              <a:ext cx="4022" cy="1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19" name="Line 115"/>
                          <wps:cNvCnPr/>
                          <wps:spPr bwMode="auto">
                            <a:xfrm>
                              <a:off x="2183" y="1893"/>
                              <a:ext cx="166" cy="61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120" name="Freeform 116"/>
                          <wps:cNvSpPr>
                            <a:spLocks/>
                          </wps:cNvSpPr>
                          <wps:spPr bwMode="auto">
                            <a:xfrm>
                              <a:off x="5300" y="1424"/>
                              <a:ext cx="1" cy="1"/>
                            </a:xfrm>
                            <a:custGeom>
                              <a:avLst/>
                              <a:gdLst>
                                <a:gd name="T0" fmla="*/ 0 w 1"/>
                                <a:gd name="T1" fmla="*/ 0 h 2"/>
                                <a:gd name="T2" fmla="*/ 1 w 1"/>
                                <a:gd name="T3" fmla="*/ 2 h 2"/>
                                <a:gd name="T4" fmla="*/ 0 w 1"/>
                                <a:gd name="T5" fmla="*/ 0 h 2"/>
                              </a:gdLst>
                              <a:ahLst/>
                              <a:cxnLst>
                                <a:cxn ang="0">
                                  <a:pos x="T0" y="T1"/>
                                </a:cxn>
                                <a:cxn ang="0">
                                  <a:pos x="T2" y="T3"/>
                                </a:cxn>
                                <a:cxn ang="0">
                                  <a:pos x="T4" y="T5"/>
                                </a:cxn>
                              </a:cxnLst>
                              <a:rect l="0" t="0" r="r" b="b"/>
                              <a:pathLst>
                                <a:path w="1" h="2">
                                  <a:moveTo>
                                    <a:pt x="0" y="0"/>
                                  </a:moveTo>
                                  <a:lnTo>
                                    <a:pt x="1" y="2"/>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21" name="Freeform 117"/>
                          <wps:cNvSpPr>
                            <a:spLocks/>
                          </wps:cNvSpPr>
                          <wps:spPr bwMode="auto">
                            <a:xfrm>
                              <a:off x="2370" y="2207"/>
                              <a:ext cx="1" cy="1"/>
                            </a:xfrm>
                            <a:custGeom>
                              <a:avLst/>
                              <a:gdLst>
                                <a:gd name="T0" fmla="*/ 1 h 1"/>
                                <a:gd name="T1" fmla="*/ 0 h 1"/>
                                <a:gd name="T2" fmla="*/ 1 h 1"/>
                              </a:gdLst>
                              <a:ahLst/>
                              <a:cxnLst>
                                <a:cxn ang="0">
                                  <a:pos x="0" y="T0"/>
                                </a:cxn>
                                <a:cxn ang="0">
                                  <a:pos x="0" y="T1"/>
                                </a:cxn>
                                <a:cxn ang="0">
                                  <a:pos x="0" y="T2"/>
                                </a:cxn>
                              </a:cxnLst>
                              <a:rect l="0" t="0" r="r" b="b"/>
                              <a:pathLst>
                                <a:path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22" name="Line 118"/>
                          <wps:cNvCnPr/>
                          <wps:spPr bwMode="auto">
                            <a:xfrm flipH="1">
                              <a:off x="5295" y="142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3" name="Line 119"/>
                          <wps:cNvCnPr/>
                          <wps:spPr bwMode="auto">
                            <a:xfrm flipH="1">
                              <a:off x="5285" y="14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 name="Line 120"/>
                          <wps:cNvCnPr/>
                          <wps:spPr bwMode="auto">
                            <a:xfrm flipH="1">
                              <a:off x="5275" y="142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5" name="Line 121"/>
                          <wps:cNvCnPr/>
                          <wps:spPr bwMode="auto">
                            <a:xfrm flipH="1">
                              <a:off x="5264" y="14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 name="Line 122"/>
                          <wps:cNvCnPr/>
                          <wps:spPr bwMode="auto">
                            <a:xfrm flipH="1">
                              <a:off x="5254" y="143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7" name="Line 123"/>
                          <wps:cNvCnPr/>
                          <wps:spPr bwMode="auto">
                            <a:xfrm flipH="1">
                              <a:off x="5244" y="143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 name="Line 124"/>
                          <wps:cNvCnPr/>
                          <wps:spPr bwMode="auto">
                            <a:xfrm flipH="1">
                              <a:off x="5233" y="144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9" name="Line 125"/>
                          <wps:cNvCnPr/>
                          <wps:spPr bwMode="auto">
                            <a:xfrm flipH="1">
                              <a:off x="5223" y="14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 name="Line 126"/>
                          <wps:cNvCnPr/>
                          <wps:spPr bwMode="auto">
                            <a:xfrm flipH="1">
                              <a:off x="5213" y="14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1" name="Line 127"/>
                          <wps:cNvCnPr/>
                          <wps:spPr bwMode="auto">
                            <a:xfrm flipH="1">
                              <a:off x="5203" y="1449"/>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 name="Line 128"/>
                          <wps:cNvCnPr/>
                          <wps:spPr bwMode="auto">
                            <a:xfrm flipH="1">
                              <a:off x="5192" y="145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 name="Line 129"/>
                          <wps:cNvCnPr/>
                          <wps:spPr bwMode="auto">
                            <a:xfrm flipH="1">
                              <a:off x="5182" y="145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4" name="Line 130"/>
                          <wps:cNvCnPr/>
                          <wps:spPr bwMode="auto">
                            <a:xfrm flipH="1">
                              <a:off x="5172" y="14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5" name="Line 131"/>
                          <wps:cNvCnPr/>
                          <wps:spPr bwMode="auto">
                            <a:xfrm flipH="1">
                              <a:off x="5162" y="14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6" name="Line 132"/>
                          <wps:cNvCnPr/>
                          <wps:spPr bwMode="auto">
                            <a:xfrm flipH="1">
                              <a:off x="5151" y="146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7" name="Line 133"/>
                          <wps:cNvCnPr/>
                          <wps:spPr bwMode="auto">
                            <a:xfrm flipH="1">
                              <a:off x="5141" y="146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4"/>
                          <wps:cNvCnPr/>
                          <wps:spPr bwMode="auto">
                            <a:xfrm flipH="1">
                              <a:off x="5131" y="14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5"/>
                          <wps:cNvCnPr/>
                          <wps:spPr bwMode="auto">
                            <a:xfrm flipH="1">
                              <a:off x="5120" y="147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0" name="Line 136"/>
                          <wps:cNvCnPr/>
                          <wps:spPr bwMode="auto">
                            <a:xfrm flipH="1">
                              <a:off x="5110" y="147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1" name="Line 137"/>
                          <wps:cNvCnPr/>
                          <wps:spPr bwMode="auto">
                            <a:xfrm flipH="1">
                              <a:off x="5100" y="147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 name="Line 138"/>
                          <wps:cNvCnPr/>
                          <wps:spPr bwMode="auto">
                            <a:xfrm flipH="1">
                              <a:off x="5090" y="147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3" name="Line 139"/>
                          <wps:cNvCnPr/>
                          <wps:spPr bwMode="auto">
                            <a:xfrm flipH="1">
                              <a:off x="5079" y="148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4" name="Line 140"/>
                          <wps:cNvCnPr/>
                          <wps:spPr bwMode="auto">
                            <a:xfrm flipH="1">
                              <a:off x="5069" y="148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5" name="Line 141"/>
                          <wps:cNvCnPr/>
                          <wps:spPr bwMode="auto">
                            <a:xfrm flipH="1">
                              <a:off x="5059" y="148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6" name="Line 142"/>
                          <wps:cNvCnPr/>
                          <wps:spPr bwMode="auto">
                            <a:xfrm flipH="1">
                              <a:off x="5049" y="149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7" name="Line 143"/>
                          <wps:cNvCnPr/>
                          <wps:spPr bwMode="auto">
                            <a:xfrm flipH="1">
                              <a:off x="5038" y="149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8" name="Line 144"/>
                          <wps:cNvCnPr/>
                          <wps:spPr bwMode="auto">
                            <a:xfrm flipH="1">
                              <a:off x="5028" y="14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9" name="Line 145"/>
                          <wps:cNvCnPr/>
                          <wps:spPr bwMode="auto">
                            <a:xfrm flipH="1">
                              <a:off x="5018" y="14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0" name="Line 146"/>
                          <wps:cNvCnPr/>
                          <wps:spPr bwMode="auto">
                            <a:xfrm flipH="1">
                              <a:off x="5007" y="1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1" name="Line 147"/>
                          <wps:cNvCnPr/>
                          <wps:spPr bwMode="auto">
                            <a:xfrm flipH="1">
                              <a:off x="4998" y="15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2" name="Line 148"/>
                          <wps:cNvCnPr/>
                          <wps:spPr bwMode="auto">
                            <a:xfrm flipH="1">
                              <a:off x="4987" y="15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3" name="Line 149"/>
                          <wps:cNvCnPr/>
                          <wps:spPr bwMode="auto">
                            <a:xfrm flipH="1">
                              <a:off x="4977" y="150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4" name="Line 150"/>
                          <wps:cNvCnPr/>
                          <wps:spPr bwMode="auto">
                            <a:xfrm flipH="1">
                              <a:off x="4966" y="151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5" name="Line 151"/>
                          <wps:cNvCnPr/>
                          <wps:spPr bwMode="auto">
                            <a:xfrm flipH="1">
                              <a:off x="4956" y="151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6" name="Line 152"/>
                          <wps:cNvCnPr/>
                          <wps:spPr bwMode="auto">
                            <a:xfrm flipH="1">
                              <a:off x="4946" y="15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7" name="Line 153"/>
                          <wps:cNvCnPr/>
                          <wps:spPr bwMode="auto">
                            <a:xfrm flipH="1">
                              <a:off x="4936" y="15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8" name="Line 154"/>
                          <wps:cNvCnPr/>
                          <wps:spPr bwMode="auto">
                            <a:xfrm flipH="1">
                              <a:off x="4925" y="15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9" name="Line 155"/>
                          <wps:cNvCnPr/>
                          <wps:spPr bwMode="auto">
                            <a:xfrm flipH="1">
                              <a:off x="4915" y="152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 name="Line 156"/>
                          <wps:cNvCnPr/>
                          <wps:spPr bwMode="auto">
                            <a:xfrm flipH="1">
                              <a:off x="4905" y="152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 name="Line 157"/>
                          <wps:cNvCnPr/>
                          <wps:spPr bwMode="auto">
                            <a:xfrm flipH="1">
                              <a:off x="4895" y="153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 name="Line 158"/>
                          <wps:cNvCnPr/>
                          <wps:spPr bwMode="auto">
                            <a:xfrm flipH="1">
                              <a:off x="4885" y="15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 name="Line 159"/>
                          <wps:cNvCnPr/>
                          <wps:spPr bwMode="auto">
                            <a:xfrm flipH="1">
                              <a:off x="4874" y="153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 name="Line 160"/>
                          <wps:cNvCnPr/>
                          <wps:spPr bwMode="auto">
                            <a:xfrm flipH="1">
                              <a:off x="4864" y="153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 name="Line 161"/>
                          <wps:cNvCnPr/>
                          <wps:spPr bwMode="auto">
                            <a:xfrm flipH="1">
                              <a:off x="4853" y="154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 name="Line 162"/>
                          <wps:cNvCnPr/>
                          <wps:spPr bwMode="auto">
                            <a:xfrm flipH="1">
                              <a:off x="4843" y="154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 name="Line 163"/>
                          <wps:cNvCnPr/>
                          <wps:spPr bwMode="auto">
                            <a:xfrm flipH="1">
                              <a:off x="4833" y="15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 name="Line 164"/>
                          <wps:cNvCnPr/>
                          <wps:spPr bwMode="auto">
                            <a:xfrm flipH="1">
                              <a:off x="4823" y="15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 name="Line 165"/>
                          <wps:cNvCnPr/>
                          <wps:spPr bwMode="auto">
                            <a:xfrm flipH="1">
                              <a:off x="4812" y="15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 name="Line 166"/>
                          <wps:cNvCnPr/>
                          <wps:spPr bwMode="auto">
                            <a:xfrm flipH="1">
                              <a:off x="4802" y="155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 name="Line 167"/>
                          <wps:cNvCnPr/>
                          <wps:spPr bwMode="auto">
                            <a:xfrm flipH="1">
                              <a:off x="4792" y="15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 name="Line 168"/>
                          <wps:cNvCnPr/>
                          <wps:spPr bwMode="auto">
                            <a:xfrm flipH="1">
                              <a:off x="4782" y="156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3" name="Line 169"/>
                          <wps:cNvCnPr/>
                          <wps:spPr bwMode="auto">
                            <a:xfrm flipH="1">
                              <a:off x="4772" y="156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 name="Line 170"/>
                          <wps:cNvCnPr/>
                          <wps:spPr bwMode="auto">
                            <a:xfrm flipH="1">
                              <a:off x="4761" y="15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5" name="Line 171"/>
                          <wps:cNvCnPr/>
                          <wps:spPr bwMode="auto">
                            <a:xfrm flipH="1">
                              <a:off x="4751" y="15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 name="Line 172"/>
                          <wps:cNvCnPr/>
                          <wps:spPr bwMode="auto">
                            <a:xfrm flipH="1">
                              <a:off x="4740" y="157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 name="Line 173"/>
                          <wps:cNvCnPr/>
                          <wps:spPr bwMode="auto">
                            <a:xfrm flipH="1">
                              <a:off x="4730" y="157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 name="Line 174"/>
                          <wps:cNvCnPr/>
                          <wps:spPr bwMode="auto">
                            <a:xfrm flipH="1">
                              <a:off x="4720" y="157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 name="Line 175"/>
                          <wps:cNvCnPr/>
                          <wps:spPr bwMode="auto">
                            <a:xfrm flipH="1">
                              <a:off x="4710" y="15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 name="Line 176"/>
                          <wps:cNvCnPr/>
                          <wps:spPr bwMode="auto">
                            <a:xfrm flipH="1">
                              <a:off x="4699" y="15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 name="Line 177"/>
                          <wps:cNvCnPr/>
                          <wps:spPr bwMode="auto">
                            <a:xfrm flipH="1">
                              <a:off x="4689" y="1586"/>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 name="Line 178"/>
                          <wps:cNvCnPr/>
                          <wps:spPr bwMode="auto">
                            <a:xfrm flipH="1">
                              <a:off x="4679" y="158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 name="Line 179"/>
                          <wps:cNvCnPr/>
                          <wps:spPr bwMode="auto">
                            <a:xfrm flipH="1">
                              <a:off x="4669" y="1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 name="Line 180"/>
                          <wps:cNvCnPr/>
                          <wps:spPr bwMode="auto">
                            <a:xfrm flipH="1">
                              <a:off x="4659" y="159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5" name="Line 181"/>
                          <wps:cNvCnPr/>
                          <wps:spPr bwMode="auto">
                            <a:xfrm flipH="1">
                              <a:off x="4648" y="159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 name="Line 182"/>
                          <wps:cNvCnPr/>
                          <wps:spPr bwMode="auto">
                            <a:xfrm flipH="1">
                              <a:off x="4638" y="16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7" name="Line 183"/>
                          <wps:cNvCnPr/>
                          <wps:spPr bwMode="auto">
                            <a:xfrm flipH="1">
                              <a:off x="4627" y="16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 name="Line 184"/>
                          <wps:cNvCnPr/>
                          <wps:spPr bwMode="auto">
                            <a:xfrm flipH="1">
                              <a:off x="4617" y="16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 name="Line 185"/>
                          <wps:cNvCnPr/>
                          <wps:spPr bwMode="auto">
                            <a:xfrm flipH="1">
                              <a:off x="4607" y="160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0" name="Line 186"/>
                          <wps:cNvCnPr/>
                          <wps:spPr bwMode="auto">
                            <a:xfrm flipH="1">
                              <a:off x="4597" y="161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1" name="Line 187"/>
                          <wps:cNvCnPr/>
                          <wps:spPr bwMode="auto">
                            <a:xfrm flipH="1">
                              <a:off x="4586" y="161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 name="Line 188"/>
                          <wps:cNvCnPr/>
                          <wps:spPr bwMode="auto">
                            <a:xfrm flipH="1">
                              <a:off x="4576" y="16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3" name="Line 189"/>
                          <wps:cNvCnPr/>
                          <wps:spPr bwMode="auto">
                            <a:xfrm flipH="1">
                              <a:off x="4566" y="161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4" name="Line 190"/>
                          <wps:cNvCnPr/>
                          <wps:spPr bwMode="auto">
                            <a:xfrm flipH="1">
                              <a:off x="4556" y="16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5" name="Line 191"/>
                          <wps:cNvCnPr/>
                          <wps:spPr bwMode="auto">
                            <a:xfrm flipH="1">
                              <a:off x="4546" y="162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 name="Line 192"/>
                          <wps:cNvCnPr/>
                          <wps:spPr bwMode="auto">
                            <a:xfrm flipH="1">
                              <a:off x="4535" y="162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7" name="Line 193"/>
                          <wps:cNvCnPr/>
                          <wps:spPr bwMode="auto">
                            <a:xfrm flipH="1">
                              <a:off x="4525" y="16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8" name="Line 194"/>
                          <wps:cNvCnPr/>
                          <wps:spPr bwMode="auto">
                            <a:xfrm flipH="1">
                              <a:off x="4514" y="163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9" name="Line 195"/>
                          <wps:cNvCnPr/>
                          <wps:spPr bwMode="auto">
                            <a:xfrm flipH="1">
                              <a:off x="4504" y="16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 name="Line 196"/>
                          <wps:cNvCnPr/>
                          <wps:spPr bwMode="auto">
                            <a:xfrm flipH="1">
                              <a:off x="4494" y="163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 name="Line 197"/>
                          <wps:cNvCnPr/>
                          <wps:spPr bwMode="auto">
                            <a:xfrm flipH="1">
                              <a:off x="4484" y="16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2" name="Line 198"/>
                          <wps:cNvCnPr/>
                          <wps:spPr bwMode="auto">
                            <a:xfrm flipH="1">
                              <a:off x="4473" y="164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3" name="Line 199"/>
                          <wps:cNvCnPr/>
                          <wps:spPr bwMode="auto">
                            <a:xfrm flipH="1">
                              <a:off x="4463" y="164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 name="Line 200"/>
                          <wps:cNvCnPr/>
                          <wps:spPr bwMode="auto">
                            <a:xfrm flipH="1">
                              <a:off x="4453" y="16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5" name="Line 201"/>
                          <wps:cNvCnPr/>
                          <wps:spPr bwMode="auto">
                            <a:xfrm flipH="1">
                              <a:off x="4443" y="165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6" name="Line 202"/>
                          <wps:cNvCnPr/>
                          <wps:spPr bwMode="auto">
                            <a:xfrm flipH="1">
                              <a:off x="4433" y="165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 name="Line 203"/>
                          <wps:cNvCnPr/>
                          <wps:spPr bwMode="auto">
                            <a:xfrm flipH="1">
                              <a:off x="4422" y="16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8" name="Line 204"/>
                          <wps:cNvCnPr/>
                          <wps:spPr bwMode="auto">
                            <a:xfrm flipH="1">
                              <a:off x="4412" y="16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209" name="Group 205"/>
                        <wpg:cNvGrpSpPr>
                          <a:grpSpLocks/>
                        </wpg:cNvGrpSpPr>
                        <wpg:grpSpPr bwMode="auto">
                          <a:xfrm>
                            <a:off x="1504950" y="888365"/>
                            <a:ext cx="1918335" cy="513080"/>
                            <a:chOff x="2370" y="1399"/>
                            <a:chExt cx="3021" cy="808"/>
                          </a:xfrm>
                        </wpg:grpSpPr>
                        <wps:wsp>
                          <wps:cNvPr id="210" name="Line 206"/>
                          <wps:cNvCnPr/>
                          <wps:spPr bwMode="auto">
                            <a:xfrm flipH="1">
                              <a:off x="4401" y="16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 name="Line 207"/>
                          <wps:cNvCnPr/>
                          <wps:spPr bwMode="auto">
                            <a:xfrm flipH="1">
                              <a:off x="4392" y="166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 name="Line 208"/>
                          <wps:cNvCnPr/>
                          <wps:spPr bwMode="auto">
                            <a:xfrm flipH="1">
                              <a:off x="4381" y="16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 name="Line 209"/>
                          <wps:cNvCnPr/>
                          <wps:spPr bwMode="auto">
                            <a:xfrm flipH="1">
                              <a:off x="4371" y="167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 name="Line 210"/>
                          <wps:cNvCnPr/>
                          <wps:spPr bwMode="auto">
                            <a:xfrm flipH="1">
                              <a:off x="4360" y="167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 name="Line 211"/>
                          <wps:cNvCnPr/>
                          <wps:spPr bwMode="auto">
                            <a:xfrm flipH="1">
                              <a:off x="4350" y="167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 name="Line 212"/>
                          <wps:cNvCnPr/>
                          <wps:spPr bwMode="auto">
                            <a:xfrm flipH="1">
                              <a:off x="4340" y="16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 name="Line 213"/>
                          <wps:cNvCnPr/>
                          <wps:spPr bwMode="auto">
                            <a:xfrm flipH="1">
                              <a:off x="4330" y="16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 name="Line 214"/>
                          <wps:cNvCnPr/>
                          <wps:spPr bwMode="auto">
                            <a:xfrm flipH="1">
                              <a:off x="4320" y="16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 name="Line 215"/>
                          <wps:cNvCnPr/>
                          <wps:spPr bwMode="auto">
                            <a:xfrm flipH="1">
                              <a:off x="4309" y="168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 name="Line 216"/>
                          <wps:cNvCnPr/>
                          <wps:spPr bwMode="auto">
                            <a:xfrm flipH="1">
                              <a:off x="4299" y="16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 name="Line 217"/>
                          <wps:cNvCnPr/>
                          <wps:spPr bwMode="auto">
                            <a:xfrm flipH="1">
                              <a:off x="4289" y="16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 name="Line 218"/>
                          <wps:cNvCnPr/>
                          <wps:spPr bwMode="auto">
                            <a:xfrm flipH="1">
                              <a:off x="4279" y="1696"/>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3" name="Line 219"/>
                          <wps:cNvCnPr/>
                          <wps:spPr bwMode="auto">
                            <a:xfrm flipH="1">
                              <a:off x="4268" y="169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4" name="Line 220"/>
                          <wps:cNvCnPr/>
                          <wps:spPr bwMode="auto">
                            <a:xfrm flipH="1">
                              <a:off x="4258" y="17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5" name="Line 221"/>
                          <wps:cNvCnPr/>
                          <wps:spPr bwMode="auto">
                            <a:xfrm flipH="1">
                              <a:off x="4247" y="170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2"/>
                          <wps:cNvCnPr/>
                          <wps:spPr bwMode="auto">
                            <a:xfrm flipH="1">
                              <a:off x="4237" y="170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7" name="Line 223"/>
                          <wps:cNvCnPr/>
                          <wps:spPr bwMode="auto">
                            <a:xfrm flipH="1">
                              <a:off x="4227" y="171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8" name="Line 224"/>
                          <wps:cNvCnPr/>
                          <wps:spPr bwMode="auto">
                            <a:xfrm flipH="1">
                              <a:off x="4217" y="171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9" name="Line 225"/>
                          <wps:cNvCnPr/>
                          <wps:spPr bwMode="auto">
                            <a:xfrm flipH="1">
                              <a:off x="4207" y="171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0" name="Line 226"/>
                          <wps:cNvCnPr/>
                          <wps:spPr bwMode="auto">
                            <a:xfrm flipH="1">
                              <a:off x="4196" y="17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1" name="Line 227"/>
                          <wps:cNvCnPr/>
                          <wps:spPr bwMode="auto">
                            <a:xfrm flipH="1">
                              <a:off x="4186" y="17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2" name="Line 228"/>
                          <wps:cNvCnPr/>
                          <wps:spPr bwMode="auto">
                            <a:xfrm flipH="1">
                              <a:off x="4176" y="17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3" name="Line 229"/>
                          <wps:cNvCnPr/>
                          <wps:spPr bwMode="auto">
                            <a:xfrm flipH="1">
                              <a:off x="4166" y="172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0"/>
                          <wps:cNvCnPr/>
                          <wps:spPr bwMode="auto">
                            <a:xfrm flipH="1">
                              <a:off x="4155" y="172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5" name="Line 231"/>
                          <wps:cNvCnPr/>
                          <wps:spPr bwMode="auto">
                            <a:xfrm flipH="1">
                              <a:off x="4145" y="17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2"/>
                          <wps:cNvCnPr/>
                          <wps:spPr bwMode="auto">
                            <a:xfrm flipH="1">
                              <a:off x="4134" y="173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3"/>
                          <wps:cNvCnPr/>
                          <wps:spPr bwMode="auto">
                            <a:xfrm flipH="1">
                              <a:off x="4124" y="173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8" name="Line 234"/>
                          <wps:cNvCnPr/>
                          <wps:spPr bwMode="auto">
                            <a:xfrm flipH="1">
                              <a:off x="4114" y="174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5"/>
                          <wps:cNvCnPr/>
                          <wps:spPr bwMode="auto">
                            <a:xfrm flipH="1">
                              <a:off x="4104" y="174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0" name="Line 236"/>
                          <wps:cNvCnPr/>
                          <wps:spPr bwMode="auto">
                            <a:xfrm flipH="1">
                              <a:off x="4094" y="174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1" name="Line 237"/>
                          <wps:cNvCnPr/>
                          <wps:spPr bwMode="auto">
                            <a:xfrm flipH="1">
                              <a:off x="4083" y="174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2" name="Line 238"/>
                          <wps:cNvCnPr/>
                          <wps:spPr bwMode="auto">
                            <a:xfrm flipH="1">
                              <a:off x="4073" y="17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3" name="Line 239"/>
                          <wps:cNvCnPr/>
                          <wps:spPr bwMode="auto">
                            <a:xfrm flipH="1">
                              <a:off x="4063" y="17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4" name="Line 240"/>
                          <wps:cNvCnPr/>
                          <wps:spPr bwMode="auto">
                            <a:xfrm flipH="1">
                              <a:off x="4053" y="175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5" name="Line 241"/>
                          <wps:cNvCnPr/>
                          <wps:spPr bwMode="auto">
                            <a:xfrm flipH="1">
                              <a:off x="4042" y="17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6" name="Line 242"/>
                          <wps:cNvCnPr/>
                          <wps:spPr bwMode="auto">
                            <a:xfrm flipH="1">
                              <a:off x="4032" y="176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7" name="Line 243"/>
                          <wps:cNvCnPr/>
                          <wps:spPr bwMode="auto">
                            <a:xfrm flipH="1">
                              <a:off x="4021" y="176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4"/>
                          <wps:cNvCnPr/>
                          <wps:spPr bwMode="auto">
                            <a:xfrm flipH="1">
                              <a:off x="4011" y="176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9" name="Line 245"/>
                          <wps:cNvCnPr/>
                          <wps:spPr bwMode="auto">
                            <a:xfrm flipH="1">
                              <a:off x="4001" y="17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0" name="Line 246"/>
                          <wps:cNvCnPr/>
                          <wps:spPr bwMode="auto">
                            <a:xfrm flipH="1">
                              <a:off x="3991" y="17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1" name="Line 247"/>
                          <wps:cNvCnPr/>
                          <wps:spPr bwMode="auto">
                            <a:xfrm flipH="1">
                              <a:off x="3981" y="177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2" name="Line 248"/>
                          <wps:cNvCnPr/>
                          <wps:spPr bwMode="auto">
                            <a:xfrm flipH="1">
                              <a:off x="3970" y="177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3" name="Line 249"/>
                          <wps:cNvCnPr/>
                          <wps:spPr bwMode="auto">
                            <a:xfrm flipH="1">
                              <a:off x="3960" y="17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4" name="Line 250"/>
                          <wps:cNvCnPr/>
                          <wps:spPr bwMode="auto">
                            <a:xfrm flipH="1">
                              <a:off x="3950" y="17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5" name="Line 251"/>
                          <wps:cNvCnPr/>
                          <wps:spPr bwMode="auto">
                            <a:xfrm flipH="1">
                              <a:off x="3940" y="178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6" name="Line 252"/>
                          <wps:cNvCnPr/>
                          <wps:spPr bwMode="auto">
                            <a:xfrm flipH="1">
                              <a:off x="3929" y="178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7" name="Line 253"/>
                          <wps:cNvCnPr/>
                          <wps:spPr bwMode="auto">
                            <a:xfrm flipH="1">
                              <a:off x="3919" y="17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8" name="Line 254"/>
                          <wps:cNvCnPr/>
                          <wps:spPr bwMode="auto">
                            <a:xfrm flipH="1">
                              <a:off x="3908" y="17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9" name="Line 255"/>
                          <wps:cNvCnPr/>
                          <wps:spPr bwMode="auto">
                            <a:xfrm flipH="1">
                              <a:off x="3898" y="179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 name="Line 256"/>
                          <wps:cNvCnPr/>
                          <wps:spPr bwMode="auto">
                            <a:xfrm flipH="1">
                              <a:off x="3888" y="18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1" name="Line 257"/>
                          <wps:cNvCnPr/>
                          <wps:spPr bwMode="auto">
                            <a:xfrm flipH="1">
                              <a:off x="3878" y="180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2" name="Line 258"/>
                          <wps:cNvCnPr/>
                          <wps:spPr bwMode="auto">
                            <a:xfrm flipH="1">
                              <a:off x="3868" y="180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3" name="Line 259"/>
                          <wps:cNvCnPr/>
                          <wps:spPr bwMode="auto">
                            <a:xfrm flipH="1">
                              <a:off x="3857" y="180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4" name="Line 260"/>
                          <wps:cNvCnPr/>
                          <wps:spPr bwMode="auto">
                            <a:xfrm flipH="1">
                              <a:off x="3847" y="1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5" name="Line 261"/>
                          <wps:cNvCnPr/>
                          <wps:spPr bwMode="auto">
                            <a:xfrm flipH="1">
                              <a:off x="3837" y="18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6" name="Line 262"/>
                          <wps:cNvCnPr/>
                          <wps:spPr bwMode="auto">
                            <a:xfrm flipH="1">
                              <a:off x="3827" y="181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7" name="Line 263"/>
                          <wps:cNvCnPr/>
                          <wps:spPr bwMode="auto">
                            <a:xfrm flipH="1">
                              <a:off x="3816" y="18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8" name="Line 264"/>
                          <wps:cNvCnPr/>
                          <wps:spPr bwMode="auto">
                            <a:xfrm flipH="1">
                              <a:off x="3806" y="18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 name="Line 265"/>
                          <wps:cNvCnPr/>
                          <wps:spPr bwMode="auto">
                            <a:xfrm flipH="1">
                              <a:off x="3795" y="182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0" name="Line 266"/>
                          <wps:cNvCnPr/>
                          <wps:spPr bwMode="auto">
                            <a:xfrm flipH="1">
                              <a:off x="3786" y="18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 name="Line 267"/>
                          <wps:cNvCnPr/>
                          <wps:spPr bwMode="auto">
                            <a:xfrm flipH="1">
                              <a:off x="3775" y="18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 name="Line 268"/>
                          <wps:cNvCnPr/>
                          <wps:spPr bwMode="auto">
                            <a:xfrm flipH="1">
                              <a:off x="3765" y="18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 name="Line 269"/>
                          <wps:cNvCnPr/>
                          <wps:spPr bwMode="auto">
                            <a:xfrm flipH="1">
                              <a:off x="3755" y="18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 name="Line 270"/>
                          <wps:cNvCnPr/>
                          <wps:spPr bwMode="auto">
                            <a:xfrm flipH="1">
                              <a:off x="3744" y="183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5" name="Line 271"/>
                          <wps:cNvCnPr/>
                          <wps:spPr bwMode="auto">
                            <a:xfrm flipH="1">
                              <a:off x="3734" y="18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 name="Line 272"/>
                          <wps:cNvCnPr/>
                          <wps:spPr bwMode="auto">
                            <a:xfrm flipH="1">
                              <a:off x="3724" y="184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 name="Line 273"/>
                          <wps:cNvCnPr/>
                          <wps:spPr bwMode="auto">
                            <a:xfrm flipH="1">
                              <a:off x="3714" y="184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 name="Line 274"/>
                          <wps:cNvCnPr/>
                          <wps:spPr bwMode="auto">
                            <a:xfrm flipH="1">
                              <a:off x="3703" y="18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 name="Line 275"/>
                          <wps:cNvCnPr/>
                          <wps:spPr bwMode="auto">
                            <a:xfrm flipH="1">
                              <a:off x="3693" y="185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 name="Line 276"/>
                          <wps:cNvCnPr/>
                          <wps:spPr bwMode="auto">
                            <a:xfrm flipH="1">
                              <a:off x="3683" y="185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 name="Line 277"/>
                          <wps:cNvCnPr/>
                          <wps:spPr bwMode="auto">
                            <a:xfrm flipH="1">
                              <a:off x="3673" y="18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 name="Line 278"/>
                          <wps:cNvCnPr/>
                          <wps:spPr bwMode="auto">
                            <a:xfrm flipH="1">
                              <a:off x="3662" y="186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3" name="Line 279"/>
                          <wps:cNvCnPr/>
                          <wps:spPr bwMode="auto">
                            <a:xfrm flipH="1">
                              <a:off x="3652" y="186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4" name="Line 280"/>
                          <wps:cNvCnPr/>
                          <wps:spPr bwMode="auto">
                            <a:xfrm flipH="1">
                              <a:off x="3642" y="186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5" name="Line 281"/>
                          <wps:cNvCnPr/>
                          <wps:spPr bwMode="auto">
                            <a:xfrm flipH="1">
                              <a:off x="3631" y="186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6" name="Line 282"/>
                          <wps:cNvCnPr/>
                          <wps:spPr bwMode="auto">
                            <a:xfrm flipH="1">
                              <a:off x="3621" y="187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7" name="Line 283"/>
                          <wps:cNvCnPr/>
                          <wps:spPr bwMode="auto">
                            <a:xfrm flipH="1">
                              <a:off x="3611" y="187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8" name="Line 284"/>
                          <wps:cNvCnPr/>
                          <wps:spPr bwMode="auto">
                            <a:xfrm flipH="1">
                              <a:off x="3601" y="187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9" name="Line 285"/>
                          <wps:cNvCnPr/>
                          <wps:spPr bwMode="auto">
                            <a:xfrm flipH="1">
                              <a:off x="3590" y="188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0" name="Line 286"/>
                          <wps:cNvCnPr/>
                          <wps:spPr bwMode="auto">
                            <a:xfrm flipH="1">
                              <a:off x="3580" y="188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1" name="Line 287"/>
                          <wps:cNvCnPr/>
                          <wps:spPr bwMode="auto">
                            <a:xfrm flipH="1">
                              <a:off x="3570" y="18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2" name="Line 288"/>
                          <wps:cNvCnPr/>
                          <wps:spPr bwMode="auto">
                            <a:xfrm flipH="1">
                              <a:off x="3560" y="18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3" name="Line 289"/>
                          <wps:cNvCnPr/>
                          <wps:spPr bwMode="auto">
                            <a:xfrm flipH="1">
                              <a:off x="3549" y="18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4" name="Line 290"/>
                          <wps:cNvCnPr/>
                          <wps:spPr bwMode="auto">
                            <a:xfrm flipH="1">
                              <a:off x="3539" y="18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5" name="Line 291"/>
                          <wps:cNvCnPr/>
                          <wps:spPr bwMode="auto">
                            <a:xfrm flipH="1">
                              <a:off x="3529" y="18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6" name="Line 292"/>
                          <wps:cNvCnPr/>
                          <wps:spPr bwMode="auto">
                            <a:xfrm flipH="1">
                              <a:off x="3518" y="189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7" name="Line 293"/>
                          <wps:cNvCnPr/>
                          <wps:spPr bwMode="auto">
                            <a:xfrm flipH="1">
                              <a:off x="3508" y="19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8" name="Line 294"/>
                          <wps:cNvCnPr/>
                          <wps:spPr bwMode="auto">
                            <a:xfrm flipH="1">
                              <a:off x="3498" y="190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9" name="Line 295"/>
                          <wps:cNvCnPr/>
                          <wps:spPr bwMode="auto">
                            <a:xfrm flipH="1">
                              <a:off x="3488" y="1907"/>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0" name="Line 296"/>
                          <wps:cNvCnPr/>
                          <wps:spPr bwMode="auto">
                            <a:xfrm flipH="1">
                              <a:off x="3477" y="191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1" name="Line 297"/>
                          <wps:cNvCnPr/>
                          <wps:spPr bwMode="auto">
                            <a:xfrm flipH="1">
                              <a:off x="3467" y="191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2" name="Line 298"/>
                          <wps:cNvCnPr/>
                          <wps:spPr bwMode="auto">
                            <a:xfrm flipH="1">
                              <a:off x="3457" y="191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3" name="Line 299"/>
                          <wps:cNvCnPr/>
                          <wps:spPr bwMode="auto">
                            <a:xfrm flipH="1">
                              <a:off x="3447" y="19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 name="Line 300"/>
                          <wps:cNvCnPr/>
                          <wps:spPr bwMode="auto">
                            <a:xfrm flipH="1">
                              <a:off x="3436" y="192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 name="Line 301"/>
                          <wps:cNvCnPr/>
                          <wps:spPr bwMode="auto">
                            <a:xfrm flipH="1">
                              <a:off x="3426" y="192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 name="Line 302"/>
                          <wps:cNvCnPr/>
                          <wps:spPr bwMode="auto">
                            <a:xfrm flipH="1">
                              <a:off x="3416" y="19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 name="Line 303"/>
                          <wps:cNvCnPr/>
                          <wps:spPr bwMode="auto">
                            <a:xfrm flipH="1">
                              <a:off x="3405" y="1929"/>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 name="Line 304"/>
                          <wps:cNvCnPr/>
                          <wps:spPr bwMode="auto">
                            <a:xfrm flipH="1">
                              <a:off x="3395" y="19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 name="Line 305"/>
                          <wps:cNvCnPr/>
                          <wps:spPr bwMode="auto">
                            <a:xfrm flipH="1">
                              <a:off x="3385" y="193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 name="Line 306"/>
                          <wps:cNvCnPr/>
                          <wps:spPr bwMode="auto">
                            <a:xfrm flipH="1">
                              <a:off x="3375" y="19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 name="Line 307"/>
                          <wps:cNvCnPr/>
                          <wps:spPr bwMode="auto">
                            <a:xfrm flipH="1">
                              <a:off x="3364" y="194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 name="Line 308"/>
                          <wps:cNvCnPr/>
                          <wps:spPr bwMode="auto">
                            <a:xfrm flipH="1">
                              <a:off x="3354" y="1943"/>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 name="Line 309"/>
                          <wps:cNvCnPr/>
                          <wps:spPr bwMode="auto">
                            <a:xfrm flipH="1">
                              <a:off x="3344" y="19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4" name="Line 310"/>
                          <wps:cNvCnPr/>
                          <wps:spPr bwMode="auto">
                            <a:xfrm flipH="1">
                              <a:off x="3334" y="19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5" name="Line 311"/>
                          <wps:cNvCnPr/>
                          <wps:spPr bwMode="auto">
                            <a:xfrm flipH="1">
                              <a:off x="3323" y="19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6" name="Line 312"/>
                          <wps:cNvCnPr/>
                          <wps:spPr bwMode="auto">
                            <a:xfrm flipH="1">
                              <a:off x="3313" y="19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7" name="Line 313"/>
                          <wps:cNvCnPr/>
                          <wps:spPr bwMode="auto">
                            <a:xfrm flipH="1">
                              <a:off x="3303" y="195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8" name="Line 314"/>
                          <wps:cNvCnPr/>
                          <wps:spPr bwMode="auto">
                            <a:xfrm flipH="1">
                              <a:off x="3292" y="195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9" name="Line 315"/>
                          <wps:cNvCnPr/>
                          <wps:spPr bwMode="auto">
                            <a:xfrm flipH="1">
                              <a:off x="3282" y="196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0" name="Line 316"/>
                          <wps:cNvCnPr/>
                          <wps:spPr bwMode="auto">
                            <a:xfrm flipH="1">
                              <a:off x="3272" y="196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17"/>
                          <wps:cNvCnPr/>
                          <wps:spPr bwMode="auto">
                            <a:xfrm flipH="1">
                              <a:off x="3262" y="19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2" name="Line 318"/>
                          <wps:cNvCnPr/>
                          <wps:spPr bwMode="auto">
                            <a:xfrm flipH="1">
                              <a:off x="3251" y="197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3" name="Line 319"/>
                          <wps:cNvCnPr/>
                          <wps:spPr bwMode="auto">
                            <a:xfrm flipH="1">
                              <a:off x="3241" y="19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4" name="Line 320"/>
                          <wps:cNvCnPr/>
                          <wps:spPr bwMode="auto">
                            <a:xfrm flipH="1">
                              <a:off x="3231" y="19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5" name="Line 321"/>
                          <wps:cNvCnPr/>
                          <wps:spPr bwMode="auto">
                            <a:xfrm flipH="1">
                              <a:off x="3221" y="197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6" name="Line 322"/>
                          <wps:cNvCnPr/>
                          <wps:spPr bwMode="auto">
                            <a:xfrm flipH="1">
                              <a:off x="3210" y="198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7" name="Line 323"/>
                          <wps:cNvCnPr/>
                          <wps:spPr bwMode="auto">
                            <a:xfrm flipH="1">
                              <a:off x="3200" y="198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8" name="Line 324"/>
                          <wps:cNvCnPr/>
                          <wps:spPr bwMode="auto">
                            <a:xfrm flipH="1">
                              <a:off x="3189" y="198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9" name="Line 325"/>
                          <wps:cNvCnPr/>
                          <wps:spPr bwMode="auto">
                            <a:xfrm flipH="1">
                              <a:off x="3180" y="19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26"/>
                          <wps:cNvCnPr/>
                          <wps:spPr bwMode="auto">
                            <a:xfrm flipH="1">
                              <a:off x="3170" y="1992"/>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1" name="Line 327"/>
                          <wps:cNvCnPr/>
                          <wps:spPr bwMode="auto">
                            <a:xfrm flipH="1">
                              <a:off x="3159" y="199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2" name="Line 328"/>
                          <wps:cNvCnPr/>
                          <wps:spPr bwMode="auto">
                            <a:xfrm flipH="1">
                              <a:off x="3149" y="199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3" name="Line 329"/>
                          <wps:cNvCnPr/>
                          <wps:spPr bwMode="auto">
                            <a:xfrm flipH="1">
                              <a:off x="3138" y="200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4" name="Line 330"/>
                          <wps:cNvCnPr/>
                          <wps:spPr bwMode="auto">
                            <a:xfrm flipH="1">
                              <a:off x="3128" y="200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5" name="Line 331"/>
                          <wps:cNvCnPr/>
                          <wps:spPr bwMode="auto">
                            <a:xfrm flipH="1">
                              <a:off x="3118" y="20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6" name="Line 332"/>
                          <wps:cNvCnPr/>
                          <wps:spPr bwMode="auto">
                            <a:xfrm flipH="1">
                              <a:off x="3108" y="200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7" name="Line 333"/>
                          <wps:cNvCnPr/>
                          <wps:spPr bwMode="auto">
                            <a:xfrm flipH="1">
                              <a:off x="3097" y="20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8" name="Line 334"/>
                          <wps:cNvCnPr/>
                          <wps:spPr bwMode="auto">
                            <a:xfrm flipH="1">
                              <a:off x="3087" y="20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9" name="Line 335"/>
                          <wps:cNvCnPr/>
                          <wps:spPr bwMode="auto">
                            <a:xfrm flipH="1">
                              <a:off x="3077" y="201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0" name="Line 336"/>
                          <wps:cNvCnPr/>
                          <wps:spPr bwMode="auto">
                            <a:xfrm flipH="1">
                              <a:off x="3067" y="20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1" name="Line 337"/>
                          <wps:cNvCnPr/>
                          <wps:spPr bwMode="auto">
                            <a:xfrm flipH="1">
                              <a:off x="3057" y="202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2" name="Line 338"/>
                          <wps:cNvCnPr/>
                          <wps:spPr bwMode="auto">
                            <a:xfrm flipH="1">
                              <a:off x="3046" y="202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3" name="Line 339"/>
                          <wps:cNvCnPr/>
                          <wps:spPr bwMode="auto">
                            <a:xfrm flipH="1">
                              <a:off x="3036" y="20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4" name="Line 340"/>
                          <wps:cNvCnPr/>
                          <wps:spPr bwMode="auto">
                            <a:xfrm flipH="1">
                              <a:off x="3025" y="203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5" name="Line 341"/>
                          <wps:cNvCnPr/>
                          <wps:spPr bwMode="auto">
                            <a:xfrm flipH="1">
                              <a:off x="3015" y="203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6" name="Line 342"/>
                          <wps:cNvCnPr/>
                          <wps:spPr bwMode="auto">
                            <a:xfrm flipH="1">
                              <a:off x="3005" y="20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7" name="Line 343"/>
                          <wps:cNvCnPr/>
                          <wps:spPr bwMode="auto">
                            <a:xfrm flipH="1">
                              <a:off x="2995" y="203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8" name="Line 344"/>
                          <wps:cNvCnPr/>
                          <wps:spPr bwMode="auto">
                            <a:xfrm flipH="1">
                              <a:off x="2984" y="204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9" name="Line 345"/>
                          <wps:cNvCnPr/>
                          <wps:spPr bwMode="auto">
                            <a:xfrm flipH="1">
                              <a:off x="2974" y="204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0" name="Line 346"/>
                          <wps:cNvCnPr/>
                          <wps:spPr bwMode="auto">
                            <a:xfrm flipH="1">
                              <a:off x="2964" y="20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1" name="Line 347"/>
                          <wps:cNvCnPr/>
                          <wps:spPr bwMode="auto">
                            <a:xfrm flipH="1">
                              <a:off x="2954" y="20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2" name="Line 348"/>
                          <wps:cNvCnPr/>
                          <wps:spPr bwMode="auto">
                            <a:xfrm flipH="1">
                              <a:off x="2944" y="205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3" name="Line 349"/>
                          <wps:cNvCnPr/>
                          <wps:spPr bwMode="auto">
                            <a:xfrm flipH="1">
                              <a:off x="2933" y="205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4" name="Line 350"/>
                          <wps:cNvCnPr/>
                          <wps:spPr bwMode="auto">
                            <a:xfrm flipH="1">
                              <a:off x="2923" y="20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5" name="Line 351"/>
                          <wps:cNvCnPr/>
                          <wps:spPr bwMode="auto">
                            <a:xfrm flipH="1">
                              <a:off x="2912" y="2061"/>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6" name="Line 352"/>
                          <wps:cNvCnPr/>
                          <wps:spPr bwMode="auto">
                            <a:xfrm flipH="1">
                              <a:off x="2902" y="206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7" name="Line 353"/>
                          <wps:cNvCnPr/>
                          <wps:spPr bwMode="auto">
                            <a:xfrm flipH="1">
                              <a:off x="2892" y="20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8" name="Line 354"/>
                          <wps:cNvCnPr/>
                          <wps:spPr bwMode="auto">
                            <a:xfrm flipH="1">
                              <a:off x="2882" y="20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9" name="Line 355"/>
                          <wps:cNvCnPr/>
                          <wps:spPr bwMode="auto">
                            <a:xfrm flipH="1">
                              <a:off x="2871" y="207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0" name="Line 356"/>
                          <wps:cNvCnPr/>
                          <wps:spPr bwMode="auto">
                            <a:xfrm flipH="1">
                              <a:off x="2861" y="207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1" name="Line 357"/>
                          <wps:cNvCnPr/>
                          <wps:spPr bwMode="auto">
                            <a:xfrm flipH="1">
                              <a:off x="2851" y="207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2" name="Line 358"/>
                          <wps:cNvCnPr/>
                          <wps:spPr bwMode="auto">
                            <a:xfrm flipH="1">
                              <a:off x="2841" y="208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3" name="Line 359"/>
                          <wps:cNvCnPr/>
                          <wps:spPr bwMode="auto">
                            <a:xfrm flipH="1">
                              <a:off x="2831" y="208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4" name="Line 360"/>
                          <wps:cNvCnPr/>
                          <wps:spPr bwMode="auto">
                            <a:xfrm flipH="1">
                              <a:off x="2820" y="20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5" name="Line 361"/>
                          <wps:cNvCnPr/>
                          <wps:spPr bwMode="auto">
                            <a:xfrm flipH="1">
                              <a:off x="2810" y="20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6" name="Line 362"/>
                          <wps:cNvCnPr/>
                          <wps:spPr bwMode="auto">
                            <a:xfrm flipH="1">
                              <a:off x="2799" y="209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7" name="Line 363"/>
                          <wps:cNvCnPr/>
                          <wps:spPr bwMode="auto">
                            <a:xfrm flipH="1">
                              <a:off x="2789" y="209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8" name="Line 364"/>
                          <wps:cNvCnPr/>
                          <wps:spPr bwMode="auto">
                            <a:xfrm flipH="1">
                              <a:off x="2779" y="20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9" name="Line 365"/>
                          <wps:cNvCnPr/>
                          <wps:spPr bwMode="auto">
                            <a:xfrm flipH="1">
                              <a:off x="2769" y="209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0" name="Line 366"/>
                          <wps:cNvCnPr/>
                          <wps:spPr bwMode="auto">
                            <a:xfrm flipH="1">
                              <a:off x="2758" y="21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1" name="Line 367"/>
                          <wps:cNvCnPr/>
                          <wps:spPr bwMode="auto">
                            <a:xfrm flipH="1">
                              <a:off x="2748" y="21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2" name="Line 368"/>
                          <wps:cNvCnPr/>
                          <wps:spPr bwMode="auto">
                            <a:xfrm flipH="1">
                              <a:off x="2738" y="210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3" name="Line 369"/>
                          <wps:cNvCnPr/>
                          <wps:spPr bwMode="auto">
                            <a:xfrm flipH="1">
                              <a:off x="2728" y="211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4" name="Line 370"/>
                          <wps:cNvCnPr/>
                          <wps:spPr bwMode="auto">
                            <a:xfrm flipH="1">
                              <a:off x="2718" y="211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5" name="Line 371"/>
                          <wps:cNvCnPr/>
                          <wps:spPr bwMode="auto">
                            <a:xfrm flipH="1">
                              <a:off x="2707" y="211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6" name="Line 372"/>
                          <wps:cNvCnPr/>
                          <wps:spPr bwMode="auto">
                            <a:xfrm flipH="1">
                              <a:off x="2697" y="211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7" name="Line 373"/>
                          <wps:cNvCnPr/>
                          <wps:spPr bwMode="auto">
                            <a:xfrm flipH="1">
                              <a:off x="2686" y="212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8" name="Line 374"/>
                          <wps:cNvCnPr/>
                          <wps:spPr bwMode="auto">
                            <a:xfrm flipH="1">
                              <a:off x="2676" y="212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9" name="Line 375"/>
                          <wps:cNvCnPr/>
                          <wps:spPr bwMode="auto">
                            <a:xfrm flipH="1">
                              <a:off x="2666" y="21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0" name="Line 376"/>
                          <wps:cNvCnPr/>
                          <wps:spPr bwMode="auto">
                            <a:xfrm flipH="1">
                              <a:off x="2656" y="213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1" name="Line 377"/>
                          <wps:cNvCnPr/>
                          <wps:spPr bwMode="auto">
                            <a:xfrm flipH="1">
                              <a:off x="2645" y="213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2" name="Line 378"/>
                          <wps:cNvCnPr/>
                          <wps:spPr bwMode="auto">
                            <a:xfrm flipH="1">
                              <a:off x="2635" y="213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3" name="Line 379"/>
                          <wps:cNvCnPr/>
                          <wps:spPr bwMode="auto">
                            <a:xfrm flipH="1">
                              <a:off x="2625" y="21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4" name="Line 380"/>
                          <wps:cNvCnPr/>
                          <wps:spPr bwMode="auto">
                            <a:xfrm flipH="1">
                              <a:off x="2615" y="21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5" name="Line 381"/>
                          <wps:cNvCnPr/>
                          <wps:spPr bwMode="auto">
                            <a:xfrm flipH="1">
                              <a:off x="2605" y="214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6" name="Line 382"/>
                          <wps:cNvCnPr/>
                          <wps:spPr bwMode="auto">
                            <a:xfrm flipH="1">
                              <a:off x="2594" y="21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7" name="Line 383"/>
                          <wps:cNvCnPr/>
                          <wps:spPr bwMode="auto">
                            <a:xfrm flipH="1">
                              <a:off x="2584" y="21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8" name="Line 384"/>
                          <wps:cNvCnPr/>
                          <wps:spPr bwMode="auto">
                            <a:xfrm flipH="1">
                              <a:off x="2574" y="215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9" name="Line 385"/>
                          <wps:cNvCnPr/>
                          <wps:spPr bwMode="auto">
                            <a:xfrm flipH="1">
                              <a:off x="2564" y="215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0" name="Line 386"/>
                          <wps:cNvCnPr/>
                          <wps:spPr bwMode="auto">
                            <a:xfrm flipH="1">
                              <a:off x="2553" y="215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1" name="Line 387"/>
                          <wps:cNvCnPr/>
                          <wps:spPr bwMode="auto">
                            <a:xfrm flipH="1">
                              <a:off x="2543" y="21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2" name="Line 388"/>
                          <wps:cNvCnPr/>
                          <wps:spPr bwMode="auto">
                            <a:xfrm flipH="1">
                              <a:off x="2532" y="21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3" name="Line 389"/>
                          <wps:cNvCnPr/>
                          <wps:spPr bwMode="auto">
                            <a:xfrm flipH="1">
                              <a:off x="2522" y="216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4" name="Line 390"/>
                          <wps:cNvCnPr/>
                          <wps:spPr bwMode="auto">
                            <a:xfrm flipH="1">
                              <a:off x="2512" y="21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5" name="Line 391"/>
                          <wps:cNvCnPr/>
                          <wps:spPr bwMode="auto">
                            <a:xfrm flipH="1">
                              <a:off x="2502" y="217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6" name="Line 392"/>
                          <wps:cNvCnPr/>
                          <wps:spPr bwMode="auto">
                            <a:xfrm flipH="1">
                              <a:off x="2492" y="217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7" name="Line 393"/>
                          <wps:cNvCnPr/>
                          <wps:spPr bwMode="auto">
                            <a:xfrm flipH="1">
                              <a:off x="2481" y="21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8" name="Line 394"/>
                          <wps:cNvCnPr/>
                          <wps:spPr bwMode="auto">
                            <a:xfrm flipH="1">
                              <a:off x="2471" y="21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9" name="Line 395"/>
                          <wps:cNvCnPr/>
                          <wps:spPr bwMode="auto">
                            <a:xfrm flipH="1">
                              <a:off x="2461" y="21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0" name="Line 396"/>
                          <wps:cNvCnPr/>
                          <wps:spPr bwMode="auto">
                            <a:xfrm flipH="1">
                              <a:off x="2451" y="21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1" name="Line 397"/>
                          <wps:cNvCnPr/>
                          <wps:spPr bwMode="auto">
                            <a:xfrm flipH="1">
                              <a:off x="2440" y="218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2" name="Line 398"/>
                          <wps:cNvCnPr/>
                          <wps:spPr bwMode="auto">
                            <a:xfrm flipH="1">
                              <a:off x="2430" y="21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3" name="Line 399"/>
                          <wps:cNvCnPr/>
                          <wps:spPr bwMode="auto">
                            <a:xfrm flipH="1">
                              <a:off x="2419" y="219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4" name="Line 400"/>
                          <wps:cNvCnPr/>
                          <wps:spPr bwMode="auto">
                            <a:xfrm flipH="1">
                              <a:off x="2409" y="21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5" name="Line 401"/>
                          <wps:cNvCnPr/>
                          <wps:spPr bwMode="auto">
                            <a:xfrm flipH="1">
                              <a:off x="2399" y="21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6" name="Line 402"/>
                          <wps:cNvCnPr/>
                          <wps:spPr bwMode="auto">
                            <a:xfrm flipH="1">
                              <a:off x="2389" y="220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7" name="Line 403"/>
                          <wps:cNvCnPr/>
                          <wps:spPr bwMode="auto">
                            <a:xfrm flipH="1">
                              <a:off x="2379" y="22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8" name="Line 404"/>
                          <wps:cNvCnPr/>
                          <wps:spPr bwMode="auto">
                            <a:xfrm flipH="1">
                              <a:off x="2370" y="2206"/>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9" name="Freeform 405"/>
                          <wps:cNvSpPr>
                            <a:spLocks/>
                          </wps:cNvSpPr>
                          <wps:spPr bwMode="auto">
                            <a:xfrm>
                              <a:off x="5390" y="1399"/>
                              <a:ext cx="1" cy="1"/>
                            </a:xfrm>
                            <a:custGeom>
                              <a:avLst/>
                              <a:gdLst>
                                <a:gd name="T0" fmla="*/ 0 w 1"/>
                                <a:gd name="T1" fmla="*/ 1 w 1"/>
                                <a:gd name="T2" fmla="*/ 0 w 1"/>
                              </a:gdLst>
                              <a:ahLst/>
                              <a:cxnLst>
                                <a:cxn ang="0">
                                  <a:pos x="T0" y="0"/>
                                </a:cxn>
                                <a:cxn ang="0">
                                  <a:pos x="T1" y="0"/>
                                </a:cxn>
                                <a:cxn ang="0">
                                  <a:pos x="T2" y="0"/>
                                </a:cxn>
                              </a:cxnLst>
                              <a:rect l="0" t="0" r="r" b="b"/>
                              <a:pathLst>
                                <a:path w="1">
                                  <a:moveTo>
                                    <a:pt x="0" y="0"/>
                                  </a:moveTo>
                                  <a:lnTo>
                                    <a:pt x="1" y="0"/>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g:wgp>
                      <wpg:wgp>
                        <wpg:cNvPr id="410" name="Group 406"/>
                        <wpg:cNvGrpSpPr>
                          <a:grpSpLocks/>
                        </wpg:cNvGrpSpPr>
                        <wpg:grpSpPr bwMode="auto">
                          <a:xfrm>
                            <a:off x="630555" y="38735"/>
                            <a:ext cx="3625850" cy="2159635"/>
                            <a:chOff x="993" y="61"/>
                            <a:chExt cx="5710" cy="3401"/>
                          </a:xfrm>
                        </wpg:grpSpPr>
                        <wps:wsp>
                          <wps:cNvPr id="411" name="Freeform 407"/>
                          <wps:cNvSpPr>
                            <a:spLocks/>
                          </wps:cNvSpPr>
                          <wps:spPr bwMode="auto">
                            <a:xfrm>
                              <a:off x="5390" y="3461"/>
                              <a:ext cx="1" cy="1"/>
                            </a:xfrm>
                            <a:custGeom>
                              <a:avLst/>
                              <a:gdLst>
                                <a:gd name="T0" fmla="*/ 1 w 1"/>
                                <a:gd name="T1" fmla="*/ 0 w 1"/>
                                <a:gd name="T2" fmla="*/ 1 w 1"/>
                              </a:gdLst>
                              <a:ahLst/>
                              <a:cxnLst>
                                <a:cxn ang="0">
                                  <a:pos x="T0" y="0"/>
                                </a:cxn>
                                <a:cxn ang="0">
                                  <a:pos x="T1" y="0"/>
                                </a:cxn>
                                <a:cxn ang="0">
                                  <a:pos x="T2" y="0"/>
                                </a:cxn>
                              </a:cxnLst>
                              <a:rect l="0" t="0" r="r" b="b"/>
                              <a:pathLst>
                                <a:path w="1">
                                  <a:moveTo>
                                    <a:pt x="1" y="0"/>
                                  </a:moveTo>
                                  <a:lnTo>
                                    <a:pt x="0" y="0"/>
                                  </a:lnTo>
                                  <a:lnTo>
                                    <a:pt x="1"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12" name="Line 408"/>
                          <wps:cNvCnPr/>
                          <wps:spPr bwMode="auto">
                            <a:xfrm>
                              <a:off x="5390" y="13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3" name="Line 409"/>
                          <wps:cNvCnPr/>
                          <wps:spPr bwMode="auto">
                            <a:xfrm>
                              <a:off x="5390" y="14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4" name="Line 410"/>
                          <wps:cNvCnPr/>
                          <wps:spPr bwMode="auto">
                            <a:xfrm>
                              <a:off x="5390" y="142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5" name="Line 411"/>
                          <wps:cNvCnPr/>
                          <wps:spPr bwMode="auto">
                            <a:xfrm>
                              <a:off x="5390" y="14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6" name="Line 412"/>
                          <wps:cNvCnPr/>
                          <wps:spPr bwMode="auto">
                            <a:xfrm>
                              <a:off x="5390" y="14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7" name="Line 413"/>
                          <wps:cNvCnPr/>
                          <wps:spPr bwMode="auto">
                            <a:xfrm>
                              <a:off x="5390" y="14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8" name="Line 414"/>
                          <wps:cNvCnPr/>
                          <wps:spPr bwMode="auto">
                            <a:xfrm>
                              <a:off x="5390" y="14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9" name="Line 415"/>
                          <wps:cNvCnPr/>
                          <wps:spPr bwMode="auto">
                            <a:xfrm>
                              <a:off x="5390" y="147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0" name="Line 416"/>
                          <wps:cNvCnPr/>
                          <wps:spPr bwMode="auto">
                            <a:xfrm>
                              <a:off x="5390" y="14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1" name="Line 417"/>
                          <wps:cNvCnPr/>
                          <wps:spPr bwMode="auto">
                            <a:xfrm>
                              <a:off x="5390" y="14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2" name="Line 418"/>
                          <wps:cNvCnPr/>
                          <wps:spPr bwMode="auto">
                            <a:xfrm>
                              <a:off x="5390" y="15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3" name="Line 419"/>
                          <wps:cNvCnPr/>
                          <wps:spPr bwMode="auto">
                            <a:xfrm>
                              <a:off x="5390" y="15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4" name="Line 420"/>
                          <wps:cNvCnPr/>
                          <wps:spPr bwMode="auto">
                            <a:xfrm>
                              <a:off x="5390" y="152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5" name="Line 421"/>
                          <wps:cNvCnPr/>
                          <wps:spPr bwMode="auto">
                            <a:xfrm>
                              <a:off x="5390" y="15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6" name="Line 422"/>
                          <wps:cNvCnPr/>
                          <wps:spPr bwMode="auto">
                            <a:xfrm>
                              <a:off x="5390" y="154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7" name="Line 423"/>
                          <wps:cNvCnPr/>
                          <wps:spPr bwMode="auto">
                            <a:xfrm>
                              <a:off x="5390" y="15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8" name="Line 424"/>
                          <wps:cNvCnPr/>
                          <wps:spPr bwMode="auto">
                            <a:xfrm>
                              <a:off x="5390" y="15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 name="Line 425"/>
                          <wps:cNvCnPr/>
                          <wps:spPr bwMode="auto">
                            <a:xfrm>
                              <a:off x="5390" y="15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 name="Line 426"/>
                          <wps:cNvCnPr/>
                          <wps:spPr bwMode="auto">
                            <a:xfrm>
                              <a:off x="5390" y="15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 name="Line 427"/>
                          <wps:cNvCnPr/>
                          <wps:spPr bwMode="auto">
                            <a:xfrm>
                              <a:off x="5390" y="160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 name="Line 428"/>
                          <wps:cNvCnPr/>
                          <wps:spPr bwMode="auto">
                            <a:xfrm>
                              <a:off x="5390" y="16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3" name="Line 429"/>
                          <wps:cNvCnPr/>
                          <wps:spPr bwMode="auto">
                            <a:xfrm>
                              <a:off x="5390" y="16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4" name="Line 430"/>
                          <wps:cNvCnPr/>
                          <wps:spPr bwMode="auto">
                            <a:xfrm>
                              <a:off x="5390" y="16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5" name="Line 431"/>
                          <wps:cNvCnPr/>
                          <wps:spPr bwMode="auto">
                            <a:xfrm>
                              <a:off x="5390" y="16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6" name="Line 432"/>
                          <wps:cNvCnPr/>
                          <wps:spPr bwMode="auto">
                            <a:xfrm>
                              <a:off x="5390" y="165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 name="Line 433"/>
                          <wps:cNvCnPr/>
                          <wps:spPr bwMode="auto">
                            <a:xfrm>
                              <a:off x="5390" y="166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 name="Line 434"/>
                          <wps:cNvCnPr/>
                          <wps:spPr bwMode="auto">
                            <a:xfrm>
                              <a:off x="5390" y="16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9" name="Line 435"/>
                          <wps:cNvCnPr/>
                          <wps:spPr bwMode="auto">
                            <a:xfrm>
                              <a:off x="5390" y="16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 name="Line 436"/>
                          <wps:cNvCnPr/>
                          <wps:spPr bwMode="auto">
                            <a:xfrm>
                              <a:off x="5390" y="16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 name="Line 437"/>
                          <wps:cNvCnPr/>
                          <wps:spPr bwMode="auto">
                            <a:xfrm>
                              <a:off x="5390" y="17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 name="Line 438"/>
                          <wps:cNvCnPr/>
                          <wps:spPr bwMode="auto">
                            <a:xfrm>
                              <a:off x="5390" y="171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 name="Line 439"/>
                          <wps:cNvCnPr/>
                          <wps:spPr bwMode="auto">
                            <a:xfrm>
                              <a:off x="5390" y="17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 name="Line 440"/>
                          <wps:cNvCnPr/>
                          <wps:spPr bwMode="auto">
                            <a:xfrm>
                              <a:off x="5390" y="17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 name="Line 441"/>
                          <wps:cNvCnPr/>
                          <wps:spPr bwMode="auto">
                            <a:xfrm>
                              <a:off x="5390" y="17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 name="Line 442"/>
                          <wps:cNvCnPr/>
                          <wps:spPr bwMode="auto">
                            <a:xfrm>
                              <a:off x="5390" y="17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 name="Line 443"/>
                          <wps:cNvCnPr/>
                          <wps:spPr bwMode="auto">
                            <a:xfrm>
                              <a:off x="5390" y="17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 name="Line 444"/>
                          <wps:cNvCnPr/>
                          <wps:spPr bwMode="auto">
                            <a:xfrm>
                              <a:off x="5390" y="17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 name="Line 445"/>
                          <wps:cNvCnPr/>
                          <wps:spPr bwMode="auto">
                            <a:xfrm>
                              <a:off x="5390" y="17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 name="Line 446"/>
                          <wps:cNvCnPr/>
                          <wps:spPr bwMode="auto">
                            <a:xfrm>
                              <a:off x="5390" y="18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 name="Line 447"/>
                          <wps:cNvCnPr/>
                          <wps:spPr bwMode="auto">
                            <a:xfrm>
                              <a:off x="5390" y="18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 name="Line 448"/>
                          <wps:cNvCnPr/>
                          <wps:spPr bwMode="auto">
                            <a:xfrm>
                              <a:off x="5390" y="18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 name="Line 449"/>
                          <wps:cNvCnPr/>
                          <wps:spPr bwMode="auto">
                            <a:xfrm>
                              <a:off x="5390" y="18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 name="Line 450"/>
                          <wps:cNvCnPr/>
                          <wps:spPr bwMode="auto">
                            <a:xfrm>
                              <a:off x="5390" y="184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 name="Line 451"/>
                          <wps:cNvCnPr/>
                          <wps:spPr bwMode="auto">
                            <a:xfrm>
                              <a:off x="5390" y="18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 name="Line 452"/>
                          <wps:cNvCnPr/>
                          <wps:spPr bwMode="auto">
                            <a:xfrm>
                              <a:off x="5390" y="18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 name="Line 453"/>
                          <wps:cNvCnPr/>
                          <wps:spPr bwMode="auto">
                            <a:xfrm>
                              <a:off x="5390" y="18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 name="Line 454"/>
                          <wps:cNvCnPr/>
                          <wps:spPr bwMode="auto">
                            <a:xfrm>
                              <a:off x="5390" y="18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 name="Line 455"/>
                          <wps:cNvCnPr/>
                          <wps:spPr bwMode="auto">
                            <a:xfrm>
                              <a:off x="5390" y="189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 name="Line 456"/>
                          <wps:cNvCnPr/>
                          <wps:spPr bwMode="auto">
                            <a:xfrm>
                              <a:off x="5390" y="19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 name="Line 457"/>
                          <wps:cNvCnPr/>
                          <wps:spPr bwMode="auto">
                            <a:xfrm>
                              <a:off x="5390" y="19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 name="Line 458"/>
                          <wps:cNvCnPr/>
                          <wps:spPr bwMode="auto">
                            <a:xfrm>
                              <a:off x="5390" y="19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 name="Line 459"/>
                          <wps:cNvCnPr/>
                          <wps:spPr bwMode="auto">
                            <a:xfrm>
                              <a:off x="5390" y="19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 name="Line 460"/>
                          <wps:cNvCnPr/>
                          <wps:spPr bwMode="auto">
                            <a:xfrm>
                              <a:off x="5390" y="195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 name="Line 461"/>
                          <wps:cNvCnPr/>
                          <wps:spPr bwMode="auto">
                            <a:xfrm>
                              <a:off x="5390" y="196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 name="Line 462"/>
                          <wps:cNvCnPr/>
                          <wps:spPr bwMode="auto">
                            <a:xfrm>
                              <a:off x="5390" y="19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 name="Line 463"/>
                          <wps:cNvCnPr/>
                          <wps:spPr bwMode="auto">
                            <a:xfrm>
                              <a:off x="5390" y="19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 name="Line 464"/>
                          <wps:cNvCnPr/>
                          <wps:spPr bwMode="auto">
                            <a:xfrm>
                              <a:off x="5390" y="19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 name="Line 465"/>
                          <wps:cNvCnPr/>
                          <wps:spPr bwMode="auto">
                            <a:xfrm>
                              <a:off x="5390" y="20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 name="Line 466"/>
                          <wps:cNvCnPr/>
                          <wps:spPr bwMode="auto">
                            <a:xfrm>
                              <a:off x="5390" y="201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 name="Line 467"/>
                          <wps:cNvCnPr/>
                          <wps:spPr bwMode="auto">
                            <a:xfrm>
                              <a:off x="5390" y="20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 name="Line 468"/>
                          <wps:cNvCnPr/>
                          <wps:spPr bwMode="auto">
                            <a:xfrm>
                              <a:off x="5390" y="20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 name="Line 469"/>
                          <wps:cNvCnPr/>
                          <wps:spPr bwMode="auto">
                            <a:xfrm>
                              <a:off x="5390" y="20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 name="Line 470"/>
                          <wps:cNvCnPr/>
                          <wps:spPr bwMode="auto">
                            <a:xfrm>
                              <a:off x="5390" y="20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 name="Line 471"/>
                          <wps:cNvCnPr/>
                          <wps:spPr bwMode="auto">
                            <a:xfrm>
                              <a:off x="5390" y="206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 name="Line 472"/>
                          <wps:cNvCnPr/>
                          <wps:spPr bwMode="auto">
                            <a:xfrm>
                              <a:off x="5390" y="20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 name="Line 473"/>
                          <wps:cNvCnPr/>
                          <wps:spPr bwMode="auto">
                            <a:xfrm>
                              <a:off x="5390" y="208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 name="Line 474"/>
                          <wps:cNvCnPr/>
                          <wps:spPr bwMode="auto">
                            <a:xfrm>
                              <a:off x="5390" y="20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 name="Line 475"/>
                          <wps:cNvCnPr/>
                          <wps:spPr bwMode="auto">
                            <a:xfrm>
                              <a:off x="5390" y="21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 name="Line 476"/>
                          <wps:cNvCnPr/>
                          <wps:spPr bwMode="auto">
                            <a:xfrm>
                              <a:off x="5390" y="21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 name="Line 477"/>
                          <wps:cNvCnPr/>
                          <wps:spPr bwMode="auto">
                            <a:xfrm>
                              <a:off x="5390" y="21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 name="Line 478"/>
                          <wps:cNvCnPr/>
                          <wps:spPr bwMode="auto">
                            <a:xfrm>
                              <a:off x="5390" y="21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 name="Line 479"/>
                          <wps:cNvCnPr/>
                          <wps:spPr bwMode="auto">
                            <a:xfrm>
                              <a:off x="5390" y="21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 name="Line 480"/>
                          <wps:cNvCnPr/>
                          <wps:spPr bwMode="auto">
                            <a:xfrm>
                              <a:off x="5390" y="21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 name="Line 481"/>
                          <wps:cNvCnPr/>
                          <wps:spPr bwMode="auto">
                            <a:xfrm>
                              <a:off x="5390" y="21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 name="Line 482"/>
                          <wps:cNvCnPr/>
                          <wps:spPr bwMode="auto">
                            <a:xfrm>
                              <a:off x="5390" y="21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 name="Line 483"/>
                          <wps:cNvCnPr/>
                          <wps:spPr bwMode="auto">
                            <a:xfrm>
                              <a:off x="5390" y="21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8" name="Line 484"/>
                          <wps:cNvCnPr/>
                          <wps:spPr bwMode="auto">
                            <a:xfrm>
                              <a:off x="5390" y="22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9" name="Line 485"/>
                          <wps:cNvCnPr/>
                          <wps:spPr bwMode="auto">
                            <a:xfrm>
                              <a:off x="5390" y="22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 name="Line 486"/>
                          <wps:cNvCnPr/>
                          <wps:spPr bwMode="auto">
                            <a:xfrm>
                              <a:off x="5390" y="22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 name="Line 487"/>
                          <wps:cNvCnPr/>
                          <wps:spPr bwMode="auto">
                            <a:xfrm>
                              <a:off x="5390" y="22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 name="Line 488"/>
                          <wps:cNvCnPr/>
                          <wps:spPr bwMode="auto">
                            <a:xfrm>
                              <a:off x="5390" y="22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 name="Line 489"/>
                          <wps:cNvCnPr/>
                          <wps:spPr bwMode="auto">
                            <a:xfrm>
                              <a:off x="5390" y="22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 name="Line 490"/>
                          <wps:cNvCnPr/>
                          <wps:spPr bwMode="auto">
                            <a:xfrm>
                              <a:off x="5390" y="22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 name="Line 491"/>
                          <wps:cNvCnPr/>
                          <wps:spPr bwMode="auto">
                            <a:xfrm>
                              <a:off x="5390" y="22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 name="Line 492"/>
                          <wps:cNvCnPr/>
                          <wps:spPr bwMode="auto">
                            <a:xfrm>
                              <a:off x="5390" y="22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 name="Line 493"/>
                          <wps:cNvCnPr/>
                          <wps:spPr bwMode="auto">
                            <a:xfrm>
                              <a:off x="5390" y="23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 name="Line 494"/>
                          <wps:cNvCnPr/>
                          <wps:spPr bwMode="auto">
                            <a:xfrm>
                              <a:off x="5390" y="23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 name="Line 495"/>
                          <wps:cNvCnPr/>
                          <wps:spPr bwMode="auto">
                            <a:xfrm>
                              <a:off x="5390" y="23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 name="Line 496"/>
                          <wps:cNvCnPr/>
                          <wps:spPr bwMode="auto">
                            <a:xfrm>
                              <a:off x="5390" y="23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 name="Line 497"/>
                          <wps:cNvCnPr/>
                          <wps:spPr bwMode="auto">
                            <a:xfrm>
                              <a:off x="5390" y="23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 name="Line 498"/>
                          <wps:cNvCnPr/>
                          <wps:spPr bwMode="auto">
                            <a:xfrm>
                              <a:off x="5390" y="23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 name="Line 499"/>
                          <wps:cNvCnPr/>
                          <wps:spPr bwMode="auto">
                            <a:xfrm>
                              <a:off x="5390" y="23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 name="Line 500"/>
                          <wps:cNvCnPr/>
                          <wps:spPr bwMode="auto">
                            <a:xfrm>
                              <a:off x="5390" y="23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 name="Line 501"/>
                          <wps:cNvCnPr/>
                          <wps:spPr bwMode="auto">
                            <a:xfrm>
                              <a:off x="5390" y="23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 name="Line 502"/>
                          <wps:cNvCnPr/>
                          <wps:spPr bwMode="auto">
                            <a:xfrm>
                              <a:off x="5390" y="23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 name="Line 503"/>
                          <wps:cNvCnPr/>
                          <wps:spPr bwMode="auto">
                            <a:xfrm>
                              <a:off x="5390" y="24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 name="Line 504"/>
                          <wps:cNvCnPr/>
                          <wps:spPr bwMode="auto">
                            <a:xfrm>
                              <a:off x="5390" y="24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 name="Line 505"/>
                          <wps:cNvCnPr/>
                          <wps:spPr bwMode="auto">
                            <a:xfrm>
                              <a:off x="5390" y="24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0" name="Line 506"/>
                          <wps:cNvCnPr/>
                          <wps:spPr bwMode="auto">
                            <a:xfrm>
                              <a:off x="5390" y="24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1" name="Line 507"/>
                          <wps:cNvCnPr/>
                          <wps:spPr bwMode="auto">
                            <a:xfrm>
                              <a:off x="5390" y="24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2" name="Line 508"/>
                          <wps:cNvCnPr/>
                          <wps:spPr bwMode="auto">
                            <a:xfrm>
                              <a:off x="5390" y="24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3" name="Line 509"/>
                          <wps:cNvCnPr/>
                          <wps:spPr bwMode="auto">
                            <a:xfrm>
                              <a:off x="5390" y="24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4" name="Line 510"/>
                          <wps:cNvCnPr/>
                          <wps:spPr bwMode="auto">
                            <a:xfrm>
                              <a:off x="5390" y="24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5" name="Line 511"/>
                          <wps:cNvCnPr/>
                          <wps:spPr bwMode="auto">
                            <a:xfrm>
                              <a:off x="5390" y="24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6" name="Line 512"/>
                          <wps:cNvCnPr/>
                          <wps:spPr bwMode="auto">
                            <a:xfrm>
                              <a:off x="5390" y="25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7" name="Line 513"/>
                          <wps:cNvCnPr/>
                          <wps:spPr bwMode="auto">
                            <a:xfrm>
                              <a:off x="5390" y="25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8" name="Line 514"/>
                          <wps:cNvCnPr/>
                          <wps:spPr bwMode="auto">
                            <a:xfrm>
                              <a:off x="5390" y="25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9" name="Line 515"/>
                          <wps:cNvCnPr/>
                          <wps:spPr bwMode="auto">
                            <a:xfrm>
                              <a:off x="5390" y="25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0" name="Line 516"/>
                          <wps:cNvCnPr/>
                          <wps:spPr bwMode="auto">
                            <a:xfrm>
                              <a:off x="5390" y="25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1" name="Line 517"/>
                          <wps:cNvCnPr/>
                          <wps:spPr bwMode="auto">
                            <a:xfrm>
                              <a:off x="5390" y="25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2" name="Line 518"/>
                          <wps:cNvCnPr/>
                          <wps:spPr bwMode="auto">
                            <a:xfrm>
                              <a:off x="5390" y="25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3" name="Line 519"/>
                          <wps:cNvCnPr/>
                          <wps:spPr bwMode="auto">
                            <a:xfrm>
                              <a:off x="5390" y="25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4" name="Line 520"/>
                          <wps:cNvCnPr/>
                          <wps:spPr bwMode="auto">
                            <a:xfrm>
                              <a:off x="5390" y="25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5" name="Line 521"/>
                          <wps:cNvCnPr/>
                          <wps:spPr bwMode="auto">
                            <a:xfrm>
                              <a:off x="5390" y="25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6" name="Line 522"/>
                          <wps:cNvCnPr/>
                          <wps:spPr bwMode="auto">
                            <a:xfrm>
                              <a:off x="5390" y="26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7" name="Line 523"/>
                          <wps:cNvCnPr/>
                          <wps:spPr bwMode="auto">
                            <a:xfrm>
                              <a:off x="5390" y="26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8" name="Line 524"/>
                          <wps:cNvCnPr/>
                          <wps:spPr bwMode="auto">
                            <a:xfrm>
                              <a:off x="5390" y="26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9" name="Line 525"/>
                          <wps:cNvCnPr/>
                          <wps:spPr bwMode="auto">
                            <a:xfrm>
                              <a:off x="5390" y="26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0" name="Line 526"/>
                          <wps:cNvCnPr/>
                          <wps:spPr bwMode="auto">
                            <a:xfrm>
                              <a:off x="5390" y="26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1" name="Line 527"/>
                          <wps:cNvCnPr/>
                          <wps:spPr bwMode="auto">
                            <a:xfrm>
                              <a:off x="5390" y="26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2" name="Line 528"/>
                          <wps:cNvCnPr/>
                          <wps:spPr bwMode="auto">
                            <a:xfrm>
                              <a:off x="5390" y="26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3" name="Line 529"/>
                          <wps:cNvCnPr/>
                          <wps:spPr bwMode="auto">
                            <a:xfrm>
                              <a:off x="5390" y="26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4" name="Line 530"/>
                          <wps:cNvCnPr/>
                          <wps:spPr bwMode="auto">
                            <a:xfrm>
                              <a:off x="5390" y="26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5" name="Line 531"/>
                          <wps:cNvCnPr/>
                          <wps:spPr bwMode="auto">
                            <a:xfrm>
                              <a:off x="5390" y="27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6" name="Line 532"/>
                          <wps:cNvCnPr/>
                          <wps:spPr bwMode="auto">
                            <a:xfrm>
                              <a:off x="5390" y="27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7" name="Line 533"/>
                          <wps:cNvCnPr/>
                          <wps:spPr bwMode="auto">
                            <a:xfrm>
                              <a:off x="5390" y="27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8" name="Line 534"/>
                          <wps:cNvCnPr/>
                          <wps:spPr bwMode="auto">
                            <a:xfrm>
                              <a:off x="5390" y="27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9" name="Line 535"/>
                          <wps:cNvCnPr/>
                          <wps:spPr bwMode="auto">
                            <a:xfrm>
                              <a:off x="5390" y="27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0" name="Line 536"/>
                          <wps:cNvCnPr/>
                          <wps:spPr bwMode="auto">
                            <a:xfrm>
                              <a:off x="5390" y="27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1" name="Line 537"/>
                          <wps:cNvCnPr/>
                          <wps:spPr bwMode="auto">
                            <a:xfrm>
                              <a:off x="5390" y="276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2" name="Line 538"/>
                          <wps:cNvCnPr/>
                          <wps:spPr bwMode="auto">
                            <a:xfrm>
                              <a:off x="5390" y="27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3" name="Line 539"/>
                          <wps:cNvCnPr/>
                          <wps:spPr bwMode="auto">
                            <a:xfrm>
                              <a:off x="5390" y="278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4" name="Line 540"/>
                          <wps:cNvCnPr/>
                          <wps:spPr bwMode="auto">
                            <a:xfrm>
                              <a:off x="5390" y="27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5" name="Line 541"/>
                          <wps:cNvCnPr/>
                          <wps:spPr bwMode="auto">
                            <a:xfrm>
                              <a:off x="5390" y="28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6" name="Line 542"/>
                          <wps:cNvCnPr/>
                          <wps:spPr bwMode="auto">
                            <a:xfrm>
                              <a:off x="5390" y="28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7" name="Line 543"/>
                          <wps:cNvCnPr/>
                          <wps:spPr bwMode="auto">
                            <a:xfrm>
                              <a:off x="5390" y="28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8" name="Line 544"/>
                          <wps:cNvCnPr/>
                          <wps:spPr bwMode="auto">
                            <a:xfrm>
                              <a:off x="5390" y="284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9" name="Line 545"/>
                          <wps:cNvCnPr/>
                          <wps:spPr bwMode="auto">
                            <a:xfrm>
                              <a:off x="5390" y="28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0" name="Line 546"/>
                          <wps:cNvCnPr/>
                          <wps:spPr bwMode="auto">
                            <a:xfrm>
                              <a:off x="5390" y="28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1" name="Line 547"/>
                          <wps:cNvCnPr/>
                          <wps:spPr bwMode="auto">
                            <a:xfrm>
                              <a:off x="5390" y="28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2" name="Line 548"/>
                          <wps:cNvCnPr/>
                          <wps:spPr bwMode="auto">
                            <a:xfrm>
                              <a:off x="5390" y="28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3" name="Line 549"/>
                          <wps:cNvCnPr/>
                          <wps:spPr bwMode="auto">
                            <a:xfrm>
                              <a:off x="5390" y="289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4" name="Line 550"/>
                          <wps:cNvCnPr/>
                          <wps:spPr bwMode="auto">
                            <a:xfrm>
                              <a:off x="5390" y="29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5" name="Line 551"/>
                          <wps:cNvCnPr/>
                          <wps:spPr bwMode="auto">
                            <a:xfrm>
                              <a:off x="5390" y="29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6" name="Line 552"/>
                          <wps:cNvCnPr/>
                          <wps:spPr bwMode="auto">
                            <a:xfrm>
                              <a:off x="5390" y="29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7" name="Line 553"/>
                          <wps:cNvCnPr/>
                          <wps:spPr bwMode="auto">
                            <a:xfrm>
                              <a:off x="5390" y="29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8" name="Line 554"/>
                          <wps:cNvCnPr/>
                          <wps:spPr bwMode="auto">
                            <a:xfrm>
                              <a:off x="5390" y="29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9" name="Line 555"/>
                          <wps:cNvCnPr/>
                          <wps:spPr bwMode="auto">
                            <a:xfrm>
                              <a:off x="5390" y="295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0" name="Line 556"/>
                          <wps:cNvCnPr/>
                          <wps:spPr bwMode="auto">
                            <a:xfrm>
                              <a:off x="5390" y="29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1" name="Line 557"/>
                          <wps:cNvCnPr/>
                          <wps:spPr bwMode="auto">
                            <a:xfrm>
                              <a:off x="5390" y="29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2" name="Line 558"/>
                          <wps:cNvCnPr/>
                          <wps:spPr bwMode="auto">
                            <a:xfrm>
                              <a:off x="5390" y="29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3" name="Line 559"/>
                          <wps:cNvCnPr/>
                          <wps:spPr bwMode="auto">
                            <a:xfrm>
                              <a:off x="5390" y="30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4" name="Line 560"/>
                          <wps:cNvCnPr/>
                          <wps:spPr bwMode="auto">
                            <a:xfrm>
                              <a:off x="5390" y="301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5" name="Line 561"/>
                          <wps:cNvCnPr/>
                          <wps:spPr bwMode="auto">
                            <a:xfrm>
                              <a:off x="5390" y="30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6" name="Line 562"/>
                          <wps:cNvCnPr/>
                          <wps:spPr bwMode="auto">
                            <a:xfrm>
                              <a:off x="5390" y="30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7" name="Line 563"/>
                          <wps:cNvCnPr/>
                          <wps:spPr bwMode="auto">
                            <a:xfrm>
                              <a:off x="5390" y="30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8" name="Line 564"/>
                          <wps:cNvCnPr/>
                          <wps:spPr bwMode="auto">
                            <a:xfrm>
                              <a:off x="5390" y="30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9" name="Line 565"/>
                          <wps:cNvCnPr/>
                          <wps:spPr bwMode="auto">
                            <a:xfrm>
                              <a:off x="5390" y="30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0" name="Line 566"/>
                          <wps:cNvCnPr/>
                          <wps:spPr bwMode="auto">
                            <a:xfrm>
                              <a:off x="5390" y="30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1" name="Line 567"/>
                          <wps:cNvCnPr/>
                          <wps:spPr bwMode="auto">
                            <a:xfrm>
                              <a:off x="5390" y="308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2" name="Line 568"/>
                          <wps:cNvCnPr/>
                          <wps:spPr bwMode="auto">
                            <a:xfrm>
                              <a:off x="5390" y="30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3" name="Line 569"/>
                          <wps:cNvCnPr/>
                          <wps:spPr bwMode="auto">
                            <a:xfrm>
                              <a:off x="5390" y="31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4" name="Line 570"/>
                          <wps:cNvCnPr/>
                          <wps:spPr bwMode="auto">
                            <a:xfrm>
                              <a:off x="5390" y="31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5" name="Line 571"/>
                          <wps:cNvCnPr/>
                          <wps:spPr bwMode="auto">
                            <a:xfrm>
                              <a:off x="5390" y="31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6" name="Line 572"/>
                          <wps:cNvCnPr/>
                          <wps:spPr bwMode="auto">
                            <a:xfrm>
                              <a:off x="5390" y="313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7" name="Line 573"/>
                          <wps:cNvCnPr/>
                          <wps:spPr bwMode="auto">
                            <a:xfrm>
                              <a:off x="5390" y="31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8" name="Line 574"/>
                          <wps:cNvCnPr/>
                          <wps:spPr bwMode="auto">
                            <a:xfrm>
                              <a:off x="5390" y="31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79" name="Line 575"/>
                          <wps:cNvCnPr/>
                          <wps:spPr bwMode="auto">
                            <a:xfrm>
                              <a:off x="5390" y="31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0" name="Line 576"/>
                          <wps:cNvCnPr/>
                          <wps:spPr bwMode="auto">
                            <a:xfrm>
                              <a:off x="5390" y="31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1" name="Line 577"/>
                          <wps:cNvCnPr/>
                          <wps:spPr bwMode="auto">
                            <a:xfrm>
                              <a:off x="5390" y="319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2" name="Line 578"/>
                          <wps:cNvCnPr/>
                          <wps:spPr bwMode="auto">
                            <a:xfrm>
                              <a:off x="5390" y="320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3" name="Line 579"/>
                          <wps:cNvCnPr/>
                          <wps:spPr bwMode="auto">
                            <a:xfrm>
                              <a:off x="5390" y="32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4" name="Line 580"/>
                          <wps:cNvCnPr/>
                          <wps:spPr bwMode="auto">
                            <a:xfrm>
                              <a:off x="5390" y="32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5" name="Line 581"/>
                          <wps:cNvCnPr/>
                          <wps:spPr bwMode="auto">
                            <a:xfrm>
                              <a:off x="5390" y="32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6" name="Line 582"/>
                          <wps:cNvCnPr/>
                          <wps:spPr bwMode="auto">
                            <a:xfrm>
                              <a:off x="5390" y="32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7" name="Line 583"/>
                          <wps:cNvCnPr/>
                          <wps:spPr bwMode="auto">
                            <a:xfrm>
                              <a:off x="5390" y="325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8" name="Line 584"/>
                          <wps:cNvCnPr/>
                          <wps:spPr bwMode="auto">
                            <a:xfrm>
                              <a:off x="5390" y="32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9" name="Line 585"/>
                          <wps:cNvCnPr/>
                          <wps:spPr bwMode="auto">
                            <a:xfrm>
                              <a:off x="5390" y="32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0" name="Line 586"/>
                          <wps:cNvCnPr/>
                          <wps:spPr bwMode="auto">
                            <a:xfrm>
                              <a:off x="5390" y="32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1" name="Line 587"/>
                          <wps:cNvCnPr/>
                          <wps:spPr bwMode="auto">
                            <a:xfrm>
                              <a:off x="5390" y="32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2" name="Line 588"/>
                          <wps:cNvCnPr/>
                          <wps:spPr bwMode="auto">
                            <a:xfrm>
                              <a:off x="5390" y="330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3" name="Line 589"/>
                          <wps:cNvCnPr/>
                          <wps:spPr bwMode="auto">
                            <a:xfrm>
                              <a:off x="5390" y="33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4" name="Line 590"/>
                          <wps:cNvCnPr/>
                          <wps:spPr bwMode="auto">
                            <a:xfrm>
                              <a:off x="5390" y="333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5" name="Line 591"/>
                          <wps:cNvCnPr/>
                          <wps:spPr bwMode="auto">
                            <a:xfrm>
                              <a:off x="5390" y="33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6" name="Line 592"/>
                          <wps:cNvCnPr/>
                          <wps:spPr bwMode="auto">
                            <a:xfrm>
                              <a:off x="5390" y="33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7" name="Line 593"/>
                          <wps:cNvCnPr/>
                          <wps:spPr bwMode="auto">
                            <a:xfrm>
                              <a:off x="5390" y="33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8" name="Line 594"/>
                          <wps:cNvCnPr/>
                          <wps:spPr bwMode="auto">
                            <a:xfrm>
                              <a:off x="5390" y="33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9" name="Line 595"/>
                          <wps:cNvCnPr/>
                          <wps:spPr bwMode="auto">
                            <a:xfrm>
                              <a:off x="5390" y="338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0" name="Line 596"/>
                          <wps:cNvCnPr/>
                          <wps:spPr bwMode="auto">
                            <a:xfrm>
                              <a:off x="5390" y="33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1" name="Line 597"/>
                          <wps:cNvCnPr/>
                          <wps:spPr bwMode="auto">
                            <a:xfrm>
                              <a:off x="5390" y="34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2" name="Line 598"/>
                          <wps:cNvCnPr/>
                          <wps:spPr bwMode="auto">
                            <a:xfrm>
                              <a:off x="5390" y="34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3" name="Line 599"/>
                          <wps:cNvCnPr/>
                          <wps:spPr bwMode="auto">
                            <a:xfrm>
                              <a:off x="5390" y="34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4" name="Line 600"/>
                          <wps:cNvCnPr/>
                          <wps:spPr bwMode="auto">
                            <a:xfrm>
                              <a:off x="5390" y="343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5" name="Line 601"/>
                          <wps:cNvCnPr/>
                          <wps:spPr bwMode="auto">
                            <a:xfrm>
                              <a:off x="5390" y="34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6" name="Line 602"/>
                          <wps:cNvCnPr/>
                          <wps:spPr bwMode="auto">
                            <a:xfrm>
                              <a:off x="5390" y="3457"/>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7" name="Line 603"/>
                          <wps:cNvCnPr/>
                          <wps:spPr bwMode="auto">
                            <a:xfrm>
                              <a:off x="993" y="1079"/>
                              <a:ext cx="111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8" name="Freeform 604"/>
                          <wps:cNvSpPr>
                            <a:spLocks/>
                          </wps:cNvSpPr>
                          <wps:spPr bwMode="auto">
                            <a:xfrm>
                              <a:off x="993" y="1029"/>
                              <a:ext cx="99" cy="99"/>
                            </a:xfrm>
                            <a:custGeom>
                              <a:avLst/>
                              <a:gdLst>
                                <a:gd name="T0" fmla="*/ 200 w 200"/>
                                <a:gd name="T1" fmla="*/ 0 h 199"/>
                                <a:gd name="T2" fmla="*/ 0 w 200"/>
                                <a:gd name="T3" fmla="*/ 99 h 199"/>
                                <a:gd name="T4" fmla="*/ 200 w 200"/>
                                <a:gd name="T5" fmla="*/ 199 h 199"/>
                                <a:gd name="T6" fmla="*/ 100 w 200"/>
                                <a:gd name="T7" fmla="*/ 99 h 199"/>
                                <a:gd name="T8" fmla="*/ 200 w 200"/>
                                <a:gd name="T9" fmla="*/ 0 h 199"/>
                              </a:gdLst>
                              <a:ahLst/>
                              <a:cxnLst>
                                <a:cxn ang="0">
                                  <a:pos x="T0" y="T1"/>
                                </a:cxn>
                                <a:cxn ang="0">
                                  <a:pos x="T2" y="T3"/>
                                </a:cxn>
                                <a:cxn ang="0">
                                  <a:pos x="T4" y="T5"/>
                                </a:cxn>
                                <a:cxn ang="0">
                                  <a:pos x="T6" y="T7"/>
                                </a:cxn>
                                <a:cxn ang="0">
                                  <a:pos x="T8" y="T9"/>
                                </a:cxn>
                              </a:cxnLst>
                              <a:rect l="0" t="0" r="r" b="b"/>
                              <a:pathLst>
                                <a:path w="200" h="199">
                                  <a:moveTo>
                                    <a:pt x="200" y="0"/>
                                  </a:moveTo>
                                  <a:lnTo>
                                    <a:pt x="0" y="99"/>
                                  </a:lnTo>
                                  <a:lnTo>
                                    <a:pt x="200" y="199"/>
                                  </a:lnTo>
                                  <a:lnTo>
                                    <a:pt x="100" y="99"/>
                                  </a:lnTo>
                                  <a:lnTo>
                                    <a:pt x="20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09" name="Freeform 605"/>
                          <wps:cNvSpPr>
                            <a:spLocks/>
                          </wps:cNvSpPr>
                          <wps:spPr bwMode="auto">
                            <a:xfrm>
                              <a:off x="2007" y="1029"/>
                              <a:ext cx="99" cy="99"/>
                            </a:xfrm>
                            <a:custGeom>
                              <a:avLst/>
                              <a:gdLst>
                                <a:gd name="T0" fmla="*/ 0 w 198"/>
                                <a:gd name="T1" fmla="*/ 0 h 199"/>
                                <a:gd name="T2" fmla="*/ 198 w 198"/>
                                <a:gd name="T3" fmla="*/ 99 h 199"/>
                                <a:gd name="T4" fmla="*/ 0 w 198"/>
                                <a:gd name="T5" fmla="*/ 199 h 199"/>
                                <a:gd name="T6" fmla="*/ 99 w 198"/>
                                <a:gd name="T7" fmla="*/ 99 h 199"/>
                                <a:gd name="T8" fmla="*/ 0 w 198"/>
                                <a:gd name="T9" fmla="*/ 0 h 199"/>
                              </a:gdLst>
                              <a:ahLst/>
                              <a:cxnLst>
                                <a:cxn ang="0">
                                  <a:pos x="T0" y="T1"/>
                                </a:cxn>
                                <a:cxn ang="0">
                                  <a:pos x="T2" y="T3"/>
                                </a:cxn>
                                <a:cxn ang="0">
                                  <a:pos x="T4" y="T5"/>
                                </a:cxn>
                                <a:cxn ang="0">
                                  <a:pos x="T6" y="T7"/>
                                </a:cxn>
                                <a:cxn ang="0">
                                  <a:pos x="T8" y="T9"/>
                                </a:cxn>
                              </a:cxnLst>
                              <a:rect l="0" t="0" r="r" b="b"/>
                              <a:pathLst>
                                <a:path w="198" h="199">
                                  <a:moveTo>
                                    <a:pt x="0" y="0"/>
                                  </a:moveTo>
                                  <a:lnTo>
                                    <a:pt x="198" y="99"/>
                                  </a:lnTo>
                                  <a:lnTo>
                                    <a:pt x="0" y="199"/>
                                  </a:lnTo>
                                  <a:lnTo>
                                    <a:pt x="99" y="99"/>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10" name="Line 606"/>
                          <wps:cNvCnPr/>
                          <wps:spPr bwMode="auto">
                            <a:xfrm flipV="1">
                              <a:off x="5408" y="61"/>
                              <a:ext cx="1295" cy="129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g:wgp>
                      <wps:wsp>
                        <wps:cNvPr id="611" name="Freeform 607"/>
                        <wps:cNvSpPr>
                          <a:spLocks/>
                        </wps:cNvSpPr>
                        <wps:spPr bwMode="auto">
                          <a:xfrm>
                            <a:off x="2490470" y="1378585"/>
                            <a:ext cx="467995" cy="398145"/>
                          </a:xfrm>
                          <a:custGeom>
                            <a:avLst/>
                            <a:gdLst>
                              <a:gd name="T0" fmla="*/ 0 w 1476"/>
                              <a:gd name="T1" fmla="*/ 1256 h 1256"/>
                              <a:gd name="T2" fmla="*/ 83 w 1476"/>
                              <a:gd name="T3" fmla="*/ 1225 h 1256"/>
                              <a:gd name="T4" fmla="*/ 167 w 1476"/>
                              <a:gd name="T5" fmla="*/ 1192 h 1256"/>
                              <a:gd name="T6" fmla="*/ 241 w 1476"/>
                              <a:gd name="T7" fmla="*/ 1160 h 1256"/>
                              <a:gd name="T8" fmla="*/ 318 w 1476"/>
                              <a:gd name="T9" fmla="*/ 1127 h 1256"/>
                              <a:gd name="T10" fmla="*/ 394 w 1476"/>
                              <a:gd name="T11" fmla="*/ 1094 h 1256"/>
                              <a:gd name="T12" fmla="*/ 464 w 1476"/>
                              <a:gd name="T13" fmla="*/ 1061 h 1256"/>
                              <a:gd name="T14" fmla="*/ 537 w 1476"/>
                              <a:gd name="T15" fmla="*/ 1025 h 1256"/>
                              <a:gd name="T16" fmla="*/ 604 w 1476"/>
                              <a:gd name="T17" fmla="*/ 988 h 1256"/>
                              <a:gd name="T18" fmla="*/ 670 w 1476"/>
                              <a:gd name="T19" fmla="*/ 952 h 1256"/>
                              <a:gd name="T20" fmla="*/ 730 w 1476"/>
                              <a:gd name="T21" fmla="*/ 915 h 1256"/>
                              <a:gd name="T22" fmla="*/ 792 w 1476"/>
                              <a:gd name="T23" fmla="*/ 879 h 1256"/>
                              <a:gd name="T24" fmla="*/ 850 w 1476"/>
                              <a:gd name="T25" fmla="*/ 840 h 1256"/>
                              <a:gd name="T26" fmla="*/ 904 w 1476"/>
                              <a:gd name="T27" fmla="*/ 802 h 1256"/>
                              <a:gd name="T28" fmla="*/ 957 w 1476"/>
                              <a:gd name="T29" fmla="*/ 764 h 1256"/>
                              <a:gd name="T30" fmla="*/ 1008 w 1476"/>
                              <a:gd name="T31" fmla="*/ 724 h 1256"/>
                              <a:gd name="T32" fmla="*/ 1057 w 1476"/>
                              <a:gd name="T33" fmla="*/ 684 h 1256"/>
                              <a:gd name="T34" fmla="*/ 1103 w 1476"/>
                              <a:gd name="T35" fmla="*/ 645 h 1256"/>
                              <a:gd name="T36" fmla="*/ 1147 w 1476"/>
                              <a:gd name="T37" fmla="*/ 605 h 1256"/>
                              <a:gd name="T38" fmla="*/ 1187 w 1476"/>
                              <a:gd name="T39" fmla="*/ 562 h 1256"/>
                              <a:gd name="T40" fmla="*/ 1227 w 1476"/>
                              <a:gd name="T41" fmla="*/ 523 h 1256"/>
                              <a:gd name="T42" fmla="*/ 1260 w 1476"/>
                              <a:gd name="T43" fmla="*/ 479 h 1256"/>
                              <a:gd name="T44" fmla="*/ 1294 w 1476"/>
                              <a:gd name="T45" fmla="*/ 436 h 1256"/>
                              <a:gd name="T46" fmla="*/ 1323 w 1476"/>
                              <a:gd name="T47" fmla="*/ 397 h 1256"/>
                              <a:gd name="T48" fmla="*/ 1353 w 1476"/>
                              <a:gd name="T49" fmla="*/ 354 h 1256"/>
                              <a:gd name="T50" fmla="*/ 1376 w 1476"/>
                              <a:gd name="T51" fmla="*/ 312 h 1256"/>
                              <a:gd name="T52" fmla="*/ 1400 w 1476"/>
                              <a:gd name="T53" fmla="*/ 265 h 1256"/>
                              <a:gd name="T54" fmla="*/ 1420 w 1476"/>
                              <a:gd name="T55" fmla="*/ 222 h 1256"/>
                              <a:gd name="T56" fmla="*/ 1436 w 1476"/>
                              <a:gd name="T57" fmla="*/ 179 h 1256"/>
                              <a:gd name="T58" fmla="*/ 1449 w 1476"/>
                              <a:gd name="T59" fmla="*/ 135 h 1256"/>
                              <a:gd name="T60" fmla="*/ 1462 w 1476"/>
                              <a:gd name="T61" fmla="*/ 89 h 1256"/>
                              <a:gd name="T62" fmla="*/ 1469 w 1476"/>
                              <a:gd name="T63" fmla="*/ 47 h 1256"/>
                              <a:gd name="T64" fmla="*/ 1476 w 1476"/>
                              <a:gd name="T65" fmla="*/ 0 h 1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476" h="1256">
                                <a:moveTo>
                                  <a:pt x="0" y="1256"/>
                                </a:moveTo>
                                <a:lnTo>
                                  <a:pt x="83" y="1225"/>
                                </a:lnTo>
                                <a:lnTo>
                                  <a:pt x="167" y="1192"/>
                                </a:lnTo>
                                <a:lnTo>
                                  <a:pt x="241" y="1160"/>
                                </a:lnTo>
                                <a:lnTo>
                                  <a:pt x="318" y="1127"/>
                                </a:lnTo>
                                <a:lnTo>
                                  <a:pt x="394" y="1094"/>
                                </a:lnTo>
                                <a:lnTo>
                                  <a:pt x="464" y="1061"/>
                                </a:lnTo>
                                <a:lnTo>
                                  <a:pt x="537" y="1025"/>
                                </a:lnTo>
                                <a:lnTo>
                                  <a:pt x="604" y="988"/>
                                </a:lnTo>
                                <a:lnTo>
                                  <a:pt x="670" y="952"/>
                                </a:lnTo>
                                <a:lnTo>
                                  <a:pt x="730" y="915"/>
                                </a:lnTo>
                                <a:lnTo>
                                  <a:pt x="792" y="879"/>
                                </a:lnTo>
                                <a:lnTo>
                                  <a:pt x="850" y="840"/>
                                </a:lnTo>
                                <a:lnTo>
                                  <a:pt x="904" y="802"/>
                                </a:lnTo>
                                <a:lnTo>
                                  <a:pt x="957" y="764"/>
                                </a:lnTo>
                                <a:lnTo>
                                  <a:pt x="1008" y="724"/>
                                </a:lnTo>
                                <a:lnTo>
                                  <a:pt x="1057" y="684"/>
                                </a:lnTo>
                                <a:lnTo>
                                  <a:pt x="1103" y="645"/>
                                </a:lnTo>
                                <a:lnTo>
                                  <a:pt x="1147" y="605"/>
                                </a:lnTo>
                                <a:lnTo>
                                  <a:pt x="1187" y="562"/>
                                </a:lnTo>
                                <a:lnTo>
                                  <a:pt x="1227" y="523"/>
                                </a:lnTo>
                                <a:lnTo>
                                  <a:pt x="1260" y="479"/>
                                </a:lnTo>
                                <a:lnTo>
                                  <a:pt x="1294" y="436"/>
                                </a:lnTo>
                                <a:lnTo>
                                  <a:pt x="1323" y="397"/>
                                </a:lnTo>
                                <a:lnTo>
                                  <a:pt x="1353" y="354"/>
                                </a:lnTo>
                                <a:lnTo>
                                  <a:pt x="1376" y="312"/>
                                </a:lnTo>
                                <a:lnTo>
                                  <a:pt x="1400" y="265"/>
                                </a:lnTo>
                                <a:lnTo>
                                  <a:pt x="1420" y="222"/>
                                </a:lnTo>
                                <a:lnTo>
                                  <a:pt x="1436" y="179"/>
                                </a:lnTo>
                                <a:lnTo>
                                  <a:pt x="1449" y="135"/>
                                </a:lnTo>
                                <a:lnTo>
                                  <a:pt x="1462" y="89"/>
                                </a:lnTo>
                                <a:lnTo>
                                  <a:pt x="1469" y="47"/>
                                </a:lnTo>
                                <a:lnTo>
                                  <a:pt x="1476"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2" name="Freeform 608"/>
                        <wps:cNvSpPr>
                          <a:spLocks/>
                        </wps:cNvSpPr>
                        <wps:spPr bwMode="auto">
                          <a:xfrm>
                            <a:off x="2486660" y="1724660"/>
                            <a:ext cx="70485" cy="58420"/>
                          </a:xfrm>
                          <a:custGeom>
                            <a:avLst/>
                            <a:gdLst>
                              <a:gd name="T0" fmla="*/ 146 w 222"/>
                              <a:gd name="T1" fmla="*/ 0 h 185"/>
                              <a:gd name="T2" fmla="*/ 0 w 222"/>
                              <a:gd name="T3" fmla="*/ 168 h 185"/>
                              <a:gd name="T4" fmla="*/ 222 w 222"/>
                              <a:gd name="T5" fmla="*/ 185 h 185"/>
                              <a:gd name="T6" fmla="*/ 93 w 222"/>
                              <a:gd name="T7" fmla="*/ 128 h 185"/>
                              <a:gd name="T8" fmla="*/ 146 w 222"/>
                              <a:gd name="T9" fmla="*/ 0 h 185"/>
                            </a:gdLst>
                            <a:ahLst/>
                            <a:cxnLst>
                              <a:cxn ang="0">
                                <a:pos x="T0" y="T1"/>
                              </a:cxn>
                              <a:cxn ang="0">
                                <a:pos x="T2" y="T3"/>
                              </a:cxn>
                              <a:cxn ang="0">
                                <a:pos x="T4" y="T5"/>
                              </a:cxn>
                              <a:cxn ang="0">
                                <a:pos x="T6" y="T7"/>
                              </a:cxn>
                              <a:cxn ang="0">
                                <a:pos x="T8" y="T9"/>
                              </a:cxn>
                            </a:cxnLst>
                            <a:rect l="0" t="0" r="r" b="b"/>
                            <a:pathLst>
                              <a:path w="222" h="185">
                                <a:moveTo>
                                  <a:pt x="146" y="0"/>
                                </a:moveTo>
                                <a:lnTo>
                                  <a:pt x="0" y="168"/>
                                </a:lnTo>
                                <a:lnTo>
                                  <a:pt x="222" y="185"/>
                                </a:lnTo>
                                <a:lnTo>
                                  <a:pt x="93" y="128"/>
                                </a:lnTo>
                                <a:lnTo>
                                  <a:pt x="14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13" name="Freeform 609"/>
                        <wps:cNvSpPr>
                          <a:spLocks/>
                        </wps:cNvSpPr>
                        <wps:spPr bwMode="auto">
                          <a:xfrm>
                            <a:off x="2911475" y="1378585"/>
                            <a:ext cx="60325" cy="69215"/>
                          </a:xfrm>
                          <a:custGeom>
                            <a:avLst/>
                            <a:gdLst>
                              <a:gd name="T0" fmla="*/ 0 w 190"/>
                              <a:gd name="T1" fmla="*/ 166 h 219"/>
                              <a:gd name="T2" fmla="*/ 149 w 190"/>
                              <a:gd name="T3" fmla="*/ 0 h 219"/>
                              <a:gd name="T4" fmla="*/ 190 w 190"/>
                              <a:gd name="T5" fmla="*/ 219 h 219"/>
                              <a:gd name="T6" fmla="*/ 122 w 190"/>
                              <a:gd name="T7" fmla="*/ 96 h 219"/>
                              <a:gd name="T8" fmla="*/ 0 w 190"/>
                              <a:gd name="T9" fmla="*/ 166 h 219"/>
                            </a:gdLst>
                            <a:ahLst/>
                            <a:cxnLst>
                              <a:cxn ang="0">
                                <a:pos x="T0" y="T1"/>
                              </a:cxn>
                              <a:cxn ang="0">
                                <a:pos x="T2" y="T3"/>
                              </a:cxn>
                              <a:cxn ang="0">
                                <a:pos x="T4" y="T5"/>
                              </a:cxn>
                              <a:cxn ang="0">
                                <a:pos x="T6" y="T7"/>
                              </a:cxn>
                              <a:cxn ang="0">
                                <a:pos x="T8" y="T9"/>
                              </a:cxn>
                            </a:cxnLst>
                            <a:rect l="0" t="0" r="r" b="b"/>
                            <a:pathLst>
                              <a:path w="190" h="219">
                                <a:moveTo>
                                  <a:pt x="0" y="166"/>
                                </a:moveTo>
                                <a:lnTo>
                                  <a:pt x="149" y="0"/>
                                </a:lnTo>
                                <a:lnTo>
                                  <a:pt x="190" y="219"/>
                                </a:lnTo>
                                <a:lnTo>
                                  <a:pt x="122" y="96"/>
                                </a:lnTo>
                                <a:lnTo>
                                  <a:pt x="0" y="16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14" name="Rectangle 610"/>
                        <wps:cNvSpPr>
                          <a:spLocks noChangeArrowheads="1"/>
                        </wps:cNvSpPr>
                        <wps:spPr bwMode="auto">
                          <a:xfrm>
                            <a:off x="2833370" y="1180465"/>
                            <a:ext cx="527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15" name="Rectangle 611"/>
                        <wps:cNvSpPr>
                          <a:spLocks noChangeArrowheads="1"/>
                        </wps:cNvSpPr>
                        <wps:spPr bwMode="auto">
                          <a:xfrm>
                            <a:off x="2936875" y="118046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16" name="Rectangle 612"/>
                        <wps:cNvSpPr>
                          <a:spLocks noChangeArrowheads="1"/>
                        </wps:cNvSpPr>
                        <wps:spPr bwMode="auto">
                          <a:xfrm>
                            <a:off x="3027045" y="118046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17" name="Rectangle 613"/>
                        <wps:cNvSpPr>
                          <a:spLocks noChangeArrowheads="1"/>
                        </wps:cNvSpPr>
                        <wps:spPr bwMode="auto">
                          <a:xfrm>
                            <a:off x="3032125" y="118046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618" name="Rectangle 614"/>
                        <wps:cNvSpPr>
                          <a:spLocks noChangeArrowheads="1"/>
                        </wps:cNvSpPr>
                        <wps:spPr bwMode="auto">
                          <a:xfrm>
                            <a:off x="2780665"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19" name="Rectangle 615"/>
                        <wps:cNvSpPr>
                          <a:spLocks noChangeArrowheads="1"/>
                        </wps:cNvSpPr>
                        <wps:spPr bwMode="auto">
                          <a:xfrm>
                            <a:off x="2884170" y="170751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20" name="Rectangle 616"/>
                        <wps:cNvSpPr>
                          <a:spLocks noChangeArrowheads="1"/>
                        </wps:cNvSpPr>
                        <wps:spPr bwMode="auto">
                          <a:xfrm>
                            <a:off x="2973070" y="170751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21" name="Rectangle 617"/>
                        <wps:cNvSpPr>
                          <a:spLocks noChangeArrowheads="1"/>
                        </wps:cNvSpPr>
                        <wps:spPr bwMode="auto">
                          <a:xfrm>
                            <a:off x="2978150" y="1707515"/>
                            <a:ext cx="81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622" name="Rectangle 618"/>
                        <wps:cNvSpPr>
                          <a:spLocks noChangeArrowheads="1"/>
                        </wps:cNvSpPr>
                        <wps:spPr bwMode="auto">
                          <a:xfrm>
                            <a:off x="3566160" y="2573655"/>
                            <a:ext cx="546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F </w:t>
                              </w:r>
                            </w:p>
                          </w:txbxContent>
                        </wps:txbx>
                        <wps:bodyPr rot="0" vert="horz" wrap="none" lIns="0" tIns="0" rIns="0" bIns="0" anchor="t" anchorCtr="0" upright="1">
                          <a:spAutoFit/>
                        </wps:bodyPr>
                      </wps:wsp>
                      <wps:wsp>
                        <wps:cNvPr id="623" name="Rectangle 619"/>
                        <wps:cNvSpPr>
                          <a:spLocks noChangeArrowheads="1"/>
                        </wps:cNvSpPr>
                        <wps:spPr bwMode="auto">
                          <a:xfrm>
                            <a:off x="3625850" y="2573655"/>
                            <a:ext cx="52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24" name="Rectangle 620"/>
                        <wps:cNvSpPr>
                          <a:spLocks noChangeArrowheads="1"/>
                        </wps:cNvSpPr>
                        <wps:spPr bwMode="auto">
                          <a:xfrm>
                            <a:off x="3683000" y="2581275"/>
                            <a:ext cx="16891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Pr>
                                <w:rPr>
                                  <w:b/>
                                </w:rPr>
                              </w:pPr>
                              <w:r>
                                <w:rPr>
                                  <w:rFonts w:ascii="Helvetica" w:hAnsi="Helvetica" w:cs="Helvetica"/>
                                  <w:b/>
                                  <w:bCs/>
                                  <w:color w:val="000000"/>
                                  <w:sz w:val="14"/>
                                  <w:szCs w:val="14"/>
                                  <w:lang w:val="en-US"/>
                                </w:rPr>
                                <w:t xml:space="preserve">10 </w:t>
                              </w:r>
                            </w:p>
                          </w:txbxContent>
                        </wps:txbx>
                        <wps:bodyPr rot="0" vert="horz" wrap="square" lIns="0" tIns="0" rIns="0" bIns="0" anchor="t" anchorCtr="0" upright="1">
                          <a:noAutofit/>
                        </wps:bodyPr>
                      </wps:wsp>
                      <wps:wsp>
                        <wps:cNvPr id="625" name="Rectangle 621"/>
                        <wps:cNvSpPr>
                          <a:spLocks noChangeArrowheads="1"/>
                        </wps:cNvSpPr>
                        <wps:spPr bwMode="auto">
                          <a:xfrm>
                            <a:off x="3804285" y="257365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26" name="Rectangle 622"/>
                        <wps:cNvSpPr>
                          <a:spLocks noChangeArrowheads="1"/>
                        </wps:cNvSpPr>
                        <wps:spPr bwMode="auto">
                          <a:xfrm>
                            <a:off x="3877945" y="25736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27" name="Rectangle 623"/>
                        <wps:cNvSpPr>
                          <a:spLocks noChangeArrowheads="1"/>
                        </wps:cNvSpPr>
                        <wps:spPr bwMode="auto">
                          <a:xfrm>
                            <a:off x="3883025" y="2573655"/>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0.1</w:t>
                              </w:r>
                            </w:p>
                          </w:txbxContent>
                        </wps:txbx>
                        <wps:bodyPr rot="0" vert="horz" wrap="none" lIns="0" tIns="0" rIns="0" bIns="0" anchor="t" anchorCtr="0" upright="1">
                          <a:spAutoFit/>
                        </wps:bodyPr>
                      </wps:wsp>
                      <wps:wsp>
                        <wps:cNvPr id="628" name="Rectangle 624"/>
                        <wps:cNvSpPr>
                          <a:spLocks noChangeArrowheads="1"/>
                        </wps:cNvSpPr>
                        <wps:spPr bwMode="auto">
                          <a:xfrm>
                            <a:off x="4125595" y="25736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29" name="Rectangle 625"/>
                        <wps:cNvSpPr>
                          <a:spLocks noChangeArrowheads="1"/>
                        </wps:cNvSpPr>
                        <wps:spPr bwMode="auto">
                          <a:xfrm>
                            <a:off x="4130675" y="2573655"/>
                            <a:ext cx="647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N</w:t>
                              </w:r>
                            </w:p>
                          </w:txbxContent>
                        </wps:txbx>
                        <wps:bodyPr rot="0" vert="horz" wrap="none" lIns="0" tIns="0" rIns="0" bIns="0" anchor="t" anchorCtr="0" upright="1">
                          <a:spAutoFit/>
                        </wps:bodyPr>
                      </wps:wsp>
                      <wps:wsp>
                        <wps:cNvPr id="630" name="Rectangle 626"/>
                        <wps:cNvSpPr>
                          <a:spLocks noChangeArrowheads="1"/>
                        </wps:cNvSpPr>
                        <wps:spPr bwMode="auto">
                          <a:xfrm>
                            <a:off x="673100" y="770890"/>
                            <a:ext cx="187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total</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31" name="Rectangle 627"/>
                        <wps:cNvSpPr>
                          <a:spLocks noChangeArrowheads="1"/>
                        </wps:cNvSpPr>
                        <wps:spPr bwMode="auto">
                          <a:xfrm>
                            <a:off x="846455" y="770890"/>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travel</w:t>
                              </w:r>
                              <w:proofErr w:type="gramEnd"/>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32" name="Rectangle 628"/>
                        <wps:cNvSpPr>
                          <a:spLocks noChangeArrowheads="1"/>
                        </wps:cNvSpPr>
                        <wps:spPr bwMode="auto">
                          <a:xfrm>
                            <a:off x="673100" y="884555"/>
                            <a:ext cx="148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300 </w:t>
                              </w:r>
                            </w:p>
                          </w:txbxContent>
                        </wps:txbx>
                        <wps:bodyPr rot="0" vert="horz" wrap="none" lIns="0" tIns="0" rIns="0" bIns="0" anchor="t" anchorCtr="0" upright="1">
                          <a:spAutoFit/>
                        </wps:bodyPr>
                      </wps:wsp>
                      <wps:wsp>
                        <wps:cNvPr id="633" name="Rectangle 629"/>
                        <wps:cNvSpPr>
                          <a:spLocks noChangeArrowheads="1"/>
                        </wps:cNvSpPr>
                        <wps:spPr bwMode="auto">
                          <a:xfrm>
                            <a:off x="826135" y="884555"/>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34" name="Rectangle 630"/>
                        <wps:cNvSpPr>
                          <a:spLocks noChangeArrowheads="1"/>
                        </wps:cNvSpPr>
                        <wps:spPr bwMode="auto">
                          <a:xfrm>
                            <a:off x="984250" y="884555"/>
                            <a:ext cx="99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lang w:val="en-US"/>
                                </w:rPr>
                                <w:t xml:space="preserve">20 </w:t>
                              </w:r>
                            </w:p>
                          </w:txbxContent>
                        </wps:txbx>
                        <wps:bodyPr rot="0" vert="horz" wrap="none" lIns="0" tIns="0" rIns="0" bIns="0" anchor="t" anchorCtr="0" upright="1">
                          <a:spAutoFit/>
                        </wps:bodyPr>
                      </wps:wsp>
                      <wps:wsp>
                        <wps:cNvPr id="635" name="Rectangle 631"/>
                        <wps:cNvSpPr>
                          <a:spLocks noChangeArrowheads="1"/>
                        </wps:cNvSpPr>
                        <wps:spPr bwMode="auto">
                          <a:xfrm>
                            <a:off x="1087755" y="884555"/>
                            <a:ext cx="1581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lang w:val="en-US"/>
                                </w:rPr>
                                <w:t>mm</w:t>
                              </w:r>
                              <w:proofErr w:type="gramEnd"/>
                            </w:p>
                          </w:txbxContent>
                        </wps:txbx>
                        <wps:bodyPr rot="0" vert="horz" wrap="none" lIns="0" tIns="0" rIns="0" bIns="0" anchor="t" anchorCtr="0" upright="1">
                          <a:spAutoFit/>
                        </wps:bodyPr>
                      </wps:wsp>
                      <wps:wsp>
                        <wps:cNvPr id="636" name="Rectangle 632"/>
                        <wps:cNvSpPr>
                          <a:spLocks noChangeArrowheads="1"/>
                        </wps:cNvSpPr>
                        <wps:spPr bwMode="auto">
                          <a:xfrm>
                            <a:off x="667385" y="2272665"/>
                            <a:ext cx="182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r>
                                <w:rPr>
                                  <w:rFonts w:ascii="Helvetica" w:hAnsi="Helvetica" w:cs="Helvetica"/>
                                  <w:b/>
                                  <w:bCs/>
                                  <w:color w:val="000000"/>
                                  <w:sz w:val="14"/>
                                  <w:szCs w:val="14"/>
                                  <w:u w:val="single"/>
                                  <w:lang w:val="en-US"/>
                                </w:rPr>
                                <w:t xml:space="preserve">Test </w:t>
                              </w:r>
                            </w:p>
                          </w:txbxContent>
                        </wps:txbx>
                        <wps:bodyPr rot="0" vert="horz" wrap="none" lIns="0" tIns="0" rIns="0" bIns="0" anchor="t" anchorCtr="0" upright="1">
                          <a:spAutoFit/>
                        </wps:bodyPr>
                      </wps:wsp>
                      <wps:wsp>
                        <wps:cNvPr id="637" name="Rectangle 633"/>
                        <wps:cNvSpPr>
                          <a:spLocks noChangeArrowheads="1"/>
                        </wps:cNvSpPr>
                        <wps:spPr bwMode="auto">
                          <a:xfrm>
                            <a:off x="845820" y="2272665"/>
                            <a:ext cx="79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in</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638" name="Rectangle 634"/>
                        <wps:cNvSpPr>
                          <a:spLocks noChangeArrowheads="1"/>
                        </wps:cNvSpPr>
                        <wps:spPr bwMode="auto">
                          <a:xfrm>
                            <a:off x="920115" y="2272665"/>
                            <a:ext cx="49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a</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639" name="Rectangle 635"/>
                        <wps:cNvSpPr>
                          <a:spLocks noChangeArrowheads="1"/>
                        </wps:cNvSpPr>
                        <wps:spPr bwMode="auto">
                          <a:xfrm>
                            <a:off x="974725" y="2272665"/>
                            <a:ext cx="2374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guide</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640" name="Rectangle 636"/>
                        <wps:cNvSpPr>
                          <a:spLocks noChangeArrowheads="1"/>
                        </wps:cNvSpPr>
                        <wps:spPr bwMode="auto">
                          <a:xfrm>
                            <a:off x="1196975" y="2272665"/>
                            <a:ext cx="88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or</w:t>
                              </w:r>
                              <w:proofErr w:type="gramEnd"/>
                              <w:r>
                                <w:rPr>
                                  <w:rFonts w:ascii="Helvetica" w:hAnsi="Helvetica" w:cs="Helvetica"/>
                                  <w:b/>
                                  <w:bCs/>
                                  <w:color w:val="000000"/>
                                  <w:sz w:val="14"/>
                                  <w:szCs w:val="14"/>
                                  <w:u w:val="single"/>
                                  <w:lang w:val="en-US"/>
                                </w:rPr>
                                <w:t xml:space="preserve"> </w:t>
                              </w:r>
                            </w:p>
                          </w:txbxContent>
                        </wps:txbx>
                        <wps:bodyPr rot="0" vert="horz" wrap="none" lIns="0" tIns="0" rIns="0" bIns="0" anchor="t" anchorCtr="0" upright="1">
                          <a:spAutoFit/>
                        </wps:bodyPr>
                      </wps:wsp>
                      <wps:wsp>
                        <wps:cNvPr id="641" name="Rectangle 637"/>
                        <wps:cNvSpPr>
                          <a:spLocks noChangeArrowheads="1"/>
                        </wps:cNvSpPr>
                        <wps:spPr bwMode="auto">
                          <a:xfrm>
                            <a:off x="1280795" y="2272665"/>
                            <a:ext cx="2571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54D7" w:rsidRDefault="008454D7" w:rsidP="008454D7">
                              <w:proofErr w:type="gramStart"/>
                              <w:r>
                                <w:rPr>
                                  <w:rFonts w:ascii="Helvetica" w:hAnsi="Helvetica" w:cs="Helvetica"/>
                                  <w:b/>
                                  <w:bCs/>
                                  <w:color w:val="000000"/>
                                  <w:sz w:val="14"/>
                                  <w:szCs w:val="14"/>
                                  <w:u w:val="single"/>
                                  <w:lang w:val="en-US"/>
                                </w:rPr>
                                <w:t>pulley</w:t>
                              </w:r>
                              <w:proofErr w:type="gramEnd"/>
                            </w:p>
                          </w:txbxContent>
                        </wps:txbx>
                        <wps:bodyPr rot="0" vert="horz" wrap="none" lIns="0" tIns="0" rIns="0" bIns="0" anchor="t" anchorCtr="0" upright="1">
                          <a:spAutoFit/>
                        </wps:bodyPr>
                      </wps:wsp>
                    </wpc:wpc>
                  </a:graphicData>
                </a:graphic>
              </wp:inline>
            </w:drawing>
          </mc:Choice>
          <mc:Fallback>
            <w:pict>
              <v:group id="Canvas 2" o:spid="_x0000_s1858" editas="canvas" style="width:338.1pt;height:215.95pt;mso-position-horizontal-relative:char;mso-position-vertical-relative:line" coordsize="42938,2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">
                <v:shape id="_x0000_s1859" type="#_x0000_t75" style="position:absolute;width:42938;height:27425;visibility:visible;mso-wrap-style:square">
                  <v:fill o:detectmouseclick="t"/>
                  <v:path o:connecttype="none"/>
                </v:shape>
                <v:group id="Group 4" o:spid="_x0000_s1860" style="position:absolute;left:6;top:6;width:42932;height:27419" coordorigin="1,1" coordsize="6761,4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line id="Line 5" o:spid="_x0000_s1861" style="position:absolute;visibility:visible;mso-wrap-style:square" from="1,2303" to="2189,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lfusIAAADaAAAADwAAAGRycy9kb3ducmV2LnhtbESPT4vCMBTE7wt+h/AEb2uqoFurUUQU&#10;d2/rP/D4aJ5tsHkpTdTut98IgsdhZn7DzBatrcSdGm8cKxj0ExDEudOGCwXHw+YzBeEDssbKMSn4&#10;Iw+Leedjhpl2D97RfR8KESHsM1RQhlBnUvq8JIu+72ri6F1cYzFE2RRSN/iIcFvJYZKMpUXDcaHE&#10;mlYl5df9zSowv+Pt6OfrNDnJ9TYMzuk1NfaoVK/bLqcgArXhHX61v7WCC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lfusIAAADaAAAADwAAAAAAAAAAAAAA&#10;AAChAgAAZHJzL2Rvd25yZXYueG1sUEsFBgAAAAAEAAQA+QAAAJADAAAAAA==&#10;" strokeweight="0"/>
                  <v:line id="Line 6" o:spid="_x0000_s1862" style="position:absolute;flip:x y;visibility:visible;mso-wrap-style:square" from="2128,2072" to="2211,2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ilLcMAAADbAAAADwAAAGRycy9kb3ducmV2LnhtbESPQWsCMRCF74X+hzCFXopm24LK1igi&#10;tUhvXfU+bKabxWSyJKmu/75zKPQ2w3vz3jfL9Ri8ulDKfWQDz9MKFHEbbc+dgeNhN1mAygXZoo9M&#10;Bm6UYb26v1tibeOVv+jSlE5JCOcaDbhShlrr3DoKmKdxIBbtO6aARdbUaZvwKuHB65eqmumAPUuD&#10;w4G2jtpz8xMMvM5Ph/3ZP7nPXQ7u/cM37SzdjHl8GDdvoAqN5d/8d723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YpS3DAAAA2wAAAA8AAAAAAAAAAAAA&#10;AAAAoQIAAGRycy9kb3ducmV2LnhtbFBLBQYAAAAABAAEAPkAAACRAwAAAAA=&#10;" strokeweight="0"/>
                  <v:line id="Line 7" o:spid="_x0000_s1863" style="position:absolute;visibility:visible;mso-wrap-style:square" from="2320,2020" to="2403,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line id="Line 8" o:spid="_x0000_s1864" style="position:absolute;flip:y;visibility:visible;mso-wrap-style:square" from="1,2112" to="193,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J8KMIAAADbAAAADwAAAGRycy9kb3ducmV2LnhtbERPPW/CMBDdK/EfrENiK04zoDaNQVER&#10;IgNLaVXWS3xNAvE5sk0I/76uVKnbPb3PyzeT6cVIzneWFTwtExDEtdUdNwo+P3aPzyB8QNbYWyYF&#10;d/KwWc8ecsy0vfE7jcfQiBjCPkMFbQhDJqWvWzLol3Ygjty3dQZDhK6R2uEthptepkmykgY7jg0t&#10;DvTWUn05Xo2C01R1uL2eD8VpXxUvX6l1K1sqtZhPxSuIQFP4F/+5Sx3np/D7Szx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kJ8KMIAAADbAAAADwAAAAAAAAAAAAAA&#10;AAChAgAAZHJzL2Rvd25yZXYueG1sUEsFBgAAAAAEAAQA+QAAAJADAAAAAA==&#10;" strokeweight="0">
                    <v:stroke dashstyle="1 1"/>
                  </v:line>
                  <v:shape id="Freeform 9" o:spid="_x0000_s1865" style="position:absolute;left:5561;top:1051;width:147;height:148;visibility:visible;mso-wrap-style:square;v-text-anchor:top" coordsize="294,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b6L0A&#10;AADbAAAADwAAAGRycy9kb3ducmV2LnhtbERPSwrCMBDdC94hjOBOU634qUYRQXDjws8BhmZsi82k&#10;NLFWT28Ewd083ndWm9aUoqHaFZYVjIYRCOLU6oIzBdfLfjAH4TyyxtIyKXiRg82621lhou2TT9Sc&#10;fSZCCLsEFeTeV4mULs3JoBvaijhwN1sb9AHWmdQ1PkO4KeU4iqbSYMGhIceKdjml9/PDKJhYfMev&#10;2bjcc6wfN+OPcjtdKNXvtdslCE+t/4t/7oMO82P4/hIOkO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Ryb6L0AAADbAAAADwAAAAAAAAAAAAAAAACYAgAAZHJzL2Rvd25yZXYu&#10;eG1sUEsFBgAAAAAEAAQA9QAAAIIDAAAAAA==&#10;" path="m287,297r,-11l291,286r,-22l294,264r,-51l291,200r,-12l287,179r-3,-11l280,155r-6,-9l271,135r-7,-9l260,115r-6,-9l247,95r-7,-9l207,53r-9,-7l187,39r-9,-6l167,29r-9,-7l149,20,139,13,126,9,116,6,106,2,93,2,80,,20,,16,2,7,2,3,6,,6e" filled="f" strokeweight="0">
                    <v:path arrowok="t" o:connecttype="custom" o:connectlocs="144,148;144,143;146,143;146,132;147,132;147,106;146,100;146,94;144,89;142,84;140,77;137,73;136,67;132,63;130,57;127,53;124,47;120,43;104,26;99,23;94,19;89,16;84,14;79,11;75,10;70,6;63,4;58,3;53,1;47,1;40,0;10,0;8,1;4,1;2,3;0,3" o:connectangles="0,0,0,0,0,0,0,0,0,0,0,0,0,0,0,0,0,0,0,0,0,0,0,0,0,0,0,0,0,0,0,0,0,0,0,0"/>
                  </v:shape>
                  <v:shape id="Freeform 10" o:spid="_x0000_s1866" style="position:absolute;left:5600;top:1099;width:59;height:59;visibility:visible;mso-wrap-style:square;v-text-anchor:top" coordsize="119,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kv+cEA&#10;AADbAAAADwAAAGRycy9kb3ducmV2LnhtbERPzWoCMRC+F/oOYQq9lJptKaGsRlnEQk+Cax9gmoyb&#10;1c1ku4m6vn0jCN7m4/ud2WL0nTjRENvAGt4mBQhiE2zLjYaf7dfrJ4iYkC12gUnDhSIs5o8PMyxt&#10;OPOGTnVqRA7hWKIGl1JfShmNI49xEnrizO3C4DFlODTSDnjO4b6T70WhpMeWc4PDnpaOzKE+eg17&#10;c1xVav3yV6nV0hn1m9Smtlo/P43VFESiMd3FN/e3zfM/4PpLPk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ZL/nBAAAA2wAAAA8AAAAAAAAAAAAAAAAAmAIAAGRycy9kb3du&#10;cmV2LnhtbFBLBQYAAAAABAAEAPUAAACGAwAAAAA=&#10;" path="m119,59r-2,13l113,84r-6,11l99,103r-11,6l77,114r-10,3l54,117,42,114,31,109,20,103,12,95,6,84,2,72,,59,2,47,6,35,12,24r8,-9l31,7,42,3,54,,67,,77,3,88,7r11,8l107,24r6,11l117,47r2,12xe" filled="f" strokeweight="0">
                    <v:path arrowok="t" o:connecttype="custom" o:connectlocs="59,30;58,36;56,42;53,48;49,52;44,55;38,57;33,59;27,59;21,57;15,55;10,52;6,48;3,42;1,36;0,30;1,24;3,18;6,12;10,8;15,4;21,2;27,0;33,0;38,2;44,4;49,8;53,12;56,18;58,24;59,30" o:connectangles="0,0,0,0,0,0,0,0,0,0,0,0,0,0,0,0,0,0,0,0,0,0,0,0,0,0,0,0,0,0,0"/>
                  </v:shape>
                  <v:line id="Line 11" o:spid="_x0000_s1867" style="position:absolute;flip:x;visibility:visible;mso-wrap-style:square" from="5363,3793" to="5366,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DxOcMAAADbAAAADwAAAGRycy9kb3ducmV2LnhtbERPTWsCMRC9C/0PYQq9abZCq2yNIpWW&#10;UrCi1oO3cTPuLm4mSxLd9N+bguBtHu9zJrNoGnEh52vLCp4HGQjiwuqaSwW/24/+GIQPyBoby6Tg&#10;jzzMpg+9CebadrymyyaUIoWwz1FBFUKbS+mLigz6gW2JE3e0zmBI0JVSO+xSuGnkMMtepcGaU0OF&#10;Lb1XVJw2Z6Ng/TPig/s8x1M8dMvVfld+7xZzpZ4e4/wNRKAY7uKb+0un+S/w/0s6QE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ug8TnDAAAA2wAAAA8AAAAAAAAAAAAA&#10;AAAAoQIAAGRycy9kb3ducmV2LnhtbFBLBQYAAAAABAAEAPkAAACRAwAAAAA=&#10;" strokeweight="0"/>
                  <v:shape id="Freeform 12" o:spid="_x0000_s1868" style="position:absolute;left:5366;top:3791;width:9;height:3;visibility:visible;mso-wrap-style:square;v-text-anchor:top" coordsize="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ytM8AA&#10;AADbAAAADwAAAGRycy9kb3ducmV2LnhtbERPTWsCMRC9F/wPYYTeatYegqxGkYKiXrQqPQ/JdHfp&#10;ZrImqbv996ZQ6G0e73MWq8G14k4hNp41TCcFCGLjbcOVhutl8zIDEROyxdYzafihCKvl6GmBpfU9&#10;v9P9nCqRQziWqKFOqSuljKYmh3HiO+LMffrgMGUYKmkD9jnctfK1KJR02HBuqLGjt5rM1/nbadgN&#10;6sOulTqF462fHc3B7Y3fav08HtZzEImG9C/+c+9snq/g95d8gF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6ytM8AAAADbAAAADwAAAAAAAAAAAAAAAACYAgAAZHJzL2Rvd25y&#10;ZXYueG1sUEsFBgAAAAAEAAQA9QAAAIUDAAAAAA==&#10;" path="m17,7r-4,l13,4,4,4,4,,,e" filled="f" strokeweight="0">
                    <v:path arrowok="t" o:connecttype="custom" o:connectlocs="9,3;7,3;7,2;2,2;2,0;0,0" o:connectangles="0,0,0,0,0,0"/>
                  </v:shape>
                  <v:shape id="Freeform 13" o:spid="_x0000_s1869" style="position:absolute;left:5373;top:3796;width:5;height:5;visibility:visible;mso-wrap-style:square;v-text-anchor:top" coordsize="1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ob8MA&#10;AADbAAAADwAAAGRycy9kb3ducmV2LnhtbERP32vCMBB+H+x/CCfsbaYKU+mM4gbCQESmU/Z4NmdT&#10;11y6JtbqX28Gwt7u4/t542lrS9FQ7QvHCnrdBARx5nTBuYKvzfx5BMIHZI2lY1JwIQ/TyePDGFPt&#10;zvxJzTrkIoawT1GBCaFKpfSZIYu+6yriyB1cbTFEWOdS13iO4baU/SQZSIsFxwaDFb0byn7WJ6tg&#10;uV9cV8f5b2P8m93pZX/74r5LpZ467ewVRKA2/Ivv7g8d5w/h75d4gJ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Job8MAAADbAAAADwAAAAAAAAAAAAAAAACYAgAAZHJzL2Rv&#10;d25yZXYueG1sUEsFBgAAAAAEAAQA9QAAAIgDAAAAAA==&#10;" path="m10,10l7,7,7,3,4,3,,e" filled="f" strokeweight="0">
                    <v:path arrowok="t" o:connecttype="custom" o:connectlocs="5,5;4,4;4,2;2,2;0,0" o:connectangles="0,0,0,0,0"/>
                  </v:shape>
                  <v:shape id="Freeform 14" o:spid="_x0000_s1870" style="position:absolute;left:5378;top:3801;width:5;height:9;visibility:visible;mso-wrap-style:square;v-text-anchor:top" coordsize="1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1FYMQA&#10;AADbAAAADwAAAGRycy9kb3ducmV2LnhtbESPT2vCQBDF7wW/wzKCl6IbhRaJriIWQeiptlSPQ3by&#10;B7OzaXYT47fvHARvM7w37/1mvR1crXpqQ+XZwHyWgCLOvK24MPDzfZguQYWIbLH2TAbuFGC7Gb2s&#10;MbX+xl/Un2KhJIRDigbKGJtU65CV5DDMfEMsWu5bh1HWttC2xZuEu1ovkuRdO6xYGkpsaF9Sdj11&#10;zsCly3/nHR8/rv7tdXk///WLzyE3ZjIeditQkYb4ND+uj1bwBVZ+kQH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tRWDEAAAA2wAAAA8AAAAAAAAAAAAAAAAAmAIAAGRycy9k&#10;b3ducmV2LnhtbFBLBQYAAAAABAAEAPUAAACJAwAAAAA=&#10;" path="m10,17r,-7l7,6,7,4,3,4,3,,,e" filled="f" strokeweight="0">
                    <v:path arrowok="t" o:connecttype="custom" o:connectlocs="5,9;5,5;4,3;4,2;2,2;2,0;0,0" o:connectangles="0,0,0,0,0,0,0"/>
                  </v:shape>
                  <v:shape id="Freeform 15" o:spid="_x0000_s1871" style="position:absolute;left:5383;top:3810;width:3;height:7;visibility:visible;mso-wrap-style:square;v-text-anchor:top" coordsize="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40sEA&#10;AADbAAAADwAAAGRycy9kb3ducmV2LnhtbERPTWvCQBC9F/wPyxS81U09lBqzERVaehGa6MHjkB2T&#10;YHY27G5M9Nd3C4Xe5vE+J9tMphM3cr61rOB1kYAgrqxuuVZwOn68vIPwAVljZ5kU3MnDJp89ZZhq&#10;O3JBtzLUIoawT1FBE0KfSumrhgz6he2JI3exzmCI0NVSOxxjuOnkMknepMGWY0ODPe0bqq7lYBR8&#10;boezO7Qr63fjkh92HL6rgpSaP0/bNYhAU/gX/7m/dJy/gt9f4gE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m+NLBAAAA2wAAAA8AAAAAAAAAAAAAAAAAmAIAAGRycy9kb3du&#10;cmV2LnhtbFBLBQYAAAAABAAEAPUAAACGAwAAAAA=&#10;" path="m6,16l6,9,4,9,4,3,,3,,e" filled="f" strokeweight="0">
                    <v:path arrowok="t" o:connecttype="custom" o:connectlocs="3,7;3,4;2,4;2,1;0,1;0,0" o:connectangles="0,0,0,0,0,0"/>
                  </v:shape>
                  <v:line id="Line 16" o:spid="_x0000_s1872" style="position:absolute;flip:y;visibility:visible;mso-wrap-style:square" from="5385,3817" to="5386,3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uYHMIAAADbAAAADwAAAGRycy9kb3ducmV2LnhtbERPy2oCMRTdF/yHcIXuakYXWkajiNIi&#10;BVt8LdxdJ9eZwcnNkEQn/ftmUXB5OO/ZIppGPMj52rKC4SADQVxYXXOp4Hj4eHsH4QOyxsYyKfgl&#10;D4t572WGubYd7+ixD6VIIexzVFCF0OZS+qIig35gW+LEXa0zGBJ0pdQOuxRuGjnKsrE0WHNqqLCl&#10;VUXFbX83CnbfE764z3u8xUu3/Tmfyq/TeqnUaz8upyACxfAU/7s3WsEorU9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uYHMIAAADbAAAADwAAAAAAAAAAAAAA&#10;AAChAgAAZHJzL2Rvd25yZXYueG1sUEsFBgAAAAAEAAQA+QAAAJADAAAAAA==&#10;" strokeweight="0"/>
                  <v:shape id="Freeform 17" o:spid="_x0000_s1873" style="position:absolute;left:5383;top:3824;width:2;height:5;visibility:visible;mso-wrap-style:square;v-text-anchor:top" coordsize="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pisIA&#10;AADbAAAADwAAAGRycy9kb3ducmV2LnhtbESP3YrCMBSE74V9h3AWvBFN/VnRahRXVuitdR/g2Bzb&#10;ss1JSaLWt98IgpfDzHzDrLedacSNnK8tKxiPEhDEhdU1lwp+T4fhAoQPyBoby6TgQR62m4/eGlNt&#10;73ykWx5KESHsU1RQhdCmUvqiIoN+ZFvi6F2sMxiidKXUDu8Rbho5SZK5NFhzXKiwpX1FxV9+NQrO&#10;bmnrbPfzdZ2G2X7xnQwydyKl+p/dbgUiUBfe4Vc70womY3h+iT9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mKwgAAANsAAAAPAAAAAAAAAAAAAAAAAJgCAABkcnMvZG93&#10;bnJldi54bWxQSwUGAAAAAAQABAD1AAAAhwMAAAAA&#10;" path="m,11l4,7,4,e" filled="f" strokeweight="0">
                    <v:path arrowok="t" o:connecttype="custom" o:connectlocs="0,5;2,3;2,0" o:connectangles="0,0,0"/>
                  </v:shape>
                  <v:shape id="Freeform 18" o:spid="_x0000_s1874" style="position:absolute;left:5380;top:3833;width:3;height:1;visibility:visible;mso-wrap-style:square;v-text-anchor:top" coordsize="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MeksMA&#10;AADbAAAADwAAAGRycy9kb3ducmV2LnhtbESPQWsCMRSE74X+h/AK3mriClK2RilWQRChXb309tg8&#10;dxc3L+smavz3piB4HGbmG2Y6j7YVF+p941jDaKhAEJfONFxp2O9W7x8gfEA22DomDTfyMJ+9vkwx&#10;N+7Kv3QpQiUShH2OGuoQulxKX9Zk0Q9dR5y8g+sthiT7SpoerwluW5kpNZEWG04LNXa0qKk8Fmeb&#10;KOb7/OeXsWpOY3X7Uds42iyi1oO3+PUJIlAMz/CjvTYasgz+v6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MeksMAAADbAAAADwAAAAAAAAAAAAAAAACYAgAAZHJzL2Rv&#10;d25yZXYueG1sUEsFBgAAAAAEAAQA9QAAAIgDAAAAAA==&#10;" path="m,3r4,l7,e" filled="f" strokeweight="0">
                    <v:path arrowok="t" o:connecttype="custom" o:connectlocs="0,1;2,1;3,0" o:connectangles="0,0,0"/>
                  </v:shape>
                  <v:line id="Line 19" o:spid="_x0000_s1875" style="position:absolute;visibility:visible;mso-wrap-style:square" from="5376,3834" to="5380,3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Z4sQAAADbAAAADwAAAGRycy9kb3ducmV2LnhtbESPQWvCQBSE74X+h+UJvdWNFm2MWaWU&#10;Fu3NRgMeH9lnsph9G7Jbjf/eLRR6HGbmGyZfD7YVF+q9caxgMk5AEFdOG64VHPafzykIH5A1to5J&#10;wY08rFePDzlm2l35my5FqEWEsM9QQRNCl0npq4Ys+rHriKN3cr3FEGVfS93jNcJtK6dJMpcWDceF&#10;Bjt6b6g6Fz9WgdnNN7Ov13JRyo9NmBzTc2rsQamn0fC2BBFoCP/hv/ZWK5i+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OdnixAAAANsAAAAPAAAAAAAAAAAA&#10;AAAAAKECAABkcnMvZG93bnJldi54bWxQSwUGAAAAAAQABAD5AAAAkgMAAAAA&#10;" strokeweight="0"/>
                  <v:shape id="Freeform 20" o:spid="_x0000_s1876" style="position:absolute;left:5370;top:3833;width:5;height:1;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q/R8YA&#10;AADbAAAADwAAAGRycy9kb3ducmV2LnhtbESPT2sCMRTE7wW/Q3hCL6JZRaquRhGrdA968M/B42Pz&#10;urt087IkUddv3xQKHoeZ+Q2zWLWmFndyvrKsYDhIQBDnVldcKLicd/0pCB+QNdaWScGTPKyWnbcF&#10;pto++Ej3UyhEhLBPUUEZQpNK6fOSDPqBbYij922dwRClK6R2+IhwU8tRknxIgxXHhRIb2pSU/5xu&#10;RsHX83O2622u+5vb9iammlz3hyxT6r3brucgArXhFf5vZ1rBaAx/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q/R8YAAADbAAAADwAAAAAAAAAAAAAAAACYAgAAZHJz&#10;L2Rvd25yZXYueG1sUEsFBgAAAAAEAAQA9QAAAIsDAAAAAA==&#10;" path="m,l4,3r7,e" filled="f" strokeweight="0">
                    <v:path arrowok="t" o:connecttype="custom" o:connectlocs="0,0;2,1;5,1" o:connectangles="0,0,0"/>
                  </v:shape>
                  <v:shape id="Freeform 21" o:spid="_x0000_s1877" style="position:absolute;left:5363;top:3827;width:7;height:6;visibility:visible;mso-wrap-style:square;v-text-anchor:top" coordsize="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ulsIA&#10;AADbAAAADwAAAGRycy9kb3ducmV2LnhtbESPT2sCMRTE70K/Q3iF3jTbhdq6GkWFgh79c+ntsXlu&#10;Yjcv6ybV+O1NodDjMDO/YWaL5FpxpT5YzwpeRwUI4tpry42C4+Fz+AEiRGSNrWdScKcAi/nTYIaV&#10;9jfe0XUfG5EhHCpUYGLsKilDbchhGPmOOHsn3zuMWfaN1D3eMty1siyKsXRoOS8Y7GhtqP7e/zgF&#10;qbST7S7i6nK2l6/Ddm3eW0pKvTyn5RREpBT/w3/tjVZQvsHvl/w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6i6WwgAAANsAAAAPAAAAAAAAAAAAAAAAAJgCAABkcnMvZG93&#10;bnJldi54bWxQSwUGAAAAAAQABAD1AAAAhwMAAAAA&#10;" path="m,l7,6r4,l13,10e" filled="f" strokeweight="0">
                    <v:path arrowok="t" o:connecttype="custom" o:connectlocs="0,0;4,4;6,4;7,6" o:connectangles="0,0,0,0"/>
                  </v:shape>
                  <v:shape id="Freeform 22" o:spid="_x0000_s1878" style="position:absolute;left:5358;top:3819;width:5;height:8;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6IcUA&#10;AADbAAAADwAAAGRycy9kb3ducmV2LnhtbESPQWvCQBSE70L/w/IK3nRjWqykrtKWWrwoNO3B4zP7&#10;TEKzb9PdVaO/3hUEj8PMfMNM551pxIGcry0rGA0TEMSF1TWXCn5/FoMJCB+QNTaWScGJPMxnD70p&#10;Ztoe+ZsOeShFhLDPUEEVQptJ6YuKDPqhbYmjt7POYIjSlVI7PEa4aWSaJGNpsOa4UGFLHxUVf/ne&#10;KFhN/uXTe/e8e9ng1o7W7utzcU6V6j92b68gAnXhHr61l1pBOobrl/gD5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8PohxQAAANsAAAAPAAAAAAAAAAAAAAAAAJgCAABkcnMv&#10;ZG93bnJldi54bWxQSwUGAAAAAAQABAD1AAAAigMAAAAA&#10;" path="m,l,3r2,l2,7,6,9r,4l9,13r,3e" filled="f" strokeweight="0">
                    <v:path arrowok="t" o:connecttype="custom" o:connectlocs="0,0;0,2;1,2;1,4;3,5;3,7;5,7;5,8" o:connectangles="0,0,0,0,0,0,0,0"/>
                  </v:shape>
                  <v:shape id="Freeform 23" o:spid="_x0000_s1879" style="position:absolute;left:5355;top:3810;width:3;height:9;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ODOsQA&#10;AADbAAAADwAAAGRycy9kb3ducmV2LnhtbESPQWsCMRSE7wX/Q3hCbzWrBy2rUURb2lPFVcHjY/Pc&#10;LG5e1iTVrb++KRQ8DjPzDTNbdLYRV/KhdqxgOMhAEJdO11wp2O/eX15BhIissXFMCn4owGLee5ph&#10;rt2Nt3QtYiUShEOOCkyMbS5lKA1ZDAPXEifv5LzFmKSvpPZ4S3DbyFGWjaXFmtOCwZZWhspz8W0V&#10;bI5v3cXX/jI2m0O1bYr7x9d+rdRzv1tOQUTq4iP83/7UCkYT+PuSfo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DgzrEAAAA2wAAAA8AAAAAAAAAAAAAAAAAmAIAAGRycy9k&#10;b3ducmV2LnhtbFBLBQYAAAAABAAEAPUAAACJAwAAAAA=&#10;" path="m,l,3,3,7r,6l7,16r,4e" filled="f" strokeweight="0">
                    <v:path arrowok="t" o:connecttype="custom" o:connectlocs="0,0;0,1;1,3;1,6;3,7;3,9" o:connectangles="0,0,0,0,0,0"/>
                  </v:shape>
                  <v:line id="Line 24" o:spid="_x0000_s1880" style="position:absolute;visibility:visible;mso-wrap-style:square" from="5356,3803" to="5357,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1Lk78AAADbAAAADwAAAGRycy9kb3ducmV2LnhtbERPy4rCMBTdD/gP4QruxlRBrdUoIg6O&#10;O5/g8tJc22BzU5qMdv7eLASXh/OeL1tbiQc13jhWMOgnIIhzpw0XCs6nn+8UhA/IGivHpOCfPCwX&#10;na85Zto9+UCPYyhEDGGfoYIyhDqT0uclWfR9VxNH7uYaiyHCppC6wWcMt5UcJslYWjQcG0qsaV1S&#10;fj/+WQVmP96OdpPL9CI32zC4pvfU2LNSvW67moEI1IaP+O3+1QqGcWz8En+AXL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51Lk78AAADbAAAADwAAAAAAAAAAAAAAAACh&#10;AgAAZHJzL2Rvd25yZXYueG1sUEsFBgAAAAAEAAQA+QAAAI0DAAAAAA==&#10;" strokeweight="0"/>
                  <v:shape id="Freeform 25" o:spid="_x0000_s1881" style="position:absolute;left:5356;top:3796;width:4;height:7;visibility:visible;mso-wrap-style:square;v-text-anchor:top" coordsize="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6+0MMA&#10;AADbAAAADwAAAGRycy9kb3ducmV2LnhtbESPzYoCMRCE7wu+Q2jB25roQdbRKKIIoiC7/tzbSTsZ&#10;nHSGSdTx7c3Cwh6LqvqKms5bV4kHNaH0rGHQVyCIc29KLjScjuvPLxAhIhusPJOGFwWYzzofU8yM&#10;f/IPPQ6xEAnCIUMNNsY6kzLklhyGvq+Jk3f1jcOYZFNI0+AzwV0lh0qNpMOS04LFmpaW8tvh7jTg&#10;XdXb7Xh/Wa72+cmuv9V5tbtp3eu2iwmISG38D/+1N0bDcAy/X9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6+0MMAAADbAAAADwAAAAAAAAAAAAAAAACYAgAAZHJzL2Rv&#10;d25yZXYueG1sUEsFBgAAAAAEAAQA9QAAAIgDAAAAAA==&#10;" path="m6,l4,3r,4l,10r,4e" filled="f" strokeweight="0">
                    <v:path arrowok="t" o:connecttype="custom" o:connectlocs="4,0;3,2;3,4;0,5;0,7" o:connectangles="0,0,0,0,0"/>
                  </v:shape>
                  <v:shape id="Freeform 26" o:spid="_x0000_s1882" style="position:absolute;left:5358;top:3791;width:5;height:3;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1r3L0A&#10;AADbAAAADwAAAGRycy9kb3ducmV2LnhtbERPzYrCMBC+C75DGMGbprooWo0iLoJ42lUfYGzGpthM&#10;SpJqfXtzWNjjx/e/3na2Fk/yoXKsYDLOQBAXTldcKrheDqMFiBCRNdaOScGbAmw3/d4ac+1e/EvP&#10;cyxFCuGQowITY5NLGQpDFsPYNcSJuztvMSboS6k9vlK4reU0y+bSYsWpwWBDe0PF49xaBdXMRRmW&#10;7Y/51mHf1hd/OM1vSg0H3W4FIlIX/8V/7qNW8JXWpy/pB8jN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V1r3L0AAADbAAAADwAAAAAAAAAAAAAAAACYAgAAZHJzL2Rvd25yZXYu&#10;eG1sUEsFBgAAAAAEAAQA9QAAAIIDAAAAAA==&#10;" path="m9,l6,r,4l2,4,,7e" filled="f" strokeweight="0">
                    <v:path arrowok="t" o:connecttype="custom" o:connectlocs="5,0;3,0;3,2;1,2;0,3" o:connectangles="0,0,0,0,0"/>
                  </v:shape>
                  <v:shape id="Freeform 27" o:spid="_x0000_s1883" style="position:absolute;left:5231;top:3900;width:20;height:22;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723sYA&#10;AADbAAAADwAAAGRycy9kb3ducmV2LnhtbESPT2vCQBTE7wW/w/IEL0U3URCJrmKlQkUt9c/F2yP7&#10;TNJm38bsVuO3d4VCj8PM/IaZzBpTiivVrrCsIO5FIIhTqwvOFBwPy+4IhPPIGkvLpOBODmbT1ssE&#10;E21vvKPr3mciQNglqCD3vkqkdGlOBl3PVsTBO9vaoA+yzqSu8RbgppT9KBpKgwWHhRwrWuSU/ux/&#10;jYLNKnq9bM3nYr77Xp/ikc38+9uXUp12Mx+D8NT4//Bf+0MrGMTw/BJ+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723sYAAADbAAAADwAAAAAAAAAAAAAAAACYAgAAZHJz&#10;L2Rvd25yZXYueG1sUEsFBgAAAAAEAAQA9QAAAIsDAAAAAA==&#10;" path="m40,l38,4r-4,l31,6r-4,l27,10r-7,7l18,17r,3l7,30r,3l4,37r,2l,43e" filled="f" strokeweight="0">
                    <v:path arrowok="t" o:connecttype="custom" o:connectlocs="20,0;19,2;17,2;16,3;14,3;14,5;10,9;9,9;9,10;4,15;4,17;2,19;2,20;0,22" o:connectangles="0,0,0,0,0,0,0,0,0,0,0,0,0,0"/>
                  </v:shape>
                  <v:shape id="Freeform 28" o:spid="_x0000_s1884" style="position:absolute;left:5251;top:3886;width:42;height:13;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tJTcIA&#10;AADbAAAADwAAAGRycy9kb3ducmV2LnhtbESPQYvCMBSE74L/ITxhbzbVhUWrUUQQF09uVfD4bJ5t&#10;sXkpTdZWf/1mQfA4zMw3zHzZmUrcqXGlZQWjKAZBnFldcq7geNgMJyCcR9ZYWSYFD3KwXPR7c0y0&#10;bfmH7qnPRYCwS1BB4X2dSOmyggy6yNbEwbvaxqAPssmlbrANcFPJcRx/SYMlh4UCa1oXlN3SX6Ng&#10;Oy13+Vm7y94/b/I0kemotWulPgbdagbCU+ff4Vf7Wyv4HMP/l/AD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G0lNwgAAANsAAAAPAAAAAAAAAAAAAAAAAJgCAABkcnMvZG93&#10;bnJldi54bWxQSwUGAAAAAAQABAD1AAAAhwMAAAAA&#10;" path="m84,l71,r,3l53,3,51,7,40,7r-2,3l34,10r-3,4l24,14r-4,2l18,16r-4,4l11,20,4,27,,27e" filled="f" strokeweight="0">
                    <v:path arrowok="t" o:connecttype="custom" o:connectlocs="42,0;36,0;36,1;27,1;26,3;20,3;19,5;17,5;16,7;12,7;10,8;9,8;7,10;6,10;2,13;0,13" o:connectangles="0,0,0,0,0,0,0,0,0,0,0,0,0,0,0,0"/>
                  </v:shape>
                  <v:shape id="Freeform 29" o:spid="_x0000_s1885" style="position:absolute;left:5293;top:3886;width:45;height:4;visibility:visible;mso-wrap-style:square;v-text-anchor:top" coordsize="9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jBFsIA&#10;AADbAAAADwAAAGRycy9kb3ducmV2LnhtbESPQWvCQBSE7wX/w/KE3upGBSnRVVQQeqlg9NDeHtln&#10;Es2+DbtPTf+9Wyj0OMzMN8xi1btW3SnExrOB8SgDRVx623Bl4HTcvb2DioJssfVMBn4owmo5eFlg&#10;bv2DD3QvpFIJwjFHA7VIl2sdy5ocxpHviJN39sGhJBkqbQM+Ety1epJlM+2w4bRQY0fbmsprcXMG&#10;hM9fp88QaM8XORSN3Rz3370xr8N+PQcl1Mt/+K/9YQ1Mp/D7Jf0Av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OMEWwgAAANsAAAAPAAAAAAAAAAAAAAAAAJgCAABkcnMvZG93&#10;bnJldi54bWxQSwUGAAAAAAQABAD1AAAAhwMAAAAA&#10;" path="m92,10r-7,l81,7,68,7r,-4l61,3,61,r,3l65,3,20,3,16,7,,7e" filled="f" strokeweight="0">
                    <v:path arrowok="t" o:connecttype="custom" o:connectlocs="45,4;42,4;40,3;33,3;33,1;30,1;30,0;30,1;32,1;10,1;8,3;0,3" o:connectangles="0,0,0,0,0,0,0,0,0,0,0,0"/>
                  </v:shape>
                  <v:shape id="Freeform 30" o:spid="_x0000_s1886" style="position:absolute;left:5338;top:3889;width:55;height:17;visibility:visible;mso-wrap-style:square;v-text-anchor:top" coordsize="10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SElcQA&#10;AADbAAAADwAAAGRycy9kb3ducmV2LnhtbESPT4vCMBTE7wt+h/AEL4um/kGkGkUF0YW9rIpeH82z&#10;LTYvoYm17qffLCzscZiZ3zCLVWsq0VDtS8sKhoMEBHFmdcm5gvNp15+B8AFZY2WZFLzIw2rZeVtg&#10;qu2Tv6g5hlxECPsUFRQhuFRKnxVk0A+sI47ezdYGQ5R1LnWNzwg3lRwlyVQaLDkuFOhoW1B2Pz6M&#10;AuMu+D3Zvz6m5andNe+f6K4bVKrXbddzEIHa8B/+ax+0gvEEfr/EH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khJXEAAAA2wAAAA8AAAAAAAAAAAAAAAAAmAIAAGRycy9k&#10;b3ducmV2LnhtbFBLBQYAAAAABAAEAPUAAACJAwAAAAA=&#10;" path="m109,33r-3,l102,29r-3,l95,27r-2,l89,23r-7,l79,20r-6,l69,16r-7,l60,13r-11,l46,9r-6,l36,7,26,7,22,3,9,3,6,,,e" filled="f" strokeweight="0">
                    <v:path arrowok="t" o:connecttype="custom" o:connectlocs="55,17;53,17;51,15;50,15;48,14;47,14;45,12;41,12;40,10;37,10;35,8;31,8;30,7;25,7;23,5;20,5;18,4;13,4;11,2;5,2;3,0;0,0" o:connectangles="0,0,0,0,0,0,0,0,0,0,0,0,0,0,0,0,0,0,0,0,0,0"/>
                  </v:shape>
                  <v:shape id="Freeform 31" o:spid="_x0000_s1887" style="position:absolute;left:5393;top:3906;width:50;height:27;visibility:visible;mso-wrap-style:square;v-text-anchor:top" coordsize="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dLLcMA&#10;AADbAAAADwAAAGRycy9kb3ducmV2LnhtbESP3YrCMBSE7xd8h3AE77apqytSG0WEBVlBqD/3x+bY&#10;FpuT0sRa334jCHs5zMw3TLrqTS06al1lWcE4ikEQ51ZXXCg4HX8+5yCcR9ZYWyYFT3KwWg4+Uky0&#10;fXBG3cEXIkDYJaig9L5JpHR5SQZdZBvi4F1ta9AH2RZSt/gIcFPLrzieSYMVh4USG9qUlN8Od6Og&#10;y7bmwtkz29zP+6M5n6a733yq1GjYrxcgPPX+P/xub7WCyTe8vo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dLLcMAAADbAAAADwAAAAAAAAAAAAAAAACYAgAAZHJzL2Rv&#10;d25yZXYueG1sUEsFBgAAAAAEAAQA9QAAAIgDAAAAAA==&#10;" path="m99,56l97,53r-4,l90,49r,-2l86,47,83,43r-4,l73,36r-3,l66,33r-2,l64,29,60,27r-3,l53,23r-3,l46,20r-2,l40,16r-3,l33,14r-3,l26,10r-2,l20,7r-7,l10,3,6,3,4,,,e" filled="f" strokeweight="0">
                    <v:path arrowok="t" o:connecttype="custom" o:connectlocs="50,27;49,26;47,26;45,24;45,23;43,23;42,21;40,21;37,17;35,17;33,16;32,16;32,14;30,13;29,13;27,11;25,11;23,10;22,10;20,8;19,8;17,7;15,7;13,5;12,5;10,3;7,3;5,1;3,1;2,0;0,0" o:connectangles="0,0,0,0,0,0,0,0,0,0,0,0,0,0,0,0,0,0,0,0,0,0,0,0,0,0,0,0,0,0,0"/>
                  </v:shape>
                  <v:shape id="Freeform 32" o:spid="_x0000_s1888" style="position:absolute;left:5443;top:3933;width:35;height:32;visibility:visible;mso-wrap-style:square;v-text-anchor:top" coordsize="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vkfcUA&#10;AADbAAAADwAAAGRycy9kb3ducmV2LnhtbESPX2vCMBTF3wW/Q7jCXmSmm1C2zihjIAwUx7oN8e3S&#10;XNuw5qYmUeu3N8Jgj4fz58eZLXrbihP5YBwreJhkIIgrpw3XCr6/lvdPIEJE1tg6JgUXCrCYDwcz&#10;LLQ78yedyliLNMKhQAVNjF0hZagashgmriNO3t55izFJX0vt8ZzGbSsfsyyXFg0nQoMdvTVU/ZZH&#10;m7j73Wr887zdrI0/fLh1Xh6WU6PU3ah/fQERqY//4b/2u1YwzeH2Jf0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G+R9xQAAANsAAAAPAAAAAAAAAAAAAAAAAJgCAABkcnMv&#10;ZG93bnJldi54bWxQSwUGAAAAAAQABAD1AAAAigMAAAAA&#10;" path="m71,64l64,57r,-4l34,24r-3,l31,20r-4,l24,17r,-4l20,13,18,11r-4,l14,7r-3,l7,4,4,4,4,,,e" filled="f" strokeweight="0">
                    <v:path arrowok="t" o:connecttype="custom" o:connectlocs="35,32;32,29;32,27;17,12;15,12;15,10;13,10;12,9;12,7;10,7;9,6;7,6;7,4;5,4;3,2;2,2;2,0;0,0" o:connectangles="0,0,0,0,0,0,0,0,0,0,0,0,0,0,0,0,0,0"/>
                  </v:shape>
                  <v:shape id="Freeform 33" o:spid="_x0000_s1889" style="position:absolute;left:5475;top:3963;width:21;height:38;visibility:visible;mso-wrap-style:square;v-text-anchor:top" coordsize="4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3K0sIA&#10;AADbAAAADwAAAGRycy9kb3ducmV2LnhtbESPX2vCQBDE3wW/w7FC3/SixdqmOUWEgj4abZ+X3OYP&#10;ze2F3KppP31PEPo4zMxvmGwzuFZdqQ+NZwPzWQKKuPC24crA+fQxfQUVBNli65kM/FCAzXo8yjC1&#10;/sZHuuZSqQjhkKKBWqRLtQ5FTQ7DzHfE0St971Ci7Ctte7xFuGv1IkletMOG40KNHe1qKr7zizNw&#10;9Gjzt8+vvNxLW1QH+V1eVidjnibD9h2U0CD/4Ud7bw08r+D+Jf4Av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crSwgAAANsAAAAPAAAAAAAAAAAAAAAAAJgCAABkcnMvZG93&#10;bnJldi54bWxQSwUGAAAAAAQABAD1AAAAhwMAAAAA&#10;" path="m43,75r,-4l40,69r,-7l36,58r,-7l33,51r,-6l29,42r,-4l27,35r,-2l20,26r,-3l13,17r,-4l9,13,7,10,7,6,,e" filled="f" strokeweight="0">
                    <v:path arrowok="t" o:connecttype="custom" o:connectlocs="21,38;21,36;20,35;20,31;18,29;18,26;16,26;16,23;14,21;14,19;13,18;13,17;10,13;10,12;6,9;6,7;4,7;3,5;3,3;0,0" o:connectangles="0,0,0,0,0,0,0,0,0,0,0,0,0,0,0,0,0,0,0,0"/>
                  </v:shape>
                  <v:shape id="Freeform 34" o:spid="_x0000_s1890" style="position:absolute;left:5495;top:4001;width:3;height:28;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tbsAA&#10;AADbAAAADwAAAGRycy9kb3ducmV2LnhtbERPTWsCMRC9F/wPYQRvNVFBytYoooheBLWKPQ6b6Wbp&#10;ZrJuoq7+enMo9Ph435NZ6ypxoyaUnjUM+goEce5NyYWG49fq/QNEiMgGK8+k4UEBZtPO2wQz4++8&#10;p9shFiKFcMhQg42xzqQMuSWHoe9r4sT9+MZhTLAppGnwnsJdJYdKjaXDklODxZoWlvLfw9VpwOPq&#10;Ug4uKiztrrZbdVo/w/dZ6163nX+CiNTGf/Gfe2M0jNLY9CX9AD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tbsAAAADbAAAADwAAAAAAAAAAAAAAAACYAgAAZHJzL2Rvd25y&#10;ZXYueG1sUEsFBgAAAAAEAAQA9QAAAIUDAAAAAA==&#10;" path="m,56l,53,3,49r,-9l7,40,7,7,3,3,3,e" filled="f" strokeweight="0">
                    <v:path arrowok="t" o:connecttype="custom" o:connectlocs="0,28;0,27;1,25;1,20;3,20;3,4;1,2;1,0" o:connectangles="0,0,0,0,0,0,0,0"/>
                  </v:shape>
                  <v:shape id="Freeform 35" o:spid="_x0000_s1891" style="position:absolute;left:5475;top:4029;width:20;height:22;visibility:visible;mso-wrap-style:square;v-text-anchor:top" coordsize="4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XILcYA&#10;AADbAAAADwAAAGRycy9kb3ducmV2LnhtbESPzW7CMBCE70i8g7WVekHF4a9qUwxCVIgeIZRDb9t4&#10;mwTsdRSbEN6+rlSJ42hmvtHMl501oqXGV44VjIYJCOLc6YoLBZ+HzdMLCB+QNRrHpOBGHpaLfm+O&#10;qXZX3lObhUJECPsUFZQh1KmUPi/Joh+6mjh6P66xGKJsCqkbvEa4NXKcJM/SYsVxocSa1iXl5+xi&#10;FRy/v/bn6SDz2fRkdsf37cy0t1qpx4du9QYiUBfu4f/2h1YweYW/L/E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XILcYAAADbAAAADwAAAAAAAAAAAAAAAACYAgAAZHJz&#10;L2Rvd25yZXYueG1sUEsFBgAAAAAEAAQA9QAAAIsDAAAAAA==&#10;" path="m,44l3,40r4,l9,37r4,l13,33r7,-7l23,26r,-2l33,13r,-2l36,7r,-3l40,e" filled="f" strokeweight="0">
                    <v:path arrowok="t" o:connecttype="custom" o:connectlocs="0,22;2,20;4,20;5,19;7,19;7,17;10,13;12,13;12,12;17,7;17,6;18,4;18,2;20,0" o:connectangles="0,0,0,0,0,0,0,0,0,0,0,0,0,0"/>
                  </v:shape>
                  <v:shape id="Freeform 36" o:spid="_x0000_s1892" style="position:absolute;left:5435;top:4051;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U8ZMEA&#10;AADbAAAADwAAAGRycy9kb3ducmV2LnhtbERPy4rCMBTdC/5DuAPuNB2RMlRT8YGMIwj1AW4vze0D&#10;m5vSZLT+/WQhzPJw3otlbxrxoM7VlhV8TiIQxLnVNZcKrpfd+AuE88gaG8uk4EUOlulwsMBE2yef&#10;6HH2pQgh7BJUUHnfJlK6vCKDbmJb4sAVtjPoA+xKqTt8hnDTyGkUxdJgzaGhwpY2FeX3869RsGpu&#10;31lR//htfjzE6/iUbY4mU2r00a/mIDz1/l/8du+1gllYH76EHyD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1PGTBAAAA2wAAAA8AAAAAAAAAAAAAAAAAmAIAAGRycy9kb3du&#10;cmV2LnhtbFBLBQYAAAAABAAEAPUAAACGAwAAAAA=&#10;" path="m,26r10,l14,22r13,l30,20r6,l40,16r7,l50,13r4,l56,9r7,l63,6r7,l70,2r6,l76,r4,e" filled="f" strokeweight="0">
                    <v:path arrowok="t" o:connecttype="custom" o:connectlocs="0,13;5,13;7,11;14,11;15,10;18,10;20,8;24,8;25,7;27,7;28,5;32,5;32,3;35,3;35,1;38,1;38,0;40,0" o:connectangles="0,0,0,0,0,0,0,0,0,0,0,0,0,0,0,0,0,0"/>
                  </v:shape>
                  <v:shape id="Freeform 37" o:spid="_x0000_s1893" style="position:absolute;left:5390;top:4061;width:45;height:1;visibility:visible;mso-wrap-style:square;v-text-anchor:top" coordsize="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zv3MMA&#10;AADbAAAADwAAAGRycy9kb3ducmV2LnhtbESPS4sCMRCE74L/IbTgbc2MiLqzRhEfuCAKuh722Ex6&#10;HjjpDJOo4783Cwsei6r6ipotWlOJOzWutKwgHkQgiFOrS84VXH62H1MQziNrrCyTgic5WMy7nRkm&#10;2j74RPezz0WAsEtQQeF9nUjp0oIMuoGtiYOX2cagD7LJpW7wEeCmksMoGkuDJYeFAmtaFZRezzej&#10;YPK53seZPWQ7e9rc3OWXrseKlOr32uUXCE+tf4f/299awSiGvy/hB8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zv3MMAAADbAAAADwAAAAAAAAAAAAAAAACYAgAAZHJzL2Rv&#10;d25yZXYueG1sUEsFBgAAAAAEAAQA9QAAAIgDAAAAAA==&#10;" path="m,l24,r3,2l73,2,77,,90,e" filled="f" strokeweight="0">
                    <v:path arrowok="t" o:connecttype="custom" o:connectlocs="0,0;12,0;14,1;37,1;39,0;45,0" o:connectangles="0,0,0,0,0,0"/>
                  </v:shape>
                  <v:shape id="Freeform 38" o:spid="_x0000_s1894" style="position:absolute;left:5333;top:4046;width:55;height:16;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2x8UA&#10;AADbAAAADwAAAGRycy9kb3ducmV2LnhtbESP0WrCQBRE3wv9h+UWfKsbkyIldRVRU+uLUO0HXLPX&#10;JJq9G7Jrkv59tyD4OMzMGWa2GEwtOmpdZVnBZByBIM6trrhQ8HPMXt9BOI+ssbZMCn7JwWL+/DTD&#10;VNuev6k7+EIECLsUFZTeN6mULi/JoBvbhjh4Z9sa9EG2hdQt9gFuahlH0VQarDgslNjQqqT8ergZ&#10;BdPbuthml012Okaf+0t22u6TXaLU6GVYfoDwNPhH+N7+0greYvj/En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bbHxQAAANsAAAAPAAAAAAAAAAAAAAAAAJgCAABkcnMv&#10;ZG93bnJldi54bWxQSwUGAAAAAAQABAD1AAAAigMAAAAA&#10;" path="m,l7,4r6,3l20,7r4,4l31,13r2,l37,17r7,l44,20r7,l51,24r9,l64,27r13,l84,31r9,l104,33r6,e" filled="f" strokeweight="0">
                    <v:path arrowok="t" o:connecttype="custom" o:connectlocs="0,0;4,2;7,3;10,3;12,5;16,6;17,6;19,8;22,8;22,10;26,10;26,12;30,12;32,13;39,13;42,15;47,15;52,16;55,16" o:connectangles="0,0,0,0,0,0,0,0,0,0,0,0,0,0,0,0,0,0,0"/>
                  </v:shape>
                  <v:shape id="Freeform 39" o:spid="_x0000_s1895" style="position:absolute;left:5284;top:4018;width:49;height:28;visibility:visible;mso-wrap-style:square;v-text-anchor:top" coordsize="9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6gcMA&#10;AADbAAAADwAAAGRycy9kb3ducmV2LnhtbESP0YrCMBRE3wX/IVxhX0RTV1mkGmXdVRRhFbUfcGmu&#10;bdnmpjRR698bQfBxmJkzzHTemFJcqXaFZQWDfgSCOLW64ExBclr1xiCcR9ZYWiYFd3Iwn7VbU4y1&#10;vfGBrkefiQBhF6OC3PsqltKlORl0fVsRB+9sa4M+yDqTusZbgJtSfkbRlzRYcFjIsaKfnNL/48Uo&#10;WHL310SjfZJSst6uebc4yb+DUh+d5nsCwlPj3+FXe6MVjIb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6gcMAAADbAAAADwAAAAAAAAAAAAAAAACYAgAAZHJzL2Rv&#10;d25yZXYueG1sUEsFBgAAAAAEAAQA9QAAAIgDAAAAAA==&#10;" path="m,l6,3,17,14r7,2l30,23r3,l33,27r4,3l40,30r6,6l50,36r3,4l60,40r2,3l65,43r4,4l72,47r6,2l85,49r6,4l98,56e" filled="f" strokeweight="0">
                    <v:path arrowok="t" o:connecttype="custom" o:connectlocs="0,0;3,2;9,7;12,8;15,12;17,12;17,14;19,15;20,15;23,18;25,18;27,20;30,20;31,22;33,22;35,24;36,24;39,25;43,25;46,27;49,28" o:connectangles="0,0,0,0,0,0,0,0,0,0,0,0,0,0,0,0,0,0,0,0,0"/>
                  </v:shape>
                  <v:shape id="Freeform 40" o:spid="_x0000_s1896" style="position:absolute;left:5251;top:3988;width:33;height:31;visibility:visible;mso-wrap-style:square;v-text-anchor:top" coordsize="6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bm6cMA&#10;AADbAAAADwAAAGRycy9kb3ducmV2LnhtbESP3YrCMBSE7wXfIRzBG9F0pYhUo4igLAsL6x94eWyO&#10;bbE5KU209e03guDlMDPfMPNla0rxoNoVlhV8jSIQxKnVBWcKjofNcArCeWSNpWVS8CQHy0W3M8dE&#10;24Z39Nj7TAQIuwQV5N5XiZQuzcmgG9mKOHhXWxv0QdaZ1DU2AW5KOY6iiTRYcFjIsaJ1TultfzeB&#10;8ns4ni42/nM/a7m9bJvB6vy8K9XvtasZCE+t/4Tf7W+tII7h9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bm6cMAAADbAAAADwAAAAAAAAAAAAAAAACYAgAAZHJzL2Rv&#10;d25yZXYueG1sUEsFBgAAAAAEAAQA9QAAAIgDAAAAAA==&#10;" path="m,l11,9r,4l14,16r4,l18,20r9,9l27,33r4,l31,35r3,l40,42r4,l44,46r3,l57,55r3,l67,62e" filled="f" strokeweight="0">
                    <v:path arrowok="t" o:connecttype="custom" o:connectlocs="0,0;5,5;5,7;7,8;9,8;9,10;13,15;13,17;15,17;15,18;17,18;20,21;22,21;22,23;23,23;28,28;30,28;33,31" o:connectangles="0,0,0,0,0,0,0,0,0,0,0,0,0,0,0,0,0,0"/>
                  </v:shape>
                  <v:shape id="Freeform 41" o:spid="_x0000_s1897" style="position:absolute;left:5229;top:3950;width:22;height:39;visibility:visible;mso-wrap-style:square;v-text-anchor:top" coordsize="4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F2WMQA&#10;AADbAAAADwAAAGRycy9kb3ducmV2LnhtbESPQWvCQBSE74L/YXmCN921aAmpm2AKQuupVXvo7ZF9&#10;TUKyb2N2q+m/7xYKHoeZ+YbZ5qPtxJUG3zjWsFoqEMSlMw1XGs6n/SIB4QOywc4xafghD3k2nWwx&#10;Ne7G73Q9hkpECPsUNdQh9KmUvqzJol+6njh6X26wGKIcKmkGvEW47eSDUo/SYsNxocaenmsq2+O3&#10;1VC9hfHj07aJKpKifS32l4PqL1rPZ+PuCUSgMdzD/+0Xo2G9gb8v8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RdljEAAAA2wAAAA8AAAAAAAAAAAAAAAAAmAIAAGRycy9k&#10;b3ducmV2LnhtbFBLBQYAAAAABAAEAPUAAACJAwAAAAA=&#10;" path="m,l,4,2,7r,6l6,17r,7l9,27r,4l13,33r,4l16,40r,4l20,47r,3l22,53r,4l29,62r,3l33,65r3,4l36,72r6,6e" filled="f" strokeweight="0">
                    <v:path arrowok="t" o:connecttype="custom" o:connectlocs="0,0;0,2;1,4;1,7;3,9;3,12;5,14;5,16;7,17;7,19;8,20;8,22;10,24;10,25;12,27;12,29;15,31;15,33;17,33;19,35;19,36;22,39" o:connectangles="0,0,0,0,0,0,0,0,0,0,0,0,0,0,0,0,0,0,0,0,0,0"/>
                  </v:shape>
                  <v:shape id="Freeform 42" o:spid="_x0000_s1898" style="position:absolute;left:5227;top:3943;width:2;height:7;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ry08UA&#10;AADbAAAADwAAAGRycy9kb3ducmV2LnhtbESPQWsCMRSE70L/Q3gFL1KTikjZGkVKxR7qQW3B4yN5&#10;3V27eVk3UVd/vREEj8PMfMOMp62rxJGaUHrW8NpXIIiNtyXnGn4285c3ECEiW6w8k4YzBZhOnjpj&#10;zKw/8YqO65iLBOGQoYYixjqTMpiCHIa+r4mT9+cbhzHJJpe2wVOCu0oOlBpJhyWnhQJr+ijI/K8P&#10;TsN2sfydqc996B2C2vntxZjd/Fvr7nM7ewcRqY2P8L39ZTUMR3D7kn6An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vLTxQAAANsAAAAPAAAAAAAAAAAAAAAAAJgCAABkcnMv&#10;ZG93bnJldi54bWxQSwUGAAAAAAQABAD1AAAAigMAAAAA&#10;" path="m,l,4,4,6r,7e" filled="f" strokeweight="0">
                    <v:path arrowok="t" o:connecttype="custom" o:connectlocs="0,0;0,2;2,3;2,7" o:connectangles="0,0,0,0"/>
                  </v:shape>
                  <v:shape id="Freeform 43" o:spid="_x0000_s1899" style="position:absolute;left:5227;top:3922;width:4;height:11;visibility:visible;mso-wrap-style:square;v-text-anchor:top" coordsize="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f98QA&#10;AADbAAAADwAAAGRycy9kb3ducmV2LnhtbESP3YrCMBSE74V9h3CEvZE1VbQr1SjriuCNiD8PcGzO&#10;tl2bk9JEW9/eCIKXw8x8w8wWrSnFjWpXWFYw6EcgiFOrC84UnI7rrwkI55E1lpZJwZ0cLOYfnRkm&#10;2ja8p9vBZyJA2CWoIPe+SqR0aU4GXd9WxMH7s7VBH2SdSV1jE+CmlMMoiqXBgsNCjhX95pReDlej&#10;YDvs7Xzc7FfZeGmKeHv8p/NupdRnt/2ZgvDU+nf41d5oBaNveH4JP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7H/fEAAAA2wAAAA8AAAAAAAAAAAAAAAAAmAIAAGRycy9k&#10;b3ducmV2LnhtbFBLBQYAAAAABAAEAPUAAACJAwAAAAA=&#10;" path="m6,r,3l4,7r,9l,20r,3e" filled="f" strokeweight="0">
                    <v:path arrowok="t" o:connecttype="custom" o:connectlocs="4,0;4,1;3,3;3,8;0,10;0,11" o:connectangles="0,0,0,0,0,0"/>
                  </v:shape>
                  <v:line id="Line 44" o:spid="_x0000_s1900" style="position:absolute;flip:y;visibility:visible;mso-wrap-style:square" from="5495,4270" to="5498,4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JxusIAAADbAAAADwAAAGRycy9kb3ducmV2LnhtbERPy2oCMRTdF/yHcAV3NWORVkajiEUp&#10;hVZ8LdxdJ9eZwcnNkEQn/ftmUejycN6zRTSNeJDztWUFo2EGgriwuuZSwfGwfp6A8AFZY2OZFPyQ&#10;h8W89zTDXNuOd/TYh1KkEPY5KqhCaHMpfVGRQT+0LXHirtYZDAm6UmqHXQo3jXzJsldpsObUUGFL&#10;q4qK2/5uFOy+3/jiNvd4i5fua3s+lZ+n96VSg35cTkEEiuFf/Of+0ArGaWz6kn6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JxusIAAADbAAAADwAAAAAAAAAAAAAA&#10;AAChAgAAZHJzL2Rvd25yZXYueG1sUEsFBgAAAAAEAAQA+QAAAJADAAAAAA==&#10;" strokeweight="0"/>
                  <v:shape id="Freeform 45" o:spid="_x0000_s1901" style="position:absolute;left:5476;top:4282;width:19;height:21;visibility:visible;mso-wrap-style:square;v-text-anchor:top" coordsize="3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EbcMA&#10;AADbAAAADwAAAGRycy9kb3ducmV2LnhtbESPQWsCMRSE7wX/Q3hCbzWx2KJbo9iCtifBVej1dfO6&#10;Wdy8bJNU13/fCAWPw8x8w8yXvWvFiUJsPGsYjxQI4sqbhmsNh/36YQoiJmSDrWfScKEIy8Xgbo6F&#10;8Wfe0alMtcgQjgVqsCl1hZSxsuQwjnxHnL1vHxymLEMtTcBzhrtWPir1LB02nBcsdvRmqTqWv07D&#10;Vz3G7Wv5U9L7JeDTZmM/ldppfT/sVy8gEvXpFv5vfxgNkxlcv+Qf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BEbcMAAADbAAAADwAAAAAAAAAAAAAAAACYAgAAZHJzL2Rv&#10;d25yZXYueG1sUEsFBgAAAAAEAAQA9QAAAIgDAAAAAA==&#10;" path="m,43l4,40r2,l10,36r3,l13,34r7,-7l24,27r,-4l30,16r,-2l33,10r,-3l37,3,37,e" filled="f" strokeweight="0">
                    <v:path arrowok="t" o:connecttype="custom" o:connectlocs="0,21;2,20;3,20;5,18;7,18;7,17;10,13;12,13;12,11;15,8;15,7;17,5;17,3;19,1;19,0" o:connectangles="0,0,0,0,0,0,0,0,0,0,0,0,0,0,0"/>
                  </v:shape>
                  <v:shape id="Freeform 46" o:spid="_x0000_s1902" style="position:absolute;left:5435;top:4303;width:41;height:16;visibility:visible;mso-wrap-style:square;v-text-anchor:top" coordsize="8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6KlcEA&#10;AADbAAAADwAAAGRycy9kb3ducmV2LnhtbERP3WrCMBS+F/YO4Qx2p6kdK6UaxbUMxsYudHuAQ3Ns&#10;i81JSbK2+vTmYrDLj+9/u59NL0ZyvrOsYL1KQBDXVnfcKPj5flvmIHxA1thbJgVX8rDfPSy2WGg7&#10;8ZHGU2hEDGFfoII2hKGQ0tctGfQrOxBH7mydwRCha6R2OMVw08s0STJpsOPY0OJAZUv15fRrFDxT&#10;+Kpc+jq6/PB5zcsqc9ntQ6mnx/mwARFoDv/iP/e7VvAS18cv8QfI3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eipXBAAAA2wAAAA8AAAAAAAAAAAAAAAAAmAIAAGRycy9kb3du&#10;cmV2LnhtbFBLBQYAAAAABAAEAPUAAACGAwAAAAA=&#10;" path="m,30r7,l10,26r10,l23,24r11,l36,20r7,l47,17r7,l56,13r4,l63,10r4,l70,6r4,l80,r3,e" filled="f" strokeweight="0">
                    <v:path arrowok="t" o:connecttype="custom" o:connectlocs="0,16;3,16;5,14;10,14;11,13;17,13;18,11;21,11;23,9;27,9;28,7;30,7;31,5;33,5;35,3;37,3;40,0;41,0" o:connectangles="0,0,0,0,0,0,0,0,0,0,0,0,0,0,0,0,0,0"/>
                  </v:shape>
                  <v:shape id="Freeform 47" o:spid="_x0000_s1903" style="position:absolute;left:5390;top:4317;width:45;height:2;visibility:visible;mso-wrap-style:square;v-text-anchor:top" coordsize="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8hUcMA&#10;AADbAAAADwAAAGRycy9kb3ducmV2LnhtbESPQWsCMRSE74X+h/CE3mpWwSJbo2ih0IOUVkWvj83r&#10;7uLmJSTP3e2/bwqFHoeZ+YZZbUbXqZ5iaj0bmE0LUMSVty3XBk7H18clqCTIFjvPZOCbEmzW93cr&#10;LK0f+JP6g9QqQziVaKARCaXWqWrIYZr6QJy9Lx8dSpax1jbikOGu0/OieNIOW84LDQZ6aai6Hm7O&#10;wOUsMSz3p13lrjua32QI/fuHMQ+TcfsMSmiU//Bf+80aWMzg90v+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8hUcMAAADbAAAADwAAAAAAAAAAAAAAAACYAgAAZHJzL2Rv&#10;d25yZXYueG1sUEsFBgAAAAAEAAQA9QAAAIgDAAAAAA==&#10;" path="m,l24,r3,4l73,4,77,,90,e" filled="f" strokeweight="0">
                    <v:path arrowok="t" o:connecttype="custom" o:connectlocs="0,0;12,0;14,2;37,2;39,0;45,0" o:connectangles="0,0,0,0,0,0"/>
                  </v:shape>
                  <v:shape id="Freeform 48" o:spid="_x0000_s1904" style="position:absolute;left:5333;top:4300;width:55;height:17;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ggGsUA&#10;AADbAAAADwAAAGRycy9kb3ducmV2LnhtbESP0WrCQBRE3wv9h+UWfKsbEyoldRVRU+uLUO0HXLPX&#10;JJq9G7Jrkv59tyD4OMzMGWa2GEwtOmpdZVnBZByBIM6trrhQ8HPMXt9BOI+ssbZMCn7JwWL+/DTD&#10;VNuev6k7+EIECLsUFZTeN6mULi/JoBvbhjh4Z9sa9EG2hdQt9gFuahlH0VQarDgslNjQqqT8ergZ&#10;BdPbuthml012Okaf+0t22u6TXaLU6GVYfoDwNPhH+N7+0greYvj/En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GCAaxQAAANsAAAAPAAAAAAAAAAAAAAAAAJgCAABkcnMv&#10;ZG93bnJldi54bWxQSwUGAAAAAAQABAD1AAAAigMAAAAA&#10;" path="m,l4,,7,4r4,l13,7r4,l20,11r7,l31,13r6,l40,17r7,l51,20r9,l64,24r7,l73,27r11,l87,31r13,l104,33r6,e" filled="f" strokeweight="0">
                    <v:path arrowok="t" o:connecttype="custom" o:connectlocs="0,0;2,0;4,2;6,2;7,4;9,4;10,6;14,6;16,7;19,7;20,9;24,9;26,10;30,10;32,12;36,12;37,14;42,14;44,16;50,16;52,17;55,17" o:connectangles="0,0,0,0,0,0,0,0,0,0,0,0,0,0,0,0,0,0,0,0,0,0"/>
                  </v:shape>
                  <v:shape id="Freeform 49" o:spid="_x0000_s1905" style="position:absolute;left:5284;top:4272;width:49;height:28;visibility:visible;mso-wrap-style:square;v-text-anchor:top" coordsize="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jWK8QA&#10;AADbAAAADwAAAGRycy9kb3ducmV2LnhtbESPQWvCQBSE7wX/w/IEb3WTVotEV9EWQeilsXp/Zl+T&#10;0OzbJLvG5N+7hYLHYWa+YVab3lSio9aVlhXE0wgEcWZ1ybmC0/f+eQHCeWSNlWVSMJCDzXr0tMJE&#10;2xun1B19LgKEXYIKCu/rREqXFWTQTW1NHLwf2xr0Qba51C3eAtxU8iWK3qTBksNCgTW9F5T9Hq9G&#10;gU4XzYf5Opwlzi+zWbxr/OfQKDUZ99slCE+9f4T/2wetYP4Kf1/CD5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I1ivEAAAA2wAAAA8AAAAAAAAAAAAAAAAAmAIAAGRycy9k&#10;b3ducmV2LnhtbFBLBQYAAAAABAAEAPUAAACJAwAAAAA=&#10;" path="m,l4,2r2,l10,6r,3l13,9r4,4l20,13r6,6l30,19r3,3l37,22r,4l40,29r4,l46,33r4,l53,35r4,l60,39r2,l65,42r4,l72,46r4,l78,49r7,l89,53r2,l95,55r3,e" filled="f" strokeweight="0">
                    <v:path arrowok="t" o:connecttype="custom" o:connectlocs="0,0;2,1;3,1;5,3;5,5;7,5;9,7;10,7;13,10;15,10;17,11;19,11;19,13;20,15;22,15;23,17;25,17;27,18;29,18;30,20;31,20;33,21;35,21;36,23;38,23;39,25;43,25;45,27;46,27;48,28;49,28" o:connectangles="0,0,0,0,0,0,0,0,0,0,0,0,0,0,0,0,0,0,0,0,0,0,0,0,0,0,0,0,0,0,0"/>
                  </v:shape>
                  <v:shape id="Freeform 50" o:spid="_x0000_s1906" style="position:absolute;left:5251;top:4240;width:33;height:32;visibility:visible;mso-wrap-style:square;v-text-anchor:top" coordsize="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N2fMUA&#10;AADbAAAADwAAAGRycy9kb3ducmV2LnhtbESPQWvCQBSE7wX/w/KEXkrdKK3W6Coi1HoSjD30+Nh9&#10;JtHs25BdTeqv7wpCj8PMfMPMl52txJUaXzpWMBwkIIi1MyXnCr4Pn68fIHxANlg5JgW/5GG56D3N&#10;MTWu5T1ds5CLCGGfooIihDqV0uuCLPqBq4mjd3SNxRBlk0vTYBvhtpKjJBlLiyXHhQJrWhekz9nF&#10;KrhNJ/q0qTe3S/vzojkJu+lXtlPqud+tZiACdeE//GhvjYL3N7h/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U3Z8xQAAANsAAAAPAAAAAAAAAAAAAAAAAJgCAABkcnMv&#10;ZG93bnJldi54bWxQSwUGAAAAAAQABAD1AAAAigMAAAAA&#10;" path="m,l11,10r,3l14,17r4,l18,20r9,10l27,33r4,l31,37r3,l40,44r4,l44,46r3,l57,57r3,l67,64e" filled="f" strokeweight="0">
                    <v:path arrowok="t" o:connecttype="custom" o:connectlocs="0,0;5,5;5,7;7,9;9,9;9,10;13,15;13,17;15,17;15,19;17,19;20,22;22,22;22,23;23,23;28,29;30,29;33,32" o:connectangles="0,0,0,0,0,0,0,0,0,0,0,0,0,0,0,0,0,0"/>
                  </v:shape>
                  <v:shape id="Freeform 51" o:spid="_x0000_s1907" style="position:absolute;left:5229;top:4203;width:22;height:37;visibility:visible;mso-wrap-style:square;v-text-anchor:top" coordsize="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hUB8QA&#10;AADbAAAADwAAAGRycy9kb3ducmV2LnhtbESPT2vCQBTE74V+h+UVehHdWKvY1FWCUvAa/51fs89s&#10;aPZtyK4m9dO7hYLHYWZ+wyxWva3FlVpfOVYwHiUgiAunKy4VHPZfwzkIH5A11o5JwS95WC2fnxaY&#10;atdxTtddKEWEsE9RgQmhSaX0hSGLfuQa4uidXWsxRNmWUrfYRbit5VuSzKTFiuOCwYbWhoqf3cUq&#10;CJtzlh8H3+/dx2mSD7LLzZSnjVKvL332CSJQHx7h//ZWK5hO4e9L/AF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YVAfEAAAA2wAAAA8AAAAAAAAAAAAAAAAAmAIAAGRycy9k&#10;b3ducmV2LnhtbFBLBQYAAAAABAAEAPUAAACJAwAAAAA=&#10;" path="m,l,3,2,7r,7l6,16r,7l9,23r,6l13,33r,3l16,40r,3l22,49r,4l29,60r,3l33,63r3,4l36,69r6,7e" filled="f" strokeweight="0">
                    <v:path arrowok="t" o:connecttype="custom" o:connectlocs="0,0;0,1;1,3;1,7;3,8;3,11;5,11;5,14;7,16;7,18;8,19;8,21;12,24;12,26;15,29;15,31;17,31;19,33;19,34;22,37" o:connectangles="0,0,0,0,0,0,0,0,0,0,0,0,0,0,0,0,0,0,0,0"/>
                  </v:shape>
                  <v:shape id="Freeform 52" o:spid="_x0000_s1908" style="position:absolute;left:5229;top:4196;width:2;height:7;visibility:visible;mso-wrap-style:square;v-text-anchor:top" coordsize="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ZG7MQA&#10;AADbAAAADwAAAGRycy9kb3ducmV2LnhtbESP3YrCMBSE74V9h3AWvNN0RUWqUWSlWEQQf1jWu0Nz&#10;ti3bnJQman17IwheDjPzDTNbtKYSV2pcaVnBVz8CQZxZXXKu4HRMehMQziNrrCyTgjs5WMw/OjOM&#10;tb3xnq4Hn4sAYRejgsL7OpbSZQUZdH1bEwfvzzYGfZBNLnWDtwA3lRxE0VgaLDksFFjTd0HZ/+Fi&#10;FKw526Sr83a5T5Ldzz0th5f2+KtU97NdTkF4av07/GqnWsFoD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2RuzEAAAA2wAAAA8AAAAAAAAAAAAAAAAAmAIAAGRycy9k&#10;b3ducmV2LnhtbFBLBQYAAAAABAAEAPUAAACJAwAAAAA=&#10;" path="m,l,9r2,4e" filled="f" strokeweight="0">
                    <v:path arrowok="t" o:connecttype="custom" o:connectlocs="0,0;0,5;2,7" o:connectangles="0,0,0"/>
                  </v:shape>
                  <v:shape id="Freeform 53" o:spid="_x0000_s1909" style="position:absolute;left:5362;top:3833;width:18;height:148;visibility:visible;mso-wrap-style:square;v-text-anchor:top" coordsize="36,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TR/MQA&#10;AADbAAAADwAAAGRycy9kb3ducmV2LnhtbESPQWvCQBSE7wX/w/IKvdVNLTYluooIQgpeqgbs7ZF9&#10;JiHZt3F3G+O/7xYKPQ4z8w2zXI+mEwM531hW8DJNQBCXVjdcKTgdd8/vIHxA1thZJgV38rBeTR6W&#10;mGl7408aDqESEcI+QwV1CH0mpS9rMuintieO3sU6gyFKV0nt8BbhppOzJHmTBhuOCzX2tK2pbA/f&#10;RkG53xXb16K959KkZ0zcx7X1X0o9PY6bBYhAY/gP/7VzrWCewu+X+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0fzEAAAA2wAAAA8AAAAAAAAAAAAAAAAAmAIAAGRycy9k&#10;b3ducmV2LnhtbFBLBQYAAAAABAAEAPUAAACJAwAAAAA=&#10;" path="m36,3r-3,l27,,23,3,16,7r-2,7l10,20,7,30r,17l3,69r,34l3,153,,213r,84e" filled="f" strokeweight="0">
                    <v:path arrowok="t" o:connecttype="custom" o:connectlocs="18,1;17,1;14,0;12,1;8,3;7,7;5,10;4,15;4,23;2,34;2,51;2,76;0,106;0,148" o:connectangles="0,0,0,0,0,0,0,0,0,0,0,0,0,0"/>
                  </v:shape>
                  <v:shape id="Freeform 54" o:spid="_x0000_s1910" style="position:absolute;left:5365;top:3853;width:20;height:6;visibility:visible;mso-wrap-style:square;v-text-anchor:top" coordsize="4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Bbhb8A&#10;AADbAAAADwAAAGRycy9kb3ducmV2LnhtbERPy4rCMBTdC/MP4Q64s4mDytAxihQHXLjxsZndneba&#10;FpubkkRb/94sBJeH816uB9uKO/nQONYwzRQI4tKZhisN59Pv5BtEiMgGW8ek4UEB1quP0RJz43o+&#10;0P0YK5FCOOSooY6xy6UMZU0WQ+Y64sRdnLcYE/SVNB77FG5b+aXUQlpsODXU2FFRU3k93qwG7/o/&#10;9yius4Uye3X731bbQm20Hn8Omx8QkYb4Fr/cO6NhnsamL+k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wFuFvwAAANsAAAAPAAAAAAAAAAAAAAAAAJgCAABkcnMvZG93bnJl&#10;di54bWxQSwUGAAAAAAQABAD1AAAAhAMAAAAA&#10;" path="m,l,3r3,l9,9r4,l16,13r13,l33,9r3,l40,7e" filled="f" strokeweight="0">
                    <v:path arrowok="t" o:connecttype="custom" o:connectlocs="0,0;0,1;2,1;5,4;7,4;8,6;15,6;17,4;18,4;20,3" o:connectangles="0,0,0,0,0,0,0,0,0,0"/>
                  </v:shape>
                  <v:shape id="Freeform 55" o:spid="_x0000_s1911" style="position:absolute;left:2209;top:2379;width:8;height:8;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I8WcYA&#10;AADbAAAADwAAAGRycy9kb3ducmV2LnhtbESPQWvCQBSE70L/w/IKXqRuWtEmqauUgtKDILWKHh/Z&#10;12xo9m2aXTX9964geBxm5htmOu9sLU7U+sqxgudhAoK4cLriUsH2e/GUgvABWWPtmBT8k4f57KE3&#10;xVy7M3/RaRNKESHsc1RgQmhyKX1hyKIfuoY4ej+utRiibEupWzxHuK3lS5JMpMWK44LBhj4MFb+b&#10;o1VgO7sabffrpTkMsr/D63EySHeoVP+xe38DEagL9/Ct/akVjDO4fok/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I8WcYAAADbAAAADwAAAAAAAAAAAAAAAACYAgAAZHJz&#10;L2Rvd25yZXYueG1sUEsFBgAAAAAEAAQA9QAAAIsDAAAAAA==&#10;" path="m,l,2r2,l2,6r7,7l13,13r,2l16,15e" filled="f" strokeweight="0">
                    <v:path arrowok="t" o:connecttype="custom" o:connectlocs="0,0;0,1;1,1;1,3;5,7;7,7;7,8;8,8" o:connectangles="0,0,0,0,0,0,0,0"/>
                  </v:shape>
                  <v:shape id="Freeform 56" o:spid="_x0000_s1912" style="position:absolute;left:2217;top:2385;width:27;height:5;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C+DsAA&#10;AADbAAAADwAAAGRycy9kb3ducmV2LnhtbERPy4rCMBTdC/MP4Q64EU0dRpFqWoaB0RFXPsDtpbl9&#10;aHNTmljr35uF4PJw3qu0N7XoqHWVZQXTSQSCOLO64kLB6fg3XoBwHlljbZkUPMhBmnwMVhhre+c9&#10;dQdfiBDCLkYFpfdNLKXLSjLoJrYhDlxuW4M+wLaQusV7CDe1/IqiuTRYcWgosaHfkrLr4WYUVJfN&#10;rctwtt6up99nynd5N3rkSg0/+58lCE+9f4tf7n+tYB7Why/hB8jk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C+DsAAAADbAAAADwAAAAAAAAAAAAAAAACYAgAAZHJzL2Rvd25y&#10;ZXYueG1sUEsFBgAAAAAEAAQA9QAAAIUDAAAAAA==&#10;" path="m,l4,,6,2r7,l17,6r13,l33,9r20,e" filled="f" strokeweight="0">
                    <v:path arrowok="t" o:connecttype="custom" o:connectlocs="0,0;2,0;3,1;7,1;9,3;15,3;17,5;27,5" o:connectangles="0,0,0,0,0,0,0,0"/>
                  </v:shape>
                  <v:shape id="Freeform 57" o:spid="_x0000_s1913" style="position:absolute;left:2244;top:2389;width:30;height:1;visibility:visible;mso-wrap-style:square;v-text-anchor:top" coordsize="6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SkjcQA&#10;AADbAAAADwAAAGRycy9kb3ducmV2LnhtbESPQWsCMRSE7wX/Q3hCbzWrFCmrUYootAhi1xavz83r&#10;ZnHzsk1Sd/33plDwOMzMN8x82dtGXMiH2rGC8SgDQVw6XXOl4POweXoBESKyxsYxKbhSgOVi8DDH&#10;XLuOP+hSxEokCIccFZgY21zKUBqyGEauJU7et/MWY5K+ktpjl+C2kZMsm0qLNacFgy2tDJXn4tcq&#10;oB2+71xXHM3ey6/jz3m7fi5PSj0O+9cZiEh9vIf/229awXQMf1/S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0pI3EAAAA2wAAAA8AAAAAAAAAAAAAAAAAmAIAAGRycy9k&#10;b3ducmV2LnhtbFBLBQYAAAAABAAEAPUAAACJAwAAAAA=&#10;" path="m,3r33,l37,,60,e" filled="f" strokeweight="0">
                    <v:path arrowok="t" o:connecttype="custom" o:connectlocs="0,1;17,1;19,0;30,0" o:connectangles="0,0,0,0"/>
                  </v:shape>
                  <v:shape id="Freeform 58" o:spid="_x0000_s1914" style="position:absolute;left:2274;top:2382;width:40;height:8;visibility:visible;mso-wrap-style:square;v-text-anchor:top" coordsize="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tAecQA&#10;AADbAAAADwAAAGRycy9kb3ducmV2LnhtbESPX0vDQBDE3wW/w7GCb3bTgFHSXksRC+JLNRZK35bc&#10;5g/N7YXcNU2/fU8QfBxm5jfMcj3ZTo08+NaJhvksAcVSOtNKrWH/s316BeUDiaHOCWu4sof16v5u&#10;SblxF/nmsQi1ihDxOWloQuhzRF82bMnPXM8SvcoNlkKUQ41moEuE2w7TJMnQUitxoaGe3xouT8XZ&#10;ang+jJ/4/nLMirRqd/sdjl9SodaPD9NmASrwFP7Df+0PoyFL4fdL/AG4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7QHnEAAAA2wAAAA8AAAAAAAAAAAAAAAAAmAIAAGRycy9k&#10;b3ducmV2LnhtbFBLBQYAAAAABAAEAPUAAACJAwAAAAA=&#10;" path="m,16r6,l10,13r14,l26,9r14,l44,7r9,l57,3r13,l73,r6,e" filled="f" strokeweight="0">
                    <v:path arrowok="t" o:connecttype="custom" o:connectlocs="0,8;3,8;5,7;12,7;13,5;20,5;22,4;27,4;29,2;35,2;37,0;40,0" o:connectangles="0,0,0,0,0,0,0,0,0,0,0,0"/>
                  </v:shape>
                  <v:shape id="Freeform 59" o:spid="_x0000_s1915" style="position:absolute;left:2314;top:2369;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L+c8QA&#10;AADbAAAADwAAAGRycy9kb3ducmV2LnhtbESP3YrCMBSE74V9h3AE7zRVoUjXKK6L+ANC6y7s7aE5&#10;tmWbk9JErW9vBMHLYWa+YebLztTiSq2rLCsYjyIQxLnVFRcKfn82wxkI55E11pZJwZ0cLBcfvTkm&#10;2t44o+vJFyJA2CWooPS+SaR0eUkG3cg2xME729agD7ItpG7xFuCmlpMoiqXBisNCiQ2tS8r/Txej&#10;YFX/bdNztfff+fEQf8VZuj6aVKlBv1t9gvDU+Xf41d5pBfEUnl/CD5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S/nPEAAAA2wAAAA8AAAAAAAAAAAAAAAAAmAIAAGRycy9k&#10;b3ducmV2LnhtbFBLBQYAAAAABAAEAPUAAACJAwAAAAA=&#10;" path="m,26r4,l7,22r7,l18,20r6,l27,16r7,l38,13r6,l47,9r7,l58,6r6,l67,2r6,l77,r3,e" filled="f" strokeweight="0">
                    <v:path arrowok="t" o:connecttype="custom" o:connectlocs="0,13;2,13;4,11;7,11;9,10;12,10;14,8;17,8;19,7;22,7;24,5;27,5;29,3;32,3;34,1;37,1;39,0;40,0" o:connectangles="0,0,0,0,0,0,0,0,0,0,0,0,0,0,0,0,0,0"/>
                  </v:shape>
                  <v:shape id="Freeform 60" o:spid="_x0000_s1916" style="position:absolute;left:2354;top:2354;width:26;height:15;visibility:visible;mso-wrap-style:square;v-text-anchor:top" coordsize="5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Vhr8QA&#10;AADbAAAADwAAAGRycy9kb3ducmV2LnhtbESPQWvCQBSE74X+h+UVequbphpC6ioi2Cp4MZaCt0f2&#10;NQnNvg3ZVdd/7wqCx2FmvmGm82A6caLBtZYVvI8SEMSV1S3XCn72q7cchPPIGjvLpOBCDuaz56cp&#10;FtqeeUen0tciQtgVqKDxvi+kdFVDBt3I9sTR+7ODQR/lUEs94DnCTSfTJMmkwZbjQoM9LRuq/suj&#10;UZCG722+2hxLl33ISb45pOHr8KvU60tYfILwFPwjfG+vtYJsDLcv8Qf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VYa/EAAAA2wAAAA8AAAAAAAAAAAAAAAAAmAIAAGRycy9k&#10;b3ducmV2LnhtbFBLBQYAAAAABAAEAPUAAACJAwAAAAA=&#10;" path="m,29r4,l4,25r3,l13,22r4,-4l24,15r3,l31,13r6,-3l40,6,47,3r4,l51,r2,e" filled="f" strokeweight="0">
                    <v:path arrowok="t" o:connecttype="custom" o:connectlocs="0,15;2,15;2,13;3,13;6,11;8,9;12,8;13,8;15,7;18,5;20,3;23,2;25,2;25,0;26,0" o:connectangles="0,0,0,0,0,0,0,0,0,0,0,0,0,0,0"/>
                  </v:shape>
                  <v:shape id="Freeform 61" o:spid="_x0000_s1917" style="position:absolute;left:2380;top:2336;width:20;height:17;visibility:visible;mso-wrap-style:square;v-text-anchor:top" coordsize="4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IyMQA&#10;AADbAAAADwAAAGRycy9kb3ducmV2LnhtbESPwWrDMBBE74X8g9hAb42cGhvjRgklIdCDe0jakOti&#10;bW1Ta2Uk1Xb+PioUehxm5g2z2c2mFyM531lWsF4lIIhrqztuFHx+HJ8KED4ga+wtk4IbedhtFw8b&#10;LLWd+ETjOTQiQtiXqKANYSil9HVLBv3KDsTR+7LOYIjSNVI7nCLc9PI5SXJpsOO40OJA+5bq7/OP&#10;UXBxKR6K6lilLk2v+fuhOFHmlXpczq8vIALN4T/8137TCvIMfr/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yMjEAAAA2wAAAA8AAAAAAAAAAAAAAAAAmAIAAGRycy9k&#10;b3ducmV2LnhtbFBLBQYAAAAABAAEAPUAAACJAwAAAAA=&#10;" path="m,33l4,29r3,l11,26r7,l27,16r,-3l31,13,34,9r,-3l40,e" filled="f" strokeweight="0">
                    <v:path arrowok="t" o:connecttype="custom" o:connectlocs="0,17;2,15;4,15;6,13;9,13;14,8;14,7;16,7;17,5;17,3;20,0" o:connectangles="0,0,0,0,0,0,0,0,0,0,0"/>
                  </v:shape>
                  <v:shape id="Freeform 62" o:spid="_x0000_s1918" style="position:absolute;left:2400;top:2328;width:3;height:10;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fYcQA&#10;AADbAAAADwAAAGRycy9kb3ducmV2LnhtbESPQWsCMRSE7wX/Q3iF3jRbD0vZGkVaxZ4UVws9Pjav&#10;m8XNy5pEXfvrjSD0OMzMN8xk1ttWnMmHxrGC11EGgrhyuuFawX63HL6BCBFZY+uYFFwpwGw6eJpg&#10;od2Ft3QuYy0ShEOBCkyMXSFlqAxZDCPXESfv13mLMUlfS+3xkuC2leMsy6XFhtOCwY4+DFWH8mQV&#10;bH4W/dE3/pibzXe9bcu/1Xr/qdTLcz9/BxGpj//hR/tLK8hzuH9JP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ln2HEAAAA2wAAAA8AAAAAAAAAAAAAAAAAmAIAAGRycy9k&#10;b3ducmV2LnhtbFBLBQYAAAAABAAEAPUAAACJAwAAAAA=&#10;" path="m,20l,18r4,l4,14,7,11,7,e" filled="f" strokeweight="0">
                    <v:path arrowok="t" o:connecttype="custom" o:connectlocs="0,10;0,9;2,9;2,7;3,6;3,0" o:connectangles="0,0,0,0,0,0"/>
                  </v:shape>
                  <v:shape id="Freeform 63" o:spid="_x0000_s1919" style="position:absolute;left:2316;top:2013;width:4;height:7;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Veu8QA&#10;AADbAAAADwAAAGRycy9kb3ducmV2LnhtbESPUWvCMBSF3wf7D+EO9jbTDVHXNYoMBAciLO4H3DV3&#10;bWlzU5LY1n9vBGGPh3POdzjFZrKdGMiHxrGC11kGgrh0puFKwc9p97ICESKywc4xKbhQgM368aHA&#10;3LiRv2nQsRIJwiFHBXWMfS5lKGuyGGauJ07en/MWY5K+ksbjmOC2k29ZtpAWG04LNfb0WVPZ6rNV&#10;sP09HJzXF70b522mT+/nYfl1VOr5adp+gIg0xf/wvb03ChZLuH1JP0C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lXrvEAAAA2wAAAA8AAAAAAAAAAAAAAAAAmAIAAGRycy9k&#10;b3ducmV2LnhtbFBLBQYAAAAABAAEAPUAAACJAwAAAAA=&#10;" path="m10,13l7,11,7,7,,e" filled="f" strokeweight="0">
                    <v:path arrowok="t" o:connecttype="custom" o:connectlocs="4,7;3,6;3,4;0,0" o:connectangles="0,0,0,0"/>
                  </v:shape>
                  <v:shape id="Freeform 64" o:spid="_x0000_s1920" style="position:absolute;left:2287;top:2009;width:27;height:4;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ayCMAA&#10;AADbAAAADwAAAGRycy9kb3ducmV2LnhtbERPy4rCMBTdC/MP4Q64EU0dRpFqWoaB0RFXPsDtpbl9&#10;aHNTmljr35uF4PJw3qu0N7XoqHWVZQXTSQSCOLO64kLB6fg3XoBwHlljbZkUPMhBmnwMVhhre+c9&#10;dQdfiBDCLkYFpfdNLKXLSjLoJrYhDlxuW4M+wLaQusV7CDe1/IqiuTRYcWgosaHfkrLr4WYUVJfN&#10;rctwtt6up99nynd5N3rkSg0/+58lCE+9f4tf7n+tYB7Ghi/hB8jk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9ayCMAAAADbAAAADwAAAAAAAAAAAAAAAACYAgAAZHJzL2Rvd25y&#10;ZXYueG1sUEsFBgAAAAAEAAQA9QAAAIUDAAAAAA==&#10;" path="m53,9r-2,l47,6r-7,l37,2,24,2,20,,,e" filled="f" strokeweight="0">
                    <v:path arrowok="t" o:connecttype="custom" o:connectlocs="27,4;26,4;24,3;20,3;19,1;12,1;10,0;0,0" o:connectangles="0,0,0,0,0,0,0,0"/>
                  </v:shape>
                  <v:shape id="Freeform 65" o:spid="_x0000_s1921" style="position:absolute;left:2257;top:2009;width:30;height:1;visibility:visible;mso-wrap-style:square;v-text-anchor:top" coordsize="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uHkMQA&#10;AADbAAAADwAAAGRycy9kb3ducmV2LnhtbESPwWrDMBBE74X+g9hCb43cUEzrRjEmEMgpYMeQ69ba&#10;2CbWypEUx+3XV4VAj8PMvGFW+WwGMZHzvWUFr4sEBHFjdc+tgvqwfXkH4QOyxsEyKfgmD/n68WGF&#10;mbY3LmmqQisihH2GCroQxkxK33Rk0C/sSBy9k3UGQ5SuldrhLcLNIJdJkkqDPceFDkfadNScq6tR&#10;UKRvZ13vj1V5/Bnny7T/OoXKKfX8NBefIALN4T98b++0gvQD/r7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Lh5DEAAAA2wAAAA8AAAAAAAAAAAAAAAAAmAIAAGRycy9k&#10;b3ducmV2LnhtbFBLBQYAAAAABAAEAPUAAACJAwAAAAA=&#10;" path="m60,l31,,27,2,,2e" filled="f" strokeweight="0">
                    <v:path arrowok="t" o:connecttype="custom" o:connectlocs="30,0;16,0;14,1;0,1" o:connectangles="0,0,0,0"/>
                  </v:shape>
                  <v:shape id="Freeform 66" o:spid="_x0000_s1922" style="position:absolute;left:2216;top:2009;width:41;height:8;visibility:visible;mso-wrap-style:square;v-text-anchor:top" coordsize="8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aNW70A&#10;AADbAAAADwAAAGRycy9kb3ducmV2LnhtbERPSwrCMBDdC94hjOBOU134qUYRURAqgp8DjM3YVptJ&#10;aaLW25uF4PLx/vNlY0rxotoVlhUM+hEI4tTqgjMFl/O2NwHhPLLG0jIp+JCD5aLdmmOs7ZuP9Dr5&#10;TIQQdjEqyL2vYildmpNB17cVceButjboA6wzqWt8h3BTymEUjaTBgkNDjhWtc0ofp6dREF0PCU8P&#10;zt3LKY7sJkn241uiVLfTrGYgPDX+L/65d1rBOKwPX8IPkI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haNW70AAADbAAAADwAAAAAAAAAAAAAAAACYAgAAZHJzL2Rvd25yZXYu&#10;eG1sUEsFBgAAAAAEAAQA9QAAAIIDAAAAAA==&#10;" path="m82,l76,,73,2,60,2,56,6r-9,l43,9,27,9r-4,4l9,13,7,16,,16e" filled="f" strokeweight="0">
                    <v:path arrowok="t" o:connecttype="custom" o:connectlocs="41,0;38,0;37,1;30,1;28,3;24,3;22,5;14,5;12,7;5,7;4,8;0,8" o:connectangles="0,0,0,0,0,0,0,0,0,0,0,0"/>
                  </v:shape>
                  <v:shape id="Freeform 67" o:spid="_x0000_s1923" style="position:absolute;left:2177;top:2017;width:39;height:13;visibility:visible;mso-wrap-style:square;v-text-anchor:top" coordsize="7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VjW8MA&#10;AADbAAAADwAAAGRycy9kb3ducmV2LnhtbESPT2vCQBTE70K/w/IK3nRjDzZJXUUKBREPiVZ6fWRf&#10;k2D2bchu8+fbuwXB4zAzv2E2u9E0oqfO1ZYVrJYRCOLC6ppLBd+Xr0UMwnlkjY1lUjCRg932ZbbB&#10;VNuBc+rPvhQBwi5FBZX3bSqlKyoy6Ja2JQ7er+0M+iC7UuoOhwA3jXyLorU0WHNYqLClz4qK2/nP&#10;KLhOBpOy/SmOSZZnNDTx6Spjpeav4/4DhKfRP8OP9kEreF/B/5fw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VjW8MAAADbAAAADwAAAAAAAAAAAAAAAACYAgAAZHJzL2Rv&#10;d25yZXYueG1sUEsFBgAAAAAEAAQA9QAAAIgDAAAAAA==&#10;" path="m77,l73,,70,4r-6,l64,6r-7,l53,10r-7,l44,13r-11,l31,17r-7,l20,19r-7,l13,23r-6,l4,26,,26e" filled="f" strokeweight="0">
                    <v:path arrowok="t" o:connecttype="custom" o:connectlocs="39,0;37,0;35,2;32,2;32,3;29,3;27,5;23,5;22,7;17,7;16,9;12,9;10,10;7,10;7,12;4,12;2,13;0,13" o:connectangles="0,0,0,0,0,0,0,0,0,0,0,0,0,0,0,0,0,0"/>
                  </v:shape>
                  <v:shape id="Freeform 68" o:spid="_x0000_s1924" style="position:absolute;left:2151;top:2032;width:26;height:13;visibility:visible;mso-wrap-style:square;v-text-anchor:top" coordsize="5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cW8MA&#10;AADbAAAADwAAAGRycy9kb3ducmV2LnhtbESPT2sCMRTE7wW/Q3hCbzVxD2tdjSKKf2hPaqnXx+Z1&#10;d2nysmyibr+9KRR6HGbmN8x82TsrbtSFxrOG8UiBIC69abjS8HHevryCCBHZoPVMGn4owHIxeJpj&#10;Yfydj3Q7xUokCIcCNdQxtoWUoazJYRj5ljh5X75zGJPsKmk6vCe4szJTKpcOG04LNba0rqn8Pl2d&#10;hjxX9nOalbzhnbX7y9tkpfbvWj8P+9UMRKQ+/of/2gejYZLB75f0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PcW8MAAADbAAAADwAAAAAAAAAAAAAAAACYAgAAZHJzL2Rv&#10;d25yZXYueG1sUEsFBgAAAAAEAAQA9QAAAIgDAAAAAA==&#10;" path="m53,l50,r,3l46,3,40,7,37,9r-7,l24,16r-7,l13,20,6,23r-2,l4,27,,27e" filled="f" strokeweight="0">
                    <v:path arrowok="t" o:connecttype="custom" o:connectlocs="26,0;25,0;25,1;23,1;20,3;18,4;15,4;12,8;8,8;6,10;3,11;2,11;2,13;0,13" o:connectangles="0,0,0,0,0,0,0,0,0,0,0,0,0,0"/>
                  </v:shape>
                  <v:shape id="Freeform 69" o:spid="_x0000_s1925" style="position:absolute;left:2130;top:2043;width:20;height:20;visibility:visible;mso-wrap-style:square;v-text-anchor:top" coordsize="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kMsQA&#10;AADbAAAADwAAAGRycy9kb3ducmV2LnhtbESPQWvCQBSE74X+h+UVvNVNFKuNrsEKAS891Ba8PrLP&#10;JJp9G3e3Mfn33UKhx2FmvmE2+WBa0ZPzjWUF6TQBQVxa3XCl4OuzeF6B8AFZY2uZFIzkId8+Pmww&#10;0/bOH9QfQyUihH2GCuoQukxKX9Zk0E9tRxy9s3UGQ5SuktrhPcJNK2dJ8iINNhwXauxoX1N5PX4b&#10;Bd1+kVr3WtyW4+qSnt4cu9v7SanJ07Bbgwg0hP/wX/ugFSzn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pDLEAAAA2wAAAA8AAAAAAAAAAAAAAAAAmAIAAGRycy9k&#10;b3ducmV2LnhtbFBLBQYAAAAABAAEAPUAAACJAwAAAAA=&#10;" path="m40,l36,4r-3,l30,6r-3,l27,10r-7,7l16,17r,3l10,26r-3,l7,30,3,33r,4l,39e" filled="f" strokeweight="0">
                    <v:path arrowok="t" o:connecttype="custom" o:connectlocs="20,0;18,2;17,2;15,3;14,3;14,5;10,9;8,9;8,10;5,13;4,13;4,15;2,17;2,19;0,20" o:connectangles="0,0,0,0,0,0,0,0,0,0,0,0,0,0,0"/>
                  </v:shape>
                  <v:shape id="Freeform 70" o:spid="_x0000_s1926" style="position:absolute;left:2126;top:2062;width:4;height:10;visibility:visible;mso-wrap-style:square;v-text-anchor:top" coordsize="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ZrO8AA&#10;AADbAAAADwAAAGRycy9kb3ducmV2LnhtbESP0YrCMBRE3wX/IdyFfdN0l8WWrlFEFPTR6gdcmmub&#10;tbkpSdTu3xtB8HGYmTPMfDnYTtzIB+NYwdc0A0FcO224UXA6bicFiBCRNXaOScE/BVguxqM5ltrd&#10;+UC3KjYiQTiUqKCNsS+lDHVLFsPU9cTJOztvMSbpG6k93hPcdvI7y2bSouG00GJP65bqS3W1Cqri&#10;VBm5+ZNuy36/q02eFUOu1OfHsPoFEWmI7/CrvdMK8h94fkk/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BZrO8AAAADbAAAADwAAAAAAAAAAAAAAAACYAgAAZHJzL2Rvd25y&#10;ZXYueG1sUEsFBgAAAAAEAAQA9QAAAIUDAAAAAA==&#10;" path="m6,l2,2r,4l,9,,20e" filled="f" strokeweight="0">
                    <v:path arrowok="t" o:connecttype="custom" o:connectlocs="4,0;1,1;1,3;0,5;0,10" o:connectangles="0,0,0,0,0"/>
                  </v:shape>
                  <v:line id="Line 71" o:spid="_x0000_s1927" style="position:absolute;flip:x;visibility:visible;mso-wrap-style:square" from="2346,1343" to="5219,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8UmcUAAADbAAAADwAAAGRycy9kb3ducmV2LnhtbESPQWsCMRSE74L/ITzBm2ZbqMrWKNLS&#10;IoIVbT309ty87i5uXpYkuvHfN4WCx2FmvmHmy2gacSXna8sKHsYZCOLC6ppLBV+fb6MZCB+QNTaW&#10;ScGNPCwX/d4cc2073tP1EEqRIOxzVFCF0OZS+qIig35sW+Lk/VhnMCTpSqkddgluGvmYZRNpsOa0&#10;UGFLLxUV58PFKNh/TPnk3i/xHE/ddvd9LDfH15VSw0FcPYMIFMM9/N9eawXTJ/j7kn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8UmcUAAADbAAAADwAAAAAAAAAA&#10;AAAAAAChAgAAZHJzL2Rvd25yZXYueG1sUEsFBgAAAAAEAAQA+QAAAJMDAAAAAA==&#10;" strokeweight="0"/>
                  <v:line id="Line 72" o:spid="_x0000_s1928" style="position:absolute;flip:x;visibility:visible;mso-wrap-style:square" from="193,2112" to="2138,2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2K7sUAAADbAAAADwAAAGRycy9kb3ducmV2LnhtbESPQWsCMRSE74X+h/AKvdVsPahsjSIV&#10;pRSquK2H3p6b193FzcuSRDf+eyMIPQ4z8w0znUfTijM531hW8DrIQBCXVjdcKfj5Xr1MQPiArLG1&#10;TAou5GE+e3yYYq5tzzs6F6ESCcI+RwV1CF0upS9rMugHtiNO3p91BkOSrpLaYZ/gppXDLBtJgw2n&#10;hRo7eq+pPBYno2C3GfPBrU/xGA/91/Z3X33ulwulnp/i4g1EoBj+w/f2h1YwHsHtS/oBc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2K7sUAAADbAAAADwAAAAAAAAAA&#10;AAAAAAChAgAAZHJzL2Rvd25yZXYueG1sUEsFBgAAAAAEAAQA+QAAAJMDAAAAAA==&#10;" strokeweight="0"/>
                  <v:line id="Line 73" o:spid="_x0000_s1929" style="position:absolute;visibility:visible;mso-wrap-style:square" from="5191,1315" to="5309,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Hw/MQAAADbAAAADwAAAGRycy9kb3ducmV2LnhtbESPT2vCQBTE7wW/w/KE3upGQROjGxGp&#10;2N5a/4DHR/aZLMm+Ddmtpt++Wyj0OMzMb5j1ZrCtuFPvjWMF00kCgrh02nCl4Hzav2QgfEDW2Dom&#10;Bd/kYVOMntaYa/fgT7ofQyUihH2OCuoQulxKX9Zk0U9cRxy9m+sthij7SuoeHxFuWzlLkoW0aDgu&#10;1NjRrqayOX5ZBeZjcZi/p5flRb4ewvSaNZmxZ6Wex8N2BSLQEP7Df+03rSBN4fdL/AG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sfD8xAAAANsAAAAPAAAAAAAAAAAA&#10;AAAAAKECAABkcnMvZG93bnJldi54bWxQSwUGAAAAAAQABAD5AAAAkgMAAAAA&#10;" strokeweight="0"/>
                  <v:line id="Line 74" o:spid="_x0000_s1930" style="position:absolute;visibility:visible;mso-wrap-style:square" from="5261,1270" to="5489,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5kjsEAAADbAAAADwAAAGRycy9kb3ducmV2LnhtbERPz2vCMBS+D/wfwhN2W1MHq7UaRYaj&#10;221qBY+P5tkGm5fSRO3+++Uw2PHj+73ajLYTdxq8caxglqQgiGunDTcKquPHSw7CB2SNnWNS8EMe&#10;NuvJ0woL7R68p/shNCKGsC9QQRtCX0jp65Ys+sT1xJG7uMFiiHBopB7wEcNtJ1/TNJMWDceGFnt6&#10;b6m+Hm5WgfnOyrev+WlxkrsyzM75NTe2Uup5Om6XIAKN4V/85/7UCuZxbPwSf4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LmSOwQAAANsAAAAPAAAAAAAAAAAAAAAA&#10;AKECAABkcnMvZG93bnJldi54bWxQSwUGAAAAAAQABAD5AAAAjwMAAAAA&#10;" strokeweight="0"/>
                  <v:line id="Line 75" o:spid="_x0000_s1931" style="position:absolute;visibility:visible;mso-wrap-style:square" from="5304,1203" to="5558,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BFcQAAADbAAAADwAAAGRycy9kb3ducmV2LnhtbESPQWvCQBSE7wX/w/IKvdWNgjFJXUWk&#10;kvZWo0KPj+xrsph9G7JbTf99t1DwOMzMN8xqM9pOXGnwxrGC2TQBQVw7bbhRcDrunzMQPiBr7ByT&#10;gh/ysFlPHlZYaHfjA12r0IgIYV+ggjaEvpDS1y1Z9FPXE0fvyw0WQ5RDI/WAtwi3nZwnSSotGo4L&#10;Lfa0a6m+VN9WgflIy8X78pyf5WsZZp/ZJTP2pNTT47h9ARFoDPfwf/tNK1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sEVxAAAANsAAAAPAAAAAAAAAAAA&#10;AAAAAKECAABkcnMvZG93bnJldi54bWxQSwUGAAAAAAQABAD5AAAAkgMAAAAA&#10;" strokeweight="0"/>
                  <v:line id="Line 76" o:spid="_x0000_s1932" style="position:absolute;visibility:visible;mso-wrap-style:square" from="5306,1118" to="5640,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0Yr8AAAADbAAAADwAAAGRycy9kb3ducmV2LnhtbERPTYvCMBC9C/6HMII3TV3QrdUoIiuu&#10;t92ugsehGdtgMylN1O6/NwfB4+N9L9edrcWdWm8cK5iMExDEhdOGSwXHv90oBeEDssbaMSn4Jw/r&#10;Vb+3xEy7B//SPQ+liCHsM1RQhdBkUvqiIot+7BriyF1cazFE2JZSt/iI4baWH0kykxYNx4YKG9pW&#10;VFzzm1Vgfmb76eHzND/Jr32YnNNrauxRqeGg2yxABOrCW/xyf2sFaVwfv8QfIF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NGK/AAAAA2wAAAA8AAAAAAAAAAAAAAAAA&#10;oQIAAGRycy9kb3ducmV2LnhtbFBLBQYAAAAABAAEAPkAAACOAwAAAAA=&#10;" strokeweight="0"/>
                  <v:line id="Line 77" o:spid="_x0000_s1933" style="position:absolute;visibility:visible;mso-wrap-style:square" from="5309,1319" to="531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9NMQAAADbAAAADwAAAGRycy9kb3ducmV2LnhtbESPQWvCQBSE74X+h+UVvNVNBDVN3Ugp&#10;FvVmrUKPj+xrsiT7NmS3Gv+9Kwgeh5n5hlksB9uKE/XeOFaQjhMQxKXThisFh5+v1wyED8gaW8ek&#10;4EIelsXz0wJz7c78Tad9qESEsM9RQR1Cl0vpy5os+rHriKP353qLIcq+krrHc4TbVk6SZCYtGo4L&#10;NXb0WVPZ7P+tArObrafb+fHtKFfrkP5mTWbsQanRy/DxDiLQEB7he3ujFWQp3L7EHyC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wb00xAAAANsAAAAPAAAAAAAAAAAA&#10;AAAAAKECAABkcnMvZG93bnJldi54bWxQSwUGAAAAAAQABAD5AAAAkgMAAAAA&#10;" strokeweight="0"/>
                  <v:line id="Line 78" o:spid="_x0000_s1934" style="position:absolute;visibility:visible;mso-wrap-style:square" from="5471,1480" to="5472,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MjQ8QAAADbAAAADwAAAGRycy9kb3ducmV2LnhtbESPQWvCQBSE7wX/w/KE3pqNQtMYXUXE&#10;kvbWRgWPj+wzWcy+Ddmtpv++Wyj0OMzMN8xqM9pO3GjwxrGCWZKCIK6dNtwoOB5en3IQPiBr7ByT&#10;gm/ysFlPHlZYaHfnT7pVoRERwr5ABW0IfSGlr1uy6BPXE0fv4gaLIcqhkXrAe4TbTs7TNJMWDceF&#10;FnvatVRfqy+rwHxk5fP7y2lxkvsyzM75NTf2qNTjdNwuQQQaw3/4r/2mFeRz+P0Sf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EyNDxAAAANsAAAAPAAAAAAAAAAAA&#10;AAAAAKECAABkcnMvZG93bnJldi54bWxQSwUGAAAAAAQABAD5AAAAkgMAAAAA&#10;" strokeweight="0"/>
                  <v:line id="Line 79" o:spid="_x0000_s1935" style="position:absolute;flip:x;visibility:visible;mso-wrap-style:square" from="2397,1525" to="5309,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9ZUcUAAADbAAAADwAAAGRycy9kb3ducmV2LnhtbESPQWsCMRSE74L/IbxCb5qthSpbo4jS&#10;IkIraj309ty87i5uXpYkuum/bwqCx2FmvmGm82gacSXna8sKnoYZCOLC6ppLBV+Ht8EEhA/IGhvL&#10;pOCXPMxn/d4Uc2073tF1H0qRIOxzVFCF0OZS+qIig35oW+Lk/VhnMCTpSqkddgluGjnKshdpsOa0&#10;UGFLy4qK8/5iFOw+x3xy75d4jqfuY/t9LDfH1UKpx4e4eAURKIZ7+NZeawWTZ/j/kn6An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9ZUcUAAADbAAAADwAAAAAAAAAA&#10;AAAAAAChAgAAZHJzL2Rvd25yZXYueG1sUEsFBgAAAAAEAAQA+QAAAJMDAAAAAA==&#10;" strokeweight="0"/>
                  <v:line id="Line 80" o:spid="_x0000_s1936" style="position:absolute;flip:y;visibility:visible;mso-wrap-style:square" from="5261,1203" to="5304,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bBJcUAAADbAAAADwAAAGRycy9kb3ducmV2LnhtbESPQWsCMRSE74L/IbxCb5qtlCpbo4jS&#10;IkIraj309ty87i5uXpYkuum/bwqCx2FmvmGm82gacSXna8sKnoYZCOLC6ppLBV+Ht8EEhA/IGhvL&#10;pOCXPMxn/d4Uc2073tF1H0qRIOxzVFCF0OZS+qIig35oW+Lk/VhnMCTpSqkddgluGjnKshdpsOa0&#10;UGFLy4qK8/5iFOw+x3xy75d4jqfuY/t9LDfH1UKpx4e4eAURKIZ7+NZeawWTZ/j/kn6An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ObBJcUAAADbAAAADwAAAAAAAAAA&#10;AAAAAAChAgAAZHJzL2Rvd25yZXYueG1sUEsFBgAAAAAEAAQA+QAAAJMDAAAAAA==&#10;" strokeweight="0"/>
                  <v:line id="Line 81" o:spid="_x0000_s1937" style="position:absolute;flip:y;visibility:visible;mso-wrap-style:square" from="5489,1454" to="5558,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pkvsUAAADbAAAADwAAAGRycy9kb3ducmV2LnhtbESPQWsCMRSE74L/IbxCb5qt0Cpbo4jS&#10;IkIraj309ty87i5uXpYkuum/bwqCx2FmvmGm82gacSXna8sKnoYZCOLC6ppLBV+Ht8EEhA/IGhvL&#10;pOCXPMxn/d4Uc2073tF1H0qRIOxzVFCF0OZS+qIig35oW+Lk/VhnMCTpSqkddgluGjnKshdpsOa0&#10;UGFLy4qK8/5iFOw+x3xy75d4jqfuY/t9LDfH1UKpx4e4eAURKIZ7+NZeawWTZ/j/kn6An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6pkvsUAAADbAAAADwAAAAAAAAAA&#10;AAAAAAChAgAAZHJzL2Rvd25yZXYueG1sUEsFBgAAAAAEAAQA+QAAAJMDAAAAAA==&#10;" strokeweight="0"/>
                  <v:line id="Line 82" o:spid="_x0000_s1938" style="position:absolute;flip:y;visibility:visible;mso-wrap-style:square" from="5471,1454" to="5640,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j6ycUAAADbAAAADwAAAGRycy9kb3ducmV2LnhtbESPT2sCMRTE7wW/Q3iCt5ptD1ZWo0jF&#10;IoVa/Hfo7bl53V3cvCxJdNNvbwqCx2FmfsNM59E04krO15YVvAwzEMSF1TWXCg771fMYhA/IGhvL&#10;pOCPPMxnvacp5tp2vKXrLpQiQdjnqKAKoc2l9EVFBv3QtsTJ+7XOYEjSlVI77BLcNPI1y0bSYM1p&#10;ocKW3isqzruLUbDdvPHJfVziOZ66r++fY/l5XC6UGvTjYgIiUAyP8L291grGI/j/kn6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j6ycUAAADbAAAADwAAAAAAAAAA&#10;AAAAAAChAgAAZHJzL2Rvd25yZXYueG1sUEsFBgAAAAAEAAQA+QAAAJMDAAAAAA==&#10;" strokeweight="0"/>
                  <v:line id="Line 83" o:spid="_x0000_s1939" style="position:absolute;flip:y;visibility:visible;mso-wrap-style:square" from="5191,1118" to="5306,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RfUsUAAADbAAAADwAAAGRycy9kb3ducmV2LnhtbESPQWsCMRSE70L/Q3gFb5qthypbo0hF&#10;KUItaj309ty87i5uXpYkuum/NwXB4zAz3zDTeTSNuJLztWUFL8MMBHFhdc2lgu/DajAB4QOyxsYy&#10;KfgjD/PZU2+KubYd7+i6D6VIEPY5KqhCaHMpfVGRQT+0LXHyfq0zGJJ0pdQOuwQ3jRxl2as0WHNa&#10;qLCl94qK8/5iFOy2Yz659SWe46n7/Po5lpvjcqFU/zku3kAEiuERvrc/tILJGP6/pB8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RfUsUAAADbAAAADwAAAAAAAAAA&#10;AAAAAAChAgAAZHJzL2Rvd25yZXYueG1sUEsFBgAAAAAEAAQA+QAAAJMDAAAAAA==&#10;" strokeweight="0"/>
                  <v:line id="Line 84" o:spid="_x0000_s1940" style="position:absolute;flip:y;visibility:visible;mso-wrap-style:square" from="5640,1199" to="5705,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vLIMIAAADbAAAADwAAAGRycy9kb3ducmV2LnhtbERPy2oCMRTdF/yHcAV3NWMXVkajiFKR&#10;Qlt8LdxdJ9eZwcnNkEQn/ftmUXB5OO/ZIppGPMj52rKC0TADQVxYXXOp4Hj4eJ2A8AFZY2OZFPyS&#10;h8W89zLDXNuOd/TYh1KkEPY5KqhCaHMpfVGRQT+0LXHirtYZDAm6UmqHXQo3jXzLsrE0WHNqqLCl&#10;VUXFbX83Cnbf73xxm3u8xUv39XM+lZ+n9VKpQT8upyACxfAU/7u3WsEkjU1f0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vLIMIAAADbAAAADwAAAAAAAAAAAAAA&#10;AAChAgAAZHJzL2Rvd25yZXYueG1sUEsFBgAAAAAEAAQA+QAAAJADAAAAAA==&#10;" strokeweight="0"/>
                  <v:line id="Line 85" o:spid="_x0000_s1941" style="position:absolute;flip:x;visibility:visible;mso-wrap-style:square" from="5306,1055" to="556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duu8UAAADbAAAADwAAAGRycy9kb3ducmV2LnhtbESPQWsCMRSE74L/ITzBm2bbQ9WtUaSl&#10;RQQr2nro7bl53V3cvCxJdOO/bwoFj8PMfMPMl9E04krO15YVPIwzEMSF1TWXCr4+30ZTED4ga2ws&#10;k4IbeVgu+r055tp2vKfrIZQiQdjnqKAKoc2l9EVFBv3YtsTJ+7HOYEjSlVI77BLcNPIxy56kwZrT&#10;QoUtvVRUnA8Xo2D/MeGTe7/Eczx12933sdwcX1dKDQdx9QwiUAz38H97rRVMZ/D3Jf0A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duu8UAAADbAAAADwAAAAAAAAAA&#10;AAAAAAChAgAAZHJzL2Rvd25yZXYueG1sUEsFBgAAAAAEAAQA+QAAAJMDAAAAAA==&#10;" strokeweight="0"/>
                  <v:line id="Line 86" o:spid="_x0000_s1942" style="position:absolute;visibility:visible;mso-wrap-style:square" from="5448,3537" to="5479,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SOcsAAAADbAAAADwAAAGRycy9kb3ducmV2LnhtbERPTYvCMBC9C/sfwix401RBrdUoy+Ki&#10;3rSrsMehGdtgMylNVuu/NwfB4+N9L9edrcWNWm8cKxgNExDEhdOGSwWn359BCsIHZI21Y1LwIA/r&#10;1UdviZl2dz7SLQ+liCHsM1RQhdBkUvqiIot+6BriyF1cazFE2JZSt3iP4baW4ySZSouGY0OFDX1X&#10;VFzzf6vAHKbbyX52np/lZhtGf+k1NfakVP+z+1qACNSFt/jl3mkF87g+fok/QK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5UjnLAAAAA2wAAAA8AAAAAAAAAAAAAAAAA&#10;oQIAAGRycy9kb3ducmV2LnhtbFBLBQYAAAAABAAEAPkAAACOAwAAAAA=&#10;" strokeweight="0"/>
                  <v:line id="Line 87" o:spid="_x0000_s1943" style="position:absolute;visibility:visible;mso-wrap-style:square" from="5479,3569" to="5480,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r6cQAAADbAAAADwAAAGRycy9kb3ducmV2LnhtbESPQWvCQBSE7wX/w/KE3ppNCrUxuopI&#10;xXpr1YDHR/aZLGbfhuyq6b93C4Ueh5n5hpkvB9uKG/XeOFaQJSkI4sppw7WC42HzkoPwAVlj65gU&#10;/JCH5WL0NMdCuzt/020fahEh7AtU0ITQFVL6qiGLPnEdcfTOrrcYouxrqXu8R7ht5WuaTqRFw3Gh&#10;wY7WDVWX/dUqMF+T7dvuvZyW8mMbslN+yY09KvU8HlYzEIGG8B/+a39qBdMMfr/EH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GCvpxAAAANsAAAAPAAAAAAAAAAAA&#10;AAAAAKECAABkcnMvZG93bnJldi54bWxQSwUGAAAAAAQABAD5AAAAkgMAAAAA&#10;" strokeweight="0"/>
                  <v:line id="Line 88" o:spid="_x0000_s1944" style="position:absolute;visibility:visible;mso-wrap-style:square" from="5264,3354" to="5304,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q1nsQAAADbAAAADwAAAGRycy9kb3ducmV2LnhtbESPQWvCQBSE7wX/w/IKvdWNQm2SuoqI&#10;kvZWo0KPj+xrsph9G7KrSf99t1DwOMzMN8xyPdpW3Kj3xrGC2TQBQVw5bbhWcDrun1MQPiBrbB2T&#10;gh/ysF5NHpaYazfwgW5lqEWEsM9RQRNCl0vpq4Ys+qnriKP37XqLIcq+lrrHIcJtK+dJspAWDceF&#10;BjvaNlRdyqtVYD4XxcvH6zk7y10RZl/pJTX2pNTT47h5AxFoDPfwf/tdK8jm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yrWexAAAANsAAAAPAAAAAAAAAAAA&#10;AAAAAKECAABkcnMvZG93bnJldi54bWxQSwUGAAAAAAQABAD5AAAAkgMAAAAA&#10;" strokeweight="0"/>
                  <v:line id="Line 89" o:spid="_x0000_s1945" style="position:absolute;visibility:visible;mso-wrap-style:square" from="5264,3354" to="5265,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QBcQAAADbAAAADwAAAGRycy9kb3ducmV2LnhtbESPQWvCQBSE70L/w/IKvenGFm2MrlJK&#10;i3qzUcHjI/tMFrNvQ3ar8d+7guBxmJlvmNmis7U4U+uNYwXDQQKCuHDacKlgt/3tpyB8QNZYOyYF&#10;V/KwmL/0Zphpd+E/OuehFBHCPkMFVQhNJqUvKrLoB64hjt7RtRZDlG0pdYuXCLe1fE+SsbRoOC5U&#10;2NB3RcUp/7cKzGa8HK0/95O9/FmG4SE9pcbulHp77b6mIAJ14Rl+tFdaweQD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hAFxAAAANsAAAAPAAAAAAAAAAAA&#10;AAAAAKECAABkcnMvZG93bnJldi54bWxQSwUGAAAAAAQABAD5AAAAkgMAAAAA&#10;" strokeweight="0"/>
                  <v:line id="Line 90" o:spid="_x0000_s1946" style="position:absolute;visibility:visible;mso-wrap-style:square" from="5264,3557" to="5479,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IccQAAADbAAAADwAAAGRycy9kb3ducmV2LnhtbESPQWvCQBSE70L/w/IKvenGUm2MrlJK&#10;i3qzUcHjI/tMFrNvQ3ar8d+7guBxmJlvmNmis7U4U+uNYwXDQQKCuHDacKlgt/3tpyB8QNZYOyYF&#10;V/KwmL/0Zphpd+E/OuehFBHCPkMFVQhNJqUvKrLoB64hjt7RtRZDlG0pdYuXCLe1fE+SsbRoOC5U&#10;2NB3RcUp/7cKzGa8HK0/95O9/FmG4SE9pcbulHp77b6mIAJ14Rl+tFdaweQD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b4hxxAAAANsAAAAPAAAAAAAAAAAA&#10;AAAAAKECAABkcnMvZG93bnJldi54bWxQSwUGAAAAAAQABAD5AAAAkgMAAAAA&#10;" strokeweight="0"/>
                  <v:line id="Line 91" o:spid="_x0000_s1947" style="position:absolute;flip:x y;visibility:visible;mso-wrap-style:square" from="5264,3557" to="5365,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wF78MAAADbAAAADwAAAGRycy9kb3ducmV2LnhtbESPQWsCMRSE74X+h/AKXopmVart1ihS&#10;tIg31/b+2LxuFpOXJUl1/feNIPQ4zMw3zGLVOyvOFGLrWcF4VIAgrr1uuVHwddwOX0HEhKzReiYF&#10;V4qwWj4+LLDU/sIHOlepERnCsUQFJqWulDLWhhzGke+Is/fjg8OUZWikDnjJcGflpChm0mHLecFg&#10;Rx+G6lP16xRM59/H3ck+m/02OrP5tFU9C1elBk/9+h1Eoj79h+/tnVbw9gK3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8Be/DAAAA2wAAAA8AAAAAAAAAAAAA&#10;AAAAoQIAAGRycy9kb3ducmV2LnhtbFBLBQYAAAAABAAEAPkAAACRAwAAAAA=&#10;" strokeweight="0"/>
                  <v:line id="Line 92" o:spid="_x0000_s1948" style="position:absolute;flip:x;visibility:visible;mso-wrap-style:square" from="5385,3772" to="5479,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FsFMUAAADbAAAADwAAAGRycy9kb3ducmV2LnhtbESPT2sCMRTE7wW/Q3hCbzVbD7auRpEW&#10;iwit+O/g7bl53V3cvCxJdNNv3xQKHoeZ+Q0znUfTiBs5X1tW8DzIQBAXVtdcKjjsl0+vIHxA1thY&#10;JgU/5GE+6z1MMde24y3ddqEUCcI+RwVVCG0upS8qMugHtiVO3rd1BkOSrpTaYZfgppHDLBtJgzWn&#10;hQpbequouOyuRsH264XP7uMaL/HcfW5Ox3J9fF8o9diPiwmIQDHcw//tlVYwHsHfl/Q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qFsFMUAAADbAAAADwAAAAAAAAAA&#10;AAAAAAChAgAAZHJzL2Rvd25yZXYueG1sUEsFBgAAAAAEAAQA+QAAAJMDAAAAAA==&#10;" strokeweight="0"/>
                  <v:line id="Line 93" o:spid="_x0000_s1949" style="position:absolute;flip:y;visibility:visible;mso-wrap-style:square" from="5423,3524" to="545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3Jj8UAAADbAAAADwAAAGRycy9kb3ducmV2LnhtbESPQWsCMRSE7wX/Q3iCt5qtB61bo0iL&#10;IgUr2nro7bl53V3cvCxJdNN/bwoFj8PMfMPMFtE04krO15YVPA0zEMSF1TWXCr4+V4/PIHxA1thY&#10;JgW/5GEx7z3MMNe24z1dD6EUCcI+RwVVCG0upS8qMuiHtiVO3o91BkOSrpTaYZfgppGjLBtLgzWn&#10;hQpbeq2oOB8uRsH+Y8Int77Eczx12933sXw/vi2VGvTj8gVEoBju4f/2RiuYTuDvS/oB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3Jj8UAAADbAAAADwAAAAAAAAAA&#10;AAAAAAChAgAAZHJzL2Rvd25yZXYueG1sUEsFBgAAAAAEAAQA+QAAAJMDAAAAAA==&#10;" strokeweight="0"/>
                  <v:line id="Line 94" o:spid="_x0000_s1950" style="position:absolute;flip:x y;visibility:visible;mso-wrap-style:square" from="5453,3524" to="548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2qcb8AAADbAAAADwAAAGRycy9kb3ducmV2LnhtbERPTWsCMRC9F/ofwhS8FM1WQe3WKKVU&#10;EW+ueh82081iMlmSVNd/bw6Cx8f7Xqx6Z8WFQmw9K/gYFSCIa69bbhQcD+vhHERMyBqtZ1Jwowir&#10;5evLAkvtr7ynS5UakUM4lqjApNSVUsbakMM48h1x5v58cJgyDI3UAa853Fk5LoqpdNhybjDY0Y+h&#10;+lz9OwWT2emwPdt3s1tHZ343tqqn4abU4K3//gKRqE9P8cO91Qo+89j8Jf8Aub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n2qcb8AAADbAAAADwAAAAAAAAAAAAAAAACh&#10;AgAAZHJzL2Rvd25yZXYueG1sUEsFBgAAAAAEAAQA+QAAAI0DAAAAAA==&#10;" strokeweight="0"/>
                  <v:line id="Line 95" o:spid="_x0000_s1951" style="position:absolute;flip:x y;visibility:visible;mso-wrap-style:square" from="5423,3595"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EP6sIAAADbAAAADwAAAGRycy9kb3ducmV2LnhtbESPQWsCMRSE74X+h/AKvRTN2oKtq1FE&#10;ahFvXev9sXluFpOXJYm6/vtGEDwOM/MNM1v0zoozhdh6VjAaFiCIa69bbhT87daDLxAxIWu0nknB&#10;lSIs5s9PMyy1v/AvnavUiAzhWKICk1JXShlrQw7j0HfE2Tv44DBlGRqpA14y3Fn5XhRj6bDlvGCw&#10;o5Wh+lidnIKPz/1uc7RvZruOznz/2Koeh6tSry/9cgoiUZ8e4Xt7oxVMJnD7kn+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EP6sIAAADbAAAADwAAAAAAAAAAAAAA&#10;AAChAgAAZHJzL2Rvd25yZXYueG1sUEsFBgAAAAAEAAQA+QAAAJADAAAAAA==&#10;" strokeweight="0"/>
                  <v:line id="Line 96" o:spid="_x0000_s1952" style="position:absolute;flip:y;visibility:visible;mso-wrap-style:square" from="5471,3536" to="5481,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JNRccAAADcAAAADwAAAGRycy9kb3ducmV2LnhtbESPQU8CMRCF7yb+h2ZMvEkXDmpWCiEY&#10;iTFRA8qB27Addjdsp5u2sOXfMwcTbzN5b977ZjrPrlNnCrH1bGA8KkARV962XBv4/Xl7eAYVE7LF&#10;zjMZuFCE+ez2Zoql9QOv6bxJtZIQjiUaaFLqS61j1ZDDOPI9sWgHHxwmWUOtbcBBwl2nJ0XxqB22&#10;LA0N9rRsqDpuTs7A+uuJ92F1yse8Hz6/d9v6Y/u6MOb+Li9eQCXK6d/8d/1uBb8QfHlGJt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Yk1FxwAAANwAAAAPAAAAAAAA&#10;AAAAAAAAAKECAABkcnMvZG93bnJldi54bWxQSwUGAAAAAAQABAD5AAAAlQMAAAAA&#10;" strokeweight="0"/>
                  <v:line id="Line 97" o:spid="_x0000_s1953" style="position:absolute;visibility:visible;mso-wrap-style:square" from="5428,3583"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rbG8EAAADcAAAADwAAAGRycy9kb3ducmV2LnhtbERPTYvCMBC9L+x/CLPgbU0rqLUaZVlc&#10;1JvrKngcmrENNpPSZLX+eyMI3ubxPme26GwtLtR641hB2k9AEBdOGy4V7P9+PjMQPiBrrB2Tght5&#10;WMzf32aYa3flX7rsQiliCPscFVQhNLmUvqjIou+7hjhyJ9daDBG2pdQtXmO4reUgSUbSouHYUGFD&#10;3xUV592/VWC2o9VwMz5MDnK5CukxO2fG7pXqfXRfUxCBuvASP91rHecnKTyeiRfI+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ytsbwQAAANwAAAAPAAAAAAAAAAAAAAAA&#10;AKECAABkcnMvZG93bnJldi54bWxQSwUGAAAAAAQABAD5AAAAjwMAAAAA&#10;" strokeweight="0"/>
                  <v:line id="Line 98" o:spid="_x0000_s1954" style="position:absolute;visibility:visible;mso-wrap-style:square" from="5279,3451" to="542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hFbMEAAADcAAAADwAAAGRycy9kb3ducmV2LnhtbERPTYvCMBC9C/sfwix401RB7VajLMuK&#10;elNXwePQzLbBZlKaqPXfG0HwNo/3ObNFaytxpcYbxwoG/QQEce604ULB4W/ZS0H4gKyxckwK7uRh&#10;Mf/ozDDT7sY7uu5DIWII+wwVlCHUmZQ+L8mi77uaOHL/rrEYImwKqRu8xXBbyWGSjKVFw7GhxJp+&#10;SsrP+4tVYLbj1WgzOX4d5e8qDE7pOTX2oFT3s/2eggjUhrf45V7rOD8ZwvOZeIG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GEVswQAAANwAAAAPAAAAAAAAAAAAAAAA&#10;AKECAABkcnMvZG93bnJldi54bWxQSwUGAAAAAAQABAD5AAAAjwMAAAAA&#10;" strokeweight="0"/>
                  <v:line id="Line 99" o:spid="_x0000_s1955" style="position:absolute;flip:y;visibility:visible;mso-wrap-style:square" from="5279,3380" to="5309,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DTMsQAAADcAAAADwAAAGRycy9kb3ducmV2LnhtbERPTWsCMRC9C/0PYQq9abYWqmyNIpWW&#10;UrCi1oO3cTPuLm4mSxLd9N+bguBtHu9zJrNoGnEh52vLCp4HGQjiwuqaSwW/24/+GIQPyBoby6Tg&#10;jzzMpg+9CebadrymyyaUIoWwz1FBFUKbS+mLigz6gW2JE3e0zmBI0JVSO+xSuGnkMMtepcGaU0OF&#10;Lb1XVJw2Z6Ng/TPig/s8x1M8dMvVfld+7xZzpZ4e4/wNRKAY7uKb+0un+dkL/D+TLpDT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sNMyxAAAANwAAAAPAAAAAAAAAAAA&#10;AAAAAKECAABkcnMvZG93bnJldi54bWxQSwUGAAAAAAQABAD5AAAAkgMAAAAA&#10;" strokeweight="0"/>
                  <v:line id="Line 100" o:spid="_x0000_s1956" style="position:absolute;visibility:visible;mso-wrap-style:square" from="5231,3933" to="5232,4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14g8IAAADcAAAADwAAAGRycy9kb3ducmV2LnhtbERPTWvCQBC9C/6HZQRvdaNYm8asImKx&#10;3lproMchOyaL2dmQ3Wr677tCwds83ufk69424kqdN44VTCcJCOLSacOVgtPX21MKwgdkjY1jUvBL&#10;Htar4SDHTLsbf9L1GCoRQ9hnqKAOoc2k9GVNFv3EtcSRO7vOYoiwq6Tu8BbDbSNnSbKQFg3Hhhpb&#10;2tZUXo4/VoH5WOyfDy/FayF3+zD9Ti+psSelxqN+swQRqA8P8b/7Xcf5y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14g8IAAADcAAAADwAAAAAAAAAAAAAA&#10;AAChAgAAZHJzL2Rvd25yZXYueG1sUEsFBgAAAAAEAAQA+QAAAJADAAAAAA==&#10;" strokeweight="0"/>
                  <v:line id="Line 101" o:spid="_x0000_s1957" style="position:absolute;visibility:visible;mso-wrap-style:square" from="5498,4009" to="5499,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HdGMMAAADcAAAADwAAAGRycy9kb3ducmV2LnhtbERPTWvCQBC9C/0PyxR6MxsLxjS6Sikt&#10;0ZtNFTwO2WmymJ0N2a3Gf+8WCr3N433OajPaTlxo8MaxglmSgiCunTbcKDh8fUxzED4ga+wck4Ib&#10;edisHyYrLLS78iddqtCIGMK+QAVtCH0hpa9bsugT1xNH7tsNFkOEQyP1gNcYbjv5nKaZtGg4NrTY&#10;01tL9bn6sQrMPivnu8Xx5SjfyzA75efc2INST4/j6xJEoDH8i//cWx3np3P4fSZe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x3RjDAAAA3AAAAA8AAAAAAAAAAAAA&#10;AAAAoQIAAGRycy9kb3ducmV2LnhtbFBLBQYAAAAABAAEAPkAAACRAwAAAAA=&#10;" strokeweight="0"/>
                  <v:line id="Line 102" o:spid="_x0000_s1958" style="position:absolute;visibility:visible;mso-wrap-style:square" from="5309,3380" to="5453,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NDb8IAAADcAAAADwAAAGRycy9kb3ducmV2LnhtbERPTWvCQBC9C/0PyxR6041CY5q6SimK&#10;9aZRocchO00Ws7Mhu2r6711B8DaP9zmzRW8bcaHOG8cKxqMEBHHptOFKwWG/GmYgfEDW2DgmBf/k&#10;YTF/Gcww1+7KO7oUoRIxhH2OCuoQ2lxKX9Zk0Y9cSxy5P9dZDBF2ldQdXmO4beQkSVJp0XBsqLGl&#10;75rKU3G2Csw2Xb9vpsePo1yuw/g3O2XGHpR6e+2/PkEE6sNT/HD/6Dg/SeH+TLxAz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iNDb8IAAADcAAAADwAAAAAAAAAAAAAA&#10;AAChAgAAZHJzL2Rvd25yZXYueG1sUEsFBgAAAAAEAAQA+QAAAJADAAAAAA==&#10;" strokeweight="0"/>
                  <v:shape id="Freeform 103" o:spid="_x0000_s1959" style="position:absolute;left:4150;top:1315;width:184;height:833;visibility:visible;mso-wrap-style:square;v-text-anchor:top" coordsize="368,1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GFkcMA&#10;AADcAAAADwAAAGRycy9kb3ducmV2LnhtbERPTWsCMRC9F/wPYYTeNLELtaxGUaG1PYhURa/DZrq7&#10;dDNZknRd/31TEHqbx/uc+bK3jejIh9qxhslYgSAunKm51HA6vo5eQISIbLBxTBpuFGC5GDzMMTfu&#10;yp/UHWIpUgiHHDVUMba5lKGoyGIYu5Y4cV/OW4wJ+lIaj9cUbhv5pNSztFhzaqiwpU1Fxffhx2qo&#10;Vfd2WW/3mcrOa/qY7Lanm8+0fhz2qxmISH38F9/d7ybNV1P4eyZd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GFkcMAAADcAAAADwAAAAAAAAAAAAAAAACYAgAAZHJzL2Rv&#10;d25yZXYueG1sUEsFBgAAAAAEAAQA9QAAAIgDAAAAAA==&#10;" path="m368,1665r,-110l365,1502r-4,-53l358,1396r-4,-56l352,1287r-7,-51l338,1182r-6,-53l325,1076r-10,-53l305,970,295,917,285,866,275,813,261,759,248,706,235,656,222,603,208,550,192,501,175,449,159,399,142,350,122,297,106,246,86,197,66,147,42,98,22,49,,e" filled="f" strokeweight="0">
                    <v:path arrowok="t" o:connecttype="custom" o:connectlocs="184,833;184,778;183,751;181,725;179,698;177,670;176,644;173,618;169,591;166,565;163,538;158,512;153,485;148,459;143,433;138,407;131,380;124,353;118,328;111,302;104,275;96,251;88,225;80,200;71,175;61,149;53,123;43,99;33,74;21,49;11,25;0,0" o:connectangles="0,0,0,0,0,0,0,0,0,0,0,0,0,0,0,0,0,0,0,0,0,0,0,0,0,0,0,0,0,0,0,0"/>
                  </v:shape>
                  <v:shape id="Freeform 104" o:spid="_x0000_s1960" style="position:absolute;left:4278;top:2045;width:99;height:103;visibility:visible;mso-wrap-style:square;v-text-anchor:top" coordsize="198,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IksQA&#10;AADcAAAADwAAAGRycy9kb3ducmV2LnhtbESPQUsDMRCF74L/IYzgRWzSQkXWpkXEVumtVcHjdDNu&#10;FjeTJUm767/vHAreZnhv3vtmsRpDp06UchvZwnRiQBHX0bXcWPj8WN8/gsoF2WEXmSz8UYbV8vpq&#10;gZWLA+/otC+NkhDOFVrwpfSV1rn2FDBPYk8s2k9MAYusqdEu4SDhodMzYx50wJalwWNPL57q3/0x&#10;WHh9290d5l/1NB9os/32ZsCEjbW3N+PzE6hCY/k3X67fneAboZVnZAK9P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4iJLEAAAA3AAAAA8AAAAAAAAAAAAAAAAAmAIAAGRycy9k&#10;b3ducmV2LnhtbFBLBQYAAAAABAAEAPUAAACJAwAAAAA=&#10;" path="m,16l113,205,198,,106,106,,16xe" fillcolor="black" strokeweight="0">
                    <v:path arrowok="t" o:connecttype="custom" o:connectlocs="0,8;57,103;99,0;53,53;0,8" o:connectangles="0,0,0,0,0"/>
                  </v:shape>
                  <v:shape id="Freeform 105" o:spid="_x0000_s1961" style="position:absolute;left:4140;top:1315;width:93;height:110;visibility:visible;mso-wrap-style:square;v-text-anchor:top" coordsize="18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BhwsIA&#10;AADcAAAADwAAAGRycy9kb3ducmV2LnhtbERPTWvCQBC9F/wPywi91U2lSBtdRUSrLV5MxfOYHZPU&#10;7GzITjX++25B6G0e73Mms87V6kJtqDwbeB4koIhzbysuDOy/Vk+voIIgW6w9k4EbBZhNew8TTK2/&#10;8o4umRQqhnBI0UAp0qRah7wkh2HgG+LInXzrUCJsC21bvMZwV+thkoy0w4pjQ4kNLUrKz9mPM/A9&#10;PG5v7mM7/3wfvSx1s3Z7kYMxj/1uPgYl1Mm/+O7e2Dg/eYO/Z+IFevo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0GHCwgAAANwAAAAPAAAAAAAAAAAAAAAAAJgCAABkcnMvZG93&#10;bnJldi54bWxQSwUGAAAAAAQABAD1AAAAhwMAAAAA&#10;" path="m,220l20,,186,151,55,91,,220xe" fillcolor="black" strokeweight="0">
                    <v:path arrowok="t" o:connecttype="custom" o:connectlocs="0,110;10,0;93,76;28,46;0,110" o:connectangles="0,0,0,0,0"/>
                  </v:shape>
                  <v:line id="Line 106" o:spid="_x0000_s1962" style="position:absolute;flip:y;visibility:visible;mso-wrap-style:square" from="5320,2007" to="6699,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U4MMMAAADcAAAADwAAAGRycy9kb3ducmV2LnhtbESPT2vCQBDF74LfYRmhF6kbKxZJXUWE&#10;Qq8aUzwO2cmfNjsbsmuM3945FHqb4b157zfb/ehaNVAfGs8GlosEFHHhbcOVgUv2+boBFSKyxdYz&#10;GXhQgP1uOtliav2dTzScY6UkhEOKBuoYu1TrUNTkMCx8Ryxa6XuHUda+0rbHu4S7Vr8lybt22LA0&#10;1NjRsabi93xzBnTGYX77yYvhus6+8xJX3udszMtsPHyAijTGf/Pf9ZcV/KXgyzMygd4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lODDDAAAA3AAAAA8AAAAAAAAAAAAA&#10;AAAAoQIAAGRycy9kb3ducmV2LnhtbFBLBQYAAAAABAAEAPkAAACRAwAAAAA=&#10;" strokeweight="0">
                    <v:stroke dashstyle="3 1 1 1"/>
                  </v:line>
                  <v:line id="Line 107" o:spid="_x0000_s1963" style="position:absolute;flip:x;visibility:visible;mso-wrap-style:square" from="2977,2148" to="6757,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mdq78AAADcAAAADwAAAGRycy9kb3ducmV2LnhtbERPS4vCMBC+C/6HMAt7EU2rKNI1igiC&#10;17VWPA7N9LHbTEoTa/ffbwTB23x8z9nsBtOInjpXW1YQzyIQxLnVNZcKLulxugbhPLLGxjIp+CMH&#10;u+14tMFE2wd/U3/2pQgh7BJUUHnfJlK6vCKDbmZb4sAVtjPoA+xKqTt8hHDTyHkUraTBmkNDhS0d&#10;Ksp/z3ejQKbsJvefLO9vy/SaFbiwNmOlPj+G/RcIT4N/i1/ukw7z4xiez4QL5P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Cmdq78AAADcAAAADwAAAAAAAAAAAAAAAACh&#10;AgAAZHJzL2Rvd25yZXYueG1sUEsFBgAAAAAEAAQA+QAAAI0DAAAAAA==&#10;" strokeweight="0">
                    <v:stroke dashstyle="3 1 1 1"/>
                  </v:line>
                  <v:line id="Line 108" o:spid="_x0000_s1964" style="position:absolute;flip:x;visibility:visible;mso-wrap-style:square" from="908,3380" to="5320,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sD3L4AAADcAAAADwAAAGRycy9kb3ducmV2LnhtbERPTYvCMBC9C/6HMIIX0VTFRapRRFjY&#10;q9YuHodmbKvNpDSx1n9vBMHbPN7nrLedqURLjSstK5hOIhDEmdUl5wpOye94CcJ5ZI2VZVLwJAfb&#10;Tb+3xljbBx+oPfpchBB2MSoovK9jKV1WkEE3sTVx4C62MegDbHKpG3yEcFPJWRT9SIMlh4YCa9oX&#10;lN2Od6NAJuxG92uatedF8p9ecG5tykoNB91uBcJT57/ij/tPh/nTGbyfCR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0+wPcvgAAANwAAAAPAAAAAAAAAAAAAAAAAKEC&#10;AABkcnMvZG93bnJldi54bWxQSwUGAAAAAAQABAD5AAAAjAMAAAAA&#10;" strokeweight="0">
                    <v:stroke dashstyle="3 1 1 1"/>
                  </v:line>
                  <v:line id="Line 109" o:spid="_x0000_s1965" style="position:absolute;flip:y;visibility:visible;mso-wrap-style:square" from="968,2303" to="2189,3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mR8EAAADcAAAADwAAAGRycy9kb3ducmV2LnhtbERPTWuDQBC9F/Iflgn0UpLVSkIwrlIK&#10;hV6rMeQ4uBO1dWfF3Rj777uFQm/zeJ+TFYsZxEyT6y0riLcRCOLG6p5bBafqbXMA4TyyxsEyKfgm&#10;B0W+esgw1fbOHzSXvhUhhF2KCjrvx1RK13Rk0G3tSBy4q50M+gCnVuoJ7yHcDPI5ivbSYM+hocOR&#10;XjtqvsqbUSArdk+3z7qZL7vqXF8xsbZmpR7Xy8sRhKfF/4v/3O86zI8T+H0mXCDz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t6ZHwQAAANwAAAAPAAAAAAAAAAAAAAAA&#10;AKECAABkcnMvZG93bnJldi54bWxQSwUGAAAAAAQABAD5AAAAjwMAAAAA&#10;" strokeweight="0">
                    <v:stroke dashstyle="3 1 1 1"/>
                  </v:line>
                  <v:line id="Line 110" o:spid="_x0000_s1966" style="position:absolute;flip:y;visibility:visible;mso-wrap-style:square" from="2346,7" to="2347,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4+M78AAADcAAAADwAAAGRycy9kb3ducmV2LnhtbERPTYvCMBC9L/gfwgheFk3VXZFqFBEE&#10;r9qteByasa02k9LEWv+9EYS9zeN9znLdmUq01LjSsoLxKAJBnFldcq7gL9kN5yCcR9ZYWSYFT3Kw&#10;XvW+lhhr++ADtUefixDCLkYFhfd1LKXLCjLoRrYmDtzFNgZ9gE0udYOPEG4qOYmimTRYcmgosKZt&#10;QdnteDcKZMLu+35Ns/b8m5zSC06tTVmpQb/bLEB46vy/+OPe6zB//APvZ8IFcvU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F4+M78AAADcAAAADwAAAAAAAAAAAAAAAACh&#10;AgAAZHJzL2Rvd25yZXYueG1sUEsFBgAAAAAEAAQA+QAAAI0DAAAAAA==&#10;" strokeweight="0">
                    <v:stroke dashstyle="3 1 1 1"/>
                  </v:line>
                  <v:line id="Line 111" o:spid="_x0000_s1967" style="position:absolute;visibility:visible;mso-wrap-style:square" from="2146,205" to="6762,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ShfcIAAADcAAAADwAAAGRycy9kb3ducmV2LnhtbERPTWvCQBC9F/wPyxS81Y1CSkldpYiB&#10;niRJPfQ4ZMckmp0N2e0m/nu3UOhtHu9ztvvZ9CLQ6DrLCtarBARxbXXHjYLzV/7yBsJ5ZI29ZVJw&#10;Jwf73eJpi5m2E5cUKt+IGMIuQwWt90MmpatbMuhWdiCO3MWOBn2EYyP1iFMMN73cJMmrNNhxbGhx&#10;oENL9a36MQrC5pae66IIx+80P1xNeTJ5IKWWz/PHOwhPs/8X/7k/dZy/TuH3mXiB3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zShfcIAAADcAAAADwAAAAAAAAAAAAAA&#10;AAChAgAAZHJzL2Rvd25yZXYueG1sUEsFBgAAAAAEAAQA+QAAAJADAAAAAA==&#10;" strokeweight="0">
                    <v:stroke dashstyle="3 1 1 1"/>
                  </v:line>
                  <v:line id="Line 112" o:spid="_x0000_s1968" style="position:absolute;flip:y;visibility:visible;mso-wrap-style:square" from="6558,1" to="6559,2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AF374AAADcAAAADwAAAGRycy9kb3ducmV2LnhtbERPTYvCMBC9C/6HMMJeRFMVRapRRBC8&#10;rrXicWjGttpMShNr999vBMHbPN7nrLedqURLjSstK5iMIxDEmdUl5wrOyWG0BOE8ssbKMin4Iwfb&#10;Tb+3xljbF/9Se/K5CCHsYlRQeF/HUrqsIINubGviwN1sY9AH2ORSN/gK4aaS0yhaSIMlh4YCa9oX&#10;lD1OT6NAJuyGz3uatdd5cklvOLM2ZaV+Bt1uBcJT57/ij/uow/zJAt7PhAvk5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LwAXfvgAAANwAAAAPAAAAAAAAAAAAAAAAAKEC&#10;AABkcnMvZG93bnJldi54bWxQSwUGAAAAAAQABAD5AAAAjAMAAAAA&#10;" strokeweight="0">
                    <v:stroke dashstyle="3 1 1 1"/>
                  </v:line>
                  <v:line id="Line 113" o:spid="_x0000_s1969" style="position:absolute;visibility:visible;mso-wrap-style:square" from="2592,2250" to="532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qakcIAAADcAAAADwAAAGRycy9kb3ducmV2LnhtbERPTWvCQBC9F/wPywi91Y0BW0ldpQQD&#10;PUmiHjwO2WmSmp0N2XWN/75bKPQ2j/c5m91kehFodJ1lBctFAoK4trrjRsH5VLysQTiPrLG3TAoe&#10;5GC3nT1tMNP2zhWFo29EDGGXoYLW+yGT0tUtGXQLOxBH7suOBn2EYyP1iPcYbnqZJsmrNNhxbGhx&#10;oLyl+nq8GQUhva7OdVmG/WVV5N+mOpgikFLP8+njHYSnyf+L/9yfOs5fvsHvM/ECu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qakcIAAADcAAAADwAAAAAAAAAAAAAA&#10;AAChAgAAZHJzL2Rvd25yZXYueG1sUEsFBgAAAAAEAAQA+QAAAJADAAAAAA==&#10;" strokeweight="0">
                    <v:stroke dashstyle="3 1 1 1"/>
                  </v:line>
                  <v:line id="Line 114" o:spid="_x0000_s1970" style="position:absolute;flip:y;visibility:visible;mso-wrap-style:square" from="2536,205" to="6558,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M0NsMAAADcAAAADwAAAGRycy9kb3ducmV2LnhtbESPT2vCQBDF74LfYRmhF6kbKxZJXUWE&#10;Qq8aUzwO2cmfNjsbsmuM3945FHqb4b157zfb/ehaNVAfGs8GlosEFHHhbcOVgUv2+boBFSKyxdYz&#10;GXhQgP1uOtliav2dTzScY6UkhEOKBuoYu1TrUNTkMCx8Ryxa6XuHUda+0rbHu4S7Vr8lybt22LA0&#10;1NjRsabi93xzBnTGYX77yYvhus6+8xJX3udszMtsPHyAijTGf/Pf9ZcV/KXQyjMygd4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TNDbDAAAA3AAAAA8AAAAAAAAAAAAA&#10;AAAAoQIAAGRycy9kb3ducmV2LnhtbFBLBQYAAAAABAAEAPkAAACRAwAAAAA=&#10;" strokeweight="0">
                    <v:stroke dashstyle="3 1 1 1"/>
                  </v:line>
                  <v:line id="Line 115" o:spid="_x0000_s1971" style="position:absolute;visibility:visible;mso-wrap-style:square" from="2183,1893" to="2349,2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mreMIAAADcAAAADwAAAGRycy9kb3ducmV2LnhtbERPTWvCQBC9F/wPywi91Y0BS01dpQQD&#10;PUmiHjwO2WmSmp0N2XWN/75bKPQ2j/c5m91kehFodJ1lBctFAoK4trrjRsH5VLy8gXAeWWNvmRQ8&#10;yMFuO3vaYKbtnSsKR9+IGMIuQwWt90MmpatbMugWdiCO3JcdDfoIx0bqEe8x3PQyTZJXabDj2NDi&#10;QHlL9fV4MwpCel2d67IM+8uqyL9NdTBFIKWe59PHOwhPk/8X/7k/dZy/XMPvM/ECu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mreMIAAADcAAAADwAAAAAAAAAAAAAA&#10;AAChAgAAZHJzL2Rvd25yZXYueG1sUEsFBgAAAAAEAAQA+QAAAJADAAAAAA==&#10;" strokeweight="0">
                    <v:stroke dashstyle="3 1 1 1"/>
                  </v:line>
                  <v:shape id="Freeform 116" o:spid="_x0000_s1972" style="position:absolute;left:5300;top:1424;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QG7cQA&#10;AADcAAAADwAAAGRycy9kb3ducmV2LnhtbESPzWrDMBCE74W+g9hCbo1cB9rUiRLaQEhPJT99gMXa&#10;2KbWykiK4rx99lDobZeZnfl2uR5drzKF2Hk28DItQBHX3nbcGPg5bZ/noGJCtth7JgM3irBePT4s&#10;sbL+ygfKx9QoCeFYoYE2paHSOtYtOYxTPxCLdvbBYZI1NNoGvEq463VZFK/aYcfS0OJAm5bq3+PF&#10;GZj5HPTbp3vHsdx972/7nMuLNmbyNH4sQCUa07/57/rLCn4p+PKMT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0Bu3EAAAA3AAAAA8AAAAAAAAAAAAAAAAAmAIAAGRycy9k&#10;b3ducmV2LnhtbFBLBQYAAAAABAAEAPUAAACJAwAAAAA=&#10;" path="m,l1,2,,xe" fillcolor="black" strokeweight=".05pt">
                    <v:path arrowok="t" o:connecttype="custom" o:connectlocs="0,0;1,1;0,0" o:connectangles="0,0,0"/>
                  </v:shape>
                  <v:shape id="Freeform 117" o:spid="_x0000_s1973" style="position:absolute;left:2370;top:22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4Ys8QA&#10;AADcAAAADwAAAGRycy9kb3ducmV2LnhtbERPTWvCQBC9F/oflin0UnRjkCLRVVpBLIWWVr14G7Jj&#10;kjYzG3a3mvx7t1DobR7vcxarnlt1Jh8aJwYm4wwUSelsI5WBw34zmoEKEcVi64QMDBRgtby9WWBh&#10;3UU+6byLlUohEgo0UMfYFVqHsibGMHYdSeJOzjPGBH2lrcdLCudW51n2qBkbSQ01drSuqfze/bAB&#10;3n7Er1d/ehvwyNOh2eYP789szP1d/zQHFamP/+I/94tN8/MJ/D6TLt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uGLPEAAAA3AAAAA8AAAAAAAAAAAAAAAAAmAIAAGRycy9k&#10;b3ducmV2LnhtbFBLBQYAAAAABAAEAPUAAACJAwAAAAA=&#10;" path="m,1l,,,1xe" fillcolor="black" strokeweight=".05pt">
                    <v:path arrowok="t" o:connecttype="custom" o:connectlocs="0,1;0,0;0,1" o:connectangles="0,0,0"/>
                  </v:shape>
                  <v:line id="Line 118" o:spid="_x0000_s1974" style="position:absolute;flip:x;visibility:visible;mso-wrap-style:square" from="5295,1424" to="530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kqycQAAADcAAAADwAAAGRycy9kb3ducmV2LnhtbERPTWsCMRC9F/wPYQRvNese2rIaRRSl&#10;CG3R1oO3cTPuLm4mSxLd9N83hUJv83ifM1tE04o7Od9YVjAZZyCIS6sbrhR8fW4eX0D4gKyxtUwK&#10;vsnDYj54mGGhbc97uh9CJVII+wIV1CF0hZS+rMmgH9uOOHEX6wyGBF0ltcM+hZtW5ln2JA02nBpq&#10;7GhVU3k93IyC/fszn932Fq/x3L99nI7V7rheKjUaxuUURKAY/sV/7led5uc5/D6TLpD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SSrJxAAAANwAAAAPAAAAAAAAAAAA&#10;AAAAAKECAABkcnMvZG93bnJldi54bWxQSwUGAAAAAAQABAD5AAAAkgMAAAAA&#10;" strokeweight="0"/>
                  <v:line id="Line 119" o:spid="_x0000_s1975" style="position:absolute;flip:x;visibility:visible;mso-wrap-style:square" from="5285,1427" to="529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WPUsQAAADcAAAADwAAAGRycy9kb3ducmV2LnhtbERPTWsCMRC9C/6HMEJvmq2FKlujSEuL&#10;CFa09dDbuJnuLm4mSxLd9N+bguBtHu9zZotoGnEh52vLCh5HGQjiwuqaSwXfX+/DKQgfkDU2lknB&#10;H3lYzPu9Gebadryjyz6UIoWwz1FBFUKbS+mLigz6kW2JE/drncGQoCuldtilcNPIcZY9S4M1p4YK&#10;W3qtqDjtz0bB7nPCR/dxjqd47Dbbn0O5PrwtlXoYxOULiEAx3MU390qn+eMn+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BY9SxAAAANwAAAAPAAAAAAAAAAAA&#10;AAAAAKECAABkcnMvZG93bnJldi54bWxQSwUGAAAAAAQABAD5AAAAkgMAAAAA&#10;" strokeweight="0"/>
                  <v:line id="Line 120" o:spid="_x0000_s1976" style="position:absolute;flip:x;visibility:visible;mso-wrap-style:square" from="5275,1429" to="5280,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wXJsQAAADcAAAADwAAAGRycy9kb3ducmV2LnhtbERPTWsCMRC9C/6HMEJvmq2UKlujSEuL&#10;CFa09dDbuJnuLm4mSxLd9N+bguBtHu9zZotoGnEh52vLCh5HGQjiwuqaSwXfX+/DKQgfkDU2lknB&#10;H3lYzPu9Gebadryjyz6UIoWwz1FBFUKbS+mLigz6kW2JE/drncGQoCuldtilcNPIcZY9S4M1p4YK&#10;W3qtqDjtz0bB7nPCR/dxjqd47Dbbn0O5PrwtlXoYxOULiEAx3MU390qn+eMn+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7BcmxAAAANwAAAAPAAAAAAAAAAAA&#10;AAAAAKECAABkcnMvZG93bnJldi54bWxQSwUGAAAAAAQABAD5AAAAkgMAAAAA&#10;" strokeweight="0"/>
                  <v:line id="Line 121" o:spid="_x0000_s1977" style="position:absolute;flip:x;visibility:visible;mso-wrap-style:square" from="5264,1433" to="526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CyvcQAAADcAAAADwAAAGRycy9kb3ducmV2LnhtbERPTWsCMRC9C/6HMEJvmq3QKlujSEuL&#10;CFa09dDbuJnuLm4mSxLd9N+bguBtHu9zZotoGnEh52vLCh5HGQjiwuqaSwXfX+/DKQgfkDU2lknB&#10;H3lYzPu9Gebadryjyz6UIoWwz1FBFUKbS+mLigz6kW2JE/drncGQoCuldtilcNPIcZY9S4M1p4YK&#10;W3qtqDjtz0bB7nPCR/dxjqd47Dbbn0O5PrwtlXoYxOULiEAx3MU390qn+eMn+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oLK9xAAAANwAAAAPAAAAAAAAAAAA&#10;AAAAAKECAABkcnMvZG93bnJldi54bWxQSwUGAAAAAAQABAD5AAAAkgMAAAAA&#10;" strokeweight="0"/>
                  <v:line id="Line 122" o:spid="_x0000_s1978" style="position:absolute;flip:x;visibility:visible;mso-wrap-style:square" from="5254,1435" to="5259,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IsysMAAADcAAAADwAAAGRycy9kb3ducmV2LnhtbERPTWsCMRC9F/ofwhR6q1k92LI1iiiK&#10;FNqi1oO3cTPuLm4mSxLd+O9NQfA2j/c5o0k0jbiQ87VlBf1eBoK4sLrmUsHfdvH2AcIHZI2NZVJw&#10;JQ+T8fPTCHNtO17TZRNKkULY56igCqHNpfRFRQZ9z7bEiTtaZzAk6EqpHXYp3DRykGVDabDm1FBh&#10;S7OKitPmbBSsf9754JbneIqH7vt3vyu/dvOpUq8vcfoJIlAMD/HdvdJp/mAI/8+kC+T4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yLMrDAAAA3AAAAA8AAAAAAAAAAAAA&#10;AAAAoQIAAGRycy9kb3ducmV2LnhtbFBLBQYAAAAABAAEAPkAAACRAwAAAAA=&#10;" strokeweight="0"/>
                  <v:line id="Line 123" o:spid="_x0000_s1979" style="position:absolute;flip:x;visibility:visible;mso-wrap-style:square" from="5244,1438" to="5249,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6JUcMAAADcAAAADwAAAGRycy9kb3ducmV2LnhtbERPS2sCMRC+F/wPYQRvNVsPWlajSMVS&#10;CrX4OvQ2bqa7i5vJkkQ3/feNIHibj+85s0U0jbiS87VlBS/DDARxYXXNpYLDfv38CsIHZI2NZVLw&#10;Rx4W897TDHNtO97SdRdKkULY56igCqHNpfRFRQb90LbEifu1zmBI0JVSO+xSuGnkKMvG0mDNqaHC&#10;lt4qKs67i1Gw3Uz45N4v8RxP3df3z7H8PK6WSg36cTkFESiGh/ju/tBp/mgCt2fSB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iVHDAAAA3AAAAA8AAAAAAAAAAAAA&#10;AAAAoQIAAGRycy9kb3ducmV2LnhtbFBLBQYAAAAABAAEAPkAAACRAwAAAAA=&#10;" strokeweight="0"/>
                  <v:line id="Line 124" o:spid="_x0000_s1980" style="position:absolute;flip:x;visibility:visible;mso-wrap-style:square" from="5233,1441" to="5239,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EdI8cAAADcAAAADwAAAGRycy9kb3ducmV2LnhtbESPQU8CMRCF7yb+h2ZIvEkXDmoWCiEY&#10;jTFRA8qB27Addjdsp5u2sPXfOwcTbjN5b977Zr7MrlMXCrH1bGAyLkARV962XBv4+X65fwIVE7LF&#10;zjMZ+KUIy8XtzRxL6wfe0GWbaiUhHEs00KTUl1rHqiGHcex7YtGOPjhMsoZa24CDhLtOT4viQTts&#10;WRoa7GndUHXanp2BzecjH8LrOZ/yYfj42u/q993zypi7UV7NQCXK6Wr+v36zgj8VWnlGJt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oR0jxwAAANwAAAAPAAAAAAAA&#10;AAAAAAAAAKECAABkcnMvZG93bnJldi54bWxQSwUGAAAAAAQABAD5AAAAlQMAAAAA&#10;" strokeweight="0"/>
                  <v:line id="Line 125" o:spid="_x0000_s1981" style="position:absolute;flip:x;visibility:visible;mso-wrap-style:square" from="5223,1443" to="5228,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24uMQAAADcAAAADwAAAGRycy9kb3ducmV2LnhtbERPTWsCMRC9C/6HMEJvmq2HVrdGkZYW&#10;Eaxo66G3cTPdXdxMliS66b83BcHbPN7nzBbRNOJCzteWFTyOMhDEhdU1lwq+v96HExA+IGtsLJOC&#10;P/KwmPd7M8y17XhHl30oRQphn6OCKoQ2l9IXFRn0I9sSJ+7XOoMhQVdK7bBL4aaR4yx7kgZrTg0V&#10;tvRaUXHan42C3eczH93HOZ7isdtsfw7l+vC2VOphEJcvIALFcBff3Cud5o+n8P9MukD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bi4xAAAANwAAAAPAAAAAAAAAAAA&#10;AAAAAKECAABkcnMvZG93bnJldi54bWxQSwUGAAAAAAQABAD5AAAAkgMAAAAA&#10;" strokeweight="0"/>
                  <v:line id="Line 126" o:spid="_x0000_s1982" style="position:absolute;flip:x;visibility:visible;mso-wrap-style:square" from="5213,1446" to="5218,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6H+McAAADcAAAADwAAAGRycy9kb3ducmV2LnhtbESPQUsDMRCF74L/IUzBm81WQWXbtBRF&#10;EUFLa3vobbqZ7i7dTJYk7cZ/7xwEbzO8N+99M1tk16kLhdh6NjAZF6CIK29brg1sv19vn0DFhGyx&#10;80wGfijCYn59NcPS+oHXdNmkWkkIxxINNCn1pdaxashhHPueWLSjDw6TrKHWNuAg4a7Td0XxoB22&#10;LA0N9vTcUHXanJ2B9dcjH8LbOZ/yYfhc7Xf1x+5laczNKC+noBLl9G/+u363gn8v+PKMTK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of4xwAAANwAAAAPAAAAAAAA&#10;AAAAAAAAAKECAABkcnMvZG93bnJldi54bWxQSwUGAAAAAAQABAD5AAAAlQMAAAAA&#10;" strokeweight="0"/>
                  <v:line id="Line 127" o:spid="_x0000_s1983" style="position:absolute;flip:x;visibility:visible;mso-wrap-style:square" from="5203,1449" to="5207,1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IiY8QAAADcAAAADwAAAGRycy9kb3ducmV2LnhtbERPTWsCMRC9C/0PYQq9aVYLVbZGkUqL&#10;CFa09dDbuJnuLm4mSxLd9N+bguBtHu9zpvNoGnEh52vLCoaDDARxYXXNpYLvr/f+BIQPyBoby6Tg&#10;jzzMZw+9Kebadryjyz6UIoWwz1FBFUKbS+mLigz6gW2JE/drncGQoCuldtilcNPIUZa9SIM1p4YK&#10;W3qrqDjtz0bB7nPMR/dxjqd47Dbbn0O5PiwXSj09xsUriEAx3MU390qn+c9D+H8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QiJjxAAAANwAAAAPAAAAAAAAAAAA&#10;AAAAAKECAABkcnMvZG93bnJldi54bWxQSwUGAAAAAAQABAD5AAAAkgMAAAAA&#10;" strokeweight="0"/>
                  <v:line id="Line 128" o:spid="_x0000_s1984" style="position:absolute;flip:x;visibility:visible;mso-wrap-style:square" from="5192,1452" to="5198,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C8FMQAAADcAAAADwAAAGRycy9kb3ducmV2LnhtbERPTWsCMRC9C/6HMEJvmq2FKlujSEuL&#10;CFa09dDbuJnuLm4mSxLd9N+bguBtHu9zZotoGnEh52vLCh5HGQjiwuqaSwXfX+/DKQgfkDU2lknB&#10;H3lYzPu9Gebadryjyz6UIoWwz1FBFUKbS+mLigz6kW2JE/drncGQoCuldtilcNPIcZY9S4M1p4YK&#10;W3qtqDjtz0bB7nPCR/dxjqd47Dbbn0O5PrwtlXoYxOULiEAx3MU390qn+U9j+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kLwUxAAAANwAAAAPAAAAAAAAAAAA&#10;AAAAAKECAABkcnMvZG93bnJldi54bWxQSwUGAAAAAAQABAD5AAAAkgMAAAAA&#10;" strokeweight="0"/>
                  <v:line id="Line 129" o:spid="_x0000_s1985" style="position:absolute;flip:x;visibility:visible;mso-wrap-style:square" from="5182,1455" to="5188,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wZj8QAAADcAAAADwAAAGRycy9kb3ducmV2LnhtbERPS2sCMRC+F/wPYYTearYKraxGkRaL&#10;CK34OngbN9Pdxc1kSaKb/vumUPA2H99zpvNoGnEj52vLCp4HGQjiwuqaSwWH/fJpDMIHZI2NZVLw&#10;Qx7ms97DFHNtO97SbRdKkULY56igCqHNpfRFRQb9wLbEifu2zmBI0JVSO+xSuGnkMMtepMGaU0OF&#10;Lb1VVFx2V6Ng+/XKZ/dxjZd47j43p2O5Pr4vlHrsx8UERKAY7uJ/90qn+aMR/D2TLp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3BmPxAAAANwAAAAPAAAAAAAAAAAA&#10;AAAAAKECAABkcnMvZG93bnJldi54bWxQSwUGAAAAAAQABAD5AAAAkgMAAAAA&#10;" strokeweight="0"/>
                  <v:line id="Line 130" o:spid="_x0000_s1986" style="position:absolute;flip:x;visibility:visible;mso-wrap-style:square" from="5172,1457" to="51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WB+8QAAADcAAAADwAAAGRycy9kb3ducmV2LnhtbERPTWsCMRC9F/wPYQrearZW2rI1iigV&#10;EbRo66G3cTPdXdxMliS68d+bQqG3ebzPGU+jacSFnK8tK3gcZCCIC6trLhV8fb4/vILwAVljY5kU&#10;XMnDdNK7G2Oubcc7uuxDKVII+xwVVCG0uZS+qMigH9iWOHE/1hkMCbpSaoddCjeNHGbZszRYc2qo&#10;sKV5RcVpfzYKdtsXPrrlOZ7isdt8fB/K9WExU6p/H2dvIALF8C/+c690mv80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NYH7xAAAANwAAAAPAAAAAAAAAAAA&#10;AAAAAKECAABkcnMvZG93bnJldi54bWxQSwUGAAAAAAQABAD5AAAAkgMAAAAA&#10;" strokeweight="0"/>
                  <v:line id="Line 131" o:spid="_x0000_s1987" style="position:absolute;flip:x;visibility:visible;mso-wrap-style:square" from="5162,1460" to="5167,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kkYMQAAADcAAAADwAAAGRycy9kb3ducmV2LnhtbERPTWsCMRC9F/wPYQrearYW27I1iigV&#10;EbRo66G3cTPdXdxMliS68d+bQqG3ebzPGU+jacSFnK8tK3gcZCCIC6trLhV8fb4/vILwAVljY5kU&#10;XMnDdNK7G2Oubcc7uuxDKVII+xwVVCG0uZS+qMigH9iWOHE/1hkMCbpSaoddCjeNHGbZszRYc2qo&#10;sKV5RcVpfzYKdtsXPrrlOZ7isdt8fB/K9WExU6p/H2dvIALF8C/+c690mv80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eSRgxAAAANwAAAAPAAAAAAAAAAAA&#10;AAAAAKECAABkcnMvZG93bnJldi54bWxQSwUGAAAAAAQABAD5AAAAkgMAAAAA&#10;" strokeweight="0"/>
                  <v:line id="Line 132" o:spid="_x0000_s1988" style="position:absolute;flip:x;visibility:visible;mso-wrap-style:square" from="5151,1463" to="5156,1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6F8QAAADcAAAADwAAAGRycy9kb3ducmV2LnhtbERPTWsCMRC9F/wPYQRvNVsFK1ujSIsi&#10;BSvaeuht3Ex3FzeTJYlu+u9NoeBtHu9zZotoGnEl52vLCp6GGQjiwuqaSwVfn6vHKQgfkDU2lknB&#10;L3lYzHsPM8y17XhP10MoRQphn6OCKoQ2l9IXFRn0Q9sSJ+7HOoMhQVdK7bBL4aaRoyybSIM1p4YK&#10;W3qtqDgfLkbB/uOZT259ied46ra772P5fnxbKjXox+ULiEAx3MX/7o1O88cT+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7oXxAAAANwAAAAPAAAAAAAAAAAA&#10;AAAAAKECAABkcnMvZG93bnJldi54bWxQSwUGAAAAAAQABAD5AAAAkgMAAAAA&#10;" strokeweight="0"/>
                  <v:line id="Line 133" o:spid="_x0000_s1989" style="position:absolute;flip:x;visibility:visible;mso-wrap-style:square" from="5141,1465" to="5146,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cfjMQAAADcAAAADwAAAGRycy9kb3ducmV2LnhtbERPTWsCMRC9C/6HMII3zbYFla1RpKVF&#10;BCvaeuht3Ex3FzeTJYlu/PdNoeBtHu9z5stoGnEl52vLCh7GGQjiwuqaSwVfn2+jGQgfkDU2lknB&#10;jTwsF/3eHHNtO97T9RBKkULY56igCqHNpfRFRQb92LbEifuxzmBI0JVSO+xSuGnkY5ZNpMGaU0OF&#10;Lb1UVJwPF6Ng/zHlk3u/xHM8ddvd97HcHF9XSg0HcfUMIlAMd/G/e63T/Kcp/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5x+MxAAAANwAAAAPAAAAAAAAAAAA&#10;AAAAAKECAABkcnMvZG93bnJldi54bWxQSwUGAAAAAAQABAD5AAAAkgMAAAAA&#10;" strokeweight="0"/>
                  <v:line id="Line 134" o:spid="_x0000_s1990" style="position:absolute;flip:x;visibility:visible;mso-wrap-style:square" from="5131,1468" to="5136,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iL/scAAADcAAAADwAAAGRycy9kb3ducmV2LnhtbESPQUsDMRCF74L/IUzBm81WQWXbtBRF&#10;EUFLa3vobbqZ7i7dTJYk7cZ/7xwEbzO8N+99M1tk16kLhdh6NjAZF6CIK29brg1sv19vn0DFhGyx&#10;80wGfijCYn59NcPS+oHXdNmkWkkIxxINNCn1pdaxashhHPueWLSjDw6TrKHWNuAg4a7Td0XxoB22&#10;LA0N9vTcUHXanJ2B9dcjH8LbOZ/yYfhc7Xf1x+5laczNKC+noBLl9G/+u363gn8vtPKMTK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eIv+xwAAANwAAAAPAAAAAAAA&#10;AAAAAAAAAKECAABkcnMvZG93bnJldi54bWxQSwUGAAAAAAQABAD5AAAAlQMAAAAA&#10;" strokeweight="0"/>
                  <v:line id="Line 135" o:spid="_x0000_s1991" style="position:absolute;flip:x;visibility:visible;mso-wrap-style:square" from="5120,1471" to="512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QuZcQAAADcAAAADwAAAGRycy9kb3ducmV2LnhtbERPTWsCMRC9F/wPYQrearYWbLs1iigV&#10;EbRo66G3cTPdXdxMliS68d+bQqG3ebzPGU+jacSFnK8tK3gcZCCIC6trLhV8fb4/vIDwAVljY5kU&#10;XMnDdNK7G2Oubcc7uuxDKVII+xwVVCG0uZS+qMigH9iWOHE/1hkMCbpSaoddCjeNHGbZSBqsOTVU&#10;2NK8ouK0PxsFu+0zH93yHE/x2G0+vg/l+rCYKdW/j7M3EIFi+Bf/uVc6zX96hd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NC5lxAAAANwAAAAPAAAAAAAAAAAA&#10;AAAAAKECAABkcnMvZG93bnJldi54bWxQSwUGAAAAAAQABAD5AAAAkgMAAAAA&#10;" strokeweight="0"/>
                  <v:line id="Line 136" o:spid="_x0000_s1992" style="position:absolute;flip:x;visibility:visible;mso-wrap-style:square" from="5110,1474" to="5115,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j0hccAAADcAAAADwAAAGRycy9kb3ducmV2LnhtbESPQUsDMRCF74L/IUzBm81WRGXbtBRF&#10;EUFLa3vobbqZ7i7dTJYk7cZ/7xwEbzO8N+99M1tk16kLhdh6NjAZF6CIK29brg1sv19vn0DFhGyx&#10;80wGfijCYn59NcPS+oHXdNmkWkkIxxINNCn1pdaxashhHPueWLSjDw6TrKHWNuAg4a7Td0XxoB22&#10;LA0N9vTcUHXanJ2B9dcjH8LbOZ/yYfhc7Xf1x+5laczNKC+noBLl9G/+u363gn8v+PKMTK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CPSFxwAAANwAAAAPAAAAAAAA&#10;AAAAAAAAAKECAABkcnMvZG93bnJldi54bWxQSwUGAAAAAAQABAD5AAAAlQMAAAAA&#10;" strokeweight="0"/>
                  <v:line id="Line 137" o:spid="_x0000_s1993" style="position:absolute;flip:x;visibility:visible;mso-wrap-style:square" from="5100,1476" to="5105,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RRHsQAAADcAAAADwAAAGRycy9kb3ducmV2LnhtbERPTWsCMRC9C/0PYQq9aVYpVbZGkUqL&#10;CFa09dDbuJnuLm4mSxLd9N+bguBtHu9zpvNoGnEh52vLCoaDDARxYXXNpYLvr/f+BIQPyBoby6Tg&#10;jzzMZw+9Kebadryjyz6UIoWwz1FBFUKbS+mLigz6gW2JE/drncGQoCuldtilcNPIUZa9SIM1p4YK&#10;W3qrqDjtz0bB7nPMR/dxjqd47Dbbn0O5PiwXSj09xsUriEAx3MU390qn+c9D+H8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RFEexAAAANwAAAAPAAAAAAAAAAAA&#10;AAAAAKECAABkcnMvZG93bnJldi54bWxQSwUGAAAAAAQABAD5AAAAkgMAAAAA&#10;" strokeweight="0"/>
                  <v:line id="Line 138" o:spid="_x0000_s1994" style="position:absolute;flip:x;visibility:visible;mso-wrap-style:square" from="5090,1479" to="5095,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bPacQAAADcAAAADwAAAGRycy9kb3ducmV2LnhtbERPTWsCMRC9C/6HMEJvmq2UKlujSEuL&#10;CFa09dDbuJnuLm4mSxLd9N+bguBtHu9zZotoGnEh52vLCh5HGQjiwuqaSwXfX+/DKQgfkDU2lknB&#10;H3lYzPu9Gebadryjyz6UIoWwz1FBFUKbS+mLigz6kW2JE/drncGQoCuldtilcNPIcZY9S4M1p4YK&#10;W3qtqDjtz0bB7nPCR/dxjqd47Dbbn0O5PrwtlXoYxOULiEAx3MU390qn+U9j+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ls9pxAAAANwAAAAPAAAAAAAAAAAA&#10;AAAAAKECAABkcnMvZG93bnJldi54bWxQSwUGAAAAAAQABAD5AAAAkgMAAAAA&#10;" strokeweight="0"/>
                  <v:line id="Line 139" o:spid="_x0000_s1995" style="position:absolute;flip:x;visibility:visible;mso-wrap-style:square" from="5079,1482" to="5085,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pq8sQAAADcAAAADwAAAGRycy9kb3ducmV2LnhtbERPTWsCMRC9F/wPYQrearZW2rI1iigV&#10;EbRo66G3cTPdXdxMliS68d+bQqG3ebzPGU+jacSFnK8tK3gcZCCIC6trLhV8fb4/vILwAVljY5kU&#10;XMnDdNK7G2Oubcc7uuxDKVII+xwVVCG0uZS+qMigH9iWOHE/1hkMCbpSaoddCjeNHGbZszRYc2qo&#10;sKV5RcVpfzYKdtsXPrrlOZ7isdt8fB/K9WExU6p/H2dvIALF8C/+c690mj96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2mryxAAAANwAAAAPAAAAAAAAAAAA&#10;AAAAAKECAABkcnMvZG93bnJldi54bWxQSwUGAAAAAAQABAD5AAAAkgMAAAAA&#10;" strokeweight="0"/>
                  <v:line id="Line 140" o:spid="_x0000_s1996" style="position:absolute;flip:x;visibility:visible;mso-wrap-style:square" from="5069,1484" to="507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PyhsQAAADcAAAADwAAAGRycy9kb3ducmV2LnhtbERPS2sCMRC+F/wPYYTearYiraxGkRaL&#10;CK34OngbN9Pdxc1kSaKb/vumUPA2H99zpvNoGnEj52vLCp4HGQjiwuqaSwWH/fJpDMIHZI2NZVLw&#10;Qx7ms97DFHNtO97SbRdKkULY56igCqHNpfRFRQb9wLbEifu2zmBI0JVSO+xSuGnkMMtepMGaU0OF&#10;Lb1VVFx2V6Ng+/XKZ/dxjZd47j43p2O5Pr4vlHrsx8UERKAY7uJ/90qn+aMR/D2TLp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M/KGxAAAANwAAAAPAAAAAAAAAAAA&#10;AAAAAKECAABkcnMvZG93bnJldi54bWxQSwUGAAAAAAQABAD5AAAAkgMAAAAA&#10;" strokeweight="0"/>
                  <v:line id="Line 141" o:spid="_x0000_s1997" style="position:absolute;flip:x;visibility:visible;mso-wrap-style:square" from="5059,1487" to="5064,1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9XHcQAAADcAAAADwAAAGRycy9kb3ducmV2LnhtbERPTWsCMRC9F/wPYQrearZS27I1iigV&#10;EbRo66G3cTPdXdxMliS68d+bQqG3ebzPGU+jacSFnK8tK3gcZCCIC6trLhV8fb4/vILwAVljY5kU&#10;XMnDdNK7G2Oubcc7uuxDKVII+xwVVCG0uZS+qMigH9iWOHE/1hkMCbpSaoddCjeNHGbZszRYc2qo&#10;sKV5RcVpfzYKdtsXPrrlOZ7isdt8fB/K9WExU6p/H2dvIALF8C/+c690mv80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1cdxAAAANwAAAAPAAAAAAAAAAAA&#10;AAAAAKECAABkcnMvZG93bnJldi54bWxQSwUGAAAAAAQABAD5AAAAkgMAAAAA&#10;" strokeweight="0"/>
                  <v:line id="Line 142" o:spid="_x0000_s1998" style="position:absolute;flip:x;visibility:visible;mso-wrap-style:square" from="5049,1490" to="5054,1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3JasQAAADcAAAADwAAAGRycy9kb3ducmV2LnhtbERPTWsCMRC9F/wPYQRvNVsRK1ujSIsi&#10;BSvaeuht3Ex3FzeTJYlu+u9NoeBtHu9zZotoGnEl52vLCp6GGQjiwuqaSwVfn6vHKQgfkDU2lknB&#10;L3lYzHsPM8y17XhP10MoRQphn6OCKoQ2l9IXFRn0Q9sSJ+7HOoMhQVdK7bBL4aaRoyybSIM1p4YK&#10;W3qtqDgfLkbB/uOZT259ied46ra772P5fnxbKjXox+ULiEAx3MX/7o1O88cT+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clqxAAAANwAAAAPAAAAAAAAAAAA&#10;AAAAAKECAABkcnMvZG93bnJldi54bWxQSwUGAAAAAAQABAD5AAAAkgMAAAAA&#10;" strokeweight="0"/>
                  <v:line id="Line 143" o:spid="_x0000_s1999" style="position:absolute;flip:x;visibility:visible;mso-wrap-style:square" from="5038,1493" to="5043,1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Fs8cQAAADcAAAADwAAAGRycy9kb3ducmV2LnhtbERPTWsCMRC9C/6HMII3zbYUla1RpKVF&#10;BCvaeuht3Ex3FzeTJYlu/PdNoeBtHu9z5stoGnEl52vLCh7GGQjiwuqaSwVfn2+jGQgfkDU2lknB&#10;jTwsF/3eHHNtO97T9RBKkULY56igCqHNpfRFRQb92LbEifuxzmBI0JVSO+xSuGnkY5ZNpMGaU0OF&#10;Lb1UVJwPF6Ng/zHlk3u/xHM8ddvd97HcHF9XSg0HcfUMIlAMd/G/e63T/Kcp/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4WzxxAAAANwAAAAPAAAAAAAAAAAA&#10;AAAAAKECAABkcnMvZG93bnJldi54bWxQSwUGAAAAAAQABAD5AAAAkgMAAAAA&#10;" strokeweight="0"/>
                  <v:line id="Line 144" o:spid="_x0000_s2000" style="position:absolute;flip:x;visibility:visible;mso-wrap-style:square" from="5028,1496" to="5033,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74g8cAAADcAAAADwAAAGRycy9kb3ducmV2LnhtbESPQUsDMRCF74L/IUzBm81WRGXbtBRF&#10;EUFLa3vobbqZ7i7dTJYk7cZ/7xwEbzO8N+99M1tk16kLhdh6NjAZF6CIK29brg1sv19vn0DFhGyx&#10;80wGfijCYn59NcPS+oHXdNmkWkkIxxINNCn1pdaxashhHPueWLSjDw6TrKHWNuAg4a7Td0XxoB22&#10;LA0N9vTcUHXanJ2B9dcjH8LbOZ/yYfhc7Xf1x+5laczNKC+noBLl9G/+u363gn8vtPKMTK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fviDxwAAANwAAAAPAAAAAAAA&#10;AAAAAAAAAKECAABkcnMvZG93bnJldi54bWxQSwUGAAAAAAQABAD5AAAAlQMAAAAA&#10;" strokeweight="0"/>
                  <v:line id="Line 145" o:spid="_x0000_s2001" style="position:absolute;flip:x;visibility:visible;mso-wrap-style:square" from="5018,1498" to="5023,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JdGMQAAADcAAAADwAAAGRycy9kb3ducmV2LnhtbERPTWsCMRC9F/wPYQrearZSbLs1iigV&#10;EbRo66G3cTPdXdxMliS68d+bQqG3ebzPGU+jacSFnK8tK3gcZCCIC6trLhV8fb4/vIDwAVljY5kU&#10;XMnDdNK7G2Oubcc7uuxDKVII+xwVVCG0uZS+qMigH9iWOHE/1hkMCbpSaoddCjeNHGbZSBqsOTVU&#10;2NK8ouK0PxsFu+0zH93yHE/x2G0+vg/l+rCYKdW/j7M3EIFi+Bf/uVc6zX96hd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Ml0YxAAAANwAAAAPAAAAAAAAAAAA&#10;AAAAAKECAABkcnMvZG93bnJldi54bWxQSwUGAAAAAAQABAD5AAAAkgMAAAAA&#10;" strokeweight="0"/>
                  <v:line id="Line 146" o:spid="_x0000_s2002" style="position:absolute;flip:x;visibility:visible;mso-wrap-style:square" from="5007,1501" to="501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FiWMcAAADcAAAADwAAAGRycy9kb3ducmV2LnhtbESPT0sDMRDF74LfIUzBm81W8A/bpqUo&#10;ighaWttDb9PNdHfpZrIkaTd+e+cgeJvhvXnvN7NFdp26UIitZwOTcQGKuPK25drA9vv19glUTMgW&#10;O89k4IciLObXVzMsrR94TZdNqpWEcCzRQJNSX2odq4YcxrHviUU7+uAwyRpqbQMOEu46fVcUD9ph&#10;y9LQYE/PDVWnzdkZWH898iG8nfMpH4bP1X5Xf+xelsbcjPJyCipRTv/mv+t3K/j3gi/PyAR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0WJYxwAAANwAAAAPAAAAAAAA&#10;AAAAAAAAAKECAABkcnMvZG93bnJldi54bWxQSwUGAAAAAAQABAD5AAAAlQMAAAAA&#10;" strokeweight="0"/>
                  <v:line id="Line 147" o:spid="_x0000_s2003" style="position:absolute;flip:x;visibility:visible;mso-wrap-style:square" from="4998,1504" to="5002,1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3Hw8QAAADcAAAADwAAAGRycy9kb3ducmV2LnhtbERPTWsCMRC9C/0PYQq9aVahVbZGkUqL&#10;CFa09dDbuJnuLm4mSxLd9N+bguBtHu9zpvNoGnEh52vLCoaDDARxYXXNpYLvr/f+BIQPyBoby6Tg&#10;jzzMZw+9Kebadryjyz6UIoWwz1FBFUKbS+mLigz6gW2JE/drncGQoCuldtilcNPIUZa9SIM1p4YK&#10;W3qrqDjtz0bB7nPMR/dxjqd47Dbbn0O5PiwXSj09xsUriEAx3MU390qn+c9D+H8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ncfDxAAAANwAAAAPAAAAAAAAAAAA&#10;AAAAAKECAABkcnMvZG93bnJldi54bWxQSwUGAAAAAAQABAD5AAAAkgMAAAAA&#10;" strokeweight="0"/>
                  <v:line id="Line 148" o:spid="_x0000_s2004" style="position:absolute;flip:x;visibility:visible;mso-wrap-style:square" from="4987,1506" to="4992,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9ZtMQAAADcAAAADwAAAGRycy9kb3ducmV2LnhtbERPTWsCMRC9C/6HMEJvmq3QKlujSEuL&#10;CFa09dDbuJnuLm4mSxLd9N+bguBtHu9zZotoGnEh52vLCh5HGQjiwuqaSwXfX+/DKQgfkDU2lknB&#10;H3lYzPu9Gebadryjyz6UIoWwz1FBFUKbS+mLigz6kW2JE/drncGQoCuldtilcNPIcZY9S4M1p4YK&#10;W3qtqDjtz0bB7nPCR/dxjqd47Dbbn0O5PrwtlXoYxOULiEAx3MU390qn+U9j+H8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T1m0xAAAANwAAAAPAAAAAAAAAAAA&#10;AAAAAKECAABkcnMvZG93bnJldi54bWxQSwUGAAAAAAQABAD5AAAAkgMAAAAA&#10;" strokeweight="0"/>
                  <v:line id="Line 149" o:spid="_x0000_s2005" style="position:absolute;flip:x;visibility:visible;mso-wrap-style:square" from="4977,1509" to="4982,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P8L8QAAADcAAAADwAAAGRycy9kb3ducmV2LnhtbERPTWsCMRC9F/wPYQrearYW27I1iigV&#10;EbRo66G3cTPdXdxMliS68d+bQqG3ebzPGU+jacSFnK8tK3gcZCCIC6trLhV8fb4/vILwAVljY5kU&#10;XMnDdNK7G2Oubcc7uuxDKVII+xwVVCG0uZS+qMigH9iWOHE/1hkMCbpSaoddCjeNHGbZszRYc2qo&#10;sKV5RcVpfzYKdtsXPrrlOZ7isdt8fB/K9WExU6p/H2dvIALF8C/+c690mj96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A/wvxAAAANwAAAAPAAAAAAAAAAAA&#10;AAAAAKECAABkcnMvZG93bnJldi54bWxQSwUGAAAAAAQABAD5AAAAkgMAAAAA&#10;" strokeweight="0"/>
                  <v:line id="Line 150" o:spid="_x0000_s2006" style="position:absolute;flip:x;visibility:visible;mso-wrap-style:square" from="4966,1512" to="4972,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pkW8QAAADcAAAADwAAAGRycy9kb3ducmV2LnhtbERPTWsCMRC9F/wPYQrearZS27I1iigV&#10;EbRo66G3cTPdXdxMliS68d+bQqG3ebzPGU+jacSFnK8tK3gcZCCIC6trLhV8fb4/vILwAVljY5kU&#10;XMnDdNK7G2Oubcc7uuxDKVII+xwVVCG0uZS+qMigH9iWOHE/1hkMCbpSaoddCjeNHGbZszRYc2qo&#10;sKV5RcVpfzYKdtsXPrrlOZ7isdt8fB/K9WExU6p/H2dvIALF8C/+c690mj96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6mRbxAAAANwAAAAPAAAAAAAAAAAA&#10;AAAAAKECAABkcnMvZG93bnJldi54bWxQSwUGAAAAAAQABAD5AAAAkgMAAAAA&#10;" strokeweight="0"/>
                  <v:line id="Line 151" o:spid="_x0000_s2007" style="position:absolute;flip:x;visibility:visible;mso-wrap-style:square" from="4956,1515" to="4962,1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bBwMQAAADcAAAADwAAAGRycy9kb3ducmV2LnhtbERPS2sCMRC+F/wPYYTearaCraxGkRaL&#10;CK34OngbN9Pdxc1kSaKb/vumUPA2H99zpvNoGnEj52vLCp4HGQjiwuqaSwWH/fJpDMIHZI2NZVLw&#10;Qx7ms97DFHNtO97SbRdKkULY56igCqHNpfRFRQb9wLbEifu2zmBI0JVSO+xSuGnkMMtepMGaU0OF&#10;Lb1VVFx2V6Ng+/XKZ/dxjZd47j43p2O5Pr4vlHrsx8UERKAY7uJ/90qn+aMR/D2TLp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psHAxAAAANwAAAAPAAAAAAAAAAAA&#10;AAAAAKECAABkcnMvZG93bnJldi54bWxQSwUGAAAAAAQABAD5AAAAkgMAAAAA&#10;" strokeweight="0"/>
                  <v:line id="Line 152" o:spid="_x0000_s2008" style="position:absolute;flip:x;visibility:visible;mso-wrap-style:square" from="4946,1518" to="4951,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Rft8QAAADcAAAADwAAAGRycy9kb3ducmV2LnhtbERPTWsCMRC9F/wPYQRvNVtBK1ujSIsi&#10;BSvaeuht3Ex3FzeTJYlu+u9NoeBtHu9zZotoGnEl52vLCp6GGQjiwuqaSwVfn6vHKQgfkDU2lknB&#10;L3lYzHsPM8y17XhP10MoRQphn6OCKoQ2l9IXFRn0Q9sSJ+7HOoMhQVdK7bBL4aaRoyybSIM1p4YK&#10;W3qtqDgfLkbB/uOZT259ied46ra772P5fnxbKjXox+ULiEAx3MX/7o1O88cT+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dF+3xAAAANwAAAAPAAAAAAAAAAAA&#10;AAAAAKECAABkcnMvZG93bnJldi54bWxQSwUGAAAAAAQABAD5AAAAkgMAAAAA&#10;" strokeweight="0"/>
                  <v:line id="Line 153" o:spid="_x0000_s2009" style="position:absolute;flip:x;visibility:visible;mso-wrap-style:square" from="4936,1520" to="4941,1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j6LMQAAADcAAAADwAAAGRycy9kb3ducmV2LnhtbERPTWsCMRC9C/6HMII3zbZQla1RpKVF&#10;BCvaeuht3Ex3FzeTJYlu/PdNoeBtHu9z5stoGnEl52vLCh7GGQjiwuqaSwVfn2+jGQgfkDU2lknB&#10;jTwsF/3eHHNtO97T9RBKkULY56igCqHNpfRFRQb92LbEifuxzmBI0JVSO+xSuGnkY5ZNpMGaU0OF&#10;Lb1UVJwPF6Ng/zHlk3u/xHM8ddvd97HcHF9XSg0HcfUMIlAMd/G/e63T/Kcp/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PosxAAAANwAAAAPAAAAAAAAAAAA&#10;AAAAAKECAABkcnMvZG93bnJldi54bWxQSwUGAAAAAAQABAD5AAAAkgMAAAAA&#10;" strokeweight="0"/>
                  <v:line id="Line 154" o:spid="_x0000_s2010" style="position:absolute;flip:x;visibility:visible;mso-wrap-style:square" from="4925,1523" to="4930,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duXscAAADcAAAADwAAAGRycy9kb3ducmV2LnhtbESPT0sDMRDF74LfIUzBm81W8A/bpqUo&#10;ighaWttDb9PNdHfpZrIkaTd+e+cgeJvhvXnvN7NFdp26UIitZwOTcQGKuPK25drA9vv19glUTMgW&#10;O89k4IciLObXVzMsrR94TZdNqpWEcCzRQJNSX2odq4YcxrHviUU7+uAwyRpqbQMOEu46fVcUD9ph&#10;y9LQYE/PDVWnzdkZWH898iG8nfMpH4bP1X5Xf+xelsbcjPJyCipRTv/mv+t3K/j3QivPyAR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p25exwAAANwAAAAPAAAAAAAA&#10;AAAAAAAAAKECAABkcnMvZG93bnJldi54bWxQSwUGAAAAAAQABAD5AAAAlQMAAAAA&#10;" strokeweight="0"/>
                  <v:line id="Line 155" o:spid="_x0000_s2011" style="position:absolute;flip:x;visibility:visible;mso-wrap-style:square" from="4915,1526" to="4920,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vLxcQAAADcAAAADwAAAGRycy9kb3ducmV2LnhtbERPTWsCMRC9F/wPYQrearZCbbs1iigV&#10;EbRo66G3cTPdXdxMliS68d+bQqG3ebzPGU+jacSFnK8tK3gcZCCIC6trLhV8fb4/vIDwAVljY5kU&#10;XMnDdNK7G2Oubcc7uuxDKVII+xwVVCG0uZS+qMigH9iWOHE/1hkMCbpSaoddCjeNHGbZSBqsOTVU&#10;2NK8ouK0PxsFu+0zH93yHE/x2G0+vg/l+rCYKdW/j7M3EIFi+Bf/uVc6zX96hd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68vFxAAAANwAAAAPAAAAAAAAAAAA&#10;AAAAAKECAABkcnMvZG93bnJldi54bWxQSwUGAAAAAAQABAD5AAAAkgMAAAAA&#10;" strokeweight="0"/>
                  <v:line id="Line 156" o:spid="_x0000_s2012" style="position:absolute;flip:x;visibility:visible;mso-wrap-style:square" from="4905,1528" to="4910,1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2o5ccAAADcAAAADwAAAGRycy9kb3ducmV2LnhtbESPQU8CMRCF7yb+h2ZIvEkXD2gWCiEY&#10;jTFRA8qB27Addjdsp5u2sPXfOwcTbjN5b977Zr7MrlMXCrH1bGAyLkARV962XBv4+X65fwIVE7LF&#10;zjMZ+KUIy8XtzRxL6wfe0GWbaiUhHEs00KTUl1rHqiGHcex7YtGOPjhMsoZa24CDhLtOPxTFVDts&#10;WRoa7GndUHXanp2BzecjH8LrOZ/yYfj42u/q993zypi7UV7NQCXK6Wr+v36zgj8VfHlGJt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vajlxwAAANwAAAAPAAAAAAAA&#10;AAAAAAAAAKECAABkcnMvZG93bnJldi54bWxQSwUGAAAAAAQABAD5AAAAlQMAAAAA&#10;" strokeweight="0"/>
                  <v:line id="Line 157" o:spid="_x0000_s2013" style="position:absolute;flip:x;visibility:visible;mso-wrap-style:square" from="4895,1531" to="4900,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ENfsMAAADcAAAADwAAAGRycy9kb3ducmV2LnhtbERPTWsCMRC9F/ofwhR6q1k9qGyNIi2W&#10;UlBR66G3cTPdXdxMliS68d8bQfA2j/c5k1k0jTiT87VlBf1eBoK4sLrmUsHvbvE2BuEDssbGMim4&#10;kIfZ9Plpgrm2HW/ovA2lSCHsc1RQhdDmUvqiIoO+Z1vixP1bZzAk6EqpHXYp3DRykGVDabDm1FBh&#10;Sx8VFcftySjYrEZ8cF+neIyHbrn+25c/+8+5Uq8vcf4OIlAMD/Hd/a3T/GEfbs+kC+T0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xDX7DAAAA3AAAAA8AAAAAAAAAAAAA&#10;AAAAoQIAAGRycy9kb3ducmV2LnhtbFBLBQYAAAAABAAEAPkAAACRAwAAAAA=&#10;" strokeweight="0"/>
                  <v:line id="Line 158" o:spid="_x0000_s2014" style="position:absolute;flip:x;visibility:visible;mso-wrap-style:square" from="4885,1534" to="4889,1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OTCcMAAADcAAAADwAAAGRycy9kb3ducmV2LnhtbERPTWsCMRC9F/ofwhR6q1k92LI1iiiK&#10;FNqi1oO3cTPuLm4mSxLd+O9NQfA2j/c5o0k0jbiQ87VlBf1eBoK4sLrmUsHfdvH2AcIHZI2NZVJw&#10;JQ+T8fPTCHNtO17TZRNKkULY56igCqHNpfRFRQZ9z7bEiTtaZzAk6EqpHXYp3DRykGVDabDm1FBh&#10;S7OKitPmbBSsf9754JbneIqH7vt3vyu/dvOpUq8vcfoJIlAMD/HdvdJp/nAA/8+kC+T4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jkwnDAAAA3AAAAA8AAAAAAAAAAAAA&#10;AAAAoQIAAGRycy9kb3ducmV2LnhtbFBLBQYAAAAABAAEAPkAAACRAwAAAAA=&#10;" strokeweight="0"/>
                  <v:line id="Line 159" o:spid="_x0000_s2015" style="position:absolute;flip:x;visibility:visible;mso-wrap-style:square" from="4874,1537" to="4879,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2ksQAAADcAAAADwAAAGRycy9kb3ducmV2LnhtbERPTWsCMRC9F/wPYQRvNVsFK1ujSIsi&#10;BSvaeuht3Ex3FzeTJYlu+u9NoeBtHu9zZotoGnEl52vLCp6GGQjiwuqaSwVfn6vHKQgfkDU2lknB&#10;L3lYzHsPM8y17XhP10MoRQphn6OCKoQ2l9IXFRn0Q9sSJ+7HOoMhQVdK7bBL4aaRoyybSIM1p4YK&#10;W3qtqDgfLkbB/uOZT259ied46ra772P5fnxbKjXox+ULiEAx3MX/7o1O8ydj+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bzaSxAAAANwAAAAPAAAAAAAAAAAA&#10;AAAAAKECAABkcnMvZG93bnJldi54bWxQSwUGAAAAAAQABAD5AAAAkgMAAAAA&#10;" strokeweight="0"/>
                  <v:line id="Line 160" o:spid="_x0000_s2016" style="position:absolute;flip:x;visibility:visible;mso-wrap-style:square" from="4864,1539" to="4869,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au5sQAAADcAAAADwAAAGRycy9kb3ducmV2LnhtbERPTWsCMRC9F/wPYQRvNVsRK1ujSIsi&#10;BSvaeuht3Ex3FzeTJYlu+u9NoeBtHu9zZotoGnEl52vLCp6GGQjiwuqaSwVfn6vHKQgfkDU2lknB&#10;L3lYzHsPM8y17XhP10MoRQphn6OCKoQ2l9IXFRn0Q9sSJ+7HOoMhQVdK7bBL4aaRoyybSIM1p4YK&#10;W3qtqDgfLkbB/uOZT259ied46ra772P5fnxbKjXox+ULiEAx3MX/7o1O8ydj+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q7mxAAAANwAAAAPAAAAAAAAAAAA&#10;AAAAAKECAABkcnMvZG93bnJldi54bWxQSwUGAAAAAAQABAD5AAAAkgMAAAAA&#10;" strokeweight="0"/>
                  <v:line id="Line 161" o:spid="_x0000_s2017" style="position:absolute;flip:x;visibility:visible;mso-wrap-style:square" from="4853,1542" to="485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oLfcQAAADcAAAADwAAAGRycy9kb3ducmV2LnhtbERPTWsCMRC9F/wPYQRvNVtBK1ujSIsi&#10;BSvaeuht3Ex3FzeTJYlu+u9NoeBtHu9zZotoGnEl52vLCp6GGQjiwuqaSwVfn6vHKQgfkDU2lknB&#10;L3lYzHsPM8y17XhP10MoRQphn6OCKoQ2l9IXFRn0Q9sSJ+7HOoMhQVdK7bBL4aaRoyybSIM1p4YK&#10;W3qtqDgfLkbB/uOZT259ied46ra772P5fnxbKjXox+ULiEAx3MX/7o1O8ydj+HsmX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gt9xAAAANwAAAAPAAAAAAAAAAAA&#10;AAAAAKECAABkcnMvZG93bnJldi54bWxQSwUGAAAAAAQABAD5AAAAkgMAAAAA&#10;" strokeweight="0"/>
                  <v:line id="Line 162" o:spid="_x0000_s2018" style="position:absolute;flip:x;visibility:visible;mso-wrap-style:square" from="4843,1545" to="4849,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iVCsQAAADcAAAADwAAAGRycy9kb3ducmV2LnhtbERPTWsCMRC9F/wPYYTealYPa9kaRSqW&#10;UtCirYfexs10d3EzWZLopv++EQRv83ifM1tE04oLOd9YVjAeZSCIS6sbrhR8f62fnkH4gKyxtUwK&#10;/sjDYj54mGGhbc87uuxDJVII+wIV1CF0hZS+rMmgH9mOOHG/1hkMCbpKaod9CjetnGRZLg02nBpq&#10;7Oi1pvK0PxsFu+2Uj+7tHE/x2G8+fw7Vx2G1VOpxGJcvIALFcBff3O86zc9zuD6TLp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GJUKxAAAANwAAAAPAAAAAAAAAAAA&#10;AAAAAKECAABkcnMvZG93bnJldi54bWxQSwUGAAAAAAQABAD5AAAAkgMAAAAA&#10;" strokeweight="0"/>
                  <v:line id="Line 163" o:spid="_x0000_s2019" style="position:absolute;flip:x;visibility:visible;mso-wrap-style:square" from="4833,1547" to="4838,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QwkcQAAADcAAAADwAAAGRycy9kb3ducmV2LnhtbERPTWsCMRC9F/ofwhR6q9l6UNkaRSpK&#10;KVRxWw+9jZvp7uJmsiTRjf/eCEJv83ifM51H04ozOd9YVvA6yEAQl1Y3XCn4+V69TED4gKyxtUwK&#10;LuRhPnt8mGKubc87OhehEimEfY4K6hC6XEpf1mTQD2xHnLg/6wyGBF0ltcM+hZtWDrNsJA02nBpq&#10;7Oi9pvJYnIyC3WbMB7c+xWM89F/b3331uV8ulHp+ios3EIFi+Bff3R86zR+N4fZMukDO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DCRxAAAANwAAAAPAAAAAAAAAAAA&#10;AAAAAKECAABkcnMvZG93bnJldi54bWxQSwUGAAAAAAQABAD5AAAAkgMAAAAA&#10;" strokeweight="0"/>
                  <v:line id="Line 164" o:spid="_x0000_s2020" style="position:absolute;flip:x;visibility:visible;mso-wrap-style:square" from="4823,1551" to="4828,1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uk48cAAADcAAAADwAAAGRycy9kb3ducmV2LnhtbESPQU8CMRCF7yb+h2ZIvEkXD2gWCiEY&#10;jTFRA8qB27Addjdsp5u2sPXfOwcTbjN5b977Zr7MrlMXCrH1bGAyLkARV962XBv4+X65fwIVE7LF&#10;zjMZ+KUIy8XtzRxL6wfe0GWbaiUhHEs00KTUl1rHqiGHcex7YtGOPjhMsoZa24CDhLtOPxTFVDts&#10;WRoa7GndUHXanp2BzecjH8LrOZ/yYfj42u/q993zypi7UV7NQCXK6Wr+v36zgj8VWnlGJt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y6TjxwAAANwAAAAPAAAAAAAA&#10;AAAAAAAAAKECAABkcnMvZG93bnJldi54bWxQSwUGAAAAAAQABAD5AAAAlQMAAAAA&#10;" strokeweight="0"/>
                  <v:line id="Line 165" o:spid="_x0000_s2021" style="position:absolute;flip:x;visibility:visible;mso-wrap-style:square" from="4812,1553" to="4817,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cBeMQAAADcAAAADwAAAGRycy9kb3ducmV2LnhtbERPS2sCMRC+F/wPYYTearYebF2NIi0W&#10;EVrxdfA2bqa7i5vJkkQ3/fdNoeBtPr7nTOfRNOJGzteWFTwPMhDEhdU1lwoO++XTKwgfkDU2lknB&#10;D3mYz3oPU8y17XhLt10oRQphn6OCKoQ2l9IXFRn0A9sSJ+7bOoMhQVdK7bBL4aaRwywbSYM1p4YK&#10;W3qrqLjsrkbB9uuFz+7jGi/x3H1uTsdyfXxfKPXYj4sJiEAx3MX/7pVO80dj+Hs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hwF4xAAAANwAAAAPAAAAAAAAAAAA&#10;AAAAAKECAABkcnMvZG93bnJldi54bWxQSwUGAAAAAAQABAD5AAAAkgMAAAAA&#10;" strokeweight="0"/>
                  <v:line id="Line 166" o:spid="_x0000_s2022" style="position:absolute;flip:x;visibility:visible;mso-wrap-style:square" from="4802,1556" to="4807,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Q+OMcAAADcAAAADwAAAGRycy9kb3ducmV2LnhtbESPQU8CMRCF7yb8h2ZMvElXD2JWCiEQ&#10;jTFRA8rB27Addjdsp5u2sOXfMwcTbjN5b977ZjrPrlMnCrH1bOBhXIAirrxtuTbw+/N6/wwqJmSL&#10;nWcycKYI89noZoql9QOv6bRJtZIQjiUaaFLqS61j1ZDDOPY9sWh7HxwmWUOtbcBBwl2nH4viSTts&#10;WRoa7GnZUHXYHJ2B9deEd+HtmA95N3x+/23rj+1qYczdbV68gEqU09X8f/1uBX8i+PKMTKB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ZD44xwAAANwAAAAPAAAAAAAA&#10;AAAAAAAAAKECAABkcnMvZG93bnJldi54bWxQSwUGAAAAAAQABAD5AAAAlQMAAAAA&#10;" strokeweight="0"/>
                  <v:line id="Line 167" o:spid="_x0000_s2023" style="position:absolute;flip:x;visibility:visible;mso-wrap-style:square" from="4792,1559" to="4797,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ibo8QAAADcAAAADwAAAGRycy9kb3ducmV2LnhtbERPTWsCMRC9C/0PYQq9adYeqmyNIi0t&#10;pVDFtR56GzfT3cXNZEmiG/+9EQRv83ifM1tE04oTOd9YVjAeZSCIS6sbrhT8bj+GUxA+IGtsLZOC&#10;M3lYzB8GM8y17XlDpyJUIoWwz1FBHUKXS+nLmgz6ke2IE/dvncGQoKukdtincNPK5yx7kQYbTg01&#10;dvRWU3kojkbBZjXhvfs8xkPc9z/rv131vXtfKvX0GJevIALFcBff3F86zZ+M4fpMukD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KJujxAAAANwAAAAPAAAAAAAAAAAA&#10;AAAAAKECAABkcnMvZG93bnJldi54bWxQSwUGAAAAAAQABAD5AAAAkgMAAAAA&#10;" strokeweight="0"/>
                  <v:line id="Line 168" o:spid="_x0000_s2024" style="position:absolute;flip:x;visibility:visible;mso-wrap-style:square" from="4782,1561" to="4787,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F1MMAAADcAAAADwAAAGRycy9kb3ducmV2LnhtbERPS2sCMRC+F/wPYQRvNVsPWlajSMVS&#10;CrX4OvQ2bqa7i5vJkkQ3/feNIHibj+85s0U0jbiS87VlBS/DDARxYXXNpYLDfv38CsIHZI2NZVLw&#10;Rx4W897TDHNtO97SdRdKkULY56igCqHNpfRFRQb90LbEifu1zmBI0JVSO+xSuGnkKMvG0mDNqaHC&#10;lt4qKs67i1Gw3Uz45N4v8RxP3df3z7H8PK6WSg36cTkFESiGh/ju/tBp/mQEt2fSB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6BdTDAAAA3AAAAA8AAAAAAAAAAAAA&#10;AAAAoQIAAGRycy9kb3ducmV2LnhtbFBLBQYAAAAABAAEAPkAAACRAwAAAAA=&#10;" strokeweight="0"/>
                  <v:line id="Line 169" o:spid="_x0000_s2025" style="position:absolute;flip:x;visibility:visible;mso-wrap-style:square" from="4772,1564" to="4776,1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agT8QAAADcAAAADwAAAGRycy9kb3ducmV2LnhtbERPTWsCMRC9C/6HMII3zbYFla1RpKVF&#10;BCvaeuht3Ex3FzeTJYlu/PdNoeBtHu9z5stoGnEl52vLCh7GGQjiwuqaSwVfn2+jGQgfkDU2lknB&#10;jTwsF/3eHHNtO97T9RBKkULY56igCqHNpfRFRQb92LbEifuxzmBI0JVSO+xSuGnkY5ZNpMGaU0OF&#10;Lb1UVJwPF6Ng/zHlk3u/xHM8ddvd97HcHF9XSg0HcfUMIlAMd/G/e63T/OkT/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tqBPxAAAANwAAAAPAAAAAAAAAAAA&#10;AAAAAKECAABkcnMvZG93bnJldi54bWxQSwUGAAAAAAQABAD5AAAAkgMAAAAA&#10;" strokeweight="0"/>
                  <v:line id="Line 170" o:spid="_x0000_s2026" style="position:absolute;flip:x;visibility:visible;mso-wrap-style:square" from="4761,1567" to="4766,1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84O8QAAADcAAAADwAAAGRycy9kb3ducmV2LnhtbERPTWsCMRC9C/6HMII3zbYUla1RpKVF&#10;BCvaeuht3Ex3FzeTJYlu/PdNoeBtHu9z5stoGnEl52vLCh7GGQjiwuqaSwVfn2+jGQgfkDU2lknB&#10;jTwsF/3eHHNtO97T9RBKkULY56igCqHNpfRFRQb92LbEifuxzmBI0JVSO+xSuGnkY5ZNpMGaU0OF&#10;Lb1UVJwPF6Ng/zHlk3u/xHM8ddvd97HcHF9XSg0HcfUMIlAMd/G/e63T/OkT/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Xzg7xAAAANwAAAAPAAAAAAAAAAAA&#10;AAAAAKECAABkcnMvZG93bnJldi54bWxQSwUGAAAAAAQABAD5AAAAkgMAAAAA&#10;" strokeweight="0"/>
                  <v:line id="Line 171" o:spid="_x0000_s2027" style="position:absolute;flip:x;visibility:visible;mso-wrap-style:square" from="4751,1570" to="4756,1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OdoMQAAADcAAAADwAAAGRycy9kb3ducmV2LnhtbERPTWsCMRC9C/6HMII3zbZQla1RpKVF&#10;BCvaeuht3Ex3FzeTJYlu/PdNoeBtHu9z5stoGnEl52vLCh7GGQjiwuqaSwVfn2+jGQgfkDU2lknB&#10;jTwsF/3eHHNtO97T9RBKkULY56igCqHNpfRFRQb92LbEifuxzmBI0JVSO+xSuGnkY5ZNpMGaU0OF&#10;Lb1UVJwPF6Ng/zHlk3u/xHM8ddvd97HcHF9XSg0HcfUMIlAMd/G/e63T/OkT/D2TLp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52gxAAAANwAAAAPAAAAAAAAAAAA&#10;AAAAAKECAABkcnMvZG93bnJldi54bWxQSwUGAAAAAAQABAD5AAAAkgMAAAAA&#10;" strokeweight="0"/>
                  <v:line id="Line 172" o:spid="_x0000_s2028" style="position:absolute;flip:x;visibility:visible;mso-wrap-style:square" from="4740,1573" to="4746,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ED18QAAADcAAAADwAAAGRycy9kb3ducmV2LnhtbERPTWsCMRC9F/ofwhR6q9l6UNkaRSpK&#10;KVRxWw+9jZvp7uJmsiTRjf/eCEJv83ifM51H04ozOd9YVvA6yEAQl1Y3XCn4+V69TED4gKyxtUwK&#10;LuRhPnt8mGKubc87OhehEimEfY4K6hC6XEpf1mTQD2xHnLg/6wyGBF0ltcM+hZtWDrNsJA02nBpq&#10;7Oi9pvJYnIyC3WbMB7c+xWM89F/b3331uV8ulHp+ios3EIFi+Bff3R86zR+P4PZMukDO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wQPXxAAAANwAAAAPAAAAAAAAAAAA&#10;AAAAAKECAABkcnMvZG93bnJldi54bWxQSwUGAAAAAAQABAD5AAAAkgMAAAAA&#10;" strokeweight="0"/>
                  <v:line id="Line 173" o:spid="_x0000_s2029" style="position:absolute;flip:x;visibility:visible;mso-wrap-style:square" from="4730,1575" to="4736,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2mTMQAAADcAAAADwAAAGRycy9kb3ducmV2LnhtbERPTWsCMRC9C/6HMIXeNFsP3bI1ilQs&#10;RdCirYfexs10d3EzWZLopv++EQRv83ifM51H04oLOd9YVvA0zkAQl1Y3XCn4/lqNXkD4gKyxtUwK&#10;/sjDfDYcTLHQtucdXfahEimEfYEK6hC6Qkpf1mTQj21HnLhf6wyGBF0ltcM+hZtWTrLsWRpsODXU&#10;2NFbTeVpfzYKdtucj+79HE/x2G8+fw7V+rBcKPX4EBevIALFcBff3B86zc9zuD6TLpC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jaZMxAAAANwAAAAPAAAAAAAAAAAA&#10;AAAAAKECAABkcnMvZG93bnJldi54bWxQSwUGAAAAAAQABAD5AAAAkgMAAAAA&#10;" strokeweight="0"/>
                  <v:line id="Line 174" o:spid="_x0000_s2030" style="position:absolute;flip:x;visibility:visible;mso-wrap-style:square" from="4720,1578" to="4725,1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IyPscAAADcAAAADwAAAGRycy9kb3ducmV2LnhtbESPQU8CMRCF7yb8h2ZMvElXD2JWCiEQ&#10;jTFRA8rB27Addjdsp5u2sOXfMwcTbjN5b977ZjrPrlMnCrH1bOBhXIAirrxtuTbw+/N6/wwqJmSL&#10;nWcycKYI89noZoql9QOv6bRJtZIQjiUaaFLqS61j1ZDDOPY9sWh7HxwmWUOtbcBBwl2nH4viSTts&#10;WRoa7GnZUHXYHJ2B9deEd+HtmA95N3x+/23rj+1qYczdbV68gEqU09X8f/1uBX8itPKMTKB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EjI+xwAAANwAAAAPAAAAAAAA&#10;AAAAAAAAAKECAABkcnMvZG93bnJldi54bWxQSwUGAAAAAAQABAD5AAAAlQMAAAAA&#10;" strokeweight="0"/>
                  <v:line id="Line 175" o:spid="_x0000_s2031" style="position:absolute;flip:x;visibility:visible;mso-wrap-style:square" from="4710,1581" to="4715,1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6XpcQAAADcAAAADwAAAGRycy9kb3ducmV2LnhtbERPTWsCMRC9F/wPYQRvNVsPWrdGkRZF&#10;Cla09dDbuJnuLm4mSxLd9N+bQsHbPN7nzBbRNOJKzteWFTwNMxDEhdU1lwq+PlePzyB8QNbYWCYF&#10;v+RhMe89zDDXtuM9XQ+hFCmEfY4KqhDaXEpfVGTQD21LnLgf6wyGBF0ptcMuhZtGjrJsLA3WnBoq&#10;bOm1ouJ8uBgF+48Jn9z6Es/x1G1338fy/fi2VGrQj8sXEIFiuIv/3Rud5k+m8PdMukD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XpelxAAAANwAAAAPAAAAAAAAAAAA&#10;AAAAAKECAABkcnMvZG93bnJldi54bWxQSwUGAAAAAAQABAD5AAAAkgMAAAAA&#10;" strokeweight="0"/>
                  <v:line id="Line 176" o:spid="_x0000_s2032" style="position:absolute;flip:x;visibility:visible;mso-wrap-style:square" from="4699,1583" to="4704,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FOH8cAAADcAAAADwAAAGRycy9kb3ducmV2LnhtbESPT0sDMRDF70K/QxjBm83qQcvatJQW&#10;RQSV/jt4m26mu0s3kyVJu/HbOwehtxnem/d+M51n16kLhdh6NvAwLkARV962XBvYbV/vJ6BiQrbY&#10;eSYDvxRhPhvdTLG0fuA1XTapVhLCsUQDTUp9qXWsGnIYx74nFu3og8Mka6i1DThIuOv0Y1E8aYct&#10;S0ODPS0bqk6bszOw/nrmQ3g751M+DJ/fP/v6Y79aGHN3mxcvoBLldDX/X79bwZ8IvjwjE+j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sU4fxwAAANwAAAAPAAAAAAAA&#10;AAAAAAAAAKECAABkcnMvZG93bnJldi54bWxQSwUGAAAAAAQABAD5AAAAlQMAAAAA&#10;" strokeweight="0"/>
                  <v:line id="Line 177" o:spid="_x0000_s2033" style="position:absolute;flip:x;visibility:visible;mso-wrap-style:square" from="4689,1586" to="4695,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3rhMMAAADcAAAADwAAAGRycy9kb3ducmV2LnhtbERPTWsCMRC9C/0PYQq9adYeqmyNIi0t&#10;RVBR66G3cTPdXdxMliS68d8bQfA2j/c5k1k0jTiT87VlBcNBBoK4sLrmUsHv7qs/BuEDssbGMim4&#10;kIfZ9Kk3wVzbjjd03oZSpBD2OSqoQmhzKX1RkUE/sC1x4v6tMxgSdKXUDrsUbhr5mmVv0mDNqaHC&#10;lj4qKo7bk1GwWY344L5P8RgP3XL9ty8X+8+5Ui/Pcf4OIlAMD/Hd/aPT/PEQbs+kC+T0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964TDAAAA3AAAAA8AAAAAAAAAAAAA&#10;AAAAoQIAAGRycy9kb3ducmV2LnhtbFBLBQYAAAAABAAEAPkAAACRAwAAAAA=&#10;" strokeweight="0"/>
                  <v:line id="Line 178" o:spid="_x0000_s2034" style="position:absolute;flip:x;visibility:visible;mso-wrap-style:square" from="4679,1589" to="4684,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9188MAAADcAAAADwAAAGRycy9kb3ducmV2LnhtbERPS2sCMRC+F/wPYQRvNVsPVlajSMVS&#10;CrX4OvQ2bqa7i5vJkkQ3/femIHibj+85s0U0jbiS87VlBS/DDARxYXXNpYLDfv08AeEDssbGMin4&#10;Iw+Lee9phrm2HW/pugulSCHsc1RQhdDmUvqiIoN+aFvixP1aZzAk6EqpHXYp3DRylGVjabDm1FBh&#10;S28VFefdxSjYbl755N4v8RxP3df3z7H8PK6WSg36cTkFESiGh/ju/tBp/mQE/8+kC+T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vdfPDAAAA3AAAAA8AAAAAAAAAAAAA&#10;AAAAoQIAAGRycy9kb3ducmV2LnhtbFBLBQYAAAAABAAEAPkAAACRAwAAAAA=&#10;" strokeweight="0"/>
                  <v:line id="Line 179" o:spid="_x0000_s2035" style="position:absolute;flip:x;visibility:visible;mso-wrap-style:square" from="4669,1592" to="4674,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PQaMQAAADcAAAADwAAAGRycy9kb3ducmV2LnhtbERPTWsCMRC9C/6HMIXeNFsLVbZGEaVF&#10;hFbUeuht3Ex3FzeTJYlu+u+bguBtHu9zpvNoGnEl52vLCp6GGQjiwuqaSwVfh7fBBIQPyBoby6Tg&#10;lzzMZ/3eFHNtO97RdR9KkULY56igCqHNpfRFRQb90LbEifuxzmBI0JVSO+xSuGnkKMtepMGaU0OF&#10;LS0rKs77i1Gw+xzzyb1f4jmeuo/t97HcHFcLpR4f4uIVRKAY7uKbe63T/Mkz/D+TLp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Y9BoxAAAANwAAAAPAAAAAAAAAAAA&#10;AAAAAKECAABkcnMvZG93bnJldi54bWxQSwUGAAAAAAQABAD5AAAAkgMAAAAA&#10;" strokeweight="0"/>
                  <v:line id="Line 180" o:spid="_x0000_s2036" style="position:absolute;flip:x;visibility:visible;mso-wrap-style:square" from="4659,1594" to="4663,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pIHMQAAADcAAAADwAAAGRycy9kb3ducmV2LnhtbERPTWsCMRC9C/6HMIXeNFspVbZGEaVF&#10;hFbUeuht3Ex3FzeTJYlu+u+bguBtHu9zpvNoGnEl52vLCp6GGQjiwuqaSwVfh7fBBIQPyBoby6Tg&#10;lzzMZ/3eFHNtO97RdR9KkULY56igCqHNpfRFRQb90LbEifuxzmBI0JVSO+xSuGnkKMtepMGaU0OF&#10;LS0rKs77i1Gw+xzzyb1f4jmeuo/t97HcHFcLpR4f4uIVRKAY7uKbe63T/Mkz/D+TLp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ikgcxAAAANwAAAAPAAAAAAAAAAAA&#10;AAAAAKECAABkcnMvZG93bnJldi54bWxQSwUGAAAAAAQABAD5AAAAkgMAAAAA&#10;" strokeweight="0"/>
                  <v:line id="Line 181" o:spid="_x0000_s2037" style="position:absolute;flip:x;visibility:visible;mso-wrap-style:square" from="4648,1597" to="4653,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bth8QAAADcAAAADwAAAGRycy9kb3ducmV2LnhtbERPTWsCMRC9C/6HMIXeNFuhVbZGEaVF&#10;hFbUeuht3Ex3FzeTJYlu+u+bguBtHu9zpvNoGnEl52vLCp6GGQjiwuqaSwVfh7fBBIQPyBoby6Tg&#10;lzzMZ/3eFHNtO97RdR9KkULY56igCqHNpfRFRQb90LbEifuxzmBI0JVSO+xSuGnkKMtepMGaU0OF&#10;LS0rKs77i1Gw+xzzyb1f4jmeuo/t97HcHFcLpR4f4uIVRKAY7uKbe63T/Mkz/D+TLp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xu2HxAAAANwAAAAPAAAAAAAAAAAA&#10;AAAAAKECAABkcnMvZG93bnJldi54bWxQSwUGAAAAAAQABAD5AAAAkgMAAAAA&#10;" strokeweight="0"/>
                  <v:line id="Line 182" o:spid="_x0000_s2038" style="position:absolute;flip:x;visibility:visible;mso-wrap-style:square" from="4638,1600" to="4643,1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Rz8MMAAADcAAAADwAAAGRycy9kb3ducmV2LnhtbERPS2sCMRC+F/wPYQRvNdserKxGkYpF&#10;CrX4OvQ2bqa7i5vJkkQ3/femIHibj+8503k0jbiS87VlBS/DDARxYXXNpYLDfvU8BuEDssbGMin4&#10;Iw/zWe9pirm2HW/pugulSCHsc1RQhdDmUvqiIoN+aFvixP1aZzAk6EqpHXYp3DTyNctG0mDNqaHC&#10;lt4rKs67i1Gw3bzxyX1c4jmeuq/vn2P5eVwulBr042ICIlAMD/HdvdZp/ngE/8+kC+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0Uc/DDAAAA3AAAAA8AAAAAAAAAAAAA&#10;AAAAoQIAAGRycy9kb3ducmV2LnhtbFBLBQYAAAAABAAEAPkAAACRAwAAAAA=&#10;" strokeweight="0"/>
                  <v:line id="Line 183" o:spid="_x0000_s2039" style="position:absolute;flip:x;visibility:visible;mso-wrap-style:square" from="4627,1602" to="4633,1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jWa8MAAADcAAAADwAAAGRycy9kb3ducmV2LnhtbERPTWsCMRC9C/0PYQreNFsPVbZGkYpS&#10;hFrUeuht3Ex3FzeTJYlu+u9NQfA2j/c503k0jbiS87VlBS/DDARxYXXNpYLvw2owAeEDssbGMin4&#10;Iw/z2VNvirm2He/oug+lSCHsc1RQhdDmUvqiIoN+aFvixP1aZzAk6EqpHXYp3DRylGWv0mDNqaHC&#10;lt4rKs77i1Gw24755NaXeI6n7vPr51hujsuFUv3nuHgDESiGh/ju/tBp/mQM/8+kC+Ts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Y1mvDAAAA3AAAAA8AAAAAAAAAAAAA&#10;AAAAoQIAAGRycy9kb3ducmV2LnhtbFBLBQYAAAAABAAEAPkAAACRAwAAAAA=&#10;" strokeweight="0"/>
                  <v:line id="Line 184" o:spid="_x0000_s2040" style="position:absolute;flip:x;visibility:visible;mso-wrap-style:square" from="4617,1605" to="4623,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dCGccAAADcAAAADwAAAGRycy9kb3ducmV2LnhtbESPT0sDMRDF70K/QxjBm83qQcvatJQW&#10;RQSV/jt4m26mu0s3kyVJu/HbOwehtxnem/d+M51n16kLhdh6NvAwLkARV962XBvYbV/vJ6BiQrbY&#10;eSYDvxRhPhvdTLG0fuA1XTapVhLCsUQDTUp9qXWsGnIYx74nFu3og8Mka6i1DThIuOv0Y1E8aYct&#10;S0ODPS0bqk6bszOw/nrmQ3g751M+DJ/fP/v6Y79aGHN3mxcvoBLldDX/X79bwZ8IrTwjE+j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x0IZxwAAANwAAAAPAAAAAAAA&#10;AAAAAAAAAKECAABkcnMvZG93bnJldi54bWxQSwUGAAAAAAQABAD5AAAAlQMAAAAA&#10;" strokeweight="0"/>
                  <v:line id="Line 185" o:spid="_x0000_s2041" style="position:absolute;flip:x;visibility:visible;mso-wrap-style:square" from="4607,1608" to="4612,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vngsQAAADcAAAADwAAAGRycy9kb3ducmV2LnhtbERPTWsCMRC9C/6HMII3zbaHqlujSEuL&#10;CFa09dDbuJnuLm4mSxLd+O+bQsHbPN7nzJfRNOJKzteWFTyMMxDEhdU1lwq+Pt9GUxA+IGtsLJOC&#10;G3lYLvq9Oebadryn6yGUIoWwz1FBFUKbS+mLigz6sW2JE/djncGQoCuldtilcNPIxyx7kgZrTg0V&#10;tvRSUXE+XIyC/ceET+79Es/x1G1338dyc3xdKTUcxNUziEAx3MX/7rVO86cz+HsmXS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i+eCxAAAANwAAAAPAAAAAAAAAAAA&#10;AAAAAKECAABkcnMvZG93bnJldi54bWxQSwUGAAAAAAQABAD5AAAAkgMAAAAA&#10;" strokeweight="0"/>
                  <v:line id="Line 186" o:spid="_x0000_s2042" style="position:absolute;flip:x;visibility:visible;mso-wrap-style:square" from="4597,1611" to="4602,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jYwscAAADcAAAADwAAAGRycy9kb3ducmV2LnhtbESPT08CMRDF7yZ+h2ZIvEkXD/5ZKIRo&#10;NMZECQgHbsN22N2wnW7awtZv7xxMvM3kvXnvN7NFdp26UIitZwOTcQGKuPK25drA9vv19hFUTMgW&#10;O89k4IciLObXVzMsrR94TZdNqpWEcCzRQJNSX2odq4YcxrHviUU7+uAwyRpqbQMOEu46fVcU99ph&#10;y9LQYE/PDVWnzdkZWH898CG8nfMpH4bP1X5Xf+xelsbcjPJyCipRTv/mv+t3K/hPgi/PyAR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aNjCxwAAANwAAAAPAAAAAAAA&#10;AAAAAAAAAKECAABkcnMvZG93bnJldi54bWxQSwUGAAAAAAQABAD5AAAAlQMAAAAA&#10;" strokeweight="0"/>
                  <v:line id="Line 187" o:spid="_x0000_s2043" style="position:absolute;flip:x;visibility:visible;mso-wrap-style:square" from="4586,1614" to="4592,1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R9WcQAAADcAAAADwAAAGRycy9kb3ducmV2LnhtbERPTWsCMRC9C/0PYQq9aVYPrW6NIpUW&#10;Eaxo66G3cTPdXdxMliS66b83BcHbPN7nTOfRNOJCzteWFQwHGQjiwuqaSwXfX+/9MQgfkDU2lknB&#10;H3mYzx56U8y17XhHl30oRQphn6OCKoQ2l9IXFRn0A9sSJ+7XOoMhQVdK7bBL4aaRoyx7lgZrTg0V&#10;tvRWUXHan42C3ecLH93HOZ7isdtsfw7l+rBcKPX0GBevIALFcBff3Cud5k+G8P9MukDO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H1ZxAAAANwAAAAPAAAAAAAAAAAA&#10;AAAAAKECAABkcnMvZG93bnJldi54bWxQSwUGAAAAAAQABAD5AAAAkgMAAAAA&#10;" strokeweight="0"/>
                  <v:line id="Line 188" o:spid="_x0000_s2044" style="position:absolute;flip:x;visibility:visible;mso-wrap-style:square" from="4576,1616" to="4582,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jLsQAAADcAAAADwAAAGRycy9kb3ducmV2LnhtbERPTWsCMRC9C/6HMEJvmq2HVrdGkZYW&#10;Eaxo66G3cTPdXdxMliS66b83BcHbPN7nzBbRNOJCzteWFTyOMhDEhdU1lwq+v96HExA+IGtsLJOC&#10;P/KwmPd7M8y17XhHl30oRQphn6OCKoQ2l9IXFRn0I9sSJ+7XOoMhQVdK7bBL4aaR4yx7kgZrTg0V&#10;tvRaUXHan42C3eczH93HOZ7isdtsfw7l+vC2VOphEJcvIALFcBff3Cud5k/H8P9MukD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9uMuxAAAANwAAAAPAAAAAAAAAAAA&#10;AAAAAKECAABkcnMvZG93bnJldi54bWxQSwUGAAAAAAQABAD5AAAAkgMAAAAA&#10;" strokeweight="0"/>
                  <v:line id="Line 189" o:spid="_x0000_s2045" style="position:absolute;flip:x;visibility:visible;mso-wrap-style:square" from="4566,1619" to="457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pGtcQAAADcAAAADwAAAGRycy9kb3ducmV2LnhtbERPTWsCMRC9F/wPYQrearYWbLs1iigV&#10;EbRo66G3cTPdXdxMliS68d+bQqG3ebzPGU+jacSFnK8tK3gcZCCIC6trLhV8fb4/vIDwAVljY5kU&#10;XMnDdNK7G2Oubcc7uuxDKVII+xwVVCG0uZS+qMigH9iWOHE/1hkMCbpSaoddCjeNHGbZSBqsOTVU&#10;2NK8ouK0PxsFu+0zH93yHE/x2G0+vg/l+rCYKdW/j7M3EIFi+Bf/uVc6zX99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uka1xAAAANwAAAAPAAAAAAAAAAAA&#10;AAAAAKECAABkcnMvZG93bnJldi54bWxQSwUGAAAAAAQABAD5AAAAkgMAAAAA&#10;" strokeweight="0"/>
                  <v:line id="Line 190" o:spid="_x0000_s2046" style="position:absolute;flip:x;visibility:visible;mso-wrap-style:square" from="4556,1622" to="4561,1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PewcQAAADcAAAADwAAAGRycy9kb3ducmV2LnhtbERPTWsCMRC9F/wPYQrearZSbLs1iigV&#10;EbRo66G3cTPdXdxMliS68d+bQqG3ebzPGU+jacSFnK8tK3gcZCCIC6trLhV8fb4/vIDwAVljY5kU&#10;XMnDdNK7G2Oubcc7uuxDKVII+xwVVCG0uZS+qMigH9iWOHE/1hkMCbpSaoddCjeNHGbZSBqsOTVU&#10;2NK8ouK0PxsFu+0zH93yHE/x2G0+vg/l+rCYKdW/j7M3EIFi+Bf/uVc6zX99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U97BxAAAANwAAAAPAAAAAAAAAAAA&#10;AAAAAKECAABkcnMvZG93bnJldi54bWxQSwUGAAAAAAQABAD5AAAAkgMAAAAA&#10;" strokeweight="0"/>
                  <v:line id="Line 191" o:spid="_x0000_s2047" style="position:absolute;flip:x;visibility:visible;mso-wrap-style:square" from="4546,1624" to="4550,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97WsQAAADcAAAADwAAAGRycy9kb3ducmV2LnhtbERPTWsCMRC9F/wPYQrearZCbbs1iigV&#10;EbRo66G3cTPdXdxMliS68d+bQqG3ebzPGU+jacSFnK8tK3gcZCCIC6trLhV8fb4/vIDwAVljY5kU&#10;XMnDdNK7G2Oubcc7uuxDKVII+xwVVCG0uZS+qMigH9iWOHE/1hkMCbpSaoddCjeNHGbZSBqsOTVU&#10;2NK8ouK0PxsFu+0zH93yHE/x2G0+vg/l+rCYKdW/j7M3EIFi+Bf/uVc6zX99gt9n0gVy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H3taxAAAANwAAAAPAAAAAAAAAAAA&#10;AAAAAKECAABkcnMvZG93bnJldi54bWxQSwUGAAAAAAQABAD5AAAAkgMAAAAA&#10;" strokeweight="0"/>
                  <v:line id="Line 192" o:spid="_x0000_s2048" style="position:absolute;flip:x;visibility:visible;mso-wrap-style:square" from="4535,1627" to="4540,1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3lLcQAAADcAAAADwAAAGRycy9kb3ducmV2LnhtbERPS2sCMRC+F/wPYYTearYebF2NIi0W&#10;EVrxdfA2bqa7i5vJkkQ3/fdNoeBtPr7nTOfRNOJGzteWFTwPMhDEhdU1lwoO++XTKwgfkDU2lknB&#10;D3mYz3oPU8y17XhLt10oRQphn6OCKoQ2l9IXFRn0A9sSJ+7bOoMhQVdK7bBL4aaRwywbSYM1p4YK&#10;W3qrqLjsrkbB9uuFz+7jGi/x3H1uTsdyfXxfKPXYj4sJiEAx3MX/7pVO88cj+Hs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zeUtxAAAANwAAAAPAAAAAAAAAAAA&#10;AAAAAKECAABkcnMvZG93bnJldi54bWxQSwUGAAAAAAQABAD5AAAAkgMAAAAA&#10;" strokeweight="0"/>
                  <v:line id="Line 193" o:spid="_x0000_s2049" style="position:absolute;flip:x;visibility:visible;mso-wrap-style:square" from="4525,1630" to="4530,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FAtsQAAADcAAAADwAAAGRycy9kb3ducmV2LnhtbERPTWsCMRC9F/wPYQRvNVsPWrdGkRZF&#10;Cla09dDbuJnuLm4mSxLd9N+bQsHbPN7nzBbRNOJKzteWFTwNMxDEhdU1lwq+PlePzyB8QNbYWCYF&#10;v+RhMe89zDDXtuM9XQ+hFCmEfY4KqhDaXEpfVGTQD21LnLgf6wyGBF0ptcMuhZtGjrJsLA3WnBoq&#10;bOm1ouJ8uBgF+48Jn9z6Es/x1G1338fy/fi2VGrQj8sXEIFiuIv/3Rud5k8n8PdMukD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gUC2xAAAANwAAAAPAAAAAAAAAAAA&#10;AAAAAKECAABkcnMvZG93bnJldi54bWxQSwUGAAAAAAQABAD5AAAAkgMAAAAA&#10;" strokeweight="0"/>
                  <v:line id="Line 194" o:spid="_x0000_s2050" style="position:absolute;flip:x;visibility:visible;mso-wrap-style:square" from="4514,1633" to="4520,1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7UxMcAAADcAAAADwAAAGRycy9kb3ducmV2LnhtbESPT08CMRDF7yZ+h2ZIvEkXD/5ZKIRo&#10;NMZECQgHbsN22N2wnW7awtZv7xxMvM3kvXnvN7NFdp26UIitZwOTcQGKuPK25drA9vv19hFUTMgW&#10;O89k4IciLObXVzMsrR94TZdNqpWEcCzRQJNSX2odq4YcxrHviUU7+uAwyRpqbQMOEu46fVcU99ph&#10;y9LQYE/PDVWnzdkZWH898CG8nfMpH4bP1X5Xf+xelsbcjPJyCipRTv/mv+t3K/hPQivPyAR6/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HtTExwAAANwAAAAPAAAAAAAA&#10;AAAAAAAAAKECAABkcnMvZG93bnJldi54bWxQSwUGAAAAAAQABAD5AAAAlQMAAAAA&#10;" strokeweight="0"/>
                  <v:line id="Line 195" o:spid="_x0000_s2051" style="position:absolute;flip:x;visibility:visible;mso-wrap-style:square" from="4504,1636" to="4509,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JxX8QAAADcAAAADwAAAGRycy9kb3ducmV2LnhtbERPTWsCMRC9C/6HMIXeNFsPrW6NIkqL&#10;CK2o9dDbuJnuLm4mSxLd9N83BcHbPN7nTOfRNOJKzteWFTwNMxDEhdU1lwq+Dm+DMQgfkDU2lknB&#10;L3mYz/q9Kebadryj6z6UIoWwz1FBFUKbS+mLigz6oW2JE/djncGQoCuldtilcNPIUZY9S4M1p4YK&#10;W1pWVJz3F6Ng9/nCJ/d+ied46j6238dyc1wtlHp8iItXEIFiuItv7rVO8ycT+H8mXS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UnFfxAAAANwAAAAPAAAAAAAAAAAA&#10;AAAAAKECAABkcnMvZG93bnJldi54bWxQSwUGAAAAAAQABAD5AAAAkgMAAAAA&#10;" strokeweight="0"/>
                  <v:line id="Line 196" o:spid="_x0000_s2052" style="position:absolute;flip:x;visibility:visible;mso-wrap-style:square" from="4494,1638" to="4499,1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csOcUAAADcAAAADwAAAGRycy9kb3ducmV2LnhtbESPT2sCMRTE74V+h/AKvdWsHmxZjSKW&#10;ihTa4r+Dt+fmubu4eVmS6MZvbwqCx2FmfsOMp9E04kLO15YV9HsZCOLC6ppLBdvN19sHCB+QNTaW&#10;ScGVPEwnz09jzLXteEWXdShFgrDPUUEVQptL6YuKDPqebYmTd7TOYEjSlVI77BLcNHKQZUNpsOa0&#10;UGFL84qK0/psFKx+3/ngFud4iofu52+/K793nzOlXl/ibAQiUAyP8L291AoSEf7PpCMgJ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0csOcUAAADcAAAADwAAAAAAAAAA&#10;AAAAAAChAgAAZHJzL2Rvd25yZXYueG1sUEsFBgAAAAAEAAQA+QAAAJMDAAAAAA==&#10;" strokeweight="0"/>
                  <v:line id="Line 197" o:spid="_x0000_s2053" style="position:absolute;flip:x;visibility:visible;mso-wrap-style:square" from="4484,1641" to="4489,1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uJosYAAADcAAAADwAAAGRycy9kb3ducmV2LnhtbESPQWsCMRSE70L/Q3gFb5rVQ1u2RpEW&#10;pQhtca2H3p6b193FzcuSRDf+e1MQPA4z8w0zW0TTijM531hWMBlnIIhLqxuuFPzsVqMXED4ga2wt&#10;k4ILeVjMHwYzzLXteUvnIlQiQdjnqKAOocul9GVNBv3YdsTJ+7POYEjSVVI77BPctHKaZU/SYMNp&#10;ocaO3moqj8XJKNh+PfPBrU/xGA/95/fvvtrs35dKDR/j8hVEoBju4Vv7QyuYZhP4P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LiaLGAAAA3AAAAA8AAAAAAAAA&#10;AAAAAAAAoQIAAGRycy9kb3ducmV2LnhtbFBLBQYAAAAABAAEAPkAAACUAwAAAAA=&#10;" strokeweight="0"/>
                  <v:line id="Line 198" o:spid="_x0000_s2054" style="position:absolute;flip:x;visibility:visible;mso-wrap-style:square" from="4473,1644" to="4479,1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kX1cYAAADcAAAADwAAAGRycy9kb3ducmV2LnhtbESPQWsCMRSE7wX/Q3iCt5p1D21ZjSKK&#10;UoS2aOvB23Pz3F3cvCxJdNN/3xQKPQ4z8w0zW0TTijs531hWMBlnIIhLqxuuFHx9bh5fQPiArLG1&#10;TAq+ycNiPniYYaFtz3u6H0IlEoR9gQrqELpCSl/WZNCPbUecvIt1BkOSrpLaYZ/gppV5lj1Jgw2n&#10;hRo7WtVUXg83o2D//sxnt73Fazz3bx+nY7U7rpdKjYZxOQURKIb/8F/7VSvIsxx+z6Qj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ZF9XGAAAA3AAAAA8AAAAAAAAA&#10;AAAAAAAAoQIAAGRycy9kb3ducmV2LnhtbFBLBQYAAAAABAAEAPkAAACUAwAAAAA=&#10;" strokeweight="0"/>
                  <v:line id="Line 199" o:spid="_x0000_s2055" style="position:absolute;flip:x;visibility:visible;mso-wrap-style:square" from="4463,1646" to="446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yTsYAAADcAAAADwAAAGRycy9kb3ducmV2LnhtbESPQWsCMRSE74L/ITyhN83WQpWtUaSl&#10;RQQr2nro7bl53V3cvCxJdNN/bwqCx2FmvmFmi2gacSHna8sKHkcZCOLC6ppLBd9f78MpCB+QNTaW&#10;ScEfeVjM+70Z5tp2vKPLPpQiQdjnqKAKoc2l9EVFBv3ItsTJ+7XOYEjSlVI77BLcNHKcZc/SYM1p&#10;ocKWXisqTvuzUbD7nPDRfZzjKR67zfbnUK4Pb0ulHgZx+QIiUAz38K290grG2RP8n0lH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Vsk7GAAAA3AAAAA8AAAAAAAAA&#10;AAAAAAAAoQIAAGRycy9kb3ducmV2LnhtbFBLBQYAAAAABAAEAPkAAACUAwAAAAA=&#10;" strokeweight="0"/>
                  <v:line id="Line 200" o:spid="_x0000_s2056" style="position:absolute;flip:x;visibility:visible;mso-wrap-style:square" from="4453,1650" to="4458,1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wqOsYAAADcAAAADwAAAGRycy9kb3ducmV2LnhtbESPQWsCMRSE74L/ITyhN81WSpWtUaSl&#10;RQQr2nro7bl53V3cvCxJdNN/bwqCx2FmvmFmi2gacSHna8sKHkcZCOLC6ppLBd9f78MpCB+QNTaW&#10;ScEfeVjM+70Z5tp2vKPLPpQiQdjnqKAKoc2l9EVFBv3ItsTJ+7XOYEjSlVI77BLcNHKcZc/SYM1p&#10;ocKWXisqTvuzUbD7nPDRfZzjKR67zfbnUK4Pb0ulHgZx+QIiUAz38K290grG2RP8n0lH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8KjrGAAAA3AAAAA8AAAAAAAAA&#10;AAAAAAAAoQIAAGRycy9kb3ducmV2LnhtbFBLBQYAAAAABAAEAPkAAACUAwAAAAA=&#10;" strokeweight="0"/>
                  <v:line id="Line 201" o:spid="_x0000_s2057" style="position:absolute;flip:x;visibility:visible;mso-wrap-style:square" from="4443,1652" to="4448,1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CPocYAAADcAAAADwAAAGRycy9kb3ducmV2LnhtbESPQWsCMRSE74L/ITyhN81WaJWtUaSl&#10;RQQr2nro7bl53V3cvCxJdNN/bwqCx2FmvmFmi2gacSHna8sKHkcZCOLC6ppLBd9f78MpCB+QNTaW&#10;ScEfeVjM+70Z5tp2vKPLPpQiQdjnqKAKoc2l9EVFBv3ItsTJ+7XOYEjSlVI77BLcNHKcZc/SYM1p&#10;ocKWXisqTvuzUbD7nPDRfZzjKR67zfbnUK4Pb0ulHgZx+QIiUAz38K290grG2RP8n0lH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wj6HGAAAA3AAAAA8AAAAAAAAA&#10;AAAAAAAAoQIAAGRycy9kb3ducmV2LnhtbFBLBQYAAAAABAAEAPkAAACUAwAAAAA=&#10;" strokeweight="0"/>
                  <v:line id="Line 202" o:spid="_x0000_s2058" style="position:absolute;flip:x;visibility:visible;mso-wrap-style:square" from="4433,1655" to="4437,1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R1sUAAADcAAAADwAAAGRycy9kb3ducmV2LnhtbESPQWsCMRSE74X+h/AKvdWsHmzZGkUU&#10;RQptUevB23Pz3F3cvCxJdOO/NwXB4zAz3zCjSTSNuJDztWUF/V4GgriwuuZSwd928fYBwgdkjY1l&#10;UnAlD5Px89MIc207XtNlE0qRIOxzVFCF0OZS+qIig75nW+LkHa0zGJJ0pdQOuwQ3jRxk2VAarDkt&#10;VNjSrKLitDkbBeufdz645Tme4qH7/t3vyq/dfKrU60ucfoIIFMMjfG+vtIJBNoT/M+kIyPE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IR1sUAAADcAAAADwAAAAAAAAAA&#10;AAAAAAChAgAAZHJzL2Rvd25yZXYueG1sUEsFBgAAAAAEAAQA+QAAAJMDAAAAAA==&#10;" strokeweight="0"/>
                  <v:line id="Line 203" o:spid="_x0000_s2059" style="position:absolute;flip:x;visibility:visible;mso-wrap-style:square" from="4422,1657" to="4427,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60TcYAAADcAAAADwAAAGRycy9kb3ducmV2LnhtbESPQWsCMRSE70L/Q3iF3jRbD1W2RpGK&#10;pRSquK2H3p6b193FzcuSRDf+eyMIPQ4z8w0zW0TTijM531hW8DzKQBCXVjdcKfj5Xg+nIHxA1tha&#10;JgUX8rCYPwxmmGvb847ORahEgrDPUUEdQpdL6cuaDPqR7YiT92edwZCkq6R22Ce4aeU4y16kwYbT&#10;Qo0dvdVUHouTUbDbTPjg3k/xGA/91/Z3X33uV0ulnh7j8hVEoBj+w/f2h1YwziZwO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SutE3GAAAA3AAAAA8AAAAAAAAA&#10;AAAAAAAAoQIAAGRycy9kb3ducmV2LnhtbFBLBQYAAAAABAAEAPkAAACUAwAAAAA=&#10;" strokeweight="0"/>
                  <v:line id="Line 204" o:spid="_x0000_s2060" style="position:absolute;flip:x;visibility:visible;mso-wrap-style:square" from="4412,1660" to="4417,1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EgP8IAAADcAAAADwAAAGRycy9kb3ducmV2LnhtbERPTWsCMRC9F/ofwgi91awetKxGEYsi&#10;BS3aevA2bsbdxc1kSaKb/vvmIHh8vO/pPJpG3Mn52rKCQT8DQVxYXXOp4Pdn9f4BwgdkjY1lUvBH&#10;Huaz15cp5tp2vKf7IZQihbDPUUEVQptL6YuKDPq+bYkTd7HOYEjQlVI77FK4aeQwy0bSYM2pocKW&#10;lhUV18PNKNjvxnx261u8xnO3/T4dy6/j50Kpt15cTEAEiuEpfrg3WsEwS2vTmXQE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EgP8IAAADcAAAADwAAAAAAAAAAAAAA&#10;AAChAgAAZHJzL2Rvd25yZXYueG1sUEsFBgAAAAAEAAQA+QAAAJADAAAAAA==&#10;" strokeweight="0"/>
                </v:group>
                <v:group id="Group 205" o:spid="_x0000_s2061" style="position:absolute;left:15049;top:8883;width:19183;height:5131" coordorigin="2370,1399" coordsize="3021,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line id="Line 206" o:spid="_x0000_s2062" style="position:absolute;flip:x;visibility:visible;mso-wrap-style:square" from="4401,1663" to="4407,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665MMAAADcAAAADwAAAGRycy9kb3ducmV2LnhtbERPy2oCMRTdF/oP4Qrd1YwuWhmNIpaW&#10;Uqjia+HuOrnODE5uhiQ68e/NQnB5OO/JLJpGXMn52rKCQT8DQVxYXXOpYLf9fh+B8AFZY2OZFNzI&#10;w2z6+jLBXNuO13TdhFKkEPY5KqhCaHMpfVGRQd+3LXHiTtYZDAm6UmqHXQo3jRxm2Yc0WHNqqLCl&#10;RUXFeXMxCtbLTz66n0s8x2P3vzrsy7/911ypt16cj0EEiuEpfrh/tYLhIM1PZ9IRk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euuTDAAAA3AAAAA8AAAAAAAAAAAAA&#10;AAAAoQIAAGRycy9kb3ducmV2LnhtbFBLBQYAAAAABAAEAPkAAACRAwAAAAA=&#10;" strokeweight="0"/>
                  <v:line id="Line 207" o:spid="_x0000_s2063" style="position:absolute;flip:x;visibility:visible;mso-wrap-style:square" from="4392,1665" to="4396,1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Iff8YAAADcAAAADwAAAGRycy9kb3ducmV2LnhtbESPQWsCMRSE7wX/Q3hCbzW7HtqyGkWU&#10;llJoi1YP3p6b5+7i5mVJohv/vSkIPQ4z8w0znUfTigs531hWkI8yEMSl1Q1XCra/b0+vIHxA1tha&#10;JgVX8jCfDR6mWGjb85oum1CJBGFfoII6hK6Q0pc1GfQj2xEn72idwZCkq6R22Ce4aeU4y56lwYbT&#10;Qo0dLWsqT5uzUbD+fuGDez/HUzz0Xz/7XfW5Wy2UehzGxQREoBj+w/f2h1Ywzn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SH3/GAAAA3AAAAA8AAAAAAAAA&#10;AAAAAAAAoQIAAGRycy9kb3ducmV2LnhtbFBLBQYAAAAABAAEAPkAAACUAwAAAAA=&#10;" strokeweight="0"/>
                  <v:line id="Line 208" o:spid="_x0000_s2064" style="position:absolute;flip:x;visibility:visible;mso-wrap-style:square" from="4381,1669" to="4386,1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CBCMYAAADcAAAADwAAAGRycy9kb3ducmV2LnhtbESPQWsCMRSE74X+h/AKvdWse7BlaxRp&#10;UaRQi7YevD03z93FzcuSRDf+eyMIPQ4z8w0znkbTijM531hWMBxkIIhLqxuuFPz9zl/eQPiArLG1&#10;TAou5GE6eXwYY6Ftz2s6b0IlEoR9gQrqELpCSl/WZNAPbEecvIN1BkOSrpLaYZ/gppV5lo2kwYbT&#10;Qo0dfdRUHjcno2C9euW9W5ziMe7775/dtvrafs6Uen6Ks3cQgWL4D9/bS60gH+ZwO5OOgJ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AgQjGAAAA3AAAAA8AAAAAAAAA&#10;AAAAAAAAoQIAAGRycy9kb3ducmV2LnhtbFBLBQYAAAAABAAEAPkAAACUAwAAAAA=&#10;" strokeweight="0"/>
                  <v:line id="Line 209" o:spid="_x0000_s2065" style="position:absolute;flip:x;visibility:visible;mso-wrap-style:square" from="4371,1671" to="4376,1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wkk8YAAADcAAAADwAAAGRycy9kb3ducmV2LnhtbESPQWsCMRSE74L/ITzBm2ZVaGVrFFFa&#10;SsEWtR56e25edxc3L0sS3fTfm0Khx2FmvmEWq2gacSPna8sKJuMMBHFhdc2lgs/j82gOwgdkjY1l&#10;UvBDHlbLfm+BubYd7+l2CKVIEPY5KqhCaHMpfVGRQT+2LXHyvq0zGJJ0pdQOuwQ3jZxm2YM0WHNa&#10;qLClTUXF5XA1Cvbvj3x2L9d4iedu9/F1Kt9O27VSw0FcP4EIFMN/+K/9qhVMJ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5MJJPGAAAA3AAAAA8AAAAAAAAA&#10;AAAAAAAAoQIAAGRycy9kb3ducmV2LnhtbFBLBQYAAAAABAAEAPkAAACUAwAAAAA=&#10;" strokeweight="0"/>
                  <v:line id="Line 210" o:spid="_x0000_s2066" style="position:absolute;flip:x;visibility:visible;mso-wrap-style:square" from="4360,1674" to="4366,1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W858YAAADcAAAADwAAAGRycy9kb3ducmV2LnhtbESPQWsCMRSE74L/ITzBm2YVaWVrFFFa&#10;SsEWtR56e25edxc3L0sS3fTfm0Khx2FmvmEWq2gacSPna8sKJuMMBHFhdc2lgs/j82gOwgdkjY1l&#10;UvBDHlbLfm+BubYd7+l2CKVIEPY5KqhCaHMpfVGRQT+2LXHyvq0zGJJ0pdQOuwQ3jZxm2YM0WHNa&#10;qLClTUXF5XA1Cvbvj3x2L9d4iedu9/F1Kt9O27VSw0FcP4EIFMN/+K/9qhVMJ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lvOfGAAAA3AAAAA8AAAAAAAAA&#10;AAAAAAAAoQIAAGRycy9kb3ducmV2LnhtbFBLBQYAAAAABAAEAPkAAACUAwAAAAA=&#10;" strokeweight="0"/>
                  <v:line id="Line 211" o:spid="_x0000_s2067" style="position:absolute;flip:x;visibility:visible;mso-wrap-style:square" from="4350,1677" to="4356,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kZfMYAAADcAAAADwAAAGRycy9kb3ducmV2LnhtbESPQWsCMRSE74L/ITzBm2YVbGVrFFFa&#10;SsEWtR56e25edxc3L0sS3fTfm0Khx2FmvmEWq2gacSPna8sKJuMMBHFhdc2lgs/j82gOwgdkjY1l&#10;UvBDHlbLfm+BubYd7+l2CKVIEPY5KqhCaHMpfVGRQT+2LXHyvq0zGJJ0pdQOuwQ3jZxm2YM0WHNa&#10;qLClTUXF5XA1Cvbvj3x2L9d4iedu9/F1Kt9O27VSw0FcP4EIFMN/+K/9qhVMJ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pGXzGAAAA3AAAAA8AAAAAAAAA&#10;AAAAAAAAoQIAAGRycy9kb3ducmV2LnhtbFBLBQYAAAAABAAEAPkAAACUAwAAAAA=&#10;" strokeweight="0"/>
                  <v:line id="Line 212" o:spid="_x0000_s2068" style="position:absolute;flip:x;visibility:visible;mso-wrap-style:square" from="4340,1679" to="4345,1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uHC8YAAADcAAAADwAAAGRycy9kb3ducmV2LnhtbESPQWsCMRSE7wX/Q3iCt5rVgy2rUcTS&#10;UoRatPXg7bl57i5uXpYkuvHfG6HQ4zAz3zCzRTSNuJLztWUFo2EGgriwuuZSwe/P+/MrCB+QNTaW&#10;ScGNPCzmvacZ5tp2vKXrLpQiQdjnqKAKoc2l9EVFBv3QtsTJO1lnMCTpSqkddgluGjnOsok0WHNa&#10;qLClVUXFeXcxCrabFz66j0s8x2P39X3Yl+v921KpQT8upyACxfAf/mt/agXj0QQeZ9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7hwvGAAAA3AAAAA8AAAAAAAAA&#10;AAAAAAAAoQIAAGRycy9kb3ducmV2LnhtbFBLBQYAAAAABAAEAPkAAACUAwAAAAA=&#10;" strokeweight="0"/>
                  <v:line id="Line 213" o:spid="_x0000_s2069" style="position:absolute;flip:x;visibility:visible;mso-wrap-style:square" from="4330,1682" to="4335,1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cikMYAAADcAAAADwAAAGRycy9kb3ducmV2LnhtbESPQWsCMRSE74L/ITyhN83qocrWKFKx&#10;FMGKth56e25edxc3L0sS3fTfNwXB4zAz3zDzZTSNuJHztWUF41EGgriwuuZSwdfnZjgD4QOyxsYy&#10;KfglD8tFvzfHXNuOD3Q7hlIkCPscFVQhtLmUvqjIoB/Zljh5P9YZDEm6UmqHXYKbRk6y7FkarDkt&#10;VNjSa0XF5Xg1Cg4fUz67t2u8xHO323+fyu1pvVLqaRBXLyACxfAI39vvWsFkPIX/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3IpDGAAAA3AAAAA8AAAAAAAAA&#10;AAAAAAAAoQIAAGRycy9kb3ducmV2LnhtbFBLBQYAAAAABAAEAPkAAACUAwAAAAA=&#10;" strokeweight="0"/>
                  <v:line id="Line 214" o:spid="_x0000_s2070" style="position:absolute;flip:x;visibility:visible;mso-wrap-style:square" from="4320,1685" to="4324,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i24sMAAADcAAAADwAAAGRycy9kb3ducmV2LnhtbERPy2oCMRTdF/oP4Qrd1YwuWhmNIpaW&#10;Uqjia+HuOrnODE5uhiQ68e/NQnB5OO/JLJpGXMn52rKCQT8DQVxYXXOpYLf9fh+B8AFZY2OZFNzI&#10;w2z6+jLBXNuO13TdhFKkEPY5KqhCaHMpfVGRQd+3LXHiTtYZDAm6UmqHXQo3jRxm2Yc0WHNqqLCl&#10;RUXFeXMxCtbLTz66n0s8x2P3vzrsy7/911ypt16cj0EEiuEpfrh/tYLhIK1NZ9IRk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otuLDAAAA3AAAAA8AAAAAAAAAAAAA&#10;AAAAoQIAAGRycy9kb3ducmV2LnhtbFBLBQYAAAAABAAEAPkAAACRAwAAAAA=&#10;" strokeweight="0"/>
                  <v:line id="Line 215" o:spid="_x0000_s2071" style="position:absolute;flip:x;visibility:visible;mso-wrap-style:square" from="4309,1688" to="4314,1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QTecYAAADcAAAADwAAAGRycy9kb3ducmV2LnhtbESPQWsCMRSE74L/ITzBm2b1YOvWKKK0&#10;lIItaj309ty87i5uXpYkuum/N4VCj8PMfMMsVtE04kbO15YVTMYZCOLC6ppLBZ/H59EjCB+QNTaW&#10;ScEPeVgt+70F5tp2vKfbIZQiQdjnqKAKoc2l9EVFBv3YtsTJ+7bOYEjSlVI77BLcNHKaZTNpsOa0&#10;UGFLm4qKy+FqFOzfH/jsXq7xEs/d7uPrVL6dtmulhoO4fgIRKIb/8F/7VSuYTub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E3nGAAAA3AAAAA8AAAAAAAAA&#10;AAAAAAAAoQIAAGRycy9kb3ducmV2LnhtbFBLBQYAAAAABAAEAPkAAACUAwAAAAA=&#10;" strokeweight="0"/>
                  <v:line id="Line 216" o:spid="_x0000_s2072" style="position:absolute;flip:x;visibility:visible;mso-wrap-style:square" from="4299,1691" to="4304,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JwWcMAAADcAAAADwAAAGRycy9kb3ducmV2LnhtbERPz2vCMBS+C/4P4QneNLWHOTqjyEQZ&#10;ghu6edjt2by1xealJNFm//1yGHj8+H4vVtG04k7ON5YVzKYZCOLS6oYrBV+f28kzCB+QNbaWScEv&#10;eVgth4MFFtr2fKT7KVQihbAvUEEdQldI6cuaDPqp7YgT92OdwZCgq6R22Kdw08o8y56kwYZTQ40d&#10;vdZUXk83o+D4PueL293iNV76w8f3udqfN2ulxqO4fgERKIaH+N/9phXkeZqfzqQj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ycFnDAAAA3AAAAA8AAAAAAAAAAAAA&#10;AAAAoQIAAGRycy9kb3ducmV2LnhtbFBLBQYAAAAABAAEAPkAAACRAwAAAAA=&#10;" strokeweight="0"/>
                  <v:line id="Line 217" o:spid="_x0000_s2073" style="position:absolute;flip:x;visibility:visible;mso-wrap-style:square" from="4289,1693" to="4294,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7VwsYAAADcAAAADwAAAGRycy9kb3ducmV2LnhtbESPQWsCMRSE74X+h/AKvdWse7BlaxRp&#10;UaRQi7YevD03z93FzcuSRDf+eyMIPQ4z8w0znkbTijM531hWMBxkIIhLqxuuFPz9zl/eQPiArLG1&#10;TAou5GE6eXwYY6Ftz2s6b0IlEoR9gQrqELpCSl/WZNAPbEecvIN1BkOSrpLaYZ/gppV5lo2kwYbT&#10;Qo0dfdRUHjcno2C9euW9W5ziMe7775/dtvrafs6Uen6Ks3cQgWL4D9/bS60gz4dwO5OOgJ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1cLGAAAA3AAAAA8AAAAAAAAA&#10;AAAAAAAAoQIAAGRycy9kb3ducmV2LnhtbFBLBQYAAAAABAAEAPkAAACUAwAAAAA=&#10;" strokeweight="0"/>
                  <v:line id="Line 218" o:spid="_x0000_s2074" style="position:absolute;flip:x;visibility:visible;mso-wrap-style:square" from="4279,1696" to="4283,1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xLtcYAAADcAAAADwAAAGRycy9kb3ducmV2LnhtbESPQWsCMRSE7wX/Q3iCt5p1D21ZjSKK&#10;UoS2aOvB23Pz3F3cvCxJdNN/3xQKPQ4z8w0zW0TTijs531hWMBlnIIhLqxuuFHx9bh5fQPiArLG1&#10;TAq+ycNiPniYYaFtz3u6H0IlEoR9gQrqELpCSl/WZNCPbUecvIt1BkOSrpLaYZ/gppV5lj1Jgw2n&#10;hRo7WtVUXg83o2D//sxnt73Fazz3bx+nY7U7rpdKjYZxOQURKIb/8F/7VSvI8xx+z6Qj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sS7XGAAAA3AAAAA8AAAAAAAAA&#10;AAAAAAAAoQIAAGRycy9kb3ducmV2LnhtbFBLBQYAAAAABAAEAPkAAACUAwAAAAA=&#10;" strokeweight="0"/>
                  <v:line id="Line 219" o:spid="_x0000_s2075" style="position:absolute;flip:x;visibility:visible;mso-wrap-style:square" from="4268,1699" to="4273,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DuLscAAADcAAAADwAAAGRycy9kb3ducmV2LnhtbESPT2sCMRTE70K/Q3iF3jTrFtqyGkVa&#10;WkrBiv8O3p6b5+7i5mVJopt+e1Mo9DjMzG+Y6TyaVlzJ+caygvEoA0FcWt1wpWC3fR++gPABWWNr&#10;mRT8kIf57G4wxULbntd03YRKJAj7AhXUIXSFlL6syaAf2Y44eSfrDIYkXSW1wz7BTSvzLHuSBhtO&#10;CzV29FpTed5cjIL19zMf3cclnuOxX64O++pr/7ZQ6uE+LiYgAsXwH/5rf2oFef4I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IO4uxwAAANwAAAAPAAAAAAAA&#10;AAAAAAAAAKECAABkcnMvZG93bnJldi54bWxQSwUGAAAAAAQABAD5AAAAlQMAAAAA&#10;" strokeweight="0"/>
                  <v:line id="Line 220" o:spid="_x0000_s2076" style="position:absolute;flip:x;visibility:visible;mso-wrap-style:square" from="4258,1701" to="4263,1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l2WscAAADcAAAADwAAAGRycy9kb3ducmV2LnhtbESPT2sCMRTE70K/Q3iF3jTrUtqyGkVa&#10;WkrBiv8O3p6b5+7i5mVJopt+e1Mo9DjMzG+Y6TyaVlzJ+caygvEoA0FcWt1wpWC3fR++gPABWWNr&#10;mRT8kIf57G4wxULbntd03YRKJAj7AhXUIXSFlL6syaAf2Y44eSfrDIYkXSW1wz7BTSvzLHuSBhtO&#10;CzV29FpTed5cjIL19zMf3cclnuOxX64O++pr/7ZQ6uE+LiYgAsXwH/5rf2oFef4I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XZaxwAAANwAAAAPAAAAAAAA&#10;AAAAAAAAAKECAABkcnMvZG93bnJldi54bWxQSwUGAAAAAAQABAD5AAAAlQMAAAAA&#10;" strokeweight="0"/>
                  <v:line id="Line 221" o:spid="_x0000_s2077" style="position:absolute;flip:x;visibility:visible;mso-wrap-style:square" from="4247,1704" to="4253,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XTwccAAADcAAAADwAAAGRycy9kb3ducmV2LnhtbESPS2vDMBCE74H+B7GF3hI5hj5wooTQ&#10;0lIKacjrkNvG2tgm1spISqz++6hQ6HGYmW+Y6TyaVlzJ+caygvEoA0FcWt1wpWC3fR++gPABWWNr&#10;mRT8kIf57G4wxULbntd03YRKJAj7AhXUIXSFlL6syaAf2Y44eSfrDIYkXSW1wz7BTSvzLHuSBhtO&#10;CzV29FpTed5cjIL19zMf3cclnuOxX64O++pr/7ZQ6uE+LiYgAsXwH/5rf2oFef4I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hdPBxwAAANwAAAAPAAAAAAAA&#10;AAAAAAAAAKECAABkcnMvZG93bnJldi54bWxQSwUGAAAAAAQABAD5AAAAlQMAAAAA&#10;" strokeweight="0"/>
                  <v:line id="Line 222" o:spid="_x0000_s2078" style="position:absolute;flip:x;visibility:visible;mso-wrap-style:square" from="4237,1707" to="4243,1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dNtsYAAADcAAAADwAAAGRycy9kb3ducmV2LnhtbESPQWsCMRSE74X+h/AKvdWse7BlNYpY&#10;WkqhFq0evD03z93FzcuSRDf+eyMIPQ4z8w0zmUXTijM531hWMBxkIIhLqxuuFGz+Pl7eQPiArLG1&#10;TAou5GE2fXyYYKFtzys6r0MlEoR9gQrqELpCSl/WZNAPbEecvIN1BkOSrpLaYZ/gppV5lo2kwYbT&#10;Qo0dLWoqj+uTUbBavvLefZ7iMe77n9/dtvrevs+Ven6K8zGIQDH8h+/tL60gz0dwO5OO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XTbbGAAAA3AAAAA8AAAAAAAAA&#10;AAAAAAAAoQIAAGRycy9kb3ducmV2LnhtbFBLBQYAAAAABAAEAPkAAACUAwAAAAA=&#10;" strokeweight="0"/>
                  <v:line id="Line 223" o:spid="_x0000_s2079" style="position:absolute;flip:x;visibility:visible;mso-wrap-style:square" from="4227,1710" to="4232,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voLcYAAADcAAAADwAAAGRycy9kb3ducmV2LnhtbESPQWsCMRSE7wX/Q3hCbzXrHmpZjSKK&#10;pRTaotWDt+fmubu4eVmS6Kb/vikIPQ4z8w0zW0TTihs531hWMB5lIIhLqxuuFOy/N08vIHxA1tha&#10;JgU/5GExHzzMsNC25y3ddqESCcK+QAV1CF0hpS9rMuhHtiNO3tk6gyFJV0ntsE9w08o8y56lwYbT&#10;Qo0drWoqL7urUbD9nPDJvV7jJZ76j6/joXo/rJdKPQ7jcgoiUAz/4Xv7TSvI8w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b6C3GAAAA3AAAAA8AAAAAAAAA&#10;AAAAAAAAoQIAAGRycy9kb3ducmV2LnhtbFBLBQYAAAAABAAEAPkAAACUAwAAAAA=&#10;" strokeweight="0"/>
                  <v:line id="Line 224" o:spid="_x0000_s2080" style="position:absolute;flip:x;visibility:visible;mso-wrap-style:square" from="4217,1712" to="422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R8X8MAAADcAAAADwAAAGRycy9kb3ducmV2LnhtbERPz2vCMBS+C/4P4QneNLWHOTqjyEQZ&#10;ghu6edjt2by1xealJNFm//1yGHj8+H4vVtG04k7ON5YVzKYZCOLS6oYrBV+f28kzCB+QNbaWScEv&#10;eVgth4MFFtr2fKT7KVQihbAvUEEdQldI6cuaDPqp7YgT92OdwZCgq6R22Kdw08o8y56kwYZTQ40d&#10;vdZUXk83o+D4PueL293iNV76w8f3udqfN2ulxqO4fgERKIaH+N/9phXkeVqbzqQj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6EfF/DAAAA3AAAAA8AAAAAAAAAAAAA&#10;AAAAoQIAAGRycy9kb3ducmV2LnhtbFBLBQYAAAAABAAEAPkAAACRAwAAAAA=&#10;" strokeweight="0"/>
                  <v:line id="Line 225" o:spid="_x0000_s2081" style="position:absolute;flip:x;visibility:visible;mso-wrap-style:square" from="4207,1715" to="4211,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jZxMcAAADcAAAADwAAAGRycy9kb3ducmV2LnhtbESPS2vDMBCE74H+B7GF3hI5PvThRAmh&#10;paUU0pDXIbeNtbFNrJWRlFj991Gh0OMwM98w03k0rbiS841lBeNRBoK4tLrhSsFu+z58BuEDssbW&#10;Min4IQ/z2d1gioW2Pa/pugmVSBD2BSqoQ+gKKX1Zk0E/sh1x8k7WGQxJukpqh32Cm1bmWfYoDTac&#10;Fmrs6LWm8ry5GAXr7yc+uo9LPMdjv1wd9tXX/m2h1MN9XExABIrhP/zX/tQK8vwFfs+k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yNnExwAAANwAAAAPAAAAAAAA&#10;AAAAAAAAAKECAABkcnMvZG93bnJldi54bWxQSwUGAAAAAAQABAD5AAAAlQMAAAAA&#10;" strokeweight="0"/>
                  <v:line id="Line 226" o:spid="_x0000_s2082" style="position:absolute;flip:x;visibility:visible;mso-wrap-style:square" from="4196,1718" to="4201,1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vmhMMAAADcAAAADwAAAGRycy9kb3ducmV2LnhtbERPy2oCMRTdF/yHcAV3NaNCW0ajiKKU&#10;Qlt8LdxdJ9eZwcnNkEQn/ftmUejycN6zRTSNeJDztWUFo2EGgriwuuZSwfGweX4D4QOyxsYyKfgh&#10;D4t572mGubYd7+ixD6VIIexzVFCF0OZS+qIig35oW+LEXa0zGBJ0pdQOuxRuGjnOshdpsObUUGFL&#10;q4qK2/5uFOy+Xvnitvd4i5fu8/t8Kj9O66VSg35cTkEEiuFf/Od+1w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r5oTDAAAA3AAAAA8AAAAAAAAAAAAA&#10;AAAAoQIAAGRycy9kb3ducmV2LnhtbFBLBQYAAAAABAAEAPkAAACRAwAAAAA=&#10;" strokeweight="0"/>
                  <v:line id="Line 227" o:spid="_x0000_s2083" style="position:absolute;flip:x;visibility:visible;mso-wrap-style:square" from="4186,1720" to="41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dDH8YAAADcAAAADwAAAGRycy9kb3ducmV2LnhtbESPQWsCMRSE74L/ITzBm2ZVaGVrFFFa&#10;SsEWtR56e25edxc3L0sS3fTfm0Khx2FmvmEWq2gacSPna8sKJuMMBHFhdc2lgs/j82gOwgdkjY1l&#10;UvBDHlbLfm+BubYd7+l2CKVIEPY5KqhCaHMpfVGRQT+2LXHyvq0zGJJ0pdQOuwQ3jZxm2YM0WHNa&#10;qLClTUXF5XA1Cvbvj3x2L9d4iedu9/F1Kt9O27VSw0FcP4EIFMN/+K/9qhVMZx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nQx/GAAAA3AAAAA8AAAAAAAAA&#10;AAAAAAAAoQIAAGRycy9kb3ducmV2LnhtbFBLBQYAAAAABAAEAPkAAACUAwAAAAA=&#10;" strokeweight="0"/>
                  <v:line id="Line 228" o:spid="_x0000_s2084" style="position:absolute;flip:x;visibility:visible;mso-wrap-style:square" from="4176,1723" to="4181,1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XdaMcAAADcAAAADwAAAGRycy9kb3ducmV2LnhtbESPT2sCMRTE70K/Q3iF3jTrFtqyGkVa&#10;WkrBiv8O3p6b5+7i5mVJopt+e1Mo9DjMzG+Y6TyaVlzJ+caygvEoA0FcWt1wpWC3fR++gPABWWNr&#10;mRT8kIf57G4wxULbntd03YRKJAj7AhXUIXSFlL6syaAf2Y44eSfrDIYkXSW1wz7BTSvzLHuSBhtO&#10;CzV29FpTed5cjIL19zMf3cclnuOxX64O++pr/7ZQ6uE+LiYgAsXwH/5rf2oF+WMO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td1oxwAAANwAAAAPAAAAAAAA&#10;AAAAAAAAAKECAABkcnMvZG93bnJldi54bWxQSwUGAAAAAAQABAD5AAAAlQMAAAAA&#10;" strokeweight="0"/>
                  <v:line id="Line 229" o:spid="_x0000_s2085" style="position:absolute;flip:x;visibility:visible;mso-wrap-style:square" from="4166,1726" to="4170,1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l488YAAADcAAAADwAAAGRycy9kb3ducmV2LnhtbESPT2sCMRTE74V+h/CE3mpWhSqrUaSl&#10;pRRa8d/B23Pz3F3cvCxJdNNv3xQEj8PM/IaZLaJpxJWcry0rGPQzEMSF1TWXCnbb9+cJCB+QNTaW&#10;ScEveVjMHx9mmGvb8Zqum1CKBGGfo4IqhDaX0hcVGfR92xIn72SdwZCkK6V22CW4aeQwy16kwZrT&#10;QoUtvVZUnDcXo2D9M+aj+7jEczx236vDvvzavy2VeurF5RREoBju4Vv7UysYjkbwfy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5ePPGAAAA3AAAAA8AAAAAAAAA&#10;AAAAAAAAoQIAAGRycy9kb3ducmV2LnhtbFBLBQYAAAAABAAEAPkAAACUAwAAAAA=&#10;" strokeweight="0"/>
                  <v:line id="Line 230" o:spid="_x0000_s2086" style="position:absolute;flip:x;visibility:visible;mso-wrap-style:square" from="4155,1729" to="4160,1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Dgh8YAAADcAAAADwAAAGRycy9kb3ducmV2LnhtbESPQWsCMRSE7wX/Q3iCt5qtLbZsjSJK&#10;pQi2aOuht+fmdXdx87Ik0Y3/3giFHoeZ+YaZzKJpxJmcry0reBhmIIgLq2suFXx/vd2/gPABWWNj&#10;mRRcyMNs2rubYK5tx1s670IpEoR9jgqqENpcSl9UZNAPbUucvF/rDIYkXSm1wy7BTSNHWTaWBmtO&#10;CxW2tKioOO5ORsH245kPbnWKx3joNp8/+3K9X86VGvTj/BVEoBj+w3/td61g9Pg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Q4IfGAAAA3AAAAA8AAAAAAAAA&#10;AAAAAAAAoQIAAGRycy9kb3ducmV2LnhtbFBLBQYAAAAABAAEAPkAAACUAwAAAAA=&#10;" strokeweight="0"/>
                  <v:line id="Line 231" o:spid="_x0000_s2087" style="position:absolute;flip:x;visibility:visible;mso-wrap-style:square" from="4145,1732" to="4150,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xFHMYAAADcAAAADwAAAGRycy9kb3ducmV2LnhtbESPQWsCMRSE7wX/Q3iCt5qtpbZsjSJK&#10;pQi2aOuht+fmdXdx87Ik0Y3/3giFHoeZ+YaZzKJpxJmcry0reBhmIIgLq2suFXx/vd2/gPABWWNj&#10;mRRcyMNs2rubYK5tx1s670IpEoR9jgqqENpcSl9UZNAPbUucvF/rDIYkXSm1wy7BTSNHWTaWBmtO&#10;CxW2tKioOO5ORsH245kPbnWKx3joNp8/+3K9X86VGvTj/BVEoBj+w3/td61g9Pg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cRRzGAAAA3AAAAA8AAAAAAAAA&#10;AAAAAAAAoQIAAGRycy9kb3ducmV2LnhtbFBLBQYAAAAABAAEAPkAAACUAwAAAAA=&#10;" strokeweight="0"/>
                  <v:line id="Line 232" o:spid="_x0000_s2088" style="position:absolute;flip:x;visibility:visible;mso-wrap-style:square" from="4134,1734" to="4140,1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7ba8YAAADcAAAADwAAAGRycy9kb3ducmV2LnhtbESPQWsCMRSE7wX/Q3hCbzWrBStbo4hi&#10;KQUraj309ty87i5uXpYkuum/N4WCx2FmvmGm82gacSXna8sKhoMMBHFhdc2lgq/D+mkCwgdkjY1l&#10;UvBLHuaz3sMUc2073tF1H0qRIOxzVFCF0OZS+qIig35gW+Lk/VhnMCTpSqkddgluGjnKsrE0WHNa&#10;qLClZUXFeX8xCnafL3xyb5d4jqdus/0+lh/H1UKpx35cvIIIFMM9/N9+1wpG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O22vGAAAA3AAAAA8AAAAAAAAA&#10;AAAAAAAAoQIAAGRycy9kb3ducmV2LnhtbFBLBQYAAAAABAAEAPkAAACUAwAAAAA=&#10;" strokeweight="0"/>
                  <v:line id="Line 233" o:spid="_x0000_s2089" style="position:absolute;flip:x;visibility:visible;mso-wrap-style:square" from="4124,1737" to="4130,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J+8MYAAADcAAAADwAAAGRycy9kb3ducmV2LnhtbESPQWsCMRSE74L/IbyCN83WQi1bo4il&#10;RQpWtPXQ23Pzuru4eVmS6MZ/b4SCx2FmvmGm82gacSbna8sKHkcZCOLC6ppLBT/f78MXED4ga2ws&#10;k4ILeZjP+r0p5tp2vKXzLpQiQdjnqKAKoc2l9EVFBv3ItsTJ+7POYEjSlVI77BLcNHKcZc/SYM1p&#10;ocKWlhUVx93JKNh+TfjgPk7xGA/devO7Lz/3bwulBg9x8QoiUAz38H97pRWMnyZ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CfvDGAAAA3AAAAA8AAAAAAAAA&#10;AAAAAAAAoQIAAGRycy9kb3ducmV2LnhtbFBLBQYAAAAABAAEAPkAAACUAwAAAAA=&#10;" strokeweight="0"/>
                  <v:line id="Line 234" o:spid="_x0000_s2090" style="position:absolute;flip:x;visibility:visible;mso-wrap-style:square" from="4114,1740" to="4119,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3qgsMAAADcAAAADwAAAGRycy9kb3ducmV2LnhtbERPy2oCMRTdF/yHcAV3NaNCW0ajiKKU&#10;Qlt8LdxdJ9eZwcnNkEQn/ftmUejycN6zRTSNeJDztWUFo2EGgriwuuZSwfGweX4D4QOyxsYyKfgh&#10;D4t572mGubYd7+ixD6VIIexzVFCF0OZS+qIig35oW+LEXa0zGBJ0pdQOuxRuGjnOshdpsObUUGFL&#10;q4qK2/5uFOy+Xvnitvd4i5fu8/t8Kj9O66VSg35cTkEEiuFf/Od+1w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d6oLDAAAA3AAAAA8AAAAAAAAAAAAA&#10;AAAAoQIAAGRycy9kb3ducmV2LnhtbFBLBQYAAAAABAAEAPkAAACRAwAAAAA=&#10;" strokeweight="0"/>
                  <v:line id="Line 235" o:spid="_x0000_s2091" style="position:absolute;flip:x;visibility:visible;mso-wrap-style:square" from="4104,1742" to="4109,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FPGcYAAADcAAAADwAAAGRycy9kb3ducmV2LnhtbESPQWsCMRSE7wX/Q3iCt5qthdpujSJK&#10;pQi2aOuht+fmdXdx87Ik0Y3/3giFHoeZ+YaZzKJpxJmcry0reBhmIIgLq2suFXx/vd0/g/ABWWNj&#10;mRRcyMNs2rubYK5tx1s670IpEoR9jgqqENpcSl9UZNAPbUucvF/rDIYkXSm1wy7BTSNHWfYkDdac&#10;FipsaVFRcdydjILtx5gPbnWKx3joNp8/+3K9X86VGvTj/BVEoBj+w3/td61g9PgC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RTxnGAAAA3AAAAA8AAAAAAAAA&#10;AAAAAAAAoQIAAGRycy9kb3ducmV2LnhtbFBLBQYAAAAABAAEAPkAAACUAwAAAAA=&#10;" strokeweight="0"/>
                  <v:line id="Line 236" o:spid="_x0000_s2092" style="position:absolute;flip:x;visibility:visible;mso-wrap-style:square" from="4094,1745" to="4098,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2V+cMAAADcAAAADwAAAGRycy9kb3ducmV2LnhtbERPy2oCMRTdF/yHcAV3NaNIW0ajiKKU&#10;Qlt8LdxdJ9eZwcnNkEQn/ftmUejycN6zRTSNeJDztWUFo2EGgriwuuZSwfGweX4D4QOyxsYyKfgh&#10;D4t572mGubYd7+ixD6VIIexzVFCF0OZS+qIig35oW+LEXa0zGBJ0pdQOuxRuGjnOshdpsObUUGFL&#10;q4qK2/5uFOy+Xvnitvd4i5fu8/t8Kj9O66VSg35cTkEEiuFf/Od+1w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tlfnDAAAA3AAAAA8AAAAAAAAAAAAA&#10;AAAAoQIAAGRycy9kb3ducmV2LnhtbFBLBQYAAAAABAAEAPkAAACRAwAAAAA=&#10;" strokeweight="0"/>
                  <v:line id="Line 237" o:spid="_x0000_s2093" style="position:absolute;flip:x;visibility:visible;mso-wrap-style:square" from="4083,1748" to="4089,1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EwYsYAAADcAAAADwAAAGRycy9kb3ducmV2LnhtbESPQWsCMRSE74L/ITzBm2YVaWVrFFFa&#10;SsEWtR56e25edxc3L0sS3fTfm0Khx2FmvmEWq2gacSPna8sKJuMMBHFhdc2lgs/j82gOwgdkjY1l&#10;UvBDHlbLfm+BubYd7+l2CKVIEPY5KqhCaHMpfVGRQT+2LXHyvq0zGJJ0pdQOuwQ3jZxm2YM0WHNa&#10;qLClTUXF5XA1Cvbvj3x2L9d4iedu9/F1Kt9O27VSw0FcP4EIFMN/+K/9qhVMZx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hMGLGAAAA3AAAAA8AAAAAAAAA&#10;AAAAAAAAoQIAAGRycy9kb3ducmV2LnhtbFBLBQYAAAAABAAEAPkAAACUAwAAAAA=&#10;" strokeweight="0"/>
                  <v:line id="Line 238" o:spid="_x0000_s2094" style="position:absolute;flip:x;visibility:visible;mso-wrap-style:square" from="4073,1751" to="4078,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OuFccAAADcAAAADwAAAGRycy9kb3ducmV2LnhtbESPT2sCMRTE70K/Q3iF3jTrUtqyGkVa&#10;WkrBiv8O3p6b5+7i5mVJopt+e1Mo9DjMzG+Y6TyaVlzJ+caygvEoA0FcWt1wpWC3fR++gPABWWNr&#10;mRT8kIf57G4wxULbntd03YRKJAj7AhXUIXSFlL6syaAf2Y44eSfrDIYkXSW1wz7BTSvzLHuSBhtO&#10;CzV29FpTed5cjIL19zMf3cclnuOxX64O++pr/7ZQ6uE+LiYgAsXwH/5rf2oF+WMO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s64VxwAAANwAAAAPAAAAAAAA&#10;AAAAAAAAAKECAABkcnMvZG93bnJldi54bWxQSwUGAAAAAAQABAD5AAAAlQMAAAAA&#10;" strokeweight="0"/>
                  <v:line id="Line 239" o:spid="_x0000_s2095" style="position:absolute;flip:x;visibility:visible;mso-wrap-style:square" from="4063,1754" to="4068,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8LjsYAAADcAAAADwAAAGRycy9kb3ducmV2LnhtbESPQWsCMRSE7wX/Q3iCt5qtLbZsjSJK&#10;pQi2aOuht+fmdXdx87Ik0Y3/3giFHoeZ+YaZzKJpxJmcry0reBhmIIgLq2suFXx/vd2/gPABWWNj&#10;mRRcyMNs2rubYK5tx1s670IpEoR9jgqqENpcSl9UZNAPbUucvF/rDIYkXSm1wy7BTSNHWTaWBmtO&#10;CxW2tKioOO5ORsH245kPbnWKx3joNp8/+3K9X86VGvTj/BVEoBj+w3/td61g9P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C47GAAAA3AAAAA8AAAAAAAAA&#10;AAAAAAAAoQIAAGRycy9kb3ducmV2LnhtbFBLBQYAAAAABAAEAPkAAACUAwAAAAA=&#10;" strokeweight="0"/>
                  <v:line id="Line 240" o:spid="_x0000_s2096" style="position:absolute;flip:x;visibility:visible;mso-wrap-style:square" from="4053,1756" to="4057,1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aT+sYAAADcAAAADwAAAGRycy9kb3ducmV2LnhtbESPT2sCMRTE74V+h/CE3mpWkSqrUaSl&#10;pRRa8d/B23Pz3F3cvCxJdNNv3xQEj8PM/IaZLaJpxJWcry0rGPQzEMSF1TWXCnbb9+cJCB+QNTaW&#10;ScEveVjMHx9mmGvb8Zqum1CKBGGfo4IqhDaX0hcVGfR92xIn72SdwZCkK6V22CW4aeQwy16kwZrT&#10;QoUtvVZUnDcXo2D9M+aj+7jEczx236vDvvzavy2VeurF5RREoBju4Vv7UysYjkbwfy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Wk/rGAAAA3AAAAA8AAAAAAAAA&#10;AAAAAAAAoQIAAGRycy9kb3ducmV2LnhtbFBLBQYAAAAABAAEAPkAAACUAwAAAAA=&#10;" strokeweight="0"/>
                  <v:line id="Line 241" o:spid="_x0000_s2097" style="position:absolute;flip:x;visibility:visible;mso-wrap-style:square" from="4042,1759" to="4047,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o2YcYAAADcAAAADwAAAGRycy9kb3ducmV2LnhtbESPQWsCMRSE7wX/Q3iCt5qttLZsjSJK&#10;pQi2aOuht+fmdXdx87Ik0Y3/3giFHoeZ+YaZzKJpxJmcry0reBhmIIgLq2suFXx/vd2/gPABWWNj&#10;mRRcyMNs2rubYK5tx1s670IpEoR9jgqqENpcSl9UZNAPbUucvF/rDIYkXSm1wy7BTSNHWTaWBmtO&#10;CxW2tKioOO5ORsH245kPbnWKx3joNp8/+3K9X86VGvTj/BVEoBj+w3/td61g9Pg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aNmHGAAAA3AAAAA8AAAAAAAAA&#10;AAAAAAAAoQIAAGRycy9kb3ducmV2LnhtbFBLBQYAAAAABAAEAPkAAACUAwAAAAA=&#10;" strokeweight="0"/>
                  <v:line id="Line 242" o:spid="_x0000_s2098" style="position:absolute;flip:x;visibility:visible;mso-wrap-style:square" from="4032,1762" to="4037,1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ioFsYAAADcAAAADwAAAGRycy9kb3ducmV2LnhtbESPQWsCMRSE7wX/Q3hCbzWrFCtbo4hi&#10;KQUraj309ty87i5uXpYkuum/N4WCx2FmvmGm82gacSXna8sKhoMMBHFhdc2lgq/D+mkCwgdkjY1l&#10;UvBLHuaz3sMUc2073tF1H0qRIOxzVFCF0OZS+qIig35gW+Lk/VhnMCTpSqkddgluGjnKsrE0WHNa&#10;qLClZUXFeX8xCnafL3xyb5d4jqdus/0+lh/H1UKpx35cvIIIFMM9/N9+1wpG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2IqBbGAAAA3AAAAA8AAAAAAAAA&#10;AAAAAAAAoQIAAGRycy9kb3ducmV2LnhtbFBLBQYAAAAABAAEAPkAAACUAwAAAAA=&#10;" strokeweight="0"/>
                  <v:line id="Line 243" o:spid="_x0000_s2099" style="position:absolute;flip:x;visibility:visible;mso-wrap-style:square" from="4021,1764" to="4027,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NjcYAAADcAAAADwAAAGRycy9kb3ducmV2LnhtbESPQWsCMRSE74L/IbyCN81WSi1bo4il&#10;RQpWtPXQ23Pzuru4eVmS6MZ/b4SCx2FmvmGm82gacSbna8sKHkcZCOLC6ppLBT/f78MXED4ga2ws&#10;k4ILeZjP+r0p5tp2vKXzLpQiQdjnqKAKoc2l9EVFBv3ItsTJ+7POYEjSlVI77BLcNHKcZc/SYM1p&#10;ocKWlhUVx93JKNh+TfjgPk7xGA/devO7Lz/3bwulBg9x8QoiUAz38H97pRWMnyZ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EDY3GAAAA3AAAAA8AAAAAAAAA&#10;AAAAAAAAoQIAAGRycy9kb3ducmV2LnhtbFBLBQYAAAAABAAEAPkAAACUAwAAAAA=&#10;" strokeweight="0"/>
                  <v:line id="Line 244" o:spid="_x0000_s2100" style="position:absolute;flip:x;visibility:visible;mso-wrap-style:square" from="4011,1768" to="4017,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uZ/8MAAADcAAAADwAAAGRycy9kb3ducmV2LnhtbERPy2oCMRTdF/yHcAV3NaNIW0ajiKKU&#10;Qlt8LdxdJ9eZwcnNkEQn/ftmUejycN6zRTSNeJDztWUFo2EGgriwuuZSwfGweX4D4QOyxsYyKfgh&#10;D4t572mGubYd7+ixD6VIIexzVFCF0OZS+qIig35oW+LEXa0zGBJ0pdQOuxRuGjnOshdpsObUUGFL&#10;q4qK2/5uFOy+Xvnitvd4i5fu8/t8Kj9O66VSg35cTkEEiuFf/Od+1w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bmf/DAAAA3AAAAA8AAAAAAAAAAAAA&#10;AAAAoQIAAGRycy9kb3ducmV2LnhtbFBLBQYAAAAABAAEAPkAAACRAwAAAAA=&#10;" strokeweight="0"/>
                  <v:line id="Line 245" o:spid="_x0000_s2101" style="position:absolute;flip:x;visibility:visible;mso-wrap-style:square" from="4001,1770" to="4006,1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c8ZMYAAADcAAAADwAAAGRycy9kb3ducmV2LnhtbESPQWsCMRSE7wX/Q3iCt5qtlNpujSJK&#10;pQi2aOuht+fmdXdx87Ik0Y3/3giFHoeZ+YaZzKJpxJmcry0reBhmIIgLq2suFXx/vd0/g/ABWWNj&#10;mRRcyMNs2rubYK5tx1s670IpEoR9jgqqENpcSl9UZNAPbUucvF/rDIYkXSm1wy7BTSNHWfYkDdac&#10;FipsaVFRcdydjILtx5gPbnWKx3joNp8/+3K9X86VGvTj/BVEoBj+w3/td61g9PgC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XPGTGAAAA3AAAAA8AAAAAAAAA&#10;AAAAAAAAoQIAAGRycy9kb3ducmV2LnhtbFBLBQYAAAAABAAEAPkAAACUAwAAAAA=&#10;" strokeweight="0"/>
                  <v:line id="Line 246" o:spid="_x0000_s2102" style="position:absolute;flip:x;visibility:visible;mso-wrap-style:square" from="3991,1773" to="3996,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QDJMMAAADcAAAADwAAAGRycy9kb3ducmV2LnhtbERPy2oCMRTdF/yHcAV3NaNgW0ajiKKU&#10;Qlt8LdxdJ9eZwcnNkEQn/ftmUejycN6zRTSNeJDztWUFo2EGgriwuuZSwfGweX4D4QOyxsYyKfgh&#10;D4t572mGubYd7+ixD6VIIexzVFCF0OZS+qIig35oW+LEXa0zGBJ0pdQOuxRuGjnOshdpsObUUGFL&#10;q4qK2/5uFOy+Xvnitvd4i5fu8/t8Kj9O66VSg35cTkEEiuFf/Od+1w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0AyTDAAAA3AAAAA8AAAAAAAAAAAAA&#10;AAAAoQIAAGRycy9kb3ducmV2LnhtbFBLBQYAAAAABAAEAPkAAACRAwAAAAA=&#10;" strokeweight="0"/>
                  <v:line id="Line 247" o:spid="_x0000_s2103" style="position:absolute;flip:x;visibility:visible;mso-wrap-style:square" from="3981,1775" to="3986,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imv8YAAADcAAAADwAAAGRycy9kb3ducmV2LnhtbESPQWsCMRSE74L/ITzBm2YVbGVrFFFa&#10;SsEWtR56e25edxc3L0sS3fTfm0Khx2FmvmEWq2gacSPna8sKJuMMBHFhdc2lgs/j82gOwgdkjY1l&#10;UvBDHlbLfm+BubYd7+l2CKVIEPY5KqhCaHMpfVGRQT+2LXHyvq0zGJJ0pdQOuwQ3jZxm2YM0WHNa&#10;qLClTUXF5XA1Cvbvj3x2L9d4iedu9/F1Kt9O27VSw0FcP4EIFMN/+K/9qhVMZx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4pr/GAAAA3AAAAA8AAAAAAAAA&#10;AAAAAAAAoQIAAGRycy9kb3ducmV2LnhtbFBLBQYAAAAABAAEAPkAAACUAwAAAAA=&#10;" strokeweight="0"/>
                  <v:line id="Line 248" o:spid="_x0000_s2104" style="position:absolute;flip:x;visibility:visible;mso-wrap-style:square" from="3970,1778" to="3976,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o4yMcAAADcAAAADwAAAGRycy9kb3ducmV2LnhtbESPS2vDMBCE74H+B7GF3hI5hj5wooTQ&#10;0lIKacjrkNvG2tgm1spISqz++6hQ6HGYmW+Y6TyaVlzJ+caygvEoA0FcWt1wpWC3fR++gPABWWNr&#10;mRT8kIf57G4wxULbntd03YRKJAj7AhXUIXSFlL6syaAf2Y44eSfrDIYkXSW1wz7BTSvzLHuSBhtO&#10;CzV29FpTed5cjIL19zMf3cclnuOxX64O++pr/7ZQ6uE+LiYgAsXwH/5rf2oF+WMO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ajjIxwAAANwAAAAPAAAAAAAA&#10;AAAAAAAAAKECAABkcnMvZG93bnJldi54bWxQSwUGAAAAAAQABAD5AAAAlQMAAAAA&#10;" strokeweight="0"/>
                  <v:line id="Line 249" o:spid="_x0000_s2105" style="position:absolute;flip:x;visibility:visible;mso-wrap-style:square" from="3960,1781" to="3965,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adU8YAAADcAAAADwAAAGRycy9kb3ducmV2LnhtbESPQWsCMRSE7wX/Q3iCt5qtpbZsjSJK&#10;pQi2aOuht+fmdXdx87Ik0Y3/3giFHoeZ+YaZzKJpxJmcry0reBhmIIgLq2suFXx/vd2/gPABWWNj&#10;mRRcyMNs2rubYK5tx1s670IpEoR9jgqqENpcSl9UZNAPbUucvF/rDIYkXSm1wy7BTSNHWTaWBmtO&#10;CxW2tKioOO5ORsH245kPbnWKx3joNp8/+3K9X86VGvTj/BVEoBj+w3/td61g9P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mnVPGAAAA3AAAAA8AAAAAAAAA&#10;AAAAAAAAoQIAAGRycy9kb3ducmV2LnhtbFBLBQYAAAAABAAEAPkAAACUAwAAAAA=&#10;" strokeweight="0"/>
                  <v:line id="Line 250" o:spid="_x0000_s2106" style="position:absolute;flip:x;visibility:visible;mso-wrap-style:square" from="3950,1783" to="3955,1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8FJ8YAAADcAAAADwAAAGRycy9kb3ducmV2LnhtbESPQWsCMRSE7wX/Q3iCt5qttLZsjSJK&#10;pQi2aOuht+fmdXdx87Ik0Y3/3giFHoeZ+YaZzKJpxJmcry0reBhmIIgLq2suFXx/vd2/gPABWWNj&#10;mRRcyMNs2rubYK5tx1s670IpEoR9jgqqENpcSl9UZNAPbUucvF/rDIYkXSm1wy7BTSNHWTaWBmtO&#10;CxW2tKioOO5ORsH245kPbnWKx3joNp8/+3K9X86VGvTj/BVEoBj+w3/td61g9PQ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PBSfGAAAA3AAAAA8AAAAAAAAA&#10;AAAAAAAAoQIAAGRycy9kb3ducmV2LnhtbFBLBQYAAAAABAAEAPkAAACUAwAAAAA=&#10;" strokeweight="0"/>
                  <v:line id="Line 251" o:spid="_x0000_s2107" style="position:absolute;flip:x;visibility:visible;mso-wrap-style:square" from="3940,1787" to="3944,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OgvMYAAADcAAAADwAAAGRycy9kb3ducmV2LnhtbESPT2sCMRTE74V+h/CE3mpWwSqrUaSl&#10;pRRa8d/B23Pz3F3cvCxJdNNv3xQEj8PM/IaZLaJpxJWcry0rGPQzEMSF1TWXCnbb9+cJCB+QNTaW&#10;ScEveVjMHx9mmGvb8Zqum1CKBGGfo4IqhDaX0hcVGfR92xIn72SdwZCkK6V22CW4aeQwy16kwZrT&#10;QoUtvVZUnDcXo2D9M+aj+7jEczx236vDvvzavy2VeurF5RREoBju4Vv7UysYjkbwfy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DoLzGAAAA3AAAAA8AAAAAAAAA&#10;AAAAAAAAoQIAAGRycy9kb3ducmV2LnhtbFBLBQYAAAAABAAEAPkAAACUAwAAAAA=&#10;" strokeweight="0"/>
                  <v:line id="Line 252" o:spid="_x0000_s2108" style="position:absolute;flip:x;visibility:visible;mso-wrap-style:square" from="3929,1789" to="3934,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y8YAAADcAAAADwAAAGRycy9kb3ducmV2LnhtbESPQWsCMRSE7wX/Q3hCbzWrUCtbo4hi&#10;KQUraj309ty87i5uXpYkuum/N4WCx2FmvmGm82gacSXna8sKhoMMBHFhdc2lgq/D+mkCwgdkjY1l&#10;UvBLHuaz3sMUc2073tF1H0qRIOxzVFCF0OZS+qIig35gW+Lk/VhnMCTpSqkddgluGjnKsrE0WHNa&#10;qLClZUXFeX8xCnafL3xyb5d4jqdus/0+lh/H1UKpx35cvIIIFMM9/N9+1wpGz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PsvGAAAA3AAAAA8AAAAAAAAA&#10;AAAAAAAAoQIAAGRycy9kb3ducmV2LnhtbFBLBQYAAAAABAAEAPkAAACUAwAAAAA=&#10;" strokeweight="0"/>
                  <v:line id="Line 253" o:spid="_x0000_s2109" style="position:absolute;flip:x;visibility:visible;mso-wrap-style:square" from="3919,1792" to="3924,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2bUMYAAADcAAAADwAAAGRycy9kb3ducmV2LnhtbESPQWsCMRSE74L/IbyCN81WaC1bo4il&#10;RQpWtPXQ23Pzuru4eVmS6MZ/b4SCx2FmvmGm82gacSbna8sKHkcZCOLC6ppLBT/f78MXED4ga2ws&#10;k4ILeZjP+r0p5tp2vKXzLpQiQdjnqKAKoc2l9EVFBv3ItsTJ+7POYEjSlVI77BLcNHKcZc/SYM1p&#10;ocKWlhUVx93JKNh+TfjgPk7xGA/devO7Lz/3bwulBg9x8QoiUAz38H97pRWMnyZ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dm1DGAAAA3AAAAA8AAAAAAAAA&#10;AAAAAAAAoQIAAGRycy9kb3ducmV2LnhtbFBLBQYAAAAABAAEAPkAAACUAwAAAAA=&#10;" strokeweight="0"/>
                  <v:line id="Line 254" o:spid="_x0000_s2110" style="position:absolute;flip:x;visibility:visible;mso-wrap-style:square" from="3908,1795" to="3914,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IPIsMAAADcAAAADwAAAGRycy9kb3ducmV2LnhtbERPy2oCMRTdF/yHcAV3NaNgW0ajiKKU&#10;Qlt8LdxdJ9eZwcnNkEQn/ftmUejycN6zRTSNeJDztWUFo2EGgriwuuZSwfGweX4D4QOyxsYyKfgh&#10;D4t572mGubYd7+ixD6VIIexzVFCF0OZS+qIig35oW+LEXa0zGBJ0pdQOuxRuGjnOshdpsObUUGFL&#10;q4qK2/5uFOy+Xvnitvd4i5fu8/t8Kj9O66VSg35cTkEEiuFf/Od+1w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CDyLDAAAA3AAAAA8AAAAAAAAAAAAA&#10;AAAAoQIAAGRycy9kb3ducmV2LnhtbFBLBQYAAAAABAAEAPkAAACRAwAAAAA=&#10;" strokeweight="0"/>
                  <v:line id="Line 255" o:spid="_x0000_s2111" style="position:absolute;flip:x;visibility:visible;mso-wrap-style:square" from="3898,1797" to="3904,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6qucYAAADcAAAADwAAAGRycy9kb3ducmV2LnhtbESPQWsCMRSE7wX/Q3iCt5qt0NpujSJK&#10;pQi2aOuht+fmdXdx87Ik0Y3/3giFHoeZ+YaZzKJpxJmcry0reBhmIIgLq2suFXx/vd0/g/ABWWNj&#10;mRRcyMNs2rubYK5tx1s670IpEoR9jgqqENpcSl9UZNAPbUucvF/rDIYkXSm1wy7BTSNHWfYkDdac&#10;FipsaVFRcdydjILtx5gPbnWKx3joNp8/+3K9X86VGvTj/BVEoBj+w3/td61g9PgC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OqrnGAAAA3AAAAA8AAAAAAAAA&#10;AAAAAAAAoQIAAGRycy9kb3ducmV2LnhtbFBLBQYAAAAABAAEAPkAAACUAwAAAAA=&#10;" strokeweight="0"/>
                  <v:line id="Line 256" o:spid="_x0000_s2112" style="position:absolute;flip:x;visibility:visible;mso-wrap-style:square" from="3888,1800" to="3893,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jJmcMAAADcAAAADwAAAGRycy9kb3ducmV2LnhtbERPTWsCMRC9F/wPYQRvNasHLatRRLEU&#10;wRatHryNm3F3cTNZkuim/745FHp8vO/5MppGPMn52rKC0TADQVxYXXOp4PS9fX0D4QOyxsYyKfgh&#10;D8tF72WOubYdH+h5DKVIIexzVFCF0OZS+qIig35oW+LE3awzGBJ0pdQOuxRuGjnOsok0WHNqqLCl&#10;dUXF/fgwCg6fU76690e8x2u3/7qcy915s1Jq0I+rGYhAMfyL/9wfWsF4kuan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YyZnDAAAA3AAAAA8AAAAAAAAAAAAA&#10;AAAAoQIAAGRycy9kb3ducmV2LnhtbFBLBQYAAAAABAAEAPkAAACRAwAAAAA=&#10;" strokeweight="0"/>
                  <v:line id="Line 257" o:spid="_x0000_s2113" style="position:absolute;flip:x;visibility:visible;mso-wrap-style:square" from="3878,1803" to="3883,1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RsAsYAAADcAAAADwAAAGRycy9kb3ducmV2LnhtbESPQWsCMRSE7wX/Q3iCt5rVgy2rUcTS&#10;UoRatPXg7bl57i5uXpYkuvHfG6HQ4zAz3zCzRTSNuJLztWUFo2EGgriwuuZSwe/P+/MrCB+QNTaW&#10;ScGNPCzmvacZ5tp2vKXrLpQiQdjnqKAKoc2l9EVFBv3QtsTJO1lnMCTpSqkddgluGjnOsok0WHNa&#10;qLClVUXFeXcxCrabFz66j0s8x2P39X3Yl+v921KpQT8upyACxfAf/mt/agXjyQgeZ9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UbALGAAAA3AAAAA8AAAAAAAAA&#10;AAAAAAAAoQIAAGRycy9kb3ducmV2LnhtbFBLBQYAAAAABAAEAPkAAACUAwAAAAA=&#10;" strokeweight="0"/>
                  <v:line id="Line 258" o:spid="_x0000_s2114" style="position:absolute;flip:x;visibility:visible;mso-wrap-style:square" from="3868,1806" to="3873,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bydcYAAADcAAAADwAAAGRycy9kb3ducmV2LnhtbESPQWsCMRSE74X+h/AKvdWse7BlNYpY&#10;WkqhFq0evD03z93FzcuSRDf+eyMIPQ4z8w0zmUXTijM531hWMBxkIIhLqxuuFGz+Pl7eQPiArLG1&#10;TAou5GE2fXyYYKFtzys6r0MlEoR9gQrqELpCSl/WZNAPbEecvIN1BkOSrpLaYZ/gppV5lo2kwYbT&#10;Qo0dLWoqj+uTUbBavvLefZ7iMe77n9/dtvrevs+Ven6K8zGIQDH8h+/tL60gH+VwO5OO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G8nXGAAAA3AAAAA8AAAAAAAAA&#10;AAAAAAAAoQIAAGRycy9kb3ducmV2LnhtbFBLBQYAAAAABAAEAPkAAACUAwAAAAA=&#10;" strokeweight="0"/>
                  <v:line id="Line 259" o:spid="_x0000_s2115" style="position:absolute;flip:x;visibility:visible;mso-wrap-style:square" from="3857,1809" to="3863,1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pX7sYAAADcAAAADwAAAGRycy9kb3ducmV2LnhtbESPQWsCMRSE7wX/Q3hCbzWrBStbo4hi&#10;KQUraj309ty87i5uXpYkuum/N4WCx2FmvmGm82gacSXna8sKhoMMBHFhdc2lgq/D+mkCwgdkjY1l&#10;UvBLHuaz3sMUc2073tF1H0qRIOxzVFCF0OZS+qIig35gW+Lk/VhnMCTpSqkddgluGjnKsrE0WHNa&#10;qLClZUXFeX8xCnafL3xyb5d4jqdus/0+lh/H1UKpx35cvIIIFMM9/N9+1wpG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KV+7GAAAA3AAAAA8AAAAAAAAA&#10;AAAAAAAAoQIAAGRycy9kb3ducmV2LnhtbFBLBQYAAAAABAAEAPkAAACUAwAAAAA=&#10;" strokeweight="0"/>
                  <v:line id="Line 260" o:spid="_x0000_s2116" style="position:absolute;flip:x;visibility:visible;mso-wrap-style:square" from="3847,1811" to="3852,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PPmsYAAADcAAAADwAAAGRycy9kb3ducmV2LnhtbESPQWsCMRSE7wX/Q3hCbzWrFCtbo4hi&#10;KQUraj309ty87i5uXpYkuum/N4WCx2FmvmGm82gacSXna8sKhoMMBHFhdc2lgq/D+mkCwgdkjY1l&#10;UvBLHuaz3sMUc2073tF1H0qRIOxzVFCF0OZS+qIig35gW+Lk/VhnMCTpSqkddgluGjnKsrE0WHNa&#10;qLClZUXFeX8xCnafL3xyb5d4jqdus/0+lh/H1UKpx35cvIIIFMM9/N9+1wpG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mjz5rGAAAA3AAAAA8AAAAAAAAA&#10;AAAAAAAAoQIAAGRycy9kb3ducmV2LnhtbFBLBQYAAAAABAAEAPkAAACUAwAAAAA=&#10;" strokeweight="0"/>
                  <v:line id="Line 261" o:spid="_x0000_s2117" style="position:absolute;flip:x;visibility:visible;mso-wrap-style:square" from="3837,1814" to="3842,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9qAcYAAADcAAAADwAAAGRycy9kb3ducmV2LnhtbESPQWsCMRSE7wX/Q3hCbzWrUCtbo4hi&#10;KQUraj309ty87i5uXpYkuum/N4WCx2FmvmGm82gacSXna8sKhoMMBHFhdc2lgq/D+mkCwgdkjY1l&#10;UvBLHuaz3sMUc2073tF1H0qRIOxzVFCF0OZS+qIig35gW+Lk/VhnMCTpSqkddgluGjnKsrE0WHNa&#10;qLClZUXFeX8xCnafL3xyb5d4jqdus/0+lh/H1UKpx35cvIIIFMM9/N9+1wpG42f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vagHGAAAA3AAAAA8AAAAAAAAA&#10;AAAAAAAAoQIAAGRycy9kb3ducmV2LnhtbFBLBQYAAAAABAAEAPkAAACUAwAAAAA=&#10;" strokeweight="0"/>
                  <v:line id="Line 262" o:spid="_x0000_s2118" style="position:absolute;flip:x;visibility:visible;mso-wrap-style:square" from="3827,1817" to="383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30dsYAAADcAAAADwAAAGRycy9kb3ducmV2LnhtbESPQWsCMRSE74X+h/AKvdWsHrZlNYpY&#10;WkqhFq0evD03z93FzcuSRDf+eyMIPQ4z8w0zmUXTijM531hWMBxkIIhLqxuuFGz+Pl7eQPiArLG1&#10;TAou5GE2fXyYYKFtzys6r0MlEoR9gQrqELpCSl/WZNAPbEecvIN1BkOSrpLaYZ/gppWjLMulwYbT&#10;Qo0dLWoqj+uTUbBavvLefZ7iMe77n9/dtvrevs+Ven6K8zGIQDH8h+/tL61glOdwO5OO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99HbGAAAA3AAAAA8AAAAAAAAA&#10;AAAAAAAAoQIAAGRycy9kb3ducmV2LnhtbFBLBQYAAAAABAAEAPkAAACUAwAAAAA=&#10;" strokeweight="0"/>
                  <v:line id="Line 263" o:spid="_x0000_s2119" style="position:absolute;flip:x;visibility:visible;mso-wrap-style:square" from="3816,1819" to="3821,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FR7cYAAADcAAAADwAAAGRycy9kb3ducmV2LnhtbESPQWsCMRSE74X+h/CE3mpWDypbo0hL&#10;SylUcVsPvT03r7uLm5cliW7890YQPA4z8w0zX0bTihM531hWMBpmIIhLqxuuFPz+vD/PQPiArLG1&#10;TArO5GG5eHyYY65tz1s6FaESCcI+RwV1CF0upS9rMuiHtiNO3r91BkOSrpLaYZ/gppXjLJtIgw2n&#10;hRo7eq2pPBRHo2C7nvLefRzjIe77783frvrava2UehrE1QuIQDHcw7f2p1YwnkzheiYdAbm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xUe3GAAAA3AAAAA8AAAAAAAAA&#10;AAAAAAAAoQIAAGRycy9kb3ducmV2LnhtbFBLBQYAAAAABAAEAPkAAACUAwAAAAA=&#10;" strokeweight="0"/>
                  <v:line id="Line 264" o:spid="_x0000_s2120" style="position:absolute;flip:x;visibility:visible;mso-wrap-style:square" from="3806,1822" to="38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7Fn8MAAADcAAAADwAAAGRycy9kb3ducmV2LnhtbERPTWsCMRC9F/wPYQRvNasHLatRRLEU&#10;wRatHryNm3F3cTNZkuim/745FHp8vO/5MppGPMn52rKC0TADQVxYXXOp4PS9fX0D4QOyxsYyKfgh&#10;D8tF72WOubYdH+h5DKVIIexzVFCF0OZS+qIig35oW+LE3awzGBJ0pdQOuxRuGjnOsok0WHNqqLCl&#10;dUXF/fgwCg6fU76690e8x2u3/7qcy915s1Jq0I+rGYhAMfyL/9wfWsF4ktam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uxZ/DAAAA3AAAAA8AAAAAAAAAAAAA&#10;AAAAoQIAAGRycy9kb3ducmV2LnhtbFBLBQYAAAAABAAEAPkAAACRAwAAAAA=&#10;" strokeweight="0"/>
                  <v:line id="Line 265" o:spid="_x0000_s2121" style="position:absolute;flip:x;visibility:visible;mso-wrap-style:square" from="3795,1825" to="3801,1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JgBMYAAADcAAAADwAAAGRycy9kb3ducmV2LnhtbESPT2sCMRTE74V+h/CE3mpWD1ZXo0hL&#10;Sym04r+Dt+fmubu4eVmS6KbfvikIHoeZ+Q0zW0TTiCs5X1tWMOhnIIgLq2suFey2789jED4ga2ws&#10;k4Jf8rCYPz7MMNe24zVdN6EUCcI+RwVVCG0upS8qMuj7tiVO3sk6gyFJV0rtsEtw08hhlo2kwZrT&#10;QoUtvVZUnDcXo2D988JH93GJ53jsvleHffm1f1sq9dSLyymIQDHcw7f2p1YwHE3g/0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iYATGAAAA3AAAAA8AAAAAAAAA&#10;AAAAAAAAoQIAAGRycy9kb3ducmV2LnhtbFBLBQYAAAAABAAEAPkAAACUAwAAAAA=&#10;" strokeweight="0"/>
                  <v:line id="Line 266" o:spid="_x0000_s2122" style="position:absolute;flip:x;visibility:visible;mso-wrap-style:square" from="3786,1828" to="37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FfRMMAAADcAAAADwAAAGRycy9kb3ducmV2LnhtbERPTWsCMRC9F/wPYYTearYeatkaRSqK&#10;CFrUevA2bsbdxc1kSaKb/vvmIHh8vO/xNJpG3Mn52rKC90EGgriwuuZSwe9h8fYJwgdkjY1lUvBH&#10;HqaT3ssYc2073tF9H0qRQtjnqKAKoc2l9EVFBv3AtsSJu1hnMCToSqkddincNHKYZR/SYM2pocKW&#10;visqrvubUbDbjvjslrd4jedu83M6luvjfKbUaz/OvkAEiuEpfrhXWsFwlOanM+kIyM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BX0TDAAAA3AAAAA8AAAAAAAAAAAAA&#10;AAAAoQIAAGRycy9kb3ducmV2LnhtbFBLBQYAAAAABAAEAPkAAACRAwAAAAA=&#10;" strokeweight="0"/>
                  <v:line id="Line 267" o:spid="_x0000_s2123" style="position:absolute;flip:x;visibility:visible;mso-wrap-style:square" from="3775,1830" to="3780,1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3638YAAADcAAAADwAAAGRycy9kb3ducmV2LnhtbESPQWsCMRSE74L/ITyhN83qocrWKFKx&#10;FMGKth56e25edxc3L0sS3fTfNwXB4zAz3zDzZTSNuJHztWUF41EGgriwuuZSwdfnZjgD4QOyxsYy&#10;KfglD8tFvzfHXNuOD3Q7hlIkCPscFVQhtLmUvqjIoB/Zljh5P9YZDEm6UmqHXYKbRk6y7FkarDkt&#10;VNjSa0XF5Xg1Cg4fUz67t2u8xHO323+fyu1pvVLqaRBXLyACxfAI39vvWsFkOo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N+t/GAAAA3AAAAA8AAAAAAAAA&#10;AAAAAAAAoQIAAGRycy9kb3ducmV2LnhtbFBLBQYAAAAABAAEAPkAAACUAwAAAAA=&#10;" strokeweight="0"/>
                  <v:line id="Line 268" o:spid="_x0000_s2124" style="position:absolute;flip:x;visibility:visible;mso-wrap-style:square" from="3765,1833" to="377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9kqMYAAADcAAAADwAAAGRycy9kb3ducmV2LnhtbESPQWsCMRSE7wX/Q3hCbzXrHmpZjSKK&#10;pRTaotWDt+fmubu4eVmS6Kb/vikIPQ4z8w0zW0TTihs531hWMB5lIIhLqxuuFOy/N08vIHxA1tha&#10;JgU/5GExHzzMsNC25y3ddqESCcK+QAV1CF0hpS9rMuhHtiNO3tk6gyFJV0ntsE9w08o8y56lwYbT&#10;Qo0drWoqL7urUbD9nPDJvV7jJZ76j6/joXo/rJdKPQ7jcgoiUAz/4Xv7TSvIJz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fZKjGAAAA3AAAAA8AAAAAAAAA&#10;AAAAAAAAoQIAAGRycy9kb3ducmV2LnhtbFBLBQYAAAAABAAEAPkAAACUAwAAAAA=&#10;" strokeweight="0"/>
                  <v:line id="Line 269" o:spid="_x0000_s2125" style="position:absolute;flip:x;visibility:visible;mso-wrap-style:square" from="3755,1836" to="3760,1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PBM8YAAADcAAAADwAAAGRycy9kb3ducmV2LnhtbESPQWsCMRSE74L/IbyCN83WQi1bo4il&#10;RQpWtPXQ23Pzuru4eVmS6MZ/b4SCx2FmvmGm82gacSbna8sKHkcZCOLC6ppLBT/f78MXED4ga2ws&#10;k4ILeZjP+r0p5tp2vKXzLpQiQdjnqKAKoc2l9EVFBv3ItsTJ+7POYEjSlVI77BLcNHKcZc/SYM1p&#10;ocKWlhUVx93JKNh+TfjgPk7xGA/devO7Lz/3bwulBg9x8QoiUAz38H97pRWMJ09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TwTPGAAAA3AAAAA8AAAAAAAAA&#10;AAAAAAAAoQIAAGRycy9kb3ducmV2LnhtbFBLBQYAAAAABAAEAPkAAACUAwAAAAA=&#10;" strokeweight="0"/>
                  <v:line id="Line 270" o:spid="_x0000_s2126" style="position:absolute;flip:x;visibility:visible;mso-wrap-style:square" from="3744,1838" to="3750,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pZR8YAAADcAAAADwAAAGRycy9kb3ducmV2LnhtbESPQWsCMRSE74L/IbyCN81WSi1bo4il&#10;RQpWtPXQ23Pzuru4eVmS6MZ/b4SCx2FmvmGm82gacSbna8sKHkcZCOLC6ppLBT/f78MXED4ga2ws&#10;k4ILeZjP+r0p5tp2vKXzLpQiQdjnqKAKoc2l9EVFBv3ItsTJ+7POYEjSlVI77BLcNHKcZc/SYM1p&#10;ocKWlhUVx93JKNh+TfjgPk7xGA/devO7Lz/3bwulBg9x8QoiUAz38H97pRWMJ09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6WUfGAAAA3AAAAA8AAAAAAAAA&#10;AAAAAAAAoQIAAGRycy9kb3ducmV2LnhtbFBLBQYAAAAABAAEAPkAAACUAwAAAAA=&#10;" strokeweight="0"/>
                  <v:line id="Line 271" o:spid="_x0000_s2127" style="position:absolute;flip:x;visibility:visible;mso-wrap-style:square" from="3734,1841" to="3739,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b83MYAAADcAAAADwAAAGRycy9kb3ducmV2LnhtbESPQWsCMRSE74L/IbyCN81WaC1bo4il&#10;RQpWtPXQ23Pzuru4eVmS6MZ/b4SCx2FmvmGm82gacSbna8sKHkcZCOLC6ppLBT/f78MXED4ga2ws&#10;k4ILeZjP+r0p5tp2vKXzLpQiQdjnqKAKoc2l9EVFBv3ItsTJ+7POYEjSlVI77BLcNHKcZc/SYM1p&#10;ocKWlhUVx93JKNh+TfjgPk7xGA/devO7Lz/3bwulBg9x8QoiUAz38H97pRWMJ09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2/NzGAAAA3AAAAA8AAAAAAAAA&#10;AAAAAAAAoQIAAGRycy9kb3ducmV2LnhtbFBLBQYAAAAABAAEAPkAAACUAwAAAAA=&#10;" strokeweight="0"/>
                  <v:line id="Line 272" o:spid="_x0000_s2128" style="position:absolute;flip:x;visibility:visible;mso-wrap-style:square" from="3724,1844" to="3729,1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iq8YAAADcAAAADwAAAGRycy9kb3ducmV2LnhtbESPQWsCMRSE74X+h/CE3mpWDypbo0hL&#10;SylUcVsPvT03r7uLm5cliW7890YQPA4z8w0zX0bTihM531hWMBpmIIhLqxuuFPz+vD/PQPiArLG1&#10;TArO5GG5eHyYY65tz1s6FaESCcI+RwV1CF0upS9rMuiHtiNO3r91BkOSrpLaYZ/gppXjLJtIgw2n&#10;hRo7eq2pPBRHo2C7nvLefRzjIe77783frvrava2UehrE1QuIQDHcw7f2p1Ywnk7geiYdAbm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kYqvGAAAA3AAAAA8AAAAAAAAA&#10;AAAAAAAAoQIAAGRycy9kb3ducmV2LnhtbFBLBQYAAAAABAAEAPkAAACUAwAAAAA=&#10;" strokeweight="0"/>
                  <v:line id="Line 273" o:spid="_x0000_s2129" style="position:absolute;flip:x;visibility:visible;mso-wrap-style:square" from="3714,1847" to="3718,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jHMMYAAADcAAAADwAAAGRycy9kb3ducmV2LnhtbESPQWsCMRSE70L/Q3gFb5qtB7dsjSIt&#10;LaVQi1oP3p6b5+7i5mVJopv++0YQPA4z8w0zW0TTigs531hW8DTOQBCXVjdcKfjdvo+eQfiArLG1&#10;TAr+yMNi/jCYYaFtz2u6bEIlEoR9gQrqELpCSl/WZNCPbUecvKN1BkOSrpLaYZ/gppWTLJtKgw2n&#10;hRo7eq2pPG3ORsF6lfPBfZzjKR7675/9rvravS2VGj7G5QuIQDHcw7f2p1YwyXO4nklHQ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oxzDGAAAA3AAAAA8AAAAAAAAA&#10;AAAAAAAAoQIAAGRycy9kb3ducmV2LnhtbFBLBQYAAAAABAAEAPkAAACUAwAAAAA=&#10;" strokeweight="0"/>
                  <v:line id="Line 274" o:spid="_x0000_s2130" style="position:absolute;flip:x;visibility:visible;mso-wrap-style:square" from="3703,1850" to="3708,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dTQsMAAADcAAAADwAAAGRycy9kb3ducmV2LnhtbERPTWsCMRC9F/wPYYTearYeatkaRSqK&#10;CFrUevA2bsbdxc1kSaKb/vvmIHh8vO/xNJpG3Mn52rKC90EGgriwuuZSwe9h8fYJwgdkjY1lUvBH&#10;HqaT3ssYc2073tF9H0qRQtjnqKAKoc2l9EVFBv3AtsSJu1hnMCToSqkddincNHKYZR/SYM2pocKW&#10;visqrvubUbDbjvjslrd4jedu83M6luvjfKbUaz/OvkAEiuEpfrhXWsFwlNamM+kIyM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3U0LDAAAA3AAAAA8AAAAAAAAAAAAA&#10;AAAAoQIAAGRycy9kb3ducmV2LnhtbFBLBQYAAAAABAAEAPkAAACRAwAAAAA=&#10;" strokeweight="0"/>
                  <v:line id="Line 275" o:spid="_x0000_s2131" style="position:absolute;flip:x;visibility:visible;mso-wrap-style:square" from="3693,1852" to="3698,1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v22cYAAADcAAAADwAAAGRycy9kb3ducmV2LnhtbESPQWsCMRSE7wX/Q3hCbzWrh1q3RhHF&#10;UgpW1Hro7bl53V3cvCxJdNN/bwoFj8PMfMNM59E04krO15YVDAcZCOLC6ppLBV+H9dMLCB+QNTaW&#10;ScEveZjPeg9TzLXteEfXfShFgrDPUUEVQptL6YuKDPqBbYmT92OdwZCkK6V22CW4aeQoy56lwZrT&#10;QoUtLSsqzvuLUbD7HPPJvV3iOZ66zfb7WH4cVwulHvtx8QoiUAz38H/7XSsYjSf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79tnGAAAA3AAAAA8AAAAAAAAA&#10;AAAAAAAAoQIAAGRycy9kb3ducmV2LnhtbFBLBQYAAAAABAAEAPkAAACUAwAAAAA=&#10;" strokeweight="0"/>
                  <v:line id="Line 276" o:spid="_x0000_s2132" style="position:absolute;flip:x;visibility:visible;mso-wrap-style:square" from="3683,1855" to="3688,1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QvY8MAAADcAAAADwAAAGRycy9kb3ducmV2LnhtbERPTWsCMRC9F/wPYQRvNasHK6tRRFGk&#10;0BatHryNm3F3cTNZkuim/745FHp8vO/5MppGPMn52rKC0TADQVxYXXOp4PS9fZ2C8AFZY2OZFPyQ&#10;h+Wi9zLHXNuOD/Q8hlKkEPY5KqhCaHMpfVGRQT+0LXHibtYZDAm6UmqHXQo3jRxn2UQarDk1VNjS&#10;uqLifnwYBYfPN7663SPe47X7+Lqcy/fzZqXUoB9XMxCBYvgX/7n3WsF4muan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UL2PDAAAA3AAAAA8AAAAAAAAAAAAA&#10;AAAAoQIAAGRycy9kb3ducmV2LnhtbFBLBQYAAAAABAAEAPkAAACRAwAAAAA=&#10;" strokeweight="0"/>
                  <v:line id="Line 277" o:spid="_x0000_s2133" style="position:absolute;flip:x;visibility:visible;mso-wrap-style:square" from="3673,1858" to="3678,1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iK+MYAAADcAAAADwAAAGRycy9kb3ducmV2LnhtbESPQWsCMRSE74L/ITyhN83qocrWKFKx&#10;FMEWbT309ty87i5uXpYkuvHfNwXB4zAz3zDzZTSNuJLztWUF41EGgriwuuZSwffXZjgD4QOyxsYy&#10;KbiRh+Wi35tjrm3He7oeQikShH2OCqoQ2lxKX1Rk0I9sS5y8X+sMhiRdKbXDLsFNIydZ9iwN1pwW&#10;KmzptaLifLgYBfuPKZ/c2yWe46nbff4cy+1xvVLqaRBXLyACxfAI39vvWsFkNob/M+kIyM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YivjGAAAA3AAAAA8AAAAAAAAA&#10;AAAAAAAAoQIAAGRycy9kb3ducmV2LnhtbFBLBQYAAAAABAAEAPkAAACUAwAAAAA=&#10;" strokeweight="0"/>
                  <v:line id="Line 278" o:spid="_x0000_s2134" style="position:absolute;flip:x;visibility:visible;mso-wrap-style:square" from="3662,1860" to="3667,1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Uj8YAAADcAAAADwAAAGRycy9kb3ducmV2LnhtbESPQWsCMRSE7wX/Q3hCbzXrHlpZjSKK&#10;pRTaotWDt+fmubu4eVmS6Kb/vikIPQ4z8w0zW0TTihs531hWMB5lIIhLqxuuFOy/N08TED4ga2wt&#10;k4If8rCYDx5mWGjb85Zuu1CJBGFfoII6hK6Q0pc1GfQj2xEn72ydwZCkq6R22Ce4aWWeZc/SYMNp&#10;ocaOVjWVl93VKNh+vvDJvV7jJZ76j6/joXo/rJdKPQ7jcgoiUAz/4Xv7TSvIJz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KFI/GAAAA3AAAAA8AAAAAAAAA&#10;AAAAAAAAoQIAAGRycy9kb3ducmV2LnhtbFBLBQYAAAAABAAEAPkAAACUAwAAAAA=&#10;" strokeweight="0"/>
                  <v:line id="Line 279" o:spid="_x0000_s2135" style="position:absolute;flip:x;visibility:visible;mso-wrap-style:square" from="3652,1863" to="3657,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axFMYAAADcAAAADwAAAGRycy9kb3ducmV2LnhtbESPQWsCMRSE74L/ITzBm2ZVaGVrFFFa&#10;SsEWbT309tw8dxc3L0sS3fTfm0Khx2FmvmEWq2gacSPna8sKJuMMBHFhdc2lgq/P59EchA/IGhvL&#10;pOCHPKyW/d4Cc2073tPtEEqRIOxzVFCF0OZS+qIig35sW+Lkna0zGJJ0pdQOuwQ3jZxm2YM0WHNa&#10;qLClTUXF5XA1Cvbvj3xyL9d4iadu9/F9LN+O27VSw0FcP4EIFMN/+K/9qhVM5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GsRTGAAAA3AAAAA8AAAAAAAAA&#10;AAAAAAAAoQIAAGRycy9kb3ducmV2LnhtbFBLBQYAAAAABAAEAPkAAACUAwAAAAA=&#10;" strokeweight="0"/>
                  <v:line id="Line 280" o:spid="_x0000_s2136" style="position:absolute;flip:x;visibility:visible;mso-wrap-style:square" from="3642,1866" to="3647,1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8pYMYAAADcAAAADwAAAGRycy9kb3ducmV2LnhtbESPQWsCMRSE74L/ITzBm2YVaWVrFFFa&#10;SsEWbT309tw8dxc3L0sS3fTfm0Khx2FmvmEWq2gacSPna8sKJuMMBHFhdc2lgq/P59EchA/IGhvL&#10;pOCHPKyW/d4Cc2073tPtEEqRIOxzVFCF0OZS+qIig35sW+Lkna0zGJJ0pdQOuwQ3jZxm2YM0WHNa&#10;qLClTUXF5XA1Cvbvj3xyL9d4iadu9/F9LN+O27VSw0FcP4EIFMN/+K/9qhVM5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vKWDGAAAA3AAAAA8AAAAAAAAA&#10;AAAAAAAAoQIAAGRycy9kb3ducmV2LnhtbFBLBQYAAAAABAAEAPkAAACUAwAAAAA=&#10;" strokeweight="0"/>
                  <v:line id="Line 281" o:spid="_x0000_s2137" style="position:absolute;flip:x;visibility:visible;mso-wrap-style:square" from="3631,1869" to="3637,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OM+8YAAADcAAAADwAAAGRycy9kb3ducmV2LnhtbESPQWsCMRSE74L/ITzBm2YVbGVrFFFa&#10;SsEWbT309tw8dxc3L0sS3fTfm0Khx2FmvmEWq2gacSPna8sKJuMMBHFhdc2lgq/P59EchA/IGhvL&#10;pOCHPKyW/d4Cc2073tPtEEqRIOxzVFCF0OZS+qIig35sW+Lkna0zGJJ0pdQOuwQ3jZxm2YM0WHNa&#10;qLClTUXF5XA1Cvbvj3xyL9d4iadu9/F9LN+O27VSw0FcP4EIFMN/+K/9qhVM5z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jjPvGAAAA3AAAAA8AAAAAAAAA&#10;AAAAAAAAoQIAAGRycy9kb3ducmV2LnhtbFBLBQYAAAAABAAEAPkAAACUAwAAAAA=&#10;" strokeweight="0"/>
                  <v:line id="Line 282" o:spid="_x0000_s2138" style="position:absolute;flip:x;visibility:visible;mso-wrap-style:square" from="3621,1872" to="3626,1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ESjMYAAADcAAAADwAAAGRycy9kb3ducmV2LnhtbESPQWsCMRSE7wX/Q3hCbzWrB5WtUaTS&#10;UgQr2nro7bl53V3cvCxJdOO/bwTB4zAz3zCzRTSNuJDztWUFw0EGgriwuuZSwc/3+8sUhA/IGhvL&#10;pOBKHhbz3tMMc2073tFlH0qRIOxzVFCF0OZS+qIig35gW+Lk/VlnMCTpSqkddgluGjnKsrE0WHNa&#10;qLClt4qK0/5sFOy+Jnx0H+d4isdus/09lOvDaqnUcz8uX0EEiuERvrc/tYLRdAy3M+kIy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xEozGAAAA3AAAAA8AAAAAAAAA&#10;AAAAAAAAoQIAAGRycy9kb3ducmV2LnhtbFBLBQYAAAAABAAEAPkAAACUAwAAAAA=&#10;" strokeweight="0"/>
                  <v:line id="Line 283" o:spid="_x0000_s2139" style="position:absolute;flip:x;visibility:visible;mso-wrap-style:square" from="3611,1874" to="3616,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23F8YAAADcAAAADwAAAGRycy9kb3ducmV2LnhtbESPT2sCMRTE7wW/Q3hCbzWrB5WtUaTS&#10;IoVa/Hfo7bl53V3cvCxJdNNvbwqCx2FmfsPMFtE04krO15YVDAcZCOLC6ppLBYf9+8sUhA/IGhvL&#10;pOCPPCzmvacZ5tp2vKXrLpQiQdjnqKAKoc2l9EVFBv3AtsTJ+7XOYEjSlVI77BLcNHKUZWNpsOa0&#10;UGFLbxUV593FKNhuJnxyH5d4jqfu6/vnWH4eV0ulnvtx+QoiUAyP8L291gpG0wn8n0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9txfGAAAA3AAAAA8AAAAAAAAA&#10;AAAAAAAAoQIAAGRycy9kb3ducmV2LnhtbFBLBQYAAAAABAAEAPkAAACUAwAAAAA=&#10;" strokeweight="0"/>
                  <v:line id="Line 284" o:spid="_x0000_s2140" style="position:absolute;flip:x;visibility:visible;mso-wrap-style:square" from="3601,1877" to="3605,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jZcMAAADcAAAADwAAAGRycy9kb3ducmV2LnhtbERPTWsCMRC9F/wPYQRvNasHK6tRRFGk&#10;0BatHryNm3F3cTNZkuim/745FHp8vO/5MppGPMn52rKC0TADQVxYXXOp4PS9fZ2C8AFZY2OZFPyQ&#10;h+Wi9zLHXNuOD/Q8hlKkEPY5KqhCaHMpfVGRQT+0LXHibtYZDAm6UmqHXQo3jRxn2UQarDk1VNjS&#10;uqLifnwYBYfPN7663SPe47X7+Lqcy/fzZqXUoB9XMxCBYvgX/7n3WsF4mtam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iI2XDAAAA3AAAAA8AAAAAAAAAAAAA&#10;AAAAoQIAAGRycy9kb3ducmV2LnhtbFBLBQYAAAAABAAEAPkAAACRAwAAAAA=&#10;" strokeweight="0"/>
                  <v:line id="Line 285" o:spid="_x0000_s2141" style="position:absolute;flip:x;visibility:visible;mso-wrap-style:square" from="3590,1880" to="3595,1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6G/sYAAADcAAAADwAAAGRycy9kb3ducmV2LnhtbESPQWsCMRSE74L/IbyCN83WQ2u3RhFL&#10;ixSsaOuht+fmdXdx87Ik0Y3/3ggFj8PMfMNM59E04kzO15YVPI4yEMSF1TWXCn6+34cTED4ga2ws&#10;k4ILeZjP+r0p5tp2vKXzLpQiQdjnqKAKoc2l9EVFBv3ItsTJ+7POYEjSlVI77BLcNHKcZU/SYM1p&#10;ocKWlhUVx93JKNh+PfPBfZziMR669eZ3X37u3xZKDR7i4hVEoBju4f/2SisYT17gdiYd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uhv7GAAAA3AAAAA8AAAAAAAAA&#10;AAAAAAAAoQIAAGRycy9kb3ducmV2LnhtbFBLBQYAAAAABAAEAPkAAACUAwAAAAA=&#10;" strokeweight="0"/>
                  <v:line id="Line 286" o:spid="_x0000_s2142" style="position:absolute;flip:x;visibility:visible;mso-wrap-style:square" from="3580,1882" to="3585,1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25vsMAAADcAAAADwAAAGRycy9kb3ducmV2LnhtbERPy2oCMRTdF/yHcAV3NaML245GEUUp&#10;hbb4Wri7Tq4zg5ObIYlO+vfNotDl4bxni2ga8SDna8sKRsMMBHFhdc2lguNh8/wKwgdkjY1lUvBD&#10;Hhbz3tMMc2073tFjH0qRQtjnqKAKoc2l9EVFBv3QtsSJu1pnMCToSqkddincNHKcZRNpsObUUGFL&#10;q4qK2/5uFOy+Xvjitvd4i5fu8/t8Kj9O66VSg35cTkEEiuFf/Od+1wrGb2l+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Nub7DAAAA3AAAAA8AAAAAAAAAAAAA&#10;AAAAoQIAAGRycy9kb3ducmV2LnhtbFBLBQYAAAAABAAEAPkAAACRAwAAAAA=&#10;" strokeweight="0"/>
                  <v:line id="Line 287" o:spid="_x0000_s2143" style="position:absolute;flip:x;visibility:visible;mso-wrap-style:square" from="3570,1886" to="3575,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EcJcYAAADcAAAADwAAAGRycy9kb3ducmV2LnhtbESPQWsCMRSE74L/ITzBm2b1YOvWKKK0&#10;lIItaj309ty87i5uXpYkuum/N4VCj8PMfMMsVtE04kbO15YVTMYZCOLC6ppLBZ/H59EjCB+QNTaW&#10;ScEPeVgt+70F5tp2vKfbIZQiQdjnqKAKoc2l9EVFBv3YtsTJ+7bOYEjSlVI77BLcNHKaZTNpsOa0&#10;UGFLm4qKy+FqFOzfH/jsXq7xEs/d7uPrVL6dtmulhoO4fgIRKIb/8F/7VSuYzif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BHCXGAAAA3AAAAA8AAAAAAAAA&#10;AAAAAAAAoQIAAGRycy9kb3ducmV2LnhtbFBLBQYAAAAABAAEAPkAAACUAwAAAAA=&#10;" strokeweight="0"/>
                  <v:line id="Line 288" o:spid="_x0000_s2144" style="position:absolute;flip:x;visibility:visible;mso-wrap-style:square" from="3560,1888" to="3565,1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OCUscAAADcAAAADwAAAGRycy9kb3ducmV2LnhtbESPS2vDMBCE74H+B7GF3hI5PvThRAmh&#10;paUU0pDXIbeNtbFNrJWRlFj991Gh0OMwM98w03k0rbiS841lBeNRBoK4tLrhSsFu+z58BuEDssbW&#10;Min4IQ/z2d1gioW2Pa/pugmVSBD2BSqoQ+gKKX1Zk0E/sh1x8k7WGQxJukpqh32Cm1bmWfYoDTac&#10;Fmrs6LWm8ry5GAXr7yc+uo9LPMdjv1wd9tXX/m2h1MN9XExABIrhP/zX/tQK8pccfs+kI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04JSxwAAANwAAAAPAAAAAAAA&#10;AAAAAAAAAKECAABkcnMvZG93bnJldi54bWxQSwUGAAAAAAQABAD5AAAAlQMAAAAA&#10;" strokeweight="0"/>
                  <v:line id="Line 289" o:spid="_x0000_s2145" style="position:absolute;flip:x;visibility:visible;mso-wrap-style:square" from="3549,1891" to="3554,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8nycYAAADcAAAADwAAAGRycy9kb3ducmV2LnhtbESPQWsCMRSE7wX/Q3iCt5qthdpujSJK&#10;pQi2aOuht+fmdXdx87Ik0Y3/3giFHoeZ+YaZzKJpxJmcry0reBhmIIgLq2suFXx/vd0/g/ABWWNj&#10;mRRcyMNs2rubYK5tx1s670IpEoR9jgqqENpcSl9UZNAPbUucvF/rDIYkXSm1wy7BTSNHWfYkDdac&#10;FipsaVFRcdydjILtx5gPbnWKx3joNp8/+3K9X86VGvTj/BVEoBj+w3/td61g9PI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fJ8nGAAAA3AAAAA8AAAAAAAAA&#10;AAAAAAAAoQIAAGRycy9kb3ducmV2LnhtbFBLBQYAAAAABAAEAPkAAACUAwAAAAA=&#10;" strokeweight="0"/>
                  <v:line id="Line 290" o:spid="_x0000_s2146" style="position:absolute;flip:x;visibility:visible;mso-wrap-style:square" from="3539,1893" to="3544,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a/vcYAAADcAAAADwAAAGRycy9kb3ducmV2LnhtbESPQWsCMRSE7wX/Q3iCt5qtlNpujSJK&#10;pQi2aOuht+fmdXdx87Ik0Y3/3giFHoeZ+YaZzKJpxJmcry0reBhmIIgLq2suFXx/vd0/g/ABWWNj&#10;mRRcyMNs2rubYK5tx1s670IpEoR9jgqqENpcSl9UZNAPbUucvF/rDIYkXSm1wy7BTSNHWfYkDdac&#10;FipsaVFRcdydjILtx5gPbnWKx3joNp8/+3K9X86VGvTj/BVEoBj+w3/td61g9PI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2v73GAAAA3AAAAA8AAAAAAAAA&#10;AAAAAAAAoQIAAGRycy9kb3ducmV2LnhtbFBLBQYAAAAABAAEAPkAAACUAwAAAAA=&#10;" strokeweight="0"/>
                  <v:line id="Line 291" o:spid="_x0000_s2147" style="position:absolute;flip:x;visibility:visible;mso-wrap-style:square" from="3529,1896" to="3534,1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oaJsYAAADcAAAADwAAAGRycy9kb3ducmV2LnhtbESPQWsCMRSE7wX/Q3iCt5qt0NpujSJK&#10;pQi2aOuht+fmdXdx87Ik0Y3/3giFHoeZ+YaZzKJpxJmcry0reBhmIIgLq2suFXx/vd0/g/ABWWNj&#10;mRRcyMNs2rubYK5tx1s670IpEoR9jgqqENpcSl9UZNAPbUucvF/rDIYkXSm1wy7BTSNHWfYkDdac&#10;FipsaVFRcdydjILtx5gPbnWKx3joNp8/+3K9X86VGvTj/BVEoBj+w3/td61g9PI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6GibGAAAA3AAAAA8AAAAAAAAA&#10;AAAAAAAAoQIAAGRycy9kb3ducmV2LnhtbFBLBQYAAAAABAAEAPkAAACUAwAAAAA=&#10;" strokeweight="0"/>
                  <v:line id="Line 292" o:spid="_x0000_s2148" style="position:absolute;flip:x;visibility:visible;mso-wrap-style:square" from="3518,1899" to="3524,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EUcYAAADcAAAADwAAAGRycy9kb3ducmV2LnhtbESPT2sCMRTE74V+h/CE3mpWD1ZXo0hL&#10;Sym04r+Dt+fmubu4eVmS6KbfvikIHoeZ+Q0zW0TTiCs5X1tWMOhnIIgLq2suFey2789jED4ga2ws&#10;k4Jf8rCYPz7MMNe24zVdN6EUCcI+RwVVCG0upS8qMuj7tiVO3sk6gyFJV0rtsEtw08hhlo2kwZrT&#10;QoUtvVZUnDcXo2D988JH93GJ53jsvleHffm1f1sq9dSLyymIQDHcw7f2p1YwnIzg/0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ohFHGAAAA3AAAAA8AAAAAAAAA&#10;AAAAAAAAoQIAAGRycy9kb3ducmV2LnhtbFBLBQYAAAAABAAEAPkAAACUAwAAAAA=&#10;" strokeweight="0"/>
                  <v:line id="Line 293" o:spid="_x0000_s2149" style="position:absolute;flip:x;visibility:visible;mso-wrap-style:square" from="3508,1901" to="3513,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QhysYAAADcAAAADwAAAGRycy9kb3ducmV2LnhtbESPQWsCMRSE7wX/Q3hCbzWrh1q3RhHF&#10;UgpW1Hro7bl53V3cvCxJdNN/bwoFj8PMfMNM59E04krO15YVDAcZCOLC6ppLBV+H9dMLCB+QNTaW&#10;ScEveZjPeg9TzLXteEfXfShFgrDPUUEVQptL6YuKDPqBbYmT92OdwZCkK6V22CW4aeQoy56lwZrT&#10;QoUtLSsqzvuLUbD7HPPJvV3iOZ66zfb7WH4cVwulHvtx8QoiUAz38H/7XSsYTcbwdyYd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kIcrGAAAA3AAAAA8AAAAAAAAA&#10;AAAAAAAAoQIAAGRycy9kb3ducmV2LnhtbFBLBQYAAAAABAAEAPkAAACUAwAAAAA=&#10;" strokeweight="0"/>
                  <v:line id="Line 294" o:spid="_x0000_s2150" style="position:absolute;flip:x;visibility:visible;mso-wrap-style:square" from="3498,1905" to="3503,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u1uMMAAADcAAAADwAAAGRycy9kb3ducmV2LnhtbERPy2oCMRTdF/yHcAV3NaML245GEUUp&#10;hbb4Wri7Tq4zg5ObIYlO+vfNotDl4bxni2ga8SDna8sKRsMMBHFhdc2lguNh8/wKwgdkjY1lUvBD&#10;Hhbz3tMMc2073tFjH0qRQtjnqKAKoc2l9EVFBv3QtsSJu1pnMCToSqkddincNHKcZRNpsObUUGFL&#10;q4qK2/5uFOy+Xvjitvd4i5fu8/t8Kj9O66VSg35cTkEEiuFf/Od+1wrGb2lt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7tbjDAAAA3AAAAA8AAAAAAAAAAAAA&#10;AAAAoQIAAGRycy9kb3ducmV2LnhtbFBLBQYAAAAABAAEAPkAAACRAwAAAAA=&#10;" strokeweight="0"/>
                  <v:line id="Line 295" o:spid="_x0000_s2151" style="position:absolute;flip:x;visibility:visible;mso-wrap-style:square" from="3488,1907" to="3492,1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cQI8YAAADcAAAADwAAAGRycy9kb3ducmV2LnhtbESPQWsCMRSE74L/ITzBm2b1YOvWKKK0&#10;lIIt2nro7bl57i5uXpYkuum/N4VCj8PMfMMsVtE04kbO15YVTMYZCOLC6ppLBV+fz6NHED4ga2ws&#10;k4If8rBa9nsLzLXteE+3QyhFgrDPUUEVQptL6YuKDPqxbYmTd7bOYEjSlVI77BLcNHKaZTNpsOa0&#10;UGFLm4qKy+FqFOzfH/jkXq7xEk/d7uP7WL4dt2ulhoO4fgIRKIb/8F/7VSuYzufweyYd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3ECPGAAAA3AAAAA8AAAAAAAAA&#10;AAAAAAAAoQIAAGRycy9kb3ducmV2LnhtbFBLBQYAAAAABAAEAPkAAACUAwAAAAA=&#10;" strokeweight="0"/>
                  <v:line id="Line 296" o:spid="_x0000_s2152" style="position:absolute;flip:x;visibility:visible;mso-wrap-style:square" from="3477,1910" to="3483,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YjpMMAAADcAAAADwAAAGRycy9kb3ducmV2LnhtbERPTWsCMRC9F/ofwgjealYFW1ajSEUp&#10;hVa0evA2bsbdxc1kSaIb/31zKPT4eN+zRTSNuJPztWUFw0EGgriwuuZSweFn/fIGwgdkjY1lUvAg&#10;D4v589MMc2073tF9H0qRQtjnqKAKoc2l9EVFBv3AtsSJu1hnMCToSqkddincNHKUZRNpsObUUGFL&#10;7xUV1/3NKNh9v/LZbW7xGs/d1/Z0LD+Pq6VS/V5cTkEEiuFf/Of+0ArGWZqfzq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mI6TDAAAA3AAAAA8AAAAAAAAAAAAA&#10;AAAAoQIAAGRycy9kb3ducmV2LnhtbFBLBQYAAAAABAAEAPkAAACRAwAAAAA=&#10;" strokeweight="0"/>
                  <v:line id="Line 297" o:spid="_x0000_s2153" style="position:absolute;flip:x;visibility:visible;mso-wrap-style:square" from="3467,1913" to="3473,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GP8YAAADcAAAADwAAAGRycy9kb3ducmV2LnhtbESPQWsCMRSE70L/Q3iF3jSrhSpbo0il&#10;RQQr2nro7bl53V3cvCxJdNN/bwqCx2FmvmGm82gacSHna8sKhoMMBHFhdc2lgu+v9/4EhA/IGhvL&#10;pOCPPMxnD70p5tp2vKPLPpQiQdjnqKAKoc2l9EVFBv3AtsTJ+7XOYEjSlVI77BLcNHKUZS/SYM1p&#10;ocKW3ioqTvuzUbD7HPPRfZzjKR67zfbnUK4Py4VST49x8QoiUAz38K290gqesyH8n0lH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Lqhj/GAAAA3AAAAA8AAAAAAAAA&#10;AAAAAAAAoQIAAGRycy9kb3ducmV2LnhtbFBLBQYAAAAABAAEAPkAAACUAwAAAAA=&#10;" strokeweight="0"/>
                  <v:line id="Line 298" o:spid="_x0000_s2154" style="position:absolute;flip:x;visibility:visible;mso-wrap-style:square" from="3457,1915" to="346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gYSMYAAADcAAAADwAAAGRycy9kb3ducmV2LnhtbESPQWsCMRSE74L/ITyhN83WQpWtUaSl&#10;RQQr2nro7bl53V3cvCxJdNN/bwqCx2FmvmFmi2gacSHna8sKHkcZCOLC6ppLBd9f78MpCB+QNTaW&#10;ScEfeVjM+70Z5tp2vKPLPpQiQdjnqKAKoc2l9EVFBv3ItsTJ+7XOYEjSlVI77BLcNHKcZc/SYM1p&#10;ocKWXisqTvuzUbD7nPDRfZzjKR67zfbnUK4Pb0ulHgZx+QIiUAz38K290gqesjH8n0lH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4GEjGAAAA3AAAAA8AAAAAAAAA&#10;AAAAAAAAoQIAAGRycy9kb3ducmV2LnhtbFBLBQYAAAAABAAEAPkAAACUAwAAAAA=&#10;" strokeweight="0"/>
                  <v:line id="Line 299" o:spid="_x0000_s2155" style="position:absolute;flip:x;visibility:visible;mso-wrap-style:square" from="3447,1918" to="345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S908YAAADcAAAADwAAAGRycy9kb3ducmV2LnhtbESPT2sCMRTE7wW/Q3hCbzVbhVZWo0iL&#10;RYRW/Hfw9ty87i5uXpYkuum3bwoFj8PM/IaZzqNpxI2cry0reB5kIIgLq2suFRz2y6cxCB+QNTaW&#10;ScEPeZjPeg9TzLXteEu3XShFgrDPUUEVQptL6YuKDPqBbYmT922dwZCkK6V22CW4aeQwy16kwZrT&#10;QoUtvVVUXHZXo2D79cpn93GNl3juPjenY7k+vi+UeuzHxQREoBju4f/2SisYZSP4O5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0vdPGAAAA3AAAAA8AAAAAAAAA&#10;AAAAAAAAoQIAAGRycy9kb3ducmV2LnhtbFBLBQYAAAAABAAEAPkAAACUAwAAAAA=&#10;" strokeweight="0"/>
                  <v:line id="Line 300" o:spid="_x0000_s2156" style="position:absolute;flip:x;visibility:visible;mso-wrap-style:square" from="3436,1921" to="344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0lp8YAAADcAAAADwAAAGRycy9kb3ducmV2LnhtbESPQWsCMRSE7wX/Q3gFbzVbK23ZGkWU&#10;ighatPXQ23Pzuru4eVmS6MZ/bwqFHoeZ+YYZT6NpxIWcry0reBxkIIgLq2suFXx9vj+8gvABWWNj&#10;mRRcycN00rsbY65txzu67EMpEoR9jgqqENpcSl9UZNAPbEucvB/rDIYkXSm1wy7BTSOHWfYsDdac&#10;FipsaV5RcdqfjYLd9oWPbnmOp3jsNh/fh3J9WMyU6t/H2RuIQDH8h//aK63gKRv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dJafGAAAA3AAAAA8AAAAAAAAA&#10;AAAAAAAAoQIAAGRycy9kb3ducmV2LnhtbFBLBQYAAAAABAAEAPkAAACUAwAAAAA=&#10;" strokeweight="0"/>
                  <v:line id="Line 301" o:spid="_x0000_s2157" style="position:absolute;flip:x;visibility:visible;mso-wrap-style:square" from="3426,1924" to="3431,1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GAPMYAAADcAAAADwAAAGRycy9kb3ducmV2LnhtbESPQWsCMRSE7wX/Q3gFbzVbi23ZGkWU&#10;ighatPXQ23Pzuru4eVmS6MZ/bwqFHoeZ+YYZT6NpxIWcry0reBxkIIgLq2suFXx9vj+8gvABWWNj&#10;mRRcycN00rsbY65txzu67EMpEoR9jgqqENpcSl9UZNAPbEucvB/rDIYkXSm1wy7BTSOHWfYsDdac&#10;FipsaV5RcdqfjYLd9oWPbnmOp3jsNh/fh3J9WMyU6t/H2RuIQDH8h//aK63gKRv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RgDzGAAAA3AAAAA8AAAAAAAAA&#10;AAAAAAAAoQIAAGRycy9kb3ducmV2LnhtbFBLBQYAAAAABAAEAPkAAACUAwAAAAA=&#10;" strokeweight="0"/>
                  <v:line id="Line 302" o:spid="_x0000_s2158" style="position:absolute;flip:x;visibility:visible;mso-wrap-style:square" from="3416,1927" to="3421,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MeS8YAAADcAAAADwAAAGRycy9kb3ducmV2LnhtbESPQWsCMRSE7wX/Q3iCt5qtgpWtUaRF&#10;kYIVbT309ty87i5uXpYkuum/N4WCx2FmvmFmi2gacSXna8sKnoYZCOLC6ppLBV+fq8cpCB+QNTaW&#10;ScEveVjMew8zzLXteE/XQyhFgrDPUUEVQptL6YuKDPqhbYmT92OdwZCkK6V22CW4aeQoyybSYM1p&#10;ocKWXisqzoeLUbD/eOaTW1/iOZ667e77WL4f35ZKDfpx+QIiUAz38H97oxWMswn8nU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DHkvGAAAA3AAAAA8AAAAAAAAA&#10;AAAAAAAAoQIAAGRycy9kb3ducmV2LnhtbFBLBQYAAAAABAAEAPkAAACUAwAAAAA=&#10;" strokeweight="0"/>
                  <v:line id="Line 303" o:spid="_x0000_s2159" style="position:absolute;flip:x;visibility:visible;mso-wrap-style:square" from="3405,1929" to="3411,1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70MYAAADcAAAADwAAAGRycy9kb3ducmV2LnhtbESPQWsCMRSE74L/ITzBm2bbgsrWKNLS&#10;IoIVbT309ty87i5uXpYkuvHfN4WCx2FmvmHmy2gacSXna8sKHsYZCOLC6ppLBV+fb6MZCB+QNTaW&#10;ScGNPCwX/d4cc2073tP1EEqRIOxzVFCF0OZS+qIig35sW+Lk/VhnMCTpSqkddgluGvmYZRNpsOa0&#10;UGFLLxUV58PFKNh/TPnk3i/xHE/ddvd9LDfH15VSw0FcPYMIFMM9/N9eawVP2RT+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Pu9DGAAAA3AAAAA8AAAAAAAAA&#10;AAAAAAAAoQIAAGRycy9kb3ducmV2LnhtbFBLBQYAAAAABAAEAPkAAACUAwAAAAA=&#10;" strokeweight="0"/>
                  <v:line id="Line 304" o:spid="_x0000_s2160" style="position:absolute;flip:x;visibility:visible;mso-wrap-style:square" from="3395,1932" to="3400,1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AvosMAAADcAAAADwAAAGRycy9kb3ducmV2LnhtbERPTWsCMRC9F/ofwgjealYFW1ajSEUp&#10;hVa0evA2bsbdxc1kSaIb/31zKPT4eN+zRTSNuJPztWUFw0EGgriwuuZSweFn/fIGwgdkjY1lUvAg&#10;D4v589MMc2073tF9H0qRQtjnqKAKoc2l9EVFBv3AtsSJu1hnMCToSqkddincNHKUZRNpsObUUGFL&#10;7xUV1/3NKNh9v/LZbW7xGs/d1/Z0LD+Pq6VS/V5cTkEEiuFf/Of+0ArGWVqbzq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QL6LDAAAA3AAAAA8AAAAAAAAAAAAA&#10;AAAAoQIAAGRycy9kb3ducmV2LnhtbFBLBQYAAAAABAAEAPkAAACRAwAAAAA=&#10;" strokeweight="0"/>
                  <v:line id="Line 305" o:spid="_x0000_s2161" style="position:absolute;flip:x;visibility:visible;mso-wrap-style:square" from="3385,1935" to="3390,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yKOcYAAADcAAAADwAAAGRycy9kb3ducmV2LnhtbESPQWsCMRSE7wX/Q3gFbzVbC7bdGkWU&#10;ighatPXQ23Pzuru4eVmS6MZ/bwqFHoeZ+YYZT6NpxIWcry0reBxkIIgLq2suFXx9vj+8gPABWWNj&#10;mRRcycN00rsbY65txzu67EMpEoR9jgqqENpcSl9UZNAPbEucvB/rDIYkXSm1wy7BTSOHWTaSBmtO&#10;CxW2NK+oOO3PRsFu+8xHtzzHUzx2m4/vQ7k+LGZK9e/j7A1EoBj+w3/tlVbwlL3C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cijnGAAAA3AAAAA8AAAAAAAAA&#10;AAAAAAAAoQIAAGRycy9kb3ducmV2LnhtbFBLBQYAAAAABAAEAPkAAACUAwAAAAA=&#10;" strokeweight="0"/>
                  <v:line id="Line 306" o:spid="_x0000_s2162" style="position:absolute;flip:x;visibility:visible;mso-wrap-style:square" from="3375,1937" to="338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ecMAAADcAAAADwAAAGRycy9kb3ducmV2LnhtbERPy2oCMRTdF/yHcIXuNKOFtoxGEUUp&#10;hbb4Wri7Tq4zg5ObIYlO+vfNQujycN7TeTSNuJPztWUFo2EGgriwuuZSwWG/HryD8AFZY2OZFPyS&#10;h/ms9zTFXNuOt3TfhVKkEPY5KqhCaHMpfVGRQT+0LXHiLtYZDAm6UmqHXQo3jRxn2as0WHNqqLCl&#10;ZUXFdXczCrbfb3x2m1u8xnP39XM6lp/H1UKp535cTEAEiuFf/HB/aAUvozQ/nUlH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tXnDAAAA3AAAAA8AAAAAAAAAAAAA&#10;AAAAoQIAAGRycy9kb3ducmV2LnhtbFBLBQYAAAAABAAEAPkAAACRAwAAAAA=&#10;" strokeweight="0"/>
                  <v:line id="Line 307" o:spid="_x0000_s2163" style="position:absolute;flip:x;visibility:visible;mso-wrap-style:square" from="3364,1940" to="3370,1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MQ4scAAADcAAAADwAAAGRycy9kb3ducmV2LnhtbESPT2sCMRTE70K/Q3hCb5pdC21ZjSKV&#10;llJoxX8Hb8/Nc3dx87Ik0U2/fVMo9DjMzG+Y2SKaVtzI+caygnycgSAurW64UrDfvY6eQfiArLG1&#10;TAq+ycNifjeYYaFtzxu6bUMlEoR9gQrqELpCSl/WZNCPbUecvLN1BkOSrpLaYZ/gppWTLHuUBhtO&#10;CzV29FJTedlejYLN1xOf3Ns1XuKp/1wfD9XHYbVU6n4Yl1MQgWL4D/+137WChzyH3zPpCMj5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MxDixwAAANwAAAAPAAAAAAAA&#10;AAAAAAAAAKECAABkcnMvZG93bnJldi54bWxQSwUGAAAAAAQABAD5AAAAlQMAAAAA&#10;" strokeweight="0"/>
                  <v:line id="Line 308" o:spid="_x0000_s2164" style="position:absolute;flip:x;visibility:visible;mso-wrap-style:square" from="3354,1943" to="3360,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OlcYAAADcAAAADwAAAGRycy9kb3ducmV2LnhtbESPQWsCMRSE74L/ITzBm2ZVaGVrFFFa&#10;SsEWtR56e25edxc3L0sS3fTfm0Khx2FmvmEWq2gacSPna8sKJuMMBHFhdc2lgs/j82gOwgdkjY1l&#10;UvBDHlbLfm+BubYd7+l2CKVIEPY5KqhCaHMpfVGRQT+2LXHyvq0zGJJ0pdQOuwQ3jZxm2YM0WHNa&#10;qLClTUXF5XA1Cvbvj3x2L9d4iedu9/F1Kt9O27VSw0FcP4EIFMN/+K/9qhXMJl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hjpXGAAAA3AAAAA8AAAAAAAAA&#10;AAAAAAAAoQIAAGRycy9kb3ducmV2LnhtbFBLBQYAAAAABAAEAPkAAACUAwAAAAA=&#10;" strokeweight="0"/>
                  <v:line id="Line 309" o:spid="_x0000_s2165" style="position:absolute;flip:x;visibility:visible;mso-wrap-style:square" from="3344,1946" to="3349,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0rDsYAAADcAAAADwAAAGRycy9kb3ducmV2LnhtbESPQWsCMRSE7wX/Q3iCt5pVoZWtUURR&#10;SsEWtR56e25edxc3L0sS3fTfm0Khx2FmvmFmi2gacSPna8sKRsMMBHFhdc2lgs/j5nEKwgdkjY1l&#10;UvBDHhbz3sMMc2073tPtEEqRIOxzVFCF0OZS+qIig35oW+LkfVtnMCTpSqkddgluGjnOsidpsOa0&#10;UGFLq4qKy+FqFOzfn/nsttd4iedu9/F1Kt9O66VSg35cvoAIFMN/+K/9qhVMRh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tKw7GAAAA3AAAAA8AAAAAAAAA&#10;AAAAAAAAoQIAAGRycy9kb3ducmV2LnhtbFBLBQYAAAAABAAEAPkAAACUAwAAAAA=&#10;" strokeweight="0"/>
                  <v:line id="Line 310" o:spid="_x0000_s2166" style="position:absolute;flip:x;visibility:visible;mso-wrap-style:square" from="3334,1949" to="333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SzesYAAADcAAAADwAAAGRycy9kb3ducmV2LnhtbESPQWsCMRSE7wX/Q3gFbzWrLbZsjSJK&#10;pQi2aOuht+fmdXdx87Ik0Y3/3giFHoeZ+YaZzKJpxJmcry0rGA4yEMSF1TWXCr6/3h5eQPiArLGx&#10;TAou5GE27d1NMNe24y2dd6EUCcI+RwVVCG0upS8qMugHtiVO3q91BkOSrpTaYZfgppGjLBtLgzWn&#10;hQpbWlRUHHcno2D78cwHtzrFYzx0m8+ffbneL+dK9e/j/BVEoBj+w3/td63gcfg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Es3rGAAAA3AAAAA8AAAAAAAAA&#10;AAAAAAAAoQIAAGRycy9kb3ducmV2LnhtbFBLBQYAAAAABAAEAPkAAACUAwAAAAA=&#10;" strokeweight="0"/>
                  <v:line id="Line 311" o:spid="_x0000_s2167" style="position:absolute;flip:x;visibility:visible;mso-wrap-style:square" from="3323,1951" to="3328,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gW4cYAAADcAAAADwAAAGRycy9kb3ducmV2LnhtbESPQWsCMRSE7wX/Q3gFbzWrpbZsjSJK&#10;pQi2aOuht+fmdXdx87Ik0Y3/3giFHoeZ+YaZzKJpxJmcry0rGA4yEMSF1TWXCr6/3h5eQPiArLGx&#10;TAou5GE27d1NMNe24y2dd6EUCcI+RwVVCG0upS8qMugHtiVO3q91BkOSrpTaYZfgppGjLBtLgzWn&#10;hQpbWlRUHHcno2D78cwHtzrFYzx0m8+ffbneL+dK9e/j/BVEoBj+w3/td63gcfg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IFuHGAAAA3AAAAA8AAAAAAAAA&#10;AAAAAAAAoQIAAGRycy9kb3ducmV2LnhtbFBLBQYAAAAABAAEAPkAAACUAwAAAAA=&#10;" strokeweight="0"/>
                  <v:line id="Line 312" o:spid="_x0000_s2168" style="position:absolute;flip:x;visibility:visible;mso-wrap-style:square" from="3313,1954" to="3318,1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IlsYAAADcAAAADwAAAGRycy9kb3ducmV2LnhtbESPQWsCMRSE74X+h/AK3mrWCrZsjSJK&#10;RQQr2nro7bl53V3cvCxJdOO/N4WCx2FmvmHG02gacSHna8sKBv0MBHFhdc2lgu+vj+c3ED4ga2ws&#10;k4IreZhOHh/GmGvb8Y4u+1CKBGGfo4IqhDaX0hcVGfR92xIn79c6gyFJV0rtsEtw08iXLBtJgzWn&#10;hQpbmldUnPZno2D3+cpHtzzHUzx2m+3PoVwfFjOlek9x9g4iUAz38H97pRUMByP4O5OOgJ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aiJbGAAAA3AAAAA8AAAAAAAAA&#10;AAAAAAAAoQIAAGRycy9kb3ducmV2LnhtbFBLBQYAAAAABAAEAPkAAACUAwAAAAA=&#10;" strokeweight="0"/>
                  <v:line id="Line 313" o:spid="_x0000_s2169" style="position:absolute;flip:x;visibility:visible;mso-wrap-style:square" from="3303,1956" to="3308,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YtDcYAAADcAAAADwAAAGRycy9kb3ducmV2LnhtbESPQWsCMRSE7wX/Q3iCt5q1QpWtUUSp&#10;SKEVtR56e25edxc3L0sS3fTfN4WCx2FmvmFmi2gacSPna8sKRsMMBHFhdc2lgs/j6+MUhA/IGhvL&#10;pOCHPCzmvYcZ5tp2vKfbIZQiQdjnqKAKoc2l9EVFBv3QtsTJ+7bOYEjSlVI77BLcNPIpy56lwZrT&#10;QoUtrSoqLoerUbD/mPDZba7xEs/d++7rVL6d1kulBv24fAERKIZ7+L+91QrGown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WLQ3GAAAA3AAAAA8AAAAAAAAA&#10;AAAAAAAAoQIAAGRycy9kb3ducmV2LnhtbFBLBQYAAAAABAAEAPkAAACUAwAAAAA=&#10;" strokeweight="0"/>
                  <v:line id="Line 314" o:spid="_x0000_s2170" style="position:absolute;flip:x;visibility:visible;mso-wrap-style:square" from="3292,1959" to="3298,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m5f8MAAADcAAAADwAAAGRycy9kb3ducmV2LnhtbERPy2oCMRTdF/yHcIXuNKOFtoxGEUUp&#10;hbb4Wri7Tq4zg5ObIYlO+vfNQujycN7TeTSNuJPztWUFo2EGgriwuuZSwWG/HryD8AFZY2OZFPyS&#10;h/ms9zTFXNuOt3TfhVKkEPY5KqhCaHMpfVGRQT+0LXHiLtYZDAm6UmqHXQo3jRxn2as0WHNqqLCl&#10;ZUXFdXczCrbfb3x2m1u8xnP39XM6lp/H1UKp535cTEAEiuFf/HB/aAUvo7Q2nUlH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JuX/DAAAA3AAAAA8AAAAAAAAAAAAA&#10;AAAAoQIAAGRycy9kb3ducmV2LnhtbFBLBQYAAAAABAAEAPkAAACRAwAAAAA=&#10;" strokeweight="0"/>
                  <v:line id="Line 315" o:spid="_x0000_s2171" style="position:absolute;flip:x;visibility:visible;mso-wrap-style:square" from="3282,1962" to="3287,1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Uc5MYAAADcAAAADwAAAGRycy9kb3ducmV2LnhtbESPQWsCMRSE7wX/Q3gFbzWrhdpujSJK&#10;pQi2aOuht+fmdXdx87Ik0Y3/3giFHoeZ+YaZzKJpxJmcry0rGA4yEMSF1TWXCr6/3h6eQfiArLGx&#10;TAou5GE27d1NMNe24y2dd6EUCcI+RwVVCG0upS8qMugHtiVO3q91BkOSrpTaYZfgppGjLHuSBmtO&#10;CxW2tKioOO5ORsH2Y8wHtzrFYzx0m8+ffbneL+dK9e/j/BVEoBj+w3/td63gcfgC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FHOTGAAAA3AAAAA8AAAAAAAAA&#10;AAAAAAAAoQIAAGRycy9kb3ducmV2LnhtbFBLBQYAAAAABAAEAPkAAACUAwAAAAA=&#10;" strokeweight="0"/>
                  <v:line id="Line 316" o:spid="_x0000_s2172" style="position:absolute;flip:x;visibility:visible;mso-wrap-style:square" from="3272,1965" to="3277,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xMMAAADcAAAADwAAAGRycy9kb3ducmV2LnhtbERPy2oCMRTdF/yHcAV3NaNCW0ajiKKU&#10;Qlt8LdxdJ9eZwcnNkEQn/ftmUejycN6zRTSNeJDztWUFo2EGgriwuuZSwfGweX4D4QOyxsYyKfgh&#10;D4t572mGubYd7+ixD6VIIexzVFCF0OZS+qIig35oW+LEXa0zGBJ0pdQOuxRuGjnOshdpsObUUGFL&#10;q4qK2/5uFOy+Xvnitvd4i5fu8/t8Kj9O66VSg35cTkEEiuFf/Od+1wom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Tf8TDAAAA3AAAAA8AAAAAAAAAAAAA&#10;AAAAoQIAAGRycy9kb3ducmV2LnhtbFBLBQYAAAAABAAEAPkAAACRAwAAAAA=&#10;" strokeweight="0"/>
                  <v:line id="Line 317" o:spid="_x0000_s2173" style="position:absolute;flip:x;visibility:visible;mso-wrap-style:square" from="3262,1968" to="326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aX8YAAADcAAAADwAAAGRycy9kb3ducmV2LnhtbESPQWsCMRSE74L/ITzBm2ZVaGVrFFFa&#10;SsEWtR56e25edxc3L0sS3fTfm0Khx2FmvmEWq2gacSPna8sKJuMMBHFhdc2lgs/j82gOwgdkjY1l&#10;UvBDHlbLfm+BubYd7+l2CKVIEPY5KqhCaHMpfVGRQT+2LXHyvq0zGJJ0pdQOuwQ3jZxm2YM0WHNa&#10;qLClTUXF5XA1Cvbvj3x2L9d4iedu9/F1Kt9O27VSw0FcP4EIFMN/+K/9qhXMph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f2l/GAAAA3AAAAA8AAAAAAAAA&#10;AAAAAAAAoQIAAGRycy9kb3ducmV2LnhtbFBLBQYAAAAABAAEAPkAAACUAwAAAAA=&#10;" strokeweight="0"/>
                  <v:line id="Line 318" o:spid="_x0000_s2174" style="position:absolute;flip:x;visibility:visible;mso-wrap-style:square" from="3251,1970" to="3257,1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1EKMcAAADcAAAADwAAAGRycy9kb3ducmV2LnhtbESPT2sCMRTE70K/Q3iF3jTrFtqyGkVa&#10;WkrBiv8O3p6b5+7i5mVJopt+e1Mo9DjMzG+Y6TyaVlzJ+caygvEoA0FcWt1wpWC3fR++gPABWWNr&#10;mRT8kIf57G4wxULbntd03YRKJAj7AhXUIXSFlL6syaAf2Y44eSfrDIYkXSW1wz7BTSvzLHuSBhtO&#10;CzV29FpTed5cjIL19zMf3cclnuOxX64O++pr/7ZQ6uE+LiYgAsXwH/5rf2oFj3kOv2fSEZ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jUQoxwAAANwAAAAPAAAAAAAA&#10;AAAAAAAAAKECAABkcnMvZG93bnJldi54bWxQSwUGAAAAAAQABAD5AAAAlQMAAAAA&#10;" strokeweight="0"/>
                  <v:line id="Line 319" o:spid="_x0000_s2175" style="position:absolute;flip:x;visibility:visible;mso-wrap-style:square" from="3241,1973" to="3246,1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Hhs8YAAADcAAAADwAAAGRycy9kb3ducmV2LnhtbESPT2sCMRTE74V+h/CE3mpWhSqrUaSl&#10;pRRa8d/B23Pz3F3cvCxJdNNv3xQEj8PM/IaZLaJpxJWcry0rGPQzEMSF1TWXCnbb9+cJCB+QNTaW&#10;ScEveVjMHx9mmGvb8Zqum1CKBGGfo4IqhDaX0hcVGfR92xIn72SdwZCkK6V22CW4aeQwy16kwZrT&#10;QoUtvVZUnDcXo2D9M+aj+7jEczx236vDvvzavy2VeurF5RREoBju4Vv7UysYDUfwfy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B4bPGAAAA3AAAAA8AAAAAAAAA&#10;AAAAAAAAoQIAAGRycy9kb3ducmV2LnhtbFBLBQYAAAAABAAEAPkAAACUAwAAAAA=&#10;" strokeweight="0"/>
                  <v:line id="Line 320" o:spid="_x0000_s2176" style="position:absolute;flip:x;visibility:visible;mso-wrap-style:square" from="3231,1976" to="3236,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h5x8YAAADcAAAADwAAAGRycy9kb3ducmV2LnhtbESPQWsCMRSE7wX/Q3iCt5qtLbZsjSJK&#10;pQi2aOuht+fmdXdx87Ik0Y3/3giFHoeZ+YaZzKJpxJmcry0reBhmIIgLq2suFXx/vd2/gPABWWNj&#10;mRRcyMNs2rubYK5tx1s670IpEoR9jgqqENpcSl9UZNAPbUucvF/rDIYkXSm1wy7BTSNHWTaWBmtO&#10;CxW2tKioOO5ORsH245kPbnWKx3joNp8/+3K9X86VGvTj/BVEoBj+w3/td63gcfQ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oecfGAAAA3AAAAA8AAAAAAAAA&#10;AAAAAAAAoQIAAGRycy9kb3ducmV2LnhtbFBLBQYAAAAABAAEAPkAAACUAwAAAAA=&#10;" strokeweight="0"/>
                  <v:line id="Line 321" o:spid="_x0000_s2177" style="position:absolute;flip:x;visibility:visible;mso-wrap-style:square" from="3221,1978" to="3226,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TcXMYAAADcAAAADwAAAGRycy9kb3ducmV2LnhtbESPQWsCMRSE7wX/Q3iCt5qtpbZsjSJK&#10;pQi2aOuht+fmdXdx87Ik0Y3/3giFHoeZ+YaZzKJpxJmcry0reBhmIIgLq2suFXx/vd2/gPABWWNj&#10;mRRcyMNs2rubYK5tx1s670IpEoR9jgqqENpcSl9UZNAPbUucvF/rDIYkXSm1wy7BTSNHWTaWBmtO&#10;CxW2tKioOO5ORsH245kPbnWKx3joNp8/+3K9X86VGvTj/BVEoBj+w3/td63gcfQ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k3FzGAAAA3AAAAA8AAAAAAAAA&#10;AAAAAAAAoQIAAGRycy9kb3ducmV2LnhtbFBLBQYAAAAABAAEAPkAAACUAwAAAAA=&#10;" strokeweight="0"/>
                  <v:line id="Line 322" o:spid="_x0000_s2178" style="position:absolute;flip:x;visibility:visible;mso-wrap-style:square" from="3210,1981" to="3215,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ZCK8YAAADcAAAADwAAAGRycy9kb3ducmV2LnhtbESPQWsCMRSE7wX/Q3hCbzWrBStbo4hi&#10;KQUraj309ty87i5uXpYkuum/N4WCx2FmvmGm82gacSXna8sKhoMMBHFhdc2lgq/D+mkCwgdkjY1l&#10;UvBLHuaz3sMUc2073tF1H0qRIOxzVFCF0OZS+qIig35gW+Lk/VhnMCTpSqkddgluGjnKsrE0WHNa&#10;qLClZUXFeX8xCnafL3xyb5d4jqdus/0+lh/H1UKpx35cvIIIFMM9/N9+1wqeR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2QivGAAAA3AAAAA8AAAAAAAAA&#10;AAAAAAAAoQIAAGRycy9kb3ducmV2LnhtbFBLBQYAAAAABAAEAPkAAACUAwAAAAA=&#10;" strokeweight="0"/>
                  <v:line id="Line 323" o:spid="_x0000_s2179" style="position:absolute;flip:x;visibility:visible;mso-wrap-style:square" from="3200,1984" to="3205,1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rnsMYAAADcAAAADwAAAGRycy9kb3ducmV2LnhtbESPQWsCMRSE74L/IbyCN83WQi1bo4il&#10;RQpWtPXQ23Pzuru4eVmS6MZ/b4SCx2FmvmGm82gacSbna8sKHkcZCOLC6ppLBT/f78MXED4ga2ws&#10;k4ILeZjP+r0p5tp2vKXzLpQiQdjnqKAKoc2l9EVFBv3ItsTJ+7POYEjSlVI77BLcNHKcZc/SYM1p&#10;ocKWlhUVx93JKNh+TfjgPk7xGA/devO7Lz/3bwulBg9x8QoiUAz38H97pRU8jSd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657DGAAAA3AAAAA8AAAAAAAAA&#10;AAAAAAAAoQIAAGRycy9kb3ducmV2LnhtbFBLBQYAAAAABAAEAPkAAACUAwAAAAA=&#10;" strokeweight="0"/>
                  <v:line id="Line 324" o:spid="_x0000_s2180" style="position:absolute;flip:x;visibility:visible;mso-wrap-style:square" from="3189,1987" to="3195,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VzwsMAAADcAAAADwAAAGRycy9kb3ducmV2LnhtbERPy2oCMRTdF/yHcAV3NaNCW0ajiKKU&#10;Qlt8LdxdJ9eZwcnNkEQn/ftmUejycN6zRTSNeJDztWUFo2EGgriwuuZSwfGweX4D4QOyxsYyKfgh&#10;D4t572mGubYd7+ixD6VIIexzVFCF0OZS+qIig35oW+LEXa0zGBJ0pdQOuxRuGjnOshdpsObUUGFL&#10;q4qK2/5uFOy+Xvnitvd4i5fu8/t8Kj9O66VSg35cTkEEiuFf/Od+1wom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lc8LDAAAA3AAAAA8AAAAAAAAAAAAA&#10;AAAAoQIAAGRycy9kb3ducmV2LnhtbFBLBQYAAAAABAAEAPkAAACRAwAAAAA=&#10;" strokeweight="0"/>
                  <v:line id="Line 325" o:spid="_x0000_s2181" style="position:absolute;flip:x;visibility:visible;mso-wrap-style:square" from="3180,1990" to="3185,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nWWcYAAADcAAAADwAAAGRycy9kb3ducmV2LnhtbESPQWsCMRSE7wX/Q3iCt5qthdpujSJK&#10;pQi2aOuht+fmdXdx87Ik0Y3/3giFHoeZ+YaZzKJpxJmcry0reBhmIIgLq2suFXx/vd0/g/ABWWNj&#10;mRRcyMNs2rubYK5tx1s670IpEoR9jgqqENpcSl9UZNAPbUucvF/rDIYkXSm1wy7BTSNHWfYkDdac&#10;FipsaVFRcdydjILtx5gPbnWKx3joNp8/+3K9X86VGvTj/BVEoBj+w3/td63gcfQC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p1lnGAAAA3AAAAA8AAAAAAAAA&#10;AAAAAAAAoQIAAGRycy9kb3ducmV2LnhtbFBLBQYAAAAABAAEAPkAAACUAwAAAAA=&#10;" strokeweight="0"/>
                  <v:line id="Line 326" o:spid="_x0000_s2182" style="position:absolute;flip:x;visibility:visible;mso-wrap-style:square" from="3170,1992" to="3174,1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rpGcMAAADcAAAADwAAAGRycy9kb3ducmV2LnhtbERPz2vCMBS+C/4P4Qm7zXQTplSjiLIx&#10;BlPq5sHbs3lri81LSaLN/vvlMPD48f1erKJpxY2cbywreBpnIIhLqxuuFHx/vT7OQPiArLG1TAp+&#10;ycNqORwsMNe254Juh1CJFMI+RwV1CF0upS9rMujHtiNO3I91BkOCrpLaYZ/CTSufs+xFGmw4NdTY&#10;0aam8nK4GgXFbspn93aNl3juP/enY/Vx3K6VehjF9RxEoBju4n/3u1YwmaT56Uw6An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K6RnDAAAA3AAAAA8AAAAAAAAAAAAA&#10;AAAAoQIAAGRycy9kb3ducmV2LnhtbFBLBQYAAAAABAAEAPkAAACRAwAAAAA=&#10;" strokeweight="0"/>
                  <v:line id="Line 327" o:spid="_x0000_s2183" style="position:absolute;flip:x;visibility:visible;mso-wrap-style:square" from="3159,1995" to="316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ZMgsYAAADcAAAADwAAAGRycy9kb3ducmV2LnhtbESPQWsCMRSE7wX/Q3iCt5pVoZWtUURR&#10;SsEWtR56e25edxc3L0sS3fTfm0Khx2FmvmFmi2gacSPna8sKRsMMBHFhdc2lgs/j5nEKwgdkjY1l&#10;UvBDHhbz3sMMc2073tPtEEqRIOxzVFCF0OZS+qIig35oW+LkfVtnMCTpSqkddgluGjnOsidpsOa0&#10;UGFLq4qKy+FqFOzfn/nsttd4iedu9/F1Kt9O66VSg35cvoAIFMN/+K/9qhVMJi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GTILGAAAA3AAAAA8AAAAAAAAA&#10;AAAAAAAAoQIAAGRycy9kb3ducmV2LnhtbFBLBQYAAAAABAAEAPkAAACUAwAAAAA=&#10;" strokeweight="0"/>
                  <v:line id="Line 328" o:spid="_x0000_s2184" style="position:absolute;flip:x;visibility:visible;mso-wrap-style:square" from="3149,1998" to="315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TS9cYAAADcAAAADwAAAGRycy9kb3ducmV2LnhtbESPT2sCMRTE74V+h/CE3mpWhSqrUaSl&#10;pRRa8d/B23Pz3F3cvCxJdNNv3xQEj8PM/IaZLaJpxJWcry0rGPQzEMSF1TWXCnbb9+cJCB+QNTaW&#10;ScEveVjMHx9mmGvb8Zqum1CKBGGfo4IqhDaX0hcVGfR92xIn72SdwZCkK6V22CW4aeQwy16kwZrT&#10;QoUtvVZUnDcXo2D9M+aj+7jEczx236vDvvzavy2VeurF5RREoBju4Vv7UysYjYbwfy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U0vXGAAAA3AAAAA8AAAAAAAAA&#10;AAAAAAAAoQIAAGRycy9kb3ducmV2LnhtbFBLBQYAAAAABAAEAPkAAACUAwAAAAA=&#10;" strokeweight="0"/>
                  <v:line id="Line 329" o:spid="_x0000_s2185" style="position:absolute;flip:x;visibility:visible;mso-wrap-style:square" from="3138,2000" to="3144,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h3bscAAADcAAAADwAAAGRycy9kb3ducmV2LnhtbESPT2sCMRTE74V+h/AKvdWsXWjLahRp&#10;aRHBiv8O3p6b5+7i5mVJopt+e1Mo9DjMzG+Y8TSaVlzJ+cayguEgA0FcWt1wpWC3/Xx6A+EDssbW&#10;Min4IQ/Tyf3dGAtte17TdRMqkSDsC1RQh9AVUvqyJoN+YDvi5J2sMxiSdJXUDvsEN618zrIXabDh&#10;tFBjR+81lefNxShYf7/y0X1d4jke++XqsK8W+4+ZUo8PcTYCESiG//Bfe64V5HkOv2fSEZCT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GHduxwAAANwAAAAPAAAAAAAA&#10;AAAAAAAAAKECAABkcnMvZG93bnJldi54bWxQSwUGAAAAAAQABAD5AAAAlQMAAAAA&#10;" strokeweight="0"/>
                  <v:line id="Line 330" o:spid="_x0000_s2186" style="position:absolute;flip:x;visibility:visible;mso-wrap-style:square" from="3128,2004" to="313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HvGscAAADcAAAADwAAAGRycy9kb3ducmV2LnhtbESPT2sCMRTE7wW/Q3hCbzVbLbasRhFL&#10;SynY4r+Dt+fmdXdx87Ik0U2/vREKPQ4z8xtmOo+mERdyvras4HGQgSAurK65VLDbvj28gPABWWNj&#10;mRT8kof5rHc3xVzbjtd02YRSJAj7HBVUIbS5lL6oyKAf2JY4eT/WGQxJulJqh12Cm0YOs2wsDdac&#10;FipsaVlRcdqcjYL11zMf3fs5nuKxW30f9uXn/nWh1H0/LiYgAsXwH/5rf2gFo9ET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8e8axwAAANwAAAAPAAAAAAAA&#10;AAAAAAAAAKECAABkcnMvZG93bnJldi54bWxQSwUGAAAAAAQABAD5AAAAlQMAAAAA&#10;" strokeweight="0"/>
                  <v:line id="Line 331" o:spid="_x0000_s2187" style="position:absolute;flip:x;visibility:visible;mso-wrap-style:square" from="3118,2006" to="3123,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1KgccAAADcAAAADwAAAGRycy9kb3ducmV2LnhtbESPT2sCMRTE7wW/Q3hCbzVbpbasRhFL&#10;SynY4r+Dt+fmdXdx87Ik0U2/vREKPQ4z8xtmOo+mERdyvras4HGQgSAurK65VLDbvj28gPABWWNj&#10;mRT8kof5rHc3xVzbjtd02YRSJAj7HBVUIbS5lL6oyKAf2JY4eT/WGQxJulJqh12Cm0YOs2wsDdac&#10;FipsaVlRcdqcjYL11zMf3fs5nuKxW30f9uXn/nWh1H0/LiYgAsXwH/5rf2gFo9ET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UqBxwAAANwAAAAPAAAAAAAA&#10;AAAAAAAAAKECAABkcnMvZG93bnJldi54bWxQSwUGAAAAAAQABAD5AAAAlQMAAAAA&#10;" strokeweight="0"/>
                  <v:line id="Line 332" o:spid="_x0000_s2188" style="position:absolute;flip:x;visibility:visible;mso-wrap-style:square" from="3108,2009" to="311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U9sYAAADcAAAADwAAAGRycy9kb3ducmV2LnhtbESPQWsCMRSE74L/ITyhN81awcrWKGJp&#10;KYItaj309ty87i5uXpYkuvHfm0Khx2FmvmHmy2gacSXna8sKxqMMBHFhdc2lgq/D63AGwgdkjY1l&#10;UnAjD8tFvzfHXNuOd3Tdh1IkCPscFVQhtLmUvqjIoB/Zljh5P9YZDEm6UmqHXYKbRj5m2VQarDkt&#10;VNjSuqLivL8YBbuPJz65t0s8x1O3/fw+lpvjy0qph0FcPYMIFMN/+K/9rhVMJlP4PZOOgF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v1PbGAAAA3AAAAA8AAAAAAAAA&#10;AAAAAAAAoQIAAGRycy9kb3ducmV2LnhtbFBLBQYAAAAABAAEAPkAAACUAwAAAAA=&#10;" strokeweight="0"/>
                  <v:line id="Line 333" o:spid="_x0000_s2189" style="position:absolute;flip:x;visibility:visible;mso-wrap-style:square" from="3097,2011" to="3102,2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NxbcYAAADcAAAADwAAAGRycy9kb3ducmV2LnhtbESPQWsCMRSE70L/Q3iCN81aocrWKNKi&#10;SMEWtR56e25edxc3L0sS3fjvm0Khx2FmvmHmy2gacSPna8sKxqMMBHFhdc2lgs/jejgD4QOyxsYy&#10;KbiTh+XioTfHXNuO93Q7hFIkCPscFVQhtLmUvqjIoB/Zljh539YZDEm6UmqHXYKbRj5m2ZM0WHNa&#10;qLCll4qKy+FqFOzfp3x2m2u8xHO3+/g6lW+n15VSg35cPYMIFMN/+K+91Qomk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wjcW3GAAAA3AAAAA8AAAAAAAAA&#10;AAAAAAAAoQIAAGRycy9kb3ducmV2LnhtbFBLBQYAAAAABAAEAPkAAACUAwAAAAA=&#10;" strokeweight="0"/>
                  <v:line id="Line 334" o:spid="_x0000_s2190" style="position:absolute;flip:x;visibility:visible;mso-wrap-style:square" from="3087,2014" to="3092,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zlH8MAAADcAAAADwAAAGRycy9kb3ducmV2LnhtbERPz2vCMBS+C/4P4Qm7zXQTplSjiLIx&#10;BlPq5sHbs3lri81LSaLN/vvlMPD48f1erKJpxY2cbywreBpnIIhLqxuuFHx/vT7OQPiArLG1TAp+&#10;ycNqORwsMNe254Juh1CJFMI+RwV1CF0upS9rMujHtiNO3I91BkOCrpLaYZ/CTSufs+xFGmw4NdTY&#10;0aam8nK4GgXFbspn93aNl3juP/enY/Vx3K6VehjF9RxEoBju4n/3u1YwmaS16Uw6An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85R/DAAAA3AAAAA8AAAAAAAAAAAAA&#10;AAAAoQIAAGRycy9kb3ducmV2LnhtbFBLBQYAAAAABAAEAPkAAACRAwAAAAA=&#10;" strokeweight="0"/>
                  <v:line id="Line 335" o:spid="_x0000_s2191" style="position:absolute;flip:x;visibility:visible;mso-wrap-style:square" from="3077,2017" to="3082,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BAhMcAAADcAAAADwAAAGRycy9kb3ducmV2LnhtbESPT2sCMRTE7wW/Q3hCbzVbhdquRhFL&#10;SynY4r+Dt+fmdXdx87Ik0U2/vREKPQ4z8xtmOo+mERdyvras4HGQgSAurK65VLDbvj08g/ABWWNj&#10;mRT8kof5rHc3xVzbjtd02YRSJAj7HBVUIbS5lL6oyKAf2JY4eT/WGQxJulJqh12Cm0YOs+xJGqw5&#10;LVTY0rKi4rQ5GwXrrzEf3fs5nuKxW30f9uXn/nWh1H0/LiYgAsXwH/5rf2gFo9EL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8ECExwAAANwAAAAPAAAAAAAA&#10;AAAAAAAAAKECAABkcnMvZG93bnJldi54bWxQSwUGAAAAAAQABAD5AAAAlQMAAAAA&#10;" strokeweight="0"/>
                  <v:line id="Line 336" o:spid="_x0000_s2192" style="position:absolute;flip:x;visibility:visible;mso-wrap-style:square" from="3067,2019" to="3072,2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yaZMMAAADcAAAADwAAAGRycy9kb3ducmV2LnhtbERPTWsCMRC9F/ofwhR6q9laUVmNIpaW&#10;Iqho68HbuJnuLm4mSxLd+O/NodDj431P59E04krO15YVvPYyEMSF1TWXCn6+P17GIHxA1thYJgU3&#10;8jCfPT5MMde24x1d96EUKYR9jgqqENpcSl9UZND3bEucuF/rDIYEXSm1wy6Fm0b2s2woDdacGips&#10;aVlRcd5fjILdZsQn93mJ53jq1tvjoVwd3hdKPT/FxQREoBj+xX/uL63gbZDmpzPp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mmTDAAAA3AAAAA8AAAAAAAAAAAAA&#10;AAAAoQIAAGRycy9kb3ducmV2LnhtbFBLBQYAAAAABAAEAPkAAACRAwAAAAA=&#10;" strokeweight="0"/>
                  <v:line id="Line 337" o:spid="_x0000_s2193" style="position:absolute;flip:x;visibility:visible;mso-wrap-style:square" from="3057,2023" to="306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A//8YAAADcAAAADwAAAGRycy9kb3ducmV2LnhtbESPQWsCMRSE7wX/Q3gFbzWrLbZsjSJK&#10;pQi2aOuht+fmdXdx87Ik0Y3/3giFHoeZ+YaZzKJpxJmcry0rGA4yEMSF1TWXCr6/3h5eQPiArLGx&#10;TAou5GE27d1NMNe24y2dd6EUCcI+RwVVCG0upS8qMugHtiVO3q91BkOSrpTaYZfgppGjLBtLgzWn&#10;hQpbWlRUHHcno2D78cwHtzrFYzx0m8+ffbneL+dK9e/j/BVEoBj+w3/td63g8Wk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SAP//GAAAA3AAAAA8AAAAAAAAA&#10;AAAAAAAAoQIAAGRycy9kb3ducmV2LnhtbFBLBQYAAAAABAAEAPkAAACUAwAAAAA=&#10;" strokeweight="0"/>
                  <v:line id="Line 338" o:spid="_x0000_s2194" style="position:absolute;flip:x;visibility:visible;mso-wrap-style:square" from="3046,2025" to="3051,2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KhiMYAAADcAAAADwAAAGRycy9kb3ducmV2LnhtbESPQWsCMRSE7wX/Q3iCt5qtLbZsjSJK&#10;pQi2aOuht+fmdXdx87Ik0Y3/3giFHoeZ+YaZzKJpxJmcry0reBhmIIgLq2suFXx/vd2/gPABWWNj&#10;mRRcyMNs2rubYK5tx1s670IpEoR9jgqqENpcSl9UZNAPbUucvF/rDIYkXSm1wy7BTSNHWTaWBmtO&#10;CxW2tKioOO5ORsH245kPbnWKx3joNp8/+3K9X86VGvTj/BVEoBj+w3/td63g8Wk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SoYjGAAAA3AAAAA8AAAAAAAAA&#10;AAAAAAAAoQIAAGRycy9kb3ducmV2LnhtbFBLBQYAAAAABAAEAPkAAACUAwAAAAA=&#10;" strokeweight="0"/>
                  <v:line id="Line 339" o:spid="_x0000_s2195" style="position:absolute;flip:x;visibility:visible;mso-wrap-style:square" from="3036,2028" to="3041,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4EE8cAAADcAAAADwAAAGRycy9kb3ducmV2LnhtbESPT2sCMRTE7wW/Q3hCbzVbLbasRhFL&#10;SynY4r+Dt+fmdXdx87Ik0U2/vREKPQ4z8xtmOo+mERdyvras4HGQgSAurK65VLDbvj28gPABWWNj&#10;mRT8kof5rHc3xVzbjtd02YRSJAj7HBVUIbS5lL6oyKAf2JY4eT/WGQxJulJqh12Cm0YOs2wsDdac&#10;FipsaVlRcdqcjYL11zMf3fs5nuKxW30f9uXn/nWh1H0/LiYgAsXwH/5rf2gFo6c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gQTxwAAANwAAAAPAAAAAAAA&#10;AAAAAAAAAKECAABkcnMvZG93bnJldi54bWxQSwUGAAAAAAQABAD5AAAAlQMAAAAA&#10;" strokeweight="0"/>
                  <v:line id="Line 340" o:spid="_x0000_s2196" style="position:absolute;flip:x;visibility:visible;mso-wrap-style:square" from="3025,2031" to="3031,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ecZ8YAAADcAAAADwAAAGRycy9kb3ducmV2LnhtbESPQWsCMRSE7wX/Q3hCbzVbK23ZGkUs&#10;FRFUtPXQ23Pzuru4eVmS6MZ/bwqFHoeZ+YYZT6NpxIWcry0reBxkIIgLq2suFXx9fjy8gvABWWNj&#10;mRRcycN00rsbY65txzu67EMpEoR9jgqqENpcSl9UZNAPbEucvB/rDIYkXSm1wy7BTSOHWfYsDdac&#10;FipsaV5RcdqfjYLd5oWPbnGOp3js1tvvQ7k6vM+Uuu/H2RuIQDH8h//aS63gaTS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3nGfGAAAA3AAAAA8AAAAAAAAA&#10;AAAAAAAAoQIAAGRycy9kb3ducmV2LnhtbFBLBQYAAAAABAAEAPkAAACUAwAAAAA=&#10;" strokeweight="0"/>
                  <v:line id="Line 341" o:spid="_x0000_s2197" style="position:absolute;flip:x;visibility:visible;mso-wrap-style:square" from="3015,2033" to="3020,2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5/McAAADcAAAADwAAAGRycy9kb3ducmV2LnhtbESPQWsCMRSE7wX/Q3gFbzVbbVW2RpGW&#10;liK0otZDb8/N6+7i5mVJopv++0YoeBxm5htmtoimEWdyvras4H6QgSAurK65VPC1e72bgvABWWNj&#10;mRT8kofFvHczw1zbjjd03oZSJAj7HBVUIbS5lL6oyKAf2JY4eT/WGQxJulJqh12Cm0YOs2wsDdac&#10;Fips6bmi4rg9GQWbzwkf3NspHuOh+1h/78vV/mWpVP82Lp9ABIrhGv5vv2sFo4d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uzn8xwAAANwAAAAPAAAAAAAA&#10;AAAAAAAAAKECAABkcnMvZG93bnJldi54bWxQSwUGAAAAAAQABAD5AAAAlQMAAAAA&#10;" strokeweight="0"/>
                  <v:line id="Line 342" o:spid="_x0000_s2198" style="position:absolute;flip:x;visibility:visible;mso-wrap-style:square" from="3005,2036" to="3010,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mni8YAAADcAAAADwAAAGRycy9kb3ducmV2LnhtbESPQWsCMRSE74L/ITyht5qtLbZsjSKW&#10;ihSqaOuht+fmdXdx87Ik0Y3/3hQKHoeZ+YaZzKJpxJmcry0reBhmIIgLq2suFXx/vd+/gPABWWNj&#10;mRRcyMNs2u9NMNe24y2dd6EUCcI+RwVVCG0upS8qMuiHtiVO3q91BkOSrpTaYZfgppGjLBtLgzWn&#10;hQpbWlRUHHcno2C7fuaDW57iMR66z83PvvzYv82VuhvE+SuIQDHcwv/tlVbw+DS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pp4vGAAAA3AAAAA8AAAAAAAAA&#10;AAAAAAAAoQIAAGRycy9kb3ducmV2LnhtbFBLBQYAAAAABAAEAPkAAACUAwAAAAA=&#10;" strokeweight="0"/>
                  <v:line id="Line 343" o:spid="_x0000_s2199" style="position:absolute;flip:x;visibility:visible;mso-wrap-style:square" from="2995,2039" to="3000,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UCEMYAAADcAAAADwAAAGRycy9kb3ducmV2LnhtbESPQWsCMRSE74L/ITyhN83Wllq2RhFL&#10;RQq1aOuht+fmdXdx87Ik0Y3/3hQKHoeZ+YaZzqNpxJmcry0ruB9lIIgLq2suFXx/vQ2fQfiArLGx&#10;TAou5GE+6/emmGvb8ZbOu1CKBGGfo4IqhDaX0hcVGfQj2xIn79c6gyFJV0rtsEtw08hxlj1JgzWn&#10;hQpbWlZUHHcno2C7mfDBrU7xGA/dx+fPvnzfvy6UuhvExQuIQDHcwv/ttVbw8Di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lAhDGAAAA3AAAAA8AAAAAAAAA&#10;AAAAAAAAoQIAAGRycy9kb3ducmV2LnhtbFBLBQYAAAAABAAEAPkAAACUAwAAAAA=&#10;" strokeweight="0"/>
                  <v:line id="Line 344" o:spid="_x0000_s2200" style="position:absolute;flip:x;visibility:visible;mso-wrap-style:square" from="2984,2042" to="2989,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qWYsMAAADcAAAADwAAAGRycy9kb3ducmV2LnhtbERPTWsCMRC9F/ofwhR6q9laUVmNIpaW&#10;Iqho68HbuJnuLm4mSxLd+O/NodDj431P59E04krO15YVvPYyEMSF1TWXCn6+P17GIHxA1thYJgU3&#10;8jCfPT5MMde24x1d96EUKYR9jgqqENpcSl9UZND3bEucuF/rDIYEXSm1wy6Fm0b2s2woDdacGips&#10;aVlRcd5fjILdZsQn93mJ53jq1tvjoVwd3hdKPT/FxQREoBj+xX/uL63gbZDWpjPp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W6lmLDAAAA3AAAAA8AAAAAAAAAAAAA&#10;AAAAoQIAAGRycy9kb3ducmV2LnhtbFBLBQYAAAAABAAEAPkAAACRAwAAAAA=&#10;" strokeweight="0"/>
                  <v:line id="Line 345" o:spid="_x0000_s2201" style="position:absolute;flip:x;visibility:visible;mso-wrap-style:square" from="2974,2045" to="2979,2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Yz+ccAAADcAAAADwAAAGRycy9kb3ducmV2LnhtbESPQWsCMRSE7wX/Q3gFbzVbLVW3RpGW&#10;liK0otZDb8/N6+7i5mVJopv++0YoeBxm5htmtoimEWdyvras4H6QgSAurK65VPC1e72bgPABWWNj&#10;mRT8kofFvHczw1zbjjd03oZSJAj7HBVUIbS5lL6oyKAf2JY4eT/WGQxJulJqh12Cm0YOs+xRGqw5&#10;LVTY0nNFxXF7Mgo2n2M+uLdTPMZD97H+3per/ctSqf5tXD6BCBTDNfzfftcKRg9T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9jP5xwAAANwAAAAPAAAAAAAA&#10;AAAAAAAAAKECAABkcnMvZG93bnJldi54bWxQSwUGAAAAAAQABAD5AAAAlQMAAAAA&#10;" strokeweight="0"/>
                  <v:line id="Line 346" o:spid="_x0000_s2202" style="position:absolute;flip:x;visibility:visible;mso-wrap-style:square" from="2964,2047" to="2969,2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UMucQAAADcAAAADwAAAGRycy9kb3ducmV2LnhtbERPy2oCMRTdF/oP4Ra6q5lafDAaRSwt&#10;RVDR1oW76+R2ZnByMyTRiX9vFoUuD+c9nUfTiCs5X1tW8NrLQBAXVtdcKvj5/ngZg/ABWWNjmRTc&#10;yMN89vgwxVzbjnd03YdSpBD2OSqoQmhzKX1RkUHfsy1x4n6tMxgSdKXUDrsUbhrZz7KhNFhzaqiw&#10;pWVFxXl/MQp2mxGf3OclnuOpW2+Ph3J1eF8o9fwUFxMQgWL4F/+5v7SCt0Gan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FQy5xAAAANwAAAAPAAAAAAAAAAAA&#10;AAAAAKECAABkcnMvZG93bnJldi54bWxQSwUGAAAAAAQABAD5AAAAkgMAAAAA&#10;" strokeweight="0"/>
                  <v:line id="Line 347" o:spid="_x0000_s2203" style="position:absolute;flip:x;visibility:visible;mso-wrap-style:square" from="2954,2050" to="2959,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mpIsYAAADcAAAADwAAAGRycy9kb3ducmV2LnhtbESPQWsCMRSE7wX/Q3gFbzWrpbZsjSJK&#10;pQi2aOuht+fmdXdx87Ik0Y3/3giFHoeZ+YaZzKJpxJmcry0rGA4yEMSF1TWXCr6/3h5eQPiArLGx&#10;TAou5GE27d1NMNe24y2dd6EUCcI+RwVVCG0upS8qMugHtiVO3q91BkOSrpTaYZfgppGjLBtLgzWn&#10;hQpbWlRUHHcno2D78cwHtzrFYzx0m8+ffbneL+dK9e/j/BVEoBj+w3/td63g8Wk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ZqSLGAAAA3AAAAA8AAAAAAAAA&#10;AAAAAAAAoQIAAGRycy9kb3ducmV2LnhtbFBLBQYAAAAABAAEAPkAAACUAwAAAAA=&#10;" strokeweight="0"/>
                  <v:line id="Line 348" o:spid="_x0000_s2204" style="position:absolute;flip:x;visibility:visible;mso-wrap-style:square" from="2944,2053" to="2948,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s3VcYAAADcAAAADwAAAGRycy9kb3ducmV2LnhtbESPQWsCMRSE7wX/Q3iCt5qtpbZsjSJK&#10;pQi2aOuht+fmdXdx87Ik0Y3/3giFHoeZ+YaZzKJpxJmcry0reBhmIIgLq2suFXx/vd2/gPABWWNj&#10;mRRcyMNs2rubYK5tx1s670IpEoR9jgqqENpcSl9UZNAPbUucvF/rDIYkXSm1wy7BTSNHWTaWBmtO&#10;CxW2tKioOO5ORsH245kPbnWKx3joNp8/+3K9X86VGvTj/BVEoBj+w3/td63g8Wk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LN1XGAAAA3AAAAA8AAAAAAAAA&#10;AAAAAAAAoQIAAGRycy9kb3ducmV2LnhtbFBLBQYAAAAABAAEAPkAAACUAwAAAAA=&#10;" strokeweight="0"/>
                  <v:line id="Line 349" o:spid="_x0000_s2205" style="position:absolute;flip:x;visibility:visible;mso-wrap-style:square" from="2933,2055" to="2938,2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SzscAAADcAAAADwAAAGRycy9kb3ducmV2LnhtbESPT2sCMRTE7wW/Q3hCbzVbpbasRhFL&#10;SynY4r+Dt+fmdXdx87Ik0U2/vREKPQ4z8xtmOo+mERdyvras4HGQgSAurK65VLDbvj28gPABWWNj&#10;mRT8kof5rHc3xVzbjtd02YRSJAj7HBVUIbS5lL6oyKAf2JY4eT/WGQxJulJqh12Cm0YOs2wsDdac&#10;FipsaVlRcdqcjYL11zMf3fs5nuKxW30f9uXn/nWh1H0/LiYgAsXwH/5rf2gFo6c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5LOxwAAANwAAAAPAAAAAAAA&#10;AAAAAAAAAKECAABkcnMvZG93bnJldi54bWxQSwUGAAAAAAQABAD5AAAAlQMAAAAA&#10;" strokeweight="0"/>
                  <v:line id="Line 350" o:spid="_x0000_s2206" style="position:absolute;flip:x;visibility:visible;mso-wrap-style:square" from="2923,2058" to="2928,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4KuscAAADcAAAADwAAAGRycy9kb3ducmV2LnhtbESPQWsCMRSE7wX/Q3gFbzVbbVW2RpGW&#10;liK0otZDb8/N6+7i5mVJopv++0YoeBxm5htmtoimEWdyvras4H6QgSAurK65VPC1e72bgvABWWNj&#10;mRT8kofFvHczw1zbjjd03oZSJAj7HBVUIbS5lL6oyKAf2JY4eT/WGQxJulJqh12Cm0YOs2wsDdac&#10;Fips6bmi4rg9GQWbzwkf3NspHuOh+1h/78vV/mWpVP82Lp9ABIrhGv5vv2sFo8c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Lgq6xwAAANwAAAAPAAAAAAAA&#10;AAAAAAAAAKECAABkcnMvZG93bnJldi54bWxQSwUGAAAAAAQABAD5AAAAlQMAAAAA&#10;" strokeweight="0"/>
                  <v:line id="Line 351" o:spid="_x0000_s2207" style="position:absolute;flip:x;visibility:visible;mso-wrap-style:square" from="2912,2061" to="2918,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KvIcYAAADcAAAADwAAAGRycy9kb3ducmV2LnhtbESPQWsCMRSE7wX/Q3hCbzVbi23ZGkUs&#10;FRFUtPXQ23Pzuru4eVmS6MZ/bwqFHoeZ+YYZT6NpxIWcry0reBxkIIgLq2suFXx9fjy8gvABWWNj&#10;mRRcycN00rsbY65txzu67EMpEoR9jgqqENpcSl9UZNAPbEucvB/rDIYkXSm1wy7BTSOHWfYsDdac&#10;FipsaV5RcdqfjYLd5oWPbnGOp3js1tvvQ7k6vM+Uuu/H2RuIQDH8h//aS63gaTS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5iryHGAAAA3AAAAA8AAAAAAAAA&#10;AAAAAAAAoQIAAGRycy9kb3ducmV2LnhtbFBLBQYAAAAABAAEAPkAAACUAwAAAAA=&#10;" strokeweight="0"/>
                  <v:line id="Line 352" o:spid="_x0000_s2208" style="position:absolute;flip:x;visibility:visible;mso-wrap-style:square" from="2902,2064" to="2907,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AxVsYAAADcAAAADwAAAGRycy9kb3ducmV2LnhtbESPQWsCMRSE74L/ITyht5qtpbZsjSKW&#10;ihSqaOuht+fmdXdx87Ik0Y3/3hQKHoeZ+YaZzKJpxJmcry0reBhmIIgLq2suFXx/vd+/gPABWWNj&#10;mRRcyMNs2u9NMNe24y2dd6EUCcI+RwVVCG0upS8qMuiHtiVO3q91BkOSrpTaYZfgppGjLBtLgzWn&#10;hQpbWlRUHHcno2C7fuaDW57iMR66z83PvvzYv82VuhvE+SuIQDHcwv/tlVbw+DS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6wMVbGAAAA3AAAAA8AAAAAAAAA&#10;AAAAAAAAoQIAAGRycy9kb3ducmV2LnhtbFBLBQYAAAAABAAEAPkAAACUAwAAAAA=&#10;" strokeweight="0"/>
                  <v:line id="Line 353" o:spid="_x0000_s2209" style="position:absolute;flip:x;visibility:visible;mso-wrap-style:square" from="2892,2067" to="2897,2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yUzcYAAADcAAAADwAAAGRycy9kb3ducmV2LnhtbESPQWsCMRSE74L/ITyhN83W0lq2RhFL&#10;RQq1aOuht+fmdXdx87Ik0Y3/3hQKHoeZ+YaZzqNpxJmcry0ruB9lIIgLq2suFXx/vQ2fQfiArLGx&#10;TAou5GE+6/emmGvb8ZbOu1CKBGGfo4IqhDaX0hcVGfQj2xIn79c6gyFJV0rtsEtw08hxlj1JgzWn&#10;hQpbWlZUHHcno2C7mfDBrU7xGA/dx+fPvnzfvy6UuhvExQuIQDHcwv/ttVbw8Di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8lM3GAAAA3AAAAA8AAAAAAAAA&#10;AAAAAAAAoQIAAGRycy9kb3ducmV2LnhtbFBLBQYAAAAABAAEAPkAAACUAwAAAAA=&#10;" strokeweight="0"/>
                  <v:line id="Line 354" o:spid="_x0000_s2210" style="position:absolute;flip:x;visibility:visible;mso-wrap-style:square" from="2882,2069" to="2887,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MAv8QAAADcAAAADwAAAGRycy9kb3ducmV2LnhtbERPy2oCMRTdF/oP4Ra6q5lafDAaRSwt&#10;RVDR1oW76+R2ZnByMyTRiX9vFoUuD+c9nUfTiCs5X1tW8NrLQBAXVtdcKvj5/ngZg/ABWWNjmRTc&#10;yMN89vgwxVzbjnd03YdSpBD2OSqoQmhzKX1RkUHfsy1x4n6tMxgSdKXUDrsUbhrZz7KhNFhzaqiw&#10;pWVFxXl/MQp2mxGf3OclnuOpW2+Ph3J1eF8o9fwUFxMQgWL4F/+5v7SCt0F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YwC/xAAAANwAAAAPAAAAAAAAAAAA&#10;AAAAAKECAABkcnMvZG93bnJldi54bWxQSwUGAAAAAAQABAD5AAAAkgMAAAAA&#10;" strokeweight="0"/>
                  <v:line id="Line 355" o:spid="_x0000_s2211" style="position:absolute;flip:x;visibility:visible;mso-wrap-style:square" from="2871,2072" to="2877,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JMcAAADcAAAADwAAAGRycy9kb3ducmV2LnhtbESPQWsCMRSE7wX/Q3gFbzVbpVW3RpGW&#10;liK0otZDb8/N6+7i5mVJopv++0YoeBxm5htmtoimEWdyvras4H6QgSAurK65VPC1e72bgPABWWNj&#10;mRT8kofFvHczw1zbjjd03oZSJAj7HBVUIbS5lL6oyKAf2JY4eT/WGQxJulJqh12Cm0YOs+xRGqw5&#10;LVTY0nNFxXF7Mgo2n2M+uLdTPMZD97H+3per/ctSqf5tXD6BCBTDNfzfftcKRg9T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6UkxwAAANwAAAAPAAAAAAAA&#10;AAAAAAAAAKECAABkcnMvZG93bnJldi54bWxQSwUGAAAAAAQABAD5AAAAlQMAAAAA&#10;" strokeweight="0"/>
                  <v:line id="Line 356" o:spid="_x0000_s2212" style="position:absolute;flip:x;visibility:visible;mso-wrap-style:square" from="2861,2074" to="2867,2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nGBMMAAADcAAAADwAAAGRycy9kb3ducmV2LnhtbERPy2oCMRTdF/yHcIXuakYFW0ajiKKU&#10;Qlt8LdxdJ9eZwcnNkEQn/ftmUejycN6zRTSNeJDztWUFw0EGgriwuuZSwfGweXkD4QOyxsYyKfgh&#10;D4t572mGubYd7+ixD6VIIexzVFCF0OZS+qIig35gW+LEXa0zGBJ0pdQOuxRuGjnKsok0WHNqqLCl&#10;VUXFbX83CnZfr3xx23u8xUv3+X0+lR+n9VKp535cTkEEiuFf/Od+1w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5xgTDAAAA3AAAAA8AAAAAAAAAAAAA&#10;AAAAoQIAAGRycy9kb3ducmV2LnhtbFBLBQYAAAAABAAEAPkAAACRAwAAAAA=&#10;" strokeweight="0"/>
                  <v:line id="Line 357" o:spid="_x0000_s2213" style="position:absolute;flip:x;visibility:visible;mso-wrap-style:square" from="2851,2077" to="2856,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Vjn8YAAADcAAAADwAAAGRycy9kb3ducmV2LnhtbESPQWsCMRSE74X+h/AK3mrWCrZsjSJK&#10;RQQr2nro7bl53V3cvCxJdOO/N4WCx2FmvmHG02gacSHna8sKBv0MBHFhdc2lgu+vj+c3ED4ga2ws&#10;k4IreZhOHh/GmGvb8Y4u+1CKBGGfo4IqhDaX0hcVGfR92xIn79c6gyFJV0rtsEtw08iXLBtJgzWn&#10;hQpbmldUnPZno2D3+cpHtzzHUzx2m+3PoVwfFjOlek9x9g4iUAz38H97pRUMRwP4O5OOgJ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81Y5/GAAAA3AAAAA8AAAAAAAAA&#10;AAAAAAAAoQIAAGRycy9kb3ducmV2LnhtbFBLBQYAAAAABAAEAPkAAACUAwAAAAA=&#10;" strokeweight="0"/>
                  <v:line id="Line 358" o:spid="_x0000_s2214" style="position:absolute;flip:x;visibility:visible;mso-wrap-style:square" from="2841,2080" to="2846,2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96MYAAADcAAAADwAAAGRycy9kb3ducmV2LnhtbESPQWsCMRSE7wX/Q3hCbzWrBStbo4hi&#10;KQUraj309ty87i5uXpYkuum/N4WCx2FmvmGm82gacSXna8sKhoMMBHFhdc2lgq/D+mkCwgdkjY1l&#10;UvBLHuaz3sMUc2073tF1H0qRIOxzVFCF0OZS+qIig35gW+Lk/VhnMCTpSqkddgluGjnKsrE0WHNa&#10;qLClZUXFeX8xCnafL3xyb5d4jqdus/0+lh/H1UKpx35cvIIIFMM9/N9+1wqexy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ejGAAAA3AAAAA8AAAAAAAAA&#10;AAAAAAAAoQIAAGRycy9kb3ducmV2LnhtbFBLBQYAAAAABAAEAPkAAACUAwAAAAA=&#10;" strokeweight="0"/>
                  <v:line id="Line 359" o:spid="_x0000_s2215" style="position:absolute;flip:x;visibility:visible;mso-wrap-style:square" from="2831,2083" to="2835,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Yc8YAAADcAAAADwAAAGRycy9kb3ducmV2LnhtbESPQWsCMRSE74L/ITyhN81awcrWKGJp&#10;KYItaj309ty87i5uXpYkuvHfm0Khx2FmvmHmy2gacSXna8sKxqMMBHFhdc2lgq/D63AGwgdkjY1l&#10;UnAjD8tFvzfHXNuOd3Tdh1IkCPscFVQhtLmUvqjIoB/Zljh5P9YZDEm6UmqHXYKbRj5m2VQarDkt&#10;VNjSuqLivL8YBbuPJz65t0s8x1O3/fw+lpvjy0qph0FcPYMIFMN/+K/9rhVMphP4PZOOgFz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rWHPGAAAA3AAAAA8AAAAAAAAA&#10;AAAAAAAAoQIAAGRycy9kb3ducmV2LnhtbFBLBQYAAAAABAAEAPkAAACUAwAAAAA=&#10;" strokeweight="0"/>
                  <v:line id="Line 360" o:spid="_x0000_s2216" style="position:absolute;flip:x;visibility:visible;mso-wrap-style:square" from="2820,2086" to="2825,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LAB8YAAADcAAAADwAAAGRycy9kb3ducmV2LnhtbESPQWsCMRSE74L/ITyht5qtLbZsjSKW&#10;ihSqaOuht+fmdXdx87Ik0Y3/3hQKHoeZ+YaZzKJpxJmcry0reBhmIIgLq2suFXx/vd+/gPABWWNj&#10;mRRcyMNs2u9NMNe24y2dd6EUCcI+RwVVCG0upS8qMuiHtiVO3q91BkOSrpTaYZfgppGjLBtLgzWn&#10;hQpbWlRUHHcno2C7fuaDW57iMR66z83PvvzYv82VuhvE+SuIQDHcwv/tlVbwOH6C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CwAfGAAAA3AAAAA8AAAAAAAAA&#10;AAAAAAAAoQIAAGRycy9kb3ducmV2LnhtbFBLBQYAAAAABAAEAPkAAACUAwAAAAA=&#10;" strokeweight="0"/>
                  <v:line id="Line 361" o:spid="_x0000_s2217" style="position:absolute;flip:x;visibility:visible;mso-wrap-style:square" from="2810,2088" to="2815,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5lnMYAAADcAAAADwAAAGRycy9kb3ducmV2LnhtbESPQWsCMRSE74L/ITyht5qtpbZsjSKW&#10;ihSqaOuht+fmdXdx87Ik0Y3/3hQKHoeZ+YaZzKJpxJmcry0reBhmIIgLq2suFXx/vd+/gPABWWNj&#10;mRRcyMNs2u9NMNe24y2dd6EUCcI+RwVVCG0upS8qMuiHtiVO3q91BkOSrpTaYZfgppGjLBtLgzWn&#10;hQpbWlRUHHcno2C7fuaDW57iMR66z83PvvzYv82VuhvE+SuIQDHcwv/tlVbwOH6C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OZZzGAAAA3AAAAA8AAAAAAAAA&#10;AAAAAAAAoQIAAGRycy9kb3ducmV2LnhtbFBLBQYAAAAABAAEAPkAAACUAwAAAAA=&#10;" strokeweight="0"/>
                  <v:line id="Line 362" o:spid="_x0000_s2218" style="position:absolute;flip:x;visibility:visible;mso-wrap-style:square" from="2799,2091" to="2805,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z768cAAADcAAAADwAAAGRycy9kb3ducmV2LnhtbESPT2sCMRTE74V+h/AK3mrWFrZlNYq0&#10;tIjQiv8O3p6b5+7i5mVJohu/fVMo9DjMzG+YySyaVlzJ+caygtEwA0FcWt1wpWC3/Xh8BeEDssbW&#10;Mim4kYfZ9P5ugoW2Pa/pugmVSBD2BSqoQ+gKKX1Zk0E/tB1x8k7WGQxJukpqh32Cm1Y+ZVkuDTac&#10;Fmrs6K2m8ry5GAXr7xc+us9LPMdj/7U67Kvl/n2u1OAhzscgAsXwH/5rL7SC5zyH3zPpCMj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PvrxwAAANwAAAAPAAAAAAAA&#10;AAAAAAAAAKECAABkcnMvZG93bnJldi54bWxQSwUGAAAAAAQABAD5AAAAlQMAAAAA&#10;" strokeweight="0"/>
                  <v:line id="Line 363" o:spid="_x0000_s2219" style="position:absolute;flip:x;visibility:visible;mso-wrap-style:square" from="2789,2094" to="2794,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BecMYAAADcAAAADwAAAGRycy9kb3ducmV2LnhtbESPQWsCMRSE74L/ITyhN83agsrWKGJp&#10;EaEtaj309ty87i5uXpYkuum/N0Khx2FmvmHmy2gacSXna8sKxqMMBHFhdc2lgq/D63AGwgdkjY1l&#10;UvBLHpaLfm+OubYd7+i6D6VIEPY5KqhCaHMpfVGRQT+yLXHyfqwzGJJ0pdQOuwQ3jXzMsok0WHNa&#10;qLCldUXFeX8xCnYfUz65t0s8x1P3/vl9LLfHl5VSD4O4egYRKIb/8F97oxU8TaZ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XnDGAAAA3AAAAA8AAAAAAAAA&#10;AAAAAAAAoQIAAGRycy9kb3ducmV2LnhtbFBLBQYAAAAABAAEAPkAAACUAwAAAAA=&#10;" strokeweight="0"/>
                  <v:line id="Line 364" o:spid="_x0000_s2220" style="position:absolute;flip:x;visibility:visible;mso-wrap-style:square" from="2779,2096" to="2784,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KAsMAAADcAAAADwAAAGRycy9kb3ducmV2LnhtbERPy2oCMRTdF/yHcIXuakYFW0ajiKKU&#10;Qlt8LdxdJ9eZwcnNkEQn/ftmUejycN6zRTSNeJDztWUFw0EGgriwuuZSwfGweXkD4QOyxsYyKfgh&#10;D4t572mGubYd7+ixD6VIIexzVFCF0OZS+qIig35gW+LEXa0zGBJ0pdQOuxRuGjnKsok0WHNqqLCl&#10;VUXFbX83CnZfr3xx23u8xUv3+X0+lR+n9VKp535cTkEEiuFf/Od+1w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4PygLDAAAA3AAAAA8AAAAAAAAAAAAA&#10;AAAAoQIAAGRycy9kb3ducmV2LnhtbFBLBQYAAAAABAAEAPkAAACRAwAAAAA=&#10;" strokeweight="0"/>
                  <v:line id="Line 365" o:spid="_x0000_s2221" style="position:absolute;flip:x;visibility:visible;mso-wrap-style:square" from="2769,2099" to="2774,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NvmcYAAADcAAAADwAAAGRycy9kb3ducmV2LnhtbESPQWsCMRSE7wX/Q3hCbzVbC7bdGkUs&#10;FRFUtPXQ23Pzuru4eVmS6MZ/bwqFHoeZ+YYZT6NpxIWcry0reBxkIIgLq2suFXx9fjy8gPABWWNj&#10;mRRcycN00rsbY65txzu67EMpEoR9jgqqENpcSl9UZNAPbEucvB/rDIYkXSm1wy7BTSOHWTaSBmtO&#10;CxW2NK+oOO3PRsFu88xHtzjHUzx26+33oVwd3mdK3ffj7A1EoBj+w3/tpVbwNHqF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Db5nGAAAA3AAAAA8AAAAAAAAA&#10;AAAAAAAAoQIAAGRycy9kb3ducmV2LnhtbFBLBQYAAAAABAAEAPkAAACUAwAAAAA=&#10;" strokeweight="0"/>
                  <v:line id="Line 366" o:spid="_x0000_s2222" style="position:absolute;flip:x;visibility:visible;mso-wrap-style:square" from="2758,2102" to="2764,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BQ2cMAAADcAAAADwAAAGRycy9kb3ducmV2LnhtbERPTWsCMRC9F/ofwhS81WwVtKxGEUUR&#10;wRZtPXgbN9Pdxc1kSaIb/31zKPT4eN/TeTSNuJPztWUFb/0MBHFhdc2lgu+v9es7CB+QNTaWScGD&#10;PMxnz09TzLXt+ED3YyhFCmGfo4IqhDaX0hcVGfR92xIn7sc6gyFBV0rtsEvhppGDLBtJgzWnhgpb&#10;WlZUXI83o+DwMeaL29ziNV66/ef5VO5Oq4VSvZe4mIAIFMO/+M+91QqG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gUNnDAAAA3AAAAA8AAAAAAAAAAAAA&#10;AAAAoQIAAGRycy9kb3ducmV2LnhtbFBLBQYAAAAABAAEAPkAAACRAwAAAAA=&#10;" strokeweight="0"/>
                  <v:line id="Line 367" o:spid="_x0000_s2223" style="position:absolute;flip:x;visibility:visible;mso-wrap-style:square" from="2748,2105" to="2754,2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z1QsYAAADcAAAADwAAAGRycy9kb3ducmV2LnhtbESPQWsCMRSE7wX/Q3iCt5q1QpWtUUSp&#10;SKEVtR56e25edxc3L0sS3fTfN4WCx2FmvmFmi2gacSPna8sKRsMMBHFhdc2lgs/j6+MUhA/IGhvL&#10;pOCHPCzmvYcZ5tp2vKfbIZQiQdjnqKAKoc2l9EVFBv3QtsTJ+7bOYEjSlVI77BLcNPIpy56lwZrT&#10;QoUtrSoqLoerUbD/mPDZba7xEs/d++7rVL6d1kulBv24fAERKIZ7+L+91QrGkxH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s9ULGAAAA3AAAAA8AAAAAAAAA&#10;AAAAAAAAoQIAAGRycy9kb3ducmV2LnhtbFBLBQYAAAAABAAEAPkAAACUAwAAAAA=&#10;" strokeweight="0"/>
                  <v:line id="Line 368" o:spid="_x0000_s2224" style="position:absolute;flip:x;visibility:visible;mso-wrap-style:square" from="2738,2108" to="2743,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5rNcYAAADcAAAADwAAAGRycy9kb3ducmV2LnhtbESPQWsCMRSE74L/IbyCN83WQi1bo4il&#10;RQpWtPXQ23Pzuru4eVmS6MZ/b4SCx2FmvmGm82gacSbna8sKHkcZCOLC6ppLBT/f78MXED4ga2ws&#10;k4ILeZjP+r0p5tp2vKXzLpQiQdjnqKAKoc2l9EVFBv3ItsTJ+7POYEjSlVI77BLcNHKcZc/SYM1p&#10;ocKWlhUVx93JKNh+TfjgPk7xGA/devO7Lz/3bwulBg9x8QoiUAz38H97pRU8TcZwO5OOgJ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azXGAAAA3AAAAA8AAAAAAAAA&#10;AAAAAAAAoQIAAGRycy9kb3ducmV2LnhtbFBLBQYAAAAABAAEAPkAAACUAwAAAAA=&#10;" strokeweight="0"/>
                  <v:line id="Line 369" o:spid="_x0000_s2225" style="position:absolute;flip:x;visibility:visible;mso-wrap-style:square" from="2728,2110" to="2733,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LOrsYAAADcAAAADwAAAGRycy9kb3ducmV2LnhtbESPQWsCMRSE70L/Q3iCN81aocrWKNKi&#10;SMEWtR56e25edxc3L0sS3fjvm0Khx2FmvmHmy2gacSPna8sKxqMMBHFhdc2lgs/jejgD4QOyxsYy&#10;KbiTh+XioTfHXNuO93Q7hFIkCPscFVQhtLmUvqjIoB/Zljh539YZDEm6UmqHXYKbRj5m2ZM0WHNa&#10;qLCll4qKy+FqFOzfp3x2m2u8xHO3+/g6lW+n15VSg35cPYMIFMN/+K+91Qom0w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yzq7GAAAA3AAAAA8AAAAAAAAA&#10;AAAAAAAAoQIAAGRycy9kb3ducmV2LnhtbFBLBQYAAAAABAAEAPkAAACUAwAAAAA=&#10;" strokeweight="0"/>
                  <v:line id="Line 370" o:spid="_x0000_s2226" style="position:absolute;flip:x;visibility:visible;mso-wrap-style:square" from="2718,2113" to="2722,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tW2sYAAADcAAAADwAAAGRycy9kb3ducmV2LnhtbESPQWsCMRSE74L/ITyhN83Wllq2RhFL&#10;RQq1aOuht+fmdXdx87Ik0Y3/3hQKHoeZ+YaZzqNpxJmcry0ruB9lIIgLq2suFXx/vQ2fQfiArLGx&#10;TAou5GE+6/emmGvb8ZbOu1CKBGGfo4IqhDaX0hcVGfQj2xIn79c6gyFJV0rtsEtw08hxlj1JgzWn&#10;hQpbWlZUHHcno2C7mfD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bVtrGAAAA3AAAAA8AAAAAAAAA&#10;AAAAAAAAoQIAAGRycy9kb3ducmV2LnhtbFBLBQYAAAAABAAEAPkAAACUAwAAAAA=&#10;" strokeweight="0"/>
                  <v:line id="Line 371" o:spid="_x0000_s2227" style="position:absolute;flip:x;visibility:visible;mso-wrap-style:square" from="2707,2116" to="2712,2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fzQcYAAADcAAAADwAAAGRycy9kb3ducmV2LnhtbESPQWsCMRSE74L/ITyhN83W0lq2RhFL&#10;RQq1aOuht+fmdXdx87Ik0Y3/3hQKHoeZ+YaZzqNpxJmcry0ruB9lIIgLq2suFXx/vQ2fQfiArLGx&#10;TAou5GE+6/emmGvb8ZbOu1CKBGGfo4IqhDaX0hcVGfQj2xIn79c6gyFJV0rtsEtw08hxlj1JgzWn&#10;hQpbWlZUHHcno2C7mfD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X80HGAAAA3AAAAA8AAAAAAAAA&#10;AAAAAAAAoQIAAGRycy9kb3ducmV2LnhtbFBLBQYAAAAABAAEAPkAAACUAwAAAAA=&#10;" strokeweight="0"/>
                  <v:line id="Line 372" o:spid="_x0000_s2228" style="position:absolute;flip:x;visibility:visible;mso-wrap-style:square" from="2697,2118" to="2702,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VtNsYAAADcAAAADwAAAGRycy9kb3ducmV2LnhtbESPQWsCMRSE74L/ITyhN83agsrWKGJp&#10;EaEtaj309ty87i5uXpYkuum/N0Khx2FmvmHmy2gacSXna8sKxqMMBHFhdc2lgq/D63AGwgdkjY1l&#10;UvBLHpaLfm+OubYd7+i6D6VIEPY5KqhCaHMpfVGRQT+yLXHyfqwzGJJ0pdQOuwQ3jXzMsok0WHNa&#10;qLCldUXFeX8xCnYfUz65t0s8x1P3/vl9LLfHl5VSD4O4egYRKIb/8F97oxU8TSd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FbTbGAAAA3AAAAA8AAAAAAAAA&#10;AAAAAAAAoQIAAGRycy9kb3ducmV2LnhtbFBLBQYAAAAABAAEAPkAAACUAwAAAAA=&#10;" strokeweight="0"/>
                  <v:line id="Line 373" o:spid="_x0000_s2229" style="position:absolute;flip:x;visibility:visible;mso-wrap-style:square" from="2686,2122" to="2692,2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nIrccAAADcAAAADwAAAGRycy9kb3ducmV2LnhtbESPT2sCMRTE74V+h/AK3mrWFrplNYq0&#10;tEihFf8dvD03z93FzcuSRDf99kYo9DjMzG+YySyaVlzI+caygtEwA0FcWt1wpWC7+Xh8BeEDssbW&#10;Min4JQ+z6f3dBAtte17RZR0qkSDsC1RQh9AVUvqyJoN+aDvi5B2tMxiSdJXUDvsEN618yrIXabDh&#10;tFBjR281laf12ShY/eR8cJ/neIqH/nu531Vfu/e5UoOHOB+DCBTDf/ivvdAKnvMcbmfSEZ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ScitxwAAANwAAAAPAAAAAAAA&#10;AAAAAAAAAKECAABkcnMvZG93bnJldi54bWxQSwUGAAAAAAQABAD5AAAAlQMAAAAA&#10;" strokeweight="0"/>
                  <v:line id="Line 374" o:spid="_x0000_s2230" style="position:absolute;flip:x;visibility:visible;mso-wrap-style:square" from="2676,2124" to="268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Zc38MAAADcAAAADwAAAGRycy9kb3ducmV2LnhtbERPTWsCMRC9F/ofwhS81WwVtKxGEUUR&#10;wRZtPXgbN9Pdxc1kSaIb/31zKPT4eN/TeTSNuJPztWUFb/0MBHFhdc2lgu+v9es7CB+QNTaWScGD&#10;PMxnz09TzLXt+ED3YyhFCmGfo4IqhDaX0hcVGfR92xIn7sc6gyFBV0rtsEvhppGDLBtJgzWnhgpb&#10;WlZUXI83o+DwMeaL29ziNV66/ef5VO5Oq4VSvZe4mIAIFMO/+M+91QqG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WXN/DAAAA3AAAAA8AAAAAAAAAAAAA&#10;AAAAoQIAAGRycy9kb3ducmV2LnhtbFBLBQYAAAAABAAEAPkAAACRAwAAAAA=&#10;" strokeweight="0"/>
                  <v:line id="Line 375" o:spid="_x0000_s2231" style="position:absolute;flip:x;visibility:visible;mso-wrap-style:square" from="2666,2127" to="2671,2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r5RMYAAADcAAAADwAAAGRycy9kb3ducmV2LnhtbESPQWsCMRSE74L/ITyht5qthdpujSKW&#10;ihSqaOuht+fmdXdx87Ik0Y3/3hQKHoeZ+YaZzKJpxJmcry0reBhmIIgLq2suFXx/vd8/g/ABWWNj&#10;mRRcyMNs2u9NMNe24y2dd6EUCcI+RwVVCG0upS8qMuiHtiVO3q91BkOSrpTaYZfgppGjLHuSBmtO&#10;CxW2tKioOO5ORsF2PeaDW57iMR66z83PvvzYv82VuhvE+SuIQDHcwv/tlVbwOH6B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a+UTGAAAA3AAAAA8AAAAAAAAA&#10;AAAAAAAAoQIAAGRycy9kb3ducmV2LnhtbFBLBQYAAAAABAAEAPkAAACUAwAAAAA=&#10;" strokeweight="0"/>
                  <v:line id="Line 376" o:spid="_x0000_s2232" style="position:absolute;flip:x;visibility:visible;mso-wrap-style:square" from="2656,2130" to="2661,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Ug/sMAAADcAAAADwAAAGRycy9kb3ducmV2LnhtbERPTWsCMRC9F/ofwhS81WwVrKxGEUUR&#10;wRZtPXgbN9Pdxc1kSaIb/31zKPT4eN/TeTSNuJPztWUFb/0MBHFhdc2lgu+v9esYhA/IGhvLpOBB&#10;Huaz56cp5tp2fKD7MZQihbDPUUEVQptL6YuKDPq+bYkT92OdwZCgK6V22KVw08hBlo2kwZpTQ4Ut&#10;LSsqrsebUXD4eOeL29ziNV66/ef5VO5Oq4VSvZe4mIAIFMO/+M+91QqG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1IP7DAAAA3AAAAA8AAAAAAAAAAAAA&#10;AAAAoQIAAGRycy9kb3ducmV2LnhtbFBLBQYAAAAABAAEAPkAAACRAwAAAAA=&#10;" strokeweight="0"/>
                  <v:line id="Line 377" o:spid="_x0000_s2233" style="position:absolute;flip:x;visibility:visible;mso-wrap-style:square" from="2645,2132" to="265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mFZcYAAADcAAAADwAAAGRycy9kb3ducmV2LnhtbESPQWsCMRSE74L/ITyhN81qoZWtUURR&#10;SsEWbT309tw8dxc3L0sS3fTfm0Khx2FmvmFmi2gacSPna8sKxqMMBHFhdc2lgq/PzXAKwgdkjY1l&#10;UvBDHhbzfm+GubYd7+l2CKVIEPY5KqhCaHMpfVGRQT+yLXHyztYZDEm6UmqHXYKbRk6y7EkarDkt&#10;VNjSqqLicrgaBfv3Zz657TVe4qnbfXwfy7fjeqnUwyAuX0AEiuE//Nd+1Qoep2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5hWXGAAAA3AAAAA8AAAAAAAAA&#10;AAAAAAAAoQIAAGRycy9kb3ducmV2LnhtbFBLBQYAAAAABAAEAPkAAACUAwAAAAA=&#10;" strokeweight="0"/>
                  <v:line id="Line 378" o:spid="_x0000_s2234" style="position:absolute;flip:x;visibility:visible;mso-wrap-style:square" from="2635,2135" to="264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EsYAAADcAAAADwAAAGRycy9kb3ducmV2LnhtbESPQWsCMRSE74L/ITzBm2ZVaGVrFFFa&#10;SsEWbT309tw8dxc3L0sS3fTfm0Khx2FmvmEWq2gacSPna8sKJuMMBHFhdc2lgq/P59EchA/IGhvL&#10;pOCHPKyW/d4Cc2073tPtEEqRIOxzVFCF0OZS+qIig35sW+Lkna0zGJJ0pdQOuwQ3jZxm2YM0WHNa&#10;qLClTUXF5XA1Cvbvj3xyL9d4iadu9/F9LN+O27VSw0FcP4EIFMN/+K/9qhXM5lP4PZOO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GxLGAAAA3AAAAA8AAAAAAAAA&#10;AAAAAAAAoQIAAGRycy9kb3ducmV2LnhtbFBLBQYAAAAABAAEAPkAAACUAwAAAAA=&#10;" strokeweight="0"/>
                  <v:line id="Line 379" o:spid="_x0000_s2235" style="position:absolute;flip:x;visibility:visible;mso-wrap-style:square" from="2625,2137" to="2630,2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e+icYAAADcAAAADwAAAGRycy9kb3ducmV2LnhtbESPQWsCMRSE7wX/Q3iCt5pVoZWtUURR&#10;SsEWbT309tw8dxc3L0sS3fTfm0Khx2FmvmFmi2gacSPna8sKRsMMBHFhdc2lgq/PzeMUhA/IGhvL&#10;pOCHPCzmvYcZ5tp2vKfbIZQiQdjnqKAKoc2l9EVFBv3QtsTJO1tnMCTpSqkddgluGjnOsidpsOa0&#10;UGFLq4qKy+FqFOzfn/nkttd4iadu9/F9LN+O66VSg35cvoAIFMN/+K/9qhVMphP4PZOOgJ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nvonGAAAA3AAAAA8AAAAAAAAA&#10;AAAAAAAAoQIAAGRycy9kb3ducmV2LnhtbFBLBQYAAAAABAAEAPkAAACUAwAAAAA=&#10;" strokeweight="0"/>
                  <v:line id="Line 380" o:spid="_x0000_s2236" style="position:absolute;flip:x;visibility:visible;mso-wrap-style:square" from="2615,2141" to="2620,2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4m/cYAAADcAAAADwAAAGRycy9kb3ducmV2LnhtbESPQWsCMRSE74L/ITyhN83Wlla2RhFL&#10;RQq1aOuht+fmdXdx87Ik0Y3/3hQKHoeZ+YaZzqNpxJmcry0ruB9lIIgLq2suFXx/vQ0nIHxA1thY&#10;JgUX8jCf9XtTzLXteEvnXShFgrDPUUEVQptL6YuKDPqRbYmT92udwZCkK6V22CW4aeQ4y56kwZrT&#10;QoUtLSsqjruTUbDdPPP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OJv3GAAAA3AAAAA8AAAAAAAAA&#10;AAAAAAAAoQIAAGRycy9kb3ducmV2LnhtbFBLBQYAAAAABAAEAPkAAACUAwAAAAA=&#10;" strokeweight="0"/>
                  <v:line id="Line 381" o:spid="_x0000_s2237" style="position:absolute;flip:x;visibility:visible;mso-wrap-style:square" from="2605,2143" to="2609,2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KDZsYAAADcAAAADwAAAGRycy9kb3ducmV2LnhtbESPQWsCMRSE74L/ITyhN83W0la2RhFL&#10;RQq1aOuht+fmdXdx87Ik0Y3/3hQKHoeZ+YaZzqNpxJmcry0ruB9lIIgLq2suFXx/vQ0nIHxA1thY&#10;JgUX8jCf9XtTzLXteEvnXShFgrDPUUEVQptL6YuKDPqRbYmT92udwZCkK6V22CW4aeQ4y56kwZrT&#10;QoUtLSsqjruTUbDdPPP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Cg2bGAAAA3AAAAA8AAAAAAAAA&#10;AAAAAAAAoQIAAGRycy9kb3ducmV2LnhtbFBLBQYAAAAABAAEAPkAAACUAwAAAAA=&#10;" strokeweight="0"/>
                  <v:line id="Line 382" o:spid="_x0000_s2238" style="position:absolute;flip:x;visibility:visible;mso-wrap-style:square" from="2594,2146" to="2599,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AdEcYAAADcAAAADwAAAGRycy9kb3ducmV2LnhtbESPQWsCMRSE70L/Q3iF3jSrBStbo4hi&#10;KQUr2nro7bl57i5uXpYkuum/N4WCx2FmvmGm82gacSXna8sKhoMMBHFhdc2lgu+vdX8CwgdkjY1l&#10;UvBLHuazh94Uc2073tF1H0qRIOxzVFCF0OZS+qIig35gW+LknawzGJJ0pdQOuwQ3jRxl2VgarDkt&#10;VNjSsqLivL8YBbvPFz66t0s8x2O32f4cyo/DaqHU02NcvIIIFMM9/N9+1wqeJ2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QHRHGAAAA3AAAAA8AAAAAAAAA&#10;AAAAAAAAoQIAAGRycy9kb3ducmV2LnhtbFBLBQYAAAAABAAEAPkAAACUAwAAAAA=&#10;" strokeweight="0"/>
                  <v:line id="Line 383" o:spid="_x0000_s2239" style="position:absolute;flip:x;visibility:visible;mso-wrap-style:square" from="2584,2149" to="2589,2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y4isYAAADcAAAADwAAAGRycy9kb3ducmV2LnhtbESPQWsCMRSE70L/Q3iF3jSrBZWtUUSx&#10;FMEWbT309tw8dxc3L0sS3fjvm0Khx2FmvmFmi2gacSPna8sKhoMMBHFhdc2lgq/PTX8KwgdkjY1l&#10;UnAnD4v5Q2+GubYd7+l2CKVIEPY5KqhCaHMpfVGRQT+wLXHyztYZDEm6UmqHXYKbRo6ybCwN1pwW&#10;KmxpVVFxOVyNgv37hE/u9Rov8dTtPr6P5fa4Xir19BiXLyACxfAf/mu/aQXP0wn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uIrGAAAA3AAAAA8AAAAAAAAA&#10;AAAAAAAAoQIAAGRycy9kb3ducmV2LnhtbFBLBQYAAAAABAAEAPkAAACUAwAAAAA=&#10;" strokeweight="0"/>
                  <v:line id="Line 384" o:spid="_x0000_s2240" style="position:absolute;flip:x;visibility:visible;mso-wrap-style:square" from="2574,2151" to="2579,2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s+MMAAADcAAAADwAAAGRycy9kb3ducmV2LnhtbERPTWsCMRC9F/ofwhS81WwVrKxGEUUR&#10;wRZtPXgbN9Pdxc1kSaIb/31zKPT4eN/TeTSNuJPztWUFb/0MBHFhdc2lgu+v9esYhA/IGhvLpOBB&#10;Huaz56cp5tp2fKD7MZQihbDPUUEVQptL6YuKDPq+bYkT92OdwZCgK6V22KVw08hBlo2kwZpTQ4Ut&#10;LSsqrsebUXD4eOeL29ziNV66/ef5VO5Oq4VSvZe4mIAIFMO/+M+91QqG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DLPjDAAAA3AAAAA8AAAAAAAAAAAAA&#10;AAAAoQIAAGRycy9kb3ducmV2LnhtbFBLBQYAAAAABAAEAPkAAACRAwAAAAA=&#10;" strokeweight="0"/>
                  <v:line id="Line 385" o:spid="_x0000_s2241" style="position:absolute;flip:x;visibility:visible;mso-wrap-style:square" from="2564,2154" to="2568,2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JY8YAAADcAAAADwAAAGRycy9kb3ducmV2LnhtbESPQWsCMRSE74L/ITyhN83WQmu3RhFL&#10;RQq1aOuht+fmdXdx87Ik0Y3/3hQKHoeZ+YaZzqNpxJmcry0ruB9lIIgLq2suFXx/vQ0nIHxA1thY&#10;JgUX8jCf9XtTzLXteEvnXShFgrDPUUEVQptL6YuKDPqRbYmT92udwZCkK6V22CW4aeQ4yx6lwZrT&#10;QoUtLSsqjruTUbDdPPHBrU7xGA/dx+fPvnzfvy6UuhvExQuIQDHcwv/ttVbwMHmG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PiWPGAAAA3AAAAA8AAAAAAAAA&#10;AAAAAAAAoQIAAGRycy9kb3ducmV2LnhtbFBLBQYAAAAABAAEAPkAAACUAwAAAAA=&#10;" strokeweight="0"/>
                  <v:line id="Line 386" o:spid="_x0000_s2242" style="position:absolute;flip:x;visibility:visible;mso-wrap-style:square" from="2553,2157" to="2558,2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y2I8QAAADcAAAADwAAAGRycy9kb3ducmV2LnhtbERPy2oCMRTdF/oP4Ra6q5la8DEaRSwt&#10;RVDR1oW76+R2ZnByMyTRiX9vFoUuD+c9nUfTiCs5X1tW8NrLQBAXVtdcKvj5/ngZgfABWWNjmRTc&#10;yMN89vgwxVzbjnd03YdSpBD2OSqoQmhzKX1RkUHfsy1x4n6tMxgSdKXUDrsUbhrZz7KBNFhzaqiw&#10;pWVFxXl/MQp2myGf3OclnuOpW2+Ph3J1eF8o9fwUFxMQgWL4F/+5v7SCt3Gan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rLYjxAAAANwAAAAPAAAAAAAAAAAA&#10;AAAAAKECAABkcnMvZG93bnJldi54bWxQSwUGAAAAAAQABAD5AAAAkgMAAAAA&#10;" strokeweight="0"/>
                  <v:line id="Line 387" o:spid="_x0000_s2243" style="position:absolute;flip:x;visibility:visible;mso-wrap-style:square" from="2543,2160" to="2548,2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TuMYAAADcAAAADwAAAGRycy9kb3ducmV2LnhtbESPQWsCMRSE7wX/Q3gFbzWrhdpujSJK&#10;pQi2aOuht+fmdXdx87Ik0Y3/3giFHoeZ+YaZzKJpxJmcry0rGA4yEMSF1TWXCr6/3h6eQfiArLGx&#10;TAou5GE27d1NMNe24y2dd6EUCcI+RwVVCG0upS8qMugHtiVO3q91BkOSrpTaYZfgppGjLHuSBmtO&#10;CxW2tKioOO5ORsH2Y8wHtzrFYzx0m8+ffbneL+dK9e/j/BVEoBj+w3/td63g8WUI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gE7jGAAAA3AAAAA8AAAAAAAAA&#10;AAAAAAAAoQIAAGRycy9kb3ducmV2LnhtbFBLBQYAAAAABAAEAPkAAACUAwAAAAA=&#10;" strokeweight="0"/>
                  <v:line id="Line 388" o:spid="_x0000_s2244" style="position:absolute;flip:x;visibility:visible;mso-wrap-style:square" from="2532,2163" to="2538,2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KNz8YAAADcAAAADwAAAGRycy9kb3ducmV2LnhtbESPQWsCMRSE7wX/Q3iCt5qthdpujSJK&#10;pQi2aOuht+fmdXdx87Ik0Y3/3giFHoeZ+YaZzKJpxJmcry0reBhmIIgLq2suFXx/vd0/g/ABWWNj&#10;mRRcyMNs2rubYK5tx1s670IpEoR9jgqqENpcSl9UZNAPbUucvF/rDIYkXSm1wy7BTSNHWfYkDdac&#10;FipsaVFRcdydjILtx5gPbnWKx3joNp8/+3K9X86VGvTj/BVEoBj+w3/td63g8WU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yjc/GAAAA3AAAAA8AAAAAAAAA&#10;AAAAAAAAoQIAAGRycy9kb3ducmV2LnhtbFBLBQYAAAAABAAEAPkAAACUAwAAAAA=&#10;" strokeweight="0"/>
                  <v:line id="Line 389" o:spid="_x0000_s2245" style="position:absolute;flip:x;visibility:visible;mso-wrap-style:square" from="2522,2165" to="2528,2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4oVMcAAADcAAAADwAAAGRycy9kb3ducmV2LnhtbESPT2sCMRTE7wW/Q3hCbzVbhdquRhFL&#10;SynY4r+Dt+fmdXdx87Ik0U2/vREKPQ4z8xtmOo+mERdyvras4HGQgSAurK65VLDbvj08g/ABWWNj&#10;mRT8kof5rHc3xVzbjtd02YRSJAj7HBVUIbS5lL6oyKAf2JY4eT/WGQxJulJqh12Cm0YOs+xJGqw5&#10;LVTY0rKi4rQ5GwXrrzEf3fs5nuKxW30f9uXn/nWh1H0/LiYgAsXwH/5rf2gFo5cR3M6k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fihUxwAAANwAAAAPAAAAAAAA&#10;AAAAAAAAAKECAABkcnMvZG93bnJldi54bWxQSwUGAAAAAAQABAD5AAAAlQMAAAAA&#10;" strokeweight="0"/>
                  <v:line id="Line 390" o:spid="_x0000_s2246" style="position:absolute;flip:x;visibility:visible;mso-wrap-style:square" from="2512,2168" to="2517,2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ewIMcAAADcAAAADwAAAGRycy9kb3ducmV2LnhtbESPQWsCMRSE7wX/Q3gFbzVbLVW3RpGW&#10;liK0otZDb8/N6+7i5mVJopv++0YoeBxm5htmtoimEWdyvras4H6QgSAurK65VPC1e72bgPABWWNj&#10;mRT8kofFvHczw1zbjjd03oZSJAj7HBVUIbS5lL6oyKAf2JY4eT/WGQxJulJqh12Cm0YOs+xRGqw5&#10;LVTY0nNFxXF7Mgo2n2M+uLdTPMZD97H+3per/ctSqf5tXD6BCBTDNfzfftcKRtM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l7AgxwAAANwAAAAPAAAAAAAA&#10;AAAAAAAAAKECAABkcnMvZG93bnJldi54bWxQSwUGAAAAAAQABAD5AAAAlQMAAAAA&#10;" strokeweight="0"/>
                  <v:line id="Line 391" o:spid="_x0000_s2247" style="position:absolute;flip:x;visibility:visible;mso-wrap-style:square" from="2502,2171" to="2507,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Vu8cAAADcAAAADwAAAGRycy9kb3ducmV2LnhtbESPQWsCMRSE7wX/Q3gFbzVbpVW3RpGW&#10;liK0otZDb8/N6+7i5mVJopv++0YoeBxm5htmtoimEWdyvras4H6QgSAurK65VPC1e72bgPABWWNj&#10;mRT8kofFvHczw1zbjjd03oZSJAj7HBVUIbS5lL6oyKAf2JY4eT/WGQxJulJqh12Cm0YOs+xRGqw5&#10;LVTY0nNFxXF7Mgo2n2M+uLdTPMZD97H+3per/ctSqf5tXD6BCBTDNfzfftcKRtMHuJxJR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2xW7xwAAANwAAAAPAAAAAAAA&#10;AAAAAAAAAKECAABkcnMvZG93bnJldi54bWxQSwUGAAAAAAQABAD5AAAAlQMAAAAA&#10;" strokeweight="0"/>
                  <v:line id="Line 392" o:spid="_x0000_s2248" style="position:absolute;flip:x;visibility:visible;mso-wrap-style:square" from="2492,2173" to="2496,2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mLzMYAAADcAAAADwAAAGRycy9kb3ducmV2LnhtbESPQWsCMRSE7wX/Q3hCbzVbC7bdGkUs&#10;FRFUtPXQ23Pzuru4eVmS6MZ/bwqFHoeZ+YYZT6NpxIWcry0reBxkIIgLq2suFXx9fjy8gPABWWNj&#10;mRRcycN00rsbY65txzu67EMpEoR9jgqqENpcSl9UZNAPbEucvB/rDIYkXSm1wy7BTSOHWTaSBmtO&#10;CxW2NK+oOO3PRsFu88xHtzjHUzx26+33oVwd3mdK3ffj7A1EoBj+w3/tpVbw9DqC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Ji8zGAAAA3AAAAA8AAAAAAAAA&#10;AAAAAAAAoQIAAGRycy9kb3ducmV2LnhtbFBLBQYAAAAABAAEAPkAAACUAwAAAAA=&#10;" strokeweight="0"/>
                  <v:line id="Line 393" o:spid="_x0000_s2249" style="position:absolute;flip:x;visibility:visible;mso-wrap-style:square" from="2481,2176" to="2486,2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UuV8YAAADcAAAADwAAAGRycy9kb3ducmV2LnhtbESPQWsCMRSE74L/ITyht5qthdpujSKW&#10;ihSqaOuht+fmdXdx87Ik0Y3/3hQKHoeZ+YaZzKJpxJmcry0reBhmIIgLq2suFXx/vd8/g/ABWWNj&#10;mRRcyMNs2u9NMNe24y2dd6EUCcI+RwVVCG0upS8qMuiHtiVO3q91BkOSrpTaYZfgppGjLHuSBmtO&#10;CxW2tKioOO5ORsF2PeaDW57iMR66z83PvvzYv82VuhvE+SuIQDHcwv/tlVbw+DKG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FLlfGAAAA3AAAAA8AAAAAAAAA&#10;AAAAAAAAoQIAAGRycy9kb3ducmV2LnhtbFBLBQYAAAAABAAEAPkAAACUAwAAAAA=&#10;" strokeweight="0"/>
                  <v:line id="Line 394" o:spid="_x0000_s2250" style="position:absolute;flip:x;visibility:visible;mso-wrap-style:square" from="2471,2179" to="2476,2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q6JcQAAADcAAAADwAAAGRycy9kb3ducmV2LnhtbERPy2oCMRTdF/oP4Ra6q5la8DEaRSwt&#10;RVDR1oW76+R2ZnByMyTRiX9vFoUuD+c9nUfTiCs5X1tW8NrLQBAXVtdcKvj5/ngZgfABWWNjmRTc&#10;yMN89vgwxVzbjnd03YdSpBD2OSqoQmhzKX1RkUHfsy1x4n6tMxgSdKXUDrsUbhrZz7KBNFhzaqiw&#10;pWVFxXl/MQp2myGf3OclnuOpW2+Ph3J1eF8o9fwUFxMQgWL4F/+5v7SCt3F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2rolxAAAANwAAAAPAAAAAAAAAAAA&#10;AAAAAKECAABkcnMvZG93bnJldi54bWxQSwUGAAAAAAQABAD5AAAAkgMAAAAA&#10;" strokeweight="0"/>
                  <v:line id="Line 395" o:spid="_x0000_s2251" style="position:absolute;flip:x;visibility:visible;mso-wrap-style:square" from="2461,2182" to="246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YfvsYAAADcAAAADwAAAGRycy9kb3ducmV2LnhtbESPQWsCMRSE74L/ITyhN83WQlu3RhFL&#10;RQq1aOuht+fmdXdx87Ik0Y3/3hQKHoeZ+YaZzqNpxJmcry0ruB9lIIgLq2suFXx/vQ2fQfiArLGx&#10;TAou5GE+6/emmGvb8ZbOu1CKBGGfo4IqhDaX0hcVGfQj2xIn79c6gyFJV0rtsEtw08hxlj1KgzWn&#10;hQpbWlZUHHcno2C7eeKDW53iMR66j8+fffm+f10odTeIixcQgWK4hf/ba63gYTK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SWH77GAAAA3AAAAA8AAAAAAAAA&#10;AAAAAAAAoQIAAGRycy9kb3ducmV2LnhtbFBLBQYAAAAABAAEAPkAAACUAwAAAAA=&#10;" strokeweight="0"/>
                  <v:line id="Line 396" o:spid="_x0000_s2252" style="position:absolute;flip:x;visibility:visible;mso-wrap-style:square" from="2451,2185" to="2455,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zuwcMAAADcAAAADwAAAGRycy9kb3ducmV2LnhtbERPTWsCMRC9F/ofwgjealYRW1ajSEUp&#10;hVa0evA2bsbdxc1kSaIb/31zKPT4eN+zRTSNuJPztWUFw0EGgriwuuZSweFn/fIGwgdkjY1lUvAg&#10;D4v589MMc2073tF9H0qRQtjnqKAKoc2l9EVFBv3AtsSJu1hnMCToSqkddincNHKUZRNpsObUUGFL&#10;7xUV1/3NKNh9v/LZbW7xGs/d1/Z0LD+Pq6VS/V5cTkEEiuFf/Of+0ArGWZqfzq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M7sHDAAAA3AAAAA8AAAAAAAAAAAAA&#10;AAAAoQIAAGRycy9kb3ducmV2LnhtbFBLBQYAAAAABAAEAPkAAACRAwAAAAA=&#10;" strokeweight="0"/>
                  <v:line id="Line 397" o:spid="_x0000_s2253" style="position:absolute;flip:x;visibility:visible;mso-wrap-style:square" from="2440,2187" to="2445,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BLWsYAAADcAAAADwAAAGRycy9kb3ducmV2LnhtbESPQWsCMRSE70L/Q3iF3jSrlCpbo0il&#10;RQQr2nro7bl53V3cvCxJdNN/bwqCx2FmvmGm82gacSHna8sKhoMMBHFhdc2lgu+v9/4EhA/IGhvL&#10;pOCPPMxnD70p5tp2vKPLPpQiQdjnqKAKoc2l9EVFBv3AtsTJ+7XOYEjSlVI77BLcNHKUZS/SYM1p&#10;ocKW3ioqTvuzUbD7HPPRfZzjKR67zfbnUK4Py4VST49x8QoiUAz38K290gqesyH8n0lH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AS1rGAAAA3AAAAA8AAAAAAAAA&#10;AAAAAAAAoQIAAGRycy9kb3ducmV2LnhtbFBLBQYAAAAABAAEAPkAAACUAwAAAAA=&#10;" strokeweight="0"/>
                  <v:line id="Line 398" o:spid="_x0000_s2254" style="position:absolute;flip:x;visibility:visible;mso-wrap-style:square" from="2430,2190" to="2435,2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LVLcYAAADcAAAADwAAAGRycy9kb3ducmV2LnhtbESPQWsCMRSE74L/ITyhN81WSpWtUaSl&#10;RQQr2nro7bl53V3cvCxJdNN/bwqCx2FmvmFmi2gacSHna8sKHkcZCOLC6ppLBd9f78MpCB+QNTaW&#10;ScEfeVjM+70Z5tp2vKPLPpQiQdjnqKAKoc2l9EVFBv3ItsTJ+7XOYEjSlVI77BLcNHKcZc/SYM1p&#10;ocKWXisqTvuzUbD7nPDRfZzjKR67zfbnUK4Pb0ulHgZx+QIiUAz38K290gqesjH8n0lH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S1S3GAAAA3AAAAA8AAAAAAAAA&#10;AAAAAAAAoQIAAGRycy9kb3ducmV2LnhtbFBLBQYAAAAABAAEAPkAAACUAwAAAAA=&#10;" strokeweight="0"/>
                  <v:line id="Line 399" o:spid="_x0000_s2255" style="position:absolute;flip:x;visibility:visible;mso-wrap-style:square" from="2419,2192" to="2425,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5wtsYAAADcAAAADwAAAGRycy9kb3ducmV2LnhtbESPQWsCMRSE7wX/Q3gFbzVbK23ZGkWU&#10;ighatPXQ23Pzuru4eVmS6MZ/bwqFHoeZ+YYZT6NpxIWcry0reBxkIIgLq2suFXx9vj+8gvABWWNj&#10;mRRcycN00rsbY65txzu67EMpEoR9jgqqENpcSl9UZNAPbEucvB/rDIYkXSm1wy7BTSOHWfYsDdac&#10;FipsaV5RcdqfjYLd9oWPbnmOp3jsNh/fh3J9WMyU6t/H2RuIQDH8h//aK61glD3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3ecLbGAAAA3AAAAA8AAAAAAAAA&#10;AAAAAAAAoQIAAGRycy9kb3ducmV2LnhtbFBLBQYAAAAABAAEAPkAAACUAwAAAAA=&#10;" strokeweight="0"/>
                  <v:line id="Line 400" o:spid="_x0000_s2256" style="position:absolute;flip:x;visibility:visible;mso-wrap-style:square" from="2409,2195" to="2415,2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fowsYAAADcAAAADwAAAGRycy9kb3ducmV2LnhtbESPT2sCMRTE7wW/Q3hCbzVbkVZWo0iL&#10;RYRW/Hfw9ty87i5uXpYkuum3bwoFj8PM/IaZzqNpxI2cry0reB5kIIgLq2suFRz2y6cxCB+QNTaW&#10;ScEPeZjPeg9TzLXteEu3XShFgrDPUUEVQptL6YuKDPqBbYmT922dwZCkK6V22CW4aeQwy16kwZrT&#10;QoUtvVVUXHZXo2D79cpn93GNl3juPjenY7k+vi+UeuzHxQREoBju4f/2SisYZSP4O5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36MLGAAAA3AAAAA8AAAAAAAAA&#10;AAAAAAAAoQIAAGRycy9kb3ducmV2LnhtbFBLBQYAAAAABAAEAPkAAACUAwAAAAA=&#10;" strokeweight="0"/>
                  <v:line id="Line 401" o:spid="_x0000_s2257" style="position:absolute;flip:x;visibility:visible;mso-wrap-style:square" from="2399,2198" to="2404,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tNWcYAAADcAAAADwAAAGRycy9kb3ducmV2LnhtbESPQWsCMRSE7wX/Q3gFbzVbqW3ZGkWU&#10;ighatPXQ23Pzuru4eVmS6MZ/bwqFHoeZ+YYZT6NpxIWcry0reBxkIIgLq2suFXx9vj+8gvABWWNj&#10;mRRcycN00rsbY65txzu67EMpEoR9jgqqENpcSl9UZNAPbEucvB/rDIYkXSm1wy7BTSOHWfYsDdac&#10;FipsaV5RcdqfjYLd9oWPbnmOp3jsNh/fh3J9WMyU6t/H2RuIQDH8h//aK63gKRvB75l0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7TVnGAAAA3AAAAA8AAAAAAAAA&#10;AAAAAAAAoQIAAGRycy9kb3ducmV2LnhtbFBLBQYAAAAABAAEAPkAAACUAwAAAAA=&#10;" strokeweight="0"/>
                  <v:line id="Line 402" o:spid="_x0000_s2258" style="position:absolute;flip:x;visibility:visible;mso-wrap-style:square" from="2389,2201" to="2394,2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nTLsYAAADcAAAADwAAAGRycy9kb3ducmV2LnhtbESPQWsCMRSE7wX/Q3iCt5qtiJWtUaRF&#10;kYIVbT309ty87i5uXpYkuum/N4WCx2FmvmFmi2gacSXna8sKnoYZCOLC6ppLBV+fq8cpCB+QNTaW&#10;ScEveVjMew8zzLXteE/XQyhFgrDPUUEVQptL6YuKDPqhbYmT92OdwZCkK6V22CW4aeQoyybSYM1p&#10;ocKWXisqzoeLUbD/eOaTW1/iOZ667e77WL4f35ZKDfpx+QIiUAz38H97oxWMswn8nUlHQM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p0y7GAAAA3AAAAA8AAAAAAAAA&#10;AAAAAAAAoQIAAGRycy9kb3ducmV2LnhtbFBLBQYAAAAABAAEAPkAAACUAwAAAAA=&#10;" strokeweight="0"/>
                  <v:line id="Line 403" o:spid="_x0000_s2259" style="position:absolute;flip:x;visibility:visible;mso-wrap-style:square" from="2379,2204" to="2383,2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V2tcYAAADcAAAADwAAAGRycy9kb3ducmV2LnhtbESPQWsCMRSE74L/ITzBm2ZbisrWKNLS&#10;IoIVbT309ty87i5uXpYkuvHfN4WCx2FmvmHmy2gacSXna8sKHsYZCOLC6ppLBV+fb6MZCB+QNTaW&#10;ScGNPCwX/d4cc2073tP1EEqRIOxzVFCF0OZS+qIig35sW+Lk/VhnMCTpSqkddgluGvmYZRNpsOa0&#10;UGFLLxUV58PFKNh/TPnk3i/xHE/ddvd9LDfH15VSw0FcPYMIFMM9/N9eawVP2RT+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ldrXGAAAA3AAAAA8AAAAAAAAA&#10;AAAAAAAAoQIAAGRycy9kb3ducmV2LnhtbFBLBQYAAAAABAAEAPkAAACUAwAAAAA=&#10;" strokeweight="0"/>
                  <v:line id="Line 404" o:spid="_x0000_s2260" style="position:absolute;flip:x;visibility:visible;mso-wrap-style:square" from="2370,2206" to="2373,2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rix8MAAADcAAAADwAAAGRycy9kb3ducmV2LnhtbERPTWsCMRC9F/ofwgjealYRW1ajSEUp&#10;hVa0evA2bsbdxc1kSaIb/31zKPT4eN+zRTSNuJPztWUFw0EGgriwuuZSweFn/fIGwgdkjY1lUvAg&#10;D4v589MMc2073tF9H0qRQtjnqKAKoc2l9EVFBv3AtsSJu1hnMCToSqkddincNHKUZRNpsObUUGFL&#10;7xUV1/3NKNh9v/LZbW7xGs/d1/Z0LD+Pq6VS/V5cTkEEiuFf/Of+0ArGWVqbzq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64sfDAAAA3AAAAA8AAAAAAAAAAAAA&#10;AAAAoQIAAGRycy9kb3ducmV2LnhtbFBLBQYAAAAABAAEAPkAAACRAwAAAAA=&#10;" strokeweight="0"/>
                  <v:shape id="Freeform 405" o:spid="_x0000_s2261" style="position:absolute;left:5390;top:1399;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PrUcYA&#10;AADcAAAADwAAAGRycy9kb3ducmV2LnhtbESPX0vDQBDE3wW/w7FCX6S9WIrY2GvRQqkIFvvnpW9L&#10;bptEs3vh7tom394TBB+HmfkNM1t03KgL+VA7MfAwykCRFM7WUho47FfDJ1AholhsnJCBngIs5rc3&#10;M8ytu8qWLrtYqgSRkKOBKsY21zoUFTGGkWtJkndynjEm6UttPV4TnBs9zrJHzVhLWqiwpWVFxffu&#10;zAZ4/Rm/3v3po8cjT/p6Pb7fvLIxg7vu5RlUpC7+h//ab9bAJJvC75l0BP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PrUcYAAADcAAAADwAAAAAAAAAAAAAAAACYAgAAZHJz&#10;L2Rvd25yZXYueG1sUEsFBgAAAAAEAAQA9QAAAIsDAAAAAA==&#10;" path="m,l1,,,xe" fillcolor="black" strokeweight=".05pt">
                    <v:path arrowok="t" o:connecttype="custom" o:connectlocs="0,0;1,0;0,0" o:connectangles="0,0,0"/>
                  </v:shape>
                </v:group>
                <v:group id="Group 406" o:spid="_x0000_s2262" style="position:absolute;left:6305;top:387;width:36259;height:21596" coordorigin="993,61" coordsize="5710,34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shape id="Freeform 407" o:spid="_x0000_s2263" style="position:absolute;left:5390;top:346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xxisYA&#10;AADcAAAADwAAAGRycy9kb3ducmV2LnhtbESPQUvDQBSE74L/YXlCL2I3KUUkdltsobQIlVq9eHtk&#10;X5No3tuwu22Tf+8WBI/DzHzDzBY9t+pMPjRODOTjDBRJ6WwjlYHPj/XDE6gQUSy2TsjAQAEW89ub&#10;GRbWXeSdzodYqQSRUKCBOsau0DqUNTGGsetIknd0njEm6SttPV4SnFs9ybJHzdhIWqixo1VN5c/h&#10;xAZ4s4/fr/64G/CLp0Ozmdy/LdmY0V3/8gwqUh//w3/trTUwzXO4nk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axxisYAAADcAAAADwAAAAAAAAAAAAAAAACYAgAAZHJz&#10;L2Rvd25yZXYueG1sUEsFBgAAAAAEAAQA9QAAAIsDAAAAAA==&#10;" path="m1,l,,1,xe" fillcolor="black" strokeweight=".05pt">
                    <v:path arrowok="t" o:connecttype="custom" o:connectlocs="1,0;0,0;1,0" o:connectangles="0,0,0"/>
                  </v:shape>
                  <v:line id="Line 408" o:spid="_x0000_s2264" style="position:absolute;visibility:visible;mso-wrap-style:square" from="5390,1399" to="539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9wNcQAAADcAAAADwAAAGRycy9kb3ducmV2LnhtbESPT2vCQBTE7wW/w/IEb3UTsRqjq0hp&#10;0d78Cx4f2WeymH0bsltNv71bKPQ4zMxvmMWqs7W4U+uNYwXpMAFBXDhtuFRwOn6+ZiB8QNZYOyYF&#10;P+Rhtey9LDDX7sF7uh9CKSKEfY4KqhCaXEpfVGTRD11DHL2ray2GKNtS6hYfEW5rOUqSibRoOC5U&#10;2NB7RcXt8G0VmN1k8/Y1Pc/O8mMT0kt2y4w9KTXod+s5iEBd+A//tbdawTgdwe+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r3A1xAAAANwAAAAPAAAAAAAAAAAA&#10;AAAAAKECAABkcnMvZG93bnJldi54bWxQSwUGAAAAAAQABAD5AAAAkgMAAAAA&#10;" strokeweight="0"/>
                  <v:line id="Line 409" o:spid="_x0000_s2265" style="position:absolute;visibility:visible;mso-wrap-style:square" from="5390,1410" to="5391,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PVrsUAAADcAAAADwAAAGRycy9kb3ducmV2LnhtbESPT2vCQBTE7wW/w/KE3uomttUYXaWU&#10;FvXmX/D4yD6TxezbkN1q+u27QsHjMDO/YWaLztbiSq03jhWkgwQEceG04VLBYf/9koHwAVlj7ZgU&#10;/JKHxbz3NMNcuxtv6boLpYgQ9jkqqEJocil9UZFFP3ANcfTOrrUYomxLqVu8Rbit5TBJRtKi4bhQ&#10;YUOfFRWX3Y9VYDaj5ft6fJwc5dcypKfskhl7UOq5331MQQTqwiP8315pBW/pK9zPx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PVrsUAAADcAAAADwAAAAAAAAAA&#10;AAAAAAChAgAAZHJzL2Rvd25yZXYueG1sUEsFBgAAAAAEAAQA+QAAAJMDAAAAAA==&#10;" strokeweight="0"/>
                  <v:line id="Line 410" o:spid="_x0000_s2266" style="position:absolute;visibility:visible;mso-wrap-style:square" from="5390,1420" to="539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pN2sQAAADcAAAADwAAAGRycy9kb3ducmV2LnhtbESPT2vCQBTE7wW/w/IEb3WTYjVGV5Fi&#10;0d78Cx4f2WeymH0bsltNv71bKPQ4zMxvmPmys7W4U+uNYwXpMAFBXDhtuFRwOn6+ZiB8QNZYOyYF&#10;P+Rhuei9zDHX7sF7uh9CKSKEfY4KqhCaXEpfVGTRD11DHL2ray2GKNtS6hYfEW5r+ZYkY2nRcFyo&#10;sKGPiorb4dsqMLvx5v1rcp6e5XoT0kt2y4w9KTXod6sZiEBd+A//tbdawSg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Ck3axAAAANwAAAAPAAAAAAAAAAAA&#10;AAAAAKECAABkcnMvZG93bnJldi54bWxQSwUGAAAAAAQABAD5AAAAkgMAAAAA&#10;" strokeweight="0"/>
                  <v:line id="Line 411" o:spid="_x0000_s2267" style="position:absolute;visibility:visible;mso-wrap-style:square" from="5390,1431" to="539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boQcUAAADcAAAADwAAAGRycy9kb3ducmV2LnhtbESPW2vCQBSE3wv+h+UIfaubFC8xuooU&#10;i/bNK/h4yB6TxezZkN1q+u/dQqGPw8x8w8yXna3FnVpvHCtIBwkI4sJpw6WC0/HzLQPhA7LG2jEp&#10;+CEPy0XvZY65dg/e0/0QShEh7HNUUIXQ5FL6oiKLfuAa4uhdXWsxRNmWUrf4iHBby/ckGUuLhuNC&#10;hQ19VFTcDt9WgdmNN6OvyXl6lutNSC/ZLTP2pNRrv1vNQATqwn/4r73VCobpCH7P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kboQcUAAADcAAAADwAAAAAAAAAA&#10;AAAAAAChAgAAZHJzL2Rvd25yZXYueG1sUEsFBgAAAAAEAAQA+QAAAJMDAAAAAA==&#10;" strokeweight="0"/>
                  <v:line id="Line 412" o:spid="_x0000_s2268" style="position:absolute;visibility:visible;mso-wrap-style:square" from="5390,1441" to="5391,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R2NsUAAADcAAAADwAAAGRycy9kb3ducmV2LnhtbESPT2vCQBTE7wW/w/IEb3UTsTFGVxGx&#10;2N5a/4DHR/aZLGbfhuxW02/fLRR6HGbmN8xy3dtG3KnzxrGCdJyAIC6dNlwpOB1fn3MQPiBrbByT&#10;gm/ysF4NnpZYaPfgT7ofQiUihH2BCuoQ2kJKX9Zk0Y9dSxy9q+sshii7SuoOHxFuGzlJkkxaNBwX&#10;amxpW1N5O3xZBeYj27+8z87zs9ztQ3rJb7mxJ6VGw36zABGoD//hv/abVjBNM/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R2NsUAAADcAAAADwAAAAAAAAAA&#10;AAAAAAChAgAAZHJzL2Rvd25yZXYueG1sUEsFBgAAAAAEAAQA+QAAAJMDAAAAAA==&#10;" strokeweight="0"/>
                  <v:line id="Line 413" o:spid="_x0000_s2269" style="position:absolute;visibility:visible;mso-wrap-style:square" from="5390,1452" to="5391,1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jTrcQAAADcAAAADwAAAGRycy9kb3ducmV2LnhtbESPT2vCQBTE74LfYXlCb7pJaTWNrlJK&#10;RXvzL/T4yD6TxezbkF01/fZuQfA4zMxvmNmis7W4UuuNYwXpKAFBXDhtuFRw2C+HGQgfkDXWjknB&#10;H3lYzPu9Geba3XhL110oRYSwz1FBFUKTS+mLiiz6kWuIo3dyrcUQZVtK3eItwm0tX5NkLC0ajgsV&#10;NvRVUXHeXawCsxmv3n8mx4+j/F6F9Dc7Z8YelHoZdJ9TEIG68Aw/2mut4C2dwP+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2NOtxAAAANwAAAAPAAAAAAAAAAAA&#10;AAAAAKECAABkcnMvZG93bnJldi54bWxQSwUGAAAAAAQABAD5AAAAkgMAAAAA&#10;" strokeweight="0"/>
                  <v:line id="Line 414" o:spid="_x0000_s2270" style="position:absolute;visibility:visible;mso-wrap-style:square" from="5390,1463" to="5391,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dH38IAAADcAAAADwAAAGRycy9kb3ducmV2LnhtbERPz2vCMBS+C/sfwht407SiruuMMkRx&#10;3lynsOOjeWuDzUtpotb/3hwGHj++34tVbxtxpc4bxwrScQKCuHTacKXg+LMdZSB8QNbYOCYFd/Kw&#10;Wr4MFphrd+NvuhahEjGEfY4K6hDaXEpf1mTRj11LHLk/11kMEXaV1B3eYrht5CRJ5tKi4dhQY0vr&#10;mspzcbEKzGG+m+3fTu8nudmF9Dc7Z8YelRq+9p8fIAL14Sn+d39pBdM0ro1n4h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EdH38IAAADcAAAADwAAAAAAAAAAAAAA&#10;AAChAgAAZHJzL2Rvd25yZXYueG1sUEsFBgAAAAAEAAQA+QAAAJADAAAAAA==&#10;" strokeweight="0"/>
                  <v:line id="Line 415" o:spid="_x0000_s2271" style="position:absolute;visibility:visible;mso-wrap-style:square" from="5390,1473" to="5391,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viRMUAAADcAAAADwAAAGRycy9kb3ducmV2LnhtbESPT2vCQBTE70K/w/IK3uomYm2MriJi&#10;0d6sf8DjI/tMFrNvQ3ar6bd3CwWPw8z8hpktOluLG7XeOFaQDhIQxIXThksFx8PnWwbCB2SNtWNS&#10;8EseFvOX3gxz7e78Tbd9KEWEsM9RQRVCk0vpi4os+oFriKN3ca3FEGVbSt3iPcJtLYdJMpYWDceF&#10;ChtaVVRc9z9WgdmNN+9fH6fJSa43IT1n18zYo1L91245BRGoC8/wf3urFYzSCfydi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wviRMUAAADcAAAADwAAAAAAAAAA&#10;AAAAAAChAgAAZHJzL2Rvd25yZXYueG1sUEsFBgAAAAAEAAQA+QAAAJMDAAAAAA==&#10;" strokeweight="0"/>
                  <v:line id="Line 416" o:spid="_x0000_s2272" style="position:absolute;visibility:visible;mso-wrap-style:square" from="5390,1484" to="5391,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2BZMIAAADcAAAADwAAAGRycy9kb3ducmV2LnhtbERPz2vCMBS+D/wfwhN2m2nFua6aiohD&#10;d9tcCzs+mmcbbF5Kk2n33y8HYceP7/d6M9pOXGnwxrGCdJaAIK6dNtwoKL/enjIQPiBr7ByTgl/y&#10;sCkmD2vMtbvxJ11PoRExhH2OCtoQ+lxKX7dk0c9cTxy5sxsshgiHRuoBbzHcdnKeJEtp0XBsaLGn&#10;XUv15fRjFZiP5eH5/aV6reT+ENLv7JIZWyr1OB23KxCBxvAvvruPWsFiHufH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F2BZMIAAADcAAAADwAAAAAAAAAAAAAA&#10;AAChAgAAZHJzL2Rvd25yZXYueG1sUEsFBgAAAAAEAAQA+QAAAJADAAAAAA==&#10;" strokeweight="0"/>
                  <v:line id="Line 417" o:spid="_x0000_s2273" style="position:absolute;visibility:visible;mso-wrap-style:square" from="5390,1494" to="5391,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Ek/8QAAADcAAAADwAAAGRycy9kb3ducmV2LnhtbESPT2vCQBTE7wW/w/IEb3UTsRqjq0hp&#10;0d78Cx4f2WeymH0bsltNv71bKPQ4zMxvmMWqs7W4U+uNYwXpMAFBXDhtuFRwOn6+ZiB8QNZYOyYF&#10;P+Rhtey9LDDX7sF7uh9CKSKEfY4KqhCaXEpfVGTRD11DHL2ray2GKNtS6hYfEW5rOUqSibRoOC5U&#10;2NB7RcXt8G0VmN1k8/Y1Pc/O8mMT0kt2y4w9KTXod+s5iEBd+A//tbdawXiUwu+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EST/xAAAANwAAAAPAAAAAAAAAAAA&#10;AAAAAKECAABkcnMvZG93bnJldi54bWxQSwUGAAAAAAQABAD5AAAAkgMAAAAA&#10;" strokeweight="0"/>
                  <v:line id="Line 418" o:spid="_x0000_s2274" style="position:absolute;visibility:visible;mso-wrap-style:square" from="5390,1505" to="5391,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O6iMQAAADcAAAADwAAAGRycy9kb3ducmV2LnhtbESPQWvCQBSE74L/YXmF3nRjaG0aXUVE&#10;0d6sVfD4yL4mi9m3Ibtq+u/dguBxmJlvmOm8s7W4UuuNYwWjYQKCuHDacKng8LMeZCB8QNZYOyYF&#10;f+RhPuv3pphrd+Nvuu5DKSKEfY4KqhCaXEpfVGTRD11DHL1f11oMUbal1C3eItzWMk2SsbRoOC5U&#10;2NCyouK8v1gFZjfevH99HD+PcrUJo1N2zow9KPX60i0mIAJ14Rl+tLdawVuawv+ZeAT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7qIxAAAANwAAAAPAAAAAAAAAAAA&#10;AAAAAKECAABkcnMvZG93bnJldi54bWxQSwUGAAAAAAQABAD5AAAAkgMAAAAA&#10;" strokeweight="0"/>
                  <v:line id="Line 419" o:spid="_x0000_s2275" style="position:absolute;visibility:visible;mso-wrap-style:square" from="5390,1516" to="5391,1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8fE8UAAADcAAAADwAAAGRycy9kb3ducmV2LnhtbESPQWvCQBSE70L/w/IK3nQTrTZNs0op&#10;Fu2ttQo9PrKvyWL2bciuGv+9Kwg9DjPzDVMse9uIE3XeOFaQjhMQxKXThisFu5+PUQbCB2SNjWNS&#10;cCEPy8XDoMBcuzN/02kbKhEh7HNUUIfQ5lL6siaLfuxa4uj9uc5iiLKrpO7wHOG2kZMkmUuLhuNC&#10;jS2911QetkerwHzN17PP5/3LXq7WIf3NDpmxO6WGj/3bK4hAffgP39sbreBpMoX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I8fE8UAAADcAAAADwAAAAAAAAAA&#10;AAAAAAChAgAAZHJzL2Rvd25yZXYueG1sUEsFBgAAAAAEAAQA+QAAAJMDAAAAAA==&#10;" strokeweight="0"/>
                  <v:line id="Line 420" o:spid="_x0000_s2276" style="position:absolute;visibility:visible;mso-wrap-style:square" from="5390,1526" to="5391,1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aHZ8UAAADcAAAADwAAAGRycy9kb3ducmV2LnhtbESPQWvCQBSE74X+h+UVvOlGUZumWaUU&#10;xfamqYEeH9nXZDH7NmRXjf++WxB6HGbmGyZfD7YVF+q9caxgOklAEFdOG64VHL+24xSED8gaW8ek&#10;4EYe1qvHhxwz7a58oEsRahEh7DNU0ITQZVL6qiGLfuI64uj9uN5iiLKvpe7xGuG2lbMkWUqLhuNC&#10;gx29N1SdirNVYPbL3eLzuXwp5WYXpt/pKTX2qNToaXh7BRFoCP/he/tDK5jP5v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aHZ8UAAADcAAAADwAAAAAAAAAA&#10;AAAAAAChAgAAZHJzL2Rvd25yZXYueG1sUEsFBgAAAAAEAAQA+QAAAJMDAAAAAA==&#10;" strokeweight="0"/>
                  <v:line id="Line 421" o:spid="_x0000_s2277" style="position:absolute;visibility:visible;mso-wrap-style:square" from="5390,1537" to="539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oi/MUAAADcAAAADwAAAGRycy9kb3ducmV2LnhtbESPT2vCQBTE74V+h+UVvOlGaTRNXUWk&#10;YnvzX6DHR/Y1Wcy+DdlV47fvFoQeh5n5DTNf9rYRV+q8caxgPEpAEJdOG64UnI6bYQbCB2SNjWNS&#10;cCcPy8Xz0xxz7W68p+shVCJC2OeooA6hzaX0ZU0W/ci1xNH7cZ3FEGVXSd3hLcJtIydJMpUWDceF&#10;Glta11SeDxerwOym2/RrVrwV8mMbxt/ZOTP2pNTgpV+9gwjUh//wo/2pFbxO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oi/MUAAADcAAAADwAAAAAAAAAA&#10;AAAAAAChAgAAZHJzL2Rvd25yZXYueG1sUEsFBgAAAAAEAAQA+QAAAJMDAAAAAA==&#10;" strokeweight="0"/>
                  <v:line id="Line 422" o:spid="_x0000_s2278" style="position:absolute;visibility:visible;mso-wrap-style:square" from="5390,1547" to="5391,1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8i8QAAADcAAAADwAAAGRycy9kb3ducmV2LnhtbESPQWvCQBSE7wX/w/IKvelGqWkaXUVE&#10;0d6sVfD4yL4mi9m3Ibtq/PduQehxmJlvmOm8s7W4UuuNYwXDQQKCuHDacKng8LPuZyB8QNZYOyYF&#10;d/Iwn/Vepphrd+Nvuu5DKSKEfY4KqhCaXEpfVGTRD1xDHL1f11oMUbal1C3eItzWcpQkqbRoOC5U&#10;2NCyouK8v1gFZpduxl8fx8+jXG3C8JSdM2MPSr29dosJiEBd+A8/21ut4H2Uwt+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LyLxAAAANwAAAAPAAAAAAAAAAAA&#10;AAAAAKECAABkcnMvZG93bnJldi54bWxQSwUGAAAAAAQABAD5AAAAkgMAAAAA&#10;" strokeweight="0"/>
                  <v:line id="Line 423" o:spid="_x0000_s2279" style="position:absolute;visibility:visible;mso-wrap-style:square" from="5390,1558" to="53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QZEMQAAADcAAAADwAAAGRycy9kb3ducmV2LnhtbESPT4vCMBTE7wt+h/AEb2uquFqrUURc&#10;dG/+BY+P5tkGm5fSZLX77c3Cwh6HmfkNM1+2thIParxxrGDQT0AQ504bLhScT5/vKQgfkDVWjknB&#10;D3lYLjpvc8y0e/KBHsdQiAhhn6GCMoQ6k9LnJVn0fVcTR+/mGoshyqaQusFnhNtKDpNkLC0ajgsl&#10;1rQuKb8fv60Csx9vP74ml+lFbrZhcE3vqbFnpXrddjUDEagN/+G/9k4rGA0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BkQxAAAANwAAAAPAAAAAAAAAAAA&#10;AAAAAKECAABkcnMvZG93bnJldi54bWxQSwUGAAAAAAQABAD5AAAAkgMAAAAA&#10;" strokeweight="0"/>
                  <v:line id="Line 424" o:spid="_x0000_s2280" style="position:absolute;visibility:visible;mso-wrap-style:square" from="5390,1569" to="539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uNYsIAAADcAAAADwAAAGRycy9kb3ducmV2LnhtbERPz2vCMBS+D/wfwhN2m2nFua6aiohD&#10;d9tcCzs+mmcbbF5Kk2n33y8HYceP7/d6M9pOXGnwxrGCdJaAIK6dNtwoKL/enjIQPiBr7ByTgl/y&#10;sCkmD2vMtbvxJ11PoRExhH2OCtoQ+lxKX7dk0c9cTxy5sxsshgiHRuoBbzHcdnKeJEtp0XBsaLGn&#10;XUv15fRjFZiP5eH5/aV6reT+ENLv7JIZWyr1OB23KxCBxvAvvruPWsFiHt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iuNYsIAAADcAAAADwAAAAAAAAAAAAAA&#10;AAChAgAAZHJzL2Rvd25yZXYueG1sUEsFBgAAAAAEAAQA+QAAAJADAAAAAA==&#10;" strokeweight="0"/>
                  <v:line id="Line 425" o:spid="_x0000_s2281" style="position:absolute;visibility:visible;mso-wrap-style:square" from="5390,1579" to="5391,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co+cQAAADcAAAADwAAAGRycy9kb3ducmV2LnhtbESPT4vCMBTE7wt+h/AEb2uquFqrUURc&#10;dG/+BY+P5tkGm5fSZLX77c3Cwh6HmfkNM1+2thIParxxrGDQT0AQ504bLhScT5/vKQgfkDVWjknB&#10;D3lYLjpvc8y0e/KBHsdQiAhhn6GCMoQ6k9LnJVn0fVcTR+/mGoshyqaQusFnhNtKDpNkLC0ajgsl&#10;1rQuKb8fv60Csx9vP74ml+lFbrZhcE3vqbFnpXrddjUDEagN/+G/9k4rGA2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Zyj5xAAAANwAAAAPAAAAAAAAAAAA&#10;AAAAAKECAABkcnMvZG93bnJldi54bWxQSwUGAAAAAAQABAD5AAAAkgMAAAAA&#10;" strokeweight="0"/>
                  <v:line id="Line 426" o:spid="_x0000_s2282" style="position:absolute;visibility:visible;mso-wrap-style:square" from="5390,1590" to="539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QXucIAAADcAAAADwAAAGRycy9kb3ducmV2LnhtbERPy2rCQBTdF/oPwxW6qxNbTWN0FJGK&#10;urM+wOUlc00GM3dCZqrx751FocvDeU/nna3FjVpvHCsY9BMQxIXThksFx8PqPQPhA7LG2jEpeJCH&#10;+ez1ZYq5dnf+ods+lCKGsM9RQRVCk0vpi4os+r5riCN3ca3FEGFbSt3iPYbbWn4kSSotGo4NFTa0&#10;rKi47n+tArNL16Pt12l8kt/rMDhn18zYo1JvvW4xARGoC//iP/dGKxh+xvnxTDwCcvY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QXucIAAADcAAAADwAAAAAAAAAAAAAA&#10;AAChAgAAZHJzL2Rvd25yZXYueG1sUEsFBgAAAAAEAAQA+QAAAJADAAAAAA==&#10;" strokeweight="0"/>
                  <v:line id="Line 427" o:spid="_x0000_s2283" style="position:absolute;visibility:visible;mso-wrap-style:square" from="5390,1600" to="539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iyIsUAAADcAAAADwAAAGRycy9kb3ducmV2LnhtbESPT2vCQBTE7wW/w/KE3uomttUYXaWU&#10;FvXmX/D4yD6TxezbkN1q+u27QsHjMDO/YWaLztbiSq03jhWkgwQEceG04VLBYf/9koHwAVlj7ZgU&#10;/JKHxbz3NMNcuxtv6boLpYgQ9jkqqEJocil9UZFFP3ANcfTOrrUYomxLqVu8Rbit5TBJRtKi4bhQ&#10;YUOfFRWX3Y9VYDaj5ft6fJwc5dcypKfskhl7UOq5331MQQTqwiP8315pBW+vKdzPx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siyIsUAAADcAAAADwAAAAAAAAAA&#10;AAAAAAChAgAAZHJzL2Rvd25yZXYueG1sUEsFBgAAAAAEAAQA+QAAAJMDAAAAAA==&#10;" strokeweight="0"/>
                  <v:line id="Line 428" o:spid="_x0000_s2284" style="position:absolute;visibility:visible;mso-wrap-style:square" from="5390,1611" to="5391,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osVcUAAADcAAAADwAAAGRycy9kb3ducmV2LnhtbESPQWvCQBSE70L/w/IK3nQTrTZNs0op&#10;Fu2ttQo9PrKvyWL2bciuGv+9Kwg9DjPzDVMse9uIE3XeOFaQjhMQxKXThisFu5+PUQbCB2SNjWNS&#10;cCEPy8XDoMBcuzN/02kbKhEh7HNUUIfQ5lL6siaLfuxa4uj9uc5iiLKrpO7wHOG2kZMkmUuLhuNC&#10;jS2911QetkerwHzN17PP5/3LXq7WIf3NDpmxO6WGj/3bK4hAffgP39sbreBpOoH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osVcUAAADcAAAADwAAAAAAAAAA&#10;AAAAAAChAgAAZHJzL2Rvd25yZXYueG1sUEsFBgAAAAAEAAQA+QAAAJMDAAAAAA==&#10;" strokeweight="0"/>
                  <v:line id="Line 429" o:spid="_x0000_s2285" style="position:absolute;visibility:visible;mso-wrap-style:square" from="5390,1622" to="5391,1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aJzsUAAADcAAAADwAAAGRycy9kb3ducmV2LnhtbESPQWvCQBSE70L/w/IK3nSTWm2aZpUi&#10;Fu2ttQo9PrKvyWL2bciuGv+9Kwg9DjPzDVMsetuIE3XeOFaQjhMQxKXThisFu5+PUQbCB2SNjWNS&#10;cCEPi/nDoMBcuzN/02kbKhEh7HNUUIfQ5lL6siaLfuxa4uj9uc5iiLKrpO7wHOG2kU9JMpMWDceF&#10;Glta1lQetkerwHzN1tPPl/3rXq7WIf3NDpmxO6WGj/37G4hAffgP39sbreB5MoHbmXgE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VaJzsUAAADcAAAADwAAAAAAAAAA&#10;AAAAAAChAgAAZHJzL2Rvd25yZXYueG1sUEsFBgAAAAAEAAQA+QAAAJMDAAAAAA==&#10;" strokeweight="0"/>
                  <v:line id="Line 430" o:spid="_x0000_s2286" style="position:absolute;visibility:visible;mso-wrap-style:square" from="5390,1632" to="5391,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8RusUAAADcAAAADwAAAGRycy9kb3ducmV2LnhtbESPT2sCMRTE70K/Q3gFb5q1Wl23Rimi&#10;qLfWP+DxsXndDW5elk3U7bdvhILHYWZ+w8wWra3EjRpvHCsY9BMQxLnThgsFx8O6l4LwAVlj5ZgU&#10;/JKHxfylM8NMuzt/020fChEh7DNUUIZQZ1L6vCSLvu9q4uj9uMZiiLIppG7wHuG2km9JMpYWDceF&#10;EmtalpRf9lerwHyNN++7yWl6kqtNGJzTS2rsUanua/v5ASJQG57h//ZWKxgNR/A4E4+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8RusUAAADcAAAADwAAAAAAAAAA&#10;AAAAAAChAgAAZHJzL2Rvd25yZXYueG1sUEsFBgAAAAAEAAQA+QAAAJMDAAAAAA==&#10;" strokeweight="0"/>
                  <v:line id="Line 431" o:spid="_x0000_s2287" style="position:absolute;visibility:visible;mso-wrap-style:square" from="5390,1643" to="5391,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O0IcUAAADcAAAADwAAAGRycy9kb3ducmV2LnhtbESPT2sCMRTE7wW/Q3iCt5q1Vl23Rimi&#10;aG+tf8DjY/O6G9y8LJuo229vBKHHYWZ+w8wWra3ElRpvHCsY9BMQxLnThgsFh/36NQXhA7LGyjEp&#10;+CMPi3nnZYaZdjf+oesuFCJC2GeooAyhzqT0eUkWfd/VxNH7dY3FEGVTSN3gLcJtJd+SZCwtGo4L&#10;Jda0LCk/7y5Wgfkeb0Zfk+P0KFebMDil59TYg1K9bvv5ASJQG/7Dz/ZWK3gfjuB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O0IcUAAADcAAAADwAAAAAAAAAA&#10;AAAAAAChAgAAZHJzL2Rvd25yZXYueG1sUEsFBgAAAAAEAAQA+QAAAJMDAAAAAA==&#10;" strokeweight="0"/>
                  <v:line id="Line 432" o:spid="_x0000_s2288" style="position:absolute;visibility:visible;mso-wrap-style:square" from="5390,1653" to="5391,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EqVsUAAADcAAAADwAAAGRycy9kb3ducmV2LnhtbESPT2vCQBTE74LfYXlCb7rR1jRNXUWk&#10;xXpr/QMeH9lnsph9G7Jbjd/eLQg9DjPzG2a26GwtLtR641jBeJSAIC6cNlwq2O8+hxkIH5A11o5J&#10;wY08LOb93gxz7a78Q5dtKEWEsM9RQRVCk0vpi4os+pFriKN3cq3FEGVbSt3iNcJtLSdJkkqLhuNC&#10;hQ2tKirO21+rwHyn6+nm9fB2kB/rMD5m58zYvVJPg275DiJQF/7Dj/aXVvDynMLfmXg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EqVsUAAADcAAAADwAAAAAAAAAA&#10;AAAAAAChAgAAZHJzL2Rvd25yZXYueG1sUEsFBgAAAAAEAAQA+QAAAJMDAAAAAA==&#10;" strokeweight="0"/>
                  <v:line id="Line 433" o:spid="_x0000_s2289" style="position:absolute;visibility:visible;mso-wrap-style:square" from="5390,1664" to="539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2PzcUAAADcAAAADwAAAGRycy9kb3ducmV2LnhtbESPQWsCMRSE74L/ITzBm2bVVrdbo5Ri&#10;0d7UKvT42Dx3g5uXZRN1/fdGKPQ4zMw3zHzZ2kpcqfHGsYLRMAFBnDttuFBw+PkapCB8QNZYOSYF&#10;d/KwXHQ7c8y0u/GOrvtQiAhhn6GCMoQ6k9LnJVn0Q1cTR+/kGoshyqaQusFbhNtKjpNkKi0ajgsl&#10;1vRZUn7eX6wCs52uX79nx7ejXK3D6Dc9p8YelOr32o93EIHa8B/+a2+0gpfJ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2PzcUAAADcAAAADwAAAAAAAAAA&#10;AAAAAAChAgAAZHJzL2Rvd25yZXYueG1sUEsFBgAAAAAEAAQA+QAAAJMDAAAAAA==&#10;" strokeweight="0"/>
                  <v:line id="Line 434" o:spid="_x0000_s2290" style="position:absolute;visibility:visible;mso-wrap-style:square" from="5390,1675" to="53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bv8IAAADcAAAADwAAAGRycy9kb3ducmV2LnhtbERPy2rCQBTdF/oPwxW6qxNbTWN0FJGK&#10;urM+wOUlc00GM3dCZqrx751FocvDeU/nna3FjVpvHCsY9BMQxIXThksFx8PqPQPhA7LG2jEpeJCH&#10;+ez1ZYq5dnf+ods+lCKGsM9RQRVCk0vpi4os+r5riCN3ca3FEGFbSt3iPYbbWn4kSSotGo4NFTa0&#10;rKi47n+tArNL16Pt12l8kt/rMDhn18zYo1JvvW4xARGoC//iP/dGKxh+xrXxTDwCcvY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bv8IAAADcAAAADwAAAAAAAAAAAAAA&#10;AAChAgAAZHJzL2Rvd25yZXYueG1sUEsFBgAAAAAEAAQA+QAAAJADAAAAAA==&#10;" strokeweight="0"/>
                  <v:line id="Line 435" o:spid="_x0000_s2291" style="position:absolute;visibility:visible;mso-wrap-style:square" from="5390,1685" to="5391,1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6+JMUAAADcAAAADwAAAGRycy9kb3ducmV2LnhtbESPQWsCMRSE74L/ITzBm2bV1q5bo5Ri&#10;0d7UKvT42Dx3g5uXZRN1/fdGKPQ4zMw3zHzZ2kpcqfHGsYLRMAFBnDttuFBw+PkapCB8QNZYOSYF&#10;d/KwXHQ7c8y0u/GOrvtQiAhhn6GCMoQ6k9LnJVn0Q1cTR+/kGoshyqaQusFbhNtKjpNkKi0ajgsl&#10;1vRZUn7eX6wCs52uX7/fjrOjXK3D6Dc9p8YelOr32o93EIHa8B/+a2+0gpfJ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6+JMUAAADcAAAADwAAAAAAAAAA&#10;AAAAAAChAgAAZHJzL2Rvd25yZXYueG1sUEsFBgAAAAAEAAQA+QAAAJMDAAAAAA==&#10;" strokeweight="0"/>
                  <v:line id="Line 436" o:spid="_x0000_s2292" style="position:absolute;visibility:visible;mso-wrap-style:square" from="5390,1696" to="5391,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JkxMIAAADcAAAADwAAAGRycy9kb3ducmV2LnhtbERPz2vCMBS+D/wfwhN2m2nFua6aiowN&#10;3W1zLez4aJ5tsHkpTab1vzcHYceP7/d6M9pOnGnwxrGCdJaAIK6dNtwoKH8+njIQPiBr7ByTgit5&#10;2BSThzXm2l34m86H0IgYwj5HBW0IfS6lr1uy6GeuJ47c0Q0WQ4RDI/WAlxhuOzlPkqW0aDg2tNjT&#10;W0v16fBnFZiv5e7586V6reT7LqS/2SkztlTqcTpuVyACjeFffHfvtYLFIs6PZ+IR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JkxMIAAADcAAAADwAAAAAAAAAAAAAA&#10;AAChAgAAZHJzL2Rvd25yZXYueG1sUEsFBgAAAAAEAAQA+QAAAJADAAAAAA==&#10;" strokeweight="0"/>
                  <v:line id="Line 437" o:spid="_x0000_s2293" style="position:absolute;visibility:visible;mso-wrap-style:square" from="5390,1707" to="5391,1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7BX8QAAADcAAAADwAAAGRycy9kb3ducmV2LnhtbESPT2vCQBTE7wW/w/IEb3WTYjVGV5Fi&#10;0d78Cx4f2WeymH0bsltNv71bKPQ4zMxvmPmys7W4U+uNYwXpMAFBXDhtuFRwOn6+ZiB8QNZYOyYF&#10;P+Rhuei9zDHX7sF7uh9CKSKEfY4KqhCaXEpfVGTRD11DHL2ray2GKNtS6hYfEW5r+ZYkY2nRcFyo&#10;sKGPiorb4dsqMLvx5v1rcp6e5XoT0kt2y4w9KTXod6sZiEBd+A//tbdawWi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zsFfxAAAANwAAAAPAAAAAAAAAAAA&#10;AAAAAKECAABkcnMvZG93bnJldi54bWxQSwUGAAAAAAQABAD5AAAAkgMAAAAA&#10;" strokeweight="0"/>
                  <v:line id="Line 438" o:spid="_x0000_s2294" style="position:absolute;visibility:visible;mso-wrap-style:square" from="5390,1717" to="53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xfKMUAAADcAAAADwAAAGRycy9kb3ducmV2LnhtbESPQWvCQBSE74X+h+UVvOlGUZumWaUU&#10;xfamqYEeH9nXZDH7NmRXjf++WxB6HGbmGyZfD7YVF+q9caxgOklAEFdOG64VHL+24xSED8gaW8ek&#10;4EYe1qvHhxwz7a58oEsRahEh7DNU0ITQZVL6qiGLfuI64uj9uN5iiLKvpe7xGuG2lbMkWUqLhuNC&#10;gx29N1SdirNVYPbL3eLzuXwp5WYXpt/pKTX2qNToaXh7BRFoCP/he/tDK5jPZ/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xfKMUAAADcAAAADwAAAAAAAAAA&#10;AAAAAAChAgAAZHJzL2Rvd25yZXYueG1sUEsFBgAAAAAEAAQA+QAAAJMDAAAAAA==&#10;" strokeweight="0"/>
                  <v:line id="Line 439" o:spid="_x0000_s2295" style="position:absolute;visibility:visible;mso-wrap-style:square" from="5390,1728" to="539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D6s8UAAADcAAAADwAAAGRycy9kb3ducmV2LnhtbESPT2sCMRTE70K/Q3gFb5q1Wl23Rimi&#10;qLfWP+DxsXndDW5elk3U7bdvhILHYWZ+w8wWra3EjRpvHCsY9BMQxLnThgsFx8O6l4LwAVlj5ZgU&#10;/JKHxfylM8NMuzt/020fChEh7DNUUIZQZ1L6vCSLvu9q4uj9uMZiiLIppG7wHuG2km9JMpYWDceF&#10;EmtalpRf9lerwHyNN++7yWl6kqtNGJzTS2rsUanua/v5ASJQG57h//ZWKxiNhvA4E4+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D6s8UAAADcAAAADwAAAAAAAAAA&#10;AAAAAAChAgAAZHJzL2Rvd25yZXYueG1sUEsFBgAAAAAEAAQA+QAAAJMDAAAAAA==&#10;" strokeweight="0"/>
                  <v:line id="Line 440" o:spid="_x0000_s2296" style="position:absolute;visibility:visible;mso-wrap-style:square" from="5390,1738" to="5391,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lix8QAAADcAAAADwAAAGRycy9kb3ducmV2LnhtbESPQWvCQBSE74L/YXmF3nSjpDaNriJS&#10;0d6sVfD4yL4mi9m3Ibtq+u/dguBxmJlvmNmis7W4UuuNYwWjYQKCuHDacKng8LMeZCB8QNZYOyYF&#10;f+RhMe/3Zphrd+Nvuu5DKSKEfY4KqhCaXEpfVGTRD11DHL1f11oMUbal1C3eItzWcpwkE2nRcFyo&#10;sKFVRcV5f7EKzG6yeft6P34c5ecmjE7ZOTP2oNTrS7ecggjUhWf40d5qBWma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uWLHxAAAANwAAAAPAAAAAAAAAAAA&#10;AAAAAKECAABkcnMvZG93bnJldi54bWxQSwUGAAAAAAQABAD5AAAAkgMAAAAA&#10;" strokeweight="0"/>
                  <v:line id="Line 441" o:spid="_x0000_s2297" style="position:absolute;visibility:visible;mso-wrap-style:square" from="5390,1749" to="539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XHXMUAAADcAAAADwAAAGRycy9kb3ducmV2LnhtbESPT2vCQBTE74V+h+UVetONYjRNXUVE&#10;sb35L9DjI/uaLGbfhuxW47fvFoQeh5n5DTNf9rYRV+q8caxgNExAEJdOG64UnE/bQQbCB2SNjWNS&#10;cCcPy8Xz0xxz7W58oOsxVCJC2OeooA6hzaX0ZU0W/dC1xNH7dp3FEGVXSd3hLcJtI8dJMpUWDceF&#10;Glta11Rejj9WgdlPd+nnrHgr5GYXRl/ZJTP2rNTrS796BxGoD//hR/tDK5hM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XHXMUAAADcAAAADwAAAAAAAAAA&#10;AAAAAAChAgAAZHJzL2Rvd25yZXYueG1sUEsFBgAAAAAEAAQA+QAAAJMDAAAAAA==&#10;" strokeweight="0"/>
                  <v:line id="Line 442" o:spid="_x0000_s2298" style="position:absolute;visibility:visible;mso-wrap-style:square" from="5390,1760" to="5391,1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dZK8QAAADcAAAADwAAAGRycy9kb3ducmV2LnhtbESPT2vCQBTE7wW/w/IEb3VjsTFGV5Fi&#10;0d78Cx4f2WeymH0bsltNv71bKPQ4zMxvmPmys7W4U+uNYwWjYQKCuHDacKngdPx8zUD4gKyxdkwK&#10;fsjDctF7mWOu3YP3dD+EUkQI+xwVVCE0uZS+qMiiH7qGOHpX11oMUbal1C0+ItzW8i1JUmnRcFyo&#10;sKGPiorb4dsqMLt08/41OU/Pcr0Jo0t2y4w9KTXod6sZiEBd+A//tbdawXic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1krxAAAANwAAAAPAAAAAAAAAAAA&#10;AAAAAKECAABkcnMvZG93bnJldi54bWxQSwUGAAAAAAQABAD5AAAAkgMAAAAA&#10;" strokeweight="0"/>
                  <v:line id="Line 443" o:spid="_x0000_s2299" style="position:absolute;visibility:visible;mso-wrap-style:square" from="5390,1770" to="5391,1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v8sMQAAADcAAAADwAAAGRycy9kb3ducmV2LnhtbESPT4vCMBTE7wt+h/AEb2uquFqrUURc&#10;dG/+BY+P5tkGm5fSZLX77c3Cwh6HmfkNM1+2thIParxxrGDQT0AQ504bLhScT5/vKQgfkDVWjknB&#10;D3lYLjpvc8y0e/KBHsdQiAhhn6GCMoQ6k9LnJVn0fVcTR+/mGoshyqaQusFnhNtKDpNkLC0ajgsl&#10;1rQuKb8fv60Csx9vP74ml+lFbrZhcE3vqbFnpXrddjUDEagN/+G/9k4rGI0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a/ywxAAAANwAAAAPAAAAAAAAAAAA&#10;AAAAAKECAABkcnMvZG93bnJldi54bWxQSwUGAAAAAAQABAD5AAAAkgMAAAAA&#10;" strokeweight="0"/>
                  <v:line id="Line 444" o:spid="_x0000_s2300" style="position:absolute;visibility:visible;mso-wrap-style:square" from="5390,1781" to="5391,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owsIAAADcAAAADwAAAGRycy9kb3ducmV2LnhtbERPz2vCMBS+D/wfwhN2m2nFua6aiowN&#10;3W1zLez4aJ5tsHkpTab1vzcHYceP7/d6M9pOnGnwxrGCdJaAIK6dNtwoKH8+njIQPiBr7ByTgit5&#10;2BSThzXm2l34m86H0IgYwj5HBW0IfS6lr1uy6GeuJ47c0Q0WQ4RDI/WAlxhuOzlPkqW0aDg2tNjT&#10;W0v16fBnFZiv5e7586V6reT7LqS/2SkztlTqcTpuVyACjeFffHfvtYLFIq6NZ+IR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RowsIAAADcAAAADwAAAAAAAAAAAAAA&#10;AAChAgAAZHJzL2Rvd25yZXYueG1sUEsFBgAAAAAEAAQA+QAAAJADAAAAAA==&#10;" strokeweight="0"/>
                  <v:line id="Line 445" o:spid="_x0000_s2301" style="position:absolute;visibility:visible;mso-wrap-style:square" from="5390,1791" to="5391,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jNWcUAAADcAAAADwAAAGRycy9kb3ducmV2LnhtbESPT2vCQBTE74V+h+UVetONYjVJXaVI&#10;RXvzX6DHR/Y1Wcy+DdlV02/vFoQeh5n5DTNf9rYRV+q8caxgNExAEJdOG64UnI7rQQrCB2SNjWNS&#10;8Eselovnpznm2t14T9dDqESEsM9RQR1Cm0vpy5os+qFriaP34zqLIcqukrrDW4TbRo6TZCotGo4L&#10;Nba0qqk8Hy5WgdlNN29fsyIr5OcmjL7Tc2rsSanXl/7jHUSgPvyHH+2tVjCZZP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LjNWcUAAADcAAAADwAAAAAAAAAA&#10;AAAAAAChAgAAZHJzL2Rvd25yZXYueG1sUEsFBgAAAAAEAAQA+QAAAJMDAAAAAA==&#10;" strokeweight="0"/>
                  <v:line id="Line 446" o:spid="_x0000_s2302" style="position:absolute;visibility:visible;mso-wrap-style:square" from="5390,1802" to="5391,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yGcEAAADcAAAADwAAAGRycy9kb3ducmV2LnhtbERPy4rCMBTdD8w/hDswO00dRq3VKIMo&#10;6s4nuLw01zbY3JQmav17sxBmeTjvyay1lbhT441jBb1uAoI4d9pwoeB4WHZSED4ga6wck4IneZhN&#10;Pz8mmGn34B3d96EQMYR9hgrKEOpMSp+XZNF3XU0cuYtrLIYIm0LqBh8x3FbyJ0kG0qLh2FBiTfOS&#10;8uv+ZhWY7WDV3wxPo5NcrELvnF5TY49KfX+1f2MQgdrwL36711rBbz/Oj2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W/IZwQAAANwAAAAPAAAAAAAAAAAAAAAA&#10;AKECAABkcnMvZG93bnJldi54bWxQSwUGAAAAAAQABAD5AAAAjwMAAAAA&#10;" strokeweight="0"/>
                  <v:line id="Line 447" o:spid="_x0000_s2303" style="position:absolute;visibility:visible;mso-wrap-style:square" from="5390,1813" to="539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dXgsUAAADcAAAADwAAAGRycy9kb3ducmV2LnhtbESPW2vCQBSE3wv+h+UIfaubFC8xuooU&#10;i/bNK/h4yB6TxezZkN1q+u/dQqGPw8x8w8yXna3FnVpvHCtIBwkI4sJpw6WC0/HzLQPhA7LG2jEp&#10;+CEPy0XvZY65dg/e0/0QShEh7HNUUIXQ5FL6oiKLfuAa4uhdXWsxRNmWUrf4iHBby/ckGUuLhuNC&#10;hQ19VFTcDt9WgdmNN6OvyXl6lutNSC/ZLTP2pNRrv1vNQATqwn/4r73VCoajFH7P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dXgsUAAADcAAAADwAAAAAAAAAA&#10;AAAAAAChAgAAZHJzL2Rvd25yZXYueG1sUEsFBgAAAAAEAAQA+QAAAJMDAAAAAA==&#10;" strokeweight="0"/>
                  <v:line id="Line 448" o:spid="_x0000_s2304" style="position:absolute;visibility:visible;mso-wrap-style:square" from="5390,1823" to="53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XJ9cUAAADcAAAADwAAAGRycy9kb3ducmV2LnhtbESPT2vCQBTE74V+h+UVvOlGaTRNXUWk&#10;YnvzX6DHR/Y1Wcy+DdlV47fvFoQeh5n5DTNf9rYRV+q8caxgPEpAEJdOG64UnI6bYQbCB2SNjWNS&#10;cCcPy8Xz0xxz7W68p+shVCJC2OeooA6hzaX0ZU0W/ci1xNH7cZ3FEGVXSd3hLcJtIydJMpUWDceF&#10;Glta11SeDxerwOym2/RrVrwV8mMbxt/ZOTP2pNTgpV+9gwjUh//wo/2pFbym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8XJ9cUAAADcAAAADwAAAAAAAAAA&#10;AAAAAAChAgAAZHJzL2Rvd25yZXYueG1sUEsFBgAAAAAEAAQA+QAAAJMDAAAAAA==&#10;" strokeweight="0"/>
                  <v:line id="Line 449" o:spid="_x0000_s2305" style="position:absolute;visibility:visible;mso-wrap-style:square" from="5390,1834" to="5391,1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lsbsUAAADcAAAADwAAAGRycy9kb3ducmV2LnhtbESPT2sCMRTE7wW/Q3iCt5q1Vl23Rimi&#10;aG+tf8DjY/O6G9y8LJuo229vBKHHYWZ+w8wWra3ElRpvHCsY9BMQxLnThgsFh/36NQXhA7LGyjEp&#10;+CMPi3nnZYaZdjf+oesuFCJC2GeooAyhzqT0eUkWfd/VxNH7dY3FEGVTSN3gLcJtJd+SZCwtGo4L&#10;Jda0LCk/7y5Wgfkeb0Zfk+P0KFebMDil59TYg1K9bvv5ASJQG/7Dz/ZWK3gfDeF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lsbsUAAADcAAAADwAAAAAAAAAA&#10;AAAAAAChAgAAZHJzL2Rvd25yZXYueG1sUEsFBgAAAAAEAAQA+QAAAJMDAAAAAA==&#10;" strokeweight="0"/>
                  <v:line id="Line 450" o:spid="_x0000_s2306" style="position:absolute;visibility:visible;mso-wrap-style:square" from="5390,1844" to="5391,1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D0GsUAAADcAAAADwAAAGRycy9kb3ducmV2LnhtbESPT2vCQBTE74V+h+UVetONYjRNXUVE&#10;sb35L9DjI/uaLGbfhuxW47fvFoQeh5n5DTNf9rYRV+q8caxgNExAEJdOG64UnE/bQQbCB2SNjWNS&#10;cCcPy8Xz0xxz7W58oOsxVCJC2OeooA6hzaX0ZU0W/dC1xNH7dp3FEGVXSd3hLcJtI8dJMpUWDceF&#10;Glta11Rejj9WgdlPd+nnrHgr5GYXRl/ZJTP2rNTrS796BxGoD//hR/tDK5ik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D0GsUAAADcAAAADwAAAAAAAAAA&#10;AAAAAAChAgAAZHJzL2Rvd25yZXYueG1sUEsFBgAAAAAEAAQA+QAAAJMDAAAAAA==&#10;" strokeweight="0"/>
                  <v:line id="Line 451" o:spid="_x0000_s2307" style="position:absolute;visibility:visible;mso-wrap-style:square" from="5390,1855" to="539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xRgcQAAADcAAAADwAAAGRycy9kb3ducmV2LnhtbESPT2vCQBTE7wW/w/KE3urGYjRGV5Fi&#10;0d78Cx4f2WeymH0bsltNv71bKPQ4zMxvmPmys7W4U+uNYwXDQQKCuHDacKngdPx8y0D4gKyxdkwK&#10;fsjDctF7mWOu3YP3dD+EUkQI+xwVVCE0uZS+qMiiH7iGOHpX11oMUbal1C0+ItzW8j1JxtKi4bhQ&#10;YUMfFRW3w7dVYHbjTfo1OU/Pcr0Jw0t2y4w9KfXa71YzEIG68B/+a2+1glGa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FGBxAAAANwAAAAPAAAAAAAAAAAA&#10;AAAAAKECAABkcnMvZG93bnJldi54bWxQSwUGAAAAAAQABAD5AAAAkgMAAAAA&#10;" strokeweight="0"/>
                  <v:line id="Line 452" o:spid="_x0000_s2308" style="position:absolute;visibility:visible;mso-wrap-style:square" from="5390,1866" to="5391,1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7P9sQAAADcAAAADwAAAGRycy9kb3ducmV2LnhtbESPT2vCQBTE7wW/w/KE3upG0Rijq4hY&#10;bG/+BY+P7DNZzL4N2a2m375bKPQ4zMxvmMWqs7V4UOuNYwXDQQKCuHDacKngfHp/y0D4gKyxdkwK&#10;vsnDatl7WWCu3ZMP9DiGUkQI+xwVVCE0uZS+qMiiH7iGOHo311oMUbal1C0+I9zWcpQkqbRoOC5U&#10;2NCmouJ+/LIKzD7dTT6nl9lFbndheM3umbFnpV773XoOIlAX/sN/7Q+tYDxJ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2xAAAANwAAAAPAAAAAAAAAAAA&#10;AAAAAKECAABkcnMvZG93bnJldi54bWxQSwUGAAAAAAQABAD5AAAAkgMAAAAA&#10;" strokeweight="0"/>
                  <v:line id="Line 453" o:spid="_x0000_s2309" style="position:absolute;visibility:visible;mso-wrap-style:square" from="5390,1876" to="5391,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JqbcUAAADcAAAADwAAAGRycy9kb3ducmV2LnhtbESPQWvCQBSE74X+h+UVvOnGUk2aukop&#10;FetNbQI9PrKvyWL2bciuGv99VxB6HGbmG2axGmwrztR741jBdJKAIK6cNlwrKL7X4wyED8gaW8ek&#10;4EoeVsvHhwXm2l14T+dDqEWEsM9RQRNCl0vpq4Ys+onriKP363qLIcq+lrrHS4TbVj4nyVxaNBwX&#10;Guzoo6HqeDhZBWY338y2aflays9NmP5kx8zYQqnR0/D+BiLQEP7D9/aXVvAyS+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7JqbcUAAADcAAAADwAAAAAAAAAA&#10;AAAAAAChAgAAZHJzL2Rvd25yZXYueG1sUEsFBgAAAAAEAAQA+QAAAJMDAAAAAA==&#10;" strokeweight="0"/>
                  <v:line id="Line 454" o:spid="_x0000_s2310" style="position:absolute;visibility:visible;mso-wrap-style:square" from="5390,1887" to="5391,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3+H8EAAADcAAAADwAAAGRycy9kb3ducmV2LnhtbERPy4rCMBTdD8w/hDswO00dRq3VKIMo&#10;6s4nuLw01zbY3JQmav17sxBmeTjvyay1lbhT441jBb1uAoI4d9pwoeB4WHZSED4ga6wck4IneZhN&#10;Pz8mmGn34B3d96EQMYR9hgrKEOpMSp+XZNF3XU0cuYtrLIYIm0LqBh8x3FbyJ0kG0qLh2FBiTfOS&#10;8uv+ZhWY7WDV3wxPo5NcrELvnF5TY49KfX+1f2MQgdrwL36711rBbz+ujW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f4fwQAAANwAAAAPAAAAAAAAAAAAAAAA&#10;AKECAABkcnMvZG93bnJldi54bWxQSwUGAAAAAAQABAD5AAAAjwMAAAAA&#10;" strokeweight="0"/>
                  <v:line id="Line 455" o:spid="_x0000_s2311" style="position:absolute;visibility:visible;mso-wrap-style:square" from="5390,1897" to="539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FbhMUAAADcAAAADwAAAGRycy9kb3ducmV2LnhtbESPW4vCMBSE3wX/QzjCvq2p4qVWo4i4&#10;6L7tegEfD82xDTYnpclq99+bhQUfh5n5hlmsWluJOzXeOFYw6CcgiHOnDRcKTseP9xSED8gaK8ek&#10;4Jc8rJbdzgIz7R78TfdDKESEsM9QQRlCnUnp85Is+r6riaN3dY3FEGVTSN3gI8JtJYdJMpEWDceF&#10;EmvalJTfDj9Wgfma7Maf0/PsLLe7MLikt9TYk1JvvXY9BxGoDa/wf3uvFYzGM/g7E4+AX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WFbhMUAAADcAAAADwAAAAAAAAAA&#10;AAAAAAChAgAAZHJzL2Rvd25yZXYueG1sUEsFBgAAAAAEAAQA+QAAAJMDAAAAAA==&#10;" strokeweight="0"/>
                  <v:line id="Line 456" o:spid="_x0000_s2312" style="position:absolute;visibility:visible;mso-wrap-style:square" from="5390,1908" to="5391,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c4pMEAAADcAAAADwAAAGRycy9kb3ducmV2LnhtbERPz2vCMBS+C/4P4QneZqpsteuMIrKh&#10;u6lT2PHRPNtg81KaqPW/NwfB48f3e7bobC2u1HrjWMF4lIAgLpw2XCo4/P28ZSB8QNZYOyYFd/Kw&#10;mPd7M8y1u/GOrvtQihjCPkcFVQhNLqUvKrLoR64hjtzJtRZDhG0pdYu3GG5rOUmSVFo0HBsqbGhV&#10;UXHeX6wCs03XH7/T4+dRfq/D+D87Z8YelBoOuuUXiEBdeImf7o1W8J7G+fFMPAJ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NzikwQAAANwAAAAPAAAAAAAAAAAAAAAA&#10;AKECAABkcnMvZG93bnJldi54bWxQSwUGAAAAAAQABAD5AAAAjwMAAAAA&#10;" strokeweight="0"/>
                  <v:line id="Line 457" o:spid="_x0000_s2313" style="position:absolute;visibility:visible;mso-wrap-style:square" from="5390,1919" to="5391,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udP8UAAADcAAAADwAAAGRycy9kb3ducmV2LnhtbESPT2vCQBTE7wW/w/IEb3UTsTFGVxGx&#10;2N5a/4DHR/aZLGbfhuxW02/fLRR6HGbmN8xy3dtG3KnzxrGCdJyAIC6dNlwpOB1fn3MQPiBrbByT&#10;gm/ysF4NnpZYaPfgT7ofQiUihH2BCuoQ2kJKX9Zk0Y9dSxy9q+sshii7SuoOHxFuGzlJkkxaNBwX&#10;amxpW1N5O3xZBeYj27+8z87zs9ztQ3rJb7mxJ6VGw36zABGoD//hv/abVjDNUv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udP8UAAADcAAAADwAAAAAAAAAA&#10;AAAAAAChAgAAZHJzL2Rvd25yZXYueG1sUEsFBgAAAAAEAAQA+QAAAJMDAAAAAA==&#10;" strokeweight="0"/>
                  <v:line id="Line 458" o:spid="_x0000_s2314" style="position:absolute;visibility:visible;mso-wrap-style:square" from="5390,1929" to="539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kDSMQAAADcAAAADwAAAGRycy9kb3ducmV2LnhtbESPQWvCQBSE7wX/w/IKvelGqWkaXUVE&#10;0d6sVfD4yL4mi9m3Ibtq/PduQehxmJlvmOm8s7W4UuuNYwXDQQKCuHDacKng8LPuZyB8QNZYOyYF&#10;d/Iwn/Vepphrd+Nvuu5DKSKEfY4KqhCaXEpfVGTRD1xDHL1f11oMUbal1C3eItzWcpQkqbRoOC5U&#10;2NCyouK8v1gFZpduxl8fx8+jXG3C8JSdM2MPSr29dosJiEBd+A8/21ut4D0dwd+Ze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qQNIxAAAANwAAAAPAAAAAAAAAAAA&#10;AAAAAKECAABkcnMvZG93bnJldi54bWxQSwUGAAAAAAQABAD5AAAAkgMAAAAA&#10;" strokeweight="0"/>
                  <v:line id="Line 459" o:spid="_x0000_s2315" style="position:absolute;visibility:visible;mso-wrap-style:square" from="5390,1940" to="5391,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Wm08UAAADcAAAADwAAAGRycy9kb3ducmV2LnhtbESPT2vCQBTE74LfYXlCb7rR1jRNXUWk&#10;xXpr/QMeH9lnsph9G7Jbjd/eLQg9DjPzG2a26GwtLtR641jBeJSAIC6cNlwq2O8+hxkIH5A11o5J&#10;wY08LOb93gxz7a78Q5dtKEWEsM9RQRVCk0vpi4os+pFriKN3cq3FEGVbSt3iNcJtLSdJkkqLhuNC&#10;hQ2tKirO21+rwHyn6+nm9fB2kB/rMD5m58zYvVJPg275DiJQF/7Dj/aXVvCSPsPfmXgE5P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Wm08UAAADcAAAADwAAAAAAAAAA&#10;AAAAAAChAgAAZHJzL2Rvd25yZXYueG1sUEsFBgAAAAAEAAQA+QAAAJMDAAAAAA==&#10;" strokeweight="0"/>
                  <v:line id="Line 460" o:spid="_x0000_s2316" style="position:absolute;visibility:visible;mso-wrap-style:square" from="5390,1950" to="5391,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w+p8QAAADcAAAADwAAAGRycy9kb3ducmV2LnhtbESPT2vCQBTE7wW/w/IEb3VjsTFGV5Fi&#10;0d78Cx4f2WeymH0bsltNv71bKPQ4zMxvmPmys7W4U+uNYwWjYQKCuHDacKngdPx8zUD4gKyxdkwK&#10;fsjDctF7mWOu3YP3dD+EUkQI+xwVVCE0uZS+qMiiH7qGOHpX11oMUbal1C0+ItzW8i1JUmnRcFyo&#10;sKGPiorb4dsqMLt08/41OU/Pcr0Jo0t2y4w9KTXod6sZiEBd+A//tbdawTgdw++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DD6nxAAAANwAAAAPAAAAAAAAAAAA&#10;AAAAAKECAABkcnMvZG93bnJldi54bWxQSwUGAAAAAAQABAD5AAAAkgMAAAAA&#10;" strokeweight="0"/>
                  <v:line id="Line 461" o:spid="_x0000_s2317" style="position:absolute;visibility:visible;mso-wrap-style:square" from="5390,1961" to="5391,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CbPMQAAADcAAAADwAAAGRycy9kb3ducmV2LnhtbESPT2vCQBTE7wW/w/KE3upG0Rijq4hY&#10;bG/+BY+P7DNZzL4N2a2m375bKPQ4zMxvmMWqs7V4UOuNYwXDQQKCuHDacKngfHp/y0D4gKyxdkwK&#10;vsnDatl7WWCu3ZMP9DiGUkQI+xwVVCE0uZS+qMiiH7iGOHo311oMUbal1C0+I9zWcpQkqbRoOC5U&#10;2NCmouJ+/LIKzD7dTT6nl9lFbndheM3umbFnpV773XoOIlAX/sN/7Q+tYJxO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QJs8xAAAANwAAAAPAAAAAAAAAAAA&#10;AAAAAKECAABkcnMvZG93bnJldi54bWxQSwUGAAAAAAQABAD5AAAAkgMAAAAA&#10;" strokeweight="0"/>
                  <v:line id="Line 462" o:spid="_x0000_s2318" style="position:absolute;visibility:visible;mso-wrap-style:square" from="5390,1972" to="5391,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IFS8UAAADcAAAADwAAAGRycy9kb3ducmV2LnhtbESPT2vCQBTE7wW/w/IEb7pRbIzRVaS0&#10;aG+tf8DjI/tMFrNvQ3ar6bd3C0KPw8z8hlmuO1uLG7XeOFYwHiUgiAunDZcKjoePYQbCB2SNtWNS&#10;8Ese1qveyxJz7e78Tbd9KEWEsM9RQRVCk0vpi4os+pFriKN3ca3FEGVbSt3iPcJtLSdJkkqLhuNC&#10;hQ29VVRc9z9WgflKt6+fs9P8JN+3YXzOrpmxR6UG/W6zABGoC//hZ3unFUzTFP7OxCMgV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pIFS8UAAADcAAAADwAAAAAAAAAA&#10;AAAAAAChAgAAZHJzL2Rvd25yZXYueG1sUEsFBgAAAAAEAAQA+QAAAJMDAAAAAA==&#10;" strokeweight="0"/>
                  <v:line id="Line 463" o:spid="_x0000_s2319" style="position:absolute;visibility:visible;mso-wrap-style:square" from="5390,1982" to="5391,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6g0MQAAADcAAAADwAAAGRycy9kb3ducmV2LnhtbESPT2vCQBTE7wW/w/KE3nRjqTGNrlJK&#10;RXvzL/T4yD6TxezbkF01fnu3IPQ4zMxvmNmis7W4UuuNYwWjYQKCuHDacKngsF8OMhA+IGusHZOC&#10;O3lYzHsvM8y1u/GWrrtQighhn6OCKoQml9IXFVn0Q9cQR+/kWoshyraUusVbhNtaviVJKi0ajgsV&#10;NvRVUXHeXawCs0lX45/J8eMov1dh9JudM2MPSr32u88piEBd+A8/22ut4D2dwN+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3qDQxAAAANwAAAAPAAAAAAAAAAAA&#10;AAAAAKECAABkcnMvZG93bnJldi54bWxQSwUGAAAAAAQABAD5AAAAkgMAAAAA&#10;" strokeweight="0"/>
                  <v:line id="Line 464" o:spid="_x0000_s2320" style="position:absolute;visibility:visible;mso-wrap-style:square" from="5390,1993" to="5391,1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E0osEAAADcAAAADwAAAGRycy9kb3ducmV2LnhtbERPz2vCMBS+C/4P4QneZqpsteuMIrKh&#10;u6lT2PHRPNtg81KaqPW/NwfB48f3e7bobC2u1HrjWMF4lIAgLpw2XCo4/P28ZSB8QNZYOyYFd/Kw&#10;mPd7M8y1u/GOrvtQihjCPkcFVQhNLqUvKrLoR64hjtzJtRZDhG0pdYu3GG5rOUmSVFo0HBsqbGhV&#10;UXHeX6wCs03XH7/T4+dRfq/D+D87Z8YelBoOuuUXiEBdeImf7o1W8J7GtfFMPAJ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QTSiwQAAANwAAAAPAAAAAAAAAAAAAAAA&#10;AKECAABkcnMvZG93bnJldi54bWxQSwUGAAAAAAQABAD5AAAAjwMAAAAA&#10;" strokeweight="0"/>
                  <v:line id="Line 465" o:spid="_x0000_s2321" style="position:absolute;visibility:visible;mso-wrap-style:square" from="5390,2004" to="5391,2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2ROcQAAADcAAAADwAAAGRycy9kb3ducmV2LnhtbESPQWvCQBSE7wX/w/KE3nRjqTFGVyml&#10;or2pVejxkX0mi9m3Ibtq/PduQehxmJlvmPmys7W4UuuNYwWjYQKCuHDacKng8LMaZCB8QNZYOyYF&#10;d/KwXPRe5phrd+MdXfehFBHCPkcFVQhNLqUvKrLoh64hjt7JtRZDlG0pdYu3CLe1fEuSVFo0HBcq&#10;bOizouK8v1gFZpuux9+T4/Qov9Zh9JudM2MPSr32u48ZiEBd+A8/2xut4D2dwt+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DZE5xAAAANwAAAAPAAAAAAAAAAAA&#10;AAAAAKECAABkcnMvZG93bnJldi54bWxQSwUGAAAAAAQABAD5AAAAkgMAAAAA&#10;" strokeweight="0"/>
                  <v:line id="Line 466" o:spid="_x0000_s2322" style="position:absolute;visibility:visible;mso-wrap-style:square" from="5390,2014" to="5391,2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uecIAAADcAAAADwAAAGRycy9kb3ducmV2LnhtbERPz2vCMBS+C/sfwhvspmllaldNy5CJ&#10;87Y5BY+P5q0NbV5Kk2n33y+HgceP7/emHG0nrjR441hBOktAEFdOG64VnL520wyED8gaO8ek4Jc8&#10;lMXDZIO5djf+pOsx1CKGsM9RQRNCn0vpq4Ys+pnriSP37QaLIcKhlnrAWwy3nZwnyVJaNBwbGuxp&#10;21DVHn+sAvOx3C8Oq/PLWb7tQ3rJ2szYk1JPj+PrGkSgMdzF/+53reB5FefH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uecIAAADcAAAADwAAAAAAAAAAAAAA&#10;AAChAgAAZHJzL2Rvd25yZXYueG1sUEsFBgAAAAAEAAQA+QAAAJADAAAAAA==&#10;" strokeweight="0"/>
                  <v:line id="Line 467" o:spid="_x0000_s2323" style="position:absolute;visibility:visible;mso-wrap-style:square" from="5390,2025" to="5391,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IL4sQAAADcAAAADwAAAGRycy9kb3ducmV2LnhtbESPT2vCQBTE74LfYXlCb7pJaTWNrlJK&#10;RXvzL/T4yD6TxezbkF01/fZuQfA4zMxvmNmis7W4UuuNYwXpKAFBXDhtuFRw2C+HGQgfkDXWjknB&#10;H3lYzPu9Geba3XhL110oRYSwz1FBFUKTS+mLiiz6kWuIo3dyrcUQZVtK3eItwm0tX5NkLC0ajgsV&#10;NvRVUXHeXawCsxmv3n8mx4+j/F6F9Dc7Z8YelHoZdJ9TEIG68Aw/2mut4G2S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ogvixAAAANwAAAAPAAAAAAAAAAAA&#10;AAAAAKECAABkcnMvZG93bnJldi54bWxQSwUGAAAAAAQABAD5AAAAkgMAAAAA&#10;" strokeweight="0"/>
                  <v:line id="Line 468" o:spid="_x0000_s2324" style="position:absolute;visibility:visible;mso-wrap-style:square" from="5390,2035" to="5391,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CVlcQAAADcAAAADwAAAGRycy9kb3ducmV2LnhtbESPT4vCMBTE7wt+h/AEb2uquFqrUURc&#10;dG/+BY+P5tkGm5fSZLX77c3Cwh6HmfkNM1+2thIParxxrGDQT0AQ504bLhScT5/vKQgfkDVWjknB&#10;D3lYLjpvc8y0e/KBHsdQiAhhn6GCMoQ6k9LnJVn0fVcTR+/mGoshyqaQusFnhNtKDpNkLC0ajgsl&#10;1rQuKb8fv60Csx9vP74ml+lFbrZhcE3vqbFnpXrddjUDEagN/+G/9k4rGE2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cJWVxAAAANwAAAAPAAAAAAAAAAAA&#10;AAAAAKECAABkcnMvZG93bnJldi54bWxQSwUGAAAAAAQABAD5AAAAkgMAAAAA&#10;" strokeweight="0"/>
                  <v:line id="Line 469" o:spid="_x0000_s2325" style="position:absolute;visibility:visible;mso-wrap-style:square" from="5390,2046" to="5391,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wDsUAAADcAAAADwAAAGRycy9kb3ducmV2LnhtbESPQWsCMRSE74L/ITzBm2bVVrdbo5Ri&#10;0d7UKvT42Dx3g5uXZRN1/fdGKPQ4zMw3zHzZ2kpcqfHGsYLRMAFBnDttuFBw+PkapCB8QNZYOSYF&#10;d/KwXHQ7c8y0u/GOrvtQiAhhn6GCMoQ6k9LnJVn0Q1cTR+/kGoshyqaQusFbhNtKjpNkKi0ajgsl&#10;1vRZUn7eX6wCs52uX79nx7ejXK3D6Dc9p8YelOr32o93EIHa8B/+a2+0gpfZB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wDsUAAADcAAAADwAAAAAAAAAA&#10;AAAAAAChAgAAZHJzL2Rvd25yZXYueG1sUEsFBgAAAAAEAAQA+QAAAJMDAAAAAA==&#10;" strokeweight="0"/>
                  <v:line id="Line 470" o:spid="_x0000_s2326" style="position:absolute;visibility:visible;mso-wrap-style:square" from="5390,2057" to="5391,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WoesQAAADcAAAADwAAAGRycy9kb3ducmV2LnhtbESPT4vCMBTE7wt+h/AEb2uquFqrUURc&#10;dG/+BY+P5tkGm5fSZLX77c3Cwh6HmfkNM1+2thIParxxrGDQT0AQ504bLhScT5/vKQgfkDVWjknB&#10;D3lYLjpvc8y0e/KBHsdQiAhhn6GCMoQ6k9LnJVn0fVcTR+/mGoshyqaQusFnhNtKDpNkLC0ajgsl&#10;1rQuKb8fv60Csx9vP74ml+lFbrZhcE3vqbFnpXrddjUDEagN/+G/9k4rGE1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1ah6xAAAANwAAAAPAAAAAAAAAAAA&#10;AAAAAKECAABkcnMvZG93bnJldi54bWxQSwUGAAAAAAQABAD5AAAAkgMAAAAA&#10;" strokeweight="0"/>
                  <v:line id="Line 471" o:spid="_x0000_s2327" style="position:absolute;visibility:visible;mso-wrap-style:square" from="5390,2067" to="5391,2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kN4cUAAADcAAAADwAAAGRycy9kb3ducmV2LnhtbESPQWvCQBSE74X+h+UVvOnGUk2aukop&#10;FetNbQI9PrKvyWL2bciuGv99VxB6HGbmG2axGmwrztR741jBdJKAIK6cNlwrKL7X4wyED8gaW8ek&#10;4EoeVsvHhwXm2l14T+dDqEWEsM9RQRNCl0vpq4Ys+onriKP363qLIcq+lrrHS4TbVj4nyVxaNBwX&#10;Guzoo6HqeDhZBWY338y2aflays9NmP5kx8zYQqnR0/D+BiLQEP7D9/aXVvCSzu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5kN4cUAAADcAAAADwAAAAAAAAAA&#10;AAAAAAChAgAAZHJzL2Rvd25yZXYueG1sUEsFBgAAAAAEAAQA+QAAAJMDAAAAAA==&#10;" strokeweight="0"/>
                  <v:line id="Line 472" o:spid="_x0000_s2328" style="position:absolute;visibility:visible;mso-wrap-style:square" from="5390,2078" to="5391,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uTlsQAAADcAAAADwAAAGRycy9kb3ducmV2LnhtbESPT2vCQBTE7wW/w/KE3nRjqTGNrlJK&#10;RXvzL/T4yD6TxezbkF01fnu3IPQ4zMxvmNmis7W4UuuNYwWjYQKCuHDacKngsF8OMhA+IGusHZOC&#10;O3lYzHsvM8y1u/GWrrtQighhn6OCKoQml9IXFVn0Q9cQR+/kWoshyraUusVbhNtaviVJKi0ajgsV&#10;NvRVUXHeXawCs0lX45/J8eMov1dh9JudM2MPSr32u88piEBd+A8/22ut4H2Swt+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S5OWxAAAANwAAAAPAAAAAAAAAAAA&#10;AAAAAKECAABkcnMvZG93bnJldi54bWxQSwUGAAAAAAQABAD5AAAAkgMAAAAA&#10;" strokeweight="0"/>
                  <v:line id="Line 473" o:spid="_x0000_s2329" style="position:absolute;visibility:visible;mso-wrap-style:square" from="5390,2088" to="5391,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c2DcUAAADcAAAADwAAAGRycy9kb3ducmV2LnhtbESPQWvCQBSE74X+h+UVeqsbpZoYXUVK&#10;i/VmbQIeH9lnsph9G7Jbjf++KxR6HGbmG2a5HmwrLtR741jBeJSAIK6cNlwrKL4/XjIQPiBrbB2T&#10;ght5WK8eH5aYa3flL7ocQi0ihH2OCpoQulxKXzVk0Y9cRxy9k+sthij7WuoerxFuWzlJkpm0aDgu&#10;NNjRW0PV+fBjFZj9bDvdpeW8lO/bMD5m58zYQqnnp2GzABFoCP/hv/anVvCapnA/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c2DcUAAADcAAAADwAAAAAAAAAA&#10;AAAAAAChAgAAZHJzL2Rvd25yZXYueG1sUEsFBgAAAAAEAAQA+QAAAJMDAAAAAA==&#10;" strokeweight="0"/>
                  <v:line id="Line 474" o:spid="_x0000_s2330" style="position:absolute;visibility:visible;mso-wrap-style:square" from="5390,2099" to="539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iif8IAAADcAAAADwAAAGRycy9kb3ducmV2LnhtbERPz2vCMBS+C/sfwhvspmllaldNy5CJ&#10;87Y5BY+P5q0NbV5Kk2n33y+HgceP7/emHG0nrjR441hBOktAEFdOG64VnL520wyED8gaO8ek4Jc8&#10;lMXDZIO5djf+pOsx1CKGsM9RQRNCn0vpq4Ys+pnriSP37QaLIcKhlnrAWwy3nZwnyVJaNBwbGuxp&#10;21DVHn+sAvOx3C8Oq/PLWb7tQ3rJ2szYk1JPj+PrGkSgMdzF/+53reB5Fd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iif8IAAADcAAAADwAAAAAAAAAAAAAA&#10;AAChAgAAZHJzL2Rvd25yZXYueG1sUEsFBgAAAAAEAAQA+QAAAJADAAAAAA==&#10;" strokeweight="0"/>
                  <v:line id="Line 475" o:spid="_x0000_s2331" style="position:absolute;visibility:visible;mso-wrap-style:square" from="5390,2110" to="5391,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QH5MUAAADcAAAADwAAAGRycy9kb3ducmV2LnhtbESPQWvCQBSE74L/YXmCt7pRrMbUVUQs&#10;1ltrE+jxkX1NFrNvQ3ar6b/vCgWPw8x8w6y3vW3ElTpvHCuYThIQxKXThisF+efrUwrCB2SNjWNS&#10;8EsetpvhYI2Zdjf+oOs5VCJC2GeooA6hzaT0ZU0W/cS1xNH7dp3FEGVXSd3hLcJtI2dJspAWDceF&#10;Glva11Rezj9WgXlfHJ9Py2JVyMMxTL/SS2psrtR41O9eQATqwyP8337TCubL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tQH5MUAAADcAAAADwAAAAAAAAAA&#10;AAAAAAChAgAAZHJzL2Rvd25yZXYueG1sUEsFBgAAAAAEAAQA+QAAAJMDAAAAAA==&#10;" strokeweight="0"/>
                  <v:line id="Line 476" o:spid="_x0000_s2332" style="position:absolute;visibility:visible;mso-wrap-style:square" from="5390,2120" to="539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eXsEAAADcAAAADwAAAGRycy9kb3ducmV2LnhtbERPy4rCMBTdC/MP4Q6401Tx0alGGURx&#10;3Kmj4PLS3GmDzU1pota/N4sBl4fzni9bW4k7Nd44VjDoJyCIc6cNFwpOv5teCsIHZI2VY1LwJA/L&#10;xUdnjpl2Dz7Q/RgKEUPYZ6igDKHOpPR5SRZ939XEkftzjcUQYVNI3eAjhttKDpNkIi0ajg0l1rQq&#10;Kb8eb1aB2U+24930/HWW620YXNJrauxJqe5n+z0DEagNb/G/+0crGKVxfjwTj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95ewQAAANwAAAAPAAAAAAAAAAAAAAAA&#10;AKECAABkcnMvZG93bnJldi54bWxQSwUGAAAAAAQABAD5AAAAjwMAAAAA&#10;" strokeweight="0"/>
                  <v:line id="Line 477" o:spid="_x0000_s2333" style="position:absolute;visibility:visible;mso-wrap-style:square" from="5390,2131" to="539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7xcUAAADcAAAADwAAAGRycy9kb3ducmV2LnhtbESPQWvCQBSE70L/w/IKvdVNSrUxugml&#10;tKi31ip4fGSfyWL2bchuNf57Vyh4HGbmG2ZRDrYVJ+q9cawgHScgiCunDdcKtr9fzxkIH5A1to5J&#10;wYU8lMXDaIG5dmf+odMm1CJC2OeooAmhy6X0VUMW/dh1xNE7uN5iiLKvpe7xHOG2lS9JMpUWDceF&#10;Bjv6aKg6bv6sAvM9XU7Wb7vZTn4uQ7rPjpmxW6WeHof3OYhAQ7iH/9srreA1S+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d7xcUAAADcAAAADwAAAAAAAAAA&#10;AAAAAAChAgAAZHJzL2Rvd25yZXYueG1sUEsFBgAAAAAEAAQA+QAAAJMDAAAAAA==&#10;" strokeweight="0"/>
                  <v:line id="Line 478" o:spid="_x0000_s2334" style="position:absolute;visibility:visible;mso-wrap-style:square" from="5390,2141" to="5391,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XlssUAAADcAAAADwAAAGRycy9kb3ducmV2LnhtbESPQWvCQBSE74X+h+UVvDUbRW2MrlJK&#10;xfZmYwSPj+xrsph9G7Krxn/fLRR6HGbmG2a1GWwrrtR741jBOElBEFdOG64VlIftcwbCB2SNrWNS&#10;cCcPm/Xjwwpz7W78Rdci1CJC2OeooAmhy6X0VUMWfeI64uh9u95iiLKvpe7xFuG2lZM0nUuLhuNC&#10;gx29NVSdi4tVYPbz3ezz5bg4yvddGJ+yc2ZsqdToaXhdggg0hP/wX/tDK5hmE/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XlssUAAADcAAAADwAAAAAAAAAA&#10;AAAAAAChAgAAZHJzL2Rvd25yZXYueG1sUEsFBgAAAAAEAAQA+QAAAJMDAAAAAA==&#10;" strokeweight="0"/>
                  <v:line id="Line 479" o:spid="_x0000_s2335" style="position:absolute;visibility:visible;mso-wrap-style:square" from="5390,2152" to="539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lAKcUAAADcAAAADwAAAGRycy9kb3ducmV2LnhtbESPQWvCQBSE7wX/w/KE3uomttoYs4pI&#10;i/VmrUKPj+wzWcy+Ddmtpv++WxA8DjPzDVMse9uIC3XeOFaQjhIQxKXThisFh6/3pwyED8gaG8ek&#10;4Jc8LBeDhwJz7a78SZd9qESEsM9RQR1Cm0vpy5os+pFriaN3cp3FEGVXSd3hNcJtI8dJMpUWDceF&#10;Glta11Se9z9WgdlNN5Pt63F2lG+bkH5n58zYg1KPw341BxGoD/fwrf2hFbxkz/B/Jh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lAKcUAAADcAAAADwAAAAAAAAAA&#10;AAAAAAChAgAAZHJzL2Rvd25yZXYueG1sUEsFBgAAAAAEAAQA+QAAAJMDAAAAAA==&#10;" strokeweight="0"/>
                  <v:line id="Line 480" o:spid="_x0000_s2336" style="position:absolute;visibility:visible;mso-wrap-style:square" from="5390,2163" to="5391,2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DYXcQAAADcAAAADwAAAGRycy9kb3ducmV2LnhtbESPT4vCMBTE78J+h/AWvGmquG6tRllE&#10;cb25/gGPj+ZtG2xeShO1++03guBxmJnfMLNFaytxo8YbxwoG/QQEce604ULB8bDupSB8QNZYOSYF&#10;f+RhMX/rzDDT7s4/dNuHQkQI+wwVlCHUmZQ+L8mi77uaOHq/rrEYomwKqRu8R7it5DBJxtKi4bhQ&#10;Yk3LkvLL/moVmN1487H9PE1OcrUJg3N6SY09KtV9b7+mIAK14RV+tr+1glE6gseZeAT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NhdxAAAANwAAAAPAAAAAAAAAAAA&#10;AAAAAKECAABkcnMvZG93bnJldi54bWxQSwUGAAAAAAQABAD5AAAAkgMAAAAA&#10;" strokeweight="0"/>
                  <v:line id="Line 481" o:spid="_x0000_s2337" style="position:absolute;visibility:visible;mso-wrap-style:square" from="5390,2173" to="539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x9xsQAAADcAAAADwAAAGRycy9kb3ducmV2LnhtbESPW4vCMBSE3xf8D+EI+6api5dajSKL&#10;i+6bV/Dx0BzbYHNSmqx2/71ZEPZxmJlvmPmytZW4U+ONYwWDfgKCOHfacKHgdPzqpSB8QNZYOSYF&#10;v+Rhuei8zTHT7sF7uh9CISKEfYYKyhDqTEqfl2TR911NHL2rayyGKJtC6gYfEW4r+ZEkY2nRcFwo&#10;sabPkvLb4ccqMLvxZvQ9OU/Pcr0Jg0t6S409KfXebVczEIHa8B9+tbdawTAdwd+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TH3GxAAAANwAAAAPAAAAAAAAAAAA&#10;AAAAAKECAABkcnMvZG93bnJldi54bWxQSwUGAAAAAAQABAD5AAAAkgMAAAAA&#10;" strokeweight="0"/>
                  <v:line id="Line 482" o:spid="_x0000_s2338" style="position:absolute;visibility:visible;mso-wrap-style:square" from="5390,2184" to="5391,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7jscUAAADcAAAADwAAAGRycy9kb3ducmV2LnhtbESPT2vCQBTE74LfYXmCN90oNqapq0hp&#10;UW+tf6DHR/Y1Wcy+Ddmtpt/eFQSPw8z8hlmsOluLC7XeOFYwGScgiAunDZcKjofPUQbCB2SNtWNS&#10;8E8eVst+b4G5dlf+pss+lCJC2OeooAqhyaX0RUUW/dg1xNH7da3FEGVbSt3iNcJtLadJkkqLhuNC&#10;hQ29V1Sc939WgflKNy+7+en1JD82YfKTnTNjj0oNB936DUSgLjzDj/ZWK5hlK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p7jscUAAADcAAAADwAAAAAAAAAA&#10;AAAAAAChAgAAZHJzL2Rvd25yZXYueG1sUEsFBgAAAAAEAAQA+QAAAJMDAAAAAA==&#10;" strokeweight="0"/>
                  <v:line id="Line 483" o:spid="_x0000_s2339" style="position:absolute;visibility:visible;mso-wrap-style:square" from="5390,2194" to="539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JGKsUAAADcAAAADwAAAGRycy9kb3ducmV2LnhtbESPQWvCQBSE70L/w/IKvdWNpZo0dQ1F&#10;FOvNWoUeH9nXZDH7NmTXGP99Vyh4HGbmG2ZeDLYRPXXeOFYwGScgiEunDVcKDt/r5wyED8gaG8ek&#10;4EoeisXDaI65dhf+on4fKhEh7HNUUIfQ5lL6siaLfuxa4uj9us5iiLKrpO7wEuG2kS9JMpMWDceF&#10;Glta1lSe9merwOxmm+k2Pb4d5WoTJj/ZKTP2oNTT4/DxDiLQEO7h//anVvCapX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JGKsUAAADcAAAADwAAAAAAAAAA&#10;AAAAAAChAgAAZHJzL2Rvd25yZXYueG1sUEsFBgAAAAAEAAQA+QAAAJMDAAAAAA==&#10;" strokeweight="0"/>
                  <v:line id="Line 484" o:spid="_x0000_s2340" style="position:absolute;visibility:visible;mso-wrap-style:square" from="5390,2205" to="5391,2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3SWMEAAADcAAAADwAAAGRycy9kb3ducmV2LnhtbERPy4rCMBTdC/MP4Q6401Tx0alGGURx&#10;3Kmj4PLS3GmDzU1pota/N4sBl4fzni9bW4k7Nd44VjDoJyCIc6cNFwpOv5teCsIHZI2VY1LwJA/L&#10;xUdnjpl2Dz7Q/RgKEUPYZ6igDKHOpPR5SRZ939XEkftzjcUQYVNI3eAjhttKDpNkIi0ajg0l1rQq&#10;Kb8eb1aB2U+24930/HWW620YXNJrauxJqe5n+z0DEagNb/G/+0crGKVxbTwTj4Bc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TdJYwQAAANwAAAAPAAAAAAAAAAAAAAAA&#10;AKECAABkcnMvZG93bnJldi54bWxQSwUGAAAAAAQABAD5AAAAjwMAAAAA&#10;" strokeweight="0"/>
                  <v:line id="Line 485" o:spid="_x0000_s2341" style="position:absolute;visibility:visible;mso-wrap-style:square" from="5390,2216" to="5391,2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F3w8QAAADcAAAADwAAAGRycy9kb3ducmV2LnhtbESPT4vCMBTE7wt+h/AEb5oqrtZqFFl2&#10;0b35Fzw+mmcbbF5Kk9XutzcLwh6HmfkNs1i1thJ3arxxrGA4SEAQ504bLhScjl/9FIQPyBorx6Tg&#10;lzyslp23BWbaPXhP90MoRISwz1BBGUKdSenzkiz6gauJo3d1jcUQZVNI3eAjwm0lR0kykRYNx4US&#10;a/ooKb8dfqwCs5ts3r+n59lZfm7C8JLeUmNPSvW67XoOIlAb/sOv9lYrGKcz+DsTj4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AXfDxAAAANwAAAAPAAAAAAAAAAAA&#10;AAAAAKECAABkcnMvZG93bnJldi54bWxQSwUGAAAAAAQABAD5AAAAkgMAAAAA&#10;" strokeweight="0"/>
                  <v:line id="Line 486" o:spid="_x0000_s2342" style="position:absolute;visibility:visible;mso-wrap-style:square" from="5390,2226" to="5391,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Ig8IAAADcAAAADwAAAGRycy9kb3ducmV2LnhtbERPz2vCMBS+C/sfwhN207QyXe2MZcjE&#10;edtcCzs+mmcbbF5Kk2n33y+HgceP7/emGG0nrjR441hBOk9AENdOG24UlF/7WQbCB2SNnWNS8Ese&#10;iu3DZIO5djf+pOspNCKGsM9RQRtCn0vp65Ys+rnriSN3doPFEOHQSD3gLYbbTi6SZCUtGo4NLfa0&#10;a6m+nH6sAvOxOiyPz9W6km+HkH5nl8zYUqnH6fj6AiLQGO7if/e7VvC0jvPjmXg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JIg8IAAADcAAAADwAAAAAAAAAAAAAA&#10;AAChAgAAZHJzL2Rvd25yZXYueG1sUEsFBgAAAAAEAAQA+QAAAJADAAAAAA==&#10;" strokeweight="0"/>
                  <v:line id="Line 487" o:spid="_x0000_s2343" style="position:absolute;visibility:visible;mso-wrap-style:square" from="5390,2237" to="539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7tGMUAAADcAAAADwAAAGRycy9kb3ducmV2LnhtbESPT2vCQBTE70K/w/IK3uomYm2MriJi&#10;0d6sf8DjI/tMFrNvQ3ar6bd3CwWPw8z8hpktOluLG7XeOFaQDhIQxIXThksFx8PnWwbCB2SNtWNS&#10;8EseFvOX3gxz7e78Tbd9KEWEsM9RQRVCk0vpi4os+oFriKN3ca3FEGVbSt3iPcJtLYdJMpYWDceF&#10;ChtaVVRc9z9WgdmNN+9fH6fJSa43IT1n18zYo1L91245BRGoC8/wf3urFYwmKfydi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K7tGMUAAADcAAAADwAAAAAAAAAA&#10;AAAAAAChAgAAZHJzL2Rvd25yZXYueG1sUEsFBgAAAAAEAAQA+QAAAJMDAAAAAA==&#10;" strokeweight="0"/>
                  <v:line id="Line 488" o:spid="_x0000_s2344" style="position:absolute;visibility:visible;mso-wrap-style:square" from="5390,2248" to="5391,2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xzb8QAAADcAAAADwAAAGRycy9kb3ducmV2LnhtbESPT4vCMBTE7wt+h/AEb2uquFqrUURc&#10;dG/+BY+P5tkGm5fSZLX77c3Cwh6HmfkNM1+2thIParxxrGDQT0AQ504bLhScT5/vKQgfkDVWjknB&#10;D3lYLjpvc8y0e/KBHsdQiAhhn6GCMoQ6k9LnJVn0fVcTR+/mGoshyqaQusFnhNtKDpNkLC0ajgsl&#10;1rQuKb8fv60Csx9vP74ml+lFbrZhcE3vqbFnpXrddjUDEagN/+G/9k4rGE2H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fHNvxAAAANwAAAAPAAAAAAAAAAAA&#10;AAAAAKECAABkcnMvZG93bnJldi54bWxQSwUGAAAAAAQABAD5AAAAkgMAAAAA&#10;" strokeweight="0"/>
                  <v:line id="Line 489" o:spid="_x0000_s2345" style="position:absolute;visibility:visible;mso-wrap-style:square" from="5390,2258" to="5391,2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DW9MUAAADcAAAADwAAAGRycy9kb3ducmV2LnhtbESPQWsCMRSE74L/ITzBm2bV1q5bo5Ri&#10;0d7UKvT42Dx3g5uXZRN1/fdGKPQ4zMw3zHzZ2kpcqfHGsYLRMAFBnDttuFBw+PkapCB8QNZYOSYF&#10;d/KwXHQ7c8y0u/GOrvtQiAhhn6GCMoQ6k9LnJVn0Q1cTR+/kGoshyqaQusFbhNtKjpNkKi0ajgsl&#10;1vRZUn7eX6wCs52uX7/fjrOjXK3D6Dc9p8YelOr32o93EIHa8B/+a2+0gpfZB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zDW9MUAAADcAAAADwAAAAAAAAAA&#10;AAAAAAChAgAAZHJzL2Rvd25yZXYueG1sUEsFBgAAAAAEAAQA+QAAAJMDAAAAAA==&#10;" strokeweight="0"/>
                  <v:line id="Line 490" o:spid="_x0000_s2346" style="position:absolute;visibility:visible;mso-wrap-style:square" from="5390,2269" to="5391,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lOgMUAAADcAAAADwAAAGRycy9kb3ducmV2LnhtbESPT2vCQBTE74V+h+UVetONYjVJXaVI&#10;RXvzX6DHR/Y1Wcy+DdlV02/vFoQeh5n5DTNf9rYRV+q8caxgNExAEJdOG64UnI7rQQrCB2SNjWNS&#10;8Eselovnpznm2t14T9dDqESEsM9RQR1Cm0vpy5os+qFriaP34zqLIcqukrrDW4TbRo6TZCotGo4L&#10;Nba0qqk8Hy5WgdlNN29fsyIr5OcmjL7Tc2rsSanXl/7jHUSgPvyHH+2tVjDJJv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lOgMUAAADcAAAADwAAAAAAAAAA&#10;AAAAAAChAgAAZHJzL2Rvd25yZXYueG1sUEsFBgAAAAAEAAQA+QAAAJMDAAAAAA==&#10;" strokeweight="0"/>
                  <v:line id="Line 491" o:spid="_x0000_s2347" style="position:absolute;visibility:visible;mso-wrap-style:square" from="5390,2279" to="5391,2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XrG8UAAADcAAAADwAAAGRycy9kb3ducmV2LnhtbESPW4vCMBSE3wX/QzjCvq2p4qVWo4i4&#10;6L7tegEfD82xDTYnpclq99+bhQUfh5n5hlmsWluJOzXeOFYw6CcgiHOnDRcKTseP9xSED8gaK8ek&#10;4Jc8rJbdzgIz7R78TfdDKESEsM9QQRlCnUnp85Is+r6riaN3dY3FEGVTSN3gI8JtJYdJMpEWDceF&#10;EmvalJTfDj9Wgfma7Maf0/PsLLe7MLikt9TYk1JvvXY9BxGoDa/wf3uvFYxmY/g7E4+AX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XrG8UAAADcAAAADwAAAAAAAAAA&#10;AAAAAAChAgAAZHJzL2Rvd25yZXYueG1sUEsFBgAAAAAEAAQA+QAAAJMDAAAAAA==&#10;" strokeweight="0"/>
                  <v:line id="Line 492" o:spid="_x0000_s2348" style="position:absolute;visibility:visible;mso-wrap-style:square" from="5390,2290" to="5391,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d1bMQAAADcAAAADwAAAGRycy9kb3ducmV2LnhtbESPQWvCQBSE7wX/w/KE3nRjqTFGVyml&#10;or2pVejxkX0mi9m3Ibtq/PduQehxmJlvmPmys7W4UuuNYwWjYQKCuHDacKng8LMaZCB8QNZYOyYF&#10;d/KwXPRe5phrd+MdXfehFBHCPkcFVQhNLqUvKrLoh64hjt7JtRZDlG0pdYu3CLe1fEuSVFo0HBcq&#10;bOizouK8v1gFZpuux9+T4/Qov9Zh9JudM2MPSr32u48ZiEBd+A8/2xut4H2awt+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R3VsxAAAANwAAAAPAAAAAAAAAAAA&#10;AAAAAKECAABkcnMvZG93bnJldi54bWxQSwUGAAAAAAQABAD5AAAAkgMAAAAA&#10;" strokeweight="0"/>
                  <v:line id="Line 493" o:spid="_x0000_s2349" style="position:absolute;visibility:visible;mso-wrap-style:square" from="5390,2301" to="5391,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vQ98UAAADcAAAADwAAAGRycy9kb3ducmV2LnhtbESPQWvCQBSE74L/YXmCt7pRrMbUVUQs&#10;1ltrE+jxkX1NFrNvQ3ar6b/vCgWPw8x8w6y3vW3ElTpvHCuYThIQxKXThisF+efrUwrCB2SNjWNS&#10;8EsetpvhYI2Zdjf+oOs5VCJC2GeooA6hzaT0ZU0W/cS1xNH7dp3FEGVXSd3hLcJtI2dJspAWDceF&#10;Glva11Rezj9WgXlfHJ9Py2JVyMMxTL/SS2psrtR41O9eQATqwyP8337TCuarJ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vQ98UAAADcAAAADwAAAAAAAAAA&#10;AAAAAAChAgAAZHJzL2Rvd25yZXYueG1sUEsFBgAAAAAEAAQA+QAAAJMDAAAAAA==&#10;" strokeweight="0"/>
                  <v:line id="Line 494" o:spid="_x0000_s2350" style="position:absolute;visibility:visible;mso-wrap-style:square" from="5390,2311" to="5391,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REhcIAAADcAAAADwAAAGRycy9kb3ducmV2LnhtbERPz2vCMBS+C/sfwhN207QyXe2MZcjE&#10;edtcCzs+mmcbbF5Kk2n33y+HgceP7/emGG0nrjR441hBOk9AENdOG24UlF/7WQbCB2SNnWNS8Ese&#10;iu3DZIO5djf+pOspNCKGsM9RQRtCn0vp65Ys+rnriSN3doPFEOHQSD3gLYbbTi6SZCUtGo4NLfa0&#10;a6m+nH6sAvOxOiyPz9W6km+HkH5nl8zYUqnH6fj6AiLQGO7if/e7VvC0jmvjmXg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ZREhcIAAADcAAAADwAAAAAAAAAAAAAA&#10;AAChAgAAZHJzL2Rvd25yZXYueG1sUEsFBgAAAAAEAAQA+QAAAJADAAAAAA==&#10;" strokeweight="0"/>
                  <v:line id="Line 495" o:spid="_x0000_s2351" style="position:absolute;visibility:visible;mso-wrap-style:square" from="5390,2322" to="5391,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jhHsUAAADcAAAADwAAAGRycy9kb3ducmV2LnhtbESPT2vCQBTE70K/w/IKvelGaW0SXUVK&#10;RXuz/gGPj+wzWcy+DdlV02/vFgSPw8z8hpnOO1uLK7XeOFYwHCQgiAunDZcK9rtlPwXhA7LG2jEp&#10;+CMP89lLb4q5djf+pes2lCJC2OeooAqhyaX0RUUW/cA1xNE7udZiiLItpW7xFuG2lqMkGUuLhuNC&#10;hQ19VVSctxerwGzGq4+fz0N2kN+rMDym59TYvVJvr91iAiJQF57hR3utFbxnGfyf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jhHsUAAADcAAAADwAAAAAAAAAA&#10;AAAAAAChAgAAZHJzL2Rvd25yZXYueG1sUEsFBgAAAAAEAAQA+QAAAJMDAAAAAA==&#10;" strokeweight="0"/>
                  <v:line id="Line 496" o:spid="_x0000_s2352" style="position:absolute;visibility:visible;mso-wrap-style:square" from="5390,2332" to="539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nSmcIAAADcAAAADwAAAGRycy9kb3ducmV2LnhtbERPz2vCMBS+C/sfwht4s6kDXVeNMobS&#10;7Ta7Ch4fzVsbbF5KE2333y+HwY4f3+/tfrKduNPgjWMFyyQFQVw7bbhRUH0dFxkIH5A1do5JwQ95&#10;2O8eZlvMtRv5RPcyNCKGsM9RQRtCn0vp65Ys+sT1xJH7doPFEOHQSD3gGMNtJ5/SdC0tGo4NLfb0&#10;1lJ9LW9WgflcF6uP5/PLWR6KsLxk18zYSqn54/S6ARFoCv/iP/e7VrBK4/x4Jh4Buf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QnSmcIAAADcAAAADwAAAAAAAAAAAAAA&#10;AAChAgAAZHJzL2Rvd25yZXYueG1sUEsFBgAAAAAEAAQA+QAAAJADAAAAAA==&#10;" strokeweight="0"/>
                  <v:line id="Line 497" o:spid="_x0000_s2353" style="position:absolute;visibility:visible;mso-wrap-style:square" from="5390,2343" to="5391,2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V3AsQAAADcAAAADwAAAGRycy9kb3ducmV2LnhtbESPT4vCMBTE7wt+h/AWvK1pBbV2jSKy&#10;4nrzL+zx0bxtg81LabLa/fZGEDwOM/MbZrbobC2u1HrjWEE6SEAQF04bLhWcjuuPDIQPyBprx6Tg&#10;nzws5r23Geba3XhP10MoRYSwz1FBFUKTS+mLiiz6gWuIo/frWoshyraUusVbhNtaDpNkLC0ajgsV&#10;NrSqqLgc/qwCsxtvRtvJeXqWX5uQ/mSXzNiTUv33bvkJIlAXXuFn+1srGCUpPM7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RXcCxAAAANwAAAAPAAAAAAAAAAAA&#10;AAAAAKECAABkcnMvZG93bnJldi54bWxQSwUGAAAAAAQABAD5AAAAkgMAAAAA&#10;" strokeweight="0"/>
                  <v:line id="Line 498" o:spid="_x0000_s2354" style="position:absolute;visibility:visible;mso-wrap-style:square" from="5390,2354" to="5391,2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fpdcMAAADcAAAADwAAAGRycy9kb3ducmV2LnhtbESPT4vCMBTE78J+h/AW9qapglqrUZbF&#10;xfXmX/D4aJ5tsHkpTdTutzeC4HGYmd8ws0VrK3GjxhvHCvq9BARx7rThQsFh/9tNQfiArLFyTAr+&#10;ycNi/tGZYabdnbd024VCRAj7DBWUIdSZlD4vyaLvuZo4emfXWAxRNoXUDd4j3FZykCQjadFwXCix&#10;pp+S8svuahWYzWg1XI+Pk6NcrkL/lF5SYw9KfX2231MQgdrwDr/af1rBMBnA80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X6XXDAAAA3AAAAA8AAAAAAAAAAAAA&#10;AAAAoQIAAGRycy9kb3ducmV2LnhtbFBLBQYAAAAABAAEAPkAAACRAwAAAAA=&#10;" strokeweight="0"/>
                  <v:line id="Line 499" o:spid="_x0000_s2355" style="position:absolute;visibility:visible;mso-wrap-style:square" from="5390,2364" to="539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tM7sQAAADcAAAADwAAAGRycy9kb3ducmV2LnhtbESPT4vCMBTE7wt+h/CEvWnqilqrUWRx&#10;0b35Fzw+mmcbbF5Kk9XutzcLwh6HmfkNM1+2thJ3arxxrGDQT0AQ504bLhScjl+9FIQPyBorx6Tg&#10;lzwsF523OWbaPXhP90MoRISwz1BBGUKdSenzkiz6vquJo3d1jcUQZVNI3eAjwm0lP5JkLC0ajgsl&#10;1vRZUn47/FgFZjfejL4n5+lZrjdhcElvqbEnpd677WoGIlAb/sOv9lYrGCVD+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20zuxAAAANwAAAAPAAAAAAAAAAAA&#10;AAAAAKECAABkcnMvZG93bnJldi54bWxQSwUGAAAAAAQABAD5AAAAkgMAAAAA&#10;" strokeweight="0"/>
                  <v:line id="Line 500" o:spid="_x0000_s2356" style="position:absolute;visibility:visible;mso-wrap-style:square" from="5390,2375" to="539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LUmsQAAADcAAAADwAAAGRycy9kb3ducmV2LnhtbESPW4vCMBSE3xf8D+EI+6api5dajSKL&#10;i+6bV/Dx0BzbYHNSmqx2/71ZEPZxmJlvmPmytZW4U+ONYwWDfgKCOHfacKHgdPzqpSB8QNZYOSYF&#10;v+Rhuei8zTHT7sF7uh9CISKEfYYKyhDqTEqfl2TR911NHL2rayyGKJtC6gYfEW4r+ZEkY2nRcFwo&#10;sabPkvLb4ccqMLvxZvQ9OU/Pcr0Jg0t6S409KfXebVczEIHa8B9+tbdawSgZwt+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tSaxAAAANwAAAAPAAAAAAAAAAAA&#10;AAAAAKECAABkcnMvZG93bnJldi54bWxQSwUGAAAAAAQABAD5AAAAkgMAAAAA&#10;" strokeweight="0"/>
                  <v:line id="Line 501" o:spid="_x0000_s2357" style="position:absolute;visibility:visible;mso-wrap-style:square" from="5390,2385" to="5391,2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5xAcQAAADcAAAADwAAAGRycy9kb3ducmV2LnhtbESPQWvCQBSE70L/w/IKvenGQjRNXaUU&#10;i3rTVKHHR/Y1Wcy+DdlV4793BcHjMDPfMLNFbxtxps4bxwrGowQEcem04UrB/vdnmIHwAVlj45gU&#10;XMnDYv4ymGGu3YV3dC5CJSKEfY4K6hDaXEpf1mTRj1xLHL1/11kMUXaV1B1eItw28j1JJtKi4bhQ&#10;Y0vfNZXH4mQVmO1klW6mh4+DXK7C+C87ZsbulXp77b8+QQTqwzP8aK+1gjRJ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fnEBxAAAANwAAAAPAAAAAAAAAAAA&#10;AAAAAKECAABkcnMvZG93bnJldi54bWxQSwUGAAAAAAQABAD5AAAAkgMAAAAA&#10;" strokeweight="0"/>
                  <v:line id="Line 502" o:spid="_x0000_s2358" style="position:absolute;visibility:visible;mso-wrap-style:square" from="5390,2396" to="539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zvdsQAAADcAAAADwAAAGRycy9kb3ducmV2LnhtbESPQWvCQBSE70L/w/KE3nSjYEyjqxRp&#10;sb1pquDxkX0mi9m3IbvV9N93BcHjMDPfMMt1bxtxpc4bxwom4wQEcem04UrB4edzlIHwAVlj45gU&#10;/JGH9eplsMRcuxvv6VqESkQI+xwV1CG0uZS+rMmiH7uWOHpn11kMUXaV1B3eItw2cpokqbRoOC7U&#10;2NKmpvJS/FoFZpduZ9/z49tRfmzD5JRdMmMPSr0O+/cFiEB9eIYf7S+tYJakcD8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rO92xAAAANwAAAAPAAAAAAAAAAAA&#10;AAAAAKECAABkcnMvZG93bnJldi54bWxQSwUGAAAAAAQABAD5AAAAkgMAAAAA&#10;" strokeweight="0"/>
                  <v:line id="Line 503" o:spid="_x0000_s2359" style="position:absolute;visibility:visible;mso-wrap-style:square" from="5390,2407" to="5391,2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BK7cMAAADcAAAADwAAAGRycy9kb3ducmV2LnhtbESPT4vCMBTE7wt+h/AEb2vqglqrUURW&#10;dG/rP/D4aJ5tsHkpTdT67c3CgsdhZn7DzBatrcSdGm8cKxj0ExDEudOGCwXHw/ozBeEDssbKMSl4&#10;kofFvPMxw0y7B+/ovg+FiBD2GSooQ6gzKX1ekkXfdzVx9C6usRiibAqpG3xEuK3kV5KMpEXDcaHE&#10;mlYl5df9zSowv6PN8Gd8mpzk9yYMzuk1NfaoVK/bLqcgArXhHf5vb7WCYTKGvzPxCMj5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gSu3DAAAA3AAAAA8AAAAAAAAAAAAA&#10;AAAAoQIAAGRycy9kb3ducmV2LnhtbFBLBQYAAAAABAAEAPkAAACRAwAAAAA=&#10;" strokeweight="0"/>
                  <v:line id="Line 504" o:spid="_x0000_s2360" style="position:absolute;visibility:visible;mso-wrap-style:square" from="5390,2417" to="539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en8IAAADcAAAADwAAAGRycy9kb3ducmV2LnhtbERPz2vCMBS+C/sfwht4s6kDXVeNMobS&#10;7Ta7Ch4fzVsbbF5KE2333y+HwY4f3+/tfrKduNPgjWMFyyQFQVw7bbhRUH0dFxkIH5A1do5JwQ95&#10;2O8eZlvMtRv5RPcyNCKGsM9RQRtCn0vp65Ys+sT1xJH7doPFEOHQSD3gGMNtJ5/SdC0tGo4NLfb0&#10;1lJ9LW9WgflcF6uP5/PLWR6KsLxk18zYSqn54/S6ARFoCv/iP/e7VrBK49p4Jh4Buf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3/en8IAAADcAAAADwAAAAAAAAAAAAAA&#10;AAChAgAAZHJzL2Rvd25yZXYueG1sUEsFBgAAAAAEAAQA+QAAAJADAAAAAA==&#10;" strokeweight="0"/>
                  <v:line id="Line 505" o:spid="_x0000_s2361" style="position:absolute;visibility:visible;mso-wrap-style:square" from="5390,2428" to="5391,2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N7BMUAAADcAAAADwAAAGRycy9kb3ducmV2LnhtbESPQWvCQBSE7wX/w/IK3upGQZukriJS&#10;SXurUaHHR/Y1Wcy+DdmtSf99t1DwOMzMN8x6O9pW3Kj3xrGC+SwBQVw5bbhWcD4dnlIQPiBrbB2T&#10;gh/ysN1MHtaYazfwkW5lqEWEsM9RQRNCl0vpq4Ys+pnriKP35XqLIcq+lrrHIcJtKxdJspIWDceF&#10;BjvaN1Rdy2+rwHysiuX78yW7yNcizD/Ta2rsWanp47h7ARFoDPfwf/tNK1gmGf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N7BMUAAADcAAAADwAAAAAAAAAA&#10;AAAAAAChAgAAZHJzL2Rvd25yZXYueG1sUEsFBgAAAAAEAAQA+QAAAJMDAAAAAA==&#10;" strokeweight="0"/>
                  <v:line id="Line 506" o:spid="_x0000_s2362" style="position:absolute;visibility:visible;mso-wrap-style:square" from="5390,2438" to="5391,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BERMIAAADcAAAADwAAAGRycy9kb3ducmV2LnhtbERPyWrDMBC9F/IPYgq5NbILTh03Sgil&#10;wc2t2aDHwZraItbIWKrt/n10KPT4ePt6O9lWDNR741hBukhAEFdOG64VXM77pxyED8gaW8ek4Jc8&#10;bDezhzUW2o18pOEUahFD2BeooAmhK6T0VUMW/cJ1xJH7dr3FEGFfS93jGMNtK5+TZCktGo4NDXb0&#10;1lB1O/1YBeZzWWaHl+vqKt/LkH7lt9zYi1Lzx2n3CiLQFP7Ff+4PrSBL4/x4Jh4B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BERMIAAADcAAAADwAAAAAAAAAAAAAA&#10;AAChAgAAZHJzL2Rvd25yZXYueG1sUEsFBgAAAAAEAAQA+QAAAJADAAAAAA==&#10;" strokeweight="0"/>
                  <v:line id="Line 507" o:spid="_x0000_s2363" style="position:absolute;visibility:visible;mso-wrap-style:square" from="5390,2449" to="5391,2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zh38QAAADcAAAADwAAAGRycy9kb3ducmV2LnhtbESPT4vCMBTE7wt+h/AWvK1pBbV2jSKy&#10;4nrzL+zx0bxtg81LabLa/fZGEDwOM/MbZrbobC2u1HrjWEE6SEAQF04bLhWcjuuPDIQPyBprx6Tg&#10;nzws5r23Geba3XhP10MoRYSwz1FBFUKTS+mLiiz6gWuIo/frWoshyraUusVbhNtaDpNkLC0ajgsV&#10;NrSqqLgc/qwCsxtvRtvJeXqWX5uQ/mSXzNiTUv33bvkJIlAXXuFn+1srGKUpPM7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nOHfxAAAANwAAAAPAAAAAAAAAAAA&#10;AAAAAKECAABkcnMvZG93bnJldi54bWxQSwUGAAAAAAQABAD5AAAAkgMAAAAA&#10;" strokeweight="0"/>
                  <v:line id="Line 508" o:spid="_x0000_s2364" style="position:absolute;visibility:visible;mso-wrap-style:square" from="5390,2460" to="5391,2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5/qMQAAADcAAAADwAAAGRycy9kb3ducmV2LnhtbESPT4vCMBTE7wt+h/AEb2taQbdWo4is&#10;uN7Wf+Dx0TzbYPNSmqx2v71ZWPA4zMxvmPmys7W4U+uNYwXpMAFBXDhtuFRwOm7eMxA+IGusHZOC&#10;X/KwXPTe5phr9+A93Q+hFBHCPkcFVQhNLqUvKrLoh64hjt7VtRZDlG0pdYuPCLe1HCXJRFo0HBcq&#10;bGhdUXE7/FgF5nuyHe8+ztOz/NyG9JLdMmNPSg363WoGIlAXXuH/9pdWME5H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oxAAAANwAAAAPAAAAAAAAAAAA&#10;AAAAAKECAABkcnMvZG93bnJldi54bWxQSwUGAAAAAAQABAD5AAAAkgMAAAAA&#10;" strokeweight="0"/>
                  <v:line id="Line 509" o:spid="_x0000_s2365" style="position:absolute;visibility:visible;mso-wrap-style:square" from="5390,2470" to="539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LaM8QAAADcAAAADwAAAGRycy9kb3ducmV2LnhtbESPT2vCQBTE7wW/w/KE3uomFTVGV5Fi&#10;0d78Cx4f2WeymH0bsltNv71bKPQ4zMxvmPmys7W4U+uNYwXpIAFBXDhtuFRwOn6+ZSB8QNZYOyYF&#10;P+Rhuei9zDHX7sF7uh9CKSKEfY4KqhCaXEpfVGTRD1xDHL2ray2GKNtS6hYfEW5r+Z4kY2nRcFyo&#10;sKGPiorb4dsqMLvxZvQ1OU/Pcr0J6SW7ZcaelHrtd6sZiEBd+A//tbdawSgd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AtozxAAAANwAAAAPAAAAAAAAAAAA&#10;AAAAAKECAABkcnMvZG93bnJldi54bWxQSwUGAAAAAAQABAD5AAAAkgMAAAAA&#10;" strokeweight="0"/>
                  <v:line id="Line 510" o:spid="_x0000_s2366" style="position:absolute;visibility:visible;mso-wrap-style:square" from="5390,2481" to="5391,2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CR8UAAADcAAAADwAAAGRycy9kb3ducmV2LnhtbESPW2vCQBSE3wv+h+UIfaubFC8xuooU&#10;i/bNK/h4yB6TxezZkN1q+u/dQqGPw8x8w8yXna3FnVpvHCtIBwkI4sJpw6WC0/HzLQPhA7LG2jEp&#10;+CEPy0XvZY65dg/e0/0QShEh7HNUUIXQ5FL6oiKLfuAa4uhdXWsxRNmWUrf4iHBby/ckGUuLhuNC&#10;hQ19VFTcDt9WgdmNN6OvyXl6lutNSC/ZLTP2pNRrv1vNQATqwn/4r73VCkbpEH7P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tCR8UAAADcAAAADwAAAAAAAAAA&#10;AAAAAAChAgAAZHJzL2Rvd25yZXYueG1sUEsFBgAAAAAEAAQA+QAAAJMDAAAAAA==&#10;" strokeweight="0"/>
                  <v:line id="Line 511" o:spid="_x0000_s2367" style="position:absolute;visibility:visible;mso-wrap-style:square" from="5390,2491" to="5391,2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fn3MQAAADcAAAADwAAAGRycy9kb3ducmV2LnhtbESPQWvCQBSE7wX/w/IKvdVNhNg0uopI&#10;i3qrVsHjI/uaLGbfhuxW4793BcHjMDPfMNN5bxtxps4bxwrSYQKCuHTacKVg//v9noPwAVlj45gU&#10;XMnDfDZ4mWKh3YW3dN6FSkQI+wIV1CG0hZS+rMmiH7qWOHp/rrMYouwqqTu8RLht5ChJxtKi4bhQ&#10;Y0vLmsrT7t8qMD/jVbb5OHwe5NcqpMf8lBu7V+rttV9MQATqwzP8aK+1gizN4H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p+fcxAAAANwAAAAPAAAAAAAAAAAA&#10;AAAAAKECAABkcnMvZG93bnJldi54bWxQSwUGAAAAAAQABAD5AAAAkgMAAAAA&#10;" strokeweight="0"/>
                  <v:line id="Line 512" o:spid="_x0000_s2368" style="position:absolute;visibility:visible;mso-wrap-style:square" from="5390,2502" to="5391,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V5q8QAAADcAAAADwAAAGRycy9kb3ducmV2LnhtbESPQWvCQBSE7wX/w/IKvdVNBNM0uopI&#10;i3qrVsHjI/uaLGbfhuxW4793BcHjMDPfMNN5bxtxps4bxwrSYQKCuHTacKVg//v9noPwAVlj45gU&#10;XMnDfDZ4mWKh3YW3dN6FSkQI+wIV1CG0hZS+rMmiH7qWOHp/rrMYouwqqTu8RLht5ChJMmnRcFyo&#10;saVlTeVp928VmJ9sNd58HD4P8msV0mN+yo3dK/X22i8mIAL14Rl+tNdawTjN4H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dXmrxAAAANwAAAAPAAAAAAAAAAAA&#10;AAAAAKECAABkcnMvZG93bnJldi54bWxQSwUGAAAAAAQABAD5AAAAkgMAAAAA&#10;" strokeweight="0"/>
                  <v:line id="Line 513" o:spid="_x0000_s2369" style="position:absolute;visibility:visible;mso-wrap-style:square" from="5390,2513" to="539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ncMMQAAADcAAAADwAAAGRycy9kb3ducmV2LnhtbESPT4vCMBTE7wv7HcJb8LamFdRajbIs&#10;iu5t/QceH82zDTYvpYlav71ZWPA4zMxvmNmis7W4UeuNYwVpPwFBXDhtuFRw2K8+MxA+IGusHZOC&#10;B3lYzN/fZphrd+ct3XahFBHCPkcFVQhNLqUvKrLo+64hjt7ZtRZDlG0pdYv3CLe1HCTJSFo0HBcq&#10;bOi7ouKyu1oF5ne0Hv6Mj5OjXK5DesoumbEHpXof3dcURKAuvML/7Y1WMEzH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dwwxAAAANwAAAAPAAAAAAAAAAAA&#10;AAAAAKECAABkcnMvZG93bnJldi54bWxQSwUGAAAAAAQABAD5AAAAkgMAAAAA&#10;" strokeweight="0"/>
                  <v:line id="Line 514" o:spid="_x0000_s2370" style="position:absolute;visibility:visible;mso-wrap-style:square" from="5390,2523" to="5391,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ZIQsIAAADcAAAADwAAAGRycy9kb3ducmV2LnhtbERPyWrDMBC9F/IPYgq5NbILTh03Sgil&#10;wc2t2aDHwZraItbIWKrt/n10KPT4ePt6O9lWDNR741hBukhAEFdOG64VXM77pxyED8gaW8ek4Jc8&#10;bDezhzUW2o18pOEUahFD2BeooAmhK6T0VUMW/cJ1xJH7dr3FEGFfS93jGMNtK5+TZCktGo4NDXb0&#10;1lB1O/1YBeZzWWaHl+vqKt/LkH7lt9zYi1Lzx2n3CiLQFP7Ff+4PrSBL49p4Jh4B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ZIQsIAAADcAAAADwAAAAAAAAAAAAAA&#10;AAChAgAAZHJzL2Rvd25yZXYueG1sUEsFBgAAAAAEAAQA+QAAAJADAAAAAA==&#10;" strokeweight="0"/>
                  <v:line id="Line 515" o:spid="_x0000_s2371" style="position:absolute;visibility:visible;mso-wrap-style:square" from="5390,2534" to="5391,2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rt2cQAAADcAAAADwAAAGRycy9kb3ducmV2LnhtbESPT4vCMBTE7wt+h/CEva1pF9TaNYos&#10;u6g3/8IeH82zDTYvpclq/fZGEDwOM/MbZjrvbC0u1HrjWEE6SEAQF04bLhUc9r8fGQgfkDXWjknB&#10;jTzMZ723KebaXXlLl10oRYSwz1FBFUKTS+mLiiz6gWuIo3dyrcUQZVtK3eI1wm0tP5NkJC0ajgsV&#10;NvRdUXHe/VsFZjNaDtfj4+Qof5Yh/cvOmbEHpd773eILRKAuvMLP9korGKYT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6u3ZxAAAANwAAAAPAAAAAAAAAAAA&#10;AAAAAKECAABkcnMvZG93bnJldi54bWxQSwUGAAAAAAQABAD5AAAAkgMAAAAA&#10;" strokeweight="0"/>
                  <v:line id="Line 516" o:spid="_x0000_s2372" style="position:absolute;visibility:visible;mso-wrap-style:square" from="5390,2545" to="5391,2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yO+cEAAADcAAAADwAAAGRycy9kb3ducmV2LnhtbERPTYvCMBC9C/sfwizsTVMFtVuNsiwu&#10;6k2rwh6HZmyDzaQ0Ueu/NwfB4+N9z5edrcWNWm8cKxgOEhDEhdOGSwXHw18/BeEDssbaMSl4kIfl&#10;4qM3x0y7O+/plodSxBD2GSqoQmgyKX1RkUU/cA1x5M6utRgibEupW7zHcFvLUZJMpEXDsaHChn4r&#10;Ki751Sowu8l6vJ2evk9ytQ7D//SSGntU6uuz+5mBCNSFt/jl3mgF41GcH8/EIy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I75wQAAANwAAAAPAAAAAAAAAAAAAAAA&#10;AKECAABkcnMvZG93bnJldi54bWxQSwUGAAAAAAQABAD5AAAAjwMAAAAA&#10;" strokeweight="0"/>
                  <v:line id="Line 517" o:spid="_x0000_s2373" style="position:absolute;visibility:visible;mso-wrap-style:square" from="5390,2555" to="5391,2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ArYsQAAADcAAAADwAAAGRycy9kb3ducmV2LnhtbESPT4vCMBTE7wt+h/AEb2taQbdWo4is&#10;uN7Wf+Dx0TzbYPNSmqx2v71ZWPA4zMxvmPmys7W4U+uNYwXpMAFBXDhtuFRwOm7eMxA+IGusHZOC&#10;X/KwXPTe5phr9+A93Q+hFBHCPkcFVQhNLqUvKrLoh64hjt7VtRZDlG0pdYuPCLe1HCXJRFo0HBcq&#10;bGhdUXE7/FgF5nuyHe8+ztOz/NyG9JLdMmNPSg363WoGIlAXXuH/9pdWMB6l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8CtixAAAANwAAAAPAAAAAAAAAAAA&#10;AAAAAKECAABkcnMvZG93bnJldi54bWxQSwUGAAAAAAQABAD5AAAAkgMAAAAA&#10;" strokeweight="0"/>
                  <v:line id="Line 518" o:spid="_x0000_s2374" style="position:absolute;visibility:visible;mso-wrap-style:square" from="5390,2566" to="539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K1FcQAAADcAAAADwAAAGRycy9kb3ducmV2LnhtbESPT4vCMBTE7wt+h/AEb2tqQbdWo4is&#10;uN7Wf+Dx0TzbYPNSmqx2v71ZWPA4zMxvmPmys7W4U+uNYwWjYQKCuHDacKngdNy8ZyB8QNZYOyYF&#10;v+Rhuei9zTHX7sF7uh9CKSKEfY4KqhCaXEpfVGTRD11DHL2ray2GKNtS6hYfEW5rmSbJRFo0HBcq&#10;bGhdUXE7/FgF5nuyHe8+ztOz/NyG0SW7ZcaelBr0u9UMRKAuvML/7S+tYJym8HcmHgG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IrUVxAAAANwAAAAPAAAAAAAAAAAA&#10;AAAAAKECAABkcnMvZG93bnJldi54bWxQSwUGAAAAAAQABAD5AAAAkgMAAAAA&#10;" strokeweight="0"/>
                  <v:line id="Line 519" o:spid="_x0000_s2375" style="position:absolute;visibility:visible;mso-wrap-style:square" from="5390,2576" to="5391,2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4QjsUAAADcAAAADwAAAGRycy9kb3ducmV2LnhtbESPT2vCQBTE74V+h+UVvOlGSzRNXUWk&#10;YnvzX6DHR/Y1Wcy+DdlV47fvFoQeh5n5DTNf9rYRV+q8caxgPEpAEJdOG64UnI6bYQbCB2SNjWNS&#10;cCcPy8Xz0xxz7W68p+shVCJC2OeooA6hzaX0ZU0W/ci1xNH7cZ3FEGVXSd3hLcJtIydJMpUWDceF&#10;Glta11SeDxerwOym2/RrVrwV8mMbxt/ZOTP2pNTgpV+9gwjUh//wo/2pFaST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4QjsUAAADcAAAADwAAAAAAAAAA&#10;AAAAAAChAgAAZHJzL2Rvd25yZXYueG1sUEsFBgAAAAAEAAQA+QAAAJMDAAAAAA==&#10;" strokeweight="0"/>
                  <v:line id="Line 520" o:spid="_x0000_s2376" style="position:absolute;visibility:visible;mso-wrap-style:square" from="5390,2587" to="5391,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eI+sUAAADcAAAADwAAAGRycy9kb3ducmV2LnhtbESPT2vCQBTE74V+h+UVvOlGaTRNXUWk&#10;YnvzX6DHR/Y1Wcy+DdlV47fvFoQeh5n5DTNf9rYRV+q8caxgPEpAEJdOG64UnI6bYQbCB2SNjWNS&#10;cCcPy8Xz0xxz7W68p+shVCJC2OeooA6hzaX0ZU0W/ci1xNH7cZ3FEGVXSd3hLcJtIydJMpUWDceF&#10;Glta11SeDxerwOym2/RrVrwV8mMbxt/ZOTP2pNTgpV+9gwjUh//wo/2pFaST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eI+sUAAADcAAAADwAAAAAAAAAA&#10;AAAAAAChAgAAZHJzL2Rvd25yZXYueG1sUEsFBgAAAAAEAAQA+QAAAJMDAAAAAA==&#10;" strokeweight="0"/>
                  <v:line id="Line 521" o:spid="_x0000_s2377" style="position:absolute;visibility:visible;mso-wrap-style:square" from="5390,2598" to="539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stYcUAAADcAAAADwAAAGRycy9kb3ducmV2LnhtbESPQWvCQBSE74X+h+UVeqsbhdg0uhER&#10;i3prrUKPj+wzWZJ9G7Krxn/vFgoeh5n5hpkvBtuKC/XeOFYwHiUgiEunDVcKDj+fbxkIH5A1to5J&#10;wY08LIrnpznm2l35my77UIkIYZ+jgjqELpfSlzVZ9CPXEUfv5HqLIcq+krrHa4TbVk6SZCotGo4L&#10;NXa0qqls9merwHxNN+nu/fhxlOtNGP9mTWbsQanXl2E5AxFoCI/wf3urFaSTFP7OxCMg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sstYcUAAADcAAAADwAAAAAAAAAA&#10;AAAAAAChAgAAZHJzL2Rvd25yZXYueG1sUEsFBgAAAAAEAAQA+QAAAJMDAAAAAA==&#10;" strokeweight="0"/>
                  <v:line id="Line 522" o:spid="_x0000_s2378" style="position:absolute;visibility:visible;mso-wrap-style:square" from="5390,2608" to="5391,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mzFsQAAADcAAAADwAAAGRycy9kb3ducmV2LnhtbESPT4vCMBTE7wt+h/AEb2uqYLdWo4is&#10;6N7Wf+Dx0TzbYPNSmqzWb79ZWPA4zMxvmPmys7W4U+uNYwWjYQKCuHDacKngdNy8ZyB8QNZYOyYF&#10;T/KwXPTe5phr9+A93Q+hFBHCPkcFVQhNLqUvKrLoh64hjt7VtRZDlG0pdYuPCLe1HCdJKi0ajgsV&#10;NrSuqLgdfqwC851uJ18f5+lZfm7D6JLdMmNPSg363WoGIlAXXuH/9k4rmIxT+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bMWxAAAANwAAAAPAAAAAAAAAAAA&#10;AAAAAKECAABkcnMvZG93bnJldi54bWxQSwUGAAAAAAQABAD5AAAAkgMAAAAA&#10;" strokeweight="0"/>
                  <v:line id="Line 523" o:spid="_x0000_s2379" style="position:absolute;visibility:visible;mso-wrap-style:square" from="5390,2619" to="5391,2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UWjcMAAADcAAAADwAAAGRycy9kb3ducmV2LnhtbESPQYvCMBSE78L+h/AEb5oqqN1qlGXZ&#10;Rb2pq+Dx0TzbYPNSmqzWf28EweMwM98w82VrK3GlxhvHCoaDBARx7rThQsHh77efgvABWWPlmBTc&#10;ycNy8dGZY6bdjXd03YdCRAj7DBWUIdSZlD4vyaIfuJo4emfXWAxRNoXUDd4i3FZylCQTadFwXCix&#10;pu+S8sv+3yow28lqvJkeP4/yZxWGp/SSGntQqtdtv2YgArXhHX6111rBeDSF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VFo3DAAAA3AAAAA8AAAAAAAAAAAAA&#10;AAAAoQIAAGRycy9kb3ducmV2LnhtbFBLBQYAAAAABAAEAPkAAACRAwAAAAA=&#10;" strokeweight="0"/>
                  <v:line id="Line 524" o:spid="_x0000_s2380" style="position:absolute;visibility:visible;mso-wrap-style:square" from="5390,2629" to="539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qC/8EAAADcAAAADwAAAGRycy9kb3ducmV2LnhtbERPTYvCMBC9C/sfwizsTVMFtVuNsiwu&#10;6k2rwh6HZmyDzaQ0Ueu/NwfB4+N9z5edrcWNWm8cKxgOEhDEhdOGSwXHw18/BeEDssbaMSl4kIfl&#10;4qM3x0y7O+/plodSxBD2GSqoQmgyKX1RkUU/cA1x5M6utRgibEupW7zHcFvLUZJMpEXDsaHChn4r&#10;Ki751Sowu8l6vJ2evk9ytQ7D//SSGntU6uuz+5mBCNSFt/jl3mgF41FcG8/EIy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yoL/wQAAANwAAAAPAAAAAAAAAAAAAAAA&#10;AKECAABkcnMvZG93bnJldi54bWxQSwUGAAAAAAQABAD5AAAAjwMAAAAA&#10;" strokeweight="0"/>
                  <v:line id="Line 525" o:spid="_x0000_s2381" style="position:absolute;visibility:visible;mso-wrap-style:square" from="5390,2640" to="5391,2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nZMQAAADcAAAADwAAAGRycy9kb3ducmV2LnhtbESPT4vCMBTE7wt+h/AEb2uqoFurUURW&#10;XG/rP/D4aJ5tsHkpTVa7394IgsdhZn7DzBatrcSNGm8cKxj0ExDEudOGCwXHw/ozBeEDssbKMSn4&#10;Jw+Leedjhpl2d97RbR8KESHsM1RQhlBnUvq8JIu+72ri6F1cYzFE2RRSN3iPcFvJYZKMpUXDcaHE&#10;mlYl5df9n1Vgfseb0fbrNDnJ700YnNNrauxRqV63XU5BBGrDO/xq/2gFo+EE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idkxAAAANwAAAAPAAAAAAAAAAAA&#10;AAAAAKECAABkcnMvZG93bnJldi54bWxQSwUGAAAAAAQABAD5AAAAkgMAAAAA&#10;" strokeweight="0"/>
                  <v:line id="Line 526" o:spid="_x0000_s2382" style="position:absolute;visibility:visible;mso-wrap-style:square" from="5390,2651" to="5391,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UYJMEAAADcAAAADwAAAGRycy9kb3ducmV2LnhtbERPy4rCMBTdD8w/hDswO02dQa3VKIMo&#10;6s4nuLw01zbY3JQmav17sxBmeTjvyay1lbhT441jBb1uAoI4d9pwoeB4WHZSED4ga6wck4IneZhN&#10;Pz8mmGn34B3d96EQMYR9hgrKEOpMSp+XZNF3XU0cuYtrLIYIm0LqBh8x3FbyJ0kG0qLh2FBiTfOS&#10;8uv+ZhWY7WDV3wxPo5NcrELvnF5TY49KfX+1f2MQgdrwL36711pB/zfOj2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ZRgkwQAAANwAAAAPAAAAAAAAAAAAAAAA&#10;AKECAABkcnMvZG93bnJldi54bWxQSwUGAAAAAAQABAD5AAAAjwMAAAAA&#10;" strokeweight="0"/>
                  <v:line id="Line 527" o:spid="_x0000_s2383" style="position:absolute;visibility:visible;mso-wrap-style:square" from="5390,2661" to="5391,2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m9v8QAAADcAAAADwAAAGRycy9kb3ducmV2LnhtbESPT2vCQBTE7wW/w/KE3uomFTVGV5Fi&#10;0d78Cx4f2WeymH0bsltNv71bKPQ4zMxvmPmys7W4U+uNYwXpIAFBXDhtuFRwOn6+ZSB8QNZYOyYF&#10;P+Rhuei9zDHX7sF7uh9CKSKEfY4KqhCaXEpfVGTRD1xDHL2ray2GKNtS6hYfEW5r+Z4kY2nRcFyo&#10;sKGPiorb4dsqMLvxZvQ1OU/Pcr0J6SW7ZcaelHrtd6sZiEBd+A//tbdawWiY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Kb2/xAAAANwAAAAPAAAAAAAAAAAA&#10;AAAAAKECAABkcnMvZG93bnJldi54bWxQSwUGAAAAAAQABAD5AAAAkgMAAAAA&#10;" strokeweight="0"/>
                  <v:line id="Line 528" o:spid="_x0000_s2384" style="position:absolute;visibility:visible;mso-wrap-style:square" from="5390,2672" to="5391,2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sjyMUAAADcAAAADwAAAGRycy9kb3ducmV2LnhtbESPT2vCQBTE74V+h+UVvOlGSzRNXUWk&#10;YnvzX6DHR/Y1Wcy+DdlV47fvFoQeh5n5DTNf9rYRV+q8caxgPEpAEJdOG64UnI6bYQbCB2SNjWNS&#10;cCcPy8Xz0xxz7W68p+shVCJC2OeooA6hzaX0ZU0W/ci1xNH7cZ3FEGVXSd3hLcJtIydJMpUWDceF&#10;Glta11SeDxerwOym2/RrVrwV8mMbxt/ZOTP2pNTgpV+9gwjUh//wo/2pFaSv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sjyMUAAADcAAAADwAAAAAAAAAA&#10;AAAAAAChAgAAZHJzL2Rvd25yZXYueG1sUEsFBgAAAAAEAAQA+QAAAJMDAAAAAA==&#10;" strokeweight="0"/>
                  <v:line id="Line 529" o:spid="_x0000_s2385" style="position:absolute;visibility:visible;mso-wrap-style:square" from="5390,2682" to="5391,2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U8UAAADcAAAADwAAAGRycy9kb3ducmV2LnhtbESPT2vCQBTE74V+h+UVetONSjRNXUVE&#10;sb35L9DjI/uaLGbfhuxW47fvFoQeh5n5DTNf9rYRV+q8caxgNExAEJdOG64UnE/bQQbCB2SNjWNS&#10;cCcPy8Xz0xxz7W58oOsxVCJC2OeooA6hzaX0ZU0W/dC1xNH7dp3FEGVXSd3hLcJtI8dJMpUWDceF&#10;Glta11Rejj9WgdlPd+nnrHgr5GYXRl/ZJTP2rNTrS796BxGoD//hR/tDK0gn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eGU8UAAADcAAAADwAAAAAAAAAA&#10;AAAAAAChAgAAZHJzL2Rvd25yZXYueG1sUEsFBgAAAAAEAAQA+QAAAJMDAAAAAA==&#10;" strokeweight="0"/>
                  <v:line id="Line 530" o:spid="_x0000_s2386" style="position:absolute;visibility:visible;mso-wrap-style:square" from="5390,2693" to="5391,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4eJ8UAAADcAAAADwAAAGRycy9kb3ducmV2LnhtbESPT2sCMRTE7wW/Q3iCt5q1Vl23Rimi&#10;aG+tf8DjY/O6G9y8LJuo229vBKHHYWZ+w8wWra3ElRpvHCsY9BMQxLnThgsFh/36NQXhA7LGyjEp&#10;+CMPi3nnZYaZdjf+oesuFCJC2GeooAyhzqT0eUkWfd/VxNH7dY3FEGVTSN3gLcJtJd+SZCwtGo4L&#10;Jda0LCk/7y5Wgfkeb0Zfk+P0KFebMDil59TYg1K9bvv5ASJQG/7Dz/ZWKxgN3+F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F4eJ8UAAADcAAAADwAAAAAAAAAA&#10;AAAAAAChAgAAZHJzL2Rvd25yZXYueG1sUEsFBgAAAAAEAAQA+QAAAJMDAAAAAA==&#10;" strokeweight="0"/>
                  <v:line id="Line 531" o:spid="_x0000_s2387" style="position:absolute;visibility:visible;mso-wrap-style:square" from="5390,2704" to="5391,2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7vMQAAADcAAAADwAAAGRycy9kb3ducmV2LnhtbESPT2vCQBTE7wW/w/KE3urGSjRGV5Fi&#10;0d78Cx4f2WeymH0bsltNv71bKPQ4zMxvmPmys7W4U+uNYwXDQQKCuHDacKngdPx8y0D4gKyxdkwK&#10;fsjDctF7mWOu3YP3dD+EUkQI+xwVVCE0uZS+qMiiH7iGOHpX11oMUbal1C0+ItzW8j1JxtKi4bhQ&#10;YUMfFRW3w7dVYHbjTfo1OU/Pcr0Jw0t2y4w9KfXa71YzEIG68B/+a2+1gnS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Eru8xAAAANwAAAAPAAAAAAAAAAAA&#10;AAAAAKECAABkcnMvZG93bnJldi54bWxQSwUGAAAAAAQABAD5AAAAkgMAAAAA&#10;" strokeweight="0"/>
                  <v:line id="Line 532" o:spid="_x0000_s2388" style="position:absolute;visibility:visible;mso-wrap-style:square" from="5390,2714" to="5391,2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Aly8QAAADcAAAADwAAAGRycy9kb3ducmV2LnhtbESPT2vCQBTE7wW/w/KE3upGxRijq4hY&#10;bG/+BY+P7DNZzL4N2a2m375bKPQ4zMxvmMWqs7V4UOuNYwXDQQKCuHDacKngfHp/y0D4gKyxdkwK&#10;vsnDatl7WWCu3ZMP9DiGUkQI+xwVVCE0uZS+qMiiH7iGOHo311oMUbal1C0+I9zWcpQkqbRoOC5U&#10;2NCmouJ+/LIKzD7dTT6nl9lFbndheM3umbFnpV773XoOIlAX/sN/7Q+tYDJO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wCXLxAAAANwAAAAPAAAAAAAAAAAA&#10;AAAAAKECAABkcnMvZG93bnJldi54bWxQSwUGAAAAAAQABAD5AAAAkgMAAAAA&#10;" strokeweight="0"/>
                  <v:line id="Line 533" o:spid="_x0000_s2389" style="position:absolute;visibility:visible;mso-wrap-style:square" from="5390,2725" to="5391,2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yAUMUAAADcAAAADwAAAGRycy9kb3ducmV2LnhtbESPQWvCQBSE74X+h+UVvOnGF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yAUMUAAADcAAAADwAAAAAAAAAA&#10;AAAAAAChAgAAZHJzL2Rvd25yZXYueG1sUEsFBgAAAAAEAAQA+QAAAJMDAAAAAA==&#10;" strokeweight="0"/>
                  <v:line id="Line 534" o:spid="_x0000_s2390" style="position:absolute;visibility:visible;mso-wrap-style:square" from="5390,2735" to="5391,2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MUIsEAAADcAAAADwAAAGRycy9kb3ducmV2LnhtbERPy4rCMBTdD8w/hDswO02dQa3VKIMo&#10;6s4nuLw01zbY3JQmav17sxBmeTjvyay1lbhT441jBb1uAoI4d9pwoeB4WHZSED4ga6wck4IneZhN&#10;Pz8mmGn34B3d96EQMYR9hgrKEOpMSp+XZNF3XU0cuYtrLIYIm0LqBh8x3FbyJ0kG0qLh2FBiTfOS&#10;8uv+ZhWY7WDV3wxPo5NcrELvnF5TY49KfX+1f2MQgdrwL36711pB/zeujW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ExQiwQAAANwAAAAPAAAAAAAAAAAAAAAA&#10;AKECAABkcnMvZG93bnJldi54bWxQSwUGAAAAAAQABAD5AAAAjwMAAAAA&#10;" strokeweight="0"/>
                  <v:line id="Line 535" o:spid="_x0000_s2391" style="position:absolute;visibility:visible;mso-wrap-style:square" from="5390,2746" to="5391,2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xucUAAADcAAAADwAAAGRycy9kb3ducmV2LnhtbESPT4vCMBTE74LfITxhb2uqotZqFBEX&#10;3duuf8Djo3m2wealNFntfnuzsOBxmJnfMItVaytxp8YbxwoG/QQEce604ULB6fjxnoLwAVlj5ZgU&#10;/JKH1bLbWWCm3YO/6X4IhYgQ9hkqKEOoMyl9XpJF33c1cfSurrEYomwKqRt8RLit5DBJJtKi4bhQ&#10;Yk2bkvLb4ccqMF+T3fhzep6d5XYXBpf0lhp7Uuqt167nIAK14RX+b++1gvFoBn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l+xucUAAADcAAAADwAAAAAAAAAA&#10;AAAAAAChAgAAZHJzL2Rvd25yZXYueG1sUEsFBgAAAAAEAAQA+QAAAJMDAAAAAA==&#10;" strokeweight="0"/>
                  <v:line id="Line 536" o:spid="_x0000_s2392" style="position:absolute;visibility:visible;mso-wrap-style:square" from="5390,2757" to="539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NrWcEAAADcAAAADwAAAGRycy9kb3ducmV2LnhtbERPy4rCMBTdD8w/hDswO00dRq3VKIMo&#10;6s4nuLw01zbY3JQmav17sxBmeTjvyay1lbhT441jBb1uAoI4d9pwoeB4WHZSED4ga6wck4IneZhN&#10;Pz8mmGn34B3d96EQMYR9hgrKEOpMSp+XZNF3XU0cuYtrLIYIm0LqBh8x3FbyJ0kG0qLh2FBiTfOS&#10;8uv+ZhWY7WDV3wxPo5NcrELvnF5TY49KfX+1f2MQgdrwL36711pB/zfOj2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Y2tZwQAAANwAAAAPAAAAAAAAAAAAAAAA&#10;AKECAABkcnMvZG93bnJldi54bWxQSwUGAAAAAAQABAD5AAAAjwMAAAAA&#10;" strokeweight="0"/>
                  <v:line id="Line 537" o:spid="_x0000_s2393" style="position:absolute;visibility:visible;mso-wrap-style:square" from="5390,2767" to="5391,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OwsUAAADcAAAADwAAAGRycy9kb3ducmV2LnhtbESPW2vCQBSE3wv+h+UIfaubFC8xuooU&#10;i/bNK/h4yB6TxezZkN1q+u/dQqGPw8x8w8yXna3FnVpvHCtIBwkI4sJpw6WC0/HzLQPhA7LG2jEp&#10;+CEPy0XvZY65dg/e0/0QShEh7HNUUIXQ5FL6oiKLfuAa4uhdXWsxRNmWUrf4iHBby/ckGUuLhuNC&#10;hQ19VFTcDt9WgdmNN6OvyXl6lutNSC/ZLTP2pNRrv1vNQATqwn/4r73VCkbDFH7Px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C/OwsUAAADcAAAADwAAAAAAAAAA&#10;AAAAAAChAgAAZHJzL2Rvd25yZXYueG1sUEsFBgAAAAAEAAQA+QAAAJMDAAAAAA==&#10;" strokeweight="0"/>
                  <v:line id="Line 538" o:spid="_x0000_s2394" style="position:absolute;visibility:visible;mso-wrap-style:square" from="5390,2778" to="5391,2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1QtcUAAADcAAAADwAAAGRycy9kb3ducmV2LnhtbESPT2vCQBTE74V+h+UVvOlGaTRNXUWk&#10;YnvzX6DHR/Y1Wcy+DdlV47fvFoQeh5n5DTNf9rYRV+q8caxgPEpAEJdOG64UnI6bYQbCB2SNjWNS&#10;cCcPy8Xz0xxz7W68p+shVCJC2OeooA6hzaX0ZU0W/ci1xNH7cZ3FEGVXSd3hLcJtIydJMpUWDceF&#10;Glta11SeDxerwOym2/RrVrwV8mMbxt/ZOTP2pNTgpV+9gwjUh//wo/2pFaSv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1QtcUAAADcAAAADwAAAAAAAAAA&#10;AAAAAAChAgAAZHJzL2Rvd25yZXYueG1sUEsFBgAAAAAEAAQA+QAAAJMDAAAAAA==&#10;" strokeweight="0"/>
                  <v:line id="Line 539" o:spid="_x0000_s2395" style="position:absolute;visibility:visible;mso-wrap-style:square" from="5390,2789" to="5391,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H1LsUAAADcAAAADwAAAGRycy9kb3ducmV2LnhtbESPT2sCMRTE7wW/Q3iCt5q1Vl23Rimi&#10;aG+tf8DjY/O6G9y8LJuo229vBKHHYWZ+w8wWra3ElRpvHCsY9BMQxLnThgsFh/36NQXhA7LGyjEp&#10;+CMPi3nnZYaZdjf+oesuFCJC2GeooAyhzqT0eUkWfd/VxNH7dY3FEGVTSN3gLcJtJd+SZCwtGo4L&#10;Jda0LCk/7y5Wgfkeb0Zfk+P0KFebMDil59TYg1K9bvv5ASJQG/7Dz/ZWKxi9D+F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7H1LsUAAADcAAAADwAAAAAAAAAA&#10;AAAAAAChAgAAZHJzL2Rvd25yZXYueG1sUEsFBgAAAAAEAAQA+QAAAJMDAAAAAA==&#10;" strokeweight="0"/>
                  <v:line id="Line 540" o:spid="_x0000_s2396" style="position:absolute;visibility:visible;mso-wrap-style:square" from="5390,2799" to="5391,2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htWsUAAADcAAAADwAAAGRycy9kb3ducmV2LnhtbESPT2vCQBTE74V+h+UVetONYjRNXUVE&#10;sb35L9DjI/uaLGbfhuxW47fvFoQeh5n5DTNf9rYRV+q8caxgNExAEJdOG64UnE/bQQbCB2SNjWNS&#10;cCcPy8Xz0xxz7W58oOsxVCJC2OeooA6hzaX0ZU0W/dC1xNH7dp3FEGVXSd3hLcJtI8dJMpUWDceF&#10;Glta11Rejj9WgdlPd+nnrHgr5GYXRl/ZJTP2rNTrS796BxGoD//hR/tDK0gn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htWsUAAADcAAAADwAAAAAAAAAA&#10;AAAAAAChAgAAZHJzL2Rvd25yZXYueG1sUEsFBgAAAAAEAAQA+QAAAJMDAAAAAA==&#10;" strokeweight="0"/>
                  <v:line id="Line 541" o:spid="_x0000_s2397" style="position:absolute;visibility:visible;mso-wrap-style:square" from="5390,2810" to="5391,2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TIwcQAAADcAAAADwAAAGRycy9kb3ducmV2LnhtbESPT2vCQBTE7wW/w/KE3urGYjRGV5Fi&#10;0d78Cx4f2WeymH0bsltNv71bKPQ4zMxvmPmys7W4U+uNYwXDQQKCuHDacKngdPx8y0D4gKyxdkwK&#10;fsjDctF7mWOu3YP3dD+EUkQI+xwVVCE0uZS+qMiiH7iGOHpX11oMUbal1C0+ItzW8j1JxtKi4bhQ&#10;YUMfFRW3w7dVYHbjTfo1OU/Pcr0Jw0t2y4w9KfXa71YzEIG68B/+a2+1gnS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FMjBxAAAANwAAAAPAAAAAAAAAAAA&#10;AAAAAKECAABkcnMvZG93bnJldi54bWxQSwUGAAAAAAQABAD5AAAAkgMAAAAA&#10;" strokeweight="0"/>
                  <v:line id="Line 542" o:spid="_x0000_s2398" style="position:absolute;visibility:visible;mso-wrap-style:square" from="5390,2820" to="5391,2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ZWtsQAAADcAAAADwAAAGRycy9kb3ducmV2LnhtbESPT2vCQBTE7wW/w/KE3upG0Rijq4hY&#10;bG/+BY+P7DNZzL4N2a2m375bKPQ4zMxvmMWqs7V4UOuNYwXDQQKCuHDacKngfHp/y0D4gKyxdkwK&#10;vsnDatl7WWCu3ZMP9DiGUkQI+xwVVCE0uZS+qMiiH7iGOHo311oMUbal1C0+I9zWcpQkqbRoOC5U&#10;2NCmouJ+/LIKzD7dTT6nl9lFbndheM3umbFnpV773XoOIlAX/sN/7Q+tYDJO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xla2xAAAANwAAAAPAAAAAAAAAAAA&#10;AAAAAKECAABkcnMvZG93bnJldi54bWxQSwUGAAAAAAQABAD5AAAAkgMAAAAA&#10;" strokeweight="0"/>
                  <v:line id="Line 543" o:spid="_x0000_s2399" style="position:absolute;visibility:visible;mso-wrap-style:square" from="5390,2831" to="5391,2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rzLcUAAADcAAAADwAAAGRycy9kb3ducmV2LnhtbESPQWvCQBSE74X+h+UVvOnGU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rzLcUAAADcAAAADwAAAAAAAAAA&#10;AAAAAAChAgAAZHJzL2Rvd25yZXYueG1sUEsFBgAAAAAEAAQA+QAAAJMDAAAAAA==&#10;" strokeweight="0"/>
                  <v:line id="Line 544" o:spid="_x0000_s2400" style="position:absolute;visibility:visible;mso-wrap-style:square" from="5390,2842" to="5391,2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VnX8EAAADcAAAADwAAAGRycy9kb3ducmV2LnhtbERPy4rCMBTdD8w/hDswO00dRq3VKIMo&#10;6s4nuLw01zbY3JQmav17sxBmeTjvyay1lbhT441jBb1uAoI4d9pwoeB4WHZSED4ga6wck4IneZhN&#10;Pz8mmGn34B3d96EQMYR9hgrKEOpMSp+XZNF3XU0cuYtrLIYIm0LqBh8x3FbyJ0kG0qLh2FBiTfOS&#10;8uv+ZhWY7WDV3wxPo5NcrELvnF5TY49KfX+1f2MQgdrwL36711pB/zeujWfiEZDT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FWdfwQAAANwAAAAPAAAAAAAAAAAAAAAA&#10;AKECAABkcnMvZG93bnJldi54bWxQSwUGAAAAAAQABAD5AAAAjwMAAAAA&#10;" strokeweight="0"/>
                  <v:line id="Line 545" o:spid="_x0000_s2401" style="position:absolute;visibility:visible;mso-wrap-style:square" from="5390,2852" to="5391,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nCxMUAAADcAAAADwAAAGRycy9kb3ducmV2LnhtbESPW4vCMBSE3wX/QzjCvq2p4qVWo4i4&#10;6L7tegEfD82xDTYnpclq99+bhQUfh5n5hlmsWluJOzXeOFYw6CcgiHOnDRcKTseP9xSED8gaK8ek&#10;4Jc8rJbdzgIz7R78TfdDKESEsM9QQRlCnUnp85Is+r6riaN3dY3FEGVTSN3gI8JtJYdJMpEWDceF&#10;EmvalJTfDj9Wgfma7Maf0/PsLLe7MLikt9TYk1JvvXY9BxGoDa/wf3uvFYxHM/g7E4+AX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lnCxMUAAADcAAAADwAAAAAAAAAA&#10;AAAAAAChAgAAZHJzL2Rvd25yZXYueG1sUEsFBgAAAAAEAAQA+QAAAJMDAAAAAA==&#10;" strokeweight="0"/>
                  <v:line id="Line 546" o:spid="_x0000_s2402" style="position:absolute;visibility:visible;mso-wrap-style:square" from="5390,2863" to="5391,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r9hMIAAADcAAAADwAAAGRycy9kb3ducmV2LnhtbERPz2vCMBS+D/wfwht4W1MHdbUzioyJ&#10;8zZrCzs+mrc22LyUJtPuvzeHwY4f3+/1drK9uNLojWMFiyQFQdw4bbhVUJ33TzkIH5A19o5JwS95&#10;2G5mD2sstLvxia5laEUMYV+ggi6EoZDSNx1Z9IkbiCP37UaLIcKxlXrEWwy3vXxO06W0aDg2dDjQ&#10;W0fNpfyxCszn8pAdX+pVLd8PYfGVX3JjK6Xmj9PuFUSgKfyL/9wfWkGWxfnxTDwC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rr9hMIAAADcAAAADwAAAAAAAAAAAAAA&#10;AAChAgAAZHJzL2Rvd25yZXYueG1sUEsFBgAAAAAEAAQA+QAAAJADAAAAAA==&#10;" strokeweight="0"/>
                  <v:line id="Line 547" o:spid="_x0000_s2403" style="position:absolute;visibility:visible;mso-wrap-style:square" from="5390,2873" to="5391,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ZYH8QAAADcAAAADwAAAGRycy9kb3ducmV2LnhtbESPQWvCQBSE7wX/w/IKvdVNhNg0uopI&#10;i3qrVsHjI/uaLGbfhuxW4793BcHjMDPfMNN5bxtxps4bxwrSYQKCuHTacKVg//v9noPwAVlj45gU&#10;XMnDfDZ4mWKh3YW3dN6FSkQI+wIV1CG0hZS+rMmiH7qWOHp/rrMYouwqqTu8RLht5ChJxtKi4bhQ&#10;Y0vLmsrT7t8qMD/jVbb5OHwe5NcqpMf8lBu7V+rttV9MQATqwzP8aK+1gixL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9lgfxAAAANwAAAAPAAAAAAAAAAAA&#10;AAAAAKECAABkcnMvZG93bnJldi54bWxQSwUGAAAAAAQABAD5AAAAkgMAAAAA&#10;" strokeweight="0"/>
                  <v:line id="Line 548" o:spid="_x0000_s2404" style="position:absolute;visibility:visible;mso-wrap-style:square" from="5390,2884" to="5391,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TGaMUAAADcAAAADwAAAGRycy9kb3ducmV2LnhtbESPQWvCQBSE74X+h+UVeqsbhdg0uhER&#10;i3prrUKPj+wzWZJ9G7Krxn/vFgoeh5n5hpkvBtuKC/XeOFYwHiUgiEunDVcKDj+fbxkIH5A1to5J&#10;wY08LIrnpznm2l35my77UIkIYZ+jgjqELpfSlzVZ9CPXEUfv5HqLIcq+krrHa4TbVk6SZCotGo4L&#10;NXa0qqls9merwHxNN+nu/fhxlOtNGP9mTWbsQanXl2E5AxFoCI/wf3urFaTpBP7OxCMgi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TGaMUAAADcAAAADwAAAAAAAAAA&#10;AAAAAAChAgAAZHJzL2Rvd25yZXYueG1sUEsFBgAAAAAEAAQA+QAAAJMDAAAAAA==&#10;" strokeweight="0"/>
                  <v:line id="Line 549" o:spid="_x0000_s2405" style="position:absolute;visibility:visible;mso-wrap-style:square" from="5390,2895" to="5391,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hj88QAAADcAAAADwAAAGRycy9kb3ducmV2LnhtbESPT2vCQBTE7wW/w/KE3urGSjRGV5Fi&#10;0d78Cx4f2WeymH0bsltNv71bKPQ4zMxvmPmys7W4U+uNYwXDQQKCuHDacKngdPx8y0D4gKyxdkwK&#10;fsjDctF7mWOu3YP3dD+EUkQI+xwVVCE0uZS+qMiiH7iGOHpX11oMUbal1C0+ItzW8j1JxtKi4bhQ&#10;YUMfFRW3w7dVYHbjTfo1OU/Pcr0Jw0t2y4w9KfXa71YzEIG68B/+a2+1gjQ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GPzxAAAANwAAAAPAAAAAAAAAAAA&#10;AAAAAKECAABkcnMvZG93bnJldi54bWxQSwUGAAAAAAQABAD5AAAAkgMAAAAA&#10;" strokeweight="0"/>
                  <v:line id="Line 550" o:spid="_x0000_s2406" style="position:absolute;visibility:visible;mso-wrap-style:square" from="5390,2905" to="5391,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H7h8QAAADcAAAADwAAAGRycy9kb3ducmV2LnhtbESPT2vCQBTE7wW/w/KE3urGYjRGV5Fi&#10;0d78Cx4f2WeymH0bsltNv71bKPQ4zMxvmPmys7W4U+uNYwXDQQKCuHDacKngdPx8y0D4gKyxdkwK&#10;fsjDctF7mWOu3YP3dD+EUkQI+xwVVCE0uZS+qMiiH7iGOHpX11oMUbal1C0+ItzW8j1JxtKi4bhQ&#10;YUMfFRW3w7dVYHbjTfo1OU/Pcr0Jw0t2y4w9KfXa71YzEIG68B/+a2+1gjQ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gfuHxAAAANwAAAAPAAAAAAAAAAAA&#10;AAAAAKECAABkcnMvZG93bnJldi54bWxQSwUGAAAAAAQABAD5AAAAkgMAAAAA&#10;" strokeweight="0"/>
                  <v:line id="Line 551" o:spid="_x0000_s2407" style="position:absolute;visibility:visible;mso-wrap-style:square" from="5390,2916" to="5391,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1eHMUAAADcAAAADwAAAGRycy9kb3ducmV2LnhtbESPT2vCQBTE7wW/w/IEb3WjEBujGxGp&#10;2N5a/4DHR/aZLMm+Ddmtpt++Wyj0OMzMb5j1ZrCtuFPvjWMFs2kCgrh02nCl4HzaP2cgfEDW2Dom&#10;Bd/kYVOMntaYa/fgT7ofQyUihH2OCuoQulxKX9Zk0U9dRxy9m+sthij7SuoeHxFuWzlPkoW0aDgu&#10;1NjRrqayOX5ZBeZjcUjfXy7Li3w9hNk1azJjz0pNxsN2BSLQEP7Df+03rSBNU/g9E4+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1eHMUAAADcAAAADwAAAAAAAAAA&#10;AAAAAAChAgAAZHJzL2Rvd25yZXYueG1sUEsFBgAAAAAEAAQA+QAAAJMDAAAAAA==&#10;" strokeweight="0"/>
                  <v:line id="Line 552" o:spid="_x0000_s2408" style="position:absolute;visibility:visible;mso-wrap-style:square" from="5390,2926" to="539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Aa8QAAADcAAAADwAAAGRycy9kb3ducmV2LnhtbESPQWvCQBSE7wX/w/IKvdWNQtI0uopI&#10;i3qrVsHjI/uaLGbfhuxW4793BcHjMDPfMNN5bxtxps4bxwpGwwQEcem04UrB/vf7PQfhA7LGxjEp&#10;uJKH+WzwMsVCuwtv6bwLlYgQ9gUqqENoCyl9WZNFP3QtcfT+XGcxRNlVUnd4iXDbyHGSZNKi4bhQ&#10;Y0vLmsrT7t8qMD/ZKt18HD4P8msVRsf8lBu7V+rttV9MQATqwzP8aK+1gjTN4H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H8BrxAAAANwAAAAPAAAAAAAAAAAA&#10;AAAAAKECAABkcnMvZG93bnJldi54bWxQSwUGAAAAAAQABAD5AAAAkgMAAAAA&#10;" strokeweight="0"/>
                  <v:line id="Line 553" o:spid="_x0000_s2409" style="position:absolute;visibility:visible;mso-wrap-style:square" from="5390,2937" to="5391,2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Nl8MQAAADcAAAADwAAAGRycy9kb3ducmV2LnhtbESPT4vCMBTE7wt+h/CEva2pC9VajSKy&#10;ontb/4HHR/Nsg81LaaJ2v71ZWPA4zMxvmNmis7W4U+uNYwXDQQKCuHDacKngeFh/ZCB8QNZYOyYF&#10;v+RhMe+9zTDX7sE7uu9DKSKEfY4KqhCaXEpfVGTRD1xDHL2Lay2GKNtS6hYfEW5r+ZkkI2nRcFyo&#10;sKFVRcV1f7MKzM9ok36PT5OT/NqE4Tm7ZsYelXrvd8spiEBdeIX/21utIE3H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U2XwxAAAANwAAAAPAAAAAAAAAAAA&#10;AAAAAKECAABkcnMvZG93bnJldi54bWxQSwUGAAAAAAQABAD5AAAAkgMAAAAA&#10;" strokeweight="0"/>
                  <v:line id="Line 554" o:spid="_x0000_s2410" style="position:absolute;visibility:visible;mso-wrap-style:square" from="5390,2948" to="5391,2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zxgsIAAADcAAAADwAAAGRycy9kb3ducmV2LnhtbERPz2vCMBS+D/wfwht4W1MHdbUzioyJ&#10;8zZrCzs+mrc22LyUJtPuvzeHwY4f3+/1drK9uNLojWMFiyQFQdw4bbhVUJ33TzkIH5A19o5JwS95&#10;2G5mD2sstLvxia5laEUMYV+ggi6EoZDSNx1Z9IkbiCP37UaLIcKxlXrEWwy3vXxO06W0aDg2dDjQ&#10;W0fNpfyxCszn8pAdX+pVLd8PYfGVX3JjK6Xmj9PuFUSgKfyL/9wfWkGWxbXxTDwC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zxgsIAAADcAAAADwAAAAAAAAAAAAAA&#10;AAChAgAAZHJzL2Rvd25yZXYueG1sUEsFBgAAAAAEAAQA+QAAAJADAAAAAA==&#10;" strokeweight="0"/>
                  <v:line id="Line 555" o:spid="_x0000_s2411" style="position:absolute;visibility:visible;mso-wrap-style:square" from="5390,2958" to="5391,2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BUGcQAAADcAAAADwAAAGRycy9kb3ducmV2LnhtbESPT4vCMBTE7wt+h/CEva2pC9XaNYos&#10;u6g3/8IeH82zDTYvpclq/fZGEDwOM/MbZjrvbC0u1HrjWMFwkIAgLpw2XCo47H8/MhA+IGusHZOC&#10;G3mYz3pvU8y1u/KWLrtQighhn6OCKoQml9IXFVn0A9cQR+/kWoshyraUusVrhNtafibJSFo0HBcq&#10;bOi7ouK8+7cKzGa0TNfj4+Qof5Zh+JedM2MPSr33u8UXiEBdeIWf7ZVWkKYT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gFQZxAAAANwAAAAPAAAAAAAAAAAA&#10;AAAAAKECAABkcnMvZG93bnJldi54bWxQSwUGAAAAAAQABAD5AAAAkgMAAAAA&#10;" strokeweight="0"/>
                  <v:line id="Line 556" o:spid="_x0000_s2412" style="position:absolute;visibility:visible;mso-wrap-style:square" from="5390,2969" to="5391,2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3OcIAAADcAAAADwAAAGRycy9kb3ducmV2LnhtbERPz2vCMBS+D/wfwht4W1MHdrUzigzF&#10;7TZrCzs+mrc22LyUJmr33y+HwY4f3+/1drK9uNHojWMFiyQFQdw4bbhVUJ0PTzkIH5A19o5JwQ95&#10;2G5mD2sstLvziW5laEUMYV+ggi6EoZDSNx1Z9IkbiCP37UaLIcKxlXrEewy3vXxO00xaNBwbOhzo&#10;raPmUl6tAvOZHZcfL/WqlvtjWHzll9zYSqn547R7BRFoCv/iP/e7VrDM4vx4Jh4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3OcIAAADcAAAADwAAAAAAAAAAAAAA&#10;AAChAgAAZHJzL2Rvd25yZXYueG1sUEsFBgAAAAAEAAQA+QAAAJADAAAAAA==&#10;" strokeweight="0"/>
                  <v:line id="Line 557" o:spid="_x0000_s2413" style="position:absolute;visibility:visible;mso-wrap-style:square" from="5390,2979" to="539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qSosQAAADcAAAADwAAAGRycy9kb3ducmV2LnhtbESPQWvCQBSE7wX/w/IKvdVNBNM0uopI&#10;i3qrVsHjI/uaLGbfhuxW4793BcHjMDPfMNN5bxtxps4bxwrSYQKCuHTacKVg//v9noPwAVlj45gU&#10;XMnDfDZ4mWKh3YW3dN6FSkQI+wIV1CG0hZS+rMmiH7qWOHp/rrMYouwqqTu8RLht5ChJMmnRcFyo&#10;saVlTeVp928VmJ9sNd58HD4P8msV0mN+yo3dK/X22i8mIAL14Rl+tNdawThL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mpKixAAAANwAAAAPAAAAAAAAAAAA&#10;AAAAAKECAABkcnMvZG93bnJldi54bWxQSwUGAAAAAAQABAD5AAAAkgMAAAAA&#10;" strokeweight="0"/>
                  <v:line id="Line 558" o:spid="_x0000_s2414" style="position:absolute;visibility:visible;mso-wrap-style:square" from="5390,2990" to="5391,2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gM1cQAAADcAAAADwAAAGRycy9kb3ducmV2LnhtbESPT4vCMBTE7wt+h/AEb2uqYLdWo4is&#10;6N7Wf+Dx0TzbYPNSmqzWb79ZWPA4zMxvmPmys7W4U+uNYwWjYQKCuHDacKngdNy8ZyB8QNZYOyYF&#10;T/KwXPTe5phr9+A93Q+hFBHCPkcFVQhNLqUvKrLoh64hjt7VtRZDlG0pdYuPCLe1HCdJKi0ajgsV&#10;NrSuqLgdfqwC851uJ18f5+lZfm7D6JLdMmNPSg363WoGIlAXXuH/9k4rmKRj+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SAzVxAAAANwAAAAPAAAAAAAAAAAA&#10;AAAAAKECAABkcnMvZG93bnJldi54bWxQSwUGAAAAAAQABAD5AAAAkgMAAAAA&#10;" strokeweight="0"/>
                  <v:line id="Line 559" o:spid="_x0000_s2415" style="position:absolute;visibility:visible;mso-wrap-style:square" from="5390,3001" to="5391,3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SpTsQAAADcAAAADwAAAGRycy9kb3ducmV2LnhtbESPT2vCQBTE7wW/w/KE3upGxRijq4hY&#10;bG/+BY+P7DNZzL4N2a2m375bKPQ4zMxvmMWqs7V4UOuNYwXDQQKCuHDacKngfHp/y0D4gKyxdkwK&#10;vsnDatl7WWCu3ZMP9DiGUkQI+xwVVCE0uZS+qMiiH7iGOHo311oMUbal1C0+I9zWcpQkqbRoOC5U&#10;2NCmouJ+/LIKzD7dTT6nl9lFbndheM3umbFnpV773XoOIlAX/sN/7Q+tYJKO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BKlOxAAAANwAAAAPAAAAAAAAAAAA&#10;AAAAAKECAABkcnMvZG93bnJldi54bWxQSwUGAAAAAAQABAD5AAAAkgMAAAAA&#10;" strokeweight="0"/>
                  <v:line id="Line 560" o:spid="_x0000_s2416" style="position:absolute;visibility:visible;mso-wrap-style:square" from="5390,3011" to="5391,3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xOsQAAADcAAAADwAAAGRycy9kb3ducmV2LnhtbESPT2vCQBTE7wW/w/KE3upG0Rijq4hY&#10;bG/+BY+P7DNZzL4N2a2m375bKPQ4zMxvmMWqs7V4UOuNYwXDQQKCuHDacKngfHp/y0D4gKyxdkwK&#10;vsnDatl7WWCu3ZMP9DiGUkQI+xwVVCE0uZS+qMiiH7iGOHo311oMUbal1C0+I9zWcpQkqbRoOC5U&#10;2NCmouJ+/LIKzD7dTT6nl9lFbndheM3umbFnpV773XoOIlAX/sN/7Q+tYJKO4f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7TE6xAAAANwAAAAPAAAAAAAAAAAA&#10;AAAAAKECAABkcnMvZG93bnJldi54bWxQSwUGAAAAAAQABAD5AAAAkgMAAAAA&#10;" strokeweight="0"/>
                  <v:line id="Line 561" o:spid="_x0000_s2417" style="position:absolute;visibility:visible;mso-wrap-style:square" from="5390,3022" to="5391,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GUocQAAADcAAAADwAAAGRycy9kb3ducmV2LnhtbESPQWvCQBSE7wX/w/IKvdWNQtI0uopI&#10;i3qrVsHjI/uaLGbfhuxW4793BcHjMDPfMNN5bxtxps4bxwpGwwQEcem04UrB/vf7PQfhA7LGxjEp&#10;uJKH+WzwMsVCuwtv6bwLlYgQ9gUqqENoCyl9WZNFP3QtcfT+XGcxRNlVUnd4iXDbyHGSZNKi4bhQ&#10;Y0vLmsrT7t8qMD/ZKt18HD4P8msVRsf8lBu7V+rttV9MQATqwzP8aK+1gjRL4X4mHgE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oZShxAAAANwAAAAPAAAAAAAAAAAA&#10;AAAAAKECAABkcnMvZG93bnJldi54bWxQSwUGAAAAAAQABAD5AAAAkgMAAAAA&#10;" strokeweight="0"/>
                  <v:line id="Line 562" o:spid="_x0000_s2418" style="position:absolute;visibility:visible;mso-wrap-style:square" from="5390,3032" to="5391,3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MK1sQAAADcAAAADwAAAGRycy9kb3ducmV2LnhtbESPQWvCQBSE70L/w/KE3nSjYEyjqxRp&#10;sb1pquDxkX0mi9m3IbvV9N93BcHjMDPfMMt1bxtxpc4bxwom4wQEcem04UrB4edzlIHwAVlj45gU&#10;/JGH9eplsMRcuxvv6VqESkQI+xwV1CG0uZS+rMmiH7uWOHpn11kMUXaV1B3eItw2cpokqbRoOC7U&#10;2NKmpvJS/FoFZpduZ9/z49tRfmzD5JRdMmMPSr0O+/cFiEB9eIYf7S+tYJamcD8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cwrWxAAAANwAAAAPAAAAAAAAAAAA&#10;AAAAAKECAABkcnMvZG93bnJldi54bWxQSwUGAAAAAAQABAD5AAAAkgMAAAAA&#10;" strokeweight="0"/>
                  <v:line id="Line 563" o:spid="_x0000_s2419" style="position:absolute;visibility:visible;mso-wrap-style:square" from="5390,3043" to="5391,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TcQAAADcAAAADwAAAGRycy9kb3ducmV2LnhtbESPT4vCMBTE7wv7HcJb8LamLlhrNcqy&#10;rKi39R94fDTPNti8lCZq/fZGWPA4zMxvmOm8s7W4UuuNYwWDfgKCuHDacKlgv1t8ZiB8QNZYOyYF&#10;d/Iwn72/TTHX7sYbum5DKSKEfY4KqhCaXEpfVGTR911DHL2Tay2GKNtS6hZvEW5r+ZUkqbRoOC5U&#10;2NBPRcV5e7EKzF+6HK5Hh/FB/i7D4JidM2P3SvU+uu8JiEBdeIX/2yutYJiO4H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69NxAAAANwAAAAPAAAAAAAAAAAA&#10;AAAAAKECAABkcnMvZG93bnJldi54bWxQSwUGAAAAAAQABAD5AAAAkgMAAAAA&#10;" strokeweight="0"/>
                  <v:line id="Line 564" o:spid="_x0000_s2420" style="position:absolute;visibility:visible;mso-wrap-style:square" from="5390,3054" to="539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A7P8IAAADcAAAADwAAAGRycy9kb3ducmV2LnhtbERPz2vCMBS+D/wfwht4W1MHdrUzigzF&#10;7TZrCzs+mrc22LyUJmr33y+HwY4f3+/1drK9uNHojWMFiyQFQdw4bbhVUJ0PTzkIH5A19o5JwQ95&#10;2G5mD2sstLvziW5laEUMYV+ggi6EoZDSNx1Z9IkbiCP37UaLIcKxlXrEewy3vXxO00xaNBwbOhzo&#10;raPmUl6tAvOZHZcfL/WqlvtjWHzll9zYSqn547R7BRFoCv/iP/e7VrDM4tp4Jh4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A7P8IAAADcAAAADwAAAAAAAAAAAAAA&#10;AAChAgAAZHJzL2Rvd25yZXYueG1sUEsFBgAAAAAEAAQA+QAAAJADAAAAAA==&#10;" strokeweight="0"/>
                  <v:line id="Line 565" o:spid="_x0000_s2421" style="position:absolute;visibility:visible;mso-wrap-style:square" from="5390,3064" to="5391,3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yepMQAAADcAAAADwAAAGRycy9kb3ducmV2LnhtbESPT4vCMBTE7wt+h/CEva2pgrV2jSKy&#10;i+7Nv7DHR/Nsg81LabJav/1GEDwOM/MbZrbobC2u1HrjWMFwkIAgLpw2XCo4Hr4/MhA+IGusHZOC&#10;O3lYzHtvM8y1u/GOrvtQighhn6OCKoQml9IXFVn0A9cQR+/sWoshyraUusVbhNtajpIklRYNx4UK&#10;G1pVVFz2f1aB2abr8c/kND3Jr3UY/maXzNijUu/9bvkJIlAXXuFne6MVjNMpPM7EI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7J6kxAAAANwAAAAPAAAAAAAAAAAA&#10;AAAAAKECAABkcnMvZG93bnJldi54bWxQSwUGAAAAAAQABAD5AAAAkgMAAAAA&#10;" strokeweight="0"/>
                  <v:line id="Line 566" o:spid="_x0000_s2422" style="position:absolute;visibility:visible;mso-wrap-style:square" from="5390,3075" to="5391,3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h5MEAAADcAAAADwAAAGRycy9kb3ducmV2LnhtbERPTYvCMBC9C/sfwix401RB7VajLIvi&#10;etOqsMehGdtgMylN1PrvNwfB4+N9L1adrcWdWm8cKxgNExDEhdOGSwWn42aQgvABWWPtmBQ8ycNq&#10;+dFbYKbdgw90z0MpYgj7DBVUITSZlL6oyKIfuoY4chfXWgwRtqXULT5iuK3lOEmm0qLh2FBhQz8V&#10;Fdf8ZhWY/XQ72c3OX2e53obRX3pNjT0p1f/svucgAnXhLX65f7WCySzOj2fi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D6HkwQAAANwAAAAPAAAAAAAAAAAAAAAA&#10;AKECAABkcnMvZG93bnJldi54bWxQSwUGAAAAAAQABAD5AAAAjwMAAAAA&#10;" strokeweight="0"/>
                  <v:line id="Line 567" o:spid="_x0000_s2423" style="position:absolute;visibility:visible;mso-wrap-style:square" from="5390,3086" to="5391,3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MEf8QAAADcAAAADwAAAGRycy9kb3ducmV2LnhtbESPT4vCMBTE7wv7HcJb8LamFdRajbIs&#10;iu5t/QceH82zDTYvpYlav71ZWPA4zMxvmNmis7W4UeuNYwVpPwFBXDhtuFRw2K8+MxA+IGusHZOC&#10;B3lYzN/fZphrd+ct3XahFBHCPkcFVQhNLqUvKrLo+64hjt7ZtRZDlG0pdYv3CLe1HCTJSFo0HBcq&#10;bOi7ouKyu1oF5ne0Hv6Mj5OjXK5DesoumbEHpXof3dcURKAuvML/7Y1WMByn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QwR/xAAAANwAAAAPAAAAAAAAAAAA&#10;AAAAAKECAABkcnMvZG93bnJldi54bWxQSwUGAAAAAAQABAD5AAAAkgMAAAAA&#10;" strokeweight="0"/>
                  <v:line id="Line 568" o:spid="_x0000_s2424" style="position:absolute;visibility:visible;mso-wrap-style:square" from="5390,3096" to="5391,3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GaCMMAAADcAAAADwAAAGRycy9kb3ducmV2LnhtbESPQYvCMBSE78L+h/AEb5oqqN1qlGXZ&#10;Rb2pq+Dx0TzbYPNSmqzWf28EweMwM98w82VrK3GlxhvHCoaDBARx7rThQsHh77efgvABWWPlmBTc&#10;ycNy8dGZY6bdjXd03YdCRAj7DBWUIdSZlD4vyaIfuJo4emfXWAxRNoXUDd4i3FZylCQTadFwXCix&#10;pu+S8sv+3yow28lqvJkeP4/yZxWGp/SSGntQqtdtv2YgArXhHX6111rBeDqC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RmgjDAAAA3AAAAA8AAAAAAAAAAAAA&#10;AAAAoQIAAGRycy9kb3ducmV2LnhtbFBLBQYAAAAABAAEAPkAAACRAwAAAAA=&#10;" strokeweight="0"/>
                  <v:line id="Line 569" o:spid="_x0000_s2425" style="position:absolute;visibility:visible;mso-wrap-style:square" from="5390,3107" to="5391,3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0/k8UAAADcAAAADwAAAGRycy9kb3ducmV2LnhtbESPQWvCQBSE74X+h+UVvOnGFk2aukop&#10;FetNbQI9PrKvyWL2bciuGv99VxB6HGbmG2axGmwrztR741jBdJKAIK6cNlwrKL7X4wyED8gaW8ek&#10;4EoeVsvHhwXm2l14T+dDqEWEsM9RQRNCl0vpq4Ys+onriKP363qLIcq+lrrHS4TbVj4nyVxaNBwX&#10;Guzoo6HqeDhZBWY338y2aflays9NmP5kx8zYQqnR0/D+BiLQEP7D9/aXVjBLX+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0/k8UAAADcAAAADwAAAAAAAAAA&#10;AAAAAAChAgAAZHJzL2Rvd25yZXYueG1sUEsFBgAAAAAEAAQA+QAAAJMDAAAAAA==&#10;" strokeweight="0"/>
                  <v:line id="Line 570" o:spid="_x0000_s2426" style="position:absolute;visibility:visible;mso-wrap-style:square" from="5390,3117" to="5391,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Sn58UAAADcAAAADwAAAGRycy9kb3ducmV2LnhtbESPQWvCQBSE74X+h+UVvOnGUk2aukop&#10;FetNbQI9PrKvyWL2bciuGv99VxB6HGbmG2axGmwrztR741jBdJKAIK6cNlwrKL7X4wyED8gaW8ek&#10;4EoeVsvHhwXm2l14T+dDqEWEsM9RQRNCl0vpq4Ys+onriKP363qLIcq+lrrHS4TbVj4nyVxaNBwX&#10;Guzoo6HqeDhZBWY338y2aflays9NmP5kx8zYQqnR0/D+BiLQEP7D9/aXVjBLX+B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Sn58UAAADcAAAADwAAAAAAAAAA&#10;AAAAAAChAgAAZHJzL2Rvd25yZXYueG1sUEsFBgAAAAAEAAQA+QAAAJMDAAAAAA==&#10;" strokeweight="0"/>
                  <v:line id="Line 571" o:spid="_x0000_s2427" style="position:absolute;visibility:visible;mso-wrap-style:square" from="5390,3128" to="5391,3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gCfMQAAADcAAAADwAAAGRycy9kb3ducmV2LnhtbESPT4vCMBTE7wt+h/CEva2pC9VajSKy&#10;ontb/4HHR/Nsg81LaaJ2v71ZWPA4zMxvmNmis7W4U+uNYwXDQQKCuHDacKngeFh/ZCB8QNZYOyYF&#10;v+RhMe+9zTDX7sE7uu9DKSKEfY4KqhCaXEpfVGTRD1xDHL2Lay2GKNtS6hYfEW5r+ZkkI2nRcFyo&#10;sKFVRcV1f7MKzM9ok36PT5OT/NqE4Tm7ZsYelXrvd8spiEBdeIX/21utIB2n8HcmHgE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eAJ8xAAAANwAAAAPAAAAAAAAAAAA&#10;AAAAAKECAABkcnMvZG93bnJldi54bWxQSwUGAAAAAAQABAD5AAAAkgMAAAAA&#10;" strokeweight="0"/>
                  <v:line id="Line 572" o:spid="_x0000_s2428" style="position:absolute;visibility:visible;mso-wrap-style:square" from="5390,3139" to="539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qcC8QAAADcAAAADwAAAGRycy9kb3ducmV2LnhtbESPT4vCMBTE7wv7HcJb8LamLlhrNcqy&#10;rKi39R94fDTPNti8lCZq/fZGWPA4zMxvmOm8s7W4UuuNYwWDfgKCuHDacKlgv1t8ZiB8QNZYOyYF&#10;d/Iwn72/TTHX7sYbum5DKSKEfY4KqhCaXEpfVGTR911DHL2Tay2GKNtS6hZvEW5r+ZUkqbRoOC5U&#10;2NBPRcV5e7EKzF+6HK5Hh/FB/i7D4JidM2P3SvU+uu8JiEBdeIX/2yutYDhK4XkmHgE5e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qpwLxAAAANwAAAAPAAAAAAAAAAAA&#10;AAAAAKECAABkcnMvZG93bnJldi54bWxQSwUGAAAAAAQABAD5AAAAkgMAAAAA&#10;" strokeweight="0"/>
                  <v:line id="Line 573" o:spid="_x0000_s2429" style="position:absolute;visibility:visible;mso-wrap-style:square" from="5390,3149" to="5391,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Y5kMQAAADcAAAADwAAAGRycy9kb3ducmV2LnhtbESPT4vCMBTE78J+h/AW9qapC9pajbIs&#10;K+pt/QceH82zDTYvpYna/fZGWPA4zMxvmNmis7W4UeuNYwXDQQKCuHDacKngsF/2MxA+IGusHZOC&#10;P/KwmL/1Zphrd+ct3XahFBHCPkcFVQhNLqUvKrLoB64hjt7ZtRZDlG0pdYv3CLe1/EySsbRoOC5U&#10;2NB3RcVld7UKzO94Ndqkx8lR/qzC8JRdMmMPSn28d19TEIG68Ar/t9dawS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5jmQxAAAANwAAAAPAAAAAAAAAAAA&#10;AAAAAKECAABkcnMvZG93bnJldi54bWxQSwUGAAAAAAQABAD5AAAAkgMAAAAA&#10;" strokeweight="0"/>
                  <v:line id="Line 574" o:spid="_x0000_s2430" style="position:absolute;visibility:visible;mso-wrap-style:square" from="5390,3160" to="5391,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mt4sEAAADcAAAADwAAAGRycy9kb3ducmV2LnhtbERPTYvCMBC9C/sfwix401RB7VajLIvi&#10;etOqsMehGdtgMylN1PrvNwfB4+N9L1adrcWdWm8cKxgNExDEhdOGSwWn42aQgvABWWPtmBQ8ycNq&#10;+dFbYKbdgw90z0MpYgj7DBVUITSZlL6oyKIfuoY4chfXWgwRtqXULT5iuK3lOEmm0qLh2FBhQz8V&#10;Fdf8ZhWY/XQ72c3OX2e53obRX3pNjT0p1f/svucgAnXhLX65f7WCySyujWfi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ea3iwQAAANwAAAAPAAAAAAAAAAAAAAAA&#10;AKECAABkcnMvZG93bnJldi54bWxQSwUGAAAAAAQABAD5AAAAjwMAAAAA&#10;" strokeweight="0"/>
                  <v:line id="Line 575" o:spid="_x0000_s2431" style="position:absolute;visibility:visible;mso-wrap-style:square" from="5390,3170" to="539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UIecUAAADcAAAADwAAAGRycy9kb3ducmV2LnhtbESPQWvCQBSE74X+h+UVeqsbC9Ekukop&#10;Leqtpgo9PrLPZDH7NmS3Mf33rlDwOMzMN8xyPdpWDNR741jBdJKAIK6cNlwrOHx/vmQgfEDW2Dom&#10;BX/kYb16fFhiod2F9zSUoRYRwr5ABU0IXSGlrxqy6CeuI47eyfUWQ5R9LXWPlwi3rXxNkpm0aDgu&#10;NNjRe0PVufy1CszXbJPu5sf8KD82YfqTnTNjD0o9P41vCxCBxnAP/7e3WkE6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UIecUAAADcAAAADwAAAAAAAAAA&#10;AAAAAAChAgAAZHJzL2Rvd25yZXYueG1sUEsFBgAAAAAEAAQA+QAAAJMDAAAAAA==&#10;" strokeweight="0"/>
                  <v:line id="Line 576" o:spid="_x0000_s2432" style="position:absolute;visibility:visible;mso-wrap-style:square" from="5390,3181" to="5391,3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rRw8AAAADcAAAADwAAAGRycy9kb3ducmV2LnhtbERPy4rCMBTdD/gP4QqzG1MFtVajiMyg&#10;7nyCy0tzbYPNTWkyWv/eLASXh/OeLVpbiTs13jhW0O8lIIhzpw0XCk7Hv58UhA/IGivHpOBJHhbz&#10;ztcMM+0evKf7IRQihrDPUEEZQp1J6fOSLPqeq4kjd3WNxRBhU0jd4COG20oOkmQkLRqODSXWtCop&#10;vx3+rQKzG62H2/F5cpa/69C/pLfU2JNS3912OQURqA0f8du90QqGaZwfz8QjIO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ja0cPAAAAA3AAAAA8AAAAAAAAAAAAAAAAA&#10;oQIAAGRycy9kb3ducmV2LnhtbFBLBQYAAAAABAAEAPkAAACOAwAAAAA=&#10;" strokeweight="0"/>
                  <v:line id="Line 577" o:spid="_x0000_s2433" style="position:absolute;visibility:visible;mso-wrap-style:square" from="5390,3192" to="5391,3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Z0WMQAAADcAAAADwAAAGRycy9kb3ducmV2LnhtbESPQWvCQBSE74L/YXkFb7qJoMbUVUQq&#10;tjcbFXp8ZF+TxezbkN1q+u+7gtDjMDPfMKtNbxtxo84bxwrSSQKCuHTacKXgfNqPMxA+IGtsHJOC&#10;X/KwWQ8HK8y1u/Mn3YpQiQhhn6OCOoQ2l9KXNVn0E9cSR+/bdRZDlF0ldYf3CLeNnCbJXFo0HBdq&#10;bGlXU3ktfqwCc5wfZh+Ly/Ii3w4h/cqumbFnpUYv/fYVRKA+/Ief7XetYJal8DgTj4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lnRYxAAAANwAAAAPAAAAAAAAAAAA&#10;AAAAAKECAABkcnMvZG93bnJldi54bWxQSwUGAAAAAAQABAD5AAAAkgMAAAAA&#10;" strokeweight="0"/>
                  <v:line id="Line 578" o:spid="_x0000_s2434" style="position:absolute;visibility:visible;mso-wrap-style:square" from="5390,3202" to="53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TqL8UAAADcAAAADwAAAGRycy9kb3ducmV2LnhtbESPQWvCQBSE7wX/w/IEb81GQZumriJS&#10;ib21qUKPj+xrsph9G7JbE/99t1DwOMzMN8x6O9pWXKn3xrGCeZKCIK6cNlwrOH0eHjMQPiBrbB2T&#10;ght52G4mD2vMtRv4g65lqEWEsM9RQRNCl0vpq4Ys+sR1xNH7dr3FEGVfS93jEOG2lYs0XUmLhuNC&#10;gx3tG6ou5Y9VYN5XxfLt6fx8lq9FmH9ll8zYk1Kz6bh7ARFoDPfwf/uoFSyzBf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0TqL8UAAADcAAAADwAAAAAAAAAA&#10;AAAAAAChAgAAZHJzL2Rvd25yZXYueG1sUEsFBgAAAAAEAAQA+QAAAJMDAAAAAA==&#10;" strokeweight="0"/>
                  <v:line id="Line 579" o:spid="_x0000_s2435" style="position:absolute;visibility:visible;mso-wrap-style:square" from="5390,3213" to="539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hPtMQAAADcAAAADwAAAGRycy9kb3ducmV2LnhtbESPT4vCMBTE7wt+h/CEvWnqilqrUWRx&#10;0b35Fzw+mmcbbF5Kk9XutzcLwh6HmfkNM1+2thJ3arxxrGDQT0AQ504bLhScjl+9FIQPyBorx6Tg&#10;lzwsF523OWbaPXhP90MoRISwz1BBGUKdSenzkiz6vquJo3d1jcUQZVNI3eAjwm0lP5JkLC0ajgsl&#10;1vRZUn47/FgFZjfejL4n5+lZrjdhcElvqbEnpd677WoGIlAb/sOv9lYrGKVD+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CE+0xAAAANwAAAAPAAAAAAAAAAAA&#10;AAAAAKECAABkcnMvZG93bnJldi54bWxQSwUGAAAAAAQABAD5AAAAkgMAAAAA&#10;" strokeweight="0"/>
                  <v:line id="Line 580" o:spid="_x0000_s2436" style="position:absolute;visibility:visible;mso-wrap-style:square" from="5390,3223" to="5391,3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wMQAAADcAAAADwAAAGRycy9kb3ducmV2LnhtbESPW4vCMBSE3xf8D+EI+6api5dajSKL&#10;i+6bV/Dx0BzbYHNSmqx2/71ZEPZxmJlvmPmytZW4U+ONYwWDfgKCOHfacKHgdPzqpSB8QNZYOSYF&#10;v+Rhuei8zTHT7sF7uh9CISKEfYYKyhDqTEqfl2TR911NHL2rayyGKJtC6gYfEW4r+ZEkY2nRcFwo&#10;sabPkvLb4ccqMLvxZvQ9OU/Pcr0Jg0t6S409KfXebVczEIHa8B9+tbdawSgdwt+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4dfAxAAAANwAAAAPAAAAAAAAAAAA&#10;AAAAAKECAABkcnMvZG93bnJldi54bWxQSwUGAAAAAAQABAD5AAAAkgMAAAAA&#10;" strokeweight="0"/>
                  <v:line id="Line 581" o:spid="_x0000_s2437" style="position:absolute;visibility:visible;mso-wrap-style:square" from="5390,3234" to="5391,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1yW8QAAADcAAAADwAAAGRycy9kb3ducmV2LnhtbESPQWvCQBSE74X+h+UJvdWNhdg0upFS&#10;LOqtWgWPj+wzWZJ9G7Krxn/vFgoeh5n5hpkvBtuKC/XeOFYwGScgiEunDVcK9r/frxkIH5A1to5J&#10;wY08LIrnpznm2l15S5ddqESEsM9RQR1Cl0vpy5os+rHriKN3cr3FEGVfSd3jNcJtK9+SZCotGo4L&#10;NXb0VVPZ7M5WgfmZrtLN++HjIJerMDlmTWbsXqmX0fA5AxFoCI/wf3utFaRZCn9n4hGQx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rXJbxAAAANwAAAAPAAAAAAAAAAAA&#10;AAAAAKECAABkcnMvZG93bnJldi54bWxQSwUGAAAAAAQABAD5AAAAkgMAAAAA&#10;" strokeweight="0"/>
                  <v:line id="Line 582" o:spid="_x0000_s2438" style="position:absolute;visibility:visible;mso-wrap-style:square" from="5390,3245" to="5391,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sLMUAAADcAAAADwAAAGRycy9kb3ducmV2LnhtbESPT2vCQBTE7wW/w/IK3urGgmlM3YgU&#10;Rb21/oEeH9nXZEn2bciuGr+9Wyj0OMzMb5jFcrCtuFLvjWMF00kCgrh02nCl4HTcvGQgfEDW2Dom&#10;BXfysCxGTwvMtbvxF10PoRIRwj5HBXUIXS6lL2uy6CeuI47ej+sthij7SuoebxFuW/maJKm0aDgu&#10;1NjRR01lc7hYBeYz3c72b+f5Wa63YfqdNZmxJ6XGz8PqHUSgIfyH/9o7rWCWpfB7Jh4BW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sLMUAAADcAAAADwAAAAAAAAAA&#10;AAAAAAChAgAAZHJzL2Rvd25yZXYueG1sUEsFBgAAAAAEAAQA+QAAAJMDAAAAAA==&#10;" strokeweight="0"/>
                  <v:line id="Line 583" o:spid="_x0000_s2439" style="position:absolute;visibility:visible;mso-wrap-style:square" from="5390,3255" to="5391,3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NJt8MAAADcAAAADwAAAGRycy9kb3ducmV2LnhtbESPQYvCMBSE78L+h/AWvGmqoNZqlGVR&#10;XG+uq+Dx0TzbYPNSmqj1328EweMwM98w82VrK3GjxhvHCgb9BARx7rThQsHhb91LQfiArLFyTAoe&#10;5GG5+OjMMdPuzr9024dCRAj7DBWUIdSZlD4vyaLvu5o4emfXWAxRNoXUDd4j3FZymCRjadFwXCix&#10;pu+S8sv+ahWY3Xgz2k6O06NcbcLglF5SYw9KdT/brxmIQG14h1/tH61glE7geSYeAb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zSbfDAAAA3AAAAA8AAAAAAAAAAAAA&#10;AAAAoQIAAGRycy9kb3ducmV2LnhtbFBLBQYAAAAABAAEAPkAAACRAwAAAAA=&#10;" strokeweight="0"/>
                  <v:line id="Line 584" o:spid="_x0000_s2440" style="position:absolute;visibility:visible;mso-wrap-style:square" from="5390,3266" to="5391,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zdxcAAAADcAAAADwAAAGRycy9kb3ducmV2LnhtbERPy4rCMBTdD/gP4QqzG1MFtVajiMyg&#10;7nyCy0tzbYPNTWkyWv/eLASXh/OeLVpbiTs13jhW0O8lIIhzpw0XCk7Hv58UhA/IGivHpOBJHhbz&#10;ztcMM+0evKf7IRQihrDPUEEZQp1J6fOSLPqeq4kjd3WNxRBhU0jd4COG20oOkmQkLRqODSXWtCop&#10;vx3+rQKzG62H2/F5cpa/69C/pLfU2JNS3912OQURqA0f8du90QqGaVwbz8QjIO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s3cXAAAAA3AAAAA8AAAAAAAAAAAAAAAAA&#10;oQIAAGRycy9kb3ducmV2LnhtbFBLBQYAAAAABAAEAPkAAACOAwAAAAA=&#10;" strokeweight="0"/>
                  <v:line id="Line 585" o:spid="_x0000_s2441" style="position:absolute;visibility:visible;mso-wrap-style:square" from="5390,3276" to="5391,3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B4XsMAAADcAAAADwAAAGRycy9kb3ducmV2LnhtbESPQYvCMBSE78L+h/CEvWnqglqrUZbF&#10;Rb25roLHR/Nsg81LaaLWf28EweMwM98ws0VrK3GlxhvHCgb9BARx7rThQsH+/7eXgvABWWPlmBTc&#10;ycNi/tGZYabdjf/ouguFiBD2GSooQ6gzKX1ekkXfdzVx9E6usRiibAqpG7xFuK3kV5KMpEXDcaHE&#10;mn5Kys+7i1VgtqPVcDM+TA5yuQqDY3pOjd0r9dltv6cgArXhHX6111rBMJ3A80w8An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geF7DAAAA3AAAAA8AAAAAAAAAAAAA&#10;AAAAoQIAAGRycy9kb3ducmV2LnhtbFBLBQYAAAAABAAEAPkAAACRAwAAAAA=&#10;" strokeweight="0"/>
                  <v:line id="Line 586" o:spid="_x0000_s2442" style="position:absolute;visibility:visible;mso-wrap-style:square" from="5390,3287" to="5391,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NHHsEAAADcAAAADwAAAGRycy9kb3ducmV2LnhtbERPTYvCMBC9C/6HMMLeNFVQazWKyC7u&#10;3rQqeByasQ02k9JktfvvNwfB4+N9rzadrcWDWm8cKxiPEhDEhdOGSwXn09cwBeEDssbaMSn4Iw+b&#10;db+3wky7Jx/pkYdSxBD2GSqoQmgyKX1RkUU/cg1x5G6utRgibEupW3zGcFvLSZLMpEXDsaHChnYV&#10;Fff81yowh9l++jO/LC7ycx/G1/SeGntW6mPQbZcgAnXhLX65v7WC6SLOj2fiEZ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A0cewQAAANwAAAAPAAAAAAAAAAAAAAAA&#10;AKECAABkcnMvZG93bnJldi54bWxQSwUGAAAAAAQABAD5AAAAjwMAAAAA&#10;" strokeweight="0"/>
                  <v:line id="Line 587" o:spid="_x0000_s2443" style="position:absolute;visibility:visible;mso-wrap-style:square" from="5390,3298" to="5391,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ihcQAAADcAAAADwAAAGRycy9kb3ducmV2LnhtbESPT4vCMBTE7wt+h/CEva1pF9TaNYos&#10;u6g3/8IeH82zDTYvpclq/fZGEDwOM/MbZjrvbC0u1HrjWEE6SEAQF04bLhUc9r8fGQgfkDXWjknB&#10;jTzMZ723KebaXXlLl10oRYSwz1FBFUKTS+mLiiz6gWuIo3dyrcUQZVtK3eI1wm0tP5NkJC0ajgsV&#10;NvRdUXHe/VsFZjNaDtfj4+Qof5Yh/cvOmbEHpd773eILRKAuvMLP9korGE5S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T+KFxAAAANwAAAAPAAAAAAAAAAAA&#10;AAAAAKECAABkcnMvZG93bnJldi54bWxQSwUGAAAAAAQABAD5AAAAkgMAAAAA&#10;" strokeweight="0"/>
                  <v:line id="Line 588" o:spid="_x0000_s2444" style="position:absolute;visibility:visible;mso-wrap-style:square" from="5390,3308" to="5391,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188sQAAADcAAAADwAAAGRycy9kb3ducmV2LnhtbESPT4vCMBTE7wt+h/AEb2uqoFurUURW&#10;XG/rP/D4aJ5tsHkpTVa7394IgsdhZn7DzBatrcSNGm8cKxj0ExDEudOGCwXHw/ozBeEDssbKMSn4&#10;Jw+Leedjhpl2d97RbR8KESHsM1RQhlBnUvq8JIu+72ri6F1cYzFE2RRSN3iPcFvJYZKMpUXDcaHE&#10;mlYl5df9n1Vgfseb0fbrNDnJ700YnNNrauxRqV63XU5BBGrDO/xq/2gFo8kQ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nXzyxAAAANwAAAAPAAAAAAAAAAAA&#10;AAAAAKECAABkcnMvZG93bnJldi54bWxQSwUGAAAAAAQABAD5AAAAkgMAAAAA&#10;" strokeweight="0"/>
                  <v:line id="Line 589" o:spid="_x0000_s2445" style="position:absolute;visibility:visible;mso-wrap-style:square" from="5390,3319" to="5391,3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HZacUAAADcAAAADwAAAGRycy9kb3ducmV2LnhtbESPT4vCMBTE74LfITxhb2uqotZqFBEX&#10;3duuf8Djo3m2wealNFntfnuzsOBxmJnfMItVaytxp8YbxwoG/QQEce604ULB6fjxnoLwAVlj5ZgU&#10;/JKH1bLbWWCm3YO/6X4IhYgQ9hkqKEOoMyl9XpJF33c1cfSurrEYomwKqRt8RLit5DBJJtKi4bhQ&#10;Yk2bkvLb4ccqMF+T3fhzep6d5XYXBpf0lhp7Uuqt167nIAK14RX+b++1gvFsBH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HZacUAAADcAAAADwAAAAAAAAAA&#10;AAAAAAChAgAAZHJzL2Rvd25yZXYueG1sUEsFBgAAAAAEAAQA+QAAAJMDAAAAAA==&#10;" strokeweight="0"/>
                  <v:line id="Line 590" o:spid="_x0000_s2446" style="position:absolute;visibility:visible;mso-wrap-style:square" from="5390,3330" to="539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BHcUAAADcAAAADwAAAGRycy9kb3ducmV2LnhtbESPW4vCMBSE3wX/QzjCvq2p4qVWo4i4&#10;6L7tegEfD82xDTYnpclq99+bhQUfh5n5hlmsWluJOzXeOFYw6CcgiHOnDRcKTseP9xSED8gaK8ek&#10;4Jc8rJbdzgIz7R78TfdDKESEsM9QQRlCnUnp85Is+r6riaN3dY3FEGVTSN3gI8JtJYdJMpEWDceF&#10;EmvalJTfDj9Wgfma7Maf0/PsLLe7MLikt9TYk1JvvXY9BxGoDa/wf3uvFYxnI/g7E4+AX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hBHcUAAADcAAAADwAAAAAAAAAA&#10;AAAAAAChAgAAZHJzL2Rvd25yZXYueG1sUEsFBgAAAAAEAAQA+QAAAJMDAAAAAA==&#10;" strokeweight="0"/>
                  <v:line id="Line 591" o:spid="_x0000_s2447" style="position:absolute;visibility:visible;mso-wrap-style:square" from="5390,3340" to="5391,3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TkhsQAAADcAAAADwAAAGRycy9kb3ducmV2LnhtbESPT4vCMBTE7wt+h/CEva2pC9XaNYos&#10;u6g3/8IeH82zDTYvpclq/fZGEDwOM/MbZjrvbC0u1HrjWMFwkIAgLpw2XCo47H8/MhA+IGusHZOC&#10;G3mYz3pvU8y1u/KWLrtQighhn6OCKoQml9IXFVn0A9cQR+/kWoshyraUusVrhNtafibJSFo0HBcq&#10;bOi7ouK8+7cKzGa0TNfj4+Qof5Zh+JedM2MPSr33u8UXiEBdeIWf7ZVWkE5SeJyJR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dOSGxAAAANwAAAAPAAAAAAAAAAAA&#10;AAAAAKECAABkcnMvZG93bnJldi54bWxQSwUGAAAAAAQABAD5AAAAkgMAAAAA&#10;" strokeweight="0"/>
                  <v:line id="Line 592" o:spid="_x0000_s2448" style="position:absolute;visibility:visible;mso-wrap-style:square" from="5390,3351" to="539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Z68cQAAADcAAAADwAAAGRycy9kb3ducmV2LnhtbESPT4vCMBTE7wt+h/CEva2pgrV2jSKy&#10;i+7Nv7DHR/Nsg81LabJav/1GEDwOM/MbZrbobC2u1HrjWMFwkIAgLpw2XCo4Hr4/MhA+IGusHZOC&#10;O3lYzHtvM8y1u/GOrvtQighhn6OCKoQml9IXFVn0A9cQR+/sWoshyraUusVbhNtajpIklRYNx4UK&#10;G1pVVFz2f1aB2abr8c/kND3Jr3UY/maXzNijUu/9bvkJIlAXXuFne6MVjKcpPM7EI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pnrxxAAAANwAAAAPAAAAAAAAAAAA&#10;AAAAAKECAABkcnMvZG93bnJldi54bWxQSwUGAAAAAAQABAD5AAAAkgMAAAAA&#10;" strokeweight="0"/>
                  <v:line id="Line 593" o:spid="_x0000_s2449" style="position:absolute;visibility:visible;mso-wrap-style:square" from="5390,3361" to="539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rfasUAAADcAAAADwAAAGRycy9kb3ducmV2LnhtbESPQWvCQBSE74X+h+UVeqsbC9Ekukop&#10;Leqtpgo9PrLPZDH7NmS3Mf33rlDwOMzMN8xyPdpWDNR741jBdJKAIK6cNlwrOHx/vmQgfEDW2Dom&#10;BX/kYb16fFhiod2F9zSUoRYRwr5ABU0IXSGlrxqy6CeuI47eyfUWQ5R9LXWPlwi3rXxNkpm0aDgu&#10;NNjRe0PVufy1CszXbJPu5sf8KD82YfqTnTNjD0o9P41vCxCBxnAP/7e3WkGa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rfasUAAADcAAAADwAAAAAAAAAA&#10;AAAAAAChAgAAZHJzL2Rvd25yZXYueG1sUEsFBgAAAAAEAAQA+QAAAJMDAAAAAA==&#10;" strokeweight="0"/>
                  <v:line id="Line 594" o:spid="_x0000_s2450" style="position:absolute;visibility:visible;mso-wrap-style:square" from="5390,3372" to="5391,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VLGMEAAADcAAAADwAAAGRycy9kb3ducmV2LnhtbERPTYvCMBC9C/6HMMLeNFVQazWKyC7u&#10;3rQqeByasQ02k9JktfvvNwfB4+N9rzadrcWDWm8cKxiPEhDEhdOGSwXn09cwBeEDssbaMSn4Iw+b&#10;db+3wky7Jx/pkYdSxBD2GSqoQmgyKX1RkUU/cg1x5G6utRgibEupW3zGcFvLSZLMpEXDsaHChnYV&#10;Fff81yowh9l++jO/LC7ycx/G1/SeGntW6mPQbZcgAnXhLX65v7WC6SKujWfiEZ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dUsYwQAAANwAAAAPAAAAAAAAAAAAAAAA&#10;AKECAABkcnMvZG93bnJldi54bWxQSwUGAAAAAAQABAD5AAAAjwMAAAAA&#10;" strokeweight="0"/>
                  <v:line id="Line 595" o:spid="_x0000_s2451" style="position:absolute;visibility:visible;mso-wrap-style:square" from="5390,3383" to="5391,3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nug8QAAADcAAAADwAAAGRycy9kb3ducmV2LnhtbESPT4vCMBTE7wt+h/AEb2uqoNtWo4go&#10;7t7Wf+Dx0TzbYPNSmqjdb79ZWPA4zMxvmPmys7V4UOuNYwWjYQKCuHDacKngdNy+pyB8QNZYOyYF&#10;P+Rhuei9zTHX7sl7ehxCKSKEfY4KqhCaXEpfVGTRD11DHL2ray2GKNtS6hafEW5rOU6SqbRoOC5U&#10;2NC6ouJ2uFsF5nu6m3x9nLOz3OzC6JLeUmNPSg363WoGIlAXXuH/9qdWMMky+DsTj4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Oe6DxAAAANwAAAAPAAAAAAAAAAAA&#10;AAAAAKECAABkcnMvZG93bnJldi54bWxQSwUGAAAAAAQABAD5AAAAkgMAAAAA&#10;" strokeweight="0"/>
                  <v:line id="Line 596" o:spid="_x0000_s2452" style="position:absolute;visibility:visible;mso-wrap-style:square" from="5390,3393" to="539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z5cAAAADcAAAADwAAAGRycy9kb3ducmV2LnhtbERPy4rCMBTdD/gP4QruxlTBTq1GEVGc&#10;2Y0vcHlprm2wuSlN1M7fTxaCy8N5z5edrcWDWm8cKxgNExDEhdOGSwWn4/YzA+EDssbaMSn4Iw/L&#10;Re9jjrl2T97T4xBKEUPY56igCqHJpfRFRRb90DXEkbu61mKIsC2lbvEZw20tx0mSSouGY0OFDa0r&#10;Km6Hu1VgftPd5OfrPD3LzS6MLtktM/ak1KDfrWYgAnXhLX65v7WCNInz45l4BO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4ss+XAAAAA3AAAAA8AAAAAAAAAAAAAAAAA&#10;oQIAAGRycy9kb3ducmV2LnhtbFBLBQYAAAAABAAEAPkAAACOAwAAAAA=&#10;" strokeweight="0"/>
                  <v:line id="Line 597" o:spid="_x0000_s2453" style="position:absolute;visibility:visible;mso-wrap-style:square" from="5390,3404" to="539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WfsQAAADcAAAADwAAAGRycy9kb3ducmV2LnhtbESPzWrDMBCE74G+g9hCb4nsQh3XsRxC&#10;aEl7yy/0uFgbW8RaGUtN3LevCoUch5n5himXo+3ElQZvHCtIZwkI4tppw42C4+F9moPwAVlj55gU&#10;/JCHZfUwKbHQ7sY7uu5DIyKEfYEK2hD6Qkpft2TRz1xPHL2zGyyGKIdG6gFvEW47+ZwkmbRoOC60&#10;2NO6pfqy/7YKzDbbvHzOT68n+bYJ6Vd+yY09KvX0OK4WIAKN4R7+b39oBVmSwt+ZeARk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YBZ+xAAAANwAAAAPAAAAAAAAAAAA&#10;AAAAAKECAABkcnMvZG93bnJldi54bWxQSwUGAAAAAAQABAD5AAAAkgMAAAAA&#10;" strokeweight="0"/>
                  <v:line id="Line 598" o:spid="_x0000_s2454" style="position:absolute;visibility:visible;mso-wrap-style:square" from="5390,3414" to="5391,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KICcQAAADcAAAADwAAAGRycy9kb3ducmV2LnhtbESPQWvCQBSE70L/w/IEb7pRME2jqxSx&#10;aG9tquDxkX0mi9m3IbvV+O+7gtDjMDPfMMt1bxtxpc4bxwqmkwQEcem04UrB4edjnIHwAVlj45gU&#10;3MnDevUyWGKu3Y2/6VqESkQI+xwV1CG0uZS+rMmin7iWOHpn11kMUXaV1B3eItw2cpYkqbRoOC7U&#10;2NKmpvJS/FoF5ivdzT9fj29Hud2F6Sm7ZMYelBoN+/cFiEB9+A8/23utIE1m8DgTj4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sogJxAAAANwAAAAPAAAAAAAAAAAA&#10;AAAAAKECAABkcnMvZG93bnJldi54bWxQSwUGAAAAAAQABAD5AAAAkgMAAAAA&#10;" strokeweight="0"/>
                  <v:line id="Line 599" o:spid="_x0000_s2455" style="position:absolute;visibility:visible;mso-wrap-style:square" from="5390,3425" to="539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4tksUAAADcAAAADwAAAGRycy9kb3ducmV2LnhtbESPT2vCQBTE74LfYXmCN92oNKapq0hp&#10;UW+tf6DHR/Y1Wcy+Ddmtpt/eFQSPw8z8hlmsOluLC7XeOFYwGScgiAunDZcKjofPUQbCB2SNtWNS&#10;8E8eVst+b4G5dlf+pss+lCJC2OeooAqhyaX0RUUW/dg1xNH7da3FEGVbSt3iNcJtLadJkkqLhuNC&#10;hQ29V1Sc939WgflKNy+7+en1JD82YfKTnTNjj0oNB936DUSgLjzDj/ZWK0iTG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4tksUAAADcAAAADwAAAAAAAAAA&#10;AAAAAAChAgAAZHJzL2Rvd25yZXYueG1sUEsFBgAAAAAEAAQA+QAAAJMDAAAAAA==&#10;" strokeweight="0"/>
                  <v:line id="Line 600" o:spid="_x0000_s2456" style="position:absolute;visibility:visible;mso-wrap-style:square" from="5390,3436" to="5391,3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e15sUAAADcAAAADwAAAGRycy9kb3ducmV2LnhtbESPT2vCQBTE74LfYXmCN90oNqapq0hp&#10;UW+tf6DHR/Y1Wcy+Ddmtpt/eFQSPw8z8hlmsOluLC7XeOFYwGScgiAunDZcKjofPUQbCB2SNtWNS&#10;8E8eVst+b4G5dlf+pss+lCJC2OeooAqhyaX0RUUW/dg1xNH7da3FEGVbSt3iNcJtLadJkkqLhuNC&#10;hQ29V1Sc939WgflKNy+7+en1JD82YfKTnTNjj0oNB936DUSgLjzDj/ZWK0iTG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e15sUAAADcAAAADwAAAAAAAAAA&#10;AAAAAAChAgAAZHJzL2Rvd25yZXYueG1sUEsFBgAAAAAEAAQA+QAAAJMDAAAAAA==&#10;" strokeweight="0"/>
                  <v:line id="Line 601" o:spid="_x0000_s2457" style="position:absolute;visibility:visible;mso-wrap-style:square" from="5390,3446" to="5391,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sQfcQAAADcAAAADwAAAGRycy9kb3ducmV2LnhtbESPQWvCQBSE70L/w/KE3nSjYEyjqxRp&#10;sb1pquDxkX0mi9m3IbvV9N93BcHjMDPfMMt1bxtxpc4bxwom4wQEcem04UrB4edzlIHwAVlj45gU&#10;/JGH9eplsMRcuxvv6VqESkQI+xwV1CG0uZS+rMmiH7uWOHpn11kMUXaV1B3eItw2cpokqbRoOC7U&#10;2NKmpvJS/FoFZpduZ9/z49tRfmzD5JRdMmMPSr0O+/cFiEB9eIYf7S+tIE1mcD8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WxB9xAAAANwAAAAPAAAAAAAAAAAA&#10;AAAAAKECAABkcnMvZG93bnJldi54bWxQSwUGAAAAAAQABAD5AAAAkgMAAAAA&#10;" strokeweight="0"/>
                  <v:line id="Line 602" o:spid="_x0000_s2458" style="position:absolute;visibility:visible;mso-wrap-style:square" from="5390,3457" to="5391,3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mOCsQAAADcAAAADwAAAGRycy9kb3ducmV2LnhtbESPQWvCQBSE70L/w/IK3nSjYExTVynF&#10;ot5sqtDjI/uaLGbfhuxW4793BcHjMDPfMItVbxtxps4bxwom4wQEcem04UrB4edrlIHwAVlj45gU&#10;XMnDavkyWGCu3YW/6VyESkQI+xwV1CG0uZS+rMmiH7uWOHp/rrMYouwqqTu8RLht5DRJUmnRcFyo&#10;saXPmspT8W8VmH26me3mx7ejXG/C5Dc7ZcYelBq+9h/vIAL14Rl+tLdaQZqkcD8Tj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iY4KxAAAANwAAAAPAAAAAAAAAAAA&#10;AAAAAKECAABkcnMvZG93bnJldi54bWxQSwUGAAAAAAQABAD5AAAAkgMAAAAA&#10;" strokeweight="0"/>
                  <v:line id="Line 603" o:spid="_x0000_s2459" style="position:absolute;visibility:visible;mso-wrap-style:square" from="993,1079" to="2106,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UrkcQAAADcAAAADwAAAGRycy9kb3ducmV2LnhtbESPQWvCQBSE70L/w/IK3nRjoTFNXaUU&#10;i3rTVKHHR/Y1Wcy+DdlV4793BcHjMDPfMLNFbxtxps4bxwom4wQEcem04UrB/vdnlIHwAVlj45gU&#10;XMnDYv4ymGGu3YV3dC5CJSKEfY4K6hDaXEpf1mTRj11LHL1/11kMUXaV1B1eItw28i1JUmnRcFyo&#10;saXvmspjcbIKzDZdvW+mh4+DXK7C5C87ZsbulRq+9l+fIAL14Rl+tNdaQZpM4X4mHgE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SuRxAAAANwAAAAPAAAAAAAAAAAA&#10;AAAAAKECAABkcnMvZG93bnJldi54bWxQSwUGAAAAAAQABAD5AAAAkgMAAAAA&#10;" strokeweight="0"/>
                  <v:shape id="Freeform 604" o:spid="_x0000_s2460" style="position:absolute;left:993;top:1029;width:99;height:99;visibility:visible;mso-wrap-style:square;v-text-anchor:top" coordsize="200,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ZcGMEA&#10;AADcAAAADwAAAGRycy9kb3ducmV2LnhtbERPu2rDMBTdA/kHcQvdEskZTHAimxAoKe3Q5tH91rqx&#10;3VpXRlJj9++roZDxcN7barK9uJEPnWMN2VKBIK6d6bjRcDk/LdYgQkQ22DsmDb8UoCrnsy0Wxo18&#10;pNspNiKFcChQQxvjUEgZ6pYshqUbiBN3dd5iTNA30ngcU7jt5UqpXFrsODW0ONC+pfr79GM1vE7Z&#10;F+4/8vcXZXzmPlf1YXxba/34MO02ICJN8S7+dz8bDblKa9OZdARk+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mXBjBAAAA3AAAAA8AAAAAAAAAAAAAAAAAmAIAAGRycy9kb3du&#10;cmV2LnhtbFBLBQYAAAAABAAEAPUAAACGAwAAAAA=&#10;" path="m200,l,99,200,199,100,99,200,xe" fillcolor="black" strokeweight="0">
                    <v:path arrowok="t" o:connecttype="custom" o:connectlocs="99,0;0,49;99,99;50,49;99,0" o:connectangles="0,0,0,0,0"/>
                  </v:shape>
                  <v:shape id="Freeform 605" o:spid="_x0000_s2461" style="position:absolute;left:2007;top:1029;width:99;height:99;visibility:visible;mso-wrap-style:square;v-text-anchor:top" coordsize="19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vd8QA&#10;AADcAAAADwAAAGRycy9kb3ducmV2LnhtbESPQWvCQBSE7wX/w/KEXopu9BBqdBURClWE1iieH9nn&#10;Jph9G7Jrkv57t1DocZiZb5jVZrC16Kj1lWMFs2kCgrhwumKj4HL+mLyD8AFZY+2YFPyQh8169LLC&#10;TLueT9TlwYgIYZ+hgjKEJpPSFyVZ9FPXEEfv5lqLIcrWSN1iH+G2lvMkSaXFiuNCiQ3tSiru+cMq&#10;MOHeY5q/Hb6Oh3Q+u3YG+/23Uq/jYbsEEWgI/+G/9qdWkCYL+D0Tj4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b3fEAAAA3AAAAA8AAAAAAAAAAAAAAAAAmAIAAGRycy9k&#10;b3ducmV2LnhtbFBLBQYAAAAABAAEAPUAAACJAwAAAAA=&#10;" path="m,l198,99,,199,99,99,,xe" fillcolor="black" strokeweight="0">
                    <v:path arrowok="t" o:connecttype="custom" o:connectlocs="0,0;99,49;0,99;50,49;0,0" o:connectangles="0,0,0,0,0"/>
                  </v:shape>
                  <v:line id="Line 606" o:spid="_x0000_s2462" style="position:absolute;flip:y;visibility:visible;mso-wrap-style:square" from="5408,61" to="6703,1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1Vb4AAADcAAAADwAAAGRycy9kb3ducmV2LnhtbERPTYvCMBC9C/6HMIIX0VTFItUoIizs&#10;VWvF49CMbbWZlCbW+u/NYWGPj/e93femFh21rrKsYD6LQBDnVldcKLikP9M1COeRNdaWScGHHOx3&#10;w8EWE23ffKLu7AsRQtglqKD0vkmkdHlJBt3MNsSBu9vWoA+wLaRu8R3CTS0XURRLgxWHhhIbOpaU&#10;P88vo0Cm7CavR5Z3t1V6ze64tDZjpcaj/rAB4an3/+I/969WEM/D/HAmHAG5+w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z/VVvgAAANwAAAAPAAAAAAAAAAAAAAAAAKEC&#10;AABkcnMvZG93bnJldi54bWxQSwUGAAAAAAQABAD5AAAAjAMAAAAA&#10;" strokeweight="0">
                    <v:stroke dashstyle="3 1 1 1"/>
                  </v:line>
                </v:group>
                <v:shape id="Freeform 607" o:spid="_x0000_s2463" style="position:absolute;left:24904;top:13785;width:4680;height:3982;visibility:visible;mso-wrap-style:square;v-text-anchor:top" coordsize="1476,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uIsQA&#10;AADcAAAADwAAAGRycy9kb3ducmV2LnhtbESPwWrDMBBE74X8g9hCL6WRnRYT3CjGCQR66cFOPmCx&#10;1pYba2UsJXb/vioUehxm5g2zKxY7iDtNvnesIF0nIIgbp3vuFFzOp5ctCB+QNQ6OScE3eSj2q4cd&#10;5trNXNG9Dp2IEPY5KjAhjLmUvjFk0a/dSBy91k0WQ5RTJ/WEc4TbQW6SJJMWe44LBkc6Gmqu9c0q&#10;qO3rGx4WqkZTfZZz+pxUX+1VqafHpXwHEWgJ/+G/9odWkKUp/J6JR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5riLEAAAA3AAAAA8AAAAAAAAAAAAAAAAAmAIAAGRycy9k&#10;b3ducmV2LnhtbFBLBQYAAAAABAAEAPUAAACJAwAAAAA=&#10;" path="m,1256r83,-31l167,1192r74,-32l318,1127r76,-33l464,1061r73,-36l604,988r66,-36l730,915r62,-36l850,840r54,-38l957,764r51,-40l1057,684r46,-39l1147,605r40,-43l1227,523r33,-44l1294,436r29,-39l1353,354r23,-42l1400,265r20,-43l1436,179r13,-44l1462,89r7,-42l1476,e" filled="f" strokeweight="0">
                  <v:path arrowok="t" o:connecttype="custom" o:connectlocs="0,398145;26317,388318;52951,377857;76414,367714;100828,357253;124925,346792;147120,336331;170266,324919;191510,313190;212437,301779;231461,290050;251119,278638;269509,266275;286631,254230;303436,242184;319606,229504;335143,216824;349728,204461;363679,191782;376362,178151;389045,165788;399508,151840;410288,138210;419483,125847;428995,112216;436288,98902;443898,84004;450239,70373;455312,56742;459434,42794;463556,28213;465776,14899;467995,0" o:connectangles="0,0,0,0,0,0,0,0,0,0,0,0,0,0,0,0,0,0,0,0,0,0,0,0,0,0,0,0,0,0,0,0,0"/>
                </v:shape>
                <v:shape id="Freeform 608" o:spid="_x0000_s2464" style="position:absolute;left:24866;top:17246;width:705;height:584;visibility:visible;mso-wrap-style:square;v-text-anchor:top" coordsize="222,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9TtMUA&#10;AADcAAAADwAAAGRycy9kb3ducmV2LnhtbESPQWvCQBSE7wX/w/KE3uomOYikrlIEwUtKTVvQ2yP7&#10;TEKzb8PuGtP8elco9DjMzDfMejuaTgzkfGtZQbpIQBBXVrdcK/j63L+sQPiArLGzTAp+ycN2M3ta&#10;Y67tjY80lKEWEcI+RwVNCH0upa8aMugXtieO3sU6gyFKV0vt8BbhppNZkiylwZbjQoM97Rqqfsqr&#10;UUDFx7s7rc5FejkOsp3Ow2n6lko9z8e3VxCBxvAf/msftIJlmsHjTD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H1O0xQAAANwAAAAPAAAAAAAAAAAAAAAAAJgCAABkcnMv&#10;ZG93bnJldi54bWxQSwUGAAAAAAQABAD1AAAAigMAAAAA&#10;" path="m146,l,168r222,17l93,128,146,xe" fillcolor="black" strokeweight="0">
                  <v:path arrowok="t" o:connecttype="custom" o:connectlocs="46355,0;0,53052;70485,58420;29528,40420;46355,0" o:connectangles="0,0,0,0,0"/>
                </v:shape>
                <v:shape id="Freeform 609" o:spid="_x0000_s2465" style="position:absolute;left:29114;top:13785;width:604;height:693;visibility:visible;mso-wrap-style:square;v-text-anchor:top" coordsize="190,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yZ8UA&#10;AADcAAAADwAAAGRycy9kb3ducmV2LnhtbESP0WrCQBRE3wv+w3IFX0Q3WpAaXUUiQij0odoPuGav&#10;STB7N+yuSezXdwuFPg4zc4bZ7gfTiI6cry0rWMwTEMSF1TWXCr4up9kbCB+QNTaWScGTPOx3o5ct&#10;ptr2/EndOZQiQtinqKAKoU2l9EVFBv3ctsTRu1lnMETpSqkd9hFuGrlMkpU0WHNcqLClrKLifn4Y&#10;Betr1797nF7cB2eHLM+/p6E4KjUZD4cNiEBD+A//tXOtYLV4hd8z8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LJnxQAAANwAAAAPAAAAAAAAAAAAAAAAAJgCAABkcnMv&#10;ZG93bnJldi54bWxQSwUGAAAAAAQABAD1AAAAigMAAAAA&#10;" path="m,166l149,r41,219l122,96,,166xe" fillcolor="black" strokeweight="0">
                  <v:path arrowok="t" o:connecttype="custom" o:connectlocs="0,52464;47308,0;60325,69215;38735,30341;0,52464" o:connectangles="0,0,0,0,0"/>
                </v:shape>
                <v:rect id="Rectangle 610" o:spid="_x0000_s2466" style="position:absolute;left:28333;top:11804;width:52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PiVcEA&#10;AADcAAAADwAAAGRycy9kb3ducmV2LnhtbESPzYoCMRCE7wu+Q2jB25pRRGQ0igiCK3tx9AGaSc8P&#10;Jp0hic7s25sFwWNRVV9Rm91gjXiSD61jBbNpBoK4dLrlWsHtevxegQgRWaNxTAr+KMBuO/raYK5d&#10;zxd6FrEWCcIhRwVNjF0uZSgbshimriNOXuW8xZikr6X22Ce4NXKeZUtpseW00GBHh4bKe/GwCuS1&#10;OParwvjMnefVr/k5XSpySk3Gw34NItIQP+F3+6QVLGc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T4lXBAAAA3AAAAA8AAAAAAAAAAAAAAAAAmAIAAGRycy9kb3du&#10;cmV2LnhtbFBLBQYAAAAABAAEAPUAAACGAwAAAAA=&#10;" filled="f" stroked="f">
                  <v:textbox style="mso-fit-shape-to-text:t" inset="0,0,0,0">
                    <w:txbxContent>
                      <w:p w:rsidR="008454D7" w:rsidRDefault="008454D7" w:rsidP="008454D7">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v:textbox>
                </v:rect>
                <v:rect id="Rectangle 611" o:spid="_x0000_s2467" style="position:absolute;left:29368;top:11804;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9HzsEA&#10;AADcAAAADwAAAGRycy9kb3ducmV2LnhtbESPzYoCMRCE7wu+Q2jB25pRUGQ0igiCK3tx9AGaSc8P&#10;Jp0hic7s25sFwWNRVV9Rm91gjXiSD61jBbNpBoK4dLrlWsHtevxegQgRWaNxTAr+KMBuO/raYK5d&#10;zxd6FrEWCcIhRwVNjF0uZSgbshimriNOXuW8xZikr6X22Ce4NXKeZUtpseW00GBHh4bKe/GwCuS1&#10;OParwvjMnefVr/k5XSpySk3Gw34NItIQP+F3+6QVLGc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0fR87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612" o:spid="_x0000_s2468" style="position:absolute;left:30270;top:11804;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3ZucEA&#10;AADcAAAADwAAAGRycy9kb3ducmV2LnhtbESPzYoCMRCE74LvEFrYm2b0MMhoFBEElb047gM0k54f&#10;TDpDEp3x7c3Cwh6LqvqK2u5Ha8SLfOgcK1guMhDEldMdNwp+7qf5GkSIyBqNY1LwpgD73XSyxUK7&#10;gW/0KmMjEoRDgQraGPtCylC1ZDEsXE+cvNp5izFJ30jtcUhwa+Qqy3JpseO00GJPx5aqR/m0CuS9&#10;PA3r0vjMXVf1t7mcbzU5pb5m42EDItIY/8N/7bNWkC9z+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N2bn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613" o:spid="_x0000_s2469" style="position:absolute;left:30321;top:11804;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8IsIA&#10;AADcAAAADwAAAGRycy9kb3ducmV2LnhtbESPzYoCMRCE78K+Q2jBm5PRgyuzRlkEQcWL4z5AM+n5&#10;YZPOkGSd8e2NIOyxqKqvqM1utEbcyYfOsYJFloMgrpzuuFHwczvM1yBCRNZoHJOCBwXYbT8mGyy0&#10;G/hK9zI2IkE4FKigjbEvpAxVSxZD5nri5NXOW4xJ+kZqj0OCWyOXeb6SFjtOCy32tG+p+i3/rAJ5&#10;Kw/DujQ+d+dlfTGn47Ump9RsOn5/gYg0xv/wu33UClaLT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gXwiwgAAANwAAAAPAAAAAAAAAAAAAAAAAJgCAABkcnMvZG93&#10;bnJldi54bWxQSwUGAAAAAAQABAD1AAAAhwMAAAAA&#10;" filled="f" stroked="f">
                  <v:textbox style="mso-fit-shape-to-text:t" inset="0,0,0,0">
                    <w:txbxContent>
                      <w:p w:rsidR="008454D7" w:rsidRDefault="008454D7" w:rsidP="008454D7">
                        <w:r>
                          <w:rPr>
                            <w:rFonts w:ascii="Helvetica" w:hAnsi="Helvetica" w:cs="Helvetica"/>
                            <w:b/>
                            <w:bCs/>
                            <w:color w:val="000000"/>
                            <w:sz w:val="14"/>
                            <w:szCs w:val="14"/>
                            <w:lang w:val="en-US"/>
                          </w:rPr>
                          <w:t>5º</w:t>
                        </w:r>
                      </w:p>
                    </w:txbxContent>
                  </v:textbox>
                </v:rect>
                <v:rect id="Rectangle 614" o:spid="_x0000_s2470" style="position:absolute;left:27806;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7oUL8A&#10;AADcAAAADwAAAGRycy9kb3ducmV2LnhtbERPy4rCMBTdC/5DuMLsbFoXItVYRBAcmY11PuDS3D4w&#10;uSlJxta/nywGZnk470M1WyNe5MPgWEGR5SCIG6cH7hR8Py7rHYgQkTUax6TgTQGq43JxwFK7ie/0&#10;qmMnUgiHEhX0MY6llKHpyWLI3EicuNZ5izFB30ntcUrh1shNnm+lxYFTQ48jnXtqnvWPVSAf9WXa&#10;1cbn7rZpv8zn9d6SU+pjNZ/2ICLN8V/8575qBdsirU1n0hGQx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HuhQvwAAANwAAAAPAAAAAAAAAAAAAAAAAJgCAABkcnMvZG93bnJl&#10;di54bWxQSwUGAAAAAAQABAD1AAAAhAMAAAAA&#10;" filled="f" stroked="f">
                  <v:textbox style="mso-fit-shape-to-text:t" inset="0,0,0,0">
                    <w:txbxContent>
                      <w:p w:rsidR="008454D7" w:rsidRDefault="008454D7" w:rsidP="008454D7">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v:textbox>
                </v:rect>
                <v:rect id="Rectangle 615" o:spid="_x0000_s2471" style="position:absolute;left:28841;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Ny8IA&#10;AADcAAAADwAAAGRycy9kb3ducmV2LnhtbESPzYoCMRCE78K+Q2jBm5PRg7izRlkEQcWL4z5AM+n5&#10;YZPOkGSd8e2NIOyxqKqvqM1utEbcyYfOsYJFloMgrpzuuFHwczvM1yBCRNZoHJOCBwXYbT8mGyy0&#10;G/hK9zI2IkE4FKigjbEvpAxVSxZD5nri5NXOW4xJ+kZqj0OCWyOXeb6SFjtOCy32tG+p+i3/rAJ5&#10;Kw/DujQ+d+dlfTGn47Ump9RsOn5/gYg0xv/wu33UClaLT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Uk3LwgAAANwAAAAPAAAAAAAAAAAAAAAAAJgCAABkcnMvZG93&#10;bnJldi54bWxQSwUGAAAAAAQABAD1AAAAhwM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616" o:spid="_x0000_s2472" style="position:absolute;left:29730;top:17075;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Qu678A&#10;AADcAAAADwAAAGRycy9kb3ducmV2LnhtbERPy4rCMBTdC/MP4Q6403S6EKlGGQYKHXFj9QMuze2D&#10;SW5KkrH1781CcHk47/1xtkbcyYfBsYKvdQaCuHF64E7B7VqutiBCRNZoHJOCBwU4Hj4Weyy0m/hC&#10;9zp2IoVwKFBBH+NYSBmaniyGtRuJE9c6bzEm6DupPU4p3BqZZ9lGWhw4NfQ40k9PzV/9bxXIa11O&#10;29r4zJ3y9mx+q0tLTqnl5/y9AxFpjm/xy11pBZs8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BC7rvwAAANwAAAAPAAAAAAAAAAAAAAAAAJgCAABkcnMvZG93bnJl&#10;di54bWxQSwUGAAAAAAQABAD1AAAAhAM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617" o:spid="_x0000_s2473" style="position:absolute;left:29781;top:17075;width:81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LcMEA&#10;AADcAAAADwAAAGRycy9kb3ducmV2LnhtbESPzYoCMRCE74LvEFrYm2acg8hoFBEElb047gM0k54f&#10;TDpDEp3x7c3Cwh6LqvqK2u5Ha8SLfOgcK1guMhDEldMdNwp+7qf5GkSIyBqNY1LwpgD73XSyxUK7&#10;gW/0KmMjEoRDgQraGPtCylC1ZDEsXE+cvNp5izFJ30jtcUhwa2SeZStpseO00GJPx5aqR/m0CuS9&#10;PA3r0vjMXfP621zOt5qcUl+z8bABEWmM/+G/9lkrWOV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Ii3D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5º</w:t>
                        </w:r>
                      </w:p>
                    </w:txbxContent>
                  </v:textbox>
                </v:rect>
                <v:rect id="Rectangle 618" o:spid="_x0000_s2474" style="position:absolute;left:35661;top:25736;width:54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oVB8EA&#10;AADcAAAADwAAAGRycy9kb3ducmV2LnhtbESPzYoCMRCE74LvEFrYm2acg8hoFBEEV/biuA/QTHp+&#10;MOkMSXRm394Iwh6LqvqK2u5Ha8STfOgcK1guMhDEldMdNwp+b6f5GkSIyBqNY1LwRwH2u+lki4V2&#10;A1/pWcZGJAiHAhW0MfaFlKFqyWJYuJ44ebXzFmOSvpHa45Dg1sg8y1bSYsdpocWeji1V9/JhFchb&#10;eRrWpfGZu+T1j/k+X2tySn3NxsMGRKQx/oc/7bNWsMpz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aFQf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F </w:t>
                        </w:r>
                      </w:p>
                    </w:txbxContent>
                  </v:textbox>
                </v:rect>
                <v:rect id="Rectangle 619" o:spid="_x0000_s2475" style="position:absolute;left:36258;top:25736;width:52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awnMEA&#10;AADcAAAADwAAAGRycy9kb3ducmV2LnhtbESP3YrCMBSE7xd8h3AWvFvTrSB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WsJz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620" o:spid="_x0000_s2476" style="position:absolute;left:36830;top:25812;width:1689;height:1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97TMQA&#10;AADcAAAADwAAAGRycy9kb3ducmV2LnhtbESPT4vCMBTE74LfITzBm6aKiFajiLrocf0D6u3RPNti&#10;81KarK1++o2wsMdhZn7DzJeNKcSTKpdbVjDoRyCIE6tzThWcT1+9CQjnkTUWlknBixwsF+3WHGNt&#10;az7Q8+hTESDsYlSQeV/GUrokI4Oub0vi4N1tZdAHWaVSV1gHuCnkMIrG0mDOYSHDktYZJY/jj1Gw&#10;m5Sr696+67TY3naX78t0c5p6pbqdZjUD4anx/+G/9l4rGA9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0zEAAAA3AAAAA8AAAAAAAAAAAAAAAAAmAIAAGRycy9k&#10;b3ducmV2LnhtbFBLBQYAAAAABAAEAPUAAACJAwAAAAA=&#10;" filled="f" stroked="f">
                  <v:textbox inset="0,0,0,0">
                    <w:txbxContent>
                      <w:p w:rsidR="008454D7" w:rsidRDefault="008454D7" w:rsidP="008454D7">
                        <w:pPr>
                          <w:rPr>
                            <w:b/>
                          </w:rPr>
                        </w:pPr>
                        <w:r>
                          <w:rPr>
                            <w:rFonts w:ascii="Helvetica" w:hAnsi="Helvetica" w:cs="Helvetica"/>
                            <w:b/>
                            <w:bCs/>
                            <w:color w:val="000000"/>
                            <w:sz w:val="14"/>
                            <w:szCs w:val="14"/>
                            <w:lang w:val="en-US"/>
                          </w:rPr>
                          <w:t xml:space="preserve">10 </w:t>
                        </w:r>
                      </w:p>
                    </w:txbxContent>
                  </v:textbox>
                </v:rect>
                <v:rect id="Rectangle 621" o:spid="_x0000_s2477" style="position:absolute;left:38042;top:25736;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ONc8EA&#10;AADcAAAADwAAAGRycy9kb3ducmV2LnhtbESP3YrCMBSE7xd8h3AWvFvTLShSjbIsCCp7Y/UBDs3p&#10;DyYnJYm2vr1ZELwcZuYbZr0drRF38qFzrOB7loEgrpzuuFFwOe++liBCRNZoHJOCBwXYbiYfayy0&#10;G/hE9zI2IkE4FKigjbEvpAxVSxbDzPXEyaudtxiT9I3UHocEt0bmWbaQFjtOCy329NtSdS1vVoE8&#10;l7thWRqfuWNe/5nD/lSTU2r6Of6sQEQa4zv8au+1gkU+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zjXP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622" o:spid="_x0000_s2478" style="position:absolute;left:38779;top:25736;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ETBMEA&#10;AADcAAAADwAAAGRycy9kb3ducmV2LnhtbESP3YrCMBSE7xd8h3AWvFvT7UWRapRlQXDFG6sPcGhO&#10;fzA5KUm03bc3guDlMDPfMOvtZI24kw+9YwXfiwwEce10z62Cy3n3tQQRIrJG45gU/FOA7Wb2scZS&#10;u5FPdK9iKxKEQ4kKuhiHUspQd2QxLNxAnLzGeYsxSd9K7XFMcGtknmWFtNhzWuhwoN+O6mt1swrk&#10;udqNy8r4zB3y5mj+9qeGnFLzz+lnBSLSFN/hV3uvFRR5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hEwT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623" o:spid="_x0000_s2479" style="position:absolute;left:38830;top:25736;width:123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22n8IA&#10;AADcAAAADwAAAGRycy9kb3ducmV2LnhtbESPzYoCMRCE78K+Q2hhb5pxDq6MRhFBcMWLow/QTHp+&#10;MOkMSdaZfXuzIOyxqKqvqM1utEY8yYfOsYLFPANBXDndcaPgfjvOViBCRNZoHJOCXwqw235MNlho&#10;N/CVnmVsRIJwKFBBG2NfSBmqliyGueuJk1c7bzEm6RupPQ4Jbo3Ms2wpLXacFlrs6dBS9Sh/rAJ5&#10;K4/DqjQ+c+e8vpjv07Ump9TndNyvQUQa43/43T5pBcv8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bafwgAAANwAAAAPAAAAAAAAAAAAAAAAAJgCAABkcnMvZG93&#10;bnJldi54bWxQSwUGAAAAAAQABAD1AAAAhwMAAAAA&#10;" filled="f" stroked="f">
                  <v:textbox style="mso-fit-shape-to-text:t" inset="0,0,0,0">
                    <w:txbxContent>
                      <w:p w:rsidR="008454D7" w:rsidRDefault="008454D7" w:rsidP="008454D7">
                        <w:r>
                          <w:rPr>
                            <w:rFonts w:ascii="Helvetica" w:hAnsi="Helvetica" w:cs="Helvetica"/>
                            <w:b/>
                            <w:bCs/>
                            <w:color w:val="000000"/>
                            <w:sz w:val="14"/>
                            <w:szCs w:val="14"/>
                            <w:lang w:val="en-US"/>
                          </w:rPr>
                          <w:t>0.1</w:t>
                        </w:r>
                      </w:p>
                    </w:txbxContent>
                  </v:textbox>
                </v:rect>
                <v:rect id="Rectangle 624" o:spid="_x0000_s2480" style="position:absolute;left:41255;top:25736;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Ii7b8A&#10;AADcAAAADwAAAGRycy9kb3ducmV2LnhtbERPy4rCMBTdC/MP4Q6403S6EKlGGQYKHXFj9QMuze2D&#10;SW5KkrH1781CcHk47/1xtkbcyYfBsYKvdQaCuHF64E7B7VqutiBCRNZoHJOCBwU4Hj4Weyy0m/hC&#10;9zp2IoVwKFBBH+NYSBmaniyGtRuJE9c6bzEm6DupPU4p3BqZZ9lGWhw4NfQ40k9PzV/9bxXIa11O&#10;29r4zJ3y9mx+q0tLTqnl5/y9AxFpjm/xy11pBZs8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ciLtvwAAANwAAAAPAAAAAAAAAAAAAAAAAJgCAABkcnMvZG93bnJl&#10;di54bWxQSwUGAAAAAAQABAD1AAAAhAM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 </w:t>
                        </w:r>
                      </w:p>
                    </w:txbxContent>
                  </v:textbox>
                </v:rect>
                <v:rect id="Rectangle 625" o:spid="_x0000_s2481" style="position:absolute;left:41306;top:25736;width:6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6HdsIA&#10;AADcAAAADwAAAGRycy9kb3ducmV2LnhtbESPzYoCMRCE7wv7DqGFva0Z5yDuaBQRBBUvjj5AM+n5&#10;waQzJFlnfHuzIOyxqKqvqNVmtEY8yIfOsYLZNANBXDndcaPgdt1/L0CEiKzROCYFTwqwWX9+rLDQ&#10;buALPcrYiAThUKCCNsa+kDJULVkMU9cTJ6923mJM0jdSexwS3BqZZ9lcWuw4LbTY066l6l7+WgXy&#10;Wu6HRWl85k55fTbHw6Ump9TXZNwuQUQa43/43T5oBfP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Pod2wgAAANwAAAAPAAAAAAAAAAAAAAAAAJgCAABkcnMvZG93&#10;bnJldi54bWxQSwUGAAAAAAQABAD1AAAAhwMAAAAA&#10;" filled="f" stroked="f">
                  <v:textbox style="mso-fit-shape-to-text:t" inset="0,0,0,0">
                    <w:txbxContent>
                      <w:p w:rsidR="008454D7" w:rsidRDefault="008454D7" w:rsidP="008454D7">
                        <w:r>
                          <w:rPr>
                            <w:rFonts w:ascii="Helvetica" w:hAnsi="Helvetica" w:cs="Helvetica"/>
                            <w:b/>
                            <w:bCs/>
                            <w:color w:val="000000"/>
                            <w:sz w:val="14"/>
                            <w:szCs w:val="14"/>
                            <w:lang w:val="en-US"/>
                          </w:rPr>
                          <w:t>N</w:t>
                        </w:r>
                      </w:p>
                    </w:txbxContent>
                  </v:textbox>
                </v:rect>
                <v:rect id="Rectangle 626" o:spid="_x0000_s2482" style="position:absolute;left:6731;top:7708;width:187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24NsAA&#10;AADcAAAADwAAAGRycy9kb3ducmV2LnhtbERPS2rDMBDdF3IHMYHuGjku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24NsAAAADc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total</w:t>
                        </w:r>
                        <w:proofErr w:type="gramEnd"/>
                        <w:r>
                          <w:rPr>
                            <w:rFonts w:ascii="Helvetica" w:hAnsi="Helvetica" w:cs="Helvetica"/>
                            <w:b/>
                            <w:bCs/>
                            <w:color w:val="000000"/>
                            <w:sz w:val="14"/>
                            <w:szCs w:val="14"/>
                            <w:lang w:val="en-US"/>
                          </w:rPr>
                          <w:t xml:space="preserve"> </w:t>
                        </w:r>
                      </w:p>
                    </w:txbxContent>
                  </v:textbox>
                </v:rect>
                <v:rect id="Rectangle 627" o:spid="_x0000_s2483" style="position:absolute;left:8464;top:7708;width:267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EdrcEA&#10;AADcAAAADwAAAGRycy9kb3ducmV2LnhtbESPzYoCMRCE7wu+Q2jB25pRQW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RHa3BAAAA3AAAAA8AAAAAAAAAAAAAAAAAmAIAAGRycy9kb3du&#10;cmV2LnhtbFBLBQYAAAAABAAEAPUAAACGAw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travel</w:t>
                        </w:r>
                        <w:proofErr w:type="gramEnd"/>
                        <w:r>
                          <w:rPr>
                            <w:rFonts w:ascii="Helvetica" w:hAnsi="Helvetica" w:cs="Helvetica"/>
                            <w:b/>
                            <w:bCs/>
                            <w:color w:val="000000"/>
                            <w:sz w:val="14"/>
                            <w:szCs w:val="14"/>
                            <w:lang w:val="en-US"/>
                          </w:rPr>
                          <w:t>:</w:t>
                        </w:r>
                      </w:p>
                    </w:txbxContent>
                  </v:textbox>
                </v:rect>
                <v:rect id="Rectangle 628" o:spid="_x0000_s2484" style="position:absolute;left:6731;top:8845;width:148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2sEA&#10;AADcAAAADwAAAGRycy9kb3ducmV2LnhtbESP3YrCMBSE7xd8h3AWvFvTrSB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Dg9r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300 </w:t>
                        </w:r>
                      </w:p>
                    </w:txbxContent>
                  </v:textbox>
                </v:rect>
                <v:rect id="Rectangle 629" o:spid="_x0000_s2485" style="position:absolute;left:8261;top:884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8mQcEA&#10;AADcAAAADwAAAGRycy9kb3ducmV2LnhtbESPzYoCMRCE7wu+Q2jB25pRQW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PJkH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lang w:val="en-US"/>
                          </w:rPr>
                          <w:t>±</w:t>
                        </w:r>
                      </w:p>
                    </w:txbxContent>
                  </v:textbox>
                </v:rect>
                <v:rect id="Rectangle 630" o:spid="_x0000_s2486" style="position:absolute;left:9842;top:8845;width:99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a+NcIA&#10;AADcAAAADwAAAGRycy9kb3ducmV2LnhtbESPzYoCMRCE74LvEFrwphl1E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5r41wgAAANwAAAAPAAAAAAAAAAAAAAAAAJgCAABkcnMvZG93&#10;bnJldi54bWxQSwUGAAAAAAQABAD1AAAAhwMAAAAA&#10;" filled="f" stroked="f">
                  <v:textbox style="mso-fit-shape-to-text:t" inset="0,0,0,0">
                    <w:txbxContent>
                      <w:p w:rsidR="008454D7" w:rsidRDefault="008454D7" w:rsidP="008454D7">
                        <w:r>
                          <w:rPr>
                            <w:rFonts w:ascii="Helvetica" w:hAnsi="Helvetica" w:cs="Helvetica"/>
                            <w:b/>
                            <w:bCs/>
                            <w:color w:val="000000"/>
                            <w:sz w:val="14"/>
                            <w:szCs w:val="14"/>
                            <w:lang w:val="en-US"/>
                          </w:rPr>
                          <w:t xml:space="preserve">20 </w:t>
                        </w:r>
                      </w:p>
                    </w:txbxContent>
                  </v:textbox>
                </v:rect>
                <v:rect id="Rectangle 631" o:spid="_x0000_s2487" style="position:absolute;left:10877;top:8845;width:158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brsIA&#10;AADcAAAADwAAAGRycy9kb3ducmV2LnhtbESPzYoCMRCE74LvEFrwphmVF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qhuuwgAAANwAAAAPAAAAAAAAAAAAAAAAAJgCAABkcnMvZG93&#10;bnJldi54bWxQSwUGAAAAAAQABAD1AAAAhwMAAAAA&#10;" filled="f" stroked="f">
                  <v:textbox style="mso-fit-shape-to-text:t" inset="0,0,0,0">
                    <w:txbxContent>
                      <w:p w:rsidR="008454D7" w:rsidRDefault="008454D7" w:rsidP="008454D7">
                        <w:proofErr w:type="gramStart"/>
                        <w:r>
                          <w:rPr>
                            <w:rFonts w:ascii="Helvetica" w:hAnsi="Helvetica" w:cs="Helvetica"/>
                            <w:b/>
                            <w:bCs/>
                            <w:color w:val="000000"/>
                            <w:sz w:val="14"/>
                            <w:szCs w:val="14"/>
                            <w:lang w:val="en-US"/>
                          </w:rPr>
                          <w:t>mm</w:t>
                        </w:r>
                        <w:proofErr w:type="gramEnd"/>
                      </w:p>
                    </w:txbxContent>
                  </v:textbox>
                </v:rect>
                <v:rect id="Rectangle 632" o:spid="_x0000_s2488" style="position:absolute;left:6673;top:22726;width:182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F2cEA&#10;AADcAAAADwAAAGRycy9kb3ducmV2LnhtbESP3YrCMBSE7xd8h3AE79ZUh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4hdnBAAAA3AAAAA8AAAAAAAAAAAAAAAAAmAIAAGRycy9kb3du&#10;cmV2LnhtbFBLBQYAAAAABAAEAPUAAACGAwAAAAA=&#10;" filled="f" stroked="f">
                  <v:textbox style="mso-fit-shape-to-text:t" inset="0,0,0,0">
                    <w:txbxContent>
                      <w:p w:rsidR="008454D7" w:rsidRDefault="008454D7" w:rsidP="008454D7">
                        <w:r>
                          <w:rPr>
                            <w:rFonts w:ascii="Helvetica" w:hAnsi="Helvetica" w:cs="Helvetica"/>
                            <w:b/>
                            <w:bCs/>
                            <w:color w:val="000000"/>
                            <w:sz w:val="14"/>
                            <w:szCs w:val="14"/>
                            <w:u w:val="single"/>
                            <w:lang w:val="en-US"/>
                          </w:rPr>
                          <w:t xml:space="preserve">Test </w:t>
                        </w:r>
                      </w:p>
                    </w:txbxContent>
                  </v:textbox>
                </v:rect>
                <v:rect id="Rectangle 633" o:spid="_x0000_s2489" style="position:absolute;left:8458;top:22726;width:793;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QgQsIA&#10;AADcAAAADwAAAGRycy9kb3ducmV2LnhtbESPzYoCMRCE74LvEFrYm2ZUc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CBCwgAAANwAAAAPAAAAAAAAAAAAAAAAAJgCAABkcnMvZG93&#10;bnJldi54bWxQSwUGAAAAAAQABAD1AAAAhwM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in</w:t>
                        </w:r>
                        <w:proofErr w:type="gramEnd"/>
                        <w:r>
                          <w:rPr>
                            <w:rFonts w:ascii="Helvetica" w:hAnsi="Helvetica" w:cs="Helvetica"/>
                            <w:b/>
                            <w:bCs/>
                            <w:color w:val="000000"/>
                            <w:sz w:val="14"/>
                            <w:szCs w:val="14"/>
                            <w:u w:val="single"/>
                            <w:lang w:val="en-US"/>
                          </w:rPr>
                          <w:t xml:space="preserve"> </w:t>
                        </w:r>
                      </w:p>
                    </w:txbxContent>
                  </v:textbox>
                </v:rect>
                <v:rect id="Rectangle 634" o:spid="_x0000_s2490" style="position:absolute;left:9201;top:22726;width:49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u0MMAA&#10;AADcAAAADwAAAGRycy9kb3ducmV2LnhtbERPS2rDMBDdF3IHMYHuGjkuBO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u0MMAAAADc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a</w:t>
                        </w:r>
                        <w:proofErr w:type="gramEnd"/>
                        <w:r>
                          <w:rPr>
                            <w:rFonts w:ascii="Helvetica" w:hAnsi="Helvetica" w:cs="Helvetica"/>
                            <w:b/>
                            <w:bCs/>
                            <w:color w:val="000000"/>
                            <w:sz w:val="14"/>
                            <w:szCs w:val="14"/>
                            <w:u w:val="single"/>
                            <w:lang w:val="en-US"/>
                          </w:rPr>
                          <w:t xml:space="preserve"> </w:t>
                        </w:r>
                      </w:p>
                    </w:txbxContent>
                  </v:textbox>
                </v:rect>
                <v:rect id="Rectangle 635" o:spid="_x0000_s2491" style="position:absolute;left:9747;top:22726;width:237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Rq8IA&#10;AADcAAAADwAAAGRycy9kb3ducmV2LnhtbESPzYoCMRCE74LvEFrwphkV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5xGrwgAAANwAAAAPAAAAAAAAAAAAAAAAAJgCAABkcnMvZG93&#10;bnJldi54bWxQSwUGAAAAAAQABAD1AAAAhwM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guide</w:t>
                        </w:r>
                        <w:proofErr w:type="gramEnd"/>
                        <w:r>
                          <w:rPr>
                            <w:rFonts w:ascii="Helvetica" w:hAnsi="Helvetica" w:cs="Helvetica"/>
                            <w:b/>
                            <w:bCs/>
                            <w:color w:val="000000"/>
                            <w:sz w:val="14"/>
                            <w:szCs w:val="14"/>
                            <w:u w:val="single"/>
                            <w:lang w:val="en-US"/>
                          </w:rPr>
                          <w:t xml:space="preserve"> </w:t>
                        </w:r>
                      </w:p>
                    </w:txbxContent>
                  </v:textbox>
                </v:rect>
                <v:rect id="Rectangle 636" o:spid="_x0000_s2492" style="position:absolute;left:11969;top:22726;width:8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or</w:t>
                        </w:r>
                        <w:proofErr w:type="gramEnd"/>
                        <w:r>
                          <w:rPr>
                            <w:rFonts w:ascii="Helvetica" w:hAnsi="Helvetica" w:cs="Helvetica"/>
                            <w:b/>
                            <w:bCs/>
                            <w:color w:val="000000"/>
                            <w:sz w:val="14"/>
                            <w:szCs w:val="14"/>
                            <w:u w:val="single"/>
                            <w:lang w:val="en-US"/>
                          </w:rPr>
                          <w:t xml:space="preserve"> </w:t>
                        </w:r>
                      </w:p>
                    </w:txbxContent>
                  </v:textbox>
                </v:rect>
                <v:rect id="Rectangle 637" o:spid="_x0000_s2493" style="position:absolute;left:12807;top:22726;width:257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u0MEA&#10;AADcAAAADwAAAGRycy9kb3ducmV2LnhtbESPzYoCMRCE7wu+Q2jB25pRRG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btDBAAAA3AAAAA8AAAAAAAAAAAAAAAAAmAIAAGRycy9kb3du&#10;cmV2LnhtbFBLBQYAAAAABAAEAPUAAACGAwAAAAA=&#10;" filled="f" stroked="f">
                  <v:textbox style="mso-fit-shape-to-text:t" inset="0,0,0,0">
                    <w:txbxContent>
                      <w:p w:rsidR="008454D7" w:rsidRDefault="008454D7" w:rsidP="008454D7">
                        <w:proofErr w:type="gramStart"/>
                        <w:r>
                          <w:rPr>
                            <w:rFonts w:ascii="Helvetica" w:hAnsi="Helvetica" w:cs="Helvetica"/>
                            <w:b/>
                            <w:bCs/>
                            <w:color w:val="000000"/>
                            <w:sz w:val="14"/>
                            <w:szCs w:val="14"/>
                            <w:u w:val="single"/>
                            <w:lang w:val="en-US"/>
                          </w:rPr>
                          <w:t>pulley</w:t>
                        </w:r>
                        <w:proofErr w:type="gramEnd"/>
                      </w:p>
                    </w:txbxContent>
                  </v:textbox>
                </v:rect>
                <w10:anchorlock/>
              </v:group>
            </w:pict>
          </mc:Fallback>
        </mc:AlternateContent>
      </w:r>
    </w:p>
    <w:p w:rsidR="00155C87" w:rsidRDefault="00155C87" w:rsidP="008454D7">
      <w:pPr>
        <w:pStyle w:val="SingleTxtG"/>
        <w:ind w:left="2268" w:hanging="2268"/>
      </w:pPr>
    </w:p>
    <w:p w:rsidR="000949A5" w:rsidRDefault="008454D7" w:rsidP="006465E2">
      <w:pPr>
        <w:pStyle w:val="SingleTxtG"/>
        <w:ind w:left="2268" w:hanging="1134"/>
      </w:pPr>
      <w:r w:rsidRPr="00DA37F1">
        <w:t xml:space="preserve">Where </w:t>
      </w:r>
      <w:r w:rsidRPr="00DA37F1">
        <w:rPr>
          <w:rFonts w:ascii="Calibri" w:hAnsi="Calibri"/>
        </w:rPr>
        <w:t>α and β</w:t>
      </w:r>
      <w:r w:rsidRPr="00DA37F1">
        <w:t xml:space="preserve"> reproduce the angles as in the real inst</w:t>
      </w:r>
      <w:r w:rsidR="006465E2">
        <w:t>allation (in three dimensions).</w:t>
      </w:r>
      <w:r w:rsidR="000949A5">
        <w:t xml:space="preserve"> </w:t>
      </w:r>
    </w:p>
    <w:p w:rsidR="000949A5" w:rsidRDefault="00DF7FC0" w:rsidP="007068CF">
      <w:pPr>
        <w:suppressAutoHyphens w:val="0"/>
        <w:autoSpaceDE w:val="0"/>
        <w:autoSpaceDN w:val="0"/>
        <w:adjustRightInd w:val="0"/>
        <w:spacing w:before="240" w:line="240" w:lineRule="auto"/>
        <w:ind w:left="1134"/>
      </w:pPr>
      <w:r>
        <w:rPr>
          <w:noProof/>
          <w:lang w:eastAsia="en-GB"/>
        </w:rPr>
        <w:drawing>
          <wp:inline distT="0" distB="0" distL="0" distR="0">
            <wp:extent cx="4448175" cy="3619500"/>
            <wp:effectExtent l="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8175" cy="3619500"/>
                    </a:xfrm>
                    <a:prstGeom prst="rect">
                      <a:avLst/>
                    </a:prstGeom>
                    <a:noFill/>
                    <a:ln>
                      <a:noFill/>
                    </a:ln>
                  </pic:spPr>
                </pic:pic>
              </a:graphicData>
            </a:graphic>
          </wp:inline>
        </w:drawing>
      </w:r>
      <w:r w:rsidR="000949A5" w:rsidRPr="000949A5">
        <w:t xml:space="preserve"> </w:t>
      </w:r>
    </w:p>
    <w:p w:rsidR="000949A5" w:rsidRDefault="000949A5" w:rsidP="000949A5">
      <w:pPr>
        <w:suppressAutoHyphens w:val="0"/>
        <w:autoSpaceDE w:val="0"/>
        <w:autoSpaceDN w:val="0"/>
        <w:adjustRightInd w:val="0"/>
        <w:spacing w:before="240" w:line="240" w:lineRule="auto"/>
      </w:pPr>
    </w:p>
    <w:p w:rsidR="000949A5" w:rsidRDefault="000949A5" w:rsidP="008454D7">
      <w:pPr>
        <w:pStyle w:val="SingleTxtG"/>
        <w:rPr>
          <w:rFonts w:ascii="Arial" w:hAnsi="Arial" w:cs="Arial"/>
          <w:lang w:eastAsia="en-GB"/>
        </w:rPr>
      </w:pPr>
      <w:r>
        <w:rPr>
          <w:lang w:eastAsia="en-GB"/>
        </w:rPr>
        <w:t>The load of 50 N on the testing device shall be vertically guided in such a way as to prevent load-swing and twisting of the strap.</w:t>
      </w:r>
      <w:r>
        <w:rPr>
          <w:rFonts w:ascii="Arial" w:hAnsi="Arial" w:cs="Arial"/>
          <w:lang w:eastAsia="en-GB"/>
        </w:rPr>
        <w:t xml:space="preserve"> </w:t>
      </w:r>
      <w:r>
        <w:rPr>
          <w:color w:val="000000"/>
          <w:lang w:eastAsia="en-GB"/>
        </w:rPr>
        <w:t>The attaching device shall be fixed to the load of 50 N in the same manner as in the vehicle.</w:t>
      </w:r>
      <w:r w:rsidR="008454D7">
        <w:t>"</w:t>
      </w:r>
    </w:p>
    <w:p w:rsidR="008454D7" w:rsidRDefault="008454D7" w:rsidP="008454D7">
      <w:pPr>
        <w:pStyle w:val="SingleTxtG"/>
        <w:rPr>
          <w:i/>
        </w:rPr>
      </w:pPr>
      <w:r>
        <w:rPr>
          <w:i/>
        </w:rPr>
        <w:lastRenderedPageBreak/>
        <w:t>Annex 15</w:t>
      </w:r>
    </w:p>
    <w:p w:rsidR="008454D7" w:rsidRDefault="008454D7" w:rsidP="008454D7">
      <w:pPr>
        <w:pStyle w:val="para"/>
        <w:ind w:left="1134" w:firstLine="0"/>
        <w:rPr>
          <w:lang w:val="en-GB"/>
        </w:rPr>
      </w:pPr>
      <w:r>
        <w:rPr>
          <w:i/>
          <w:lang w:val="en-GB"/>
        </w:rPr>
        <w:t>Insert new explanatory notes on paragraphs 7.1.4.1.4., 7.1.4.1.10.1.2., 8.1.3.6.3.2. and 10.1.3.,</w:t>
      </w:r>
      <w:r>
        <w:rPr>
          <w:lang w:val="en-GB"/>
        </w:rPr>
        <w:t xml:space="preserve"> to read:</w:t>
      </w:r>
    </w:p>
    <w:p w:rsidR="008454D7" w:rsidRPr="00FC2D4C" w:rsidRDefault="008454D7" w:rsidP="008454D7">
      <w:pPr>
        <w:pStyle w:val="para"/>
        <w:ind w:left="1134" w:firstLine="0"/>
        <w:rPr>
          <w:lang w:val="en-GB"/>
        </w:rPr>
      </w:pPr>
      <w:r w:rsidRPr="00FC2D4C">
        <w:rPr>
          <w:lang w:val="en-GB"/>
        </w:rPr>
        <w:t>"Paragraph 7.1.4.1.4.</w:t>
      </w:r>
    </w:p>
    <w:p w:rsidR="008454D7" w:rsidRPr="00FC2D4C" w:rsidRDefault="008454D7" w:rsidP="008454D7">
      <w:pPr>
        <w:pStyle w:val="para"/>
        <w:rPr>
          <w:lang w:val="en-GB"/>
        </w:rPr>
      </w:pPr>
      <w:r w:rsidRPr="00FC2D4C">
        <w:rPr>
          <w:lang w:val="en-GB"/>
        </w:rPr>
        <w:tab/>
        <w:t>The paragraph aims to ensure that the CRS will sustain all imposed loads during the dynamic test, keeping the child in position, by maintaining the original position and configuration. Any change in the original configuration, including change in the reclining position or in the support leg length shall be considered a failure. Any load bearing part or component failure, like adult safety belt contact points (identified as a belt route), anti-rotation device or CRS chair shell shall be considered a failure, except where such behaviour</w:t>
      </w:r>
      <w:r w:rsidRPr="00FC2D4C">
        <w:rPr>
          <w:color w:val="FF0000"/>
          <w:lang w:val="en-GB"/>
        </w:rPr>
        <w:t xml:space="preserve"> </w:t>
      </w:r>
      <w:r w:rsidRPr="00FC2D4C">
        <w:rPr>
          <w:lang w:val="en-GB"/>
        </w:rPr>
        <w:t>is clearly identified as load limiting device function.</w:t>
      </w:r>
    </w:p>
    <w:p w:rsidR="008454D7" w:rsidRPr="00FC2D4C" w:rsidRDefault="008454D7" w:rsidP="008454D7">
      <w:pPr>
        <w:pStyle w:val="para"/>
        <w:rPr>
          <w:bCs/>
          <w:lang w:val="en-GB"/>
        </w:rPr>
      </w:pPr>
      <w:r w:rsidRPr="00FC2D4C">
        <w:rPr>
          <w:bCs/>
          <w:lang w:val="en-GB"/>
        </w:rPr>
        <w:t>Paragraph 7.1.4.1.10.1.2.</w:t>
      </w:r>
    </w:p>
    <w:p w:rsidR="008454D7" w:rsidRPr="00FC2D4C" w:rsidRDefault="008454D7" w:rsidP="00155C87">
      <w:pPr>
        <w:pStyle w:val="para"/>
        <w:spacing w:after="0"/>
        <w:rPr>
          <w:lang w:val="en-GB"/>
        </w:rPr>
      </w:pPr>
      <w:r w:rsidRPr="00FC2D4C">
        <w:rPr>
          <w:lang w:val="en-GB"/>
        </w:rPr>
        <w:tab/>
        <w:t>Completely recessed means that with the leg in the stowed position, no part of the leg protrudes beyond the surface of the base or shell, such that it has no effect on the position of the CRS on the test bench. See the following figures for clarification examples.</w:t>
      </w:r>
    </w:p>
    <w:p w:rsidR="008454D7" w:rsidRDefault="008454D7" w:rsidP="007068CF">
      <w:pPr>
        <w:pStyle w:val="para"/>
        <w:keepNext/>
        <w:keepLines/>
        <w:spacing w:before="120" w:after="0"/>
        <w:ind w:left="1134" w:firstLine="0"/>
        <w:jc w:val="left"/>
        <w:rPr>
          <w:b/>
          <w:lang w:val="en-GB"/>
        </w:rPr>
      </w:pPr>
      <w:r w:rsidRPr="00FC2D4C">
        <w:rPr>
          <w:lang w:val="en-GB"/>
        </w:rPr>
        <w:t>Figure 1</w:t>
      </w:r>
      <w:r w:rsidRPr="00FC2D4C">
        <w:rPr>
          <w:lang w:val="en-GB"/>
        </w:rPr>
        <w:br/>
      </w:r>
      <w:r>
        <w:rPr>
          <w:b/>
          <w:lang w:val="en-GB"/>
        </w:rPr>
        <w:t>Examples of completely recessed support leg</w:t>
      </w:r>
    </w:p>
    <w:p w:rsidR="008454D7" w:rsidRDefault="008454D7" w:rsidP="008454D7">
      <w:pPr>
        <w:pStyle w:val="para"/>
        <w:keepNext/>
        <w:keepLines/>
        <w:spacing w:after="0"/>
        <w:ind w:firstLine="0"/>
        <w:jc w:val="center"/>
        <w:rPr>
          <w:lang w:val="en-GB"/>
        </w:rPr>
      </w:pPr>
    </w:p>
    <w:p w:rsidR="008454D7" w:rsidRDefault="008454D7" w:rsidP="008454D7">
      <w:pPr>
        <w:pStyle w:val="para"/>
        <w:keepNext/>
        <w:keepLines/>
        <w:spacing w:after="0"/>
        <w:ind w:firstLine="0"/>
        <w:jc w:val="center"/>
        <w:rPr>
          <w:lang w:val="en-GB"/>
        </w:rPr>
      </w:pPr>
    </w:p>
    <w:p w:rsidR="008454D7" w:rsidRDefault="00DF7FC0" w:rsidP="007068CF">
      <w:pPr>
        <w:pStyle w:val="para"/>
        <w:keepNext/>
        <w:keepLines/>
        <w:spacing w:after="0"/>
        <w:ind w:left="1134" w:firstLine="0"/>
        <w:jc w:val="center"/>
      </w:pPr>
      <w:r>
        <w:rPr>
          <w:noProof/>
          <w:lang w:val="en-GB" w:eastAsia="en-GB"/>
        </w:rPr>
        <w:drawing>
          <wp:inline distT="0" distB="0" distL="0" distR="0">
            <wp:extent cx="4533900" cy="15621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3900" cy="1562100"/>
                    </a:xfrm>
                    <a:prstGeom prst="rect">
                      <a:avLst/>
                    </a:prstGeom>
                    <a:noFill/>
                    <a:ln>
                      <a:noFill/>
                    </a:ln>
                  </pic:spPr>
                </pic:pic>
              </a:graphicData>
            </a:graphic>
          </wp:inline>
        </w:drawing>
      </w:r>
    </w:p>
    <w:p w:rsidR="008454D7" w:rsidRDefault="008454D7" w:rsidP="008454D7">
      <w:pPr>
        <w:pStyle w:val="para"/>
        <w:keepNext/>
        <w:keepLines/>
        <w:spacing w:after="0"/>
      </w:pPr>
    </w:p>
    <w:p w:rsidR="008454D7" w:rsidRPr="00FC2D4C" w:rsidRDefault="008454D7" w:rsidP="008454D7">
      <w:pPr>
        <w:pStyle w:val="para"/>
        <w:keepNext/>
        <w:keepLines/>
        <w:spacing w:after="0"/>
        <w:ind w:left="1134" w:firstLine="0"/>
        <w:jc w:val="left"/>
        <w:rPr>
          <w:lang w:val="en-GB"/>
        </w:rPr>
      </w:pPr>
      <w:bookmarkStart w:id="4" w:name="_GoBack"/>
      <w:bookmarkEnd w:id="4"/>
      <w:r w:rsidRPr="00FC2D4C">
        <w:rPr>
          <w:lang w:val="en-GB"/>
        </w:rPr>
        <w:t xml:space="preserve">Figure 2 </w:t>
      </w:r>
    </w:p>
    <w:p w:rsidR="008454D7" w:rsidRDefault="008454D7" w:rsidP="008454D7">
      <w:pPr>
        <w:pStyle w:val="para"/>
        <w:keepNext/>
        <w:keepLines/>
        <w:spacing w:after="0"/>
        <w:ind w:left="1134" w:firstLine="0"/>
        <w:rPr>
          <w:b/>
          <w:lang w:val="en-GB"/>
        </w:rPr>
      </w:pPr>
      <w:r>
        <w:rPr>
          <w:b/>
          <w:lang w:val="en-GB"/>
        </w:rPr>
        <w:t>Examples of not completely recessed support leg</w:t>
      </w:r>
    </w:p>
    <w:p w:rsidR="008454D7" w:rsidRDefault="008454D7" w:rsidP="008454D7">
      <w:pPr>
        <w:pStyle w:val="para"/>
        <w:keepNext/>
        <w:keepLines/>
        <w:spacing w:after="0"/>
        <w:ind w:firstLine="0"/>
        <w:jc w:val="center"/>
        <w:rPr>
          <w:lang w:val="en-GB"/>
        </w:rPr>
      </w:pPr>
    </w:p>
    <w:p w:rsidR="008454D7" w:rsidRDefault="00DF7FC0" w:rsidP="007068CF">
      <w:pPr>
        <w:pStyle w:val="para"/>
        <w:keepNext/>
        <w:keepLines/>
        <w:spacing w:after="0"/>
        <w:ind w:left="1134" w:firstLine="0"/>
        <w:jc w:val="center"/>
        <w:rPr>
          <w:b/>
        </w:rPr>
      </w:pPr>
      <w:r>
        <w:rPr>
          <w:noProof/>
          <w:lang w:val="en-GB" w:eastAsia="en-GB"/>
        </w:rPr>
        <w:drawing>
          <wp:inline distT="0" distB="0" distL="0" distR="0">
            <wp:extent cx="4533900" cy="16097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33900" cy="1609725"/>
                    </a:xfrm>
                    <a:prstGeom prst="rect">
                      <a:avLst/>
                    </a:prstGeom>
                    <a:noFill/>
                    <a:ln>
                      <a:noFill/>
                    </a:ln>
                  </pic:spPr>
                </pic:pic>
              </a:graphicData>
            </a:graphic>
          </wp:inline>
        </w:drawing>
      </w:r>
    </w:p>
    <w:p w:rsidR="008454D7" w:rsidRDefault="008454D7" w:rsidP="008454D7">
      <w:pPr>
        <w:pStyle w:val="para"/>
        <w:rPr>
          <w:b/>
          <w:bCs/>
        </w:rPr>
      </w:pPr>
    </w:p>
    <w:p w:rsidR="008454D7" w:rsidRPr="00FC2D4C" w:rsidRDefault="008454D7" w:rsidP="008454D7">
      <w:pPr>
        <w:pStyle w:val="para"/>
        <w:keepNext/>
        <w:keepLines/>
        <w:rPr>
          <w:bCs/>
          <w:lang w:val="en-GB"/>
        </w:rPr>
      </w:pPr>
      <w:r w:rsidRPr="00FC2D4C">
        <w:rPr>
          <w:bCs/>
          <w:lang w:val="en-GB"/>
        </w:rPr>
        <w:lastRenderedPageBreak/>
        <w:t>Paragraph 8.1.3.6.3.2.</w:t>
      </w:r>
    </w:p>
    <w:p w:rsidR="008454D7" w:rsidRPr="00FC2D4C" w:rsidRDefault="008454D7" w:rsidP="008454D7">
      <w:pPr>
        <w:pStyle w:val="para"/>
        <w:keepNext/>
        <w:keepLines/>
        <w:tabs>
          <w:tab w:val="left" w:pos="8931"/>
        </w:tabs>
        <w:rPr>
          <w:lang w:val="en-GB"/>
        </w:rPr>
      </w:pPr>
      <w:r w:rsidRPr="00FC2D4C">
        <w:rPr>
          <w:lang w:val="en-GB"/>
        </w:rPr>
        <w:tab/>
      </w:r>
      <w:r w:rsidRPr="00FC2D4C">
        <w:fldChar w:fldCharType="begin"/>
      </w:r>
      <w:r w:rsidRPr="00FC2D4C">
        <w:rPr>
          <w:lang w:val="en-GB"/>
        </w:rPr>
        <w:instrText xml:space="preserve"> SEQ CHAPTER \h \r 1</w:instrText>
      </w:r>
      <w:r w:rsidRPr="00FC2D4C">
        <w:fldChar w:fldCharType="end"/>
      </w:r>
      <w:r w:rsidRPr="00FC2D4C">
        <w:rPr>
          <w:lang w:val="en-GB"/>
        </w:rPr>
        <w:t>The hinged board or similar flexible device is intended to simulate the removal of clothing from the child and a failure to re-adjust the harness system. Where the child is restrained by a system that adjusts to fit the child’s physique without external intervention (where the adult belt is used or the harness contains automatic or emergency locking retractors), it shall not be necessary to use the hinged board. For child restraint systems where the length of the straps can be fixed (for example a harness without retractors or the adult belt is used with a lock-off), the use of the hinged board is required. The hinged board must be used for the setup of CRS using belted impact shields.</w:t>
      </w:r>
    </w:p>
    <w:p w:rsidR="008454D7" w:rsidRPr="00FC2D4C" w:rsidRDefault="008454D7" w:rsidP="008454D7">
      <w:pPr>
        <w:pStyle w:val="para"/>
        <w:keepNext/>
        <w:keepLines/>
        <w:rPr>
          <w:lang w:val="en-GB"/>
        </w:rPr>
      </w:pPr>
      <w:r w:rsidRPr="00FC2D4C">
        <w:rPr>
          <w:lang w:val="en-GB"/>
        </w:rPr>
        <w:t>Paragraph 10.1.3.</w:t>
      </w:r>
    </w:p>
    <w:p w:rsidR="008454D7" w:rsidRPr="00FC2D4C" w:rsidRDefault="008454D7" w:rsidP="008454D7">
      <w:pPr>
        <w:spacing w:after="120"/>
        <w:ind w:left="2268" w:right="1134" w:hanging="1134"/>
        <w:jc w:val="both"/>
      </w:pPr>
      <w:r w:rsidRPr="00FC2D4C">
        <w:t>10.1.3.</w:t>
      </w:r>
      <w:r w:rsidRPr="00FC2D4C">
        <w:tab/>
        <w:t>In the case of extensions where the modifications affect only one CRS group, perform extension test only for that group, and if the excursion result is worse than for the previous worst case for the CRS (from any</w:t>
      </w:r>
      <w:r>
        <w:rPr>
          <w:b/>
        </w:rPr>
        <w:t xml:space="preserve"> </w:t>
      </w:r>
      <w:r w:rsidRPr="00FC2D4C">
        <w:t>group from the original approval or previous extensions) then conduct new production qualification tests. If the head excursion is no worse than any other previous approval or extension testing (excluding PQ tests) further production qualification testing is not required.</w:t>
      </w:r>
    </w:p>
    <w:p w:rsidR="008454D7" w:rsidRPr="00FC2D4C" w:rsidRDefault="008454D7" w:rsidP="008454D7">
      <w:pPr>
        <w:spacing w:after="120"/>
        <w:ind w:left="2268" w:right="1134"/>
        <w:jc w:val="both"/>
      </w:pPr>
      <w:r w:rsidRPr="00FC2D4C">
        <w:t>In cases where the extension modifications affect more than one group, for example if extending a group 2/3 CRS to add group 1, but the modification can affect group 2/3 (e.g.: strengthening), than perform group 1 tests and the worst case group 2/3 (original approval). If any result is worse than the original approval or previous extension (excluding PQ tests) then perform production qualification tests on the new worst case.</w:t>
      </w:r>
    </w:p>
    <w:p w:rsidR="008454D7" w:rsidRDefault="008454D7" w:rsidP="007068CF">
      <w:pPr>
        <w:spacing w:after="120"/>
        <w:ind w:left="2268" w:right="1134"/>
        <w:jc w:val="both"/>
      </w:pPr>
      <w:r w:rsidRPr="00FC2D4C">
        <w:t>Always compare to the worst case from all approval and extension testing (excluding any PQ tests)."</w:t>
      </w:r>
    </w:p>
    <w:p w:rsidR="007068CF" w:rsidRPr="007068CF" w:rsidRDefault="007068CF" w:rsidP="007068CF">
      <w:pPr>
        <w:spacing w:before="240"/>
        <w:ind w:left="1134" w:right="1134"/>
        <w:jc w:val="center"/>
        <w:rPr>
          <w:u w:val="single"/>
        </w:rPr>
      </w:pPr>
      <w:r>
        <w:rPr>
          <w:u w:val="single"/>
        </w:rPr>
        <w:tab/>
      </w:r>
      <w:r>
        <w:rPr>
          <w:u w:val="single"/>
        </w:rPr>
        <w:tab/>
      </w:r>
      <w:r>
        <w:rPr>
          <w:u w:val="single"/>
        </w:rPr>
        <w:tab/>
      </w:r>
    </w:p>
    <w:sectPr w:rsidR="007068CF" w:rsidRPr="007068CF" w:rsidSect="009F79DC">
      <w:headerReference w:type="even" r:id="rId14"/>
      <w:headerReference w:type="default" r:id="rId15"/>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F6" w:rsidRDefault="00E170F6"/>
  </w:endnote>
  <w:endnote w:type="continuationSeparator" w:id="0">
    <w:p w:rsidR="00E170F6" w:rsidRDefault="00E170F6"/>
  </w:endnote>
  <w:endnote w:type="continuationNotice" w:id="1">
    <w:p w:rsidR="00E170F6" w:rsidRDefault="00E17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9F79DC">
      <w:rPr>
        <w:b/>
        <w:noProof/>
        <w:sz w:val="18"/>
      </w:rPr>
      <w:t>8</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9F79DC">
      <w:rPr>
        <w:b/>
        <w:noProof/>
        <w:sz w:val="18"/>
      </w:rPr>
      <w:t>7</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7068CF" w:rsidRDefault="007068CF" w:rsidP="007068CF">
    <w:pPr>
      <w:pStyle w:val="Footer"/>
      <w:rPr>
        <w:sz w:val="20"/>
        <w:lang w:val="fr-CH"/>
      </w:rPr>
    </w:pPr>
    <w:r>
      <w:rPr>
        <w:noProof/>
        <w:lang w:eastAsia="en-GB"/>
      </w:rPr>
      <w:drawing>
        <wp:anchor distT="0" distB="0" distL="114300" distR="114300" simplePos="0" relativeHeight="251659264" behindDoc="0" locked="1" layoutInCell="1" allowOverlap="1" wp14:anchorId="2FAB3EB6" wp14:editId="57919685">
          <wp:simplePos x="0" y="0"/>
          <wp:positionH relativeFrom="column">
            <wp:posOffset>5148580</wp:posOffset>
          </wp:positionH>
          <wp:positionV relativeFrom="paragraph">
            <wp:posOffset>-79375</wp:posOffset>
          </wp:positionV>
          <wp:extent cx="930275" cy="230505"/>
          <wp:effectExtent l="0" t="0" r="3175" b="0"/>
          <wp:wrapNone/>
          <wp:docPr id="1475" name="Picture 147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F6" w:rsidRPr="000B175B" w:rsidRDefault="00E170F6" w:rsidP="000B175B">
      <w:pPr>
        <w:tabs>
          <w:tab w:val="right" w:pos="2155"/>
        </w:tabs>
        <w:spacing w:after="80"/>
        <w:ind w:left="680"/>
        <w:rPr>
          <w:u w:val="single"/>
        </w:rPr>
      </w:pPr>
      <w:r>
        <w:rPr>
          <w:u w:val="single"/>
        </w:rPr>
        <w:tab/>
      </w:r>
    </w:p>
  </w:footnote>
  <w:footnote w:type="continuationSeparator" w:id="0">
    <w:p w:rsidR="00E170F6" w:rsidRPr="00FC68B7" w:rsidRDefault="00E170F6" w:rsidP="00FC68B7">
      <w:pPr>
        <w:tabs>
          <w:tab w:val="left" w:pos="2155"/>
        </w:tabs>
        <w:spacing w:after="80"/>
        <w:ind w:left="680"/>
        <w:rPr>
          <w:u w:val="single"/>
        </w:rPr>
      </w:pPr>
      <w:r>
        <w:rPr>
          <w:u w:val="single"/>
        </w:rPr>
        <w:tab/>
      </w:r>
    </w:p>
  </w:footnote>
  <w:footnote w:type="continuationNotice" w:id="1">
    <w:p w:rsidR="00E170F6" w:rsidRDefault="00E170F6"/>
  </w:footnote>
  <w:footnote w:id="2">
    <w:p w:rsidR="00081990" w:rsidRPr="00A84D55" w:rsidRDefault="00081990" w:rsidP="00A32547">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Transport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9B21E5">
      <w:t>94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9B21E5">
      <w:t>P.29/2015/94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F7F"/>
    <w:rsid w:val="00046B1F"/>
    <w:rsid w:val="00050F6B"/>
    <w:rsid w:val="00052635"/>
    <w:rsid w:val="00057E97"/>
    <w:rsid w:val="000646F4"/>
    <w:rsid w:val="0007117E"/>
    <w:rsid w:val="00072C8C"/>
    <w:rsid w:val="000733B5"/>
    <w:rsid w:val="00081815"/>
    <w:rsid w:val="00081990"/>
    <w:rsid w:val="000931C0"/>
    <w:rsid w:val="000949A5"/>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103AA"/>
    <w:rsid w:val="00111AA8"/>
    <w:rsid w:val="0011411A"/>
    <w:rsid w:val="00114808"/>
    <w:rsid w:val="00115D49"/>
    <w:rsid w:val="0011666B"/>
    <w:rsid w:val="00155C87"/>
    <w:rsid w:val="00165F3A"/>
    <w:rsid w:val="00182290"/>
    <w:rsid w:val="001A3955"/>
    <w:rsid w:val="001B1BD2"/>
    <w:rsid w:val="001B4B04"/>
    <w:rsid w:val="001C0069"/>
    <w:rsid w:val="001C6663"/>
    <w:rsid w:val="001C7895"/>
    <w:rsid w:val="001C7E1C"/>
    <w:rsid w:val="001D0C8C"/>
    <w:rsid w:val="001D1419"/>
    <w:rsid w:val="001D26DF"/>
    <w:rsid w:val="001D3A03"/>
    <w:rsid w:val="001E7B67"/>
    <w:rsid w:val="00200F8A"/>
    <w:rsid w:val="00202DA8"/>
    <w:rsid w:val="00202F4C"/>
    <w:rsid w:val="00211E0B"/>
    <w:rsid w:val="0021688A"/>
    <w:rsid w:val="00230304"/>
    <w:rsid w:val="00237A95"/>
    <w:rsid w:val="0024772E"/>
    <w:rsid w:val="00267F5F"/>
    <w:rsid w:val="00286B4D"/>
    <w:rsid w:val="002C1067"/>
    <w:rsid w:val="002D24EF"/>
    <w:rsid w:val="002D4643"/>
    <w:rsid w:val="002F175C"/>
    <w:rsid w:val="002F4E41"/>
    <w:rsid w:val="002F7DE0"/>
    <w:rsid w:val="00302E18"/>
    <w:rsid w:val="0030653A"/>
    <w:rsid w:val="003229D8"/>
    <w:rsid w:val="00352709"/>
    <w:rsid w:val="0035574D"/>
    <w:rsid w:val="003619B5"/>
    <w:rsid w:val="00361AC3"/>
    <w:rsid w:val="00365763"/>
    <w:rsid w:val="00371178"/>
    <w:rsid w:val="003763A1"/>
    <w:rsid w:val="00392E47"/>
    <w:rsid w:val="00396A1E"/>
    <w:rsid w:val="003A6810"/>
    <w:rsid w:val="003C2CC4"/>
    <w:rsid w:val="003C534D"/>
    <w:rsid w:val="003D0BFD"/>
    <w:rsid w:val="003D4B23"/>
    <w:rsid w:val="003E130E"/>
    <w:rsid w:val="003E3216"/>
    <w:rsid w:val="003E497A"/>
    <w:rsid w:val="00402A67"/>
    <w:rsid w:val="00410C89"/>
    <w:rsid w:val="00422E03"/>
    <w:rsid w:val="00426B9B"/>
    <w:rsid w:val="004325CB"/>
    <w:rsid w:val="00442A83"/>
    <w:rsid w:val="0045495B"/>
    <w:rsid w:val="004561E5"/>
    <w:rsid w:val="004610C6"/>
    <w:rsid w:val="00465AEB"/>
    <w:rsid w:val="0048397A"/>
    <w:rsid w:val="00485CBB"/>
    <w:rsid w:val="0048640E"/>
    <w:rsid w:val="004866B7"/>
    <w:rsid w:val="004C2461"/>
    <w:rsid w:val="004C7462"/>
    <w:rsid w:val="004E77B2"/>
    <w:rsid w:val="00504B2D"/>
    <w:rsid w:val="0052136D"/>
    <w:rsid w:val="0052775E"/>
    <w:rsid w:val="005420F2"/>
    <w:rsid w:val="0056209A"/>
    <w:rsid w:val="005628B6"/>
    <w:rsid w:val="0058406F"/>
    <w:rsid w:val="005941EC"/>
    <w:rsid w:val="0059724D"/>
    <w:rsid w:val="005B320C"/>
    <w:rsid w:val="005B3DB3"/>
    <w:rsid w:val="005B4E13"/>
    <w:rsid w:val="005C342F"/>
    <w:rsid w:val="005C55E6"/>
    <w:rsid w:val="005C7D1E"/>
    <w:rsid w:val="005F7B75"/>
    <w:rsid w:val="006001EE"/>
    <w:rsid w:val="00605042"/>
    <w:rsid w:val="0060533E"/>
    <w:rsid w:val="00611FC4"/>
    <w:rsid w:val="006176FB"/>
    <w:rsid w:val="00640B26"/>
    <w:rsid w:val="006465E2"/>
    <w:rsid w:val="00652D0A"/>
    <w:rsid w:val="00662BB6"/>
    <w:rsid w:val="00671B51"/>
    <w:rsid w:val="0067362F"/>
    <w:rsid w:val="00676606"/>
    <w:rsid w:val="00683D54"/>
    <w:rsid w:val="00684C21"/>
    <w:rsid w:val="00693C6E"/>
    <w:rsid w:val="006A2530"/>
    <w:rsid w:val="006C1DBB"/>
    <w:rsid w:val="006C2561"/>
    <w:rsid w:val="006C3589"/>
    <w:rsid w:val="006C603F"/>
    <w:rsid w:val="006D29D3"/>
    <w:rsid w:val="006D37AF"/>
    <w:rsid w:val="006D51D0"/>
    <w:rsid w:val="006D5FB9"/>
    <w:rsid w:val="006D658E"/>
    <w:rsid w:val="006E1ABB"/>
    <w:rsid w:val="006E564B"/>
    <w:rsid w:val="006E7191"/>
    <w:rsid w:val="006F4059"/>
    <w:rsid w:val="00703577"/>
    <w:rsid w:val="00705894"/>
    <w:rsid w:val="007068CF"/>
    <w:rsid w:val="00726116"/>
    <w:rsid w:val="0072632A"/>
    <w:rsid w:val="007327D5"/>
    <w:rsid w:val="0074419E"/>
    <w:rsid w:val="007629C8"/>
    <w:rsid w:val="0077047D"/>
    <w:rsid w:val="00777D9F"/>
    <w:rsid w:val="00782C68"/>
    <w:rsid w:val="007B62CA"/>
    <w:rsid w:val="007B6BA5"/>
    <w:rsid w:val="007C250B"/>
    <w:rsid w:val="007C3390"/>
    <w:rsid w:val="007C4F4B"/>
    <w:rsid w:val="007C5F88"/>
    <w:rsid w:val="007E01E9"/>
    <w:rsid w:val="007E63F3"/>
    <w:rsid w:val="007F6611"/>
    <w:rsid w:val="00811920"/>
    <w:rsid w:val="00815AD0"/>
    <w:rsid w:val="00815EDB"/>
    <w:rsid w:val="008242D7"/>
    <w:rsid w:val="008257B1"/>
    <w:rsid w:val="00825988"/>
    <w:rsid w:val="00832334"/>
    <w:rsid w:val="00832CF2"/>
    <w:rsid w:val="00843191"/>
    <w:rsid w:val="00843767"/>
    <w:rsid w:val="0084441B"/>
    <w:rsid w:val="008454D7"/>
    <w:rsid w:val="008679D9"/>
    <w:rsid w:val="00876B14"/>
    <w:rsid w:val="008878DE"/>
    <w:rsid w:val="008979B1"/>
    <w:rsid w:val="008A1ED5"/>
    <w:rsid w:val="008A6B25"/>
    <w:rsid w:val="008A6C4F"/>
    <w:rsid w:val="008B2335"/>
    <w:rsid w:val="008B2E36"/>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6837"/>
    <w:rsid w:val="009A0830"/>
    <w:rsid w:val="009A0E8D"/>
    <w:rsid w:val="009B21E5"/>
    <w:rsid w:val="009B26E7"/>
    <w:rsid w:val="009B64BB"/>
    <w:rsid w:val="009E1151"/>
    <w:rsid w:val="009F6AB4"/>
    <w:rsid w:val="009F79DC"/>
    <w:rsid w:val="00A00697"/>
    <w:rsid w:val="00A00A3F"/>
    <w:rsid w:val="00A01489"/>
    <w:rsid w:val="00A3026E"/>
    <w:rsid w:val="00A32547"/>
    <w:rsid w:val="00A338F1"/>
    <w:rsid w:val="00A35BE0"/>
    <w:rsid w:val="00A6129C"/>
    <w:rsid w:val="00A64C22"/>
    <w:rsid w:val="00A72F22"/>
    <w:rsid w:val="00A7360F"/>
    <w:rsid w:val="00A748A6"/>
    <w:rsid w:val="00A769F4"/>
    <w:rsid w:val="00A776B4"/>
    <w:rsid w:val="00A94361"/>
    <w:rsid w:val="00AA293C"/>
    <w:rsid w:val="00B0277B"/>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C3FA0"/>
    <w:rsid w:val="00BC74E9"/>
    <w:rsid w:val="00BF2DFE"/>
    <w:rsid w:val="00BF30B3"/>
    <w:rsid w:val="00BF68A8"/>
    <w:rsid w:val="00C0028F"/>
    <w:rsid w:val="00C0062E"/>
    <w:rsid w:val="00C06C2F"/>
    <w:rsid w:val="00C11A03"/>
    <w:rsid w:val="00C22C0C"/>
    <w:rsid w:val="00C4527F"/>
    <w:rsid w:val="00C463DD"/>
    <w:rsid w:val="00C4724C"/>
    <w:rsid w:val="00C629A0"/>
    <w:rsid w:val="00C64629"/>
    <w:rsid w:val="00C745C3"/>
    <w:rsid w:val="00C822BB"/>
    <w:rsid w:val="00C96DF2"/>
    <w:rsid w:val="00CB3E03"/>
    <w:rsid w:val="00CD04FC"/>
    <w:rsid w:val="00CD4AA6"/>
    <w:rsid w:val="00CE4A8F"/>
    <w:rsid w:val="00D2031B"/>
    <w:rsid w:val="00D248B6"/>
    <w:rsid w:val="00D25FE2"/>
    <w:rsid w:val="00D26E07"/>
    <w:rsid w:val="00D43252"/>
    <w:rsid w:val="00D47EEA"/>
    <w:rsid w:val="00D773DF"/>
    <w:rsid w:val="00D95303"/>
    <w:rsid w:val="00D978C6"/>
    <w:rsid w:val="00DA37F1"/>
    <w:rsid w:val="00DA3C1C"/>
    <w:rsid w:val="00DC6D39"/>
    <w:rsid w:val="00DE08C9"/>
    <w:rsid w:val="00DF7935"/>
    <w:rsid w:val="00DF7FC0"/>
    <w:rsid w:val="00E046DF"/>
    <w:rsid w:val="00E06775"/>
    <w:rsid w:val="00E170F6"/>
    <w:rsid w:val="00E22B0C"/>
    <w:rsid w:val="00E27346"/>
    <w:rsid w:val="00E40A45"/>
    <w:rsid w:val="00E560CA"/>
    <w:rsid w:val="00E5788B"/>
    <w:rsid w:val="00E71BC8"/>
    <w:rsid w:val="00E7260F"/>
    <w:rsid w:val="00E73F5D"/>
    <w:rsid w:val="00E77E4E"/>
    <w:rsid w:val="00E96630"/>
    <w:rsid w:val="00EA2A77"/>
    <w:rsid w:val="00EC66EF"/>
    <w:rsid w:val="00ED7A2A"/>
    <w:rsid w:val="00EF1D7F"/>
    <w:rsid w:val="00EF52B9"/>
    <w:rsid w:val="00F1328A"/>
    <w:rsid w:val="00F31E5F"/>
    <w:rsid w:val="00F37C40"/>
    <w:rsid w:val="00F56854"/>
    <w:rsid w:val="00F6100A"/>
    <w:rsid w:val="00F93781"/>
    <w:rsid w:val="00FA4CFA"/>
    <w:rsid w:val="00FB01C2"/>
    <w:rsid w:val="00FB5F17"/>
    <w:rsid w:val="00FB613B"/>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FooterChar">
    <w:name w:val="Footer Char"/>
    <w:aliases w:val="3_G Char"/>
    <w:link w:val="Footer"/>
    <w:rsid w:val="007068CF"/>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FooterChar">
    <w:name w:val="Footer Char"/>
    <w:aliases w:val="3_G Char"/>
    <w:link w:val="Footer"/>
    <w:rsid w:val="007068CF"/>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11</TotalTime>
  <Pages>8</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5</cp:revision>
  <cp:lastPrinted>2013-12-16T15:03:00Z</cp:lastPrinted>
  <dcterms:created xsi:type="dcterms:W3CDTF">2015-08-18T16:31:00Z</dcterms:created>
  <dcterms:modified xsi:type="dcterms:W3CDTF">2015-08-24T12:49:00Z</dcterms:modified>
</cp:coreProperties>
</file>