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5A61F0" w:rsidP="00D81154">
            <w:pPr>
              <w:jc w:val="right"/>
            </w:pPr>
            <w:r w:rsidRPr="005A61F0">
              <w:rPr>
                <w:sz w:val="40"/>
              </w:rPr>
              <w:t>ECE</w:t>
            </w:r>
            <w:r>
              <w:t>/TRANS/201</w:t>
            </w:r>
            <w:r w:rsidR="00E260DD">
              <w:t>5</w:t>
            </w:r>
            <w:r>
              <w:t>/</w:t>
            </w:r>
            <w:r w:rsidR="00E260DD">
              <w:t>2</w:t>
            </w:r>
            <w:r w:rsidR="00D81154">
              <w:t>2</w:t>
            </w:r>
            <w:r w:rsidR="00D21C61">
              <w:t>/Rev.1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8B50DD" w:rsidP="009E6CB7">
            <w:pPr>
              <w:spacing w:before="120"/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712470" cy="593725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14BA1" w:rsidRDefault="00314BA1" w:rsidP="00314BA1">
            <w:pPr>
              <w:spacing w:before="240" w:line="240" w:lineRule="exact"/>
            </w:pPr>
            <w:r>
              <w:t>Distr.: General</w:t>
            </w:r>
          </w:p>
          <w:p w:rsidR="00314BA1" w:rsidRDefault="00B76789" w:rsidP="00314BA1">
            <w:pPr>
              <w:spacing w:line="240" w:lineRule="exact"/>
            </w:pPr>
            <w:r>
              <w:t xml:space="preserve">5 June </w:t>
            </w:r>
            <w:r w:rsidR="006E7057">
              <w:t>2015</w:t>
            </w:r>
          </w:p>
          <w:p w:rsidR="00314BA1" w:rsidRDefault="00314BA1" w:rsidP="00314BA1">
            <w:pPr>
              <w:spacing w:line="240" w:lineRule="exact"/>
            </w:pPr>
            <w:r>
              <w:t>English</w:t>
            </w:r>
          </w:p>
          <w:p w:rsidR="009E6CB7" w:rsidRDefault="00314BA1" w:rsidP="006E7057">
            <w:pPr>
              <w:spacing w:line="240" w:lineRule="exact"/>
            </w:pPr>
            <w:r>
              <w:t>Original: English</w:t>
            </w:r>
            <w:r w:rsidR="006E7057">
              <w:t>,</w:t>
            </w:r>
            <w:r>
              <w:t xml:space="preserve"> French</w:t>
            </w:r>
            <w:r w:rsidR="006E7057">
              <w:t xml:space="preserve"> and Russian</w:t>
            </w:r>
          </w:p>
        </w:tc>
      </w:tr>
    </w:tbl>
    <w:p w:rsidR="005A61F0" w:rsidRPr="007D68EB" w:rsidRDefault="005A61F0" w:rsidP="005A61F0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 xml:space="preserve">Economic Commission for </w:t>
      </w:r>
      <w:smartTag w:uri="urn:schemas-microsoft-com:office:smarttags" w:element="State">
        <w:r w:rsidRPr="007D68EB">
          <w:rPr>
            <w:b/>
            <w:bCs/>
            <w:sz w:val="28"/>
            <w:szCs w:val="28"/>
          </w:rPr>
          <w:t>Europe</w:t>
        </w:r>
      </w:smartTag>
    </w:p>
    <w:p w:rsidR="005A61F0" w:rsidRPr="007D68EB" w:rsidRDefault="005A61F0" w:rsidP="00C85F9A">
      <w:pPr>
        <w:spacing w:before="120"/>
        <w:outlineLvl w:val="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5A61F0" w:rsidRDefault="005A61F0" w:rsidP="00C85F9A">
      <w:pPr>
        <w:spacing w:before="120"/>
        <w:outlineLvl w:val="0"/>
        <w:rPr>
          <w:b/>
          <w:bCs/>
          <w:lang w:val="en-US"/>
        </w:rPr>
      </w:pPr>
      <w:r w:rsidRPr="007D68EB">
        <w:rPr>
          <w:b/>
          <w:bCs/>
          <w:lang w:val="en-US"/>
        </w:rPr>
        <w:t>Seventy-</w:t>
      </w:r>
      <w:r w:rsidR="00FD08D9">
        <w:rPr>
          <w:b/>
          <w:bCs/>
          <w:lang w:val="en-US"/>
        </w:rPr>
        <w:t>s</w:t>
      </w:r>
      <w:r w:rsidR="00E260DD">
        <w:rPr>
          <w:b/>
          <w:bCs/>
          <w:lang w:val="en-US"/>
        </w:rPr>
        <w:t>eventh</w:t>
      </w:r>
      <w:r w:rsidRPr="007D68EB">
        <w:rPr>
          <w:b/>
          <w:bCs/>
          <w:lang w:val="en-US"/>
        </w:rPr>
        <w:t xml:space="preserve"> session</w:t>
      </w:r>
    </w:p>
    <w:p w:rsidR="005A61F0" w:rsidRDefault="005A61F0" w:rsidP="00EB150F">
      <w:pPr>
        <w:rPr>
          <w:b/>
        </w:rPr>
      </w:pPr>
      <w:r w:rsidRPr="007D68EB">
        <w:t xml:space="preserve">Geneva, </w:t>
      </w:r>
      <w:r w:rsidR="00FE55AB">
        <w:t>2</w:t>
      </w:r>
      <w:r w:rsidR="00E260DD">
        <w:t>4</w:t>
      </w:r>
      <w:r w:rsidR="004166B7">
        <w:t>–</w:t>
      </w:r>
      <w:r w:rsidR="00FE55AB">
        <w:t>2</w:t>
      </w:r>
      <w:r w:rsidR="00E260DD">
        <w:t>6</w:t>
      </w:r>
      <w:r w:rsidR="00FE55AB">
        <w:t xml:space="preserve"> February</w:t>
      </w:r>
      <w:r w:rsidR="00FD08D9">
        <w:t xml:space="preserve"> </w:t>
      </w:r>
      <w:r w:rsidRPr="007D68EB">
        <w:t>201</w:t>
      </w:r>
      <w:r w:rsidR="00E260DD">
        <w:t>5</w:t>
      </w:r>
      <w:r>
        <w:br/>
      </w:r>
      <w:r w:rsidRPr="00457246">
        <w:t xml:space="preserve">Item </w:t>
      </w:r>
      <w:r w:rsidR="00585532">
        <w:t>12</w:t>
      </w:r>
      <w:r w:rsidR="00E260DD">
        <w:t xml:space="preserve"> </w:t>
      </w:r>
      <w:r w:rsidRPr="00457246">
        <w:t>of the provisional agenda</w:t>
      </w:r>
      <w:r w:rsidRPr="00457246">
        <w:br/>
      </w:r>
      <w:r w:rsidRPr="005A61F0">
        <w:rPr>
          <w:b/>
        </w:rPr>
        <w:t>Schedule of meetings in 201</w:t>
      </w:r>
      <w:r w:rsidR="00E260DD">
        <w:rPr>
          <w:b/>
        </w:rPr>
        <w:t>5</w:t>
      </w:r>
    </w:p>
    <w:p w:rsidR="00E257BA" w:rsidRDefault="00E257BA" w:rsidP="00E257BA">
      <w:pPr>
        <w:pStyle w:val="HChG"/>
      </w:pPr>
      <w:r>
        <w:tab/>
      </w:r>
      <w:r>
        <w:tab/>
        <w:t>L</w:t>
      </w:r>
      <w:r w:rsidRPr="00EB150F">
        <w:t>ist of meetings of the Inland Transport Committee and</w:t>
      </w:r>
      <w:r>
        <w:t xml:space="preserve"> its subsidiary bodies in 201</w:t>
      </w:r>
      <w:r w:rsidR="00E260DD">
        <w:t>5</w:t>
      </w:r>
      <w:r w:rsidRPr="00EB150F">
        <w:t xml:space="preserve"> and from January</w:t>
      </w:r>
      <w:r>
        <w:t>–</w:t>
      </w:r>
      <w:r w:rsidRPr="00EB150F">
        <w:t xml:space="preserve">March </w:t>
      </w:r>
      <w:r>
        <w:t>201</w:t>
      </w:r>
      <w:r w:rsidR="00E260DD">
        <w:t>6</w:t>
      </w:r>
      <w:r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3E031D" w:rsidRPr="00514A6D" w:rsidRDefault="003E031D" w:rsidP="003E031D">
      <w:pPr>
        <w:pStyle w:val="H1G"/>
        <w:outlineLvl w:val="0"/>
      </w:pPr>
      <w:r>
        <w:tab/>
      </w:r>
      <w:r>
        <w:tab/>
      </w:r>
      <w:r w:rsidRPr="00514A6D">
        <w:t>Note by the secretariat</w:t>
      </w:r>
      <w:r w:rsidR="008A73D7" w:rsidRPr="008A73D7">
        <w:rPr>
          <w:noProof/>
          <w:lang w:eastAsia="zh-CN"/>
        </w:rPr>
        <w:t xml:space="preserve"> 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3E031D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3E031D" w:rsidRPr="008D0570" w:rsidRDefault="003E031D" w:rsidP="00E260DD">
            <w:pPr>
              <w:pStyle w:val="HChG"/>
            </w:pPr>
            <w:r>
              <w:t>Schedule of meetings in 201</w:t>
            </w:r>
            <w:r w:rsidR="00E260DD">
              <w:t>5</w:t>
            </w:r>
          </w:p>
        </w:tc>
      </w:tr>
      <w:tr w:rsidR="003E031D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3E031D" w:rsidRPr="008D0570" w:rsidRDefault="003E031D" w:rsidP="00B0255B">
            <w:pPr>
              <w:pStyle w:val="H1G"/>
              <w:tabs>
                <w:tab w:val="center" w:pos="3111"/>
              </w:tabs>
            </w:pPr>
            <w:r w:rsidRPr="004C55FB">
              <w:t>January</w:t>
            </w:r>
          </w:p>
        </w:tc>
      </w:tr>
      <w:tr w:rsidR="003E031D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3E031D" w:rsidRPr="008D0570" w:rsidRDefault="00E260DD" w:rsidP="00F9702B">
            <w:pPr>
              <w:spacing w:before="40" w:after="120"/>
              <w:ind w:right="113"/>
            </w:pPr>
            <w:r>
              <w:rPr>
                <w:bCs/>
              </w:rPr>
              <w:t>13</w:t>
            </w:r>
            <w:r w:rsidR="003E031D" w:rsidRPr="006F1C27">
              <w:rPr>
                <w:bCs/>
              </w:rPr>
              <w:t xml:space="preserve"> (p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m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)</w:t>
            </w:r>
            <w:r w:rsidR="003E031D">
              <w:t>–</w:t>
            </w:r>
            <w:r>
              <w:t>16</w:t>
            </w:r>
            <w:r w:rsidR="003E031D" w:rsidRPr="006F1C27">
              <w:rPr>
                <w:bCs/>
              </w:rPr>
              <w:t xml:space="preserve"> (a</w:t>
            </w:r>
            <w:r w:rsidR="00B854FC">
              <w:rPr>
                <w:bCs/>
              </w:rPr>
              <w:t>.</w:t>
            </w:r>
            <w:r w:rsidR="003E031D" w:rsidRPr="006F1C27">
              <w:rPr>
                <w:bCs/>
              </w:rPr>
              <w:t>m</w:t>
            </w:r>
            <w:r w:rsidR="00B854FC">
              <w:rPr>
                <w:bCs/>
              </w:rPr>
              <w:t>.</w:t>
            </w:r>
            <w:r w:rsidR="00F9702B">
              <w:rPr>
                <w:bCs/>
              </w:rPr>
              <w:t>)</w:t>
            </w:r>
          </w:p>
        </w:tc>
        <w:tc>
          <w:tcPr>
            <w:tcW w:w="5204" w:type="dxa"/>
            <w:shd w:val="clear" w:color="auto" w:fill="auto"/>
          </w:tcPr>
          <w:p w:rsidR="00226244" w:rsidRPr="008D0570" w:rsidRDefault="003E031D" w:rsidP="00E260DD">
            <w:pPr>
              <w:spacing w:before="40" w:after="120"/>
              <w:ind w:right="113"/>
            </w:pPr>
            <w:r w:rsidRPr="003C11B2">
              <w:t>Working Party on Pollution and Energy (GRPE) (s</w:t>
            </w:r>
            <w:r w:rsidR="00E260DD">
              <w:t>eventieth</w:t>
            </w:r>
            <w:r w:rsidRPr="003C11B2">
              <w:t xml:space="preserve"> session)</w:t>
            </w:r>
          </w:p>
        </w:tc>
      </w:tr>
      <w:tr w:rsidR="00E260DD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260DD" w:rsidRPr="008D0570" w:rsidRDefault="00E260DD" w:rsidP="00585532">
            <w:pPr>
              <w:spacing w:before="40" w:after="120"/>
              <w:ind w:right="113"/>
            </w:pPr>
            <w:r w:rsidRPr="00A7680B">
              <w:t>2</w:t>
            </w:r>
            <w:r w:rsidR="00585532">
              <w:t>7</w:t>
            </w:r>
            <w:r>
              <w:t xml:space="preserve">–30 </w:t>
            </w:r>
            <w:r w:rsidRPr="00A7680B">
              <w:t>(</w:t>
            </w:r>
            <w:r>
              <w:t>a</w:t>
            </w:r>
            <w:r w:rsidR="00B854FC">
              <w:t>.</w:t>
            </w:r>
            <w:r>
              <w:t>m</w:t>
            </w:r>
            <w:r w:rsidR="00B854FC">
              <w:t>.</w:t>
            </w:r>
            <w:r w:rsidR="00F9702B">
              <w:t>)</w:t>
            </w:r>
            <w:r w:rsidRPr="00A7680B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E260DD" w:rsidRPr="008D0570" w:rsidRDefault="00E260DD" w:rsidP="00E260DD">
            <w:pPr>
              <w:spacing w:before="40" w:after="120"/>
              <w:ind w:right="113"/>
            </w:pPr>
            <w:r w:rsidRPr="00A7680B">
              <w:t>Joint Meeting of Experts on the Regulations annexed to the</w:t>
            </w:r>
            <w:r>
              <w:t xml:space="preserve"> </w:t>
            </w:r>
            <w:r w:rsidRPr="00A7680B">
              <w:t>European Agreement concerning the International Carriage of Dangerous Goods by Inland Waterway (ADN) (WP.15/AC.2) (</w:t>
            </w:r>
            <w:r>
              <w:t xml:space="preserve">twenty-sixth </w:t>
            </w:r>
            <w:r w:rsidRPr="00A7680B">
              <w:t>session)</w:t>
            </w:r>
          </w:p>
        </w:tc>
      </w:tr>
      <w:tr w:rsidR="00E260DD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260DD" w:rsidRPr="00C12CF9" w:rsidRDefault="00E260DD" w:rsidP="00E260DD">
            <w:pPr>
              <w:spacing w:before="40" w:after="120"/>
              <w:ind w:right="113"/>
            </w:pPr>
            <w:r>
              <w:t>27</w:t>
            </w:r>
            <w:r w:rsidRPr="00C12CF9">
              <w:t xml:space="preserve"> (p.m.)–</w:t>
            </w:r>
            <w:r>
              <w:t>29</w:t>
            </w:r>
          </w:p>
        </w:tc>
        <w:tc>
          <w:tcPr>
            <w:tcW w:w="5204" w:type="dxa"/>
            <w:shd w:val="clear" w:color="auto" w:fill="auto"/>
          </w:tcPr>
          <w:p w:rsidR="00E260DD" w:rsidRPr="00C12CF9" w:rsidRDefault="00E260DD" w:rsidP="00F9702B">
            <w:pPr>
              <w:spacing w:before="40" w:after="120"/>
              <w:ind w:right="113"/>
            </w:pPr>
            <w:r w:rsidRPr="00C12CF9">
              <w:t>Working Party on Noise (GRB) (</w:t>
            </w:r>
            <w:r>
              <w:t>sixt</w:t>
            </w:r>
            <w:r w:rsidR="00F9702B">
              <w:t>y</w:t>
            </w:r>
            <w:r>
              <w:t xml:space="preserve">-first </w:t>
            </w:r>
            <w:r w:rsidRPr="00C12CF9">
              <w:t>session)</w:t>
            </w:r>
          </w:p>
        </w:tc>
      </w:tr>
      <w:tr w:rsidR="00226244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226244" w:rsidRPr="006F1C27" w:rsidRDefault="00226244" w:rsidP="00E260DD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  <w:lang w:val="en-US"/>
              </w:rPr>
              <w:t>2</w:t>
            </w:r>
            <w:r w:rsidR="00E260DD">
              <w:rPr>
                <w:bCs/>
                <w:lang w:val="en-US"/>
              </w:rPr>
              <w:t>9</w:t>
            </w:r>
            <w:r w:rsidR="00E260DD">
              <w:rPr>
                <w:bCs/>
                <w:lang w:val="en-US"/>
              </w:rPr>
              <w:softHyphen/>
            </w:r>
            <w:r w:rsidR="00E260DD">
              <w:t>–</w:t>
            </w:r>
            <w:r w:rsidR="00E260DD">
              <w:rPr>
                <w:bCs/>
                <w:lang w:val="en-US"/>
              </w:rPr>
              <w:t>30</w:t>
            </w:r>
          </w:p>
        </w:tc>
        <w:tc>
          <w:tcPr>
            <w:tcW w:w="5204" w:type="dxa"/>
            <w:shd w:val="clear" w:color="auto" w:fill="auto"/>
          </w:tcPr>
          <w:p w:rsidR="00226244" w:rsidRPr="003C11B2" w:rsidRDefault="0004393B" w:rsidP="00E260DD">
            <w:pPr>
              <w:spacing w:before="40" w:after="120"/>
              <w:ind w:right="113"/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59264" behindDoc="0" locked="0" layoutInCell="1" allowOverlap="0" wp14:anchorId="33CCBCD4" wp14:editId="5074DF2A">
                  <wp:simplePos x="0" y="0"/>
                  <wp:positionH relativeFrom="margin">
                    <wp:posOffset>3391345</wp:posOffset>
                  </wp:positionH>
                  <wp:positionV relativeFrom="margin">
                    <wp:posOffset>1489075</wp:posOffset>
                  </wp:positionV>
                  <wp:extent cx="638175" cy="638175"/>
                  <wp:effectExtent l="0" t="0" r="9525" b="9525"/>
                  <wp:wrapNone/>
                  <wp:docPr id="2" name="Picture 2" descr="http://undocs.org/m2/QRCode.ashx?DS=ECE/TRANS/2015/22/Rev.1&amp;Size=2 &amp;Lang=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undocs.org/m2/QRCode.ashx?DS=ECE/TRANS/2015/22/Rev.1&amp;Size=2 &amp;Lang=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6244" w:rsidRPr="006F1C27">
              <w:rPr>
                <w:bCs/>
                <w:lang w:val="en-US"/>
              </w:rPr>
              <w:t>Group of Experts on Safety at Level Crossing</w:t>
            </w:r>
            <w:r w:rsidR="00414D6A">
              <w:rPr>
                <w:bCs/>
                <w:lang w:val="en-US"/>
              </w:rPr>
              <w:t xml:space="preserve"> (WP.1/GE.</w:t>
            </w:r>
            <w:r w:rsidR="00CB707B">
              <w:rPr>
                <w:bCs/>
                <w:lang w:val="en-US"/>
              </w:rPr>
              <w:t>1</w:t>
            </w:r>
            <w:r w:rsidR="00414D6A">
              <w:rPr>
                <w:bCs/>
                <w:lang w:val="en-US"/>
              </w:rPr>
              <w:t>)</w:t>
            </w:r>
            <w:r w:rsidR="00226244" w:rsidRPr="006F1C27">
              <w:rPr>
                <w:bCs/>
                <w:lang w:val="en-US"/>
              </w:rPr>
              <w:t xml:space="preserve"> (</w:t>
            </w:r>
            <w:r w:rsidR="00E260DD">
              <w:rPr>
                <w:bCs/>
                <w:lang w:val="en-US"/>
              </w:rPr>
              <w:t>fourth</w:t>
            </w:r>
            <w:r w:rsidR="00226244" w:rsidRPr="006F1C27">
              <w:rPr>
                <w:bCs/>
                <w:lang w:val="en-US"/>
              </w:rPr>
              <w:t xml:space="preserve"> session)</w:t>
            </w:r>
            <w:r>
              <w:rPr>
                <w:noProof/>
                <w:lang w:eastAsia="zh-CN"/>
              </w:rPr>
              <w:t xml:space="preserve"> </w:t>
            </w:r>
          </w:p>
        </w:tc>
      </w:tr>
      <w:tr w:rsidR="00226244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226244" w:rsidRPr="008D0570" w:rsidRDefault="00226244" w:rsidP="00975926">
            <w:pPr>
              <w:spacing w:before="40" w:after="120"/>
              <w:ind w:right="113"/>
            </w:pPr>
            <w:r>
              <w:lastRenderedPageBreak/>
              <w:t>3</w:t>
            </w:r>
            <w:r w:rsidR="00975926">
              <w:t>0</w:t>
            </w:r>
            <w:r w:rsidRPr="00A7680B">
              <w:t xml:space="preserve"> (</w:t>
            </w:r>
            <w:r>
              <w:t>p</w:t>
            </w:r>
            <w:r w:rsidR="00B854FC">
              <w:t>.</w:t>
            </w:r>
            <w:r>
              <w:t>m</w:t>
            </w:r>
            <w:r w:rsidR="00B854FC">
              <w:t>.</w:t>
            </w:r>
            <w:r w:rsidRPr="00A7680B">
              <w:t>)</w:t>
            </w:r>
          </w:p>
        </w:tc>
        <w:tc>
          <w:tcPr>
            <w:tcW w:w="5204" w:type="dxa"/>
            <w:shd w:val="clear" w:color="auto" w:fill="auto"/>
          </w:tcPr>
          <w:p w:rsidR="00226244" w:rsidRPr="008D0570" w:rsidRDefault="00226244" w:rsidP="00E260DD">
            <w:pPr>
              <w:spacing w:before="40" w:after="120"/>
              <w:ind w:right="113"/>
            </w:pPr>
            <w:r w:rsidRPr="00A7680B">
              <w:t xml:space="preserve">Administrative Committee of the European Agreement concerning the International Carriage of Dangerous Goods by Inland Waterway (ADN) </w:t>
            </w:r>
            <w:r>
              <w:t>(</w:t>
            </w:r>
            <w:r w:rsidR="00E260DD">
              <w:t>fourteenth</w:t>
            </w:r>
            <w:r>
              <w:t xml:space="preserve"> </w:t>
            </w:r>
            <w:r w:rsidRPr="00A7680B">
              <w:t>session)</w:t>
            </w:r>
            <w:r>
              <w:t xml:space="preserve"> </w:t>
            </w:r>
          </w:p>
        </w:tc>
      </w:tr>
      <w:tr w:rsidR="00226244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226244" w:rsidRPr="00C12CF9" w:rsidRDefault="00226244" w:rsidP="00875501">
            <w:pPr>
              <w:pStyle w:val="H1G"/>
            </w:pPr>
            <w:r w:rsidRPr="00C96DC6">
              <w:t>February</w:t>
            </w:r>
          </w:p>
        </w:tc>
      </w:tr>
      <w:tr w:rsidR="00226244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226244" w:rsidRDefault="00E260DD" w:rsidP="00E260DD">
            <w:pPr>
              <w:spacing w:before="40" w:after="120"/>
              <w:ind w:right="113"/>
            </w:pPr>
            <w:r>
              <w:t>2</w:t>
            </w:r>
          </w:p>
        </w:tc>
        <w:tc>
          <w:tcPr>
            <w:tcW w:w="5204" w:type="dxa"/>
            <w:shd w:val="clear" w:color="auto" w:fill="auto"/>
          </w:tcPr>
          <w:p w:rsidR="00226244" w:rsidRPr="00C12CF9" w:rsidRDefault="00226244" w:rsidP="00FD6C7E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</w:t>
            </w:r>
            <w:r w:rsidR="000E2FE9">
              <w:t xml:space="preserve"> </w:t>
            </w:r>
            <w:r w:rsidR="00CD1205">
              <w:t>(sixty-</w:t>
            </w:r>
            <w:r w:rsidR="00FD6C7E">
              <w:t>second</w:t>
            </w:r>
            <w:r w:rsidR="00CD1205">
              <w:t xml:space="preserve"> session)</w:t>
            </w:r>
          </w:p>
        </w:tc>
      </w:tr>
      <w:tr w:rsidR="00F9702B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F9702B" w:rsidRDefault="00F9702B" w:rsidP="00615996">
            <w:pPr>
              <w:spacing w:before="40" w:after="120"/>
              <w:ind w:right="113"/>
            </w:pPr>
            <w:r>
              <w:t>3</w:t>
            </w:r>
            <w:r w:rsidRPr="00C12CF9">
              <w:t>–</w:t>
            </w:r>
            <w:r>
              <w:t>4</w:t>
            </w:r>
          </w:p>
        </w:tc>
        <w:tc>
          <w:tcPr>
            <w:tcW w:w="5204" w:type="dxa"/>
            <w:shd w:val="clear" w:color="auto" w:fill="auto"/>
          </w:tcPr>
          <w:p w:rsidR="00F9702B" w:rsidRPr="00A7680B" w:rsidRDefault="00F9702B" w:rsidP="00F9702B">
            <w:pPr>
              <w:spacing w:before="40" w:after="120"/>
              <w:ind w:right="113"/>
            </w:pPr>
            <w:r>
              <w:t>Group of Experts on Euro-Asian Transport Linkages (WP.5/GE.2) (twelfth session)</w:t>
            </w:r>
          </w:p>
        </w:tc>
      </w:tr>
      <w:tr w:rsidR="00226244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226244" w:rsidRDefault="00CD1205" w:rsidP="00CD1205">
            <w:pPr>
              <w:spacing w:before="40" w:after="120"/>
              <w:ind w:right="113"/>
            </w:pPr>
            <w:r>
              <w:t>3</w:t>
            </w:r>
            <w:r w:rsidR="00226244" w:rsidRPr="00C12CF9">
              <w:t>–</w:t>
            </w:r>
            <w:r>
              <w:t>4</w:t>
            </w:r>
            <w:r w:rsidR="00226244">
              <w:t xml:space="preserve"> and </w:t>
            </w:r>
            <w:r>
              <w:t>6</w:t>
            </w:r>
          </w:p>
        </w:tc>
        <w:tc>
          <w:tcPr>
            <w:tcW w:w="5204" w:type="dxa"/>
            <w:shd w:val="clear" w:color="auto" w:fill="auto"/>
          </w:tcPr>
          <w:p w:rsidR="00226244" w:rsidRDefault="00226244" w:rsidP="00CD1205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>one-hundred and thirty-</w:t>
            </w:r>
            <w:r w:rsidR="00CD1205">
              <w:t>ninth</w:t>
            </w:r>
            <w:r w:rsidR="000323C1">
              <w:t xml:space="preserve"> </w:t>
            </w:r>
            <w:r w:rsidRPr="00C12CF9">
              <w:t>session)</w:t>
            </w:r>
          </w:p>
        </w:tc>
      </w:tr>
      <w:tr w:rsidR="000323C1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0323C1" w:rsidRDefault="00CD1205" w:rsidP="00CD1205">
            <w:pPr>
              <w:spacing w:before="40" w:after="120"/>
              <w:ind w:right="113"/>
            </w:pPr>
            <w:r>
              <w:t>5</w:t>
            </w:r>
          </w:p>
        </w:tc>
        <w:tc>
          <w:tcPr>
            <w:tcW w:w="5204" w:type="dxa"/>
            <w:shd w:val="clear" w:color="auto" w:fill="auto"/>
          </w:tcPr>
          <w:p w:rsidR="000323C1" w:rsidRDefault="000323C1" w:rsidP="00F9702B">
            <w:pPr>
              <w:spacing w:before="40" w:after="120"/>
              <w:ind w:right="113"/>
            </w:pPr>
            <w:r>
              <w:t>Administrative Committee</w:t>
            </w:r>
            <w:r w:rsidR="00F9702B">
              <w:t xml:space="preserve"> for the TIR Convention</w:t>
            </w:r>
            <w:r>
              <w:t xml:space="preserve"> (WP.30/AC.2) (</w:t>
            </w:r>
            <w:r w:rsidR="00CD1205">
              <w:t>sixtieth</w:t>
            </w:r>
            <w:r>
              <w:t xml:space="preserve"> session)</w:t>
            </w:r>
          </w:p>
        </w:tc>
      </w:tr>
      <w:tr w:rsidR="00CD1205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CD1205" w:rsidRDefault="00CD1205" w:rsidP="00CD1205">
            <w:pPr>
              <w:spacing w:before="40" w:after="120"/>
              <w:ind w:right="113"/>
            </w:pPr>
            <w:r>
              <w:t>5</w:t>
            </w:r>
            <w:r w:rsidRPr="00C12CF9">
              <w:t>–</w:t>
            </w:r>
            <w:r>
              <w:t>6</w:t>
            </w:r>
          </w:p>
        </w:tc>
        <w:tc>
          <w:tcPr>
            <w:tcW w:w="5204" w:type="dxa"/>
            <w:shd w:val="clear" w:color="auto" w:fill="auto"/>
          </w:tcPr>
          <w:p w:rsidR="00CD1205" w:rsidRPr="00A7680B" w:rsidRDefault="00CD1205" w:rsidP="00F9702B">
            <w:pPr>
              <w:spacing w:before="40" w:after="120"/>
              <w:ind w:right="113"/>
            </w:pPr>
            <w:r>
              <w:t>Group of Experts on Road Signs and Signals (WP.1/GE.2) (</w:t>
            </w:r>
            <w:r w:rsidR="00F9702B">
              <w:t>third</w:t>
            </w:r>
            <w:r w:rsidR="004F6B35">
              <w:t xml:space="preserve"> session </w:t>
            </w:r>
            <w:r>
              <w:t xml:space="preserve">session) </w:t>
            </w:r>
          </w:p>
        </w:tc>
      </w:tr>
      <w:tr w:rsidR="008938D0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8938D0" w:rsidRPr="006F1C27" w:rsidRDefault="008938D0" w:rsidP="008938D0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11</w:t>
            </w:r>
            <w:r w:rsidRPr="003C11B2">
              <w:t>–</w:t>
            </w:r>
            <w:r>
              <w:t>13</w:t>
            </w:r>
          </w:p>
        </w:tc>
        <w:tc>
          <w:tcPr>
            <w:tcW w:w="5204" w:type="dxa"/>
            <w:shd w:val="clear" w:color="auto" w:fill="auto"/>
          </w:tcPr>
          <w:p w:rsidR="008938D0" w:rsidRPr="003C11B2" w:rsidRDefault="008938D0" w:rsidP="0024183E">
            <w:pPr>
              <w:spacing w:before="40" w:after="120"/>
              <w:ind w:right="113"/>
            </w:pPr>
            <w:r w:rsidRPr="004F6B35">
              <w:t>Group of Experts  towards Unified Railway Law (SC.2/GEURL)</w:t>
            </w:r>
            <w:r>
              <w:t xml:space="preserve"> (tenth session)</w:t>
            </w:r>
          </w:p>
        </w:tc>
      </w:tr>
      <w:tr w:rsidR="000323C1" w:rsidRPr="00C12CF9" w:rsidTr="00875501">
        <w:trPr>
          <w:cantSplit/>
        </w:trPr>
        <w:tc>
          <w:tcPr>
            <w:tcW w:w="2152" w:type="dxa"/>
            <w:shd w:val="clear" w:color="auto" w:fill="auto"/>
          </w:tcPr>
          <w:p w:rsidR="000323C1" w:rsidRPr="00A7680B" w:rsidRDefault="000323C1" w:rsidP="00F9702B">
            <w:pPr>
              <w:spacing w:before="40" w:after="120"/>
              <w:ind w:right="113"/>
            </w:pPr>
            <w:r>
              <w:t>1</w:t>
            </w:r>
            <w:r w:rsidR="00CD1205">
              <w:t>6</w:t>
            </w:r>
            <w:r>
              <w:t xml:space="preserve"> (p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</w:t>
            </w:r>
            <w:r w:rsidRPr="003C11B2">
              <w:t>–</w:t>
            </w:r>
            <w:r>
              <w:t>2</w:t>
            </w:r>
            <w:r w:rsidR="00CD1205">
              <w:t>0</w:t>
            </w:r>
            <w:r>
              <w:t xml:space="preserve"> (a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 xml:space="preserve">) </w:t>
            </w:r>
          </w:p>
        </w:tc>
        <w:tc>
          <w:tcPr>
            <w:tcW w:w="5204" w:type="dxa"/>
            <w:shd w:val="clear" w:color="auto" w:fill="auto"/>
          </w:tcPr>
          <w:p w:rsidR="000323C1" w:rsidRPr="00A7680B" w:rsidRDefault="000323C1" w:rsidP="00CD1205">
            <w:pPr>
              <w:spacing w:before="40" w:after="120"/>
              <w:ind w:right="113"/>
            </w:pPr>
            <w:r>
              <w:t>Working Party on Brakes and Running Gear (GRRF) (seventy-</w:t>
            </w:r>
            <w:r w:rsidR="00CD1205">
              <w:t>ninth</w:t>
            </w:r>
            <w:r>
              <w:t xml:space="preserve"> session) </w:t>
            </w:r>
          </w:p>
        </w:tc>
      </w:tr>
      <w:tr w:rsidR="000323C1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0323C1" w:rsidRPr="008D0570" w:rsidRDefault="000323C1" w:rsidP="00CD1205">
            <w:pPr>
              <w:spacing w:before="40" w:after="120"/>
              <w:ind w:right="113"/>
            </w:pPr>
            <w:r>
              <w:t>1</w:t>
            </w:r>
            <w:r w:rsidR="00CD1205">
              <w:t>8</w:t>
            </w:r>
            <w:r w:rsidRPr="003C11B2">
              <w:t>–</w:t>
            </w:r>
            <w:r w:rsidR="00CD1205">
              <w:t>20</w:t>
            </w:r>
          </w:p>
        </w:tc>
        <w:tc>
          <w:tcPr>
            <w:tcW w:w="5204" w:type="dxa"/>
            <w:shd w:val="clear" w:color="auto" w:fill="auto"/>
          </w:tcPr>
          <w:p w:rsidR="000323C1" w:rsidRPr="008D0570" w:rsidRDefault="000323C1" w:rsidP="00CD1205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 </w:t>
            </w:r>
            <w:r>
              <w:t xml:space="preserve">(SC.3/WP.3) </w:t>
            </w:r>
            <w:r w:rsidRPr="00A7680B">
              <w:t>(</w:t>
            </w:r>
            <w:r>
              <w:t>forty-</w:t>
            </w:r>
            <w:r w:rsidR="00CD1205">
              <w:t>sixth</w:t>
            </w:r>
            <w:r>
              <w:t xml:space="preserve"> </w:t>
            </w:r>
            <w:r w:rsidRPr="00A7680B">
              <w:t>session)</w:t>
            </w:r>
          </w:p>
        </w:tc>
      </w:tr>
      <w:tr w:rsidR="000323C1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0323C1" w:rsidRPr="008D0570" w:rsidRDefault="000323C1" w:rsidP="00CD1205">
            <w:pPr>
              <w:spacing w:before="40" w:after="120"/>
              <w:ind w:right="113"/>
            </w:pPr>
            <w:r w:rsidRPr="00A7680B">
              <w:t>2</w:t>
            </w:r>
            <w:r w:rsidR="00CD1205">
              <w:t>3</w:t>
            </w:r>
            <w:r w:rsidR="008443CB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0323C1" w:rsidRPr="008D0570" w:rsidRDefault="000323C1" w:rsidP="00875501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0323C1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0323C1" w:rsidRPr="00A7680B" w:rsidRDefault="000323C1" w:rsidP="00CD1205">
            <w:pPr>
              <w:spacing w:before="40" w:after="120"/>
              <w:ind w:right="113"/>
            </w:pPr>
            <w:r>
              <w:t>2</w:t>
            </w:r>
            <w:r w:rsidR="00CD1205">
              <w:t>4</w:t>
            </w:r>
            <w:r>
              <w:t>–2</w:t>
            </w:r>
            <w:r w:rsidR="00CD1205">
              <w:t>6</w:t>
            </w:r>
            <w:r w:rsidR="008443CB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0323C1" w:rsidRPr="00A7680B" w:rsidRDefault="000323C1" w:rsidP="00CD1205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(seventy</w:t>
            </w:r>
            <w:r>
              <w:t>-</w:t>
            </w:r>
            <w:r w:rsidR="00201B3F">
              <w:t>s</w:t>
            </w:r>
            <w:r w:rsidR="00CD1205">
              <w:t xml:space="preserve">eventh </w:t>
            </w:r>
            <w:r w:rsidRPr="00A7680B">
              <w:t>session)</w:t>
            </w:r>
          </w:p>
        </w:tc>
      </w:tr>
      <w:tr w:rsidR="00201B3F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201B3F" w:rsidRPr="008D0570" w:rsidRDefault="00201B3F" w:rsidP="00CD1205">
            <w:pPr>
              <w:spacing w:before="40" w:after="120"/>
              <w:ind w:right="113"/>
            </w:pPr>
            <w:r>
              <w:t>2</w:t>
            </w:r>
            <w:r w:rsidR="008443CB">
              <w:t>7</w:t>
            </w:r>
            <w:r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201B3F" w:rsidRPr="008D0570" w:rsidRDefault="00201B3F" w:rsidP="00201B3F">
            <w:pPr>
              <w:spacing w:before="40" w:after="120"/>
              <w:ind w:right="113"/>
            </w:pPr>
            <w:r>
              <w:t>Bureau of the Inland Transport Committee</w:t>
            </w:r>
          </w:p>
        </w:tc>
      </w:tr>
      <w:tr w:rsidR="008443CB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8443CB" w:rsidRDefault="008443CB" w:rsidP="00875501">
            <w:pPr>
              <w:pStyle w:val="H1G"/>
            </w:pPr>
            <w:r>
              <w:t>March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Pr="008D0570" w:rsidRDefault="00CD1205" w:rsidP="00CD1205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204" w:type="dxa"/>
            <w:shd w:val="clear" w:color="auto" w:fill="auto"/>
          </w:tcPr>
          <w:p w:rsidR="008443CB" w:rsidRPr="008D0570" w:rsidRDefault="008443CB" w:rsidP="00CD1205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CD1205">
              <w:t>seventee</w:t>
            </w:r>
            <w:r>
              <w:t xml:space="preserve">nth </w:t>
            </w:r>
            <w:r w:rsidRPr="003C11B2">
              <w:t>session)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Pr="008D0570" w:rsidRDefault="008443CB" w:rsidP="00B65593">
            <w:pPr>
              <w:spacing w:before="40" w:after="120"/>
              <w:ind w:right="113"/>
            </w:pPr>
            <w:r>
              <w:t>1</w:t>
            </w:r>
            <w:r w:rsidR="00CD1205">
              <w:t>0</w:t>
            </w:r>
            <w:r>
              <w:t>–</w:t>
            </w:r>
            <w:r w:rsidRPr="003C11B2">
              <w:t>1</w:t>
            </w:r>
            <w:r w:rsidR="00CD1205">
              <w:t>3</w:t>
            </w:r>
            <w:r w:rsidR="00B65593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8443CB" w:rsidRPr="008D0570" w:rsidRDefault="008443CB" w:rsidP="00CD1205">
            <w:pPr>
              <w:spacing w:before="40" w:after="120"/>
              <w:ind w:right="113"/>
            </w:pPr>
            <w:r w:rsidRPr="003C11B2">
              <w:t>World Forum for Harmonization of</w:t>
            </w:r>
            <w:r>
              <w:t xml:space="preserve"> Vehicle Regulations (WP.29) (one-hundred-and-sixty-</w:t>
            </w:r>
            <w:r w:rsidR="00CD1205">
              <w:t xml:space="preserve">fifth </w:t>
            </w:r>
            <w:r w:rsidRPr="003C11B2">
              <w:t>session)</w:t>
            </w:r>
            <w:r>
              <w:t>.</w:t>
            </w:r>
            <w:r>
              <w:rPr>
                <w:b/>
                <w:bCs/>
                <w:color w:val="000000"/>
                <w:lang w:eastAsia="en-GB"/>
              </w:rPr>
              <w:t xml:space="preserve">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935A51" w:rsidRPr="008D0570" w:rsidTr="00563448">
        <w:trPr>
          <w:cantSplit/>
        </w:trPr>
        <w:tc>
          <w:tcPr>
            <w:tcW w:w="2152" w:type="dxa"/>
            <w:shd w:val="clear" w:color="auto" w:fill="auto"/>
          </w:tcPr>
          <w:p w:rsidR="00935A51" w:rsidRPr="008D0570" w:rsidRDefault="00935A51" w:rsidP="00563448">
            <w:pPr>
              <w:spacing w:before="40" w:after="120"/>
              <w:ind w:right="113"/>
            </w:pPr>
            <w:r>
              <w:t>14–18</w:t>
            </w:r>
          </w:p>
        </w:tc>
        <w:tc>
          <w:tcPr>
            <w:tcW w:w="5204" w:type="dxa"/>
            <w:shd w:val="clear" w:color="auto" w:fill="auto"/>
          </w:tcPr>
          <w:p w:rsidR="00935A51" w:rsidRPr="008D0570" w:rsidRDefault="00935A51" w:rsidP="00563448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 xml:space="preserve">to be held in </w:t>
            </w:r>
            <w:smartTag w:uri="urn:schemas-microsoft-com:office:smarttags" w:element="State">
              <w:smartTag w:uri="urn:schemas-microsoft-com:office:smarttags" w:element="Street">
                <w:r w:rsidRPr="006F1C27">
                  <w:rPr>
                    <w:u w:val="single"/>
                  </w:rPr>
                  <w:t>Bern</w:t>
                </w:r>
              </w:smartTag>
            </w:smartTag>
            <w:r w:rsidRPr="00A7680B">
              <w:t>)</w:t>
            </w:r>
            <w:r>
              <w:t>. No interpretation on 18 March.</w:t>
            </w:r>
          </w:p>
        </w:tc>
      </w:tr>
      <w:tr w:rsidR="00CD120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CD1205" w:rsidRDefault="00CD1205" w:rsidP="00F9702B">
            <w:pPr>
              <w:spacing w:before="40" w:after="120"/>
              <w:ind w:right="113"/>
            </w:pPr>
            <w:r>
              <w:t>23</w:t>
            </w:r>
            <w:r w:rsidR="00F9702B">
              <w:t>–</w:t>
            </w:r>
            <w:r>
              <w:t>26</w:t>
            </w:r>
          </w:p>
        </w:tc>
        <w:tc>
          <w:tcPr>
            <w:tcW w:w="5204" w:type="dxa"/>
            <w:shd w:val="clear" w:color="auto" w:fill="auto"/>
          </w:tcPr>
          <w:p w:rsidR="00CD1205" w:rsidRPr="00A7680B" w:rsidRDefault="00CD1205" w:rsidP="00F9702B">
            <w:pPr>
              <w:spacing w:before="40" w:after="120"/>
              <w:ind w:right="113"/>
            </w:pPr>
            <w:r w:rsidRPr="00A7680B">
              <w:t>Working Party on Road Traffic Safety (WP.1) (</w:t>
            </w:r>
            <w:r w:rsidR="00F9702B">
              <w:t>seventieth s</w:t>
            </w:r>
            <w:r w:rsidRPr="00A7680B">
              <w:t>ession)</w:t>
            </w:r>
          </w:p>
        </w:tc>
      </w:tr>
      <w:tr w:rsidR="008443CB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8443CB" w:rsidRDefault="008443CB" w:rsidP="00875501">
            <w:pPr>
              <w:pStyle w:val="H1G"/>
            </w:pPr>
            <w:r w:rsidRPr="00C96DC6">
              <w:lastRenderedPageBreak/>
              <w:t>April</w:t>
            </w:r>
          </w:p>
          <w:p w:rsidR="00354D60" w:rsidRPr="00354D60" w:rsidRDefault="00354D60" w:rsidP="007642AC"/>
        </w:tc>
      </w:tr>
      <w:tr w:rsidR="007642A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7642AC" w:rsidRDefault="007642AC" w:rsidP="00BF3319">
            <w:pPr>
              <w:spacing w:before="40" w:after="120"/>
              <w:ind w:right="113"/>
            </w:pPr>
            <w:r>
              <w:t>8–9</w:t>
            </w:r>
          </w:p>
        </w:tc>
        <w:tc>
          <w:tcPr>
            <w:tcW w:w="5204" w:type="dxa"/>
            <w:shd w:val="clear" w:color="auto" w:fill="auto"/>
          </w:tcPr>
          <w:p w:rsidR="007642AC" w:rsidRPr="003C11B2" w:rsidRDefault="007642AC" w:rsidP="00BF3319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(sixty-third session)</w:t>
            </w:r>
          </w:p>
        </w:tc>
      </w:tr>
      <w:tr w:rsidR="00CD120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CD1205" w:rsidRPr="008D0570" w:rsidRDefault="00CD1205" w:rsidP="00BF3319">
            <w:pPr>
              <w:spacing w:before="40" w:after="120"/>
              <w:ind w:right="113"/>
            </w:pPr>
            <w:r>
              <w:t>14–17</w:t>
            </w:r>
          </w:p>
        </w:tc>
        <w:tc>
          <w:tcPr>
            <w:tcW w:w="5204" w:type="dxa"/>
            <w:shd w:val="clear" w:color="auto" w:fill="auto"/>
          </w:tcPr>
          <w:p w:rsidR="00CD1205" w:rsidRPr="008D0570" w:rsidRDefault="00CD1205" w:rsidP="00BF3319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Lighting and Light-Signalling</w:t>
            </w:r>
            <w:r w:rsidRPr="003C11B2">
              <w:t xml:space="preserve"> (GR</w:t>
            </w:r>
            <w:r>
              <w:t>E</w:t>
            </w:r>
            <w:r w:rsidRPr="003C11B2">
              <w:t>) (</w:t>
            </w:r>
            <w:r>
              <w:t xml:space="preserve">seventy-third </w:t>
            </w:r>
            <w:r w:rsidRPr="003C11B2">
              <w:t>session)</w:t>
            </w:r>
            <w:r>
              <w:t xml:space="preserve"> </w:t>
            </w:r>
          </w:p>
        </w:tc>
      </w:tr>
      <w:tr w:rsidR="00143D11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143D11" w:rsidRDefault="00143D11" w:rsidP="00143D11">
            <w:pPr>
              <w:spacing w:before="40" w:after="120"/>
              <w:ind w:right="113"/>
            </w:pPr>
            <w:r>
              <w:t>21–23</w:t>
            </w:r>
          </w:p>
        </w:tc>
        <w:tc>
          <w:tcPr>
            <w:tcW w:w="5204" w:type="dxa"/>
            <w:shd w:val="clear" w:color="auto" w:fill="auto"/>
          </w:tcPr>
          <w:p w:rsidR="00143D11" w:rsidRPr="003C11B2" w:rsidRDefault="00143D11" w:rsidP="00975926">
            <w:pPr>
              <w:spacing w:before="40" w:after="120"/>
              <w:ind w:right="113"/>
            </w:pPr>
            <w:r w:rsidRPr="00143D11">
              <w:t xml:space="preserve">Ad Hoc Working Group on the Harmonization of RID/ADR/ADN with the United Nations </w:t>
            </w:r>
            <w:r w:rsidR="00975926">
              <w:t>Recommendations on the Transport of Dangerous Goods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Default="00143D11" w:rsidP="00143D1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27–29</w:t>
            </w:r>
          </w:p>
        </w:tc>
        <w:tc>
          <w:tcPr>
            <w:tcW w:w="5204" w:type="dxa"/>
            <w:shd w:val="clear" w:color="auto" w:fill="auto"/>
          </w:tcPr>
          <w:p w:rsidR="008443CB" w:rsidRPr="00143D11" w:rsidRDefault="00143D11" w:rsidP="009B2F3B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Special Session of the Working Party on Road Transport (SC.1)</w:t>
            </w:r>
          </w:p>
        </w:tc>
      </w:tr>
      <w:tr w:rsidR="008443CB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8443CB" w:rsidRPr="006F1C27" w:rsidRDefault="008443CB" w:rsidP="00875501">
            <w:pPr>
              <w:pStyle w:val="H1G"/>
              <w:rPr>
                <w:color w:val="000000"/>
                <w:szCs w:val="24"/>
                <w:lang w:val="en-US"/>
              </w:rPr>
            </w:pPr>
            <w:r w:rsidRPr="00C96DC6">
              <w:t>May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Pr="008D0570" w:rsidRDefault="00F9702B" w:rsidP="00F9702B">
            <w:pPr>
              <w:spacing w:before="40" w:after="120"/>
              <w:ind w:right="113"/>
            </w:pPr>
            <w:r>
              <w:t>4 (p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)–8 (a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8443CB" w:rsidRPr="008D0570" w:rsidRDefault="008443CB" w:rsidP="00143D1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(ninety-</w:t>
            </w:r>
            <w:r w:rsidR="00143D11">
              <w:rPr>
                <w:color w:val="000000"/>
                <w:szCs w:val="24"/>
                <w:lang w:val="en-US"/>
              </w:rPr>
              <w:t>eighth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Pr="008D0570" w:rsidRDefault="00143D11" w:rsidP="00F9702B">
            <w:pPr>
              <w:spacing w:before="40" w:after="120"/>
              <w:ind w:right="113"/>
            </w:pPr>
            <w:r>
              <w:t>4 (p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)–8 (a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8443CB" w:rsidRPr="008D0570" w:rsidRDefault="008443CB" w:rsidP="00143D11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</w:t>
            </w:r>
            <w:r w:rsidR="00143D11">
              <w:t>eighth</w:t>
            </w:r>
            <w:r>
              <w:t xml:space="preserve"> session</w:t>
            </w:r>
            <w:r w:rsidRPr="003C11B2">
              <w:t>)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Pr="008D0570" w:rsidRDefault="008443CB" w:rsidP="00F9702B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 w:rsidR="004F6B35">
              <w:rPr>
                <w:color w:val="000000"/>
                <w:szCs w:val="24"/>
                <w:lang w:val="en-US"/>
              </w:rPr>
              <w:t>8</w:t>
            </w:r>
            <w:r w:rsidRPr="006F1C27">
              <w:rPr>
                <w:color w:val="000000"/>
                <w:szCs w:val="24"/>
                <w:lang w:val="en-US"/>
              </w:rPr>
              <w:t xml:space="preserve"> (p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 w:rsidRPr="006F1C27">
              <w:rPr>
                <w:color w:val="000000"/>
                <w:szCs w:val="24"/>
                <w:lang w:val="en-US"/>
              </w:rPr>
              <w:t>m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  <w:r w:rsidRPr="003C11B2">
              <w:t>–</w:t>
            </w:r>
            <w:r>
              <w:t>2</w:t>
            </w:r>
            <w:r w:rsidR="004F6B35">
              <w:t>2</w:t>
            </w:r>
            <w:r w:rsidRPr="006F1C27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(a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>
              <w:rPr>
                <w:color w:val="000000"/>
                <w:szCs w:val="24"/>
                <w:lang w:val="en-US"/>
              </w:rPr>
              <w:t>m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>
              <w:rPr>
                <w:color w:val="000000"/>
                <w:szCs w:val="24"/>
                <w:lang w:val="en-US"/>
              </w:rPr>
              <w:t>)</w:t>
            </w:r>
          </w:p>
        </w:tc>
        <w:tc>
          <w:tcPr>
            <w:tcW w:w="5204" w:type="dxa"/>
            <w:shd w:val="clear" w:color="auto" w:fill="auto"/>
          </w:tcPr>
          <w:p w:rsidR="008443CB" w:rsidRPr="008D0570" w:rsidRDefault="008443CB" w:rsidP="004F6B35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(fifty-</w:t>
            </w:r>
            <w:r w:rsidR="004F6B35">
              <w:rPr>
                <w:color w:val="000000"/>
                <w:szCs w:val="24"/>
                <w:lang w:val="en-US"/>
              </w:rPr>
              <w:t>seventh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8443CB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443CB" w:rsidRDefault="008443CB" w:rsidP="004F6B35">
            <w:pPr>
              <w:spacing w:before="40" w:after="120"/>
              <w:ind w:right="113"/>
            </w:pPr>
          </w:p>
        </w:tc>
        <w:tc>
          <w:tcPr>
            <w:tcW w:w="5204" w:type="dxa"/>
            <w:shd w:val="clear" w:color="auto" w:fill="auto"/>
          </w:tcPr>
          <w:p w:rsidR="008443CB" w:rsidRPr="00A7680B" w:rsidRDefault="008443CB" w:rsidP="004F6B35">
            <w:pPr>
              <w:spacing w:before="40" w:after="120"/>
              <w:ind w:right="113"/>
            </w:pPr>
          </w:p>
        </w:tc>
      </w:tr>
      <w:tr w:rsidR="008443CB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8443CB" w:rsidRPr="008D0570" w:rsidRDefault="008443CB" w:rsidP="00875501">
            <w:pPr>
              <w:pStyle w:val="H1G"/>
            </w:pPr>
            <w:r w:rsidRPr="00C96DC6">
              <w:t>June</w:t>
            </w:r>
          </w:p>
        </w:tc>
      </w:tr>
      <w:tr w:rsidR="00813164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13164" w:rsidRDefault="00813164" w:rsidP="004F6B35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</w:rPr>
              <w:t>3–5</w:t>
            </w:r>
          </w:p>
        </w:tc>
        <w:tc>
          <w:tcPr>
            <w:tcW w:w="5204" w:type="dxa"/>
            <w:shd w:val="clear" w:color="auto" w:fill="auto"/>
          </w:tcPr>
          <w:p w:rsidR="00813164" w:rsidRPr="004F6B35" w:rsidRDefault="00813164" w:rsidP="00B854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813164">
              <w:rPr>
                <w:color w:val="000000"/>
                <w:szCs w:val="24"/>
                <w:lang w:val="en-US"/>
              </w:rPr>
              <w:t>Group of Experts on Climate Change Impacts and Adaptation for Transport Networks and Nodes</w:t>
            </w:r>
            <w:r w:rsidR="000A0483">
              <w:rPr>
                <w:color w:val="000000"/>
                <w:szCs w:val="24"/>
                <w:lang w:val="en-US"/>
              </w:rPr>
              <w:t xml:space="preserve"> (WP.5/GE.3)</w:t>
            </w:r>
            <w:r>
              <w:rPr>
                <w:color w:val="000000"/>
                <w:szCs w:val="24"/>
                <w:lang w:val="en-US"/>
              </w:rPr>
              <w:t xml:space="preserve"> (seventh session)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6F1C27" w:rsidRDefault="004F6B35" w:rsidP="004F6B35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4</w:t>
            </w:r>
            <w:r w:rsidRPr="003C11B2">
              <w:t>–</w:t>
            </w:r>
            <w:r>
              <w:t>5</w:t>
            </w:r>
          </w:p>
        </w:tc>
        <w:tc>
          <w:tcPr>
            <w:tcW w:w="5204" w:type="dxa"/>
            <w:shd w:val="clear" w:color="auto" w:fill="auto"/>
          </w:tcPr>
          <w:p w:rsidR="004F6B35" w:rsidRPr="006F1C27" w:rsidRDefault="004F6B35" w:rsidP="00B854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</w:t>
            </w:r>
            <w:r w:rsidR="00B854FC">
              <w:rPr>
                <w:color w:val="000000"/>
                <w:szCs w:val="24"/>
                <w:lang w:val="en-US"/>
              </w:rPr>
              <w:t>fourth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CE754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CE7543" w:rsidRDefault="00CE7543" w:rsidP="00FE3EE7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CE7543" w:rsidRDefault="00CE7543" w:rsidP="00354D60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Bureau of the Inland Transport Committee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6F1C27" w:rsidRDefault="004F6B35" w:rsidP="00FE3EE7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4F6B35" w:rsidRPr="006F1C27" w:rsidRDefault="004F6B35" w:rsidP="00354D6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>) (sixty-</w:t>
            </w:r>
            <w:r w:rsidR="00354D60">
              <w:t>fourth</w:t>
            </w:r>
            <w:r w:rsidR="00FD6C7E">
              <w:t xml:space="preserve"> </w:t>
            </w:r>
            <w:r>
              <w:t>session)</w:t>
            </w:r>
          </w:p>
        </w:tc>
      </w:tr>
      <w:tr w:rsidR="00813164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813164" w:rsidRPr="004939CA" w:rsidRDefault="00813164" w:rsidP="004939CA">
            <w:pPr>
              <w:spacing w:before="40" w:after="120"/>
              <w:ind w:right="113"/>
              <w:rPr>
                <w:color w:val="000000"/>
              </w:rPr>
            </w:pPr>
            <w:r w:rsidRPr="004939CA">
              <w:rPr>
                <w:color w:val="000000"/>
              </w:rPr>
              <w:t>9</w:t>
            </w:r>
            <w:r>
              <w:rPr>
                <w:color w:val="000000"/>
                <w:szCs w:val="24"/>
              </w:rPr>
              <w:t>–</w:t>
            </w:r>
            <w:r w:rsidRPr="004939CA">
              <w:rPr>
                <w:color w:val="000000"/>
              </w:rPr>
              <w:t>10</w:t>
            </w:r>
            <w:r w:rsidR="004939CA">
              <w:rPr>
                <w:color w:val="000000"/>
                <w:szCs w:val="24"/>
                <w:lang w:val="en-US"/>
              </w:rPr>
              <w:br/>
            </w:r>
            <w:r w:rsidR="00CF356B">
              <w:rPr>
                <w:color w:val="000000"/>
                <w:szCs w:val="24"/>
                <w:lang w:val="en-US"/>
              </w:rPr>
              <w:t>Dushanbe</w:t>
            </w:r>
          </w:p>
        </w:tc>
        <w:tc>
          <w:tcPr>
            <w:tcW w:w="5204" w:type="dxa"/>
            <w:shd w:val="clear" w:color="auto" w:fill="auto"/>
          </w:tcPr>
          <w:p w:rsidR="00813164" w:rsidRPr="006F1C27" w:rsidRDefault="00813164" w:rsidP="004939CA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939CA">
              <w:rPr>
                <w:color w:val="000000"/>
                <w:lang w:val="en-US"/>
              </w:rPr>
              <w:t>Group of Experts on Euro-Asian Transport Linkages (WP.5/GE.2) (thirteenth session)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8D0570" w:rsidRDefault="004F6B35" w:rsidP="00B65593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9</w:t>
            </w:r>
            <w:r w:rsidRPr="003C11B2">
              <w:t>–</w:t>
            </w: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5204" w:type="dxa"/>
            <w:shd w:val="clear" w:color="auto" w:fill="auto"/>
          </w:tcPr>
          <w:p w:rsidR="004F6B35" w:rsidRPr="008D0570" w:rsidRDefault="004F6B35" w:rsidP="004F6B35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 xml:space="preserve">fortieth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>
              <w:t xml:space="preserve"> 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6F1C27" w:rsidRDefault="004F6B35" w:rsidP="00DF6B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9</w:t>
            </w:r>
            <w:r w:rsidR="00B65593">
              <w:rPr>
                <w:bCs/>
              </w:rPr>
              <w:t xml:space="preserve"> </w:t>
            </w:r>
            <w:r>
              <w:rPr>
                <w:bCs/>
              </w:rPr>
              <w:t>(p</w:t>
            </w:r>
            <w:r w:rsidR="00B854FC">
              <w:rPr>
                <w:bCs/>
              </w:rPr>
              <w:t>.</w:t>
            </w:r>
            <w:r>
              <w:rPr>
                <w:bCs/>
              </w:rPr>
              <w:t>m</w:t>
            </w:r>
            <w:r w:rsidR="00B854FC">
              <w:rPr>
                <w:bCs/>
              </w:rPr>
              <w:t>.</w:t>
            </w:r>
            <w:r>
              <w:rPr>
                <w:bCs/>
              </w:rPr>
              <w:t>)</w:t>
            </w:r>
            <w:r w:rsidRPr="003C11B2">
              <w:t>–</w:t>
            </w:r>
            <w:r>
              <w:t>12 (a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</w:t>
            </w:r>
          </w:p>
        </w:tc>
        <w:tc>
          <w:tcPr>
            <w:tcW w:w="5204" w:type="dxa"/>
            <w:shd w:val="clear" w:color="auto" w:fill="auto"/>
          </w:tcPr>
          <w:p w:rsidR="004F6B35" w:rsidRPr="006F1C27" w:rsidRDefault="004F6B35" w:rsidP="00DF6B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3C11B2">
              <w:t>Working Party on Pollution and Energy (GRPE) (s</w:t>
            </w:r>
            <w:r>
              <w:t>eventy-first session</w:t>
            </w:r>
            <w:r w:rsidRPr="003C11B2">
              <w:t>)</w:t>
            </w:r>
          </w:p>
        </w:tc>
      </w:tr>
      <w:tr w:rsidR="00913876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13876" w:rsidRPr="006F1C27" w:rsidRDefault="00913876" w:rsidP="00EA737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10</w:t>
            </w:r>
            <w:r w:rsidRPr="003C11B2">
              <w:t>–</w:t>
            </w:r>
            <w:r>
              <w:t>12</w:t>
            </w:r>
          </w:p>
        </w:tc>
        <w:tc>
          <w:tcPr>
            <w:tcW w:w="5204" w:type="dxa"/>
            <w:shd w:val="clear" w:color="auto" w:fill="auto"/>
          </w:tcPr>
          <w:p w:rsidR="00913876" w:rsidRPr="006F1C27" w:rsidRDefault="00913876" w:rsidP="00EA7373">
            <w:pPr>
              <w:spacing w:before="40" w:after="120"/>
              <w:ind w:right="113"/>
              <w:rPr>
                <w:bCs/>
                <w:lang w:val="en-US"/>
              </w:rPr>
            </w:pPr>
            <w:r w:rsidRPr="004F6B35">
              <w:t>Group of Experts  towards Unified Railway Law (SC.2/GEURL)</w:t>
            </w:r>
            <w:r>
              <w:t xml:space="preserve"> (eleventh session)</w:t>
            </w:r>
          </w:p>
        </w:tc>
      </w:tr>
      <w:tr w:rsidR="00FC378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C378C" w:rsidRPr="006F1C27" w:rsidRDefault="00FC378C" w:rsidP="00EA7373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lastRenderedPageBreak/>
              <w:t>11</w:t>
            </w:r>
          </w:p>
        </w:tc>
        <w:tc>
          <w:tcPr>
            <w:tcW w:w="5204" w:type="dxa"/>
            <w:shd w:val="clear" w:color="auto" w:fill="auto"/>
          </w:tcPr>
          <w:p w:rsidR="00FC378C" w:rsidRPr="006F1C27" w:rsidRDefault="00FC378C" w:rsidP="00EA7373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Administrative Committee for the TIR Convention (WP.30/AC.2) (sixty-first session)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Default="00EA7373" w:rsidP="00EA7373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5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5204" w:type="dxa"/>
            <w:shd w:val="clear" w:color="auto" w:fill="auto"/>
          </w:tcPr>
          <w:p w:rsidR="00EA7373" w:rsidRPr="00482AEF" w:rsidRDefault="00EA7373" w:rsidP="00EA7373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fifth</w:t>
            </w:r>
            <w:r w:rsidRPr="006F1C27">
              <w:rPr>
                <w:bCs/>
                <w:lang w:val="en-US"/>
              </w:rPr>
              <w:t xml:space="preserve"> session)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 w:rsidR="00EA7373">
              <w:rPr>
                <w:color w:val="000000"/>
                <w:szCs w:val="24"/>
                <w:lang w:val="en-US"/>
              </w:rPr>
              <w:t>7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 w:rsidR="00EA7373">
              <w:rPr>
                <w:color w:val="000000"/>
                <w:szCs w:val="24"/>
                <w:lang w:val="en-US"/>
              </w:rPr>
              <w:t>19</w:t>
            </w:r>
          </w:p>
        </w:tc>
        <w:tc>
          <w:tcPr>
            <w:tcW w:w="5204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 w:rsidRPr="00D02051">
              <w:t xml:space="preserve">Working Party on Transport Statistics </w:t>
            </w:r>
            <w:r>
              <w:t xml:space="preserve">(WP.6) </w:t>
            </w:r>
            <w:r w:rsidRPr="00D02051">
              <w:t>(</w:t>
            </w:r>
            <w:r>
              <w:t>sixty-</w:t>
            </w:r>
            <w:r w:rsidR="00EA7373">
              <w:t>sixth</w:t>
            </w:r>
            <w:r w:rsidRPr="00D02051">
              <w:t xml:space="preserve"> session)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>
              <w:t>2</w:t>
            </w:r>
            <w:r w:rsidR="00EA7373">
              <w:t>2</w:t>
            </w:r>
          </w:p>
        </w:tc>
        <w:tc>
          <w:tcPr>
            <w:tcW w:w="5204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EA7373">
              <w:t>eighteenth</w:t>
            </w:r>
            <w:r>
              <w:t xml:space="preserve"> </w:t>
            </w:r>
            <w:r w:rsidRPr="003C11B2">
              <w:t>session)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Default="004F6B35" w:rsidP="00EA7373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 w:rsidR="00EA7373">
              <w:rPr>
                <w:color w:val="000000"/>
                <w:szCs w:val="24"/>
                <w:lang w:val="en-US"/>
              </w:rPr>
              <w:t>2</w:t>
            </w:r>
            <w:r w:rsidRPr="003C11B2">
              <w:t>–</w:t>
            </w:r>
            <w:r>
              <w:t>2</w:t>
            </w:r>
            <w:r w:rsidR="00EA7373">
              <w:t>6</w:t>
            </w:r>
          </w:p>
        </w:tc>
        <w:tc>
          <w:tcPr>
            <w:tcW w:w="5204" w:type="dxa"/>
            <w:shd w:val="clear" w:color="auto" w:fill="auto"/>
          </w:tcPr>
          <w:p w:rsidR="004F6B35" w:rsidRPr="003C11B2" w:rsidRDefault="004F6B35" w:rsidP="00EA7373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ECOSOC Sub-Committee of Experts on the Transport of Dangerous Goods (forty-</w:t>
            </w:r>
            <w:r w:rsidR="00EA7373">
              <w:rPr>
                <w:color w:val="000000"/>
                <w:szCs w:val="24"/>
                <w:lang w:val="en-US"/>
              </w:rPr>
              <w:t xml:space="preserve">seventh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lang w:val="en-US"/>
              </w:rPr>
              <w:t xml:space="preserve"> (ST/SG/AC.10/C.3)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3"/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>
              <w:br w:type="page"/>
              <w:t>2</w:t>
            </w:r>
            <w:r w:rsidR="00EA7373">
              <w:t>3</w:t>
            </w:r>
            <w:r>
              <w:t>–2</w:t>
            </w:r>
            <w:r w:rsidR="00EA7373">
              <w:t>6</w:t>
            </w:r>
            <w:r w:rsidR="00B65593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 w:rsidRPr="003C11B2">
              <w:t>World Forum for Harmonization of Vehicle Regulations (WP.29) (one</w:t>
            </w:r>
            <w:r>
              <w:t>-</w:t>
            </w:r>
            <w:r w:rsidRPr="003C11B2">
              <w:t>hundred</w:t>
            </w:r>
            <w:r>
              <w:t>-</w:t>
            </w:r>
            <w:r w:rsidRPr="003C11B2">
              <w:t>and</w:t>
            </w:r>
            <w:r>
              <w:t>-sixty-</w:t>
            </w:r>
            <w:r w:rsidR="00EA7373">
              <w:t xml:space="preserve">sixth </w:t>
            </w:r>
            <w:r w:rsidRPr="003C11B2">
              <w:t>session)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4F6B35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>
              <w:t>2</w:t>
            </w:r>
            <w:r w:rsidR="00EA7373">
              <w:t>4</w:t>
            </w:r>
            <w:r w:rsidRPr="003C11B2">
              <w:t>–</w:t>
            </w:r>
            <w:r>
              <w:t>2</w:t>
            </w:r>
            <w:r w:rsidR="00EA7373">
              <w:t>6</w:t>
            </w:r>
          </w:p>
        </w:tc>
        <w:tc>
          <w:tcPr>
            <w:tcW w:w="5204" w:type="dxa"/>
            <w:shd w:val="clear" w:color="auto" w:fill="auto"/>
          </w:tcPr>
          <w:p w:rsidR="004F6B35" w:rsidRPr="008D0570" w:rsidRDefault="004F6B35" w:rsidP="00EA7373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 </w:t>
            </w:r>
            <w:r>
              <w:t xml:space="preserve">(SC.3/WP.3) </w:t>
            </w:r>
            <w:r w:rsidRPr="00A7680B">
              <w:t>(</w:t>
            </w:r>
            <w:r>
              <w:t>forty-</w:t>
            </w:r>
            <w:r w:rsidR="00EA7373">
              <w:t>seventh</w:t>
            </w:r>
            <w:r>
              <w:t xml:space="preserve"> </w:t>
            </w:r>
            <w:r w:rsidRPr="00A7680B">
              <w:t>session)</w:t>
            </w:r>
            <w:r>
              <w:t xml:space="preserve"> 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6F1C27" w:rsidRDefault="00EA7373" w:rsidP="00B854FC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br w:type="page"/>
              <w:t>29</w:t>
            </w:r>
            <w:r w:rsidRPr="003C11B2">
              <w:t>–</w:t>
            </w:r>
            <w:r w:rsidR="00B854FC">
              <w:t>1</w:t>
            </w:r>
            <w:r>
              <w:t xml:space="preserve"> July  </w:t>
            </w:r>
          </w:p>
        </w:tc>
        <w:tc>
          <w:tcPr>
            <w:tcW w:w="5204" w:type="dxa"/>
            <w:shd w:val="clear" w:color="auto" w:fill="auto"/>
          </w:tcPr>
          <w:p w:rsidR="00EA7373" w:rsidRPr="00BB0379" w:rsidRDefault="00EA7373" w:rsidP="00EA7373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>twenty-ninth s</w:t>
            </w:r>
            <w:r w:rsidRPr="006F1C27">
              <w:rPr>
                <w:color w:val="000000"/>
                <w:szCs w:val="24"/>
                <w:lang w:val="en-US"/>
              </w:rPr>
              <w:t>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4"/>
            </w:r>
          </w:p>
        </w:tc>
      </w:tr>
      <w:tr w:rsidR="00EA7373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EA7373" w:rsidRPr="008D0570" w:rsidRDefault="00EA7373" w:rsidP="00875501">
            <w:pPr>
              <w:pStyle w:val="H1G"/>
            </w:pPr>
            <w:r w:rsidRPr="00C96DC6">
              <w:t>July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Default="00EA7373" w:rsidP="00EA7373">
            <w:pPr>
              <w:spacing w:before="40" w:after="120"/>
              <w:ind w:right="113"/>
            </w:pPr>
          </w:p>
        </w:tc>
        <w:tc>
          <w:tcPr>
            <w:tcW w:w="5204" w:type="dxa"/>
            <w:shd w:val="clear" w:color="auto" w:fill="auto"/>
          </w:tcPr>
          <w:p w:rsidR="00EA7373" w:rsidRPr="006F1C27" w:rsidRDefault="008F7D89" w:rsidP="00276B56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No meetings scheduled</w:t>
            </w:r>
          </w:p>
        </w:tc>
      </w:tr>
      <w:tr w:rsidR="00EA7373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EA7373" w:rsidRPr="008D0570" w:rsidRDefault="00EA7373" w:rsidP="00875501">
            <w:pPr>
              <w:pStyle w:val="H1G"/>
            </w:pPr>
            <w:r w:rsidRPr="00C96DC6">
              <w:t>August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2</w:t>
            </w:r>
            <w:r w:rsidR="00F623FE">
              <w:rPr>
                <w:color w:val="000000"/>
                <w:szCs w:val="24"/>
                <w:lang w:val="en-US"/>
              </w:rPr>
              <w:t>4</w:t>
            </w:r>
            <w:r w:rsidRPr="003C11B2">
              <w:t>–</w:t>
            </w:r>
            <w:r>
              <w:t>2</w:t>
            </w:r>
            <w:r w:rsidR="00F623FE">
              <w:t>8</w:t>
            </w:r>
            <w:r w:rsidRPr="006F1C27">
              <w:rPr>
                <w:color w:val="000000"/>
                <w:szCs w:val="24"/>
                <w:lang w:val="en-US"/>
              </w:rPr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 (ADN) (WP.15/AC.2) (twenty-</w:t>
            </w:r>
            <w:r w:rsidR="00F623FE">
              <w:rPr>
                <w:color w:val="000000"/>
                <w:szCs w:val="24"/>
                <w:lang w:val="en-US"/>
              </w:rPr>
              <w:t>seventh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t>2</w:t>
            </w:r>
            <w:r w:rsidR="00F623FE">
              <w:rPr>
                <w:color w:val="000000"/>
                <w:szCs w:val="24"/>
              </w:rPr>
              <w:t>8</w:t>
            </w:r>
            <w:r w:rsidRPr="006F1C27">
              <w:rPr>
                <w:color w:val="000000"/>
                <w:szCs w:val="24"/>
                <w:lang w:val="en-US"/>
              </w:rPr>
              <w:t xml:space="preserve"> (p.m.)</w:t>
            </w:r>
          </w:p>
        </w:tc>
        <w:tc>
          <w:tcPr>
            <w:tcW w:w="5204" w:type="dxa"/>
            <w:shd w:val="clear" w:color="auto" w:fill="auto"/>
          </w:tcPr>
          <w:p w:rsidR="00EA7373" w:rsidRPr="008D0570" w:rsidRDefault="00EA7373" w:rsidP="00585532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 (ADN) (</w:t>
            </w:r>
            <w:r w:rsidR="00F623FE">
              <w:rPr>
                <w:color w:val="000000"/>
                <w:szCs w:val="24"/>
                <w:lang w:val="en-US"/>
              </w:rPr>
              <w:t>f</w:t>
            </w:r>
            <w:r w:rsidR="00585532">
              <w:rPr>
                <w:color w:val="000000"/>
                <w:szCs w:val="24"/>
                <w:lang w:val="en-US"/>
              </w:rPr>
              <w:t>ifteenth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EA7373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EA7373" w:rsidRPr="008D0570" w:rsidRDefault="00EA7373" w:rsidP="00875501">
            <w:pPr>
              <w:pStyle w:val="H1G"/>
            </w:pPr>
            <w:r w:rsidRPr="00C96DC6">
              <w:t>September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6F1C27" w:rsidRDefault="00EA7373" w:rsidP="00F623FE">
            <w:pPr>
              <w:spacing w:before="40" w:after="120"/>
              <w:ind w:right="113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Pr="006F1C27">
              <w:rPr>
                <w:bCs/>
                <w:lang w:val="en-US"/>
              </w:rPr>
              <w:t xml:space="preserve"> (p.m.)–</w:t>
            </w:r>
            <w:r>
              <w:rPr>
                <w:bCs/>
                <w:lang w:val="en-US"/>
              </w:rPr>
              <w:t xml:space="preserve">3 </w:t>
            </w:r>
          </w:p>
        </w:tc>
        <w:tc>
          <w:tcPr>
            <w:tcW w:w="5204" w:type="dxa"/>
            <w:shd w:val="clear" w:color="auto" w:fill="auto"/>
          </w:tcPr>
          <w:p w:rsidR="00EA7373" w:rsidRPr="006F1C27" w:rsidRDefault="00EA7373" w:rsidP="00F623FE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bCs/>
                <w:lang w:val="en-US"/>
              </w:rPr>
              <w:t>Working Party on Noise (GRB) (</w:t>
            </w:r>
            <w:r>
              <w:rPr>
                <w:bCs/>
                <w:lang w:val="en-US"/>
              </w:rPr>
              <w:t>sixt</w:t>
            </w:r>
            <w:r w:rsidR="00F623FE">
              <w:rPr>
                <w:bCs/>
                <w:lang w:val="en-US"/>
              </w:rPr>
              <w:t xml:space="preserve">y-second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8D0570" w:rsidRDefault="00F623FE" w:rsidP="00F623FE">
            <w:pPr>
              <w:spacing w:before="40" w:after="120"/>
              <w:ind w:right="113"/>
            </w:pPr>
            <w:r>
              <w:rPr>
                <w:color w:val="000000"/>
                <w:szCs w:val="24"/>
              </w:rPr>
              <w:lastRenderedPageBreak/>
              <w:t>7</w:t>
            </w:r>
            <w:r w:rsidR="00EA7373" w:rsidRPr="003C11B2">
              <w:t>–</w:t>
            </w:r>
            <w:r>
              <w:t>9</w:t>
            </w:r>
          </w:p>
        </w:tc>
        <w:tc>
          <w:tcPr>
            <w:tcW w:w="5204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Working Party on Transport Trends and Economics (WP.5) (twenty-</w:t>
            </w:r>
            <w:r w:rsidR="00F623FE">
              <w:rPr>
                <w:bCs/>
                <w:lang w:val="en-US"/>
              </w:rPr>
              <w:t xml:space="preserve">eighth </w:t>
            </w:r>
            <w:r w:rsidRPr="006F1C27">
              <w:rPr>
                <w:bCs/>
                <w:lang w:val="en-US"/>
              </w:rPr>
              <w:t>session)</w:t>
            </w:r>
          </w:p>
        </w:tc>
      </w:tr>
      <w:tr w:rsidR="00C333E7" w:rsidRPr="008D0570" w:rsidTr="00563448">
        <w:trPr>
          <w:cantSplit/>
        </w:trPr>
        <w:tc>
          <w:tcPr>
            <w:tcW w:w="2152" w:type="dxa"/>
            <w:shd w:val="clear" w:color="auto" w:fill="auto"/>
          </w:tcPr>
          <w:p w:rsidR="00C333E7" w:rsidRDefault="00C333E7" w:rsidP="00563448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C333E7" w:rsidRPr="006F1C27" w:rsidRDefault="00C333E7" w:rsidP="00563448">
            <w:pPr>
              <w:tabs>
                <w:tab w:val="left" w:pos="2394"/>
              </w:tabs>
              <w:spacing w:before="40" w:after="120"/>
              <w:ind w:right="113"/>
              <w:rPr>
                <w:color w:val="000000"/>
              </w:rPr>
            </w:pPr>
            <w:r w:rsidRPr="006F1C27">
              <w:rPr>
                <w:iCs/>
                <w:color w:val="000000"/>
              </w:rPr>
              <w:t>Inland Transport Security Discussion Forum</w:t>
            </w:r>
            <w:r>
              <w:rPr>
                <w:iCs/>
                <w:color w:val="000000"/>
              </w:rPr>
              <w:t xml:space="preserve"> [in conjunction with the </w:t>
            </w:r>
            <w:r w:rsidRPr="006F1C27">
              <w:rPr>
                <w:bCs/>
                <w:lang w:val="en-US"/>
              </w:rPr>
              <w:t>twenty-</w:t>
            </w:r>
            <w:r>
              <w:rPr>
                <w:bCs/>
                <w:lang w:val="en-US"/>
              </w:rPr>
              <w:t xml:space="preserve">eighth </w:t>
            </w:r>
            <w:r w:rsidRPr="006F1C27">
              <w:rPr>
                <w:bCs/>
                <w:lang w:val="en-US"/>
              </w:rPr>
              <w:t>session</w:t>
            </w:r>
            <w:r>
              <w:rPr>
                <w:bCs/>
                <w:lang w:val="en-US"/>
              </w:rPr>
              <w:t xml:space="preserve"> of WP.5]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1</w:t>
            </w:r>
            <w:r w:rsidR="0074599A">
              <w:rPr>
                <w:color w:val="000000"/>
                <w:szCs w:val="24"/>
                <w:lang w:val="en-US"/>
              </w:rPr>
              <w:t>5</w:t>
            </w:r>
            <w:r w:rsidRPr="003C11B2">
              <w:t>–</w:t>
            </w:r>
            <w:r w:rsidR="00F623FE">
              <w:t>25</w:t>
            </w:r>
          </w:p>
        </w:tc>
        <w:tc>
          <w:tcPr>
            <w:tcW w:w="5204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 xml:space="preserve">Joint Meeting of the RID Committee of Experts and the Working Party on the Transport of Dangerous Goods (WP.15/AC.1). </w:t>
            </w:r>
            <w:r w:rsidR="00975926">
              <w:rPr>
                <w:color w:val="000000"/>
                <w:szCs w:val="24"/>
                <w:lang w:val="en-US"/>
              </w:rPr>
              <w:t>No interpretation on 25 September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>
              <w:t>1</w:t>
            </w:r>
            <w:r w:rsidR="00F623FE">
              <w:t>5</w:t>
            </w:r>
            <w:r>
              <w:t xml:space="preserve"> (p.m.)</w:t>
            </w:r>
            <w:r w:rsidRPr="003C11B2">
              <w:t>–</w:t>
            </w:r>
            <w:r>
              <w:t>1</w:t>
            </w:r>
            <w:r w:rsidR="00F623FE">
              <w:t>8</w:t>
            </w:r>
          </w:p>
        </w:tc>
        <w:tc>
          <w:tcPr>
            <w:tcW w:w="5204" w:type="dxa"/>
            <w:shd w:val="clear" w:color="auto" w:fill="auto"/>
          </w:tcPr>
          <w:p w:rsidR="00EA7373" w:rsidRPr="008D0570" w:rsidRDefault="00EA7373" w:rsidP="00F623FE">
            <w:pPr>
              <w:spacing w:before="40" w:after="120"/>
              <w:ind w:right="113"/>
            </w:pPr>
            <w:r w:rsidRPr="003C11B2">
              <w:t>Working Party on Brakes and Running Gear (GRRF) (</w:t>
            </w:r>
            <w:r w:rsidR="00F623FE">
              <w:t xml:space="preserve">eightieth </w:t>
            </w:r>
            <w:r w:rsidRPr="003C11B2">
              <w:t>session)</w:t>
            </w: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F623FE" w:rsidP="00F623FE">
            <w:pPr>
              <w:spacing w:before="40" w:after="120"/>
              <w:ind w:right="113"/>
            </w:pPr>
            <w:r>
              <w:t>29–2 October (a.m.)</w:t>
            </w:r>
          </w:p>
        </w:tc>
        <w:tc>
          <w:tcPr>
            <w:tcW w:w="5204" w:type="dxa"/>
            <w:shd w:val="clear" w:color="auto" w:fill="auto"/>
          </w:tcPr>
          <w:p w:rsidR="00F623FE" w:rsidRPr="003C11B2" w:rsidRDefault="00F623FE" w:rsidP="00F623FE">
            <w:pPr>
              <w:spacing w:before="40" w:after="120"/>
              <w:ind w:right="113"/>
            </w:pPr>
            <w:r w:rsidRPr="003C11B2">
              <w:t xml:space="preserve">Working Party on </w:t>
            </w:r>
            <w:r>
              <w:t>General Safety Provisions</w:t>
            </w:r>
            <w:r w:rsidRPr="003C11B2">
              <w:t xml:space="preserve"> (GR</w:t>
            </w:r>
            <w:r>
              <w:t>SG</w:t>
            </w:r>
            <w:r w:rsidRPr="003C11B2">
              <w:t>) (</w:t>
            </w:r>
            <w:r>
              <w:t>one-hundred-and-ninth session</w:t>
            </w:r>
            <w:r w:rsidRPr="003C11B2">
              <w:t>)</w:t>
            </w:r>
          </w:p>
        </w:tc>
      </w:tr>
      <w:tr w:rsidR="00EA7373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EA7373" w:rsidRPr="00495842" w:rsidRDefault="00EA7373" w:rsidP="009B2F3B">
            <w:pPr>
              <w:pStyle w:val="H1G"/>
            </w:pPr>
            <w:r w:rsidRPr="00D2076D">
              <w:t>October</w:t>
            </w:r>
          </w:p>
        </w:tc>
        <w:tc>
          <w:tcPr>
            <w:tcW w:w="5204" w:type="dxa"/>
            <w:shd w:val="clear" w:color="auto" w:fill="auto"/>
          </w:tcPr>
          <w:p w:rsidR="00EA7373" w:rsidRDefault="00EA7373" w:rsidP="00875501">
            <w:pPr>
              <w:spacing w:before="40" w:after="120"/>
              <w:ind w:right="113"/>
            </w:pP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F623FE" w:rsidP="00F623FE">
            <w:pPr>
              <w:spacing w:before="40" w:after="120"/>
              <w:ind w:right="113"/>
            </w:pPr>
            <w:r>
              <w:t>1</w:t>
            </w:r>
            <w:r w:rsidRPr="00C12CF9">
              <w:t>–</w:t>
            </w:r>
            <w:r>
              <w:t>2</w:t>
            </w:r>
          </w:p>
        </w:tc>
        <w:tc>
          <w:tcPr>
            <w:tcW w:w="5204" w:type="dxa"/>
            <w:shd w:val="clear" w:color="auto" w:fill="auto"/>
          </w:tcPr>
          <w:p w:rsidR="00F623FE" w:rsidRPr="00A7680B" w:rsidRDefault="00F623FE" w:rsidP="00F623FE">
            <w:pPr>
              <w:spacing w:before="40" w:after="120"/>
              <w:ind w:right="113"/>
            </w:pPr>
            <w:r>
              <w:t>Group of Experts on Euro-Asian Transport Linkages (WP.5/GE.2) (fo</w:t>
            </w:r>
            <w:r w:rsidR="009210DC">
              <w:t>u</w:t>
            </w:r>
            <w:r>
              <w:t>rteenth session)</w:t>
            </w: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F623FE" w:rsidP="00F623FE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5204" w:type="dxa"/>
            <w:shd w:val="clear" w:color="auto" w:fill="auto"/>
          </w:tcPr>
          <w:p w:rsidR="00F623FE" w:rsidRPr="006F1C27" w:rsidRDefault="00F623FE" w:rsidP="00354D6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TIR </w:t>
            </w:r>
            <w:r>
              <w:rPr>
                <w:color w:val="000000"/>
                <w:szCs w:val="24"/>
                <w:lang w:val="en-US"/>
              </w:rPr>
              <w:t xml:space="preserve">Executive Board </w:t>
            </w:r>
            <w:r w:rsidR="00A53822">
              <w:t>(</w:t>
            </w:r>
            <w:proofErr w:type="spellStart"/>
            <w:r w:rsidR="00A53822">
              <w:t>TIRExB</w:t>
            </w:r>
            <w:proofErr w:type="spellEnd"/>
            <w:r w:rsidR="00A53822">
              <w:t xml:space="preserve">) </w:t>
            </w:r>
            <w:r>
              <w:rPr>
                <w:color w:val="000000"/>
                <w:szCs w:val="24"/>
                <w:lang w:val="en-US"/>
              </w:rPr>
              <w:t>(sixty-</w:t>
            </w:r>
            <w:r w:rsidR="00FD6C7E">
              <w:rPr>
                <w:color w:val="000000"/>
                <w:szCs w:val="24"/>
                <w:lang w:val="en-US"/>
              </w:rPr>
              <w:t>f</w:t>
            </w:r>
            <w:r w:rsidR="00354D60">
              <w:rPr>
                <w:color w:val="000000"/>
                <w:szCs w:val="24"/>
                <w:lang w:val="en-US"/>
              </w:rPr>
              <w:t>ifth</w:t>
            </w:r>
            <w:r w:rsidR="00FD6C7E">
              <w:rPr>
                <w:color w:val="000000"/>
                <w:szCs w:val="24"/>
                <w:lang w:val="en-US"/>
              </w:rPr>
              <w:t xml:space="preserve"> </w:t>
            </w:r>
            <w:r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422F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422F69" w:rsidRDefault="00422F69" w:rsidP="00F623FE">
            <w:pPr>
              <w:spacing w:before="40" w:after="120"/>
              <w:ind w:right="113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5</w:t>
            </w:r>
            <w:r w:rsidR="00FB28BA">
              <w:rPr>
                <w:bCs/>
                <w:color w:val="000000"/>
                <w:szCs w:val="24"/>
              </w:rPr>
              <w:t>–</w:t>
            </w:r>
            <w:r>
              <w:rPr>
                <w:bCs/>
                <w:color w:val="000000"/>
                <w:szCs w:val="24"/>
              </w:rPr>
              <w:t>7</w:t>
            </w:r>
          </w:p>
        </w:tc>
        <w:tc>
          <w:tcPr>
            <w:tcW w:w="5204" w:type="dxa"/>
            <w:shd w:val="clear" w:color="auto" w:fill="auto"/>
          </w:tcPr>
          <w:p w:rsidR="00422F69" w:rsidRPr="006F1C27" w:rsidRDefault="00422F69" w:rsidP="00FD6C7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W</w:t>
            </w:r>
            <w:r w:rsidRPr="00A7680B">
              <w:t>orking Party on Road Traffic Safety (WP.1) (</w:t>
            </w:r>
            <w:r>
              <w:t xml:space="preserve">seventy-first </w:t>
            </w:r>
            <w:r w:rsidRPr="00A7680B">
              <w:t>session)</w:t>
            </w: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F623FE" w:rsidP="00F623FE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6</w:t>
            </w:r>
            <w:r w:rsidRPr="003C11B2">
              <w:t>–</w:t>
            </w:r>
            <w:r>
              <w:t>9</w:t>
            </w:r>
          </w:p>
        </w:tc>
        <w:tc>
          <w:tcPr>
            <w:tcW w:w="5204" w:type="dxa"/>
            <w:shd w:val="clear" w:color="auto" w:fill="auto"/>
          </w:tcPr>
          <w:p w:rsidR="00F623FE" w:rsidRPr="003C11B2" w:rsidRDefault="00F623FE" w:rsidP="00F623FE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Perishable Foodstuffs (WP.11) (s</w:t>
            </w:r>
            <w:r>
              <w:rPr>
                <w:color w:val="000000"/>
                <w:szCs w:val="24"/>
                <w:lang w:val="en-US"/>
              </w:rPr>
              <w:t xml:space="preserve">eventy-first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F623FE" w:rsidP="00B854FC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  <w:lang w:val="en-US"/>
              </w:rPr>
              <w:t>6</w:t>
            </w:r>
            <w:r w:rsidRPr="003C11B2">
              <w:t>–</w:t>
            </w:r>
            <w:r>
              <w:t>7</w:t>
            </w:r>
            <w:r>
              <w:rPr>
                <w:bCs/>
                <w:color w:val="000000"/>
                <w:szCs w:val="24"/>
                <w:lang w:val="en-US"/>
              </w:rPr>
              <w:t xml:space="preserve"> and </w:t>
            </w:r>
            <w:r w:rsidR="00B854FC">
              <w:rPr>
                <w:bCs/>
                <w:color w:val="000000"/>
                <w:szCs w:val="24"/>
                <w:lang w:val="en-US"/>
              </w:rPr>
              <w:t>9</w:t>
            </w:r>
          </w:p>
        </w:tc>
        <w:tc>
          <w:tcPr>
            <w:tcW w:w="5204" w:type="dxa"/>
            <w:shd w:val="clear" w:color="auto" w:fill="auto"/>
          </w:tcPr>
          <w:p w:rsidR="00F623FE" w:rsidRPr="006F1C27" w:rsidRDefault="00F623FE" w:rsidP="00F623FE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Customs Questions affecting Transport (WP.30) (one-hundred-and-</w:t>
            </w:r>
            <w:r>
              <w:rPr>
                <w:color w:val="000000"/>
                <w:szCs w:val="24"/>
                <w:lang w:val="en-US"/>
              </w:rPr>
              <w:t>forty-first 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F623FE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F623FE" w:rsidRDefault="009210DC" w:rsidP="009210DC">
            <w:pPr>
              <w:spacing w:before="40" w:after="120"/>
              <w:ind w:right="113"/>
              <w:rPr>
                <w:bCs/>
                <w:color w:val="000000"/>
                <w:szCs w:val="24"/>
                <w:lang w:val="en-US"/>
              </w:rPr>
            </w:pPr>
            <w:r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5204" w:type="dxa"/>
            <w:shd w:val="clear" w:color="auto" w:fill="auto"/>
          </w:tcPr>
          <w:p w:rsidR="00F623FE" w:rsidRPr="006F1C27" w:rsidRDefault="00B854FC" w:rsidP="00354D6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Administrative Committee for the TIR Convention</w:t>
            </w:r>
            <w:r w:rsidR="00F623FE" w:rsidRPr="006F1C27">
              <w:rPr>
                <w:color w:val="000000"/>
                <w:szCs w:val="24"/>
                <w:lang w:val="en-US"/>
              </w:rPr>
              <w:t xml:space="preserve"> (WP.30/AC.2) (</w:t>
            </w:r>
            <w:r w:rsidR="009210DC">
              <w:rPr>
                <w:color w:val="000000"/>
                <w:szCs w:val="24"/>
                <w:lang w:val="en-US"/>
              </w:rPr>
              <w:t>sixty-</w:t>
            </w:r>
            <w:r w:rsidR="00354D60">
              <w:rPr>
                <w:color w:val="000000"/>
                <w:szCs w:val="24"/>
                <w:lang w:val="en-US"/>
              </w:rPr>
              <w:t>second</w:t>
            </w:r>
            <w:r w:rsidR="00F623FE"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Default="009210DC" w:rsidP="009210D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14–16</w:t>
            </w:r>
          </w:p>
        </w:tc>
        <w:tc>
          <w:tcPr>
            <w:tcW w:w="5204" w:type="dxa"/>
            <w:shd w:val="clear" w:color="auto" w:fill="auto"/>
          </w:tcPr>
          <w:p w:rsidR="009210DC" w:rsidRPr="006F1C27" w:rsidRDefault="009210DC" w:rsidP="008938D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Group of Experts toward Unified Railway Law (SC.2/GEURL) (</w:t>
            </w:r>
            <w:r w:rsidR="008938D0">
              <w:rPr>
                <w:color w:val="000000"/>
                <w:szCs w:val="24"/>
                <w:lang w:val="en-US"/>
              </w:rPr>
              <w:t>twelfth</w:t>
            </w:r>
            <w:r>
              <w:rPr>
                <w:color w:val="000000"/>
                <w:szCs w:val="24"/>
                <w:lang w:val="en-US"/>
              </w:rPr>
              <w:t xml:space="preserve"> session) 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Default="009210DC" w:rsidP="009210DC">
            <w:pPr>
              <w:spacing w:before="40" w:after="120"/>
              <w:ind w:right="113"/>
            </w:pPr>
            <w:r>
              <w:t>20 (p</w:t>
            </w:r>
            <w:r w:rsidR="00B854FC">
              <w:t>.</w:t>
            </w:r>
            <w:r>
              <w:t>m</w:t>
            </w:r>
            <w:r w:rsidR="00B854FC">
              <w:t>.</w:t>
            </w:r>
            <w:r>
              <w:t>)–23</w:t>
            </w:r>
          </w:p>
        </w:tc>
        <w:tc>
          <w:tcPr>
            <w:tcW w:w="5204" w:type="dxa"/>
            <w:shd w:val="clear" w:color="auto" w:fill="auto"/>
          </w:tcPr>
          <w:p w:rsidR="009210DC" w:rsidRPr="00A7680B" w:rsidRDefault="009210DC" w:rsidP="009210DC">
            <w:pPr>
              <w:spacing w:before="40" w:after="120"/>
              <w:ind w:right="113"/>
            </w:pPr>
            <w:r>
              <w:t xml:space="preserve">Working Party on Lighting and Light-Signalling (GRE) (seventy-fourth session) 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Default="009210DC" w:rsidP="009210DC">
            <w:pPr>
              <w:spacing w:before="40" w:after="120"/>
              <w:ind w:right="113"/>
            </w:pPr>
            <w:r>
              <w:t>26</w:t>
            </w:r>
          </w:p>
        </w:tc>
        <w:tc>
          <w:tcPr>
            <w:tcW w:w="5204" w:type="dxa"/>
            <w:shd w:val="clear" w:color="auto" w:fill="auto"/>
          </w:tcPr>
          <w:p w:rsidR="009210DC" w:rsidRDefault="009210DC" w:rsidP="005777C0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="005777C0" w:rsidRPr="00D05F88">
              <w:rPr>
                <w:color w:val="000000"/>
                <w:szCs w:val="24"/>
              </w:rPr>
              <w:t>(SC.1/</w:t>
            </w:r>
            <w:r w:rsidR="005777C0">
              <w:rPr>
                <w:color w:val="000000"/>
                <w:szCs w:val="24"/>
              </w:rPr>
              <w:t>GE.21)</w:t>
            </w:r>
            <w:r w:rsidR="005777C0" w:rsidRPr="00D05F88">
              <w:rPr>
                <w:color w:val="000000"/>
                <w:szCs w:val="24"/>
              </w:rPr>
              <w:t xml:space="preserve"> </w:t>
            </w:r>
            <w:r w:rsidR="005777C0" w:rsidRPr="006F1C27">
              <w:rPr>
                <w:color w:val="000000"/>
                <w:szCs w:val="24"/>
                <w:lang w:val="en-US"/>
              </w:rPr>
              <w:t>(</w:t>
            </w:r>
            <w:r w:rsidR="00393673">
              <w:rPr>
                <w:color w:val="000000"/>
                <w:szCs w:val="24"/>
                <w:lang w:val="en-US"/>
              </w:rPr>
              <w:t xml:space="preserve">tenth </w:t>
            </w:r>
            <w:r w:rsidR="005777C0"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Pr="008D0570" w:rsidRDefault="009210DC" w:rsidP="003D045B">
            <w:pPr>
              <w:spacing w:before="40" w:after="120"/>
              <w:ind w:right="113"/>
            </w:pPr>
            <w:r>
              <w:t>27–28</w:t>
            </w:r>
          </w:p>
        </w:tc>
        <w:tc>
          <w:tcPr>
            <w:tcW w:w="5204" w:type="dxa"/>
            <w:shd w:val="clear" w:color="auto" w:fill="auto"/>
          </w:tcPr>
          <w:p w:rsidR="009210DC" w:rsidRPr="008D0570" w:rsidRDefault="009210DC" w:rsidP="009210DC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Working Party on Road Transport (SC.1) (one-hundred and tenth session)</w:t>
            </w:r>
          </w:p>
        </w:tc>
      </w:tr>
      <w:tr w:rsidR="009210DC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9210DC" w:rsidRPr="008D0570" w:rsidRDefault="009210DC" w:rsidP="00875501">
            <w:pPr>
              <w:pStyle w:val="H1G"/>
            </w:pPr>
            <w:r w:rsidRPr="00C96DC6">
              <w:t>November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Pr="006F1C27" w:rsidRDefault="009B2F3B" w:rsidP="009210DC">
            <w:pPr>
              <w:spacing w:before="40" w:after="120"/>
              <w:ind w:right="113"/>
              <w:rPr>
                <w:bCs/>
              </w:rPr>
            </w:pPr>
            <w:r>
              <w:rPr>
                <w:bCs/>
                <w:lang w:val="en-US"/>
              </w:rPr>
              <w:t>5</w:t>
            </w:r>
            <w:r w:rsidR="009210DC">
              <w:t>–6</w:t>
            </w:r>
          </w:p>
        </w:tc>
        <w:tc>
          <w:tcPr>
            <w:tcW w:w="5204" w:type="dxa"/>
            <w:shd w:val="clear" w:color="auto" w:fill="auto"/>
          </w:tcPr>
          <w:p w:rsidR="009210DC" w:rsidRPr="003C11B2" w:rsidRDefault="009210DC" w:rsidP="009210DC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sixth</w:t>
            </w:r>
            <w:r w:rsidRPr="006F1C27">
              <w:rPr>
                <w:bCs/>
                <w:lang w:val="en-US"/>
              </w:rPr>
              <w:t xml:space="preserve"> 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Pr="008D0570" w:rsidRDefault="009210DC" w:rsidP="009210DC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204" w:type="dxa"/>
            <w:shd w:val="clear" w:color="auto" w:fill="auto"/>
          </w:tcPr>
          <w:p w:rsidR="009210DC" w:rsidRPr="008D0570" w:rsidRDefault="009210DC" w:rsidP="009210DC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 xml:space="preserve">one-hundred-and-nineteenth </w:t>
            </w:r>
            <w:r w:rsidRPr="003C11B2">
              <w:t>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Default="009210DC" w:rsidP="009210DC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lastRenderedPageBreak/>
              <w:t>9</w:t>
            </w:r>
            <w:r w:rsidRPr="003C11B2">
              <w:t>–</w:t>
            </w:r>
            <w:r w:rsidRPr="006F1C27">
              <w:rPr>
                <w:color w:val="000000"/>
                <w:szCs w:val="24"/>
                <w:lang w:val="en-US"/>
              </w:rPr>
              <w:t>1</w:t>
            </w:r>
            <w:r>
              <w:rPr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5204" w:type="dxa"/>
            <w:shd w:val="clear" w:color="auto" w:fill="auto"/>
          </w:tcPr>
          <w:p w:rsidR="009210DC" w:rsidRPr="003C11B2" w:rsidRDefault="009210DC" w:rsidP="009210DC">
            <w:pPr>
              <w:spacing w:before="40" w:after="120"/>
              <w:ind w:right="113"/>
            </w:pPr>
            <w:r w:rsidRPr="006F1C27">
              <w:rPr>
                <w:szCs w:val="24"/>
              </w:rPr>
              <w:t>Working Party on Inland Water Transport (SC.3) (fifty-</w:t>
            </w:r>
            <w:r>
              <w:rPr>
                <w:szCs w:val="24"/>
              </w:rPr>
              <w:t>ninth</w:t>
            </w:r>
            <w:r w:rsidRPr="006F1C27">
              <w:rPr>
                <w:szCs w:val="24"/>
              </w:rPr>
              <w:t xml:space="preserve"> 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Default="009210DC" w:rsidP="009210DC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9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5204" w:type="dxa"/>
            <w:shd w:val="clear" w:color="auto" w:fill="auto"/>
          </w:tcPr>
          <w:p w:rsidR="009210DC" w:rsidRPr="00A7680B" w:rsidRDefault="009210DC" w:rsidP="00A24B69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the Transport of Dangerous Goods (WP.15) (ninety-</w:t>
            </w:r>
            <w:r w:rsidR="00A24B69">
              <w:rPr>
                <w:color w:val="000000"/>
                <w:szCs w:val="24"/>
                <w:lang w:val="en-US"/>
              </w:rPr>
              <w:t>ninth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Pr="008D0570" w:rsidRDefault="009210DC" w:rsidP="009210DC">
            <w:pPr>
              <w:spacing w:before="40" w:after="120"/>
              <w:ind w:right="113"/>
            </w:pPr>
            <w:r>
              <w:t>10–13</w:t>
            </w:r>
            <w:r w:rsidR="00B65593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9210DC" w:rsidRPr="008D0570" w:rsidRDefault="009210DC" w:rsidP="009210DC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one-hundred-and-sixty-seventh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3B08C3" w:rsidRPr="006F1C27" w:rsidRDefault="009210DC" w:rsidP="009210D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bCs/>
              </w:rPr>
              <w:t>12</w:t>
            </w:r>
            <w:r w:rsidRPr="003C11B2">
              <w:t>–</w:t>
            </w:r>
            <w:r>
              <w:t>13</w:t>
            </w:r>
          </w:p>
        </w:tc>
        <w:tc>
          <w:tcPr>
            <w:tcW w:w="5204" w:type="dxa"/>
            <w:shd w:val="clear" w:color="auto" w:fill="auto"/>
          </w:tcPr>
          <w:p w:rsidR="003B08C3" w:rsidRPr="006F1C27" w:rsidRDefault="009210DC" w:rsidP="00B854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</w:t>
            </w:r>
            <w:r w:rsidR="00B854FC">
              <w:rPr>
                <w:color w:val="000000"/>
                <w:szCs w:val="24"/>
                <w:lang w:val="en-US"/>
              </w:rPr>
              <w:t>fifth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571644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571644" w:rsidRDefault="00571644" w:rsidP="00A24B69">
            <w:pPr>
              <w:spacing w:before="40" w:after="120"/>
              <w:ind w:right="113"/>
            </w:pPr>
            <w:r>
              <w:t>16–17</w:t>
            </w:r>
          </w:p>
        </w:tc>
        <w:tc>
          <w:tcPr>
            <w:tcW w:w="5204" w:type="dxa"/>
            <w:shd w:val="clear" w:color="auto" w:fill="auto"/>
          </w:tcPr>
          <w:p w:rsidR="00571644" w:rsidRDefault="00571644" w:rsidP="00875501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Group of Experts on Legal Aspects of the Computerization of the TIR Procedure (WP.30/GE.3)</w:t>
            </w:r>
            <w:r>
              <w:rPr>
                <w:rStyle w:val="FootnoteReference"/>
                <w:color w:val="000000"/>
                <w:szCs w:val="24"/>
                <w:lang w:val="en-US"/>
              </w:rPr>
              <w:footnoteReference w:id="5"/>
            </w:r>
            <w:r>
              <w:rPr>
                <w:color w:val="000000"/>
                <w:szCs w:val="24"/>
                <w:lang w:val="en-US"/>
              </w:rPr>
              <w:t xml:space="preserve"> (first session)</w:t>
            </w:r>
          </w:p>
        </w:tc>
      </w:tr>
      <w:tr w:rsidR="00D051EF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D051EF" w:rsidRDefault="00D051EF" w:rsidP="00A24B69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23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 xml:space="preserve">25 </w:t>
            </w:r>
          </w:p>
        </w:tc>
        <w:tc>
          <w:tcPr>
            <w:tcW w:w="5204" w:type="dxa"/>
            <w:shd w:val="clear" w:color="auto" w:fill="auto"/>
          </w:tcPr>
          <w:p w:rsidR="00D051EF" w:rsidRDefault="00D051EF" w:rsidP="00875501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Working Party on Rail Transport (SC.2) (sixty-</w:t>
            </w:r>
            <w:r>
              <w:rPr>
                <w:color w:val="000000"/>
                <w:szCs w:val="24"/>
                <w:lang w:val="en-US"/>
              </w:rPr>
              <w:t xml:space="preserve">ninth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9210DC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9210DC" w:rsidRPr="006F1C27" w:rsidRDefault="009210DC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2</w:t>
            </w:r>
            <w:r w:rsidR="00A24B69">
              <w:t>6</w:t>
            </w:r>
            <w:r>
              <w:t>–2</w:t>
            </w:r>
            <w:r w:rsidR="00A24B69">
              <w:t>7</w:t>
            </w:r>
          </w:p>
        </w:tc>
        <w:tc>
          <w:tcPr>
            <w:tcW w:w="5204" w:type="dxa"/>
            <w:shd w:val="clear" w:color="auto" w:fill="auto"/>
          </w:tcPr>
          <w:p w:rsidR="009210DC" w:rsidRPr="006F1C27" w:rsidRDefault="009210DC" w:rsidP="00875501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t>Bureau of the Inland Transport Committee</w:t>
            </w:r>
          </w:p>
        </w:tc>
      </w:tr>
      <w:tr w:rsidR="00A24B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A24B69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 December</w:t>
            </w:r>
          </w:p>
        </w:tc>
        <w:tc>
          <w:tcPr>
            <w:tcW w:w="5204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Working Party on Intermodal Transport and Logistics (WP.24) (fifty-eighth session)</w:t>
            </w:r>
          </w:p>
        </w:tc>
      </w:tr>
      <w:tr w:rsidR="00A24B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30–9 (a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>
              <w:rPr>
                <w:color w:val="000000"/>
                <w:szCs w:val="24"/>
                <w:lang w:val="en-US"/>
              </w:rPr>
              <w:t>m</w:t>
            </w:r>
            <w:r w:rsidR="00B854FC">
              <w:rPr>
                <w:color w:val="000000"/>
                <w:szCs w:val="24"/>
                <w:lang w:val="en-US"/>
              </w:rPr>
              <w:t>.</w:t>
            </w:r>
            <w:r>
              <w:rPr>
                <w:color w:val="000000"/>
                <w:szCs w:val="24"/>
                <w:lang w:val="en-US"/>
              </w:rPr>
              <w:t>) December</w:t>
            </w:r>
          </w:p>
        </w:tc>
        <w:tc>
          <w:tcPr>
            <w:tcW w:w="5204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ECOSOC</w:t>
            </w:r>
            <w:r w:rsidRPr="006F1C27">
              <w:rPr>
                <w:color w:val="000000"/>
                <w:szCs w:val="24"/>
                <w:lang w:val="en-US"/>
              </w:rPr>
              <w:t xml:space="preserve"> Sub-Committee of Experts on the Transport of Dangerous Goods (forty-</w:t>
            </w:r>
            <w:r>
              <w:rPr>
                <w:color w:val="000000"/>
                <w:szCs w:val="24"/>
                <w:lang w:val="en-US"/>
              </w:rPr>
              <w:t>eighth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6"/>
            </w:r>
          </w:p>
        </w:tc>
      </w:tr>
      <w:tr w:rsidR="00A24B69" w:rsidRPr="008D0570" w:rsidTr="00875501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A24B69" w:rsidRPr="008D0570" w:rsidRDefault="00A24B69" w:rsidP="00875501">
            <w:pPr>
              <w:pStyle w:val="H1G"/>
            </w:pPr>
            <w:r w:rsidRPr="00C96DC6">
              <w:t>December</w:t>
            </w:r>
          </w:p>
        </w:tc>
      </w:tr>
      <w:tr w:rsidR="00A24B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A24B69" w:rsidRPr="008D0570" w:rsidRDefault="00A24B69" w:rsidP="00A24B69">
            <w:pPr>
              <w:spacing w:before="40" w:after="120"/>
              <w:ind w:right="113"/>
            </w:pPr>
            <w:r>
              <w:rPr>
                <w:color w:val="000000"/>
                <w:szCs w:val="24"/>
                <w:lang w:val="en-US"/>
              </w:rPr>
              <w:t>2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5204" w:type="dxa"/>
            <w:shd w:val="clear" w:color="auto" w:fill="auto"/>
          </w:tcPr>
          <w:p w:rsidR="00A24B69" w:rsidRPr="008D0570" w:rsidRDefault="00813164" w:rsidP="00783AF3">
            <w:pPr>
              <w:spacing w:before="40" w:after="120"/>
              <w:ind w:right="113"/>
            </w:pPr>
            <w:r w:rsidRPr="00813164">
              <w:rPr>
                <w:color w:val="000000"/>
                <w:szCs w:val="24"/>
                <w:lang w:val="en-US"/>
              </w:rPr>
              <w:t>Group of Experts on Climate Change Impacts and Adaptation for Transport Networks and Nodes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="00783AF3">
              <w:rPr>
                <w:color w:val="000000"/>
                <w:szCs w:val="24"/>
                <w:lang w:val="en-US"/>
              </w:rPr>
              <w:t xml:space="preserve">(WP.5/GE.3) </w:t>
            </w:r>
            <w:r>
              <w:rPr>
                <w:color w:val="000000"/>
                <w:szCs w:val="24"/>
                <w:lang w:val="en-US"/>
              </w:rPr>
              <w:t>(eighth session)</w:t>
            </w:r>
          </w:p>
        </w:tc>
      </w:tr>
      <w:tr w:rsidR="00A24B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  <w:lang w:val="en-US"/>
              </w:rPr>
              <w:t>8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11 (a.m.)</w:t>
            </w:r>
          </w:p>
        </w:tc>
        <w:tc>
          <w:tcPr>
            <w:tcW w:w="5204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>Working Party on Passive Safety (GRSP) (fifty-</w:t>
            </w:r>
            <w:r>
              <w:rPr>
                <w:color w:val="000000"/>
                <w:szCs w:val="24"/>
                <w:lang w:val="en-US"/>
              </w:rPr>
              <w:t xml:space="preserve">eighth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A24B69" w:rsidRPr="008D0570" w:rsidTr="00875501">
        <w:trPr>
          <w:cantSplit/>
        </w:trPr>
        <w:tc>
          <w:tcPr>
            <w:tcW w:w="2152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9</w:t>
            </w:r>
            <w:r w:rsidR="00B854FC">
              <w:rPr>
                <w:color w:val="000000"/>
                <w:szCs w:val="24"/>
              </w:rPr>
              <w:t xml:space="preserve"> (</w:t>
            </w:r>
            <w:r>
              <w:rPr>
                <w:color w:val="000000"/>
                <w:szCs w:val="24"/>
              </w:rPr>
              <w:t>p</w:t>
            </w:r>
            <w:r w:rsidR="00B854FC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>m</w:t>
            </w:r>
            <w:r w:rsidR="00B854FC">
              <w:rPr>
                <w:color w:val="000000"/>
                <w:szCs w:val="24"/>
              </w:rPr>
              <w:t>.)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11</w:t>
            </w:r>
          </w:p>
        </w:tc>
        <w:tc>
          <w:tcPr>
            <w:tcW w:w="5204" w:type="dxa"/>
            <w:shd w:val="clear" w:color="auto" w:fill="auto"/>
          </w:tcPr>
          <w:p w:rsidR="00A24B69" w:rsidRPr="006F1C27" w:rsidRDefault="00A24B69" w:rsidP="00A24B69">
            <w:pPr>
              <w:spacing w:before="40" w:after="120"/>
              <w:ind w:right="113"/>
              <w:rPr>
                <w:bCs/>
                <w:lang w:val="en-US"/>
              </w:rPr>
            </w:pPr>
            <w:r w:rsidRPr="006F1C27">
              <w:rPr>
                <w:color w:val="000000"/>
                <w:szCs w:val="24"/>
                <w:lang w:val="en-US"/>
              </w:rPr>
              <w:t xml:space="preserve">ECOSOC Sub-Committee of Experts on the Globally Harmonized System of Classification and Labelling of Chemicals </w:t>
            </w:r>
            <w:r w:rsidRPr="006F1C27">
              <w:rPr>
                <w:lang w:val="en-US"/>
              </w:rPr>
              <w:t>(ST/SG/AC.10/C.4)</w:t>
            </w:r>
            <w:r w:rsidRPr="006F1C27">
              <w:rPr>
                <w:color w:val="000000"/>
                <w:szCs w:val="24"/>
                <w:lang w:val="en-US"/>
              </w:rPr>
              <w:t xml:space="preserve"> (</w:t>
            </w:r>
            <w:r>
              <w:rPr>
                <w:color w:val="000000"/>
                <w:szCs w:val="24"/>
                <w:lang w:val="en-US"/>
              </w:rPr>
              <w:t xml:space="preserve">thirtieth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  <w:r w:rsidRPr="006F1C27">
              <w:rPr>
                <w:rStyle w:val="FootnoteReference"/>
                <w:color w:val="000000"/>
                <w:szCs w:val="24"/>
                <w:lang w:val="en-US"/>
              </w:rPr>
              <w:footnoteReference w:id="7"/>
            </w:r>
          </w:p>
        </w:tc>
      </w:tr>
    </w:tbl>
    <w:p w:rsidR="00E257BA" w:rsidRPr="00585532" w:rsidRDefault="009003DC" w:rsidP="0030672B">
      <w:pPr>
        <w:pStyle w:val="HChG"/>
      </w:pPr>
      <w:r>
        <w:tab/>
      </w:r>
      <w:r>
        <w:tab/>
      </w:r>
      <w:r w:rsidR="00CB707B" w:rsidRPr="00585532">
        <w:t>January – March 201</w:t>
      </w:r>
      <w:r w:rsidR="00A24B69" w:rsidRPr="00585532">
        <w:t>6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CB707B" w:rsidRPr="00C12CF9" w:rsidTr="00CB707B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CB707B" w:rsidRPr="00C12CF9" w:rsidRDefault="00FE4107" w:rsidP="00FE4107">
            <w:pPr>
              <w:pStyle w:val="H1G"/>
            </w:pPr>
            <w:r>
              <w:t>January</w:t>
            </w:r>
          </w:p>
        </w:tc>
      </w:tr>
      <w:tr w:rsidR="00CB707B" w:rsidRPr="00C12CF9" w:rsidTr="00CB707B">
        <w:trPr>
          <w:cantSplit/>
        </w:trPr>
        <w:tc>
          <w:tcPr>
            <w:tcW w:w="2152" w:type="dxa"/>
            <w:shd w:val="clear" w:color="auto" w:fill="auto"/>
          </w:tcPr>
          <w:p w:rsidR="00CB707B" w:rsidRDefault="006B3BBB" w:rsidP="008A50FA">
            <w:pPr>
              <w:spacing w:before="40" w:after="120"/>
              <w:ind w:right="113"/>
            </w:pPr>
            <w:r w:rsidRPr="00314084">
              <w:t>1</w:t>
            </w:r>
            <w:r>
              <w:t>2</w:t>
            </w:r>
            <w:r w:rsidRPr="00314084">
              <w:t xml:space="preserve"> (p.m.)–1</w:t>
            </w:r>
            <w:r>
              <w:t>5</w:t>
            </w:r>
            <w:r w:rsidRPr="00314084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CB707B" w:rsidRPr="008A50FA" w:rsidRDefault="008A50FA" w:rsidP="00B65593">
            <w:pPr>
              <w:spacing w:before="40" w:after="120"/>
              <w:ind w:right="113"/>
              <w:rPr>
                <w:sz w:val="22"/>
                <w:szCs w:val="22"/>
              </w:rPr>
            </w:pPr>
            <w:r w:rsidRPr="006E3836">
              <w:rPr>
                <w:color w:val="000000"/>
                <w:szCs w:val="24"/>
                <w:lang w:val="en-US"/>
              </w:rPr>
              <w:t>Working Party on Pollution and Energy (GRPE) (</w:t>
            </w:r>
            <w:r w:rsidR="00B854FC" w:rsidRPr="006E3836">
              <w:rPr>
                <w:color w:val="000000"/>
                <w:szCs w:val="24"/>
                <w:lang w:val="en-US"/>
              </w:rPr>
              <w:t>seventy-</w:t>
            </w:r>
            <w:r w:rsidR="00B65593" w:rsidRPr="006E3836">
              <w:rPr>
                <w:color w:val="000000"/>
                <w:szCs w:val="24"/>
                <w:lang w:val="en-US"/>
              </w:rPr>
              <w:t xml:space="preserve">second </w:t>
            </w:r>
            <w:r w:rsidRPr="006E3836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23C44" w:rsidTr="00CB707B">
        <w:trPr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975926" w:rsidP="00975926">
            <w:pPr>
              <w:spacing w:before="40" w:after="120"/>
              <w:ind w:right="113"/>
            </w:pPr>
            <w:r w:rsidRPr="00A7680B">
              <w:lastRenderedPageBreak/>
              <w:t>2</w:t>
            </w:r>
            <w:r>
              <w:t xml:space="preserve">5–29 </w:t>
            </w:r>
            <w:r w:rsidRPr="00A7680B">
              <w:t>(</w:t>
            </w:r>
            <w:r>
              <w:t>a.m.)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B854FC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Joint Meeting of Experts on the Regulations annexed to the European Agreement concerning the International Carriage of Dangerous Goods by Inland Waterway (ADN) (WP.15/AC.2) (twenty-</w:t>
            </w:r>
            <w:r w:rsidR="00B854FC">
              <w:rPr>
                <w:color w:val="000000"/>
                <w:szCs w:val="24"/>
                <w:lang w:val="en-US"/>
              </w:rPr>
              <w:t>eighth</w:t>
            </w:r>
            <w:r w:rsidRPr="006F1C27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23C44" w:rsidTr="00CB707B">
        <w:trPr>
          <w:cantSplit/>
        </w:trPr>
        <w:tc>
          <w:tcPr>
            <w:tcW w:w="2152" w:type="dxa"/>
            <w:shd w:val="clear" w:color="auto" w:fill="auto"/>
          </w:tcPr>
          <w:p w:rsidR="00F23C44" w:rsidRPr="00E171E1" w:rsidRDefault="006B3BBB" w:rsidP="008A50FA">
            <w:pPr>
              <w:spacing w:before="40" w:after="120"/>
              <w:ind w:right="113"/>
            </w:pPr>
            <w:r w:rsidRPr="00314084">
              <w:t>2</w:t>
            </w:r>
            <w:r>
              <w:t>6</w:t>
            </w:r>
            <w:r w:rsidRPr="00314084">
              <w:t xml:space="preserve"> (p.m.)–2</w:t>
            </w: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F23C44" w:rsidRPr="00E171E1" w:rsidRDefault="00F23C44" w:rsidP="00B854FC">
            <w:pPr>
              <w:spacing w:before="40" w:after="120"/>
              <w:ind w:right="113"/>
            </w:pPr>
            <w:r w:rsidRPr="00E171E1">
              <w:t>Working Party on Noise (GRB) (sixty-</w:t>
            </w:r>
            <w:r w:rsidR="00B854FC">
              <w:t>third</w:t>
            </w:r>
            <w:r w:rsidRPr="00E171E1">
              <w:t xml:space="preserve"> session)</w:t>
            </w:r>
          </w:p>
        </w:tc>
      </w:tr>
      <w:tr w:rsidR="00F23C44" w:rsidTr="00CB707B">
        <w:trPr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975926" w:rsidP="003474D6">
            <w:pPr>
              <w:spacing w:before="40" w:after="120"/>
              <w:ind w:right="113"/>
            </w:pPr>
            <w:r>
              <w:t>29 (p.m.)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585532">
            <w:pPr>
              <w:spacing w:before="40" w:after="120"/>
              <w:ind w:right="113"/>
            </w:pPr>
            <w:r w:rsidRPr="006F1C27">
              <w:rPr>
                <w:color w:val="000000"/>
                <w:szCs w:val="24"/>
                <w:lang w:val="en-US"/>
              </w:rPr>
              <w:t>Administrative Committee of the European Agreement concerning the International Carriage of Dangerous Goods by Inland Waterway (ADN) (</w:t>
            </w:r>
            <w:r w:rsidR="00585532">
              <w:rPr>
                <w:color w:val="000000"/>
                <w:szCs w:val="24"/>
                <w:lang w:val="en-US"/>
              </w:rPr>
              <w:t>sixt</w:t>
            </w:r>
            <w:r w:rsidR="00B854FC">
              <w:rPr>
                <w:color w:val="000000"/>
                <w:szCs w:val="24"/>
                <w:lang w:val="en-US"/>
              </w:rPr>
              <w:t>eenth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session)</w:t>
            </w:r>
          </w:p>
        </w:tc>
      </w:tr>
      <w:tr w:rsidR="00F23C44" w:rsidRPr="00C12CF9" w:rsidTr="00450C49">
        <w:trPr>
          <w:cantSplit/>
        </w:trPr>
        <w:tc>
          <w:tcPr>
            <w:tcW w:w="7356" w:type="dxa"/>
            <w:gridSpan w:val="2"/>
            <w:shd w:val="clear" w:color="auto" w:fill="auto"/>
          </w:tcPr>
          <w:p w:rsidR="00F23C44" w:rsidRPr="00C12CF9" w:rsidRDefault="00F23C44" w:rsidP="00450C49">
            <w:pPr>
              <w:pStyle w:val="H1G"/>
            </w:pPr>
            <w:r w:rsidRPr="00C96DC6">
              <w:t>February</w:t>
            </w:r>
          </w:p>
        </w:tc>
      </w:tr>
      <w:tr w:rsidR="008A49C5" w:rsidRPr="00C12CF9" w:rsidTr="00450C49">
        <w:trPr>
          <w:cantSplit/>
        </w:trPr>
        <w:tc>
          <w:tcPr>
            <w:tcW w:w="2152" w:type="dxa"/>
            <w:shd w:val="clear" w:color="auto" w:fill="auto"/>
          </w:tcPr>
          <w:p w:rsidR="008A49C5" w:rsidRDefault="008A49C5" w:rsidP="00FD6C7E">
            <w:pPr>
              <w:spacing w:before="40" w:after="120"/>
              <w:ind w:right="113"/>
            </w:pPr>
            <w:r>
              <w:t>1</w:t>
            </w:r>
            <w:r w:rsidR="001D01B0">
              <w:t>–</w:t>
            </w:r>
            <w:r>
              <w:t>2</w:t>
            </w:r>
          </w:p>
        </w:tc>
        <w:tc>
          <w:tcPr>
            <w:tcW w:w="5204" w:type="dxa"/>
            <w:shd w:val="clear" w:color="auto" w:fill="auto"/>
          </w:tcPr>
          <w:p w:rsidR="008A49C5" w:rsidRDefault="008A49C5" w:rsidP="008A49C5">
            <w:pPr>
              <w:spacing w:before="40" w:after="120"/>
              <w:ind w:right="113"/>
            </w:pPr>
            <w:r w:rsidRPr="004F6B35">
              <w:rPr>
                <w:color w:val="000000"/>
                <w:szCs w:val="24"/>
                <w:lang w:val="en-US"/>
              </w:rPr>
              <w:t>Group of Experts on Road Signs and Signals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>
              <w:t xml:space="preserve">(WP.1/GE.2) </w:t>
            </w:r>
            <w:r>
              <w:rPr>
                <w:color w:val="000000"/>
                <w:szCs w:val="24"/>
                <w:lang w:val="en-US"/>
              </w:rPr>
              <w:t>(s</w:t>
            </w:r>
            <w:r w:rsidR="00E4707F">
              <w:rPr>
                <w:color w:val="000000"/>
                <w:szCs w:val="24"/>
                <w:lang w:val="en-US"/>
              </w:rPr>
              <w:t>ixth</w:t>
            </w:r>
            <w:r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1D01B0" w:rsidRPr="00C12CF9" w:rsidTr="00450C49">
        <w:trPr>
          <w:cantSplit/>
        </w:trPr>
        <w:tc>
          <w:tcPr>
            <w:tcW w:w="2152" w:type="dxa"/>
            <w:shd w:val="clear" w:color="auto" w:fill="auto"/>
          </w:tcPr>
          <w:p w:rsidR="001D01B0" w:rsidRDefault="001D01B0" w:rsidP="00FD6C7E">
            <w:pPr>
              <w:spacing w:before="40" w:after="120"/>
              <w:ind w:right="113"/>
            </w:pPr>
            <w:r>
              <w:t>2</w:t>
            </w:r>
            <w:r w:rsidR="003C2EB1">
              <w:t>–</w:t>
            </w:r>
            <w:r>
              <w:t>3</w:t>
            </w:r>
          </w:p>
        </w:tc>
        <w:tc>
          <w:tcPr>
            <w:tcW w:w="5204" w:type="dxa"/>
            <w:shd w:val="clear" w:color="auto" w:fill="auto"/>
          </w:tcPr>
          <w:p w:rsidR="001D01B0" w:rsidRDefault="001D01B0" w:rsidP="00E171E1">
            <w:pPr>
              <w:spacing w:before="40" w:after="120"/>
              <w:ind w:right="113"/>
            </w:pPr>
            <w:r>
              <w:t>Group of Experts on Euro-Asian Transport Linkages (WP.5/GE.2) (fifteenth session)</w:t>
            </w:r>
          </w:p>
        </w:tc>
      </w:tr>
      <w:tr w:rsidR="00F23C44" w:rsidRPr="00C12CF9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FD6C7E" w:rsidP="00FD6C7E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shd w:val="clear" w:color="auto" w:fill="auto"/>
          </w:tcPr>
          <w:p w:rsidR="00F23C44" w:rsidRPr="00C12CF9" w:rsidRDefault="00F23C44" w:rsidP="00354D60">
            <w:pPr>
              <w:spacing w:before="40" w:after="120"/>
              <w:ind w:right="113"/>
            </w:pPr>
            <w:r>
              <w:t>TIR Executive Board (</w:t>
            </w:r>
            <w:proofErr w:type="spellStart"/>
            <w:r>
              <w:t>TIRExB</w:t>
            </w:r>
            <w:proofErr w:type="spellEnd"/>
            <w:r>
              <w:t xml:space="preserve">) </w:t>
            </w:r>
            <w:r w:rsidR="00FD6C7E">
              <w:t>(sixty-</w:t>
            </w:r>
            <w:r w:rsidR="00354D60">
              <w:t>sixth</w:t>
            </w:r>
            <w:r w:rsidR="00FD6C7E">
              <w:t xml:space="preserve"> session)</w:t>
            </w:r>
          </w:p>
        </w:tc>
      </w:tr>
      <w:tr w:rsidR="00F23C44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FD6C7E" w:rsidP="00FD6C7E">
            <w:pPr>
              <w:spacing w:before="40" w:after="120"/>
              <w:ind w:right="113"/>
            </w:pPr>
            <w:r>
              <w:t>9</w:t>
            </w:r>
            <w:r w:rsidRPr="00C12CF9">
              <w:t>–</w:t>
            </w:r>
            <w:r>
              <w:t>10 and 12</w:t>
            </w:r>
          </w:p>
        </w:tc>
        <w:tc>
          <w:tcPr>
            <w:tcW w:w="5204" w:type="dxa"/>
            <w:shd w:val="clear" w:color="auto" w:fill="auto"/>
          </w:tcPr>
          <w:p w:rsidR="00F23C44" w:rsidRDefault="00F23C44" w:rsidP="00B854FC">
            <w:pPr>
              <w:spacing w:before="40" w:after="120"/>
              <w:ind w:right="113"/>
            </w:pPr>
            <w:r>
              <w:t xml:space="preserve">Working </w:t>
            </w:r>
            <w:r w:rsidRPr="00C12CF9">
              <w:t xml:space="preserve">Party on </w:t>
            </w:r>
            <w:r>
              <w:t xml:space="preserve">Customs Questions affecting Transport (WP.30) </w:t>
            </w:r>
            <w:r w:rsidRPr="00C12CF9">
              <w:t>(</w:t>
            </w:r>
            <w:r>
              <w:t xml:space="preserve">one-hundred and </w:t>
            </w:r>
            <w:r w:rsidR="00B854FC">
              <w:t xml:space="preserve">forty-second </w:t>
            </w:r>
            <w:r w:rsidRPr="00C12CF9">
              <w:t>session)</w:t>
            </w:r>
          </w:p>
        </w:tc>
      </w:tr>
      <w:tr w:rsidR="00F23C44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684141" w:rsidP="00450C49">
            <w:pPr>
              <w:spacing w:before="40" w:after="120"/>
              <w:ind w:right="113"/>
            </w:pPr>
            <w:r>
              <w:t>11</w:t>
            </w:r>
          </w:p>
        </w:tc>
        <w:tc>
          <w:tcPr>
            <w:tcW w:w="5204" w:type="dxa"/>
            <w:shd w:val="clear" w:color="auto" w:fill="auto"/>
          </w:tcPr>
          <w:p w:rsidR="00F23C44" w:rsidRDefault="00B854FC" w:rsidP="00354D60">
            <w:pPr>
              <w:spacing w:before="40" w:after="120"/>
              <w:ind w:right="113"/>
            </w:pPr>
            <w:r>
              <w:t>Administrative Committee for the TIR Convention</w:t>
            </w:r>
            <w:r w:rsidR="00F23C44">
              <w:t xml:space="preserve"> (WP.30/AC.2) (</w:t>
            </w:r>
            <w:r>
              <w:t>sixty</w:t>
            </w:r>
            <w:r w:rsidR="00F23C44">
              <w:t>-</w:t>
            </w:r>
            <w:r w:rsidR="00354D60">
              <w:t>third</w:t>
            </w:r>
            <w:r w:rsidR="00F23C44">
              <w:t xml:space="preserve"> session)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Pr="006E3836" w:rsidRDefault="006B3BBB" w:rsidP="002141DB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E3836">
              <w:rPr>
                <w:color w:val="000000"/>
                <w:szCs w:val="24"/>
                <w:lang w:val="en-US"/>
              </w:rPr>
              <w:t>15 (p.m.)–19 (a.m.)</w:t>
            </w:r>
          </w:p>
        </w:tc>
        <w:tc>
          <w:tcPr>
            <w:tcW w:w="5204" w:type="dxa"/>
            <w:shd w:val="clear" w:color="auto" w:fill="auto"/>
          </w:tcPr>
          <w:p w:rsidR="00F23C44" w:rsidRPr="006E3836" w:rsidRDefault="00F23C44" w:rsidP="00B854FC">
            <w:pPr>
              <w:spacing w:before="40" w:after="120"/>
              <w:ind w:right="113"/>
              <w:rPr>
                <w:color w:val="000000"/>
                <w:szCs w:val="24"/>
                <w:lang w:val="en-US"/>
              </w:rPr>
            </w:pPr>
            <w:r w:rsidRPr="006E3836">
              <w:rPr>
                <w:color w:val="000000"/>
                <w:szCs w:val="24"/>
                <w:lang w:val="en-US"/>
              </w:rPr>
              <w:t>Working Party on Brakes and Running Gear (GRRF) (</w:t>
            </w:r>
            <w:r w:rsidR="00B854FC" w:rsidRPr="006E3836">
              <w:rPr>
                <w:color w:val="000000"/>
                <w:szCs w:val="24"/>
                <w:lang w:val="en-US"/>
              </w:rPr>
              <w:t>eighty-first</w:t>
            </w:r>
            <w:r w:rsidRPr="006E3836">
              <w:rPr>
                <w:color w:val="000000"/>
                <w:szCs w:val="24"/>
                <w:lang w:val="en-US"/>
              </w:rPr>
              <w:t xml:space="preserve"> session)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427FF2" w:rsidP="004B528C">
            <w:pPr>
              <w:spacing w:before="40" w:after="120"/>
              <w:ind w:right="113"/>
            </w:pPr>
            <w:r>
              <w:t>17</w:t>
            </w:r>
            <w:r w:rsidR="004B528C" w:rsidRPr="00314084">
              <w:t>–</w:t>
            </w:r>
            <w:r w:rsidR="004B528C">
              <w:t>19</w:t>
            </w:r>
            <w:r w:rsidR="004B528C" w:rsidRPr="00314084">
              <w:t xml:space="preserve"> 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B854FC">
            <w:pPr>
              <w:spacing w:before="40" w:after="120"/>
              <w:ind w:right="113"/>
            </w:pPr>
            <w:r w:rsidRPr="00A7680B">
              <w:t xml:space="preserve">Working Party on the Standardization of Technical and Safety Requirements in Inland Navigation) </w:t>
            </w:r>
            <w:r>
              <w:t xml:space="preserve">(SC.3/WP.3) </w:t>
            </w:r>
            <w:r w:rsidRPr="00A7680B">
              <w:t>(</w:t>
            </w:r>
            <w:r>
              <w:t>forty-</w:t>
            </w:r>
            <w:r w:rsidR="00B854FC">
              <w:t>eighth</w:t>
            </w:r>
            <w:r>
              <w:t xml:space="preserve"> </w:t>
            </w:r>
            <w:r w:rsidRPr="00A7680B">
              <w:t>session)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B854FC" w:rsidP="00450C49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F23C44" w:rsidRPr="00A7680B" w:rsidRDefault="00F23C44" w:rsidP="00450C49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B854FC" w:rsidP="00B854FC">
            <w:pPr>
              <w:spacing w:before="40" w:after="120"/>
              <w:ind w:right="113"/>
            </w:pPr>
            <w:r>
              <w:t>23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F23C44" w:rsidRPr="00A7680B" w:rsidRDefault="00F23C44" w:rsidP="00B854FC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(seventy</w:t>
            </w:r>
            <w:r>
              <w:t>-</w:t>
            </w:r>
            <w:r w:rsidR="00B854FC">
              <w:t>eighth</w:t>
            </w:r>
            <w:r>
              <w:t xml:space="preserve"> </w:t>
            </w:r>
            <w:r w:rsidRPr="00A7680B">
              <w:t>session)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Default="00B854FC" w:rsidP="00450C49">
            <w:pPr>
              <w:spacing w:before="40" w:after="120"/>
              <w:ind w:right="113"/>
            </w:pPr>
            <w:r>
              <w:t>26</w:t>
            </w:r>
          </w:p>
        </w:tc>
        <w:tc>
          <w:tcPr>
            <w:tcW w:w="5204" w:type="dxa"/>
            <w:shd w:val="clear" w:color="auto" w:fill="auto"/>
          </w:tcPr>
          <w:p w:rsidR="00F23C44" w:rsidRPr="00A7680B" w:rsidRDefault="00F23C44" w:rsidP="00450C49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  <w:tr w:rsidR="008A49C5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8A49C5" w:rsidRDefault="008A49C5" w:rsidP="00450C49">
            <w:pPr>
              <w:spacing w:before="40" w:after="120"/>
              <w:ind w:right="113"/>
            </w:pPr>
            <w:r>
              <w:t xml:space="preserve">26 </w:t>
            </w:r>
          </w:p>
        </w:tc>
        <w:tc>
          <w:tcPr>
            <w:tcW w:w="5204" w:type="dxa"/>
            <w:shd w:val="clear" w:color="auto" w:fill="auto"/>
          </w:tcPr>
          <w:p w:rsidR="008A49C5" w:rsidRPr="00A7680B" w:rsidRDefault="003B227C" w:rsidP="002C0413">
            <w:r w:rsidRPr="006F1C27">
              <w:rPr>
                <w:color w:val="000000"/>
                <w:szCs w:val="24"/>
                <w:lang w:val="en-US"/>
              </w:rPr>
              <w:t>Group of Experts of</w:t>
            </w:r>
            <w:r>
              <w:rPr>
                <w:color w:val="000000"/>
                <w:szCs w:val="24"/>
                <w:lang w:val="en-US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 xml:space="preserve">the European Agreement Concerning the Work of Crews of Vehicles Engaged in International Road Transport (AETR) </w:t>
            </w:r>
            <w:r w:rsidRPr="00D05F88">
              <w:rPr>
                <w:color w:val="000000"/>
                <w:szCs w:val="24"/>
              </w:rPr>
              <w:t>(SC.1/</w:t>
            </w:r>
            <w:r>
              <w:rPr>
                <w:color w:val="000000"/>
                <w:szCs w:val="24"/>
              </w:rPr>
              <w:t>GE.21)</w:t>
            </w:r>
            <w:r w:rsidRPr="00D05F88">
              <w:rPr>
                <w:color w:val="000000"/>
                <w:szCs w:val="24"/>
              </w:rPr>
              <w:t xml:space="preserve"> </w:t>
            </w:r>
            <w:r w:rsidRPr="006F1C27">
              <w:rPr>
                <w:color w:val="000000"/>
                <w:szCs w:val="24"/>
                <w:lang w:val="en-US"/>
              </w:rPr>
              <w:t>(</w:t>
            </w:r>
            <w:r w:rsidR="00393673">
              <w:t xml:space="preserve">eleventh </w:t>
            </w:r>
            <w:r>
              <w:rPr>
                <w:color w:val="000000"/>
                <w:szCs w:val="24"/>
                <w:lang w:val="en-US"/>
              </w:rPr>
              <w:t>session</w:t>
            </w:r>
            <w:r w:rsidRPr="006F1C27">
              <w:rPr>
                <w:color w:val="000000"/>
                <w:szCs w:val="24"/>
                <w:lang w:val="en-US"/>
              </w:rPr>
              <w:t>)</w:t>
            </w:r>
          </w:p>
        </w:tc>
      </w:tr>
      <w:tr w:rsidR="00F23C44" w:rsidRPr="008D0570" w:rsidTr="002141DB">
        <w:trPr>
          <w:cantSplit/>
          <w:trHeight w:val="1052"/>
        </w:trPr>
        <w:tc>
          <w:tcPr>
            <w:tcW w:w="7356" w:type="dxa"/>
            <w:gridSpan w:val="2"/>
            <w:shd w:val="clear" w:color="auto" w:fill="auto"/>
          </w:tcPr>
          <w:p w:rsidR="00F23C44" w:rsidRPr="002141DB" w:rsidRDefault="00F23C44" w:rsidP="00BF04C3">
            <w:pPr>
              <w:pStyle w:val="H1G"/>
              <w:rPr>
                <w:b w:val="0"/>
              </w:rPr>
            </w:pPr>
            <w:r w:rsidRPr="00BF04C3">
              <w:t>March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6B3BBB" w:rsidP="002141DB">
            <w:pPr>
              <w:spacing w:before="40" w:after="120"/>
              <w:ind w:right="113"/>
            </w:pPr>
            <w:r>
              <w:t>7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B854FC">
            <w:pPr>
              <w:spacing w:before="40" w:after="120"/>
              <w:ind w:right="113"/>
            </w:pPr>
            <w:r w:rsidRPr="003C11B2">
              <w:t>Administrative Committee for the Coordination of Work (WP.29/AC.2) (</w:t>
            </w:r>
            <w:r>
              <w:t>one-hundred-and-</w:t>
            </w:r>
            <w:r w:rsidR="00B854FC">
              <w:t>twentieth</w:t>
            </w:r>
            <w:r>
              <w:t xml:space="preserve"> </w:t>
            </w:r>
            <w:r w:rsidRPr="003C11B2">
              <w:t>session)</w:t>
            </w:r>
          </w:p>
        </w:tc>
      </w:tr>
      <w:tr w:rsidR="00F23C44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23C44" w:rsidRPr="008D0570" w:rsidRDefault="006B3BBB" w:rsidP="00553464">
            <w:pPr>
              <w:spacing w:before="40" w:after="120"/>
              <w:ind w:right="113"/>
            </w:pPr>
            <w:r>
              <w:t>8</w:t>
            </w:r>
            <w:r w:rsidRPr="00314084">
              <w:t>–1</w:t>
            </w:r>
            <w:r>
              <w:t>1</w:t>
            </w:r>
            <w:r w:rsidRPr="00314084">
              <w:t xml:space="preserve"> (a.m.)</w:t>
            </w:r>
          </w:p>
        </w:tc>
        <w:tc>
          <w:tcPr>
            <w:tcW w:w="5204" w:type="dxa"/>
            <w:shd w:val="clear" w:color="auto" w:fill="auto"/>
          </w:tcPr>
          <w:p w:rsidR="00F23C44" w:rsidRPr="008D0570" w:rsidRDefault="00F23C44" w:rsidP="00B854FC">
            <w:pPr>
              <w:spacing w:before="40" w:after="120"/>
              <w:ind w:right="113"/>
            </w:pPr>
            <w:r w:rsidRPr="003C11B2">
              <w:t>World Forum for Harmonization of Vehicle Regulations (WP.29) (</w:t>
            </w:r>
            <w:r>
              <w:t>one-hundred-and-sixty-</w:t>
            </w:r>
            <w:r w:rsidR="00B854FC">
              <w:t>eighth</w:t>
            </w:r>
            <w:r>
              <w:t xml:space="preserve"> s</w:t>
            </w:r>
            <w:r w:rsidRPr="003C11B2">
              <w:t>ession)</w:t>
            </w:r>
            <w:r>
              <w:t xml:space="preserve">. </w:t>
            </w:r>
            <w:r w:rsidRPr="00DA0D31">
              <w:rPr>
                <w:bCs/>
                <w:color w:val="000000"/>
                <w:lang w:eastAsia="en-GB"/>
              </w:rPr>
              <w:t>Administrative Committee of the 1958 Agreement (AC.1), Executive Committee of the 1998 Agreement (AC.3) and Administrative Committee of the 1997 Agreement (AC.4)</w:t>
            </w:r>
          </w:p>
        </w:tc>
      </w:tr>
      <w:tr w:rsidR="001900B7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1900B7" w:rsidRDefault="001900B7" w:rsidP="00B0013D">
            <w:pPr>
              <w:spacing w:before="40" w:after="120"/>
              <w:ind w:right="113"/>
            </w:pPr>
            <w:r>
              <w:lastRenderedPageBreak/>
              <w:t>21</w:t>
            </w:r>
            <w:r w:rsidR="002239C4">
              <w:t>–</w:t>
            </w:r>
            <w:r>
              <w:t>22</w:t>
            </w:r>
          </w:p>
        </w:tc>
        <w:tc>
          <w:tcPr>
            <w:tcW w:w="5204" w:type="dxa"/>
            <w:shd w:val="clear" w:color="auto" w:fill="auto"/>
          </w:tcPr>
          <w:p w:rsidR="001900B7" w:rsidRDefault="009300C0" w:rsidP="009300C0">
            <w:pPr>
              <w:spacing w:before="40" w:after="120"/>
              <w:ind w:right="113"/>
            </w:pPr>
            <w:r w:rsidRPr="006F1C27">
              <w:rPr>
                <w:bCs/>
                <w:lang w:val="en-US"/>
              </w:rPr>
              <w:t>Group of Experts on Safety at Level Crossing</w:t>
            </w:r>
            <w:r>
              <w:rPr>
                <w:bCs/>
                <w:lang w:val="en-US"/>
              </w:rPr>
              <w:t xml:space="preserve"> (WP.1/GE.1)</w:t>
            </w:r>
            <w:r w:rsidRPr="006F1C27">
              <w:rPr>
                <w:bCs/>
                <w:lang w:val="en-US"/>
              </w:rPr>
              <w:t xml:space="preserve"> (</w:t>
            </w:r>
            <w:r>
              <w:rPr>
                <w:bCs/>
                <w:lang w:val="en-US"/>
              </w:rPr>
              <w:t>seventh</w:t>
            </w:r>
            <w:r w:rsidRPr="006F1C27">
              <w:rPr>
                <w:bCs/>
                <w:lang w:val="en-US"/>
              </w:rPr>
              <w:t xml:space="preserve"> session)</w:t>
            </w:r>
          </w:p>
        </w:tc>
      </w:tr>
      <w:tr w:rsidR="00585532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585532" w:rsidRPr="008D0570" w:rsidRDefault="00585532" w:rsidP="00561E4E">
            <w:pPr>
              <w:spacing w:before="40" w:after="120"/>
              <w:ind w:right="113"/>
            </w:pPr>
            <w:r>
              <w:t>21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25</w:t>
            </w:r>
          </w:p>
        </w:tc>
        <w:tc>
          <w:tcPr>
            <w:tcW w:w="5204" w:type="dxa"/>
            <w:shd w:val="clear" w:color="auto" w:fill="auto"/>
          </w:tcPr>
          <w:p w:rsidR="00585532" w:rsidRPr="008D0570" w:rsidRDefault="00585532" w:rsidP="00B0013D">
            <w:pPr>
              <w:spacing w:before="40" w:after="120"/>
              <w:ind w:right="113"/>
            </w:pPr>
            <w:r w:rsidRPr="00A7680B">
              <w:t>Joint Meeting of the Working Party on the Transport of Dangerous Goods and the RID Safety Committee (WP.15/AC.1) (</w:t>
            </w:r>
            <w:r w:rsidRPr="006F1C27">
              <w:rPr>
                <w:u w:val="single"/>
              </w:rPr>
              <w:t xml:space="preserve">to be held in </w:t>
            </w:r>
            <w:smartTag w:uri="urn:schemas-microsoft-com:office:smarttags" w:element="State">
              <w:smartTag w:uri="urn:schemas-microsoft-com:office:smarttags" w:element="Street">
                <w:r w:rsidRPr="006F1C27">
                  <w:rPr>
                    <w:u w:val="single"/>
                  </w:rPr>
                  <w:t>Bern</w:t>
                </w:r>
              </w:smartTag>
            </w:smartTag>
            <w:r w:rsidRPr="00A7680B">
              <w:t>)</w:t>
            </w:r>
            <w:r>
              <w:t>. No interpretation on 25 March</w:t>
            </w:r>
          </w:p>
        </w:tc>
      </w:tr>
      <w:tr w:rsidR="00F04BC2" w:rsidRPr="008D0570" w:rsidTr="00450C49">
        <w:trPr>
          <w:cantSplit/>
        </w:trPr>
        <w:tc>
          <w:tcPr>
            <w:tcW w:w="2152" w:type="dxa"/>
            <w:shd w:val="clear" w:color="auto" w:fill="auto"/>
          </w:tcPr>
          <w:p w:rsidR="00F04BC2" w:rsidRDefault="00F04BC2" w:rsidP="00B0013D">
            <w:pPr>
              <w:spacing w:before="40" w:after="120"/>
              <w:ind w:right="113"/>
            </w:pPr>
            <w:r>
              <w:t>29</w:t>
            </w:r>
            <w:r w:rsidRPr="006F1C27">
              <w:rPr>
                <w:color w:val="000000"/>
                <w:szCs w:val="24"/>
                <w:lang w:val="en-US"/>
              </w:rPr>
              <w:t>–</w:t>
            </w:r>
            <w:r>
              <w:rPr>
                <w:color w:val="000000"/>
                <w:szCs w:val="24"/>
                <w:lang w:val="en-US"/>
              </w:rPr>
              <w:t>1 April</w:t>
            </w:r>
          </w:p>
        </w:tc>
        <w:tc>
          <w:tcPr>
            <w:tcW w:w="5204" w:type="dxa"/>
            <w:shd w:val="clear" w:color="auto" w:fill="auto"/>
          </w:tcPr>
          <w:p w:rsidR="00F04BC2" w:rsidRPr="00A7680B" w:rsidRDefault="00F04BC2" w:rsidP="00B0013D">
            <w:pPr>
              <w:spacing w:before="40" w:after="120"/>
              <w:ind w:right="113"/>
            </w:pPr>
            <w:r>
              <w:t>W</w:t>
            </w:r>
            <w:r w:rsidRPr="00A7680B">
              <w:t>orking Party on Road Traffic Safety (WP.1) (</w:t>
            </w:r>
            <w:r>
              <w:t xml:space="preserve">seventy-second </w:t>
            </w:r>
            <w:r w:rsidRPr="00A7680B">
              <w:t>session)</w:t>
            </w:r>
          </w:p>
        </w:tc>
      </w:tr>
    </w:tbl>
    <w:p w:rsidR="00CB707B" w:rsidRPr="00B80A75" w:rsidRDefault="00B80A75" w:rsidP="00B80A75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B707B" w:rsidRPr="00B80A75" w:rsidSect="005A61F0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6EC" w:rsidRDefault="00F626EC"/>
  </w:endnote>
  <w:endnote w:type="continuationSeparator" w:id="0">
    <w:p w:rsidR="00F626EC" w:rsidRDefault="00F626EC"/>
  </w:endnote>
  <w:endnote w:type="continuationNotice" w:id="1">
    <w:p w:rsidR="00F626EC" w:rsidRDefault="00F626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Footer"/>
      <w:tabs>
        <w:tab w:val="right" w:pos="9638"/>
      </w:tabs>
      <w:rPr>
        <w:sz w:val="18"/>
      </w:rPr>
    </w:pPr>
    <w:r w:rsidRPr="005A61F0">
      <w:rPr>
        <w:b/>
        <w:sz w:val="18"/>
      </w:rPr>
      <w:fldChar w:fldCharType="begin"/>
    </w:r>
    <w:r w:rsidRPr="005A61F0">
      <w:rPr>
        <w:b/>
        <w:sz w:val="18"/>
      </w:rPr>
      <w:instrText xml:space="preserve"> PAGE  \* MERGEFORMAT </w:instrText>
    </w:r>
    <w:r w:rsidRPr="005A61F0">
      <w:rPr>
        <w:b/>
        <w:sz w:val="18"/>
      </w:rPr>
      <w:fldChar w:fldCharType="separate"/>
    </w:r>
    <w:r w:rsidR="00B448B4">
      <w:rPr>
        <w:b/>
        <w:noProof/>
        <w:sz w:val="18"/>
      </w:rPr>
      <w:t>8</w:t>
    </w:r>
    <w:r w:rsidRPr="005A61F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Footer"/>
      <w:tabs>
        <w:tab w:val="right" w:pos="9638"/>
      </w:tabs>
      <w:rPr>
        <w:b/>
        <w:sz w:val="18"/>
      </w:rPr>
    </w:pPr>
    <w:r>
      <w:tab/>
    </w:r>
    <w:r w:rsidRPr="005A61F0">
      <w:rPr>
        <w:b/>
        <w:sz w:val="18"/>
      </w:rPr>
      <w:fldChar w:fldCharType="begin"/>
    </w:r>
    <w:r w:rsidRPr="005A61F0">
      <w:rPr>
        <w:b/>
        <w:sz w:val="18"/>
      </w:rPr>
      <w:instrText xml:space="preserve"> PAGE  \* MERGEFORMAT </w:instrText>
    </w:r>
    <w:r w:rsidRPr="005A61F0">
      <w:rPr>
        <w:b/>
        <w:sz w:val="18"/>
      </w:rPr>
      <w:fldChar w:fldCharType="separate"/>
    </w:r>
    <w:r w:rsidR="00B448B4">
      <w:rPr>
        <w:b/>
        <w:noProof/>
        <w:sz w:val="18"/>
      </w:rPr>
      <w:t>7</w:t>
    </w:r>
    <w:r w:rsidRPr="005A61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8B50DD" w:rsidP="0004393B">
    <w:pPr>
      <w:pStyle w:val="Footer"/>
      <w:rPr>
        <w:sz w:val="20"/>
      </w:rPr>
    </w:pPr>
    <w:r>
      <w:rPr>
        <w:noProof/>
        <w:sz w:val="20"/>
        <w:lang w:eastAsia="zh-CN"/>
      </w:rPr>
      <w:drawing>
        <wp:anchor distT="0" distB="0" distL="114300" distR="114300" simplePos="0" relativeHeight="251657728" behindDoc="0" locked="0" layoutInCell="1" allowOverlap="1" wp14:anchorId="56297611" wp14:editId="0FA35B52">
          <wp:simplePos x="0" y="0"/>
          <wp:positionH relativeFrom="margin">
            <wp:posOffset>4283710</wp:posOffset>
          </wp:positionH>
          <wp:positionV relativeFrom="margin">
            <wp:posOffset>8207375</wp:posOffset>
          </wp:positionV>
          <wp:extent cx="930275" cy="230505"/>
          <wp:effectExtent l="0" t="0" r="3175" b="0"/>
          <wp:wrapNone/>
          <wp:docPr id="3" name="Picture 3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23C44">
      <w:rPr>
        <w:sz w:val="20"/>
      </w:rPr>
      <w:t>GE.1</w:t>
    </w:r>
    <w:r w:rsidR="003E3876">
      <w:rPr>
        <w:sz w:val="20"/>
      </w:rPr>
      <w:t>5</w:t>
    </w:r>
    <w:r w:rsidR="001C6EBF">
      <w:rPr>
        <w:sz w:val="20"/>
      </w:rPr>
      <w:t>-</w:t>
    </w:r>
    <w:r w:rsidR="0004393B">
      <w:rPr>
        <w:sz w:val="20"/>
      </w:rPr>
      <w:t>09075  (E)</w:t>
    </w:r>
    <w:r w:rsidR="0004393B">
      <w:rPr>
        <w:sz w:val="20"/>
      </w:rPr>
      <w:br/>
    </w:r>
    <w:r w:rsidR="0004393B" w:rsidRPr="0004393B">
      <w:rPr>
        <w:rFonts w:ascii="C39T30Lfz" w:hAnsi="C39T30Lfz"/>
        <w:sz w:val="56"/>
      </w:rPr>
      <w:t></w:t>
    </w:r>
    <w:r w:rsidR="0004393B" w:rsidRPr="0004393B">
      <w:rPr>
        <w:rFonts w:ascii="C39T30Lfz" w:hAnsi="C39T30Lfz"/>
        <w:sz w:val="56"/>
      </w:rPr>
      <w:t></w:t>
    </w:r>
    <w:r w:rsidR="0004393B" w:rsidRPr="0004393B">
      <w:rPr>
        <w:rFonts w:ascii="C39T30Lfz" w:hAnsi="C39T30Lfz"/>
        <w:sz w:val="56"/>
      </w:rPr>
      <w:t></w:t>
    </w:r>
    <w:r w:rsidR="0004393B" w:rsidRPr="0004393B">
      <w:rPr>
        <w:rFonts w:ascii="C39T30Lfz" w:hAnsi="C39T30Lfz"/>
        <w:sz w:val="56"/>
      </w:rPr>
      <w:t></w:t>
    </w:r>
    <w:r w:rsidR="0004393B" w:rsidRPr="0004393B">
      <w:rPr>
        <w:rFonts w:ascii="C39T30Lfz" w:hAnsi="C39T30Lfz"/>
        <w:sz w:val="56"/>
      </w:rPr>
      <w:t></w:t>
    </w:r>
    <w:r w:rsidR="0004393B" w:rsidRPr="0004393B">
      <w:rPr>
        <w:rFonts w:ascii="C39T30Lfz" w:hAnsi="C39T30Lfz"/>
        <w:sz w:val="56"/>
      </w:rPr>
      <w:t></w:t>
    </w:r>
    <w:r w:rsidR="0004393B" w:rsidRPr="0004393B">
      <w:rPr>
        <w:rFonts w:ascii="C39T30Lfz" w:hAnsi="C39T30Lfz"/>
        <w:sz w:val="56"/>
      </w:rPr>
      <w:t></w:t>
    </w:r>
    <w:r w:rsidR="0004393B" w:rsidRPr="0004393B">
      <w:rPr>
        <w:rFonts w:ascii="C39T30Lfz" w:hAnsi="C39T30Lfz"/>
        <w:sz w:val="56"/>
      </w:rPr>
      <w:t></w:t>
    </w:r>
    <w:r w:rsidR="0004393B" w:rsidRPr="0004393B"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6EC" w:rsidRPr="000B175B" w:rsidRDefault="00F626E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26EC" w:rsidRPr="00FC68B7" w:rsidRDefault="00F626E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26EC" w:rsidRDefault="00F626EC"/>
  </w:footnote>
  <w:footnote w:id="2">
    <w:p w:rsidR="00F23C44" w:rsidRPr="00152E3C" w:rsidRDefault="00F23C44" w:rsidP="00E257BA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>The present document is submitted in accordance with the terms of reference of the Inland Transport Committee (ECE/TRANS/97), which provide a mandate to convene meetings as it deems necessary.</w:t>
      </w:r>
    </w:p>
  </w:footnote>
  <w:footnote w:id="3">
    <w:p w:rsidR="004F6B35" w:rsidRPr="00CE4059" w:rsidRDefault="004F6B35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4">
    <w:p w:rsidR="00EA7373" w:rsidRPr="00CE4059" w:rsidRDefault="00EA7373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5">
    <w:p w:rsidR="00571644" w:rsidRPr="00571644" w:rsidRDefault="00571644" w:rsidP="00571644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  <w:t xml:space="preserve">Symbol subject to final approval </w:t>
      </w:r>
    </w:p>
  </w:footnote>
  <w:footnote w:id="6">
    <w:p w:rsidR="00A24B69" w:rsidRPr="00CE4059" w:rsidRDefault="00A24B69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  <w:r>
        <w:t xml:space="preserve"> </w:t>
      </w:r>
    </w:p>
  </w:footnote>
  <w:footnote w:id="7">
    <w:p w:rsidR="00A24B69" w:rsidRPr="00CE4059" w:rsidRDefault="00A24B69" w:rsidP="003E031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432345">
        <w:t>Subsidiary bodies of the Economic and Social Council serviced by the UNECE secretariat.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>
    <w:pPr>
      <w:pStyle w:val="Header"/>
    </w:pPr>
    <w:r>
      <w:t>ECE/TRANS/201</w:t>
    </w:r>
    <w:r w:rsidR="00E260DD">
      <w:t>5</w:t>
    </w:r>
    <w:r>
      <w:t>/</w:t>
    </w:r>
    <w:r w:rsidR="004166B7">
      <w:t>2</w:t>
    </w:r>
    <w:r w:rsidR="00D81154">
      <w:t>2</w:t>
    </w:r>
    <w:r w:rsidR="00D21C61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3C44" w:rsidRPr="005A61F0" w:rsidRDefault="00F23C44" w:rsidP="005A61F0">
    <w:pPr>
      <w:pStyle w:val="Header"/>
      <w:jc w:val="right"/>
    </w:pPr>
    <w:r>
      <w:t>ECE/TRANS/201</w:t>
    </w:r>
    <w:r w:rsidR="00E260DD">
      <w:t>5</w:t>
    </w:r>
    <w:r>
      <w:t>/</w:t>
    </w:r>
    <w:r w:rsidR="00D81154">
      <w:t>22</w:t>
    </w:r>
    <w:r w:rsidR="00D21C61">
      <w:t>/Rev.1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27F08EC"/>
    <w:multiLevelType w:val="hybridMultilevel"/>
    <w:tmpl w:val="7D12C06C"/>
    <w:lvl w:ilvl="0" w:tplc="51EC421C">
      <w:start w:val="1"/>
      <w:numFmt w:val="upperRoman"/>
      <w:lvlText w:val="%1.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7">
    <w:nsid w:val="555A16D4"/>
    <w:multiLevelType w:val="hybridMultilevel"/>
    <w:tmpl w:val="5BB22C5A"/>
    <w:lvl w:ilvl="0" w:tplc="CAF0D1AC">
      <w:start w:val="15"/>
      <w:numFmt w:val="decimal"/>
      <w:lvlText w:val="%1."/>
      <w:lvlJc w:val="left"/>
      <w:pPr>
        <w:tabs>
          <w:tab w:val="num" w:pos="1140"/>
        </w:tabs>
        <w:ind w:left="1140" w:hanging="58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8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8"/>
  </w:num>
  <w:num w:numId="18">
    <w:abstractNumId w:val="19"/>
  </w:num>
  <w:num w:numId="19">
    <w:abstractNumId w:val="17"/>
  </w:num>
  <w:num w:numId="20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F0"/>
    <w:rsid w:val="00002A7D"/>
    <w:rsid w:val="000038A8"/>
    <w:rsid w:val="000042B2"/>
    <w:rsid w:val="00006790"/>
    <w:rsid w:val="00010C69"/>
    <w:rsid w:val="00011571"/>
    <w:rsid w:val="000168E8"/>
    <w:rsid w:val="00027624"/>
    <w:rsid w:val="000323C1"/>
    <w:rsid w:val="00035392"/>
    <w:rsid w:val="00035CFD"/>
    <w:rsid w:val="0004393B"/>
    <w:rsid w:val="00050F6B"/>
    <w:rsid w:val="00051C38"/>
    <w:rsid w:val="00052811"/>
    <w:rsid w:val="00060224"/>
    <w:rsid w:val="00065917"/>
    <w:rsid w:val="000678CD"/>
    <w:rsid w:val="00071895"/>
    <w:rsid w:val="00072C8C"/>
    <w:rsid w:val="000761C2"/>
    <w:rsid w:val="00081CE0"/>
    <w:rsid w:val="00084D30"/>
    <w:rsid w:val="00090320"/>
    <w:rsid w:val="000914BD"/>
    <w:rsid w:val="000931C0"/>
    <w:rsid w:val="00095983"/>
    <w:rsid w:val="00097330"/>
    <w:rsid w:val="000A0483"/>
    <w:rsid w:val="000A2E09"/>
    <w:rsid w:val="000B175B"/>
    <w:rsid w:val="000B3A0F"/>
    <w:rsid w:val="000C11AE"/>
    <w:rsid w:val="000E0415"/>
    <w:rsid w:val="000E0A99"/>
    <w:rsid w:val="000E2FE9"/>
    <w:rsid w:val="000E40EC"/>
    <w:rsid w:val="000E64BA"/>
    <w:rsid w:val="000E7142"/>
    <w:rsid w:val="000F57C6"/>
    <w:rsid w:val="000F7715"/>
    <w:rsid w:val="00102BAF"/>
    <w:rsid w:val="00111E03"/>
    <w:rsid w:val="00116FE7"/>
    <w:rsid w:val="001326E2"/>
    <w:rsid w:val="001349CC"/>
    <w:rsid w:val="0013693B"/>
    <w:rsid w:val="00143D11"/>
    <w:rsid w:val="00150E04"/>
    <w:rsid w:val="00152E3C"/>
    <w:rsid w:val="00154891"/>
    <w:rsid w:val="00156B99"/>
    <w:rsid w:val="00164D21"/>
    <w:rsid w:val="00165DF0"/>
    <w:rsid w:val="00166124"/>
    <w:rsid w:val="00174B00"/>
    <w:rsid w:val="00184DDA"/>
    <w:rsid w:val="001900B7"/>
    <w:rsid w:val="001900CD"/>
    <w:rsid w:val="00195D40"/>
    <w:rsid w:val="00195FAB"/>
    <w:rsid w:val="001A0452"/>
    <w:rsid w:val="001A384D"/>
    <w:rsid w:val="001A3BE8"/>
    <w:rsid w:val="001B11AC"/>
    <w:rsid w:val="001B19B6"/>
    <w:rsid w:val="001B3ACE"/>
    <w:rsid w:val="001B4B04"/>
    <w:rsid w:val="001B5875"/>
    <w:rsid w:val="001C4287"/>
    <w:rsid w:val="001C4B9C"/>
    <w:rsid w:val="001C5F3E"/>
    <w:rsid w:val="001C6663"/>
    <w:rsid w:val="001C6EBF"/>
    <w:rsid w:val="001C7895"/>
    <w:rsid w:val="001D01B0"/>
    <w:rsid w:val="001D26DF"/>
    <w:rsid w:val="001D46AC"/>
    <w:rsid w:val="001D52B7"/>
    <w:rsid w:val="001F04E0"/>
    <w:rsid w:val="001F1599"/>
    <w:rsid w:val="001F19C4"/>
    <w:rsid w:val="001F3D48"/>
    <w:rsid w:val="00201B3F"/>
    <w:rsid w:val="00203EBA"/>
    <w:rsid w:val="00204320"/>
    <w:rsid w:val="00204323"/>
    <w:rsid w:val="002043F0"/>
    <w:rsid w:val="00211E0B"/>
    <w:rsid w:val="002141DB"/>
    <w:rsid w:val="002239C4"/>
    <w:rsid w:val="00226244"/>
    <w:rsid w:val="00232575"/>
    <w:rsid w:val="00235B69"/>
    <w:rsid w:val="0024183E"/>
    <w:rsid w:val="00247258"/>
    <w:rsid w:val="00255913"/>
    <w:rsid w:val="00257CAC"/>
    <w:rsid w:val="00270FEE"/>
    <w:rsid w:val="0027237A"/>
    <w:rsid w:val="00276B56"/>
    <w:rsid w:val="00294F33"/>
    <w:rsid w:val="002974E9"/>
    <w:rsid w:val="002A09DC"/>
    <w:rsid w:val="002A2B54"/>
    <w:rsid w:val="002A349C"/>
    <w:rsid w:val="002A35CC"/>
    <w:rsid w:val="002A7F94"/>
    <w:rsid w:val="002B109A"/>
    <w:rsid w:val="002C0413"/>
    <w:rsid w:val="002C6D45"/>
    <w:rsid w:val="002D3D91"/>
    <w:rsid w:val="002D6E53"/>
    <w:rsid w:val="002D7938"/>
    <w:rsid w:val="002E5D31"/>
    <w:rsid w:val="002F046D"/>
    <w:rsid w:val="00301764"/>
    <w:rsid w:val="0030672B"/>
    <w:rsid w:val="0030705E"/>
    <w:rsid w:val="00314BA1"/>
    <w:rsid w:val="00315585"/>
    <w:rsid w:val="003229D8"/>
    <w:rsid w:val="003256A8"/>
    <w:rsid w:val="003259F2"/>
    <w:rsid w:val="00336C97"/>
    <w:rsid w:val="00337F88"/>
    <w:rsid w:val="00342432"/>
    <w:rsid w:val="003474D6"/>
    <w:rsid w:val="0035223F"/>
    <w:rsid w:val="003523B6"/>
    <w:rsid w:val="00352D4B"/>
    <w:rsid w:val="00354D60"/>
    <w:rsid w:val="0035638C"/>
    <w:rsid w:val="003656CE"/>
    <w:rsid w:val="00383124"/>
    <w:rsid w:val="00393673"/>
    <w:rsid w:val="003952BE"/>
    <w:rsid w:val="003A3724"/>
    <w:rsid w:val="003A46BB"/>
    <w:rsid w:val="003A4DFA"/>
    <w:rsid w:val="003A4EC7"/>
    <w:rsid w:val="003A7295"/>
    <w:rsid w:val="003B08C3"/>
    <w:rsid w:val="003B1F60"/>
    <w:rsid w:val="003B227C"/>
    <w:rsid w:val="003B3C48"/>
    <w:rsid w:val="003C2CC4"/>
    <w:rsid w:val="003C2EB1"/>
    <w:rsid w:val="003C4197"/>
    <w:rsid w:val="003C45CF"/>
    <w:rsid w:val="003D045B"/>
    <w:rsid w:val="003D4B23"/>
    <w:rsid w:val="003E031D"/>
    <w:rsid w:val="003E278A"/>
    <w:rsid w:val="003E2B45"/>
    <w:rsid w:val="003E3876"/>
    <w:rsid w:val="003F3DC0"/>
    <w:rsid w:val="00410F9E"/>
    <w:rsid w:val="00413520"/>
    <w:rsid w:val="00413F45"/>
    <w:rsid w:val="00414D6A"/>
    <w:rsid w:val="004166B7"/>
    <w:rsid w:val="00420002"/>
    <w:rsid w:val="00422F69"/>
    <w:rsid w:val="00427FF2"/>
    <w:rsid w:val="004325CB"/>
    <w:rsid w:val="00440A07"/>
    <w:rsid w:val="00450C49"/>
    <w:rsid w:val="00454399"/>
    <w:rsid w:val="00461D89"/>
    <w:rsid w:val="004621DF"/>
    <w:rsid w:val="00462880"/>
    <w:rsid w:val="00467DF4"/>
    <w:rsid w:val="004762C4"/>
    <w:rsid w:val="00476F24"/>
    <w:rsid w:val="00482AEF"/>
    <w:rsid w:val="00484C3D"/>
    <w:rsid w:val="00490D58"/>
    <w:rsid w:val="0049158E"/>
    <w:rsid w:val="00493431"/>
    <w:rsid w:val="004939CA"/>
    <w:rsid w:val="00495842"/>
    <w:rsid w:val="004A00AA"/>
    <w:rsid w:val="004B528C"/>
    <w:rsid w:val="004C016C"/>
    <w:rsid w:val="004C55B0"/>
    <w:rsid w:val="004C55FB"/>
    <w:rsid w:val="004D0C68"/>
    <w:rsid w:val="004E3575"/>
    <w:rsid w:val="004E593C"/>
    <w:rsid w:val="004F1045"/>
    <w:rsid w:val="004F6B35"/>
    <w:rsid w:val="004F6BA0"/>
    <w:rsid w:val="00503BEA"/>
    <w:rsid w:val="00507258"/>
    <w:rsid w:val="00511975"/>
    <w:rsid w:val="00527C6C"/>
    <w:rsid w:val="00533616"/>
    <w:rsid w:val="00535ABA"/>
    <w:rsid w:val="00535B07"/>
    <w:rsid w:val="0053681E"/>
    <w:rsid w:val="0053768B"/>
    <w:rsid w:val="005411CD"/>
    <w:rsid w:val="005420F2"/>
    <w:rsid w:val="0054285C"/>
    <w:rsid w:val="0054524A"/>
    <w:rsid w:val="00553464"/>
    <w:rsid w:val="00561E4E"/>
    <w:rsid w:val="00563448"/>
    <w:rsid w:val="00564EFB"/>
    <w:rsid w:val="0056653E"/>
    <w:rsid w:val="00571644"/>
    <w:rsid w:val="005777C0"/>
    <w:rsid w:val="00582011"/>
    <w:rsid w:val="00584173"/>
    <w:rsid w:val="00585532"/>
    <w:rsid w:val="00590BCF"/>
    <w:rsid w:val="00595520"/>
    <w:rsid w:val="005A44B9"/>
    <w:rsid w:val="005A61F0"/>
    <w:rsid w:val="005A694A"/>
    <w:rsid w:val="005A6F8D"/>
    <w:rsid w:val="005B0CEF"/>
    <w:rsid w:val="005B1BA0"/>
    <w:rsid w:val="005B3DB3"/>
    <w:rsid w:val="005B5B8C"/>
    <w:rsid w:val="005D15CA"/>
    <w:rsid w:val="005D64F5"/>
    <w:rsid w:val="005E1BFD"/>
    <w:rsid w:val="005F1BC2"/>
    <w:rsid w:val="005F3066"/>
    <w:rsid w:val="005F3E61"/>
    <w:rsid w:val="00604DDD"/>
    <w:rsid w:val="006063D2"/>
    <w:rsid w:val="006115CC"/>
    <w:rsid w:val="00611FC4"/>
    <w:rsid w:val="00615996"/>
    <w:rsid w:val="006176FB"/>
    <w:rsid w:val="0062095F"/>
    <w:rsid w:val="00630A9C"/>
    <w:rsid w:val="00630FCB"/>
    <w:rsid w:val="00633E2C"/>
    <w:rsid w:val="006341AA"/>
    <w:rsid w:val="006363F6"/>
    <w:rsid w:val="00640B26"/>
    <w:rsid w:val="0065143F"/>
    <w:rsid w:val="00661264"/>
    <w:rsid w:val="00664817"/>
    <w:rsid w:val="00666538"/>
    <w:rsid w:val="006702AE"/>
    <w:rsid w:val="006770B2"/>
    <w:rsid w:val="00684141"/>
    <w:rsid w:val="006864DF"/>
    <w:rsid w:val="006940E1"/>
    <w:rsid w:val="006A1B8C"/>
    <w:rsid w:val="006A3C72"/>
    <w:rsid w:val="006A7392"/>
    <w:rsid w:val="006B03A1"/>
    <w:rsid w:val="006B3BBB"/>
    <w:rsid w:val="006B67D9"/>
    <w:rsid w:val="006C221B"/>
    <w:rsid w:val="006C3019"/>
    <w:rsid w:val="006C3098"/>
    <w:rsid w:val="006C45AA"/>
    <w:rsid w:val="006C5535"/>
    <w:rsid w:val="006C700F"/>
    <w:rsid w:val="006C7D36"/>
    <w:rsid w:val="006D0589"/>
    <w:rsid w:val="006D3E48"/>
    <w:rsid w:val="006E3836"/>
    <w:rsid w:val="006E564B"/>
    <w:rsid w:val="006E7057"/>
    <w:rsid w:val="006E7154"/>
    <w:rsid w:val="007003CD"/>
    <w:rsid w:val="007020AF"/>
    <w:rsid w:val="00704F8A"/>
    <w:rsid w:val="0070563B"/>
    <w:rsid w:val="0070701E"/>
    <w:rsid w:val="007232E3"/>
    <w:rsid w:val="0072632A"/>
    <w:rsid w:val="00730AA1"/>
    <w:rsid w:val="00732B96"/>
    <w:rsid w:val="0073488E"/>
    <w:rsid w:val="007358E8"/>
    <w:rsid w:val="00736ECE"/>
    <w:rsid w:val="0074533B"/>
    <w:rsid w:val="0074599A"/>
    <w:rsid w:val="00751DA5"/>
    <w:rsid w:val="00753EEE"/>
    <w:rsid w:val="00761B64"/>
    <w:rsid w:val="007642AC"/>
    <w:rsid w:val="007643BC"/>
    <w:rsid w:val="0076638D"/>
    <w:rsid w:val="00777051"/>
    <w:rsid w:val="00783AF3"/>
    <w:rsid w:val="007959FE"/>
    <w:rsid w:val="00797FEF"/>
    <w:rsid w:val="007A0CF1"/>
    <w:rsid w:val="007B19AC"/>
    <w:rsid w:val="007B6BA5"/>
    <w:rsid w:val="007C0A47"/>
    <w:rsid w:val="007C3390"/>
    <w:rsid w:val="007C42D8"/>
    <w:rsid w:val="007C4F4B"/>
    <w:rsid w:val="007D3F6F"/>
    <w:rsid w:val="007D7362"/>
    <w:rsid w:val="007F5CE2"/>
    <w:rsid w:val="007F6611"/>
    <w:rsid w:val="00802D06"/>
    <w:rsid w:val="00810BAC"/>
    <w:rsid w:val="00813164"/>
    <w:rsid w:val="008175E9"/>
    <w:rsid w:val="008242D7"/>
    <w:rsid w:val="0082577B"/>
    <w:rsid w:val="00825C28"/>
    <w:rsid w:val="008443CB"/>
    <w:rsid w:val="0085269E"/>
    <w:rsid w:val="008616BB"/>
    <w:rsid w:val="00865F8D"/>
    <w:rsid w:val="00866893"/>
    <w:rsid w:val="00866F02"/>
    <w:rsid w:val="00867D18"/>
    <w:rsid w:val="00871F9A"/>
    <w:rsid w:val="00871FD5"/>
    <w:rsid w:val="00875501"/>
    <w:rsid w:val="0088172E"/>
    <w:rsid w:val="00881EFA"/>
    <w:rsid w:val="008875F2"/>
    <w:rsid w:val="008879CB"/>
    <w:rsid w:val="0089111C"/>
    <w:rsid w:val="00892724"/>
    <w:rsid w:val="0089385B"/>
    <w:rsid w:val="008938D0"/>
    <w:rsid w:val="00896341"/>
    <w:rsid w:val="008979B1"/>
    <w:rsid w:val="008A49C5"/>
    <w:rsid w:val="008A50FA"/>
    <w:rsid w:val="008A6B25"/>
    <w:rsid w:val="008A6C4F"/>
    <w:rsid w:val="008A73D7"/>
    <w:rsid w:val="008B389E"/>
    <w:rsid w:val="008B50DD"/>
    <w:rsid w:val="008B7576"/>
    <w:rsid w:val="008C4E66"/>
    <w:rsid w:val="008D045E"/>
    <w:rsid w:val="008D0570"/>
    <w:rsid w:val="008D06F3"/>
    <w:rsid w:val="008D3F25"/>
    <w:rsid w:val="008D4D82"/>
    <w:rsid w:val="008E0E3B"/>
    <w:rsid w:val="008E0E46"/>
    <w:rsid w:val="008E37F3"/>
    <w:rsid w:val="008E7116"/>
    <w:rsid w:val="008F0736"/>
    <w:rsid w:val="008F143B"/>
    <w:rsid w:val="008F1841"/>
    <w:rsid w:val="008F3369"/>
    <w:rsid w:val="008F3882"/>
    <w:rsid w:val="008F4B7C"/>
    <w:rsid w:val="008F4D7C"/>
    <w:rsid w:val="008F7D89"/>
    <w:rsid w:val="009003DC"/>
    <w:rsid w:val="00912004"/>
    <w:rsid w:val="00913876"/>
    <w:rsid w:val="009210DC"/>
    <w:rsid w:val="00926E47"/>
    <w:rsid w:val="009300C0"/>
    <w:rsid w:val="00933663"/>
    <w:rsid w:val="00935A51"/>
    <w:rsid w:val="00945BB9"/>
    <w:rsid w:val="00946DA3"/>
    <w:rsid w:val="00947162"/>
    <w:rsid w:val="00951969"/>
    <w:rsid w:val="009610D0"/>
    <w:rsid w:val="0096375C"/>
    <w:rsid w:val="009662E6"/>
    <w:rsid w:val="0097095E"/>
    <w:rsid w:val="00974AA0"/>
    <w:rsid w:val="00975926"/>
    <w:rsid w:val="00982B06"/>
    <w:rsid w:val="0098592B"/>
    <w:rsid w:val="00985FC4"/>
    <w:rsid w:val="00990766"/>
    <w:rsid w:val="009907EE"/>
    <w:rsid w:val="00991261"/>
    <w:rsid w:val="009964C4"/>
    <w:rsid w:val="009A7B81"/>
    <w:rsid w:val="009B2F3B"/>
    <w:rsid w:val="009B7646"/>
    <w:rsid w:val="009C608C"/>
    <w:rsid w:val="009D01C0"/>
    <w:rsid w:val="009D5650"/>
    <w:rsid w:val="009D661C"/>
    <w:rsid w:val="009D6A08"/>
    <w:rsid w:val="009E0A16"/>
    <w:rsid w:val="009E693E"/>
    <w:rsid w:val="009E6CB7"/>
    <w:rsid w:val="009E7970"/>
    <w:rsid w:val="009F2DBA"/>
    <w:rsid w:val="009F2EAC"/>
    <w:rsid w:val="009F44B2"/>
    <w:rsid w:val="009F57E3"/>
    <w:rsid w:val="00A03C8C"/>
    <w:rsid w:val="00A10F4F"/>
    <w:rsid w:val="00A11067"/>
    <w:rsid w:val="00A1338C"/>
    <w:rsid w:val="00A1704A"/>
    <w:rsid w:val="00A17FCD"/>
    <w:rsid w:val="00A24B69"/>
    <w:rsid w:val="00A265F5"/>
    <w:rsid w:val="00A322E5"/>
    <w:rsid w:val="00A36B36"/>
    <w:rsid w:val="00A425EB"/>
    <w:rsid w:val="00A43738"/>
    <w:rsid w:val="00A53822"/>
    <w:rsid w:val="00A72F22"/>
    <w:rsid w:val="00A733BC"/>
    <w:rsid w:val="00A748A6"/>
    <w:rsid w:val="00A76A41"/>
    <w:rsid w:val="00A76A69"/>
    <w:rsid w:val="00A8137E"/>
    <w:rsid w:val="00A852AC"/>
    <w:rsid w:val="00A879A4"/>
    <w:rsid w:val="00AA0FF8"/>
    <w:rsid w:val="00AA1692"/>
    <w:rsid w:val="00AA4CC1"/>
    <w:rsid w:val="00AA4D30"/>
    <w:rsid w:val="00AB1501"/>
    <w:rsid w:val="00AC0F2C"/>
    <w:rsid w:val="00AC502A"/>
    <w:rsid w:val="00AE38A2"/>
    <w:rsid w:val="00AF1F72"/>
    <w:rsid w:val="00AF2F82"/>
    <w:rsid w:val="00AF4DE1"/>
    <w:rsid w:val="00AF58C1"/>
    <w:rsid w:val="00B0013D"/>
    <w:rsid w:val="00B0255B"/>
    <w:rsid w:val="00B04A3F"/>
    <w:rsid w:val="00B06643"/>
    <w:rsid w:val="00B15055"/>
    <w:rsid w:val="00B21C94"/>
    <w:rsid w:val="00B251A7"/>
    <w:rsid w:val="00B255CE"/>
    <w:rsid w:val="00B30179"/>
    <w:rsid w:val="00B32870"/>
    <w:rsid w:val="00B37B15"/>
    <w:rsid w:val="00B4177C"/>
    <w:rsid w:val="00B448B4"/>
    <w:rsid w:val="00B45C02"/>
    <w:rsid w:val="00B525B0"/>
    <w:rsid w:val="00B535CA"/>
    <w:rsid w:val="00B56329"/>
    <w:rsid w:val="00B64A44"/>
    <w:rsid w:val="00B65593"/>
    <w:rsid w:val="00B72A1E"/>
    <w:rsid w:val="00B76789"/>
    <w:rsid w:val="00B80A75"/>
    <w:rsid w:val="00B81E12"/>
    <w:rsid w:val="00B854FC"/>
    <w:rsid w:val="00B90C16"/>
    <w:rsid w:val="00B90EE0"/>
    <w:rsid w:val="00B94D04"/>
    <w:rsid w:val="00B964C2"/>
    <w:rsid w:val="00BA221A"/>
    <w:rsid w:val="00BA339B"/>
    <w:rsid w:val="00BA5608"/>
    <w:rsid w:val="00BB0379"/>
    <w:rsid w:val="00BB31EE"/>
    <w:rsid w:val="00BB7506"/>
    <w:rsid w:val="00BC06BB"/>
    <w:rsid w:val="00BC1E7E"/>
    <w:rsid w:val="00BC3B02"/>
    <w:rsid w:val="00BC4E5E"/>
    <w:rsid w:val="00BC74E9"/>
    <w:rsid w:val="00BD6336"/>
    <w:rsid w:val="00BE0C9E"/>
    <w:rsid w:val="00BE36A9"/>
    <w:rsid w:val="00BE618E"/>
    <w:rsid w:val="00BE6A1E"/>
    <w:rsid w:val="00BE7BEC"/>
    <w:rsid w:val="00BF04C3"/>
    <w:rsid w:val="00BF0A5A"/>
    <w:rsid w:val="00BF0E63"/>
    <w:rsid w:val="00BF12A3"/>
    <w:rsid w:val="00BF16D7"/>
    <w:rsid w:val="00BF2373"/>
    <w:rsid w:val="00BF3319"/>
    <w:rsid w:val="00BF4394"/>
    <w:rsid w:val="00BF5039"/>
    <w:rsid w:val="00C044E2"/>
    <w:rsid w:val="00C048CB"/>
    <w:rsid w:val="00C066F3"/>
    <w:rsid w:val="00C1007A"/>
    <w:rsid w:val="00C16341"/>
    <w:rsid w:val="00C1680D"/>
    <w:rsid w:val="00C17AEC"/>
    <w:rsid w:val="00C22467"/>
    <w:rsid w:val="00C333E7"/>
    <w:rsid w:val="00C37F7A"/>
    <w:rsid w:val="00C422BD"/>
    <w:rsid w:val="00C463DD"/>
    <w:rsid w:val="00C47EF8"/>
    <w:rsid w:val="00C745C3"/>
    <w:rsid w:val="00C776F8"/>
    <w:rsid w:val="00C82800"/>
    <w:rsid w:val="00C85F9A"/>
    <w:rsid w:val="00C912DB"/>
    <w:rsid w:val="00C9387A"/>
    <w:rsid w:val="00C96DC6"/>
    <w:rsid w:val="00C96DD4"/>
    <w:rsid w:val="00C97646"/>
    <w:rsid w:val="00C97786"/>
    <w:rsid w:val="00CA24A4"/>
    <w:rsid w:val="00CA606B"/>
    <w:rsid w:val="00CB348D"/>
    <w:rsid w:val="00CB502D"/>
    <w:rsid w:val="00CB5051"/>
    <w:rsid w:val="00CB707B"/>
    <w:rsid w:val="00CB7A29"/>
    <w:rsid w:val="00CC5134"/>
    <w:rsid w:val="00CC5BA5"/>
    <w:rsid w:val="00CD1205"/>
    <w:rsid w:val="00CD46F5"/>
    <w:rsid w:val="00CE4059"/>
    <w:rsid w:val="00CE4A8F"/>
    <w:rsid w:val="00CE58A4"/>
    <w:rsid w:val="00CE7543"/>
    <w:rsid w:val="00CF071D"/>
    <w:rsid w:val="00CF356B"/>
    <w:rsid w:val="00CF749E"/>
    <w:rsid w:val="00D051EF"/>
    <w:rsid w:val="00D15B04"/>
    <w:rsid w:val="00D2031B"/>
    <w:rsid w:val="00D2076D"/>
    <w:rsid w:val="00D21C61"/>
    <w:rsid w:val="00D22973"/>
    <w:rsid w:val="00D25FE2"/>
    <w:rsid w:val="00D3351D"/>
    <w:rsid w:val="00D335F1"/>
    <w:rsid w:val="00D37DA9"/>
    <w:rsid w:val="00D406A7"/>
    <w:rsid w:val="00D43252"/>
    <w:rsid w:val="00D44D86"/>
    <w:rsid w:val="00D4767D"/>
    <w:rsid w:val="00D50B7D"/>
    <w:rsid w:val="00D52012"/>
    <w:rsid w:val="00D55F06"/>
    <w:rsid w:val="00D619E3"/>
    <w:rsid w:val="00D704E5"/>
    <w:rsid w:val="00D726E1"/>
    <w:rsid w:val="00D72727"/>
    <w:rsid w:val="00D81154"/>
    <w:rsid w:val="00D87C0F"/>
    <w:rsid w:val="00D944BA"/>
    <w:rsid w:val="00D978C6"/>
    <w:rsid w:val="00DA0956"/>
    <w:rsid w:val="00DA34BD"/>
    <w:rsid w:val="00DA357F"/>
    <w:rsid w:val="00DA3E12"/>
    <w:rsid w:val="00DA3FEF"/>
    <w:rsid w:val="00DA4885"/>
    <w:rsid w:val="00DA5150"/>
    <w:rsid w:val="00DB0EF0"/>
    <w:rsid w:val="00DC07D5"/>
    <w:rsid w:val="00DC18AD"/>
    <w:rsid w:val="00DD07D8"/>
    <w:rsid w:val="00DF6BFC"/>
    <w:rsid w:val="00DF7CAE"/>
    <w:rsid w:val="00E171E1"/>
    <w:rsid w:val="00E21FFE"/>
    <w:rsid w:val="00E257BA"/>
    <w:rsid w:val="00E260DD"/>
    <w:rsid w:val="00E27792"/>
    <w:rsid w:val="00E31D4F"/>
    <w:rsid w:val="00E3618C"/>
    <w:rsid w:val="00E423C0"/>
    <w:rsid w:val="00E4707F"/>
    <w:rsid w:val="00E5720B"/>
    <w:rsid w:val="00E63518"/>
    <w:rsid w:val="00E635F5"/>
    <w:rsid w:val="00E6414C"/>
    <w:rsid w:val="00E642C0"/>
    <w:rsid w:val="00E711F8"/>
    <w:rsid w:val="00E7260F"/>
    <w:rsid w:val="00E769EE"/>
    <w:rsid w:val="00E8702D"/>
    <w:rsid w:val="00E916A9"/>
    <w:rsid w:val="00E916DE"/>
    <w:rsid w:val="00E925AD"/>
    <w:rsid w:val="00E95793"/>
    <w:rsid w:val="00E96004"/>
    <w:rsid w:val="00E96630"/>
    <w:rsid w:val="00EA7373"/>
    <w:rsid w:val="00EB150F"/>
    <w:rsid w:val="00EB374D"/>
    <w:rsid w:val="00EC11DC"/>
    <w:rsid w:val="00EC5365"/>
    <w:rsid w:val="00ED18DC"/>
    <w:rsid w:val="00ED6201"/>
    <w:rsid w:val="00ED7A2A"/>
    <w:rsid w:val="00EF00D8"/>
    <w:rsid w:val="00EF0762"/>
    <w:rsid w:val="00EF1D7F"/>
    <w:rsid w:val="00F0137E"/>
    <w:rsid w:val="00F040D5"/>
    <w:rsid w:val="00F04BC2"/>
    <w:rsid w:val="00F171D3"/>
    <w:rsid w:val="00F21786"/>
    <w:rsid w:val="00F22CFD"/>
    <w:rsid w:val="00F23C44"/>
    <w:rsid w:val="00F27345"/>
    <w:rsid w:val="00F33CEA"/>
    <w:rsid w:val="00F3742B"/>
    <w:rsid w:val="00F375A8"/>
    <w:rsid w:val="00F41FDB"/>
    <w:rsid w:val="00F507EC"/>
    <w:rsid w:val="00F56D63"/>
    <w:rsid w:val="00F609A9"/>
    <w:rsid w:val="00F6130A"/>
    <w:rsid w:val="00F623FE"/>
    <w:rsid w:val="00F626EC"/>
    <w:rsid w:val="00F668E4"/>
    <w:rsid w:val="00F761F8"/>
    <w:rsid w:val="00F7788E"/>
    <w:rsid w:val="00F80C99"/>
    <w:rsid w:val="00F85A86"/>
    <w:rsid w:val="00F867EC"/>
    <w:rsid w:val="00F91B2B"/>
    <w:rsid w:val="00F952B5"/>
    <w:rsid w:val="00F9702B"/>
    <w:rsid w:val="00FA7484"/>
    <w:rsid w:val="00FB28BA"/>
    <w:rsid w:val="00FB38B1"/>
    <w:rsid w:val="00FB68D3"/>
    <w:rsid w:val="00FC03CD"/>
    <w:rsid w:val="00FC0646"/>
    <w:rsid w:val="00FC378C"/>
    <w:rsid w:val="00FC40E7"/>
    <w:rsid w:val="00FC68B7"/>
    <w:rsid w:val="00FD08D9"/>
    <w:rsid w:val="00FD403C"/>
    <w:rsid w:val="00FD5A77"/>
    <w:rsid w:val="00FD6C7E"/>
    <w:rsid w:val="00FE3EE7"/>
    <w:rsid w:val="00FE4107"/>
    <w:rsid w:val="00FE43AE"/>
    <w:rsid w:val="00FE55AB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Stat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character" w:customStyle="1" w:styleId="HChGChar">
    <w:name w:val="_ H _Ch_G Char"/>
    <w:link w:val="HChG"/>
    <w:rsid w:val="00EB150F"/>
    <w:rPr>
      <w:b/>
      <w:sz w:val="28"/>
      <w:lang w:val="en-GB" w:eastAsia="en-US" w:bidi="ar-SA"/>
    </w:rPr>
  </w:style>
  <w:style w:type="paragraph" w:customStyle="1" w:styleId="Meeting">
    <w:name w:val="Meeting"/>
    <w:basedOn w:val="Normal"/>
    <w:rsid w:val="004C55FB"/>
    <w:pPr>
      <w:widowControl w:val="0"/>
      <w:suppressAutoHyphens w:val="0"/>
      <w:spacing w:after="240" w:line="240" w:lineRule="auto"/>
      <w:ind w:left="2268" w:hanging="2268"/>
    </w:pPr>
    <w:rPr>
      <w:sz w:val="24"/>
    </w:rPr>
  </w:style>
  <w:style w:type="paragraph" w:styleId="BalloonText">
    <w:name w:val="Balloon Text"/>
    <w:basedOn w:val="Normal"/>
    <w:semiHidden/>
    <w:rsid w:val="00035CF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85F9A"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rsid w:val="007642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AC"/>
  </w:style>
  <w:style w:type="character" w:customStyle="1" w:styleId="CommentTextChar">
    <w:name w:val="Comment Text Char"/>
    <w:link w:val="CommentText"/>
    <w:rsid w:val="007642A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642AC"/>
    <w:rPr>
      <w:b/>
      <w:bCs/>
    </w:rPr>
  </w:style>
  <w:style w:type="character" w:customStyle="1" w:styleId="CommentSubjectChar">
    <w:name w:val="Comment Subject Char"/>
    <w:link w:val="CommentSubject"/>
    <w:rsid w:val="007642AC"/>
    <w:rPr>
      <w:b/>
      <w:bCs/>
      <w:lang w:val="en-GB"/>
    </w:rPr>
  </w:style>
  <w:style w:type="paragraph" w:styleId="Revision">
    <w:name w:val="Revision"/>
    <w:hidden/>
    <w:uiPriority w:val="99"/>
    <w:semiHidden/>
    <w:rsid w:val="00FC378C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E925AD"/>
    <w:rPr>
      <w:color w:val="auto"/>
      <w:u w:val="none"/>
    </w:rPr>
  </w:style>
  <w:style w:type="character" w:customStyle="1" w:styleId="HChGChar">
    <w:name w:val="_ H _Ch_G Char"/>
    <w:link w:val="HChG"/>
    <w:rsid w:val="00EB150F"/>
    <w:rPr>
      <w:b/>
      <w:sz w:val="28"/>
      <w:lang w:val="en-GB" w:eastAsia="en-US" w:bidi="ar-SA"/>
    </w:rPr>
  </w:style>
  <w:style w:type="paragraph" w:customStyle="1" w:styleId="Meeting">
    <w:name w:val="Meeting"/>
    <w:basedOn w:val="Normal"/>
    <w:rsid w:val="004C55FB"/>
    <w:pPr>
      <w:widowControl w:val="0"/>
      <w:suppressAutoHyphens w:val="0"/>
      <w:spacing w:after="240" w:line="240" w:lineRule="auto"/>
      <w:ind w:left="2268" w:hanging="2268"/>
    </w:pPr>
    <w:rPr>
      <w:sz w:val="24"/>
    </w:rPr>
  </w:style>
  <w:style w:type="paragraph" w:styleId="BalloonText">
    <w:name w:val="Balloon Text"/>
    <w:basedOn w:val="Normal"/>
    <w:semiHidden/>
    <w:rsid w:val="00035CF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C85F9A"/>
    <w:pPr>
      <w:shd w:val="clear" w:color="auto" w:fill="000080"/>
    </w:pPr>
    <w:rPr>
      <w:rFonts w:ascii="Tahoma" w:hAnsi="Tahoma" w:cs="Tahoma"/>
    </w:rPr>
  </w:style>
  <w:style w:type="character" w:styleId="CommentReference">
    <w:name w:val="annotation reference"/>
    <w:rsid w:val="007642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AC"/>
  </w:style>
  <w:style w:type="character" w:customStyle="1" w:styleId="CommentTextChar">
    <w:name w:val="Comment Text Char"/>
    <w:link w:val="CommentText"/>
    <w:rsid w:val="007642AC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642AC"/>
    <w:rPr>
      <w:b/>
      <w:bCs/>
    </w:rPr>
  </w:style>
  <w:style w:type="character" w:customStyle="1" w:styleId="CommentSubjectChar">
    <w:name w:val="Comment Subject Char"/>
    <w:link w:val="CommentSubject"/>
    <w:rsid w:val="007642AC"/>
    <w:rPr>
      <w:b/>
      <w:bCs/>
      <w:lang w:val="en-GB"/>
    </w:rPr>
  </w:style>
  <w:style w:type="paragraph" w:styleId="Revision">
    <w:name w:val="Revision"/>
    <w:hidden/>
    <w:uiPriority w:val="99"/>
    <w:semiHidden/>
    <w:rsid w:val="00FC378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ECE_E.dot</Template>
  <TotalTime>0</TotalTime>
  <Pages>8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Barinova</dc:creator>
  <cp:keywords/>
  <cp:lastModifiedBy>Temporaire</cp:lastModifiedBy>
  <cp:revision>3</cp:revision>
  <cp:lastPrinted>2015-06-10T10:03:00Z</cp:lastPrinted>
  <dcterms:created xsi:type="dcterms:W3CDTF">2015-06-10T10:03:00Z</dcterms:created>
  <dcterms:modified xsi:type="dcterms:W3CDTF">2015-06-10T10:03:00Z</dcterms:modified>
</cp:coreProperties>
</file>