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69" w:rsidRDefault="00C75E69" w:rsidP="005124B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GFV-12-01-Rev.1</w:t>
      </w:r>
    </w:p>
    <w:p w:rsidR="00C75E69" w:rsidRDefault="00C75E69" w:rsidP="005124B0">
      <w:pPr>
        <w:rPr>
          <w:rFonts w:ascii="Arial" w:hAnsi="Arial" w:cs="Arial"/>
        </w:rPr>
      </w:pPr>
    </w:p>
    <w:p w:rsidR="00C75E69" w:rsidRDefault="00C75E69" w:rsidP="005124B0">
      <w:pPr>
        <w:rPr>
          <w:rFonts w:ascii="Arial" w:hAnsi="Arial" w:cs="Arial"/>
        </w:rPr>
      </w:pPr>
    </w:p>
    <w:p w:rsidR="00C75E69" w:rsidRPr="009F7DF8" w:rsidRDefault="00C75E69" w:rsidP="005124B0">
      <w:pPr>
        <w:jc w:val="center"/>
        <w:rPr>
          <w:rFonts w:ascii="Arial" w:hAnsi="Arial" w:cs="Arial"/>
          <w:b/>
        </w:rPr>
      </w:pP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AGENDA</w:t>
      </w: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9F7DF8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Meeting</w:t>
      </w: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Informal Group on Gaseous Fuelled Vehicles (GFV)</w:t>
      </w: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11 January 2011</w:t>
      </w: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Palais Nations,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Geneva</w:t>
          </w:r>
        </w:smartTag>
      </w:smartTag>
      <w:r>
        <w:rPr>
          <w:rFonts w:ascii="Arial" w:hAnsi="Arial" w:cs="Arial"/>
        </w:rPr>
        <w:t>, Room VII</w:t>
      </w:r>
    </w:p>
    <w:p w:rsidR="00C75E69" w:rsidRDefault="00C75E69" w:rsidP="005124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09.30-12.30</w:t>
      </w:r>
    </w:p>
    <w:p w:rsidR="00C75E69" w:rsidRPr="005124B0" w:rsidRDefault="00C75E69" w:rsidP="005124B0">
      <w:pPr>
        <w:rPr>
          <w:rFonts w:ascii="Arial" w:hAnsi="Arial" w:cs="Arial"/>
        </w:rPr>
      </w:pPr>
    </w:p>
    <w:p w:rsidR="00C75E69" w:rsidRPr="005124B0" w:rsidRDefault="00C75E69" w:rsidP="008C1FB7">
      <w:pPr>
        <w:rPr>
          <w:rFonts w:ascii="Arial" w:hAnsi="Arial" w:cs="Arial"/>
        </w:rPr>
      </w:pPr>
    </w:p>
    <w:p w:rsidR="00C75E69" w:rsidRPr="005124B0" w:rsidRDefault="00C75E69" w:rsidP="008C1FB7">
      <w:pPr>
        <w:rPr>
          <w:rFonts w:ascii="Arial" w:hAnsi="Arial" w:cs="Arial"/>
        </w:rPr>
      </w:pP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>Welcome &amp; Introductions</w:t>
      </w: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>Approval of the Minutes of GFV-11</w:t>
      </w: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>Review of today’s agenda items</w:t>
      </w: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 xml:space="preserve">Dual Fuel Task Force report </w:t>
      </w: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 xml:space="preserve">Regulations </w:t>
      </w:r>
      <w:r>
        <w:rPr>
          <w:rFonts w:ascii="Arial" w:hAnsi="Arial" w:cs="Arial"/>
        </w:rPr>
        <w:t xml:space="preserve">Nos. </w:t>
      </w:r>
      <w:r w:rsidRPr="005124B0">
        <w:rPr>
          <w:rFonts w:ascii="Arial" w:hAnsi="Arial" w:cs="Arial"/>
        </w:rPr>
        <w:t>115 &amp; 83: Retrofit systems for direct injection engines</w:t>
      </w:r>
    </w:p>
    <w:p w:rsidR="00C75E69" w:rsidRPr="005124B0" w:rsidRDefault="00C75E69" w:rsidP="008C1F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124B0">
        <w:rPr>
          <w:rFonts w:ascii="Arial" w:hAnsi="Arial" w:cs="Arial"/>
        </w:rPr>
        <w:t>Other items</w:t>
      </w:r>
    </w:p>
    <w:p w:rsidR="00C75E69" w:rsidRDefault="00C75E69">
      <w:pPr>
        <w:rPr>
          <w:rFonts w:ascii="Arial" w:hAnsi="Arial" w:cs="Arial"/>
        </w:rPr>
      </w:pPr>
    </w:p>
    <w:p w:rsidR="00C75E69" w:rsidRPr="005124B0" w:rsidRDefault="00C75E69" w:rsidP="007363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- - - - -</w:t>
      </w:r>
    </w:p>
    <w:sectPr w:rsidR="00C75E69" w:rsidRPr="005124B0" w:rsidSect="00CB6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E45B7"/>
    <w:multiLevelType w:val="hybridMultilevel"/>
    <w:tmpl w:val="AF76D2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FB7"/>
    <w:rsid w:val="00095329"/>
    <w:rsid w:val="00117DAE"/>
    <w:rsid w:val="001202FE"/>
    <w:rsid w:val="001B41EB"/>
    <w:rsid w:val="001B764D"/>
    <w:rsid w:val="002F589A"/>
    <w:rsid w:val="003A32E5"/>
    <w:rsid w:val="00483063"/>
    <w:rsid w:val="004C6BBB"/>
    <w:rsid w:val="005124B0"/>
    <w:rsid w:val="006C2D50"/>
    <w:rsid w:val="007363AB"/>
    <w:rsid w:val="007B7037"/>
    <w:rsid w:val="008A4F0B"/>
    <w:rsid w:val="008C1FB7"/>
    <w:rsid w:val="009F7DF8"/>
    <w:rsid w:val="00AA61BF"/>
    <w:rsid w:val="00C34E2A"/>
    <w:rsid w:val="00C75E69"/>
    <w:rsid w:val="00CB6F02"/>
    <w:rsid w:val="00D5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FB7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1F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94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56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jseisler</dc:creator>
  <cp:keywords/>
  <dc:description/>
  <cp:lastModifiedBy>Romain HUBERT</cp:lastModifiedBy>
  <cp:revision>3</cp:revision>
  <dcterms:created xsi:type="dcterms:W3CDTF">2011-01-04T14:20:00Z</dcterms:created>
  <dcterms:modified xsi:type="dcterms:W3CDTF">2011-01-04T14:20:00Z</dcterms:modified>
</cp:coreProperties>
</file>